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8C0" w:rsidRDefault="005B28C0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55009" w:rsidP="000E730C">
      <w:pPr>
        <w:pStyle w:val="PS-hlavika2"/>
      </w:pPr>
      <w:r>
        <w:t>20</w:t>
      </w:r>
      <w:r w:rsidR="00087B63">
        <w:t>21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2D6FD2" w:rsidP="00A72A69">
      <w:pPr>
        <w:pStyle w:val="PS-slousnesen"/>
        <w:tabs>
          <w:tab w:val="center" w:pos="4535"/>
          <w:tab w:val="left" w:pos="5334"/>
        </w:tabs>
      </w:pPr>
      <w:r>
        <w:t>535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0C2FEB" w:rsidP="00377253">
      <w:pPr>
        <w:pStyle w:val="PS-hlavika1"/>
      </w:pPr>
      <w:r>
        <w:t>z</w:t>
      </w:r>
      <w:r w:rsidR="00C616BB">
        <w:t xml:space="preserve"> </w:t>
      </w:r>
      <w:r w:rsidR="00087B63">
        <w:t>5</w:t>
      </w:r>
      <w:r w:rsidR="00CF6D21">
        <w:t>5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F6D21">
        <w:t>1</w:t>
      </w:r>
      <w:r w:rsidR="006E2D06">
        <w:t>1</w:t>
      </w:r>
      <w:r w:rsidR="00087B63">
        <w:t xml:space="preserve">. </w:t>
      </w:r>
      <w:r w:rsidR="00CF6D21">
        <w:t>května</w:t>
      </w:r>
      <w:r w:rsidR="00087B63">
        <w:t xml:space="preserve"> 2021</w:t>
      </w:r>
    </w:p>
    <w:p w:rsidR="009F4840" w:rsidRPr="009F4840" w:rsidRDefault="009F4840" w:rsidP="009F4840">
      <w:pPr>
        <w:pStyle w:val="Bezmezer"/>
      </w:pPr>
    </w:p>
    <w:p w:rsidR="00BC6C28" w:rsidRDefault="00B7444C" w:rsidP="006E2D06">
      <w:pPr>
        <w:pStyle w:val="PS-pedmtusnesen"/>
        <w:pBdr>
          <w:bottom w:val="none" w:sz="0" w:space="0" w:color="auto"/>
        </w:pBdr>
        <w:spacing w:before="0" w:after="0"/>
      </w:pPr>
      <w:r>
        <w:t>k</w:t>
      </w:r>
      <w:r w:rsidR="00E0160E">
        <w:t> Roční zprávě o výsledku hospodaření ČNB za rok 2020</w:t>
      </w:r>
      <w:r w:rsidR="00BC6C28" w:rsidRPr="00BC6C28">
        <w:t xml:space="preserve"> </w:t>
      </w:r>
    </w:p>
    <w:p w:rsidR="00BC6C28" w:rsidRDefault="00BC6C28" w:rsidP="00BC6C28">
      <w:pPr>
        <w:pStyle w:val="Prosttext"/>
        <w:pBdr>
          <w:bottom w:val="single" w:sz="4" w:space="1" w:color="000000"/>
        </w:pBdr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sněmovní tisk 11</w:t>
      </w:r>
      <w:r w:rsidR="00E0160E">
        <w:rPr>
          <w:rFonts w:ascii="Times New Roman" w:hAnsi="Times New Roman" w:cs="Times New Roman"/>
          <w:spacing w:val="-3"/>
          <w:sz w:val="24"/>
        </w:rPr>
        <w:t>83</w:t>
      </w:r>
    </w:p>
    <w:p w:rsidR="0024122C" w:rsidRDefault="0024122C" w:rsidP="006F3F13">
      <w:pPr>
        <w:pStyle w:val="PS-uvodnodstavec"/>
        <w:spacing w:after="0" w:line="240" w:lineRule="auto"/>
        <w:ind w:firstLine="0"/>
      </w:pPr>
    </w:p>
    <w:p w:rsidR="00DC29E4" w:rsidRDefault="00B7444C" w:rsidP="00A46CDA">
      <w:pPr>
        <w:pStyle w:val="PS-uvodnodstavec"/>
      </w:pPr>
      <w:r>
        <w:t xml:space="preserve">Po úvodním slově </w:t>
      </w:r>
      <w:r w:rsidR="007364D7" w:rsidRPr="001E27BF">
        <w:t>viceguvernéra České národní banky M. Mory</w:t>
      </w:r>
      <w:r w:rsidR="00E6201C" w:rsidRPr="001E27BF">
        <w:t xml:space="preserve">, </w:t>
      </w:r>
      <w:r>
        <w:t xml:space="preserve">zpravodajské zprávě posl. </w:t>
      </w:r>
      <w:r w:rsidR="00087B63">
        <w:t>K. Raise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 </w:t>
      </w:r>
    </w:p>
    <w:p w:rsidR="008B5526" w:rsidRDefault="008B5526" w:rsidP="008B5526">
      <w:pPr>
        <w:pStyle w:val="PS-slovanseznam"/>
        <w:tabs>
          <w:tab w:val="clear" w:pos="0"/>
          <w:tab w:val="left" w:pos="709"/>
        </w:tabs>
        <w:spacing w:after="0" w:line="240" w:lineRule="auto"/>
        <w:ind w:left="709" w:hanging="709"/>
      </w:pPr>
      <w:r>
        <w:rPr>
          <w:rStyle w:val="proloenChar"/>
        </w:rPr>
        <w:t>b</w:t>
      </w:r>
      <w:r w:rsidRPr="00ED15A8">
        <w:rPr>
          <w:rStyle w:val="proloenChar"/>
        </w:rPr>
        <w:t>ere na vědomí</w:t>
      </w:r>
      <w:r>
        <w:t xml:space="preserve"> </w:t>
      </w:r>
      <w:r w:rsidR="00E0160E">
        <w:t>Roční zprávu o výsledku hospodaření ČNB za rok 2020</w:t>
      </w:r>
      <w:r>
        <w:t>;</w:t>
      </w:r>
    </w:p>
    <w:p w:rsidR="008B5526" w:rsidRDefault="008B5526" w:rsidP="008B5526">
      <w:pPr>
        <w:pStyle w:val="PS-slovanseznam"/>
        <w:numPr>
          <w:ilvl w:val="0"/>
          <w:numId w:val="0"/>
        </w:numPr>
        <w:spacing w:after="0" w:line="240" w:lineRule="auto"/>
      </w:pPr>
    </w:p>
    <w:p w:rsidR="006E2D06" w:rsidRDefault="006E2D06" w:rsidP="008B5526">
      <w:pPr>
        <w:pStyle w:val="PS-slovanseznam"/>
        <w:numPr>
          <w:ilvl w:val="0"/>
          <w:numId w:val="0"/>
        </w:numPr>
        <w:spacing w:after="0" w:line="240" w:lineRule="auto"/>
      </w:pPr>
    </w:p>
    <w:p w:rsidR="008B5526" w:rsidRDefault="008B5526" w:rsidP="008B5526">
      <w:pPr>
        <w:pStyle w:val="PS-slovanseznam"/>
        <w:tabs>
          <w:tab w:val="clear" w:pos="0"/>
          <w:tab w:val="left" w:pos="709"/>
        </w:tabs>
        <w:spacing w:after="0" w:line="240" w:lineRule="auto"/>
        <w:ind w:left="709" w:hanging="709"/>
      </w:pPr>
      <w:r>
        <w:rPr>
          <w:rStyle w:val="proloenChar"/>
        </w:rPr>
        <w:t>d</w:t>
      </w:r>
      <w:r w:rsidRPr="00ED15A8">
        <w:rPr>
          <w:rStyle w:val="proloenChar"/>
        </w:rPr>
        <w:t>oporučuje</w:t>
      </w:r>
      <w:r>
        <w:t xml:space="preserve"> Poslanecké sněmovně Parlamentu, aby přijala následující usnesení:</w:t>
      </w:r>
    </w:p>
    <w:p w:rsidR="008B5526" w:rsidRDefault="008B5526" w:rsidP="008B5526">
      <w:pPr>
        <w:pStyle w:val="PS-slovanseznam"/>
        <w:numPr>
          <w:ilvl w:val="0"/>
          <w:numId w:val="0"/>
        </w:numPr>
        <w:spacing w:after="0" w:line="240" w:lineRule="auto"/>
      </w:pPr>
    </w:p>
    <w:p w:rsidR="006E2D06" w:rsidRDefault="006E2D06" w:rsidP="008B5526">
      <w:pPr>
        <w:pStyle w:val="PS-slovanseznam"/>
        <w:numPr>
          <w:ilvl w:val="0"/>
          <w:numId w:val="0"/>
        </w:numPr>
        <w:spacing w:after="0" w:line="240" w:lineRule="auto"/>
      </w:pPr>
    </w:p>
    <w:p w:rsidR="008B5526" w:rsidRDefault="008B5526" w:rsidP="006E2D06">
      <w:pPr>
        <w:pStyle w:val="PS-slovanseznam"/>
        <w:numPr>
          <w:ilvl w:val="0"/>
          <w:numId w:val="0"/>
        </w:numPr>
        <w:spacing w:after="0" w:line="240" w:lineRule="auto"/>
        <w:ind w:left="709"/>
        <w:rPr>
          <w:i/>
        </w:rPr>
      </w:pPr>
      <w:r>
        <w:rPr>
          <w:i/>
        </w:rPr>
        <w:t xml:space="preserve">„Poslanecká sněmovna Parlamentu </w:t>
      </w:r>
      <w:r w:rsidRPr="008B5526">
        <w:rPr>
          <w:i/>
        </w:rPr>
        <w:t>bere na vědomí</w:t>
      </w:r>
      <w:r>
        <w:rPr>
          <w:i/>
        </w:rPr>
        <w:t xml:space="preserve"> „</w:t>
      </w:r>
      <w:r w:rsidR="00E0160E">
        <w:rPr>
          <w:i/>
        </w:rPr>
        <w:t>Roční zprávu o výsledku hospodaření ČNB za rok 2020</w:t>
      </w:r>
      <w:r>
        <w:rPr>
          <w:i/>
        </w:rPr>
        <w:t>“.“;</w:t>
      </w:r>
    </w:p>
    <w:p w:rsidR="006E2D06" w:rsidRDefault="006E2D06" w:rsidP="006E2D06">
      <w:pPr>
        <w:pStyle w:val="PS-slovanseznam"/>
        <w:numPr>
          <w:ilvl w:val="0"/>
          <w:numId w:val="0"/>
        </w:numPr>
        <w:spacing w:after="0" w:line="240" w:lineRule="auto"/>
        <w:ind w:left="709" w:hanging="709"/>
        <w:rPr>
          <w:i/>
        </w:rPr>
      </w:pPr>
    </w:p>
    <w:p w:rsidR="006E2D06" w:rsidRPr="00B7444C" w:rsidRDefault="006E2D06" w:rsidP="006E2D06">
      <w:pPr>
        <w:pStyle w:val="PS-slovanseznam"/>
        <w:numPr>
          <w:ilvl w:val="0"/>
          <w:numId w:val="0"/>
        </w:numPr>
        <w:spacing w:after="0" w:line="240" w:lineRule="auto"/>
        <w:ind w:left="709" w:hanging="709"/>
        <w:rPr>
          <w:i/>
        </w:rPr>
      </w:pPr>
    </w:p>
    <w:p w:rsidR="008B5526" w:rsidRDefault="008B5526" w:rsidP="006E2D06">
      <w:pPr>
        <w:pStyle w:val="PS-slovanseznam"/>
        <w:spacing w:after="0" w:line="240" w:lineRule="auto"/>
        <w:ind w:left="709" w:hanging="709"/>
      </w:pPr>
      <w:r>
        <w:rPr>
          <w:rStyle w:val="proloenChar"/>
        </w:rPr>
        <w:t>pověř</w:t>
      </w:r>
      <w:r w:rsidRPr="00ED15A8">
        <w:rPr>
          <w:rStyle w:val="proloenChar"/>
        </w:rPr>
        <w:t>uje</w:t>
      </w:r>
      <w:r>
        <w:t xml:space="preserve"> zpravodaje výboru, aby s tímto usnesením seznámil Poslaneckou sněmovnu Parlamentu.</w:t>
      </w:r>
    </w:p>
    <w:p w:rsidR="003E3B68" w:rsidRDefault="003E3B68" w:rsidP="006E2D06">
      <w:pPr>
        <w:pStyle w:val="PS-slovanseznam"/>
        <w:numPr>
          <w:ilvl w:val="0"/>
          <w:numId w:val="0"/>
        </w:numPr>
        <w:spacing w:after="0" w:line="240" w:lineRule="auto"/>
        <w:ind w:left="709" w:hanging="709"/>
      </w:pPr>
    </w:p>
    <w:p w:rsidR="006E2D06" w:rsidRDefault="006E2D06" w:rsidP="006E2D06">
      <w:pPr>
        <w:pStyle w:val="PS-slovanseznam"/>
        <w:numPr>
          <w:ilvl w:val="0"/>
          <w:numId w:val="0"/>
        </w:numPr>
        <w:spacing w:after="0" w:line="240" w:lineRule="auto"/>
        <w:ind w:left="709" w:hanging="709"/>
      </w:pPr>
    </w:p>
    <w:p w:rsidR="006E2D06" w:rsidRDefault="006E2D06" w:rsidP="006E2D06">
      <w:pPr>
        <w:pStyle w:val="PS-slovanseznam"/>
        <w:numPr>
          <w:ilvl w:val="0"/>
          <w:numId w:val="0"/>
        </w:numPr>
        <w:spacing w:after="0" w:line="240" w:lineRule="auto"/>
        <w:ind w:left="709" w:hanging="709"/>
      </w:pPr>
    </w:p>
    <w:p w:rsidR="002D6FD2" w:rsidRDefault="002D6FD2" w:rsidP="006E2D06">
      <w:pPr>
        <w:pStyle w:val="PS-slovanseznam"/>
        <w:numPr>
          <w:ilvl w:val="0"/>
          <w:numId w:val="0"/>
        </w:numPr>
        <w:spacing w:after="0" w:line="240" w:lineRule="auto"/>
        <w:ind w:left="709" w:hanging="709"/>
      </w:pPr>
    </w:p>
    <w:p w:rsidR="002D6FD2" w:rsidRDefault="002D6FD2" w:rsidP="006E2D06">
      <w:pPr>
        <w:pStyle w:val="PS-slovanseznam"/>
        <w:numPr>
          <w:ilvl w:val="0"/>
          <w:numId w:val="0"/>
        </w:numPr>
        <w:spacing w:after="0" w:line="240" w:lineRule="auto"/>
        <w:ind w:left="709" w:hanging="709"/>
      </w:pPr>
    </w:p>
    <w:p w:rsidR="006E2D06" w:rsidRPr="002B60B3" w:rsidRDefault="006E2D06" w:rsidP="006E2D06">
      <w:pPr>
        <w:pStyle w:val="PS-slovanseznam"/>
        <w:numPr>
          <w:ilvl w:val="0"/>
          <w:numId w:val="0"/>
        </w:numPr>
        <w:spacing w:after="0" w:line="240" w:lineRule="auto"/>
        <w:ind w:left="709" w:hanging="709"/>
      </w:pPr>
    </w:p>
    <w:p w:rsidR="00106842" w:rsidRPr="00106842" w:rsidRDefault="00106842" w:rsidP="006E2D0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bookmarkStart w:id="0" w:name="_GoBack"/>
      <w:bookmarkEnd w:id="0"/>
      <w:r w:rsidR="002D6FD2">
        <w:rPr>
          <w:spacing w:val="-3"/>
        </w:rPr>
        <w:t>Jaroslav  KYTÝR</w:t>
      </w:r>
      <w:r w:rsidR="00BB65DA">
        <w:t xml:space="preserve">  v. r.</w:t>
      </w:r>
      <w:r w:rsidRPr="00106842">
        <w:tab/>
      </w:r>
      <w:r w:rsidRPr="00106842">
        <w:tab/>
      </w:r>
      <w:r w:rsidR="00087B63">
        <w:t>Karel  RAIS</w:t>
      </w:r>
      <w:r w:rsidR="00BB65DA">
        <w:t xml:space="preserve">  v. r.</w:t>
      </w:r>
      <w:r w:rsidR="00320EA9">
        <w:t xml:space="preserve">  </w:t>
      </w:r>
    </w:p>
    <w:p w:rsidR="00106842" w:rsidRDefault="00BB65DA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254049">
        <w:t>o</w:t>
      </w:r>
      <w:r w:rsidR="00106842" w:rsidRPr="00106842">
        <w:t>věřovatel</w:t>
      </w:r>
      <w:r w:rsidR="00106842" w:rsidRPr="00106842">
        <w:tab/>
      </w:r>
      <w:r w:rsidR="00106842" w:rsidRPr="00106842">
        <w:tab/>
        <w:t>zpravodaj</w:t>
      </w:r>
    </w:p>
    <w:p w:rsidR="00087B63" w:rsidRDefault="00087B63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87B63" w:rsidRDefault="00087B63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87B63" w:rsidRDefault="00087B63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87B63" w:rsidRDefault="00087B63" w:rsidP="00087B6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3540"/>
      </w:pPr>
      <w:r>
        <w:t>Miloslava  VOSTRÁ</w:t>
      </w:r>
      <w:r w:rsidR="00BB65DA">
        <w:t xml:space="preserve">  v. r.</w:t>
      </w:r>
    </w:p>
    <w:p w:rsidR="00087B63" w:rsidRPr="00106842" w:rsidRDefault="00087B63" w:rsidP="00087B6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3540"/>
      </w:pPr>
      <w:r>
        <w:t xml:space="preserve">   </w:t>
      </w:r>
      <w:r w:rsidR="00BB65DA">
        <w:t xml:space="preserve">    </w:t>
      </w:r>
      <w:r>
        <w:t xml:space="preserve">   předsedkyně</w:t>
      </w:r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1703A"/>
    <w:rsid w:val="00031E6D"/>
    <w:rsid w:val="000355A8"/>
    <w:rsid w:val="000476E4"/>
    <w:rsid w:val="00087B63"/>
    <w:rsid w:val="000925E6"/>
    <w:rsid w:val="000C2FEB"/>
    <w:rsid w:val="000C4157"/>
    <w:rsid w:val="000C5278"/>
    <w:rsid w:val="000E730C"/>
    <w:rsid w:val="000F0449"/>
    <w:rsid w:val="00103C04"/>
    <w:rsid w:val="00106842"/>
    <w:rsid w:val="001563CB"/>
    <w:rsid w:val="001B45F3"/>
    <w:rsid w:val="001D49E8"/>
    <w:rsid w:val="001E27BF"/>
    <w:rsid w:val="00230024"/>
    <w:rsid w:val="00233963"/>
    <w:rsid w:val="0024122C"/>
    <w:rsid w:val="00254049"/>
    <w:rsid w:val="00272E1B"/>
    <w:rsid w:val="002A2F32"/>
    <w:rsid w:val="002B0FB6"/>
    <w:rsid w:val="002B60B3"/>
    <w:rsid w:val="002C6BED"/>
    <w:rsid w:val="002D1061"/>
    <w:rsid w:val="002D6FD2"/>
    <w:rsid w:val="00320EA9"/>
    <w:rsid w:val="00356011"/>
    <w:rsid w:val="00356B87"/>
    <w:rsid w:val="00372891"/>
    <w:rsid w:val="00373E1D"/>
    <w:rsid w:val="00377253"/>
    <w:rsid w:val="003D2033"/>
    <w:rsid w:val="003E3B68"/>
    <w:rsid w:val="003E3DEA"/>
    <w:rsid w:val="0040115F"/>
    <w:rsid w:val="00436207"/>
    <w:rsid w:val="004575BB"/>
    <w:rsid w:val="00476B10"/>
    <w:rsid w:val="00485AD3"/>
    <w:rsid w:val="004A6EEF"/>
    <w:rsid w:val="004C0D7C"/>
    <w:rsid w:val="005227BF"/>
    <w:rsid w:val="00566A4C"/>
    <w:rsid w:val="005B28C0"/>
    <w:rsid w:val="005C30D7"/>
    <w:rsid w:val="005D23DE"/>
    <w:rsid w:val="005E094C"/>
    <w:rsid w:val="005F303D"/>
    <w:rsid w:val="005F3CD7"/>
    <w:rsid w:val="005F6CAE"/>
    <w:rsid w:val="0061035D"/>
    <w:rsid w:val="00620764"/>
    <w:rsid w:val="00660BB1"/>
    <w:rsid w:val="00674837"/>
    <w:rsid w:val="006C4BA6"/>
    <w:rsid w:val="006E2D06"/>
    <w:rsid w:val="006F3F13"/>
    <w:rsid w:val="00734CCD"/>
    <w:rsid w:val="007364D7"/>
    <w:rsid w:val="00761009"/>
    <w:rsid w:val="00782F9A"/>
    <w:rsid w:val="007A7EE8"/>
    <w:rsid w:val="007C62DA"/>
    <w:rsid w:val="007D5EE1"/>
    <w:rsid w:val="007E1D0B"/>
    <w:rsid w:val="007F63AE"/>
    <w:rsid w:val="00812496"/>
    <w:rsid w:val="00830BFE"/>
    <w:rsid w:val="00841DE7"/>
    <w:rsid w:val="008427B5"/>
    <w:rsid w:val="008511DF"/>
    <w:rsid w:val="00893C29"/>
    <w:rsid w:val="008A17E6"/>
    <w:rsid w:val="008B5526"/>
    <w:rsid w:val="008C59E6"/>
    <w:rsid w:val="008C5EEE"/>
    <w:rsid w:val="00903269"/>
    <w:rsid w:val="00920D8B"/>
    <w:rsid w:val="00922690"/>
    <w:rsid w:val="0093165B"/>
    <w:rsid w:val="00940545"/>
    <w:rsid w:val="00945BBA"/>
    <w:rsid w:val="009F4840"/>
    <w:rsid w:val="00A45EEC"/>
    <w:rsid w:val="00A46CDA"/>
    <w:rsid w:val="00A61250"/>
    <w:rsid w:val="00A72A69"/>
    <w:rsid w:val="00A845FE"/>
    <w:rsid w:val="00AA0D27"/>
    <w:rsid w:val="00AC6BEA"/>
    <w:rsid w:val="00B13892"/>
    <w:rsid w:val="00B36E8C"/>
    <w:rsid w:val="00B53E8D"/>
    <w:rsid w:val="00B715B6"/>
    <w:rsid w:val="00B7444C"/>
    <w:rsid w:val="00BA33AB"/>
    <w:rsid w:val="00BB65DA"/>
    <w:rsid w:val="00BC09E3"/>
    <w:rsid w:val="00BC6C28"/>
    <w:rsid w:val="00BE2B35"/>
    <w:rsid w:val="00C160A9"/>
    <w:rsid w:val="00C30E63"/>
    <w:rsid w:val="00C55009"/>
    <w:rsid w:val="00C56014"/>
    <w:rsid w:val="00C616BB"/>
    <w:rsid w:val="00C72C15"/>
    <w:rsid w:val="00C75B4F"/>
    <w:rsid w:val="00C76572"/>
    <w:rsid w:val="00CE7FE6"/>
    <w:rsid w:val="00CF479D"/>
    <w:rsid w:val="00CF6D21"/>
    <w:rsid w:val="00D0065D"/>
    <w:rsid w:val="00D01379"/>
    <w:rsid w:val="00D0236F"/>
    <w:rsid w:val="00D0461B"/>
    <w:rsid w:val="00D76FB3"/>
    <w:rsid w:val="00D93A30"/>
    <w:rsid w:val="00D97343"/>
    <w:rsid w:val="00DC29E4"/>
    <w:rsid w:val="00E0160E"/>
    <w:rsid w:val="00E208EF"/>
    <w:rsid w:val="00E6201C"/>
    <w:rsid w:val="00EB5AB1"/>
    <w:rsid w:val="00ED15A8"/>
    <w:rsid w:val="00EF3B15"/>
    <w:rsid w:val="00EF679B"/>
    <w:rsid w:val="00F05FBD"/>
    <w:rsid w:val="00F23AA1"/>
    <w:rsid w:val="00F259C6"/>
    <w:rsid w:val="00F52057"/>
    <w:rsid w:val="00FD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293E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customStyle="1" w:styleId="Odsazentlatextu">
    <w:name w:val="Odsazení těla textu"/>
    <w:basedOn w:val="Normln"/>
    <w:rsid w:val="001563CB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Prosttext">
    <w:name w:val="Plain Text"/>
    <w:basedOn w:val="Normln"/>
    <w:link w:val="ProsttextChar"/>
    <w:rsid w:val="00BC6C2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BC6C2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29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RzymanovaM</cp:lastModifiedBy>
  <cp:revision>19</cp:revision>
  <cp:lastPrinted>2021-05-06T10:53:00Z</cp:lastPrinted>
  <dcterms:created xsi:type="dcterms:W3CDTF">2021-03-08T09:36:00Z</dcterms:created>
  <dcterms:modified xsi:type="dcterms:W3CDTF">2021-05-11T15:06:00Z</dcterms:modified>
</cp:coreProperties>
</file>