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3470CB" w:rsidRDefault="003470CB" w:rsidP="00A92050">
      <w:pPr>
        <w:jc w:val="center"/>
        <w:rPr>
          <w:b/>
        </w:rPr>
      </w:pPr>
    </w:p>
    <w:p w:rsidR="003470CB" w:rsidRDefault="00A92050" w:rsidP="003470CB">
      <w:pPr>
        <w:pStyle w:val="Tlotextu"/>
        <w:jc w:val="center"/>
        <w:rPr>
          <w:b/>
        </w:rPr>
      </w:pPr>
      <w:r>
        <w:rPr>
          <w:b/>
        </w:rPr>
        <w:t>k</w:t>
      </w:r>
      <w:r w:rsidR="009647CA">
        <w:rPr>
          <w:b/>
        </w:rPr>
        <w:t xml:space="preserve"> vládnímu </w:t>
      </w:r>
      <w:r>
        <w:rPr>
          <w:b/>
        </w:rPr>
        <w:t xml:space="preserve">návrhu </w:t>
      </w:r>
      <w:r w:rsidR="003470CB" w:rsidRPr="003470CB">
        <w:rPr>
          <w:b/>
        </w:rPr>
        <w:t xml:space="preserve">zákona, kterým se mění zákon č. 21/1992 Sb., o bankách, ve znění </w:t>
      </w:r>
      <w:r w:rsidR="003470CB">
        <w:rPr>
          <w:b/>
        </w:rPr>
        <w:t>p</w:t>
      </w:r>
      <w:r w:rsidR="003470CB" w:rsidRPr="003470CB">
        <w:rPr>
          <w:b/>
        </w:rPr>
        <w:t>ozdějších předpisů, a některé další zákony</w:t>
      </w:r>
    </w:p>
    <w:p w:rsidR="003470CB" w:rsidRDefault="003470CB" w:rsidP="003470CB">
      <w:pPr>
        <w:pStyle w:val="Tlotextu"/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D67355">
        <w:rPr>
          <w:b/>
        </w:rPr>
        <w:t>903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</w:t>
      </w:r>
      <w:r w:rsidR="00D67355">
        <w:t xml:space="preserve">rozpočtového </w:t>
      </w:r>
      <w:r>
        <w:t xml:space="preserve">výboru č. </w:t>
      </w:r>
      <w:r w:rsidR="00D67355">
        <w:t>502</w:t>
      </w:r>
      <w:r w:rsidR="00AF24B6">
        <w:t xml:space="preserve"> z</w:t>
      </w:r>
      <w:r w:rsidR="00D67355">
        <w:t xml:space="preserve"> 51</w:t>
      </w:r>
      <w:r>
        <w:t xml:space="preserve">. schůze konané dne </w:t>
      </w:r>
      <w:r w:rsidR="00D67355">
        <w:t>17. 2. 2021</w:t>
      </w:r>
      <w:r>
        <w:t xml:space="preserve"> (tisk </w:t>
      </w:r>
      <w:r w:rsidR="00D67355">
        <w:t>903</w:t>
      </w:r>
      <w:r>
        <w:t>/</w:t>
      </w:r>
      <w:r w:rsidR="00D67355">
        <w:t>2</w:t>
      </w:r>
      <w:r>
        <w:t>)</w:t>
      </w:r>
    </w:p>
    <w:p w:rsidR="00A92050" w:rsidRPr="00A92050" w:rsidRDefault="00A92050" w:rsidP="00A92050"/>
    <w:p w:rsidR="00D67355" w:rsidRPr="001D46F8" w:rsidRDefault="00D67355" w:rsidP="00D67355">
      <w:pPr>
        <w:pStyle w:val="Odsazentlatextu"/>
        <w:spacing w:after="120"/>
        <w:ind w:left="0" w:firstLine="0"/>
        <w:jc w:val="both"/>
        <w:rPr>
          <w:spacing w:val="-3"/>
        </w:rPr>
      </w:pPr>
      <w:r w:rsidRPr="001D46F8">
        <w:rPr>
          <w:spacing w:val="-3"/>
        </w:rPr>
        <w:t>Část první - návrh zákona, kterým se mění zákon č. 21/1992 Sb., o bankách, ve znění pozdějších předpisů, se mění takto:</w:t>
      </w:r>
    </w:p>
    <w:p w:rsidR="00D67355" w:rsidRPr="001D46F8" w:rsidRDefault="00D67355" w:rsidP="00D67355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1.</w:t>
      </w:r>
      <w:r w:rsidRPr="001D46F8">
        <w:rPr>
          <w:spacing w:val="-3"/>
        </w:rPr>
        <w:tab/>
        <w:t>V novelizačním bodu 3 se v § 3b odst. 1 písm. l) a o) slova „nebo bydlištěm“ zrušují.</w:t>
      </w:r>
    </w:p>
    <w:p w:rsidR="00D67355" w:rsidRPr="001D46F8" w:rsidRDefault="00D67355" w:rsidP="00D67355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2.</w:t>
      </w:r>
      <w:r w:rsidRPr="001D46F8">
        <w:rPr>
          <w:spacing w:val="-3"/>
        </w:rPr>
        <w:tab/>
        <w:t>V novelizačním bodu 113 se v § 20 odst. 15 slova „nebo bydliště“ zrušují.</w:t>
      </w:r>
    </w:p>
    <w:p w:rsidR="00D67355" w:rsidRPr="001D46F8" w:rsidRDefault="00D67355" w:rsidP="00D67355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3.</w:t>
      </w:r>
      <w:r w:rsidRPr="001D46F8">
        <w:rPr>
          <w:spacing w:val="-3"/>
        </w:rPr>
        <w:tab/>
        <w:t>V novelizačním bodu 153 se v § 26d odst. 1 a § 26f odst. 2 slova „nebo bydlištěm“ zrušují.</w:t>
      </w:r>
    </w:p>
    <w:p w:rsidR="00D67355" w:rsidRPr="001D46F8" w:rsidRDefault="00D67355" w:rsidP="00D67355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4.</w:t>
      </w:r>
      <w:r w:rsidRPr="001D46F8">
        <w:rPr>
          <w:spacing w:val="-3"/>
        </w:rPr>
        <w:tab/>
        <w:t>V novelizačním bodu 153 se v § 26e odst. 5 a 6 a § 26l odst. 4 písm. b) slova „nebo bydliště“ zrušují.</w:t>
      </w:r>
    </w:p>
    <w:p w:rsidR="00D67355" w:rsidRPr="001D46F8" w:rsidRDefault="00D67355" w:rsidP="00D67355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5.</w:t>
      </w:r>
      <w:r w:rsidRPr="001D46F8">
        <w:rPr>
          <w:spacing w:val="-3"/>
        </w:rPr>
        <w:tab/>
        <w:t>V novelizačním bodu 154 se v § 28 odst. 2, § 30 odst. 5 a § 32 odst. 1 a 4 slova „nebo bydliště“ zrušují.</w:t>
      </w:r>
    </w:p>
    <w:p w:rsidR="00D67355" w:rsidRPr="001D46F8" w:rsidRDefault="00D67355" w:rsidP="00D67355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6.</w:t>
      </w:r>
      <w:r w:rsidRPr="001D46F8">
        <w:rPr>
          <w:spacing w:val="-3"/>
        </w:rPr>
        <w:tab/>
        <w:t>V novelizačním bodu 168 se v § 36da odst. 5 písm. b) zrušuje.</w:t>
      </w:r>
    </w:p>
    <w:p w:rsidR="00D67355" w:rsidRPr="001D46F8" w:rsidRDefault="00D67355" w:rsidP="00D67355">
      <w:pPr>
        <w:pStyle w:val="Odsazentlatextu"/>
        <w:ind w:left="426" w:firstLine="0"/>
        <w:jc w:val="both"/>
        <w:rPr>
          <w:spacing w:val="-3"/>
        </w:rPr>
      </w:pPr>
      <w:r w:rsidRPr="001D46F8">
        <w:rPr>
          <w:spacing w:val="-3"/>
        </w:rPr>
        <w:t>Dosavadní písmeno c) se označuje jako písmeno b).</w:t>
      </w:r>
    </w:p>
    <w:p w:rsidR="00D67355" w:rsidRPr="001D46F8" w:rsidRDefault="00D67355" w:rsidP="00D67355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7.</w:t>
      </w:r>
      <w:r w:rsidRPr="001D46F8">
        <w:rPr>
          <w:spacing w:val="-3"/>
        </w:rPr>
        <w:tab/>
        <w:t>V novelizačním bodu 168 se v § 36da odst. 5 písm. b) slova „a spáchala-li přestupek právnická osoba“ zrušují.</w:t>
      </w:r>
    </w:p>
    <w:p w:rsidR="00D67355" w:rsidRPr="001D46F8" w:rsidRDefault="00D67355" w:rsidP="00D67355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8.</w:t>
      </w:r>
      <w:r w:rsidRPr="001D46F8">
        <w:rPr>
          <w:spacing w:val="-3"/>
        </w:rPr>
        <w:tab/>
        <w:t>V novelizačním bodu 168 § 36db odstavec 2 zní:</w:t>
      </w:r>
    </w:p>
    <w:p w:rsidR="00D67355" w:rsidRDefault="00D67355" w:rsidP="00D67355">
      <w:pPr>
        <w:pStyle w:val="Odsazentlatextu"/>
        <w:tabs>
          <w:tab w:val="clear" w:pos="709"/>
        </w:tabs>
        <w:ind w:left="426" w:firstLine="0"/>
        <w:jc w:val="both"/>
        <w:rPr>
          <w:spacing w:val="-3"/>
        </w:rPr>
      </w:pPr>
      <w:r w:rsidRPr="001D46F8">
        <w:rPr>
          <w:spacing w:val="-3"/>
        </w:rPr>
        <w:t>„(2) Za přestupek podle odstavce 1 písm. a) nebo b) lze uložit pokutu do 10 000 000 Kč.“.</w:t>
      </w:r>
    </w:p>
    <w:p w:rsidR="00D67355" w:rsidRDefault="00D67355" w:rsidP="00D67355">
      <w:pPr>
        <w:pStyle w:val="Odsazentlatextu"/>
        <w:tabs>
          <w:tab w:val="clear" w:pos="709"/>
        </w:tabs>
        <w:jc w:val="both"/>
        <w:rPr>
          <w:spacing w:val="-3"/>
        </w:rPr>
      </w:pPr>
    </w:p>
    <w:p w:rsidR="00D67355" w:rsidRDefault="00D67355" w:rsidP="00D67355">
      <w:pPr>
        <w:pStyle w:val="Odsazentlatextu"/>
        <w:tabs>
          <w:tab w:val="clear" w:pos="709"/>
          <w:tab w:val="left" w:pos="1843"/>
        </w:tabs>
        <w:spacing w:after="120"/>
        <w:ind w:left="0" w:firstLine="0"/>
        <w:jc w:val="both"/>
      </w:pPr>
      <w:r>
        <w:t>Část druhá - návrh zákona, kterým se mění zákon č. 87/1995 Sb., o spořitelních a úvěrních družstvech a některých opatřeních s tím souvisejících a o doplnění zákona České národní rady č. 586/1992 Sb., o daních z příjmů, ve znění pozdějších předpisů, ve znění pozdějších předpisů, se mění takto:</w:t>
      </w:r>
    </w:p>
    <w:p w:rsidR="00D67355" w:rsidRDefault="00D67355" w:rsidP="00D67355">
      <w:pPr>
        <w:pStyle w:val="Odsazentlatextu"/>
        <w:tabs>
          <w:tab w:val="clear" w:pos="709"/>
          <w:tab w:val="left" w:pos="426"/>
        </w:tabs>
        <w:jc w:val="both"/>
      </w:pPr>
      <w:r>
        <w:t>1.</w:t>
      </w:r>
      <w:r>
        <w:tab/>
        <w:t>V novelizačním bodu 3 se v § 1a písm. m) a p) slova „nebo bydlištěm“ zrušují.</w:t>
      </w:r>
    </w:p>
    <w:p w:rsidR="00D67355" w:rsidRDefault="00D67355" w:rsidP="00D67355">
      <w:pPr>
        <w:pStyle w:val="Odsazentlatextu"/>
        <w:tabs>
          <w:tab w:val="clear" w:pos="709"/>
          <w:tab w:val="left" w:pos="426"/>
        </w:tabs>
        <w:jc w:val="both"/>
      </w:pPr>
      <w:r>
        <w:t>2.</w:t>
      </w:r>
      <w:r>
        <w:tab/>
        <w:t>Novelizační bod 115 zní:</w:t>
      </w:r>
    </w:p>
    <w:p w:rsidR="00D67355" w:rsidRDefault="00D67355" w:rsidP="00D67355">
      <w:pPr>
        <w:pStyle w:val="Odsazentlatextu"/>
        <w:tabs>
          <w:tab w:val="clear" w:pos="709"/>
          <w:tab w:val="left" w:pos="851"/>
        </w:tabs>
        <w:ind w:left="426" w:firstLine="0"/>
        <w:jc w:val="both"/>
      </w:pPr>
      <w:r>
        <w:t>„115. V § 25a odst. 8 se číslo „6“ nahrazuje číslem „7“ a slova „tohoto zákona“ se nahrazují slovy „, jaký je požadován právem Evropské unie“.“</w:t>
      </w:r>
    </w:p>
    <w:p w:rsidR="00D67355" w:rsidRDefault="00D67355" w:rsidP="00D67355">
      <w:pPr>
        <w:pStyle w:val="Odsazentlatextu"/>
        <w:tabs>
          <w:tab w:val="clear" w:pos="709"/>
          <w:tab w:val="left" w:pos="851"/>
        </w:tabs>
        <w:ind w:left="426" w:firstLine="0"/>
        <w:jc w:val="both"/>
      </w:pPr>
    </w:p>
    <w:p w:rsidR="00D67355" w:rsidRDefault="00D67355" w:rsidP="00D67355">
      <w:pPr>
        <w:pStyle w:val="Odsazentlatextu"/>
        <w:tabs>
          <w:tab w:val="left" w:pos="851"/>
        </w:tabs>
        <w:spacing w:after="120"/>
        <w:ind w:left="0" w:firstLine="0"/>
        <w:jc w:val="both"/>
      </w:pPr>
    </w:p>
    <w:p w:rsidR="00D67355" w:rsidRDefault="00D67355" w:rsidP="00D67355">
      <w:pPr>
        <w:pStyle w:val="Odsazentlatextu"/>
        <w:tabs>
          <w:tab w:val="left" w:pos="851"/>
        </w:tabs>
        <w:spacing w:after="120"/>
        <w:ind w:left="0" w:firstLine="0"/>
        <w:jc w:val="both"/>
      </w:pPr>
      <w:r>
        <w:t>Část třetí - návrh zákona, kterým se mění zákon č. 256/2004 Sb., o podnikání na kapitálovém trhu, ve znění pozdějších předpisů, se mění takto:</w:t>
      </w:r>
    </w:p>
    <w:p w:rsidR="00D67355" w:rsidRDefault="00D67355" w:rsidP="00D67355">
      <w:pPr>
        <w:pStyle w:val="Odsazentlatextu"/>
        <w:tabs>
          <w:tab w:val="left" w:pos="851"/>
        </w:tabs>
        <w:ind w:left="426" w:hanging="426"/>
        <w:jc w:val="both"/>
      </w:pPr>
      <w:r>
        <w:t>1.</w:t>
      </w:r>
      <w:r>
        <w:tab/>
        <w:t>V novelizačním bodu 3 se v § 2 odst. 6 písm. h) a j) slova „nebo bydlištěm“ zrušují.</w:t>
      </w:r>
    </w:p>
    <w:p w:rsidR="00D67355" w:rsidRDefault="00D67355" w:rsidP="00D67355">
      <w:pPr>
        <w:pStyle w:val="Odsazentlatextu"/>
        <w:tabs>
          <w:tab w:val="left" w:pos="851"/>
        </w:tabs>
        <w:ind w:left="426" w:hanging="426"/>
        <w:jc w:val="both"/>
      </w:pPr>
      <w:r>
        <w:lastRenderedPageBreak/>
        <w:t>2.</w:t>
      </w:r>
      <w:r>
        <w:tab/>
        <w:t>V novelizačním bodu 94 se v § 135d odst. 4, písm. h) text „§ 135“ nahrazuje textem „§ 136“.</w:t>
      </w:r>
    </w:p>
    <w:p w:rsidR="00D67355" w:rsidRDefault="00D67355" w:rsidP="00D67355">
      <w:pPr>
        <w:pStyle w:val="Odsazentlatextu"/>
        <w:jc w:val="both"/>
      </w:pPr>
    </w:p>
    <w:p w:rsidR="00D67355" w:rsidRDefault="00D67355" w:rsidP="00D67355">
      <w:pPr>
        <w:pStyle w:val="Odsazentlatextu"/>
        <w:spacing w:after="120"/>
        <w:jc w:val="both"/>
      </w:pPr>
      <w:r>
        <w:t>Část jedenáctá – účinnost, se mění takto:</w:t>
      </w:r>
    </w:p>
    <w:p w:rsidR="00D67355" w:rsidRDefault="00D67355" w:rsidP="00D67355">
      <w:pPr>
        <w:pStyle w:val="Odsazentlatextu"/>
        <w:tabs>
          <w:tab w:val="clear" w:pos="709"/>
          <w:tab w:val="left" w:pos="567"/>
        </w:tabs>
        <w:ind w:left="426" w:hanging="426"/>
        <w:jc w:val="both"/>
      </w:pPr>
      <w:r>
        <w:t>1.</w:t>
      </w:r>
      <w:r>
        <w:tab/>
        <w:t xml:space="preserve">V čl. XII se v  </w:t>
      </w:r>
      <w:proofErr w:type="spellStart"/>
      <w:r>
        <w:t>návětí</w:t>
      </w:r>
      <w:proofErr w:type="spellEnd"/>
      <w:r>
        <w:t xml:space="preserve"> slova „dnem 29. prosince 2020“ nahrazují slovy „prvním dnem po dni jeho vyhlášení“.</w:t>
      </w:r>
    </w:p>
    <w:p w:rsidR="00D67355" w:rsidRDefault="00D67355" w:rsidP="00D67355">
      <w:pPr>
        <w:pStyle w:val="Odsazentlatextu"/>
        <w:tabs>
          <w:tab w:val="clear" w:pos="709"/>
          <w:tab w:val="left" w:pos="1560"/>
        </w:tabs>
        <w:ind w:left="426" w:hanging="426"/>
        <w:jc w:val="both"/>
      </w:pPr>
      <w:r>
        <w:t>2.</w:t>
      </w:r>
      <w:r>
        <w:tab/>
        <w:t>V čl. XII písm. a) se za slovem „133“ slovo „a“ nahrazuje čárkou, za slovo „149,“ se vkládá text „169, 170, 171, 173 a 174,“ a za slovo „87“ se vkládá text „, 129, 130, 131, 133, 134“.</w:t>
      </w:r>
    </w:p>
    <w:p w:rsidR="00D67355" w:rsidRDefault="00D67355" w:rsidP="00D67355">
      <w:pPr>
        <w:pStyle w:val="Odsazentlatextu"/>
        <w:tabs>
          <w:tab w:val="clear" w:pos="709"/>
          <w:tab w:val="left" w:pos="1560"/>
        </w:tabs>
        <w:ind w:left="426" w:hanging="426"/>
        <w:rPr>
          <w:i/>
        </w:rPr>
      </w:pPr>
    </w:p>
    <w:p w:rsidR="00D67355" w:rsidRPr="00186520" w:rsidRDefault="00D67355" w:rsidP="00D67355">
      <w:pPr>
        <w:pStyle w:val="Odsazentlatextu"/>
        <w:tabs>
          <w:tab w:val="clear" w:pos="709"/>
          <w:tab w:val="left" w:pos="1560"/>
        </w:tabs>
        <w:ind w:left="426" w:hanging="426"/>
        <w:rPr>
          <w:i/>
        </w:rPr>
      </w:pPr>
      <w:r w:rsidRPr="00186520">
        <w:rPr>
          <w:i/>
        </w:rPr>
        <w:t>Poznámka zpravodaje: Tyto návrhy tvoří nedílný celek a je nutno o nich hlasovat dohromady.</w:t>
      </w:r>
    </w:p>
    <w:p w:rsidR="00D67355" w:rsidRDefault="00D67355" w:rsidP="00D67355">
      <w:pPr>
        <w:pStyle w:val="Odsazentlatextu"/>
        <w:tabs>
          <w:tab w:val="left" w:pos="1560"/>
        </w:tabs>
        <w:ind w:left="426" w:hanging="426"/>
      </w:pPr>
    </w:p>
    <w:p w:rsidR="00D67355" w:rsidRPr="000A2243" w:rsidRDefault="00D67355" w:rsidP="00D67355">
      <w:pPr>
        <w:pStyle w:val="Odsazentlatextu"/>
        <w:tabs>
          <w:tab w:val="left" w:pos="1560"/>
        </w:tabs>
        <w:ind w:left="426" w:hanging="426"/>
        <w:jc w:val="both"/>
      </w:pPr>
      <w:r w:rsidRPr="000A2243">
        <w:t>V části první „Změna zákona o bankách“ čl. I v novelizačním bodě 25. § 8b odstavec 5 zní:</w:t>
      </w:r>
    </w:p>
    <w:p w:rsidR="00D67355" w:rsidRPr="000A2243" w:rsidRDefault="00D67355" w:rsidP="00D67355">
      <w:pPr>
        <w:pStyle w:val="Odsazentlatextu"/>
        <w:tabs>
          <w:tab w:val="left" w:pos="1560"/>
        </w:tabs>
        <w:ind w:left="426" w:hanging="426"/>
        <w:jc w:val="both"/>
      </w:pPr>
      <w:r w:rsidRPr="000A2243">
        <w:t>„(5) Evropská ovládající úvěrová instituce, evropská finanční holdingová osoba nebo evropská smíšená finanční holdingová osoba, které mají podle odstavce 4 povinnost zavést a udržovat řídicí a kontrolní systém na konsolidovaném základě, zajistí, aby jimi ovládaná osoba, jiná než instituce, zavedla na individuálním základě zásady, postupy, uspořádání a mechanismy podle odstavce 1 nezbytné pro plnění povinnosti podle odstavce 4. Z povinnosti stanovené v předchozí větě jim může Česká národní banka na základě jejich žádosti udělit v nezbytném rozsahu výjimku, pokud tato ovládající osoba prokáže, že zavedení takových zásad, postupů, uspořádání a mechanismů není v souladu s právními předpisy země sídla ovládané osoby v jiném než členském státě.“.</w:t>
      </w:r>
    </w:p>
    <w:p w:rsidR="00D67355" w:rsidRPr="000A2243" w:rsidRDefault="00D67355" w:rsidP="00D67355">
      <w:pPr>
        <w:pStyle w:val="Odsazentlatextu"/>
        <w:tabs>
          <w:tab w:val="left" w:pos="1560"/>
        </w:tabs>
        <w:ind w:left="426" w:hanging="426"/>
        <w:jc w:val="both"/>
      </w:pPr>
    </w:p>
    <w:p w:rsidR="00D67355" w:rsidRDefault="00D67355" w:rsidP="00D67355">
      <w:pPr>
        <w:pStyle w:val="Odsazentlatextu"/>
        <w:tabs>
          <w:tab w:val="left" w:pos="1560"/>
        </w:tabs>
        <w:ind w:left="426" w:hanging="426"/>
      </w:pPr>
    </w:p>
    <w:p w:rsidR="00D67355" w:rsidRPr="000A2243" w:rsidRDefault="00D67355" w:rsidP="00D67355">
      <w:pPr>
        <w:pStyle w:val="Odsazentlatextu"/>
        <w:tabs>
          <w:tab w:val="left" w:pos="1560"/>
        </w:tabs>
        <w:ind w:left="426" w:hanging="426"/>
        <w:jc w:val="both"/>
      </w:pPr>
      <w:r w:rsidRPr="000A2243">
        <w:t xml:space="preserve">V části první „Změna zákona o bankách“ čl. I novelizační bod 27 zní: </w:t>
      </w:r>
    </w:p>
    <w:p w:rsidR="00D67355" w:rsidRPr="000A2243" w:rsidRDefault="00D67355" w:rsidP="00D67355">
      <w:pPr>
        <w:pStyle w:val="Odsazentlatextu"/>
        <w:tabs>
          <w:tab w:val="left" w:pos="1560"/>
        </w:tabs>
        <w:ind w:left="426" w:hanging="426"/>
        <w:jc w:val="both"/>
      </w:pPr>
      <w:r w:rsidRPr="000A2243">
        <w:t>„27. V § 8b odstavec 8 zní:</w:t>
      </w:r>
    </w:p>
    <w:p w:rsidR="00D67355" w:rsidRPr="000A2243" w:rsidRDefault="00D67355" w:rsidP="00D67355">
      <w:pPr>
        <w:pStyle w:val="Odsazentlatextu"/>
        <w:tabs>
          <w:tab w:val="left" w:pos="1560"/>
        </w:tabs>
        <w:ind w:left="426" w:hanging="426"/>
        <w:jc w:val="both"/>
      </w:pPr>
      <w:r w:rsidRPr="000A2243">
        <w:t xml:space="preserve">(8) Osoba, která má podle odstavce 4 povinnost zavést a udržovat řídicí a kontrolní systém na konsolidovaném nebo </w:t>
      </w:r>
      <w:proofErr w:type="spellStart"/>
      <w:r w:rsidRPr="000A2243">
        <w:t>subkonsolidovaném</w:t>
      </w:r>
      <w:proofErr w:type="spellEnd"/>
      <w:r w:rsidRPr="000A2243">
        <w:t xml:space="preserve"> základě, zajistí také, aby zásady, postupy, uspořádání a mechanismy podle odstavce 1 používané ovládanými osobami, byly vzájemně souladné a propojené a vyplývaly z nich veškeré informace potřebné pro účely výkonu dohledu.“.</w:t>
      </w:r>
    </w:p>
    <w:p w:rsidR="00D67355" w:rsidRDefault="00D67355" w:rsidP="00D67355">
      <w:pPr>
        <w:pStyle w:val="Odsazentlatextu"/>
        <w:tabs>
          <w:tab w:val="clear" w:pos="709"/>
          <w:tab w:val="left" w:pos="1560"/>
        </w:tabs>
        <w:ind w:left="426" w:hanging="426"/>
      </w:pPr>
    </w:p>
    <w:p w:rsidR="00D67355" w:rsidRPr="00186520" w:rsidRDefault="00D67355" w:rsidP="00D67355">
      <w:pPr>
        <w:rPr>
          <w:i/>
          <w:spacing w:val="-3"/>
        </w:rPr>
      </w:pPr>
      <w:r w:rsidRPr="00186520">
        <w:rPr>
          <w:i/>
          <w:spacing w:val="-3"/>
        </w:rPr>
        <w:t>Poznámka zpravodaje: Tyto návrhy tvoří nedílný celek a je nutno o nich hlasovat dohromady.</w:t>
      </w:r>
    </w:p>
    <w:p w:rsidR="00D67355" w:rsidRPr="00A92050" w:rsidRDefault="00D67355" w:rsidP="00D67355"/>
    <w:p w:rsidR="00A92050" w:rsidRPr="00A92050" w:rsidRDefault="00A92050" w:rsidP="00A92050"/>
    <w:p w:rsidR="00A92050" w:rsidRPr="00A92050" w:rsidRDefault="00A92050" w:rsidP="00A92050"/>
    <w:p w:rsidR="00A92050" w:rsidRPr="009B08CE" w:rsidRDefault="009B08CE" w:rsidP="009B08CE">
      <w:pPr>
        <w:rPr>
          <w:b/>
        </w:rPr>
      </w:pPr>
      <w:r w:rsidRPr="009B08CE">
        <w:rPr>
          <w:b/>
        </w:rPr>
        <w:t>V</w:t>
      </w:r>
      <w:r w:rsidR="00A92050" w:rsidRPr="009B08CE">
        <w:rPr>
          <w:b/>
        </w:rPr>
        <w:t xml:space="preserve">e druhém čtení </w:t>
      </w:r>
      <w:r w:rsidRPr="009B08CE">
        <w:rPr>
          <w:b/>
        </w:rPr>
        <w:t xml:space="preserve">návrhu zákona </w:t>
      </w:r>
      <w:r w:rsidR="00A92050" w:rsidRPr="009B08CE">
        <w:rPr>
          <w:b/>
        </w:rPr>
        <w:t xml:space="preserve">dne </w:t>
      </w:r>
      <w:r w:rsidR="00E836A9" w:rsidRPr="009B08CE">
        <w:rPr>
          <w:b/>
        </w:rPr>
        <w:t>5.</w:t>
      </w:r>
      <w:r w:rsidR="00A92050" w:rsidRPr="009B08CE">
        <w:rPr>
          <w:b/>
        </w:rPr>
        <w:t xml:space="preserve"> </w:t>
      </w:r>
      <w:r w:rsidR="00C206A4" w:rsidRPr="009B08CE">
        <w:rPr>
          <w:b/>
        </w:rPr>
        <w:t>května</w:t>
      </w:r>
      <w:r w:rsidR="00D67355" w:rsidRPr="009B08CE">
        <w:rPr>
          <w:b/>
        </w:rPr>
        <w:t xml:space="preserve"> 2021</w:t>
      </w:r>
      <w:r w:rsidRPr="009B08CE">
        <w:rPr>
          <w:b/>
        </w:rPr>
        <w:t xml:space="preserve"> nebyly předneseny žádné pozměňovací návrhy.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9B08CE">
        <w:t xml:space="preserve"> </w:t>
      </w:r>
      <w:r w:rsidR="00293FE8">
        <w:t xml:space="preserve">5. </w:t>
      </w:r>
      <w:r w:rsidR="009B08CE">
        <w:t>května  2021</w:t>
      </w:r>
    </w:p>
    <w:p w:rsidR="00A92050" w:rsidRDefault="00A92050" w:rsidP="00A92050">
      <w:pPr>
        <w:jc w:val="center"/>
      </w:pPr>
    </w:p>
    <w:p w:rsidR="00293FE8" w:rsidRDefault="00293FE8" w:rsidP="00A92050">
      <w:pPr>
        <w:jc w:val="center"/>
      </w:pPr>
    </w:p>
    <w:p w:rsidR="00293FE8" w:rsidRDefault="00293FE8" w:rsidP="00A92050">
      <w:pPr>
        <w:jc w:val="center"/>
      </w:pPr>
    </w:p>
    <w:p w:rsidR="00293FE8" w:rsidRPr="00A92050" w:rsidRDefault="00293FE8" w:rsidP="00A92050">
      <w:pPr>
        <w:jc w:val="center"/>
      </w:pPr>
    </w:p>
    <w:p w:rsidR="00A92050" w:rsidRPr="009B08CE" w:rsidRDefault="009B08CE" w:rsidP="00A92050">
      <w:pPr>
        <w:jc w:val="center"/>
        <w:rPr>
          <w:b/>
        </w:rPr>
      </w:pPr>
      <w:r w:rsidRPr="009B08CE">
        <w:rPr>
          <w:b/>
        </w:rPr>
        <w:t>Ing. Jiří   D o l e j š</w:t>
      </w:r>
      <w:r w:rsidR="00293FE8" w:rsidRPr="00293FE8">
        <w:t>, v.</w:t>
      </w:r>
      <w:r w:rsidR="00293FE8">
        <w:t xml:space="preserve"> </w:t>
      </w:r>
      <w:bookmarkStart w:id="0" w:name="_GoBack"/>
      <w:bookmarkEnd w:id="0"/>
      <w:r w:rsidR="00293FE8" w:rsidRPr="00293FE8">
        <w:t>r.</w:t>
      </w:r>
    </w:p>
    <w:p w:rsidR="00A92050" w:rsidRPr="009B08CE" w:rsidRDefault="00A92050" w:rsidP="00A92050">
      <w:pPr>
        <w:jc w:val="center"/>
        <w:rPr>
          <w:b/>
        </w:rPr>
      </w:pPr>
      <w:r w:rsidRPr="009B08CE">
        <w:rPr>
          <w:b/>
        </w:rPr>
        <w:t>zpravodaj garančního</w:t>
      </w:r>
      <w:r w:rsidR="009B08CE" w:rsidRPr="009B08CE">
        <w:rPr>
          <w:b/>
        </w:rPr>
        <w:t xml:space="preserve"> rozpočtového</w:t>
      </w:r>
      <w:r w:rsidRPr="009B08CE">
        <w:rPr>
          <w:b/>
        </w:rPr>
        <w:t xml:space="preserve"> výboru</w:t>
      </w:r>
      <w:r w:rsidR="00AF24B6" w:rsidRPr="009B08CE">
        <w:rPr>
          <w:b/>
        </w:rPr>
        <w:t xml:space="preserve"> </w:t>
      </w:r>
    </w:p>
    <w:sectPr w:rsidR="00A92050" w:rsidRPr="009B08CE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93FE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266D0A"/>
    <w:rsid w:val="00293FE8"/>
    <w:rsid w:val="00331254"/>
    <w:rsid w:val="003470CB"/>
    <w:rsid w:val="00381BC1"/>
    <w:rsid w:val="009647CA"/>
    <w:rsid w:val="009B08CE"/>
    <w:rsid w:val="00A73D85"/>
    <w:rsid w:val="00A92050"/>
    <w:rsid w:val="00AF24B6"/>
    <w:rsid w:val="00C206A4"/>
    <w:rsid w:val="00D67355"/>
    <w:rsid w:val="00E8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F90DD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customStyle="1" w:styleId="Odsazentlatextu">
    <w:name w:val="Odsazení těla textu"/>
    <w:basedOn w:val="Normln"/>
    <w:rsid w:val="00D67355"/>
    <w:pPr>
      <w:tabs>
        <w:tab w:val="left" w:pos="-720"/>
        <w:tab w:val="left" w:pos="709"/>
      </w:tabs>
      <w:suppressAutoHyphens/>
      <w:ind w:left="709" w:hanging="709"/>
      <w:jc w:val="left"/>
    </w:pPr>
    <w:rPr>
      <w:szCs w:val="20"/>
      <w:lang w:eastAsia="zh-CN" w:bidi="hi-IN"/>
    </w:rPr>
  </w:style>
  <w:style w:type="paragraph" w:customStyle="1" w:styleId="Tlotextu">
    <w:name w:val="Tělo textu"/>
    <w:basedOn w:val="Normln"/>
    <w:rsid w:val="003470CB"/>
    <w:pPr>
      <w:tabs>
        <w:tab w:val="left" w:pos="0"/>
      </w:tabs>
      <w:suppressAutoHyphens/>
    </w:pPr>
    <w:rPr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8</TotalTime>
  <Pages>2</Pages>
  <Words>610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7</cp:revision>
  <dcterms:created xsi:type="dcterms:W3CDTF">2021-03-01T08:30:00Z</dcterms:created>
  <dcterms:modified xsi:type="dcterms:W3CDTF">2021-05-05T13:52:00Z</dcterms:modified>
  <cp:category/>
</cp:coreProperties>
</file>