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6C6E86">
        <w:rPr>
          <w:b w:val="0"/>
          <w:i w:val="0"/>
        </w:rPr>
        <w:t>223611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A07022" w:rsidP="000E730C">
      <w:pPr>
        <w:pStyle w:val="PS-slousnesen"/>
      </w:pPr>
      <w:r>
        <w:t>273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21EED">
        <w:t xml:space="preserve"> </w:t>
      </w:r>
      <w:r w:rsidR="003C58D1">
        <w:t>8</w:t>
      </w:r>
      <w:r w:rsidR="006139CF">
        <w:t>7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6139CF">
        <w:t xml:space="preserve">28. dubna </w:t>
      </w:r>
      <w:r w:rsidR="00121EED">
        <w:t>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3C58D1" w:rsidRPr="006044CA" w:rsidRDefault="003C58D1" w:rsidP="00A65FB1">
      <w:pPr>
        <w:autoSpaceDE w:val="0"/>
        <w:adjustRightInd w:val="0"/>
        <w:ind w:left="705" w:hanging="705"/>
        <w:jc w:val="center"/>
        <w:rPr>
          <w:color w:val="000000"/>
          <w:lang w:eastAsia="cs-CZ"/>
        </w:rPr>
      </w:pPr>
      <w:r w:rsidRPr="006044CA">
        <w:rPr>
          <w:shd w:val="clear" w:color="auto" w:fill="FFFFFF"/>
        </w:rPr>
        <w:t xml:space="preserve">Návrh poslanců Jana Birke, Jana Hamáčka, Jana Chvojky a dalších na vydání zákona </w:t>
      </w:r>
      <w:r w:rsidR="00A65FB1">
        <w:rPr>
          <w:shd w:val="clear" w:color="auto" w:fill="FFFFFF"/>
        </w:rPr>
        <w:br/>
      </w:r>
      <w:r w:rsidRPr="006044CA">
        <w:rPr>
          <w:shd w:val="clear" w:color="auto" w:fill="FFFFFF"/>
        </w:rPr>
        <w:t xml:space="preserve">o veřejně prospěšných společnostech bytových a výstavbě dostupného bydlení </w:t>
      </w:r>
      <w:r w:rsidR="00A65FB1">
        <w:rPr>
          <w:shd w:val="clear" w:color="auto" w:fill="FFFFFF"/>
        </w:rPr>
        <w:br/>
      </w:r>
      <w:r w:rsidRPr="006044CA">
        <w:rPr>
          <w:shd w:val="clear" w:color="auto" w:fill="FFFFFF"/>
        </w:rPr>
        <w:t>a o změně některých zákonů (zákon č. 586/1992 Sb., o daních z příjmů, ve znění pozdějších předpisů, a zákon č. 90/2012 Sb., o obchodních společnostech a družstvech (zákon o obchodních korporacích), ve znění pozdějších právních předpisů)</w:t>
      </w:r>
      <w:r w:rsidRPr="006044CA">
        <w:t xml:space="preserve"> (tisk 952)</w:t>
      </w:r>
    </w:p>
    <w:p w:rsidR="003F73C2" w:rsidRDefault="003F73C2" w:rsidP="00A65FB1">
      <w:pPr>
        <w:pStyle w:val="PS-pedmtusnesen"/>
        <w:pBdr>
          <w:bottom w:val="single" w:sz="4" w:space="0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6139CF">
        <w:t xml:space="preserve">vyjádření </w:t>
      </w:r>
      <w:r w:rsidR="00A65FB1">
        <w:t>člena návrhové skupiny poslanců posl. JUDr. Jana Chvojky</w:t>
      </w:r>
      <w:r w:rsidR="00121EED">
        <w:t>,</w:t>
      </w:r>
      <w:r w:rsidR="001300F9">
        <w:t xml:space="preserve"> </w:t>
      </w:r>
      <w:r>
        <w:t>zpravodaj</w:t>
      </w:r>
      <w:r w:rsidR="006139CF">
        <w:t xml:space="preserve">e </w:t>
      </w:r>
      <w:r w:rsidR="001300F9">
        <w:t xml:space="preserve">posl. </w:t>
      </w:r>
      <w:r w:rsidR="00121EED">
        <w:t xml:space="preserve">Mgr. </w:t>
      </w:r>
      <w:r w:rsidR="00A65FB1">
        <w:t xml:space="preserve">Tomáše Kohoutka, MBA </w:t>
      </w:r>
      <w:r>
        <w:t xml:space="preserve">a </w:t>
      </w:r>
      <w:r w:rsidR="00A26312">
        <w:t xml:space="preserve">v obecné </w:t>
      </w:r>
      <w:bookmarkStart w:id="0" w:name="_GoBack"/>
      <w:bookmarkEnd w:id="0"/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A07022" w:rsidRDefault="00A07022" w:rsidP="00C64738">
      <w:pPr>
        <w:pStyle w:val="PS-uvodnodstavec"/>
        <w:spacing w:after="0"/>
        <w:ind w:left="360" w:firstLine="0"/>
      </w:pPr>
    </w:p>
    <w:p w:rsidR="00A07022" w:rsidRDefault="00A07022" w:rsidP="00A07022">
      <w:pPr>
        <w:pStyle w:val="PS-uvodnodstavec"/>
        <w:spacing w:after="0"/>
        <w:ind w:left="360" w:firstLine="0"/>
      </w:pPr>
      <w:r w:rsidRPr="000C399A">
        <w:t>ústavně právní výbor</w:t>
      </w:r>
    </w:p>
    <w:p w:rsidR="00A07022" w:rsidRDefault="00A07022" w:rsidP="00A07022"/>
    <w:p w:rsidR="00A07022" w:rsidRDefault="00A07022" w:rsidP="00A07022"/>
    <w:p w:rsidR="00A07022" w:rsidRDefault="00A07022" w:rsidP="00A07022">
      <w:pPr>
        <w:pStyle w:val="PS-slovanseznam"/>
        <w:numPr>
          <w:ilvl w:val="0"/>
          <w:numId w:val="21"/>
        </w:numPr>
        <w:ind w:left="426" w:hanging="426"/>
      </w:pPr>
      <w:r>
        <w:rPr>
          <w:rStyle w:val="proloenChar"/>
        </w:rPr>
        <w:t xml:space="preserve">přerušuje </w:t>
      </w:r>
      <w:r>
        <w:t xml:space="preserve">projednávání sněmovního tisku 952 do příští schůze výboru. </w:t>
      </w:r>
    </w:p>
    <w:p w:rsidR="00A07022" w:rsidRDefault="00A07022" w:rsidP="00A07022"/>
    <w:p w:rsidR="00A07022" w:rsidRDefault="00A07022" w:rsidP="00A07022"/>
    <w:p w:rsidR="00A07022" w:rsidRDefault="00A07022" w:rsidP="00A07022"/>
    <w:p w:rsidR="00A07022" w:rsidRDefault="00A07022" w:rsidP="00A07022"/>
    <w:p w:rsidR="004A4F60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</w:t>
      </w:r>
      <w:r w:rsidR="00064D86">
        <w:t xml:space="preserve">Mgr. </w:t>
      </w:r>
      <w:r w:rsidR="00A65FB1">
        <w:t>Tomáš KOHOUTEK, MBA</w:t>
      </w:r>
      <w:r w:rsidR="008F5CFB">
        <w:t xml:space="preserve"> v. r. </w:t>
      </w:r>
      <w:r w:rsidR="00424F0D">
        <w:tab/>
      </w:r>
      <w:r w:rsidR="008F5CFB">
        <w:tab/>
        <w:t xml:space="preserve">  </w:t>
      </w:r>
      <w:r w:rsidR="00A07022">
        <w:t xml:space="preserve">  Mgr. Marek VÝBORNÝ</w:t>
      </w:r>
      <w:r w:rsidR="008F5CFB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</w:t>
      </w:r>
      <w:r w:rsidR="00F8079F">
        <w:t xml:space="preserve"> </w:t>
      </w:r>
      <w:r w:rsidR="00064D86">
        <w:t xml:space="preserve">    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A07022" w:rsidRDefault="00A0702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07022" w:rsidRDefault="00A0702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07022" w:rsidRDefault="00A0702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8F5CFB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02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77937"/>
    <w:multiLevelType w:val="hybridMultilevel"/>
    <w:tmpl w:val="224AE546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1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0E74ED"/>
    <w:rsid w:val="00103C04"/>
    <w:rsid w:val="00106842"/>
    <w:rsid w:val="00114315"/>
    <w:rsid w:val="00115A56"/>
    <w:rsid w:val="00117FF6"/>
    <w:rsid w:val="00121EED"/>
    <w:rsid w:val="001300F9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C58D1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139CF"/>
    <w:rsid w:val="00620764"/>
    <w:rsid w:val="00620998"/>
    <w:rsid w:val="00641641"/>
    <w:rsid w:val="00645FA8"/>
    <w:rsid w:val="006577D3"/>
    <w:rsid w:val="00660DAE"/>
    <w:rsid w:val="006A17D0"/>
    <w:rsid w:val="006C3753"/>
    <w:rsid w:val="006C6E86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F5CFB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07022"/>
    <w:rsid w:val="00A103EC"/>
    <w:rsid w:val="00A13EE8"/>
    <w:rsid w:val="00A26312"/>
    <w:rsid w:val="00A37444"/>
    <w:rsid w:val="00A46CDA"/>
    <w:rsid w:val="00A54912"/>
    <w:rsid w:val="00A56A3C"/>
    <w:rsid w:val="00A65FB1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91A96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F6F0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6AE71-FA37-484B-BF1D-9684A337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2021-04-29T13:20:00Z</cp:lastPrinted>
  <dcterms:created xsi:type="dcterms:W3CDTF">2021-04-29T13:18:00Z</dcterms:created>
  <dcterms:modified xsi:type="dcterms:W3CDTF">2021-04-29T13:44:00Z</dcterms:modified>
</cp:coreProperties>
</file>