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4D6A8B">
      <w:pPr>
        <w:pStyle w:val="Nadpis"/>
        <w:spacing w:before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4D6A8B" w:rsidRPr="004D6A8B">
        <w:rPr>
          <w:b/>
          <w:sz w:val="24"/>
        </w:rPr>
        <w:t xml:space="preserve">vládnímu návrhu zákona, kterým se mění zákon č. 435/2004 Sb., o zaměstnanosti, </w:t>
      </w:r>
      <w:r w:rsidR="00B540DC">
        <w:rPr>
          <w:b/>
          <w:sz w:val="24"/>
        </w:rPr>
        <w:br/>
      </w:r>
      <w:r w:rsidR="004D6A8B" w:rsidRPr="004D6A8B">
        <w:rPr>
          <w:b/>
          <w:sz w:val="24"/>
        </w:rPr>
        <w:t>ve znění pozdějších předpisů, a další související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4D6A8B">
        <w:rPr>
          <w:b/>
          <w:bCs/>
          <w:sz w:val="24"/>
        </w:rPr>
        <w:t>1025)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</w:t>
      </w:r>
      <w:r w:rsidR="004D6A8B">
        <w:t>hospodářského</w:t>
      </w:r>
      <w:r>
        <w:t xml:space="preserve"> výboru č. </w:t>
      </w:r>
      <w:r w:rsidR="004D6A8B">
        <w:t>331</w:t>
      </w:r>
      <w:r>
        <w:t xml:space="preserve"> z</w:t>
      </w:r>
      <w:r w:rsidR="00B540DC">
        <w:t>e</w:t>
      </w:r>
      <w:r>
        <w:t xml:space="preserve"> </w:t>
      </w:r>
      <w:r w:rsidR="004D6A8B">
        <w:t>46</w:t>
      </w:r>
      <w:r>
        <w:t xml:space="preserve">. schůze konané dne  </w:t>
      </w:r>
      <w:r w:rsidR="004D6A8B">
        <w:t>20. října 2020</w:t>
      </w:r>
      <w:r>
        <w:t xml:space="preserve"> (tisk </w:t>
      </w:r>
      <w:r w:rsidR="004D6A8B">
        <w:t>1025</w:t>
      </w:r>
      <w:r>
        <w:t>/</w:t>
      </w:r>
      <w:r w:rsidR="004D6A8B">
        <w:t>3</w:t>
      </w:r>
      <w:r>
        <w:t>)</w:t>
      </w:r>
    </w:p>
    <w:p w:rsidR="00CC14C5" w:rsidRDefault="00CC14C5" w:rsidP="00CC14C5">
      <w:pPr>
        <w:rPr>
          <w:b/>
          <w:lang w:eastAsia="cs-CZ"/>
        </w:rPr>
      </w:pPr>
      <w:r>
        <w:rPr>
          <w:lang w:eastAsia="cs-CZ"/>
        </w:rPr>
        <w:t>„</w:t>
      </w:r>
      <w:r w:rsidRPr="00CC14C5">
        <w:rPr>
          <w:b/>
          <w:lang w:eastAsia="cs-CZ"/>
        </w:rPr>
        <w:t>K čl. I</w:t>
      </w:r>
    </w:p>
    <w:p w:rsidR="00CC14C5" w:rsidRPr="002A225A" w:rsidRDefault="00CC14C5" w:rsidP="00CC14C5">
      <w:pPr>
        <w:rPr>
          <w:lang w:eastAsia="cs-CZ"/>
        </w:rPr>
      </w:pPr>
    </w:p>
    <w:p w:rsidR="00CC14C5" w:rsidRDefault="00CC14C5" w:rsidP="00CC14C5">
      <w:pPr>
        <w:jc w:val="both"/>
        <w:rPr>
          <w:lang w:eastAsia="cs-CZ"/>
        </w:rPr>
      </w:pPr>
      <w:r w:rsidRPr="00CC14C5">
        <w:rPr>
          <w:b/>
          <w:lang w:eastAsia="cs-CZ"/>
        </w:rPr>
        <w:t>1</w:t>
      </w:r>
      <w:r>
        <w:rPr>
          <w:lang w:eastAsia="cs-CZ"/>
        </w:rPr>
        <w:t xml:space="preserve">. </w:t>
      </w:r>
      <w:r w:rsidRPr="007E2C61">
        <w:rPr>
          <w:lang w:eastAsia="cs-CZ"/>
        </w:rPr>
        <w:t xml:space="preserve"> V</w:t>
      </w:r>
      <w:r>
        <w:rPr>
          <w:lang w:eastAsia="cs-CZ"/>
        </w:rPr>
        <w:t xml:space="preserve"> § 120a odst. 1 se slova „nejvýše 12 měsíců“ nahrazují slovy „3 měsíce s možností prodloužení na 6 měsíců, tedy nejvýše 6 měsíců“.</w:t>
      </w:r>
    </w:p>
    <w:p w:rsidR="00CC14C5" w:rsidRDefault="00CC14C5" w:rsidP="00CC14C5">
      <w:pPr>
        <w:jc w:val="both"/>
        <w:rPr>
          <w:lang w:eastAsia="cs-CZ"/>
        </w:rPr>
      </w:pPr>
    </w:p>
    <w:p w:rsidR="00CC14C5" w:rsidRDefault="00CC14C5" w:rsidP="00CC14C5">
      <w:pPr>
        <w:jc w:val="both"/>
        <w:rPr>
          <w:lang w:eastAsia="cs-CZ"/>
        </w:rPr>
      </w:pPr>
      <w:r w:rsidRPr="00CC14C5">
        <w:rPr>
          <w:b/>
          <w:lang w:eastAsia="cs-CZ"/>
        </w:rPr>
        <w:t>2.</w:t>
      </w:r>
      <w:r>
        <w:rPr>
          <w:lang w:eastAsia="cs-CZ"/>
        </w:rPr>
        <w:tab/>
        <w:t>V § 120c odst. 1 se číslo „20“ nahrazuje číslem „60“.</w:t>
      </w:r>
    </w:p>
    <w:p w:rsidR="00CC14C5" w:rsidRPr="00E75014" w:rsidRDefault="00CC14C5" w:rsidP="00CC14C5">
      <w:pPr>
        <w:jc w:val="both"/>
        <w:rPr>
          <w:lang w:eastAsia="cs-CZ"/>
        </w:rPr>
      </w:pPr>
    </w:p>
    <w:p w:rsidR="00CC14C5" w:rsidRDefault="00CC14C5" w:rsidP="00CC14C5">
      <w:pPr>
        <w:jc w:val="both"/>
        <w:rPr>
          <w:lang w:eastAsia="cs-CZ"/>
        </w:rPr>
      </w:pPr>
      <w:r w:rsidRPr="00CC14C5">
        <w:rPr>
          <w:b/>
          <w:lang w:eastAsia="cs-CZ"/>
        </w:rPr>
        <w:t>3.</w:t>
      </w:r>
      <w:r>
        <w:rPr>
          <w:lang w:eastAsia="cs-CZ"/>
        </w:rPr>
        <w:tab/>
        <w:t>V § 120c odst. 1 se číslo „80“ nahrazuje číslem „40“.</w:t>
      </w:r>
    </w:p>
    <w:p w:rsidR="00CC14C5" w:rsidRPr="008728FA" w:rsidRDefault="00CC14C5" w:rsidP="00CC14C5">
      <w:pPr>
        <w:jc w:val="both"/>
        <w:rPr>
          <w:lang w:eastAsia="cs-CZ"/>
        </w:rPr>
      </w:pPr>
    </w:p>
    <w:p w:rsidR="00CC14C5" w:rsidRDefault="00CC14C5" w:rsidP="00CC14C5">
      <w:pPr>
        <w:jc w:val="both"/>
        <w:rPr>
          <w:lang w:eastAsia="cs-CZ"/>
        </w:rPr>
      </w:pPr>
      <w:r w:rsidRPr="00CC14C5">
        <w:rPr>
          <w:b/>
          <w:lang w:eastAsia="cs-CZ"/>
        </w:rPr>
        <w:t>4.</w:t>
      </w:r>
      <w:r>
        <w:rPr>
          <w:lang w:eastAsia="cs-CZ"/>
        </w:rPr>
        <w:tab/>
      </w:r>
      <w:r w:rsidRPr="00CC14C5">
        <w:rPr>
          <w:b/>
          <w:lang w:eastAsia="cs-CZ"/>
        </w:rPr>
        <w:t>a)</w:t>
      </w:r>
      <w:r>
        <w:rPr>
          <w:lang w:eastAsia="cs-CZ"/>
        </w:rPr>
        <w:t xml:space="preserve"> V § 120d odst. 1 se slova „čistého“ a „čistý“ nahrazují slovy „hrubého“ a „hrubý“.</w:t>
      </w:r>
    </w:p>
    <w:p w:rsidR="00CC14C5" w:rsidRDefault="00CC14C5" w:rsidP="00CC14C5">
      <w:pPr>
        <w:ind w:left="709" w:hanging="709"/>
        <w:jc w:val="both"/>
        <w:rPr>
          <w:lang w:eastAsia="cs-CZ"/>
        </w:rPr>
      </w:pPr>
      <w:r>
        <w:rPr>
          <w:lang w:eastAsia="cs-CZ"/>
        </w:rPr>
        <w:tab/>
      </w:r>
      <w:r w:rsidRPr="00CC14C5">
        <w:rPr>
          <w:b/>
          <w:lang w:eastAsia="cs-CZ"/>
        </w:rPr>
        <w:t>b)</w:t>
      </w:r>
      <w:r>
        <w:rPr>
          <w:lang w:eastAsia="cs-CZ"/>
        </w:rPr>
        <w:t xml:space="preserve"> V § 120d odst. 2 se číslo „70“ nahrazuje číslem „65“ a slovo „čistý“ nahrazuje slovem „hrubý“.</w:t>
      </w:r>
    </w:p>
    <w:p w:rsidR="00CC14C5" w:rsidRDefault="00CC14C5" w:rsidP="00CC14C5">
      <w:pPr>
        <w:jc w:val="both"/>
        <w:rPr>
          <w:lang w:eastAsia="cs-CZ"/>
        </w:rPr>
      </w:pPr>
    </w:p>
    <w:p w:rsidR="00CC14C5" w:rsidRDefault="00CC14C5" w:rsidP="00CC14C5">
      <w:pPr>
        <w:jc w:val="both"/>
        <w:rPr>
          <w:lang w:eastAsia="cs-CZ"/>
        </w:rPr>
      </w:pPr>
      <w:r w:rsidRPr="00CC14C5">
        <w:rPr>
          <w:b/>
          <w:lang w:eastAsia="cs-CZ"/>
        </w:rPr>
        <w:t>5.</w:t>
      </w:r>
      <w:r>
        <w:rPr>
          <w:lang w:eastAsia="cs-CZ"/>
        </w:rPr>
        <w:tab/>
        <w:t xml:space="preserve">V § 120e odst. 2 se na konci písmene d) čárka nahrazuje tečkou a doplňuje se věta, která zní: „V případě, že jako důvod se uvádí pokles tržeb (resp. výnosů) z objemu zakázek, také </w:t>
      </w:r>
      <w:proofErr w:type="spellStart"/>
      <w:r>
        <w:rPr>
          <w:lang w:eastAsia="cs-CZ"/>
        </w:rPr>
        <w:t>zdokladované</w:t>
      </w:r>
      <w:proofErr w:type="spellEnd"/>
      <w:r>
        <w:rPr>
          <w:lang w:eastAsia="cs-CZ"/>
        </w:rPr>
        <w:t xml:space="preserve"> prohlášení, že tento pokles je ve výši alespoň 20 % proti stejnému čtvrtletí minulého roku,“. </w:t>
      </w:r>
    </w:p>
    <w:p w:rsidR="00CC14C5" w:rsidRDefault="00CC14C5" w:rsidP="00CC14C5">
      <w:pPr>
        <w:jc w:val="both"/>
        <w:rPr>
          <w:lang w:eastAsia="cs-CZ"/>
        </w:rPr>
      </w:pPr>
    </w:p>
    <w:p w:rsidR="00CC14C5" w:rsidRDefault="00CC14C5" w:rsidP="00CC14C5">
      <w:pPr>
        <w:jc w:val="both"/>
        <w:rPr>
          <w:lang w:eastAsia="cs-CZ"/>
        </w:rPr>
      </w:pPr>
      <w:r w:rsidRPr="00CC14C5">
        <w:rPr>
          <w:b/>
          <w:lang w:eastAsia="cs-CZ"/>
        </w:rPr>
        <w:t>6.</w:t>
      </w:r>
      <w:r>
        <w:rPr>
          <w:lang w:eastAsia="cs-CZ"/>
        </w:rPr>
        <w:tab/>
        <w:t>V § 120f se za odstavec 4 vkládá nový odstavec 5, který zní:</w:t>
      </w:r>
    </w:p>
    <w:p w:rsidR="00CC14C5" w:rsidRDefault="00CC14C5" w:rsidP="00CC14C5">
      <w:pPr>
        <w:jc w:val="both"/>
        <w:rPr>
          <w:lang w:eastAsia="cs-CZ"/>
        </w:rPr>
      </w:pPr>
    </w:p>
    <w:p w:rsidR="00CC14C5" w:rsidRDefault="00CC14C5" w:rsidP="00CC14C5">
      <w:pPr>
        <w:jc w:val="both"/>
        <w:rPr>
          <w:lang w:eastAsia="cs-CZ"/>
        </w:rPr>
      </w:pPr>
      <w:r>
        <w:rPr>
          <w:lang w:eastAsia="cs-CZ"/>
        </w:rPr>
        <w:tab/>
        <w:t>„(5) Zaměstnavatel je povinen vrátit podporu v době částečné zaměstnanosti, kterou pro zaměstnance přijal, pokud do 6 měsíců po skončení doby, po kterou pro zaměstnance podporu pobíral, pracovní místo zruší a se zaměstnancem ukončí pracovní poměr.“.</w:t>
      </w:r>
    </w:p>
    <w:p w:rsidR="00CC14C5" w:rsidRDefault="00CC14C5" w:rsidP="00CC14C5">
      <w:pPr>
        <w:jc w:val="both"/>
        <w:rPr>
          <w:lang w:eastAsia="cs-CZ"/>
        </w:rPr>
      </w:pPr>
    </w:p>
    <w:p w:rsidR="00CC14C5" w:rsidRPr="00E75014" w:rsidRDefault="00CC14C5" w:rsidP="00CC14C5">
      <w:pPr>
        <w:jc w:val="both"/>
        <w:rPr>
          <w:lang w:eastAsia="cs-CZ"/>
        </w:rPr>
      </w:pPr>
      <w:r>
        <w:rPr>
          <w:lang w:eastAsia="cs-CZ"/>
        </w:rPr>
        <w:t>Dosavadní odstavec 5 se označuje jako odstavec 6.“.</w:t>
      </w:r>
    </w:p>
    <w:p w:rsidR="000C6893" w:rsidRDefault="000C6893" w:rsidP="00CC14C5">
      <w:pPr>
        <w:jc w:val="both"/>
      </w:pPr>
    </w:p>
    <w:p w:rsidR="000C6893" w:rsidRDefault="000C6893"/>
    <w:p w:rsidR="000C6893" w:rsidRDefault="000C6893"/>
    <w:p w:rsidR="000C6893" w:rsidRDefault="000C6893" w:rsidP="0092206A">
      <w:pPr>
        <w:pStyle w:val="Nadpis4"/>
        <w:jc w:val="both"/>
      </w:pPr>
      <w:r>
        <w:rPr>
          <w:b/>
        </w:rPr>
        <w:t>Pozměňovací návrhy přednesené v</w:t>
      </w:r>
      <w:r w:rsidR="0092206A">
        <w:rPr>
          <w:b/>
        </w:rPr>
        <w:t xml:space="preserve"> opakovaném</w:t>
      </w:r>
      <w:r>
        <w:rPr>
          <w:b/>
        </w:rPr>
        <w:t xml:space="preserve"> druhém čtení dne </w:t>
      </w:r>
      <w:r w:rsidR="0092206A">
        <w:rPr>
          <w:b/>
        </w:rPr>
        <w:t>14</w:t>
      </w:r>
      <w:r w:rsidR="00FD73E0">
        <w:rPr>
          <w:b/>
        </w:rPr>
        <w:t xml:space="preserve">. </w:t>
      </w:r>
      <w:r w:rsidR="0092206A">
        <w:rPr>
          <w:b/>
        </w:rPr>
        <w:t>dubna</w:t>
      </w:r>
      <w:r w:rsidR="00FD73E0">
        <w:rPr>
          <w:b/>
        </w:rPr>
        <w:t xml:space="preserve"> 2021</w:t>
      </w:r>
    </w:p>
    <w:p w:rsidR="000C6893" w:rsidRDefault="000C6893"/>
    <w:p w:rsidR="000C6893" w:rsidRDefault="000C6893"/>
    <w:p w:rsidR="00A50787" w:rsidRDefault="003C5D29" w:rsidP="002F6E48">
      <w:pPr>
        <w:pStyle w:val="PNposlanec"/>
      </w:pPr>
      <w:r>
        <w:t>Poslanec Marek Novák</w:t>
      </w:r>
    </w:p>
    <w:p w:rsidR="00D37A31" w:rsidRDefault="00D37A31"/>
    <w:p w:rsidR="003C5D29" w:rsidRPr="00D451C6" w:rsidRDefault="003C5D29" w:rsidP="003C5D29">
      <w:pPr>
        <w:rPr>
          <w:i/>
        </w:rPr>
      </w:pPr>
      <w:r w:rsidRPr="00D451C6">
        <w:rPr>
          <w:i/>
        </w:rPr>
        <w:t>SD 6958</w:t>
      </w:r>
    </w:p>
    <w:p w:rsidR="003C5D29" w:rsidRPr="0087598A" w:rsidRDefault="003C5D29" w:rsidP="003C5D29">
      <w:pPr>
        <w:rPr>
          <w:rFonts w:cs="Times New Roman"/>
        </w:rPr>
      </w:pPr>
      <w:r w:rsidRPr="0087598A">
        <w:rPr>
          <w:rFonts w:cs="Times New Roman"/>
        </w:rPr>
        <w:t>V ČÁ</w:t>
      </w:r>
      <w:r w:rsidRPr="0087598A">
        <w:rPr>
          <w:rFonts w:cs="Times New Roman"/>
          <w:lang w:val="nl-NL"/>
        </w:rPr>
        <w:t>STI PRVN</w:t>
      </w:r>
      <w:r w:rsidRPr="0087598A">
        <w:rPr>
          <w:rFonts w:cs="Times New Roman"/>
        </w:rPr>
        <w:t xml:space="preserve">Í, Změna zákona o zaměstnanosti, článek I, se vkládají nové body 1. a </w:t>
      </w:r>
      <w:r>
        <w:rPr>
          <w:rFonts w:cs="Times New Roman"/>
        </w:rPr>
        <w:t>2</w:t>
      </w:r>
      <w:r w:rsidRPr="0087598A">
        <w:rPr>
          <w:rFonts w:cs="Times New Roman"/>
        </w:rPr>
        <w:t xml:space="preserve">., které znějí: </w:t>
      </w:r>
    </w:p>
    <w:p w:rsidR="003C5D29" w:rsidRPr="0087598A" w:rsidRDefault="003C5D29" w:rsidP="003C5D29">
      <w:pPr>
        <w:rPr>
          <w:rFonts w:cs="Times New Roman"/>
        </w:rPr>
      </w:pPr>
      <w:r w:rsidRPr="0087598A">
        <w:rPr>
          <w:rFonts w:cs="Times New Roman"/>
        </w:rPr>
        <w:t xml:space="preserve">„1. V § 39 odstavec 3 zní: </w:t>
      </w:r>
    </w:p>
    <w:p w:rsidR="003C5D29" w:rsidRPr="0087598A" w:rsidRDefault="003C5D29" w:rsidP="003C5D29">
      <w:pPr>
        <w:rPr>
          <w:rFonts w:cs="Times New Roman"/>
        </w:rPr>
      </w:pPr>
      <w:r w:rsidRPr="0087598A">
        <w:rPr>
          <w:rFonts w:cs="Times New Roman"/>
        </w:rPr>
        <w:t>„(3) O podpoře v nezaměstnanosti vydá krajská pobočka Úřadu práce rozhodnutí, jestliže</w:t>
      </w:r>
    </w:p>
    <w:p w:rsidR="003C5D29" w:rsidRPr="0087598A" w:rsidRDefault="003C5D29" w:rsidP="003C5D29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7598A">
        <w:rPr>
          <w:rFonts w:ascii="Times New Roman" w:hAnsi="Times New Roman"/>
          <w:sz w:val="24"/>
          <w:szCs w:val="24"/>
        </w:rPr>
        <w:t>se podpora</w:t>
      </w:r>
      <w:proofErr w:type="gramEnd"/>
      <w:r w:rsidRPr="0087598A">
        <w:rPr>
          <w:rFonts w:ascii="Times New Roman" w:hAnsi="Times New Roman"/>
          <w:sz w:val="24"/>
          <w:szCs w:val="24"/>
        </w:rPr>
        <w:t xml:space="preserve"> v nezaměstnanosti nepřiznává,</w:t>
      </w:r>
    </w:p>
    <w:p w:rsidR="003C5D29" w:rsidRPr="0087598A" w:rsidRDefault="003C5D29" w:rsidP="003C5D29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7598A">
        <w:rPr>
          <w:rFonts w:ascii="Times New Roman" w:hAnsi="Times New Roman"/>
          <w:sz w:val="24"/>
          <w:szCs w:val="24"/>
        </w:rPr>
        <w:lastRenderedPageBreak/>
        <w:t>podpora v nezaměstnanosti se přiznává podle § 50 odst. 3 věty druhé,</w:t>
      </w:r>
    </w:p>
    <w:p w:rsidR="003C5D29" w:rsidRPr="0087598A" w:rsidRDefault="003C5D29" w:rsidP="003C5D29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7598A">
        <w:rPr>
          <w:rFonts w:ascii="Times New Roman" w:hAnsi="Times New Roman"/>
          <w:sz w:val="24"/>
          <w:szCs w:val="24"/>
        </w:rPr>
        <w:t xml:space="preserve">jsou důvodné pochybnosti o době posledního zaměstnání uchazeče o zaměstnání </w:t>
      </w:r>
      <w:r w:rsidRPr="0087598A">
        <w:rPr>
          <w:rFonts w:ascii="Times New Roman" w:hAnsi="Times New Roman"/>
          <w:sz w:val="24"/>
          <w:szCs w:val="24"/>
        </w:rPr>
        <w:br/>
        <w:t>podle § 39 odst. 1 písm. a),</w:t>
      </w:r>
    </w:p>
    <w:p w:rsidR="003C5D29" w:rsidRPr="0087598A" w:rsidRDefault="003C5D29" w:rsidP="003C5D29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7598A">
        <w:rPr>
          <w:rFonts w:ascii="Times New Roman" w:hAnsi="Times New Roman"/>
          <w:sz w:val="24"/>
          <w:szCs w:val="24"/>
        </w:rPr>
        <w:t>uchazeč o zaměstnání nedoložil řádně průměrný měsíční čistý výdělek (§ 50) nebo jsou o jeho výši důvodné pochybnosti,</w:t>
      </w:r>
    </w:p>
    <w:p w:rsidR="003C5D29" w:rsidRPr="0087598A" w:rsidRDefault="003C5D29" w:rsidP="003C5D29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7598A">
        <w:rPr>
          <w:rFonts w:ascii="Times New Roman" w:hAnsi="Times New Roman"/>
          <w:sz w:val="24"/>
          <w:szCs w:val="24"/>
        </w:rPr>
        <w:t>rozhoduje o námitkách podle § 39a odst. 3,</w:t>
      </w:r>
    </w:p>
    <w:p w:rsidR="003C5D29" w:rsidRPr="0087598A" w:rsidRDefault="003C5D29" w:rsidP="003C5D29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7598A">
        <w:rPr>
          <w:rFonts w:ascii="Times New Roman" w:hAnsi="Times New Roman"/>
          <w:sz w:val="24"/>
          <w:szCs w:val="24"/>
        </w:rPr>
        <w:t>je dán důvod pro zastavení správního řízení.“.</w:t>
      </w:r>
    </w:p>
    <w:p w:rsidR="003C5D29" w:rsidRPr="0087598A" w:rsidRDefault="003C5D29" w:rsidP="003C5D29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D29" w:rsidRPr="0087598A" w:rsidRDefault="003C5D29" w:rsidP="003C5D29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D29" w:rsidRPr="0087598A" w:rsidRDefault="003C5D29" w:rsidP="003C5D29">
      <w:pPr>
        <w:rPr>
          <w:rFonts w:cs="Times New Roman"/>
        </w:rPr>
      </w:pPr>
      <w:r w:rsidRPr="0087598A">
        <w:rPr>
          <w:rFonts w:cs="Times New Roman"/>
        </w:rPr>
        <w:t xml:space="preserve">2. Za § 39 se vkládají nové § 39a a 39b, které znějí: </w:t>
      </w:r>
    </w:p>
    <w:p w:rsidR="003C5D29" w:rsidRDefault="003C5D29" w:rsidP="003C5D29">
      <w:pPr>
        <w:jc w:val="center"/>
        <w:rPr>
          <w:rFonts w:cs="Times New Roman"/>
        </w:rPr>
      </w:pPr>
      <w:r>
        <w:rPr>
          <w:rFonts w:cs="Times New Roman"/>
        </w:rPr>
        <w:t>„§ 39a</w:t>
      </w:r>
    </w:p>
    <w:p w:rsidR="003C5D29" w:rsidRPr="0085749F" w:rsidRDefault="003C5D29" w:rsidP="003C5D29">
      <w:pPr>
        <w:jc w:val="center"/>
        <w:rPr>
          <w:rFonts w:cs="Times New Roman"/>
          <w:color w:val="FF0000"/>
        </w:rPr>
      </w:pPr>
      <w:r w:rsidRPr="00017BAF">
        <w:rPr>
          <w:rFonts w:cs="Times New Roman"/>
        </w:rPr>
        <w:t>Oznámení a námitky</w:t>
      </w:r>
    </w:p>
    <w:p w:rsidR="003C5D29" w:rsidRPr="00F50F0B" w:rsidRDefault="003C5D29" w:rsidP="003C5D29">
      <w:pPr>
        <w:jc w:val="both"/>
        <w:rPr>
          <w:rFonts w:ascii="Arial" w:hAnsi="Arial" w:cs="Arial"/>
          <w:i/>
          <w:iCs/>
          <w:color w:val="0070C0"/>
        </w:rPr>
      </w:pPr>
      <w:r w:rsidRPr="00CD4D82">
        <w:rPr>
          <w:rFonts w:cs="Times New Roman"/>
        </w:rPr>
        <w:t>(1) Rozhoduje-li krajská pobočka Úřadu práce o podpo</w:t>
      </w:r>
      <w:r>
        <w:rPr>
          <w:rFonts w:cs="Times New Roman"/>
        </w:rPr>
        <w:t>ře</w:t>
      </w:r>
      <w:r w:rsidRPr="00CD4D82">
        <w:rPr>
          <w:rFonts w:cs="Times New Roman"/>
        </w:rPr>
        <w:t xml:space="preserve"> v nezaměstnanosti </w:t>
      </w:r>
      <w:r>
        <w:rPr>
          <w:rFonts w:cs="Times New Roman"/>
        </w:rPr>
        <w:br/>
      </w:r>
      <w:r w:rsidRPr="00CD4D82">
        <w:rPr>
          <w:rFonts w:cs="Times New Roman"/>
        </w:rPr>
        <w:t>v případech, kdy se nevydává rozhodnutí, je povin</w:t>
      </w:r>
      <w:r>
        <w:rPr>
          <w:rFonts w:cs="Times New Roman"/>
        </w:rPr>
        <w:t xml:space="preserve">na uchazeči o zaměstnání </w:t>
      </w:r>
      <w:r w:rsidRPr="00CD4D82">
        <w:rPr>
          <w:rFonts w:cs="Times New Roman"/>
        </w:rPr>
        <w:t xml:space="preserve">doručit písemné oznámení o </w:t>
      </w:r>
      <w:r>
        <w:rPr>
          <w:rFonts w:cs="Times New Roman"/>
        </w:rPr>
        <w:t>podpoře v nezaměstnanosti</w:t>
      </w:r>
      <w:r w:rsidRPr="00CD4D82">
        <w:rPr>
          <w:rFonts w:cs="Times New Roman"/>
        </w:rPr>
        <w:t xml:space="preserve"> a její výši. </w:t>
      </w:r>
      <w:r>
        <w:rPr>
          <w:rFonts w:cs="Times New Roman"/>
        </w:rPr>
        <w:t>Toto p</w:t>
      </w:r>
      <w:r w:rsidRPr="00CD4D82">
        <w:rPr>
          <w:rFonts w:cs="Times New Roman"/>
        </w:rPr>
        <w:t xml:space="preserve">ísemné oznámení </w:t>
      </w:r>
      <w:r>
        <w:rPr>
          <w:rFonts w:cs="Times New Roman"/>
        </w:rPr>
        <w:t xml:space="preserve">se </w:t>
      </w:r>
      <w:r w:rsidRPr="00CD4D82">
        <w:rPr>
          <w:rFonts w:cs="Times New Roman"/>
        </w:rPr>
        <w:t>doručuje do vlastních rukou.</w:t>
      </w:r>
    </w:p>
    <w:p w:rsidR="003C5D29" w:rsidRPr="00CD4D82" w:rsidRDefault="003C5D29" w:rsidP="003C5D29">
      <w:pPr>
        <w:jc w:val="both"/>
        <w:rPr>
          <w:rFonts w:cs="Times New Roman"/>
        </w:rPr>
      </w:pPr>
      <w:r w:rsidRPr="00CD4D82">
        <w:rPr>
          <w:rFonts w:cs="Times New Roman"/>
          <w:i/>
          <w:iCs/>
        </w:rPr>
        <w:t>(</w:t>
      </w:r>
      <w:r w:rsidRPr="00CD4D82">
        <w:rPr>
          <w:rFonts w:cs="Times New Roman"/>
        </w:rPr>
        <w:t xml:space="preserve">2) Proti postupu uvedenému v odstavci 1 lze uplatnit do 15 dnů ode </w:t>
      </w:r>
      <w:r w:rsidRPr="00017BAF">
        <w:rPr>
          <w:rFonts w:cs="Times New Roman"/>
        </w:rPr>
        <w:t xml:space="preserve">dne </w:t>
      </w:r>
      <w:r>
        <w:rPr>
          <w:rFonts w:cs="Times New Roman"/>
        </w:rPr>
        <w:t>doručení oznámení námitky</w:t>
      </w:r>
      <w:r w:rsidRPr="00CD4D82">
        <w:rPr>
          <w:rFonts w:cs="Times New Roman"/>
        </w:rPr>
        <w:t>. K námitkám, které byly podány opožděně, se nepřihlíží.</w:t>
      </w:r>
    </w:p>
    <w:p w:rsidR="003C5D29" w:rsidRDefault="003C5D29" w:rsidP="003C5D29">
      <w:pPr>
        <w:jc w:val="both"/>
        <w:rPr>
          <w:rFonts w:cs="Times New Roman"/>
        </w:rPr>
      </w:pPr>
      <w:r w:rsidRPr="00CD4D82">
        <w:rPr>
          <w:rFonts w:cs="Times New Roman"/>
        </w:rPr>
        <w:t xml:space="preserve">(3) Námitky se podávají písemně u </w:t>
      </w:r>
      <w:r>
        <w:rPr>
          <w:rFonts w:cs="Times New Roman"/>
        </w:rPr>
        <w:t>krajské pobočky Úřadu práce, která podporu v nezaměstnanosti</w:t>
      </w:r>
      <w:r w:rsidRPr="00CD4D82">
        <w:rPr>
          <w:rFonts w:cs="Times New Roman"/>
        </w:rPr>
        <w:t xml:space="preserve"> poskytuje. </w:t>
      </w:r>
      <w:r>
        <w:rPr>
          <w:rFonts w:cs="Times New Roman"/>
        </w:rPr>
        <w:t xml:space="preserve">Krajská pobočka </w:t>
      </w:r>
      <w:r w:rsidRPr="00CD4D82">
        <w:rPr>
          <w:rFonts w:cs="Times New Roman"/>
        </w:rPr>
        <w:t>Úřad</w:t>
      </w:r>
      <w:r>
        <w:rPr>
          <w:rFonts w:cs="Times New Roman"/>
        </w:rPr>
        <w:t>u</w:t>
      </w:r>
      <w:r w:rsidRPr="00CD4D82">
        <w:rPr>
          <w:rFonts w:cs="Times New Roman"/>
        </w:rPr>
        <w:t xml:space="preserve"> práce vydá do 30 dnů ode dne, kdy </w:t>
      </w:r>
      <w:r>
        <w:rPr>
          <w:rFonts w:cs="Times New Roman"/>
        </w:rPr>
        <w:t xml:space="preserve">jí byly </w:t>
      </w:r>
      <w:r w:rsidRPr="00CD4D82">
        <w:rPr>
          <w:rFonts w:cs="Times New Roman"/>
        </w:rPr>
        <w:t>námitky do</w:t>
      </w:r>
      <w:r>
        <w:rPr>
          <w:rFonts w:cs="Times New Roman"/>
        </w:rPr>
        <w:t>ručeny</w:t>
      </w:r>
      <w:r w:rsidRPr="00CD4D82">
        <w:rPr>
          <w:rFonts w:cs="Times New Roman"/>
        </w:rPr>
        <w:t xml:space="preserve">, rozhodnutí o </w:t>
      </w:r>
      <w:r>
        <w:rPr>
          <w:rFonts w:cs="Times New Roman"/>
        </w:rPr>
        <w:t>podpoře v nezaměstnanosti</w:t>
      </w:r>
      <w:r w:rsidRPr="00CD4D82">
        <w:rPr>
          <w:rFonts w:cs="Times New Roman"/>
        </w:rPr>
        <w:t>.</w:t>
      </w:r>
    </w:p>
    <w:p w:rsidR="003C5D29" w:rsidRPr="00CD4D82" w:rsidRDefault="003C5D29" w:rsidP="003C5D29">
      <w:pPr>
        <w:jc w:val="both"/>
        <w:rPr>
          <w:rFonts w:cs="Times New Roman"/>
        </w:rPr>
      </w:pPr>
    </w:p>
    <w:p w:rsidR="003C5D29" w:rsidRPr="00820CAB" w:rsidRDefault="003C5D29" w:rsidP="003C5D29">
      <w:pPr>
        <w:jc w:val="center"/>
        <w:rPr>
          <w:rFonts w:cs="Times New Roman"/>
        </w:rPr>
      </w:pPr>
      <w:r>
        <w:rPr>
          <w:rFonts w:cs="Times New Roman"/>
        </w:rPr>
        <w:t xml:space="preserve">§ </w:t>
      </w:r>
      <w:r w:rsidRPr="00820CAB">
        <w:rPr>
          <w:rFonts w:cs="Times New Roman"/>
        </w:rPr>
        <w:t>39b</w:t>
      </w:r>
    </w:p>
    <w:p w:rsidR="003C5D29" w:rsidRDefault="003C5D29" w:rsidP="003C5D29">
      <w:pPr>
        <w:rPr>
          <w:rFonts w:cs="Times New Roman"/>
        </w:rPr>
      </w:pPr>
      <w:r w:rsidRPr="00820CAB">
        <w:rPr>
          <w:rFonts w:cs="Times New Roman"/>
        </w:rPr>
        <w:t>Ustanovení § 36 odst. 3 správního řádu se v případě oznámení o podpoře v nezaměstnanosti podle §</w:t>
      </w:r>
      <w:r>
        <w:rPr>
          <w:rFonts w:cs="Times New Roman"/>
        </w:rPr>
        <w:t> </w:t>
      </w:r>
      <w:r w:rsidRPr="00820CAB">
        <w:rPr>
          <w:rFonts w:cs="Times New Roman"/>
        </w:rPr>
        <w:t>39a nepoužije</w:t>
      </w:r>
      <w:r w:rsidRPr="00164F7C">
        <w:rPr>
          <w:rFonts w:cs="Times New Roman"/>
        </w:rPr>
        <w:t>.“.</w:t>
      </w:r>
    </w:p>
    <w:p w:rsidR="003C5D29" w:rsidRPr="00820CAB" w:rsidRDefault="003C5D29" w:rsidP="003C5D29">
      <w:pPr>
        <w:rPr>
          <w:rFonts w:cs="Times New Roman"/>
        </w:rPr>
      </w:pPr>
    </w:p>
    <w:p w:rsidR="003C5D29" w:rsidRPr="0087598A" w:rsidRDefault="003C5D29" w:rsidP="003C5D29">
      <w:pPr>
        <w:jc w:val="both"/>
      </w:pPr>
      <w:r w:rsidRPr="0087598A">
        <w:t>Dosavadní novelizační body 1 až 5 se přečíslují.</w:t>
      </w:r>
    </w:p>
    <w:p w:rsidR="003C5D29" w:rsidRPr="0087598A" w:rsidRDefault="003C5D29" w:rsidP="003C5D29">
      <w:pPr>
        <w:jc w:val="both"/>
        <w:rPr>
          <w:rFonts w:cs="Times New Roman"/>
        </w:rPr>
      </w:pPr>
    </w:p>
    <w:p w:rsidR="003C5D29" w:rsidRPr="007F03E2" w:rsidRDefault="003C5D29" w:rsidP="003C5D29">
      <w:pPr>
        <w:jc w:val="both"/>
        <w:rPr>
          <w:rFonts w:cs="Times New Roman"/>
          <w:b/>
          <w:bCs/>
        </w:rPr>
      </w:pPr>
      <w:r w:rsidRPr="007F03E2">
        <w:rPr>
          <w:rFonts w:cs="Times New Roman"/>
          <w:b/>
          <w:bCs/>
        </w:rPr>
        <w:t>Přechodné ustanovení</w:t>
      </w:r>
    </w:p>
    <w:p w:rsidR="003C5D29" w:rsidRPr="0087598A" w:rsidRDefault="003C5D29" w:rsidP="003C5D29">
      <w:pPr>
        <w:jc w:val="both"/>
        <w:rPr>
          <w:rFonts w:cs="Times New Roman"/>
        </w:rPr>
      </w:pPr>
      <w:r w:rsidRPr="0087598A">
        <w:rPr>
          <w:rFonts w:cs="Times New Roman"/>
        </w:rPr>
        <w:t xml:space="preserve">Řízení o podpoře v nezaměstnanosti, která nebyla pravomocně skončena před účinností tohoto zákona, se dokončí podle dosavadních právních předpisů. </w:t>
      </w:r>
    </w:p>
    <w:p w:rsidR="00D37A31" w:rsidRDefault="00D37A31"/>
    <w:p w:rsidR="003C5D29" w:rsidRDefault="003C5D29"/>
    <w:p w:rsidR="006700B9" w:rsidRDefault="006700B9"/>
    <w:p w:rsidR="003C5D29" w:rsidRDefault="003C5D29" w:rsidP="003C5D29">
      <w:pPr>
        <w:pStyle w:val="PNposlanec"/>
      </w:pPr>
      <w:r>
        <w:t>Poslankyně Jana Pastuchová</w:t>
      </w:r>
    </w:p>
    <w:p w:rsidR="003C5D29" w:rsidRPr="003C5D29" w:rsidRDefault="003C5D29">
      <w:pPr>
        <w:rPr>
          <w:i/>
        </w:rPr>
      </w:pPr>
      <w:r w:rsidRPr="003C5D29">
        <w:rPr>
          <w:i/>
        </w:rPr>
        <w:t>SD 8091</w:t>
      </w:r>
    </w:p>
    <w:p w:rsidR="003C5D29" w:rsidRDefault="003C5D29"/>
    <w:p w:rsidR="006700B9" w:rsidRPr="00F2474E" w:rsidRDefault="006700B9" w:rsidP="006700B9">
      <w:pPr>
        <w:rPr>
          <w:rFonts w:cs="Times New Roman"/>
        </w:rPr>
      </w:pPr>
      <w:r w:rsidRPr="00F2474E">
        <w:rPr>
          <w:rFonts w:cs="Times New Roman"/>
        </w:rPr>
        <w:t>1. V ČÁ</w:t>
      </w:r>
      <w:r w:rsidRPr="00F2474E">
        <w:rPr>
          <w:rFonts w:cs="Times New Roman"/>
          <w:lang w:val="nl-NL"/>
        </w:rPr>
        <w:t>STI PRVN</w:t>
      </w:r>
      <w:r w:rsidRPr="00F2474E">
        <w:rPr>
          <w:rFonts w:cs="Times New Roman"/>
        </w:rPr>
        <w:t>Í, Změna zákona o zaměstnanosti, článku I bod 5 zní:</w:t>
      </w:r>
    </w:p>
    <w:p w:rsidR="006700B9" w:rsidRPr="00F2474E" w:rsidRDefault="006700B9" w:rsidP="006700B9">
      <w:pPr>
        <w:rPr>
          <w:rFonts w:cs="Times New Roman"/>
        </w:rPr>
      </w:pPr>
    </w:p>
    <w:p w:rsidR="006700B9" w:rsidRPr="00F2474E" w:rsidRDefault="006700B9" w:rsidP="006700B9">
      <w:pPr>
        <w:rPr>
          <w:rFonts w:cs="Times New Roman"/>
        </w:rPr>
      </w:pPr>
      <w:r w:rsidRPr="00F2474E">
        <w:rPr>
          <w:rFonts w:cs="Times New Roman"/>
        </w:rPr>
        <w:t>„5. V části páté se za hlavu VI vkládá nová hlava VII, která včetně nadpisu a poznámek pod čarou č. 108 a 109 zní:</w:t>
      </w:r>
    </w:p>
    <w:p w:rsidR="006700B9" w:rsidRPr="004219DB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>„HLAVA VII</w:t>
      </w:r>
    </w:p>
    <w:p w:rsidR="006700B9" w:rsidRPr="004219DB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</w:p>
    <w:p w:rsidR="006700B9" w:rsidRPr="00C13F89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  <w:r w:rsidRPr="00C13F89">
        <w:rPr>
          <w:rFonts w:eastAsia="Times New Roman" w:cs="Arial"/>
          <w:lang w:eastAsia="cs-CZ"/>
        </w:rPr>
        <w:t>PŘÍSPĚVEK V DOBĚ ČÁSTEČNÉ PRÁCE</w:t>
      </w:r>
    </w:p>
    <w:p w:rsidR="006700B9" w:rsidRPr="009B0203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</w:p>
    <w:p w:rsidR="006700B9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  <w:r w:rsidRPr="009B0203">
        <w:rPr>
          <w:rFonts w:eastAsia="Times New Roman" w:cs="Arial"/>
          <w:lang w:eastAsia="cs-CZ"/>
        </w:rPr>
        <w:t>§ 120a</w:t>
      </w:r>
    </w:p>
    <w:p w:rsidR="006700B9" w:rsidRDefault="006700B9" w:rsidP="006700B9">
      <w:pPr>
        <w:ind w:left="284" w:hanging="284"/>
        <w:rPr>
          <w:rFonts w:eastAsia="Times New Roman" w:cs="Arial"/>
          <w:lang w:eastAsia="cs-CZ"/>
        </w:rPr>
      </w:pPr>
    </w:p>
    <w:p w:rsidR="006700B9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C13F89">
        <w:rPr>
          <w:rFonts w:eastAsia="Times New Roman" w:cs="Arial"/>
          <w:lang w:eastAsia="cs-CZ"/>
        </w:rPr>
        <w:t>(1) Příspěvek v době částečné práce se poskytuje zaměstnavateli za účelem udržení úrovně zaměstnanosti při splnění stanovených podmínek po dobu stanovenou nařízením vlády podle §</w:t>
      </w:r>
      <w:r>
        <w:rPr>
          <w:rFonts w:eastAsia="Times New Roman" w:cs="Arial"/>
          <w:lang w:eastAsia="cs-CZ"/>
        </w:rPr>
        <w:t> </w:t>
      </w:r>
      <w:r w:rsidRPr="00C13F89">
        <w:rPr>
          <w:rFonts w:eastAsia="Times New Roman" w:cs="Arial"/>
          <w:lang w:eastAsia="cs-CZ"/>
        </w:rPr>
        <w:t xml:space="preserve">120b. Doba poskytování příspěvku činí nejvýše 12 měsíců. </w:t>
      </w: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lastRenderedPageBreak/>
        <w:t xml:space="preserve">(2) Příspěvek v době částečné práce nelze poskytnout zaměstnavateli uvedenému </w:t>
      </w:r>
      <w:r w:rsidRPr="00980234">
        <w:rPr>
          <w:rFonts w:eastAsia="Times New Roman" w:cs="Arial"/>
          <w:lang w:eastAsia="cs-CZ"/>
        </w:rPr>
        <w:br/>
        <w:t>v § 109 odst. 3 zákoníku práce.</w:t>
      </w: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 xml:space="preserve">(3) Příspěvek v době částečné práce se poskytuje zaměstnavateli na zaměstnance, jehož pracovní poměr ke dni podání oznámení zaměstnavatele podle § 120e odst. 1 trvá alespoň 3 měsíce. </w:t>
      </w:r>
    </w:p>
    <w:p w:rsidR="006700B9" w:rsidRPr="00980234" w:rsidRDefault="006700B9" w:rsidP="006700B9">
      <w:pPr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 xml:space="preserve">(4) Zaměstnavatel je povinen před podáním oznámení podle § 120e odst. 1 písemně informovat zaměstnance o tom, že nastala překážka v práci na straně zaměstnavatele, na základě které bude zaměstnavateli poskytován příspěvek v době částečné práce (§ 120c). </w:t>
      </w:r>
    </w:p>
    <w:p w:rsidR="006700B9" w:rsidRPr="009B0203" w:rsidRDefault="006700B9" w:rsidP="006700B9">
      <w:pPr>
        <w:ind w:left="284" w:hanging="284"/>
        <w:jc w:val="both"/>
        <w:rPr>
          <w:rFonts w:eastAsia="Times New Roman" w:cs="Arial"/>
          <w:lang w:eastAsia="cs-CZ"/>
        </w:rPr>
      </w:pPr>
    </w:p>
    <w:p w:rsidR="006700B9" w:rsidRPr="009B0203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  <w:r w:rsidRPr="009B0203">
        <w:rPr>
          <w:rFonts w:eastAsia="Times New Roman" w:cs="Arial"/>
          <w:lang w:eastAsia="cs-CZ"/>
        </w:rPr>
        <w:t>§ 120b</w:t>
      </w:r>
    </w:p>
    <w:p w:rsidR="006700B9" w:rsidRPr="009B0203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</w:p>
    <w:p w:rsidR="006700B9" w:rsidRPr="00C13F89" w:rsidRDefault="006700B9" w:rsidP="006700B9">
      <w:pPr>
        <w:ind w:left="284" w:hanging="284"/>
        <w:jc w:val="center"/>
        <w:rPr>
          <w:rFonts w:eastAsia="Times New Roman" w:cs="Arial"/>
          <w:b/>
          <w:bCs/>
          <w:lang w:eastAsia="cs-CZ"/>
        </w:rPr>
      </w:pPr>
      <w:r w:rsidRPr="00C13F89">
        <w:rPr>
          <w:rFonts w:eastAsia="Times New Roman" w:cs="Arial"/>
          <w:b/>
          <w:bCs/>
          <w:lang w:eastAsia="cs-CZ"/>
        </w:rPr>
        <w:t>Aktivace poskytování příspěvku v době částečné práce</w:t>
      </w:r>
    </w:p>
    <w:p w:rsidR="006700B9" w:rsidRPr="00C13F89" w:rsidRDefault="006700B9" w:rsidP="006700B9">
      <w:pPr>
        <w:ind w:left="284" w:hanging="284"/>
        <w:jc w:val="center"/>
        <w:rPr>
          <w:rFonts w:eastAsia="Times New Roman" w:cs="Arial"/>
          <w:b/>
          <w:bCs/>
          <w:strike/>
          <w:lang w:eastAsia="cs-CZ"/>
        </w:rPr>
      </w:pPr>
    </w:p>
    <w:p w:rsidR="006700B9" w:rsidRPr="00C13F89" w:rsidRDefault="006700B9" w:rsidP="006700B9">
      <w:pPr>
        <w:ind w:left="284" w:firstLine="425"/>
        <w:jc w:val="both"/>
        <w:rPr>
          <w:bCs/>
        </w:rPr>
      </w:pPr>
      <w:r w:rsidRPr="0006400B">
        <w:rPr>
          <w:bCs/>
        </w:rPr>
        <w:t xml:space="preserve">(1) Poskytování příspěvku </w:t>
      </w:r>
      <w:r w:rsidRPr="0006400B">
        <w:rPr>
          <w:rFonts w:eastAsia="Times New Roman" w:cs="Arial"/>
          <w:lang w:eastAsia="cs-CZ"/>
        </w:rPr>
        <w:t xml:space="preserve">v době částečné práce </w:t>
      </w:r>
      <w:r w:rsidRPr="0006400B">
        <w:rPr>
          <w:bCs/>
        </w:rPr>
        <w:t>stanoví vláda po projednání v Radě hospodářské a sociální dohody nařízením v případě, že je závažným způsobem ohrožena ekonomika České republiky anebo její odvětví z hospodářských důvodů charakterizovaných relevantními ekonomickými ukazateli a jejich minulým a očekávaným vývojem, z důvodu vzniku živelní události spočívající v přírodní pohromě podle přímo použitelného předpisu Evropské unie</w:t>
      </w:r>
      <w:r w:rsidRPr="0006400B">
        <w:rPr>
          <w:bCs/>
          <w:vertAlign w:val="superscript"/>
        </w:rPr>
        <w:t xml:space="preserve">108) </w:t>
      </w:r>
      <w:r w:rsidRPr="0006400B">
        <w:rPr>
          <w:bCs/>
        </w:rPr>
        <w:t>nebo epidemie, kybernetického útoku nebo jiné mimořádné situace, která je zásahem vyšší moci.</w:t>
      </w:r>
      <w:r w:rsidRPr="00C13F89">
        <w:rPr>
          <w:bCs/>
        </w:rPr>
        <w:t xml:space="preserve">  </w:t>
      </w:r>
    </w:p>
    <w:p w:rsidR="006700B9" w:rsidRPr="009B0203" w:rsidRDefault="006700B9" w:rsidP="006700B9">
      <w:pPr>
        <w:ind w:left="284" w:firstLine="425"/>
        <w:jc w:val="both"/>
        <w:rPr>
          <w:bCs/>
        </w:rPr>
      </w:pPr>
    </w:p>
    <w:p w:rsidR="006700B9" w:rsidRPr="00C13F89" w:rsidRDefault="006700B9" w:rsidP="006700B9">
      <w:pPr>
        <w:ind w:left="284"/>
        <w:jc w:val="both"/>
        <w:rPr>
          <w:bCs/>
        </w:rPr>
      </w:pPr>
      <w:r w:rsidRPr="009B0203">
        <w:rPr>
          <w:bCs/>
        </w:rPr>
        <w:tab/>
        <w:t xml:space="preserve">(2) </w:t>
      </w:r>
      <w:r w:rsidRPr="00C13F89">
        <w:rPr>
          <w:bCs/>
        </w:rPr>
        <w:t xml:space="preserve">Nařízení vlády vydané podle odstavce 1 může omezit poskytování příspěvku </w:t>
      </w:r>
      <w:r w:rsidRPr="00C13F89">
        <w:rPr>
          <w:rFonts w:eastAsia="Times New Roman" w:cs="Arial"/>
          <w:lang w:eastAsia="cs-CZ"/>
        </w:rPr>
        <w:t>v době částečné práce</w:t>
      </w:r>
      <w:r w:rsidRPr="00C13F89">
        <w:rPr>
          <w:bCs/>
        </w:rPr>
        <w:t xml:space="preserve"> na část území České republiky nebo na odvětví ekonomiky.</w:t>
      </w:r>
    </w:p>
    <w:p w:rsidR="006700B9" w:rsidRPr="00C13F89" w:rsidRDefault="006700B9" w:rsidP="006700B9">
      <w:pPr>
        <w:ind w:left="284"/>
        <w:jc w:val="both"/>
        <w:rPr>
          <w:bCs/>
        </w:rPr>
      </w:pPr>
    </w:p>
    <w:p w:rsidR="006700B9" w:rsidRPr="00980234" w:rsidRDefault="006700B9" w:rsidP="006700B9">
      <w:pPr>
        <w:ind w:left="284" w:firstLine="425"/>
        <w:jc w:val="both"/>
        <w:rPr>
          <w:bCs/>
        </w:rPr>
      </w:pPr>
      <w:r w:rsidRPr="00980234">
        <w:rPr>
          <w:bCs/>
        </w:rPr>
        <w:t>(3) Nařízení vlády vydané podle odstavce 1 může dále omezit poskytování příspěvku v době částečné práce na určitý okruh zaměstnavatelů, a to stanovením závazných ukazatelů zaměstnavatele. V takovém případě nařízení vlády určí</w:t>
      </w:r>
    </w:p>
    <w:p w:rsidR="006700B9" w:rsidRPr="00980234" w:rsidRDefault="006700B9" w:rsidP="006700B9">
      <w:pPr>
        <w:ind w:left="284" w:firstLine="425"/>
        <w:jc w:val="both"/>
        <w:rPr>
          <w:bCs/>
        </w:rPr>
      </w:pPr>
    </w:p>
    <w:p w:rsidR="006700B9" w:rsidRPr="00980234" w:rsidRDefault="006700B9" w:rsidP="006700B9">
      <w:pPr>
        <w:ind w:left="284"/>
        <w:jc w:val="both"/>
        <w:rPr>
          <w:bCs/>
        </w:rPr>
      </w:pPr>
      <w:r w:rsidRPr="00980234">
        <w:rPr>
          <w:bCs/>
        </w:rPr>
        <w:t>a) způsob posouzení naplnění závazných ukazatelů,</w:t>
      </w:r>
    </w:p>
    <w:p w:rsidR="006700B9" w:rsidRPr="00980234" w:rsidRDefault="006700B9" w:rsidP="006700B9">
      <w:pPr>
        <w:ind w:left="284" w:firstLine="425"/>
        <w:jc w:val="both"/>
        <w:rPr>
          <w:bCs/>
        </w:rPr>
      </w:pPr>
    </w:p>
    <w:p w:rsidR="006700B9" w:rsidRPr="00980234" w:rsidRDefault="006700B9" w:rsidP="006700B9">
      <w:pPr>
        <w:ind w:left="284"/>
        <w:jc w:val="both"/>
        <w:rPr>
          <w:bCs/>
        </w:rPr>
      </w:pPr>
      <w:r w:rsidRPr="00980234">
        <w:rPr>
          <w:bCs/>
        </w:rPr>
        <w:t xml:space="preserve">b) státní orgán, který bude oprávněn k posouzení, kontrole a vydání stanoviska o naplnění závazných ukazatelů, </w:t>
      </w:r>
    </w:p>
    <w:p w:rsidR="006700B9" w:rsidRPr="00E1249F" w:rsidRDefault="006700B9" w:rsidP="006700B9">
      <w:pPr>
        <w:ind w:left="284" w:firstLine="425"/>
        <w:jc w:val="both"/>
        <w:rPr>
          <w:bCs/>
          <w:color w:val="FF0000"/>
        </w:rPr>
      </w:pPr>
    </w:p>
    <w:p w:rsidR="006700B9" w:rsidRPr="008E6851" w:rsidRDefault="006700B9" w:rsidP="006700B9">
      <w:pPr>
        <w:ind w:left="284"/>
        <w:jc w:val="both"/>
        <w:rPr>
          <w:bCs/>
        </w:rPr>
      </w:pPr>
      <w:r w:rsidRPr="008E6851">
        <w:rPr>
          <w:bCs/>
        </w:rPr>
        <w:t>c) lhůtu pro vydání stanoviska podle písmene b).</w:t>
      </w:r>
    </w:p>
    <w:p w:rsidR="006700B9" w:rsidRPr="00E97E19" w:rsidRDefault="006700B9" w:rsidP="006700B9">
      <w:pPr>
        <w:ind w:left="284" w:firstLine="425"/>
        <w:jc w:val="both"/>
        <w:rPr>
          <w:bCs/>
        </w:rPr>
      </w:pPr>
    </w:p>
    <w:p w:rsidR="006700B9" w:rsidRPr="00E97E19" w:rsidRDefault="006700B9" w:rsidP="006700B9">
      <w:pPr>
        <w:ind w:left="284" w:firstLine="424"/>
        <w:jc w:val="both"/>
        <w:rPr>
          <w:bCs/>
        </w:rPr>
      </w:pPr>
      <w:r w:rsidRPr="00E97E19">
        <w:rPr>
          <w:bCs/>
        </w:rPr>
        <w:t xml:space="preserve">(4) Nařízení vlády vydané podle odstavce 1 stanoví dobu, po kterou bude příspěvek </w:t>
      </w:r>
      <w:r w:rsidRPr="00E97E19">
        <w:rPr>
          <w:rFonts w:eastAsia="Times New Roman" w:cs="Arial"/>
          <w:lang w:eastAsia="cs-CZ"/>
        </w:rPr>
        <w:t xml:space="preserve">v době částečné práce </w:t>
      </w:r>
      <w:r w:rsidRPr="00E97E19">
        <w:rPr>
          <w:bCs/>
        </w:rPr>
        <w:t xml:space="preserve">poskytován, s určením dne jejího počátku, a dále stanoví v rámci rozpětí uvedeného v § 120c odst. 1 písm. b) rozsah týdenní pracovní doby, ve kterém zaměstnavatel není schopen přidělovat zaměstnancům práci. Nařízením vlády může být doba, po kterou bude příspěvek </w:t>
      </w:r>
      <w:r w:rsidRPr="00E97E19">
        <w:rPr>
          <w:rFonts w:eastAsia="Times New Roman" w:cs="Arial"/>
          <w:lang w:eastAsia="cs-CZ"/>
        </w:rPr>
        <w:t xml:space="preserve">v době částečné práce </w:t>
      </w:r>
      <w:r w:rsidRPr="00E97E19">
        <w:rPr>
          <w:bCs/>
        </w:rPr>
        <w:t xml:space="preserve">poskytován, poprvé stanovena maximálně na 6 měsíců a může být opakovaně prodloužena, vždy však maximálně o 3 měsíce, a to až do vyčerpání její délky stanovené v § 120a odst. 1.  </w:t>
      </w:r>
    </w:p>
    <w:p w:rsidR="006700B9" w:rsidRPr="004219DB" w:rsidRDefault="006700B9" w:rsidP="006700B9">
      <w:pPr>
        <w:ind w:left="284"/>
        <w:jc w:val="both"/>
        <w:rPr>
          <w:bCs/>
        </w:rPr>
      </w:pPr>
      <w:r w:rsidRPr="004219DB">
        <w:rPr>
          <w:bCs/>
        </w:rPr>
        <w:t>________________________</w:t>
      </w:r>
    </w:p>
    <w:p w:rsidR="006700B9" w:rsidRPr="004219DB" w:rsidRDefault="006700B9" w:rsidP="006700B9">
      <w:pPr>
        <w:ind w:left="284"/>
        <w:jc w:val="both"/>
        <w:rPr>
          <w:bCs/>
        </w:rPr>
      </w:pPr>
      <w:r w:rsidRPr="004219DB">
        <w:rPr>
          <w:vertAlign w:val="superscript"/>
        </w:rPr>
        <w:t>108)</w:t>
      </w:r>
      <w:r w:rsidRPr="004219DB">
        <w:t xml:space="preserve"> Čl. 50 odst. 1 nařízení Komise (EU) č. 651/2014 ze dne 17. června 2014, kterým se v souladu s články 107 a 108 Smlouvy prohlašují určité kategorie podpory za slučitelné s vnitřním trhem.</w:t>
      </w:r>
    </w:p>
    <w:p w:rsidR="006700B9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4219DB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  <w:bookmarkStart w:id="0" w:name="_Hlk67483174"/>
      <w:r w:rsidRPr="004219DB">
        <w:rPr>
          <w:rFonts w:eastAsia="Times New Roman" w:cs="Arial"/>
          <w:lang w:eastAsia="cs-CZ"/>
        </w:rPr>
        <w:t>§ 120c</w:t>
      </w:r>
    </w:p>
    <w:p w:rsidR="006700B9" w:rsidRPr="004219DB" w:rsidRDefault="006700B9" w:rsidP="006700B9">
      <w:pPr>
        <w:ind w:left="284"/>
        <w:jc w:val="center"/>
        <w:rPr>
          <w:rFonts w:eastAsia="Times New Roman" w:cs="Arial"/>
          <w:lang w:eastAsia="cs-CZ"/>
        </w:rPr>
      </w:pPr>
    </w:p>
    <w:p w:rsidR="006700B9" w:rsidRPr="009B0203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>(1)</w:t>
      </w:r>
      <w:r>
        <w:rPr>
          <w:rFonts w:eastAsia="Times New Roman" w:cs="Arial"/>
          <w:lang w:eastAsia="cs-CZ"/>
        </w:rPr>
        <w:t xml:space="preserve"> </w:t>
      </w:r>
      <w:r w:rsidRPr="00E97E19">
        <w:rPr>
          <w:rFonts w:eastAsia="Times New Roman" w:cs="Arial"/>
          <w:lang w:eastAsia="cs-CZ"/>
        </w:rPr>
        <w:t xml:space="preserve">Příspěvek v době částečné práce se </w:t>
      </w:r>
      <w:r w:rsidRPr="009B0203">
        <w:rPr>
          <w:rFonts w:eastAsia="Times New Roman" w:cs="Arial"/>
          <w:lang w:eastAsia="cs-CZ"/>
        </w:rPr>
        <w:t xml:space="preserve">zaměstnavateli poskytne za celý kalendářní měsíc, ve kterém jeho zaměstnanci nemohou konat práci z důvodu některé z překážek v práci podle § 207 </w:t>
      </w:r>
      <w:r w:rsidRPr="009B0203">
        <w:rPr>
          <w:rFonts w:eastAsia="Times New Roman" w:cs="Arial"/>
          <w:lang w:eastAsia="cs-CZ"/>
        </w:rPr>
        <w:lastRenderedPageBreak/>
        <w:t>až 209 zákoníku práce, která u zaměstnavatele nastala v přímé souvislosti s některým z důvodů, pro který bylo vydáno nařízení vlády podle § 120b odst. 1, pokud zaměstnavatel</w:t>
      </w:r>
      <w:r>
        <w:rPr>
          <w:rFonts w:eastAsia="Times New Roman" w:cs="Arial"/>
          <w:lang w:eastAsia="cs-CZ"/>
        </w:rPr>
        <w:t xml:space="preserve"> </w:t>
      </w:r>
    </w:p>
    <w:p w:rsidR="006700B9" w:rsidRPr="009B0203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</w:p>
    <w:p w:rsidR="006700B9" w:rsidRPr="009B0203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B0203">
        <w:rPr>
          <w:rFonts w:eastAsia="Times New Roman" w:cs="Arial"/>
          <w:lang w:eastAsia="cs-CZ"/>
        </w:rPr>
        <w:t xml:space="preserve">a) těmto zaměstnancům vyplatí náhradu mzdy ve výši nejméně 80 % jejich průměrného výdělku a </w:t>
      </w:r>
    </w:p>
    <w:p w:rsidR="006700B9" w:rsidRPr="009B0203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bookmarkEnd w:id="0"/>
    <w:p w:rsidR="006700B9" w:rsidRPr="00FC011B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B0203">
        <w:rPr>
          <w:rFonts w:eastAsia="Times New Roman" w:cs="Arial"/>
          <w:lang w:eastAsia="cs-CZ"/>
        </w:rPr>
        <w:t>b)</w:t>
      </w:r>
      <w:r>
        <w:rPr>
          <w:rFonts w:eastAsia="Times New Roman" w:cs="Arial"/>
          <w:lang w:eastAsia="cs-CZ"/>
        </w:rPr>
        <w:t xml:space="preserve"> </w:t>
      </w:r>
      <w:r w:rsidRPr="009B0203">
        <w:rPr>
          <w:rFonts w:eastAsia="Times New Roman" w:cs="Arial"/>
          <w:lang w:eastAsia="cs-CZ"/>
        </w:rPr>
        <w:t>nepřiděluje zaměstnancům práci v rozsahu nejméně 20 % a nejvíce 80 % jejich týdenní pracovní doby rozvržené podle § 84 zákoníku práce na příslušný kalendářní měsíc</w:t>
      </w:r>
      <w:r>
        <w:rPr>
          <w:rFonts w:eastAsia="Times New Roman" w:cs="Arial"/>
          <w:lang w:eastAsia="cs-CZ"/>
        </w:rPr>
        <w:t xml:space="preserve"> z důvodu uvedených překážek v práci</w:t>
      </w:r>
      <w:r w:rsidRPr="009B0203">
        <w:rPr>
          <w:rFonts w:eastAsia="Times New Roman" w:cs="Arial"/>
          <w:lang w:eastAsia="cs-CZ"/>
        </w:rPr>
        <w:t xml:space="preserve">, přičemž tato podmínka se posuzuje souhrnně </w:t>
      </w:r>
      <w:r w:rsidRPr="00FC011B">
        <w:rPr>
          <w:rFonts w:eastAsia="Times New Roman" w:cs="Arial"/>
          <w:lang w:eastAsia="cs-CZ"/>
        </w:rPr>
        <w:t xml:space="preserve">za všechny zaměstnance zaměstnavatele. Za zaměstnance části tohoto zaměstnavatele se podmínka posuzuje tehdy, člení-li se zaměstnavatel na části a nepřidělování práce zaměstnavatelem se týká této části zaměstnavatele. </w:t>
      </w:r>
    </w:p>
    <w:p w:rsidR="006700B9" w:rsidRDefault="006700B9" w:rsidP="006700B9">
      <w:pPr>
        <w:ind w:left="284"/>
        <w:jc w:val="both"/>
        <w:rPr>
          <w:rFonts w:eastAsia="Times New Roman" w:cs="Arial"/>
          <w:color w:val="FF0000"/>
          <w:lang w:eastAsia="cs-CZ"/>
        </w:rPr>
      </w:pPr>
    </w:p>
    <w:p w:rsidR="006700B9" w:rsidRPr="00665BEB" w:rsidRDefault="006700B9" w:rsidP="006700B9">
      <w:pPr>
        <w:tabs>
          <w:tab w:val="left" w:pos="709"/>
        </w:tabs>
        <w:ind w:left="284"/>
        <w:jc w:val="both"/>
        <w:rPr>
          <w:rFonts w:eastAsia="Times New Roman" w:cs="Arial"/>
          <w:lang w:eastAsia="cs-CZ"/>
        </w:rPr>
      </w:pPr>
      <w:r w:rsidRPr="009B0203">
        <w:rPr>
          <w:rFonts w:eastAsia="Times New Roman" w:cs="Arial"/>
          <w:lang w:eastAsia="cs-CZ"/>
        </w:rPr>
        <w:tab/>
        <w:t xml:space="preserve">(2) </w:t>
      </w:r>
      <w:r w:rsidRPr="00665BEB">
        <w:rPr>
          <w:rFonts w:eastAsia="Times New Roman" w:cs="Arial"/>
          <w:lang w:eastAsia="cs-CZ"/>
        </w:rPr>
        <w:t>Příspěvek v době částečné práce se neposkytne na zaměstnance za dobu, po kterou bylo u tohoto zaměstnance uplatněno konto pracovní doby podle § 86 a 87 zákoníku práce.</w:t>
      </w:r>
    </w:p>
    <w:p w:rsidR="006700B9" w:rsidRPr="00665BEB" w:rsidRDefault="006700B9" w:rsidP="006700B9">
      <w:pPr>
        <w:tabs>
          <w:tab w:val="left" w:pos="709"/>
        </w:tabs>
        <w:ind w:left="284"/>
        <w:jc w:val="both"/>
        <w:rPr>
          <w:rFonts w:eastAsia="Times New Roman" w:cs="Arial"/>
          <w:lang w:eastAsia="cs-CZ"/>
        </w:rPr>
      </w:pPr>
    </w:p>
    <w:p w:rsidR="006700B9" w:rsidRPr="00665BEB" w:rsidRDefault="006700B9" w:rsidP="006700B9">
      <w:pPr>
        <w:tabs>
          <w:tab w:val="left" w:pos="709"/>
        </w:tabs>
        <w:ind w:left="284"/>
        <w:jc w:val="both"/>
        <w:rPr>
          <w:rFonts w:eastAsia="Times New Roman" w:cs="Arial"/>
          <w:lang w:eastAsia="cs-CZ"/>
        </w:rPr>
      </w:pPr>
      <w:r w:rsidRPr="00665BEB">
        <w:rPr>
          <w:rFonts w:eastAsia="Times New Roman" w:cs="Arial"/>
          <w:lang w:eastAsia="cs-CZ"/>
        </w:rPr>
        <w:tab/>
        <w:t>(3) Příspěvek v době částečné práce se dále zaměstnavateli neposkytne</w:t>
      </w:r>
    </w:p>
    <w:p w:rsidR="006700B9" w:rsidRPr="00665BEB" w:rsidRDefault="006700B9" w:rsidP="006700B9">
      <w:pPr>
        <w:tabs>
          <w:tab w:val="left" w:pos="709"/>
        </w:tabs>
        <w:ind w:left="284"/>
        <w:jc w:val="both"/>
        <w:rPr>
          <w:rFonts w:eastAsia="Times New Roman" w:cs="Arial"/>
          <w:lang w:eastAsia="cs-CZ"/>
        </w:rPr>
      </w:pPr>
    </w:p>
    <w:p w:rsidR="006700B9" w:rsidRPr="00665BEB" w:rsidRDefault="006700B9" w:rsidP="006700B9">
      <w:pPr>
        <w:tabs>
          <w:tab w:val="left" w:pos="709"/>
        </w:tabs>
        <w:ind w:left="284"/>
        <w:jc w:val="both"/>
        <w:rPr>
          <w:rFonts w:eastAsia="Times New Roman" w:cs="Arial"/>
          <w:lang w:eastAsia="cs-CZ"/>
        </w:rPr>
      </w:pPr>
      <w:r w:rsidRPr="00665BEB">
        <w:rPr>
          <w:rFonts w:eastAsia="Times New Roman" w:cs="Arial"/>
          <w:lang w:eastAsia="cs-CZ"/>
        </w:rPr>
        <w:t>a) za kalendářní měsíc, za který zaměstnavatel nepodal měsíční přehled ve lhůtě uvedené v § 120e odst. 7,</w:t>
      </w:r>
    </w:p>
    <w:p w:rsidR="006700B9" w:rsidRPr="00665BEB" w:rsidRDefault="006700B9" w:rsidP="006700B9">
      <w:pPr>
        <w:tabs>
          <w:tab w:val="left" w:pos="709"/>
        </w:tabs>
        <w:ind w:left="284"/>
        <w:jc w:val="both"/>
      </w:pPr>
    </w:p>
    <w:p w:rsidR="006700B9" w:rsidRPr="00665BEB" w:rsidRDefault="006700B9" w:rsidP="006700B9">
      <w:pPr>
        <w:tabs>
          <w:tab w:val="left" w:pos="709"/>
        </w:tabs>
        <w:ind w:left="284"/>
        <w:jc w:val="both"/>
      </w:pPr>
      <w:r w:rsidRPr="00665BEB">
        <w:t xml:space="preserve">b) po dobu 3 let ode dne nabytí právní moci rozhodnutí o uložení pokuty zaměstnavateli za umožnění výkonu nelegální práce podle </w:t>
      </w:r>
      <w:hyperlink r:id="rId7" w:history="1">
        <w:r w:rsidRPr="00665BEB">
          <w:t>§ 5 písm. e)</w:t>
        </w:r>
      </w:hyperlink>
      <w:r w:rsidRPr="00665BEB">
        <w:t xml:space="preserve"> bodu 3. </w:t>
      </w:r>
    </w:p>
    <w:p w:rsidR="006700B9" w:rsidRDefault="006700B9" w:rsidP="006700B9">
      <w:pPr>
        <w:tabs>
          <w:tab w:val="left" w:pos="709"/>
        </w:tabs>
        <w:ind w:left="284"/>
        <w:jc w:val="both"/>
        <w:rPr>
          <w:color w:val="FF0000"/>
        </w:rPr>
      </w:pPr>
    </w:p>
    <w:p w:rsidR="006700B9" w:rsidRPr="004219DB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>§ 120d</w:t>
      </w:r>
    </w:p>
    <w:p w:rsidR="006700B9" w:rsidRPr="004219DB" w:rsidRDefault="006700B9" w:rsidP="006700B9">
      <w:pPr>
        <w:ind w:left="284" w:hanging="284"/>
        <w:jc w:val="center"/>
        <w:rPr>
          <w:rFonts w:eastAsia="Times New Roman" w:cs="Arial"/>
          <w:b/>
          <w:bCs/>
          <w:lang w:eastAsia="cs-CZ"/>
        </w:rPr>
      </w:pPr>
    </w:p>
    <w:p w:rsidR="006700B9" w:rsidRPr="00FC011B" w:rsidRDefault="006700B9" w:rsidP="006700B9">
      <w:pPr>
        <w:ind w:left="284" w:hanging="284"/>
        <w:jc w:val="center"/>
        <w:rPr>
          <w:rFonts w:eastAsia="Times New Roman" w:cs="Arial"/>
          <w:b/>
          <w:bCs/>
          <w:lang w:eastAsia="cs-CZ"/>
        </w:rPr>
      </w:pPr>
      <w:r w:rsidRPr="00FC011B">
        <w:rPr>
          <w:rFonts w:eastAsia="Times New Roman" w:cs="Arial"/>
          <w:b/>
          <w:bCs/>
          <w:lang w:eastAsia="cs-CZ"/>
        </w:rPr>
        <w:t>Výše příspěvku v době částečné práce</w:t>
      </w:r>
    </w:p>
    <w:p w:rsidR="006700B9" w:rsidRPr="004219DB" w:rsidRDefault="006700B9" w:rsidP="006700B9">
      <w:pPr>
        <w:ind w:left="284" w:hanging="284"/>
        <w:jc w:val="both"/>
        <w:rPr>
          <w:rFonts w:eastAsia="Times New Roman" w:cs="Arial"/>
          <w:lang w:eastAsia="cs-CZ"/>
        </w:rPr>
      </w:pPr>
    </w:p>
    <w:p w:rsidR="006700B9" w:rsidRPr="00E23637" w:rsidRDefault="006700B9" w:rsidP="006700B9">
      <w:pPr>
        <w:ind w:left="284" w:firstLine="425"/>
        <w:jc w:val="both"/>
        <w:rPr>
          <w:rFonts w:eastAsia="Times New Roman" w:cs="Arial"/>
          <w:strike/>
          <w:lang w:eastAsia="cs-CZ"/>
        </w:rPr>
      </w:pPr>
      <w:bookmarkStart w:id="1" w:name="_Hlk55411666"/>
      <w:r w:rsidRPr="00357434">
        <w:rPr>
          <w:rFonts w:eastAsia="Times New Roman" w:cs="Arial"/>
          <w:lang w:eastAsia="cs-CZ"/>
        </w:rPr>
        <w:t>(1) Př</w:t>
      </w:r>
      <w:r w:rsidRPr="00F209CC">
        <w:rPr>
          <w:rFonts w:eastAsia="Times New Roman" w:cs="Arial"/>
          <w:lang w:eastAsia="cs-CZ"/>
        </w:rPr>
        <w:t xml:space="preserve">íspěvek </w:t>
      </w:r>
      <w:r w:rsidRPr="00665BEB">
        <w:rPr>
          <w:rFonts w:eastAsia="Times New Roman" w:cs="Arial"/>
          <w:lang w:eastAsia="cs-CZ"/>
        </w:rPr>
        <w:t xml:space="preserve">v době částečné práce se zaměstnavateli poskytne pouze za tu část týdenní pracovní doby zaměstnance, po kterou mu zaměstnavatel nepřiděluje práci, a to ve výši 80 % náhrady mzdy náležející zaměstnanci podle § 120c odst. 1 písm. a), a pojistného  na sociální zabezpečení a příspěvku na státní politiku zaměstnanosti </w:t>
      </w:r>
      <w:r w:rsidRPr="00E23637">
        <w:rPr>
          <w:rFonts w:eastAsia="Times New Roman" w:cs="Arial"/>
          <w:lang w:eastAsia="cs-CZ"/>
        </w:rPr>
        <w:t>vypočteného z této části náhrady mzdy, které podle zákona o pojistném na sociální zabezpečení a příspěvku na státní politiku zaměstnanosti má zaplatit zaměstnavatel jako poplatník tohoto pojistného, a pojistného na veřejné zdravotní pojištění vypočteného z této části náhrady mzdy, které podle zákona o pojistném na veřejné zdravotní pojištění je zaměstnavatel povinen hradit za své zaměstnance.</w:t>
      </w:r>
    </w:p>
    <w:p w:rsidR="006700B9" w:rsidRDefault="006700B9" w:rsidP="006700B9">
      <w:pPr>
        <w:ind w:left="284" w:firstLine="284"/>
        <w:jc w:val="both"/>
        <w:rPr>
          <w:rFonts w:eastAsia="Times New Roman" w:cs="Arial"/>
          <w:lang w:eastAsia="cs-CZ"/>
        </w:rPr>
      </w:pPr>
    </w:p>
    <w:p w:rsidR="006700B9" w:rsidRPr="009B0203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  <w:r w:rsidRPr="009B0203">
        <w:rPr>
          <w:rFonts w:eastAsia="Times New Roman" w:cs="Arial"/>
          <w:lang w:eastAsia="cs-CZ"/>
        </w:rPr>
        <w:t>(</w:t>
      </w:r>
      <w:r>
        <w:rPr>
          <w:rFonts w:eastAsia="Times New Roman" w:cs="Arial"/>
          <w:lang w:eastAsia="cs-CZ"/>
        </w:rPr>
        <w:t>2</w:t>
      </w:r>
      <w:r w:rsidRPr="009B0203">
        <w:rPr>
          <w:rFonts w:eastAsia="Times New Roman" w:cs="Arial"/>
          <w:lang w:eastAsia="cs-CZ"/>
        </w:rPr>
        <w:t xml:space="preserve">) Maximální výše </w:t>
      </w:r>
      <w:r w:rsidRPr="00665BEB">
        <w:rPr>
          <w:rFonts w:eastAsia="Times New Roman" w:cs="Arial"/>
          <w:lang w:eastAsia="cs-CZ"/>
        </w:rPr>
        <w:t xml:space="preserve">příspěvku v době částečné práce činí měsíčně 1,5násobek průměrné mzdy v národním hospodářství za první až třetí čtvrtletí kalendářního </w:t>
      </w:r>
      <w:r w:rsidRPr="009B0203">
        <w:rPr>
          <w:rFonts w:eastAsia="Times New Roman" w:cs="Arial"/>
          <w:lang w:eastAsia="cs-CZ"/>
        </w:rPr>
        <w:t>roku předcházejícího kalendářnímu roku, ve kterém bylo podáno oznámení podle § 120e odst. 1.</w:t>
      </w:r>
      <w:r w:rsidRPr="001E5BB6">
        <w:rPr>
          <w:rFonts w:eastAsia="Times New Roman" w:cs="Arial"/>
          <w:color w:val="FF0000"/>
          <w:lang w:eastAsia="cs-CZ"/>
        </w:rPr>
        <w:t xml:space="preserve"> </w:t>
      </w:r>
      <w:r w:rsidRPr="009B0203">
        <w:rPr>
          <w:rFonts w:eastAsia="Times New Roman" w:cs="Arial"/>
          <w:lang w:eastAsia="cs-CZ"/>
        </w:rPr>
        <w:t>Výši průměrné mzdy za první až třetí čtvrtletí vyhlásí ministerstvo na základě údajů Českého statistického úřadu sdělením uveřejněným ve Sbírce zákonů.</w:t>
      </w:r>
      <w:bookmarkEnd w:id="1"/>
    </w:p>
    <w:p w:rsidR="006700B9" w:rsidRPr="0016256D" w:rsidRDefault="006700B9" w:rsidP="006700B9">
      <w:pPr>
        <w:ind w:left="284" w:hanging="284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</w:p>
    <w:p w:rsidR="006700B9" w:rsidRPr="004219DB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>§ 120e</w:t>
      </w:r>
    </w:p>
    <w:p w:rsidR="006700B9" w:rsidRPr="00980234" w:rsidRDefault="006700B9" w:rsidP="006700B9">
      <w:pPr>
        <w:ind w:left="284" w:hanging="284"/>
        <w:jc w:val="center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hanging="28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ab/>
      </w:r>
      <w:r w:rsidRPr="00980234">
        <w:rPr>
          <w:rFonts w:eastAsia="Times New Roman" w:cs="Arial"/>
          <w:lang w:eastAsia="cs-CZ"/>
        </w:rPr>
        <w:tab/>
        <w:t>(1) Příspěvek v době částečné práce zaměstnavateli poskytuje Úřad práce na základě písemného oznámení zaměstnavatele podaného elektronicky podle zvláštního právního předpisu</w:t>
      </w:r>
      <w:r w:rsidRPr="00980234">
        <w:rPr>
          <w:rFonts w:eastAsia="Times New Roman" w:cs="Arial"/>
          <w:vertAlign w:val="superscript"/>
          <w:lang w:eastAsia="cs-CZ"/>
        </w:rPr>
        <w:t>109)</w:t>
      </w:r>
      <w:r w:rsidRPr="00980234">
        <w:rPr>
          <w:rFonts w:eastAsia="Times New Roman" w:cs="Arial"/>
          <w:lang w:eastAsia="cs-CZ"/>
        </w:rPr>
        <w:t xml:space="preserve">, a to v české měně. </w:t>
      </w:r>
    </w:p>
    <w:p w:rsidR="006700B9" w:rsidRPr="00980234" w:rsidRDefault="006700B9" w:rsidP="006700B9">
      <w:pPr>
        <w:ind w:left="284" w:hanging="28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 xml:space="preserve">(2) </w:t>
      </w:r>
      <w:bookmarkStart w:id="2" w:name="_Hlk51158559"/>
      <w:r w:rsidRPr="00980234">
        <w:rPr>
          <w:rFonts w:eastAsia="Times New Roman" w:cs="Arial"/>
          <w:lang w:eastAsia="cs-CZ"/>
        </w:rPr>
        <w:t>Oznámení podle odstavce 1</w:t>
      </w:r>
      <w:bookmarkEnd w:id="2"/>
      <w:r w:rsidRPr="00980234">
        <w:rPr>
          <w:rFonts w:eastAsia="Times New Roman" w:cs="Arial"/>
          <w:lang w:eastAsia="cs-CZ"/>
        </w:rPr>
        <w:t xml:space="preserve"> musí obsahovat</w:t>
      </w: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>a) identifikační údaje zaměstnavatele,</w:t>
      </w: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lastRenderedPageBreak/>
        <w:t>b) místo a předmět podnikání nebo místo a předmět činnosti zaměstnavatele, a bližší označení částí zaměstnavatele, člení-li se zaměstnavatel na části,</w:t>
      </w: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>c) počet zaměstnanců částí zaměstnavatele, člení-li se zaměstnavatel na části, a celkový počet zaměstnanců zaměstnavatele, nečlení-li se zaměstnavatel na části,</w:t>
      </w: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665BEB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B0203">
        <w:rPr>
          <w:rFonts w:eastAsia="Times New Roman" w:cs="Arial"/>
          <w:lang w:eastAsia="cs-CZ"/>
        </w:rPr>
        <w:t xml:space="preserve">d) důvod poskytnutí příspěvku </w:t>
      </w:r>
      <w:r w:rsidRPr="00665BEB">
        <w:rPr>
          <w:rFonts w:eastAsia="Times New Roman" w:cs="Arial"/>
          <w:lang w:eastAsia="cs-CZ"/>
        </w:rPr>
        <w:t>v době částečné práce, včetně závazných ukazatelů, jsou-li podle § 120b odst. 3 stanoveny,</w:t>
      </w:r>
    </w:p>
    <w:p w:rsidR="006700B9" w:rsidRPr="00665BEB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A56530" w:rsidRDefault="006700B9" w:rsidP="006700B9">
      <w:pPr>
        <w:ind w:left="284"/>
        <w:jc w:val="both"/>
        <w:rPr>
          <w:rFonts w:eastAsia="Times New Roman" w:cs="Arial"/>
          <w:color w:val="FF0000"/>
          <w:lang w:eastAsia="cs-CZ"/>
        </w:rPr>
      </w:pPr>
      <w:r w:rsidRPr="009B0203">
        <w:rPr>
          <w:rFonts w:eastAsia="Times New Roman" w:cs="Arial"/>
          <w:lang w:eastAsia="cs-CZ"/>
        </w:rPr>
        <w:t xml:space="preserve">e) předpokládané období čerpání </w:t>
      </w:r>
      <w:r w:rsidRPr="00665BEB">
        <w:rPr>
          <w:rFonts w:eastAsia="Times New Roman" w:cs="Arial"/>
          <w:lang w:eastAsia="cs-CZ"/>
        </w:rPr>
        <w:t xml:space="preserve">příspěvku v době částečné práce, </w:t>
      </w:r>
    </w:p>
    <w:p w:rsidR="006700B9" w:rsidRPr="009B0203" w:rsidRDefault="006700B9" w:rsidP="006700B9">
      <w:pPr>
        <w:jc w:val="both"/>
        <w:rPr>
          <w:rFonts w:eastAsia="Times New Roman" w:cs="Arial"/>
          <w:lang w:eastAsia="cs-CZ"/>
        </w:rPr>
      </w:pPr>
    </w:p>
    <w:p w:rsidR="006700B9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bookmarkStart w:id="3" w:name="_Hlk51158603"/>
      <w:r w:rsidRPr="009B0203">
        <w:rPr>
          <w:rFonts w:eastAsia="Times New Roman" w:cs="Arial"/>
          <w:lang w:eastAsia="cs-CZ"/>
        </w:rPr>
        <w:t xml:space="preserve">f) předpokládaný počet zaměstnanců, na které má být příspěvek </w:t>
      </w:r>
      <w:r w:rsidRPr="004266C4">
        <w:rPr>
          <w:rFonts w:eastAsia="Times New Roman" w:cs="Arial"/>
          <w:lang w:eastAsia="cs-CZ"/>
        </w:rPr>
        <w:t xml:space="preserve">v době částečné práce </w:t>
      </w:r>
      <w:r w:rsidRPr="004219DB">
        <w:rPr>
          <w:rFonts w:eastAsia="Times New Roman" w:cs="Arial"/>
          <w:lang w:eastAsia="cs-CZ"/>
        </w:rPr>
        <w:t>poskytnut,</w:t>
      </w:r>
    </w:p>
    <w:p w:rsidR="006700B9" w:rsidRPr="00A45116" w:rsidRDefault="006700B9" w:rsidP="006700B9">
      <w:pPr>
        <w:ind w:left="284"/>
        <w:jc w:val="both"/>
        <w:rPr>
          <w:rFonts w:eastAsia="Times New Roman" w:cs="Arial"/>
          <w:color w:val="FF0000"/>
          <w:lang w:eastAsia="cs-CZ"/>
        </w:rPr>
      </w:pP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 xml:space="preserve">g) prohlášení zaměstnavatele, že </w:t>
      </w: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709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 xml:space="preserve">1. se zaměstnancem, na něhož bude příspěvek v době částečné práce poskytován, nerozváže pracovní poměr z důvodů uvedených v § 52 písm. a) až c) zákoníku práce, a to po dobu, za kterou je tento příspěvek poskytován, a dále po dobu počínající dnem následujícím po </w:t>
      </w:r>
      <w:proofErr w:type="gramStart"/>
      <w:r w:rsidRPr="00980234">
        <w:rPr>
          <w:rFonts w:eastAsia="Times New Roman" w:cs="Arial"/>
          <w:lang w:eastAsia="cs-CZ"/>
        </w:rPr>
        <w:t>dni, k němuž</w:t>
      </w:r>
      <w:proofErr w:type="gramEnd"/>
      <w:r w:rsidRPr="00980234">
        <w:rPr>
          <w:rFonts w:eastAsia="Times New Roman" w:cs="Arial"/>
          <w:lang w:eastAsia="cs-CZ"/>
        </w:rPr>
        <w:t xml:space="preserve"> bylo poskytování příspěvku v době částečné práce ukončeno, </w:t>
      </w:r>
      <w:proofErr w:type="gramStart"/>
      <w:r w:rsidRPr="00980234">
        <w:rPr>
          <w:rFonts w:eastAsia="Times New Roman" w:cs="Arial"/>
          <w:lang w:eastAsia="cs-CZ"/>
        </w:rPr>
        <w:t>jejíž</w:t>
      </w:r>
      <w:proofErr w:type="gramEnd"/>
      <w:r w:rsidRPr="00980234">
        <w:rPr>
          <w:rFonts w:eastAsia="Times New Roman" w:cs="Arial"/>
          <w:lang w:eastAsia="cs-CZ"/>
        </w:rPr>
        <w:t xml:space="preserve"> délka odpovídá polovině počtu kalendářních měsíců, za které byl příspěvek na tohoto zaměstnance poskytnut, zaokrouhlenou na celé měsíce nahoru,</w:t>
      </w:r>
    </w:p>
    <w:p w:rsidR="006700B9" w:rsidRPr="00980234" w:rsidRDefault="006700B9" w:rsidP="006700B9">
      <w:pPr>
        <w:ind w:left="709"/>
        <w:jc w:val="both"/>
      </w:pPr>
    </w:p>
    <w:p w:rsidR="006700B9" w:rsidRPr="00980234" w:rsidRDefault="006700B9" w:rsidP="006700B9">
      <w:pPr>
        <w:ind w:left="709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>2. na základě dohody uzavřené s Úřadem práce umožní zaměstnancům, na které bude příspěvek v době částečné práce poskytnut, účastnit se aktivit zabezpečovaných, zprostředkovávaných nebo doporučených Úřadem práce jako zájemcům o zaměstnání vedeným v evidenci zájemců o zaměstnání Úřadu práce nebo účastnit se rekvalifikace zaměstnanců (§ 110),</w:t>
      </w:r>
      <w:bookmarkEnd w:id="3"/>
      <w:r w:rsidRPr="00980234">
        <w:rPr>
          <w:rFonts w:eastAsia="Times New Roman" w:cs="Arial"/>
          <w:lang w:eastAsia="cs-CZ"/>
        </w:rPr>
        <w:t xml:space="preserve"> </w:t>
      </w:r>
    </w:p>
    <w:p w:rsidR="006700B9" w:rsidRPr="00980234" w:rsidRDefault="006700B9" w:rsidP="006700B9">
      <w:pPr>
        <w:ind w:left="709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709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>3. v období poskytování příspěvku v době částečné práce nebude čerpat na stejný účel jiné prostředky poskytované ze státního rozpočtu, rozpočtu územních samosprávných celků, vyšších územních samosprávných celků, evropských strukturálních a investičních fondů nebo z jiných programů a projektů Evropské unie, ani z jiných veřejných zdrojů,</w:t>
      </w:r>
    </w:p>
    <w:p w:rsidR="006700B9" w:rsidRPr="00980234" w:rsidRDefault="006700B9" w:rsidP="006700B9">
      <w:pPr>
        <w:ind w:left="709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709"/>
        <w:jc w:val="both"/>
        <w:rPr>
          <w:rFonts w:eastAsia="Times New Roman" w:cs="Arial"/>
          <w:strike/>
          <w:lang w:eastAsia="cs-CZ"/>
        </w:rPr>
      </w:pPr>
      <w:r w:rsidRPr="00980234">
        <w:rPr>
          <w:rFonts w:eastAsia="Times New Roman" w:cs="Arial"/>
          <w:lang w:eastAsia="cs-CZ"/>
        </w:rPr>
        <w:t xml:space="preserve">4. v kalendářním měsíci předcházejícím nabytí účinnosti nařízení vlády vydaného podle </w:t>
      </w:r>
      <w:r w:rsidRPr="00980234">
        <w:rPr>
          <w:rFonts w:eastAsia="Times New Roman" w:cs="Arial"/>
          <w:lang w:eastAsia="cs-CZ"/>
        </w:rPr>
        <w:br/>
        <w:t xml:space="preserve">§ 120b odst. 1 nevyplatil členům, společníkům nebo akcionářům nebo osobám jimi ovládaným nebo je ovládajícím nebo členům orgánu mimořádné podíly na zisku, ani mezi ně jinak nerozdělil vlastní zdroje a ani jim neposkytl jiné mimořádné plnění včetně předčasného splácení úvěrů nebo zápůjček, a že tak neučiní ani v období poskytování příspěvku v době částečné práce a ani v době 12 kalendářních měsíců následujících po měsíci, ve kterém dojde k ukončení poskytování tohoto příspěvku. </w:t>
      </w: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>(3) K oznámení podle odstavce 1 zaměstnavatel připojí doklad o účtu zaměstnavatele v peněžním ústavu vedeném na území České republiky. Úřad práce může vyžadovat další doklady osvědčující skutečnosti uvedené v oznámení.</w:t>
      </w: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>(4) Oznámení podle odstavce 1 se podává v rámci místní působnosti krajské pobočky Úřadu práce, v jejímž obvodu má sídlo zaměstnavatel, který je právnickou osobou, nebo v jejímž obvodu má bydliště zaměstnavatel, který je fyzickou osobou.</w:t>
      </w:r>
    </w:p>
    <w:p w:rsidR="006700B9" w:rsidRPr="00980234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</w:p>
    <w:p w:rsidR="006700B9" w:rsidRPr="00B07668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 xml:space="preserve">(5) Zaměstnavatel, který podal oznámení podle odstavce 1, je pro uplatnění nároku na </w:t>
      </w:r>
      <w:r w:rsidRPr="00B07668">
        <w:rPr>
          <w:rFonts w:eastAsia="Times New Roman" w:cs="Arial"/>
          <w:lang w:eastAsia="cs-CZ"/>
        </w:rPr>
        <w:t xml:space="preserve">výplatu </w:t>
      </w:r>
      <w:r w:rsidRPr="00E84ADD">
        <w:rPr>
          <w:rFonts w:eastAsia="Times New Roman" w:cs="Arial"/>
          <w:lang w:eastAsia="cs-CZ"/>
        </w:rPr>
        <w:t xml:space="preserve">příspěvku v době částečné práce povinen </w:t>
      </w:r>
      <w:r w:rsidRPr="00B07668">
        <w:rPr>
          <w:rFonts w:eastAsia="Times New Roman" w:cs="Arial"/>
          <w:lang w:eastAsia="cs-CZ"/>
        </w:rPr>
        <w:t>za příslušný kalendářní měsíc předložit elektronicky podle zvláštního právního předpisu</w:t>
      </w:r>
      <w:r w:rsidRPr="00B07668">
        <w:rPr>
          <w:rFonts w:eastAsia="Times New Roman" w:cs="Arial"/>
          <w:vertAlign w:val="superscript"/>
          <w:lang w:eastAsia="cs-CZ"/>
        </w:rPr>
        <w:t>109)</w:t>
      </w:r>
      <w:r w:rsidRPr="00B07668">
        <w:rPr>
          <w:rFonts w:eastAsia="Times New Roman" w:cs="Arial"/>
          <w:lang w:eastAsia="cs-CZ"/>
        </w:rPr>
        <w:t xml:space="preserve"> Úřadu práce měsíční přehled nákladů na náhrady mezd </w:t>
      </w:r>
      <w:r w:rsidRPr="00B07668">
        <w:rPr>
          <w:rFonts w:eastAsia="Times New Roman" w:cs="Arial"/>
          <w:lang w:eastAsia="cs-CZ"/>
        </w:rPr>
        <w:lastRenderedPageBreak/>
        <w:t>zaměstnanců s</w:t>
      </w:r>
      <w:r>
        <w:rPr>
          <w:rFonts w:eastAsia="Times New Roman" w:cs="Arial"/>
          <w:lang w:eastAsia="cs-CZ"/>
        </w:rPr>
        <w:t> </w:t>
      </w:r>
      <w:r w:rsidRPr="00B07668">
        <w:rPr>
          <w:rFonts w:eastAsia="Times New Roman" w:cs="Arial"/>
          <w:lang w:eastAsia="cs-CZ"/>
        </w:rPr>
        <w:t>uvedením</w:t>
      </w:r>
      <w:r>
        <w:rPr>
          <w:rFonts w:eastAsia="Times New Roman" w:cs="Arial"/>
          <w:lang w:eastAsia="cs-CZ"/>
        </w:rPr>
        <w:t xml:space="preserve"> </w:t>
      </w:r>
    </w:p>
    <w:p w:rsidR="006700B9" w:rsidRPr="00B07668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</w:p>
    <w:p w:rsidR="006700B9" w:rsidRPr="004219DB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B07668">
        <w:rPr>
          <w:rFonts w:eastAsia="Times New Roman" w:cs="Arial"/>
          <w:lang w:eastAsia="cs-CZ"/>
        </w:rPr>
        <w:t xml:space="preserve">a) identifikačních údajů </w:t>
      </w:r>
      <w:r w:rsidRPr="0033130E">
        <w:rPr>
          <w:rFonts w:eastAsia="Times New Roman" w:cs="Arial"/>
          <w:lang w:eastAsia="cs-CZ"/>
        </w:rPr>
        <w:t xml:space="preserve">všech zaměstnanců, na které má být </w:t>
      </w:r>
      <w:r w:rsidRPr="00E84ADD">
        <w:rPr>
          <w:rFonts w:eastAsia="Times New Roman" w:cs="Arial"/>
          <w:lang w:eastAsia="cs-CZ"/>
        </w:rPr>
        <w:t xml:space="preserve">příspěvek v době částečné práce </w:t>
      </w:r>
      <w:r w:rsidRPr="0033130E">
        <w:rPr>
          <w:rFonts w:eastAsia="Times New Roman" w:cs="Arial"/>
          <w:lang w:eastAsia="cs-CZ"/>
        </w:rPr>
        <w:t>poskytnut</w:t>
      </w:r>
      <w:r>
        <w:rPr>
          <w:rFonts w:eastAsia="Times New Roman" w:cs="Arial"/>
          <w:lang w:eastAsia="cs-CZ"/>
        </w:rPr>
        <w:t>,</w:t>
      </w:r>
      <w:r w:rsidRPr="0033130E">
        <w:rPr>
          <w:rFonts w:eastAsia="Times New Roman" w:cs="Arial"/>
          <w:lang w:eastAsia="cs-CZ"/>
        </w:rPr>
        <w:t xml:space="preserve"> s uvedením výše náhrady mzdy za příslušný kalendářní měsíc, </w:t>
      </w:r>
    </w:p>
    <w:p w:rsidR="006700B9" w:rsidRPr="004219DB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bookmarkStart w:id="4" w:name="_Hlk51158691"/>
    </w:p>
    <w:p w:rsidR="006700B9" w:rsidRPr="00B07668" w:rsidRDefault="006700B9" w:rsidP="006700B9">
      <w:pPr>
        <w:ind w:left="284"/>
        <w:jc w:val="both"/>
        <w:rPr>
          <w:rFonts w:eastAsia="Times New Roman" w:cs="Arial"/>
          <w:strike/>
          <w:lang w:eastAsia="cs-CZ"/>
        </w:rPr>
      </w:pPr>
      <w:r w:rsidRPr="004219DB">
        <w:rPr>
          <w:rFonts w:eastAsia="Times New Roman" w:cs="Arial"/>
          <w:lang w:eastAsia="cs-CZ"/>
        </w:rPr>
        <w:t xml:space="preserve">b) </w:t>
      </w:r>
      <w:bookmarkEnd w:id="4"/>
      <w:r w:rsidRPr="00B07668">
        <w:rPr>
          <w:rFonts w:eastAsia="Times New Roman" w:cs="Arial"/>
          <w:lang w:eastAsia="cs-CZ"/>
        </w:rPr>
        <w:t>dne vzniku pracovního poměru a délky týdenní pracovní doby jednotlivých zaměstnanců, včetně informace, že se jedná o pracovní poměr trvající po dobu neurčitou nebo po dobu určitou a dobu jeho trvání,</w:t>
      </w:r>
    </w:p>
    <w:p w:rsidR="006700B9" w:rsidRPr="00B07668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B07668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  <w:r w:rsidRPr="00B07668">
        <w:rPr>
          <w:rFonts w:eastAsia="Times New Roman" w:cs="Arial"/>
          <w:lang w:eastAsia="cs-CZ"/>
        </w:rPr>
        <w:t xml:space="preserve">c) výše příspěvku </w:t>
      </w:r>
      <w:r w:rsidRPr="00E84ADD">
        <w:rPr>
          <w:rFonts w:eastAsia="Times New Roman" w:cs="Arial"/>
          <w:lang w:eastAsia="cs-CZ"/>
        </w:rPr>
        <w:t xml:space="preserve">v době částečné práce u </w:t>
      </w:r>
      <w:r w:rsidRPr="00B07668">
        <w:rPr>
          <w:rFonts w:eastAsia="Times New Roman" w:cs="Arial"/>
          <w:lang w:eastAsia="cs-CZ"/>
        </w:rPr>
        <w:t>jednotlivých zaměstnanců,</w:t>
      </w:r>
    </w:p>
    <w:p w:rsidR="006700B9" w:rsidRPr="00B07668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</w:p>
    <w:p w:rsidR="006700B9" w:rsidRPr="00B07668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  <w:r w:rsidRPr="00B07668">
        <w:rPr>
          <w:rFonts w:eastAsia="Times New Roman" w:cs="Arial"/>
          <w:lang w:eastAsia="cs-CZ"/>
        </w:rPr>
        <w:t>d) počtu rozvržených hodin jednotlivým zaměstnancům podle § 84 zákoníku práce,</w:t>
      </w:r>
      <w:r>
        <w:rPr>
          <w:rFonts w:eastAsia="Times New Roman" w:cs="Arial"/>
          <w:lang w:eastAsia="cs-CZ"/>
        </w:rPr>
        <w:t xml:space="preserve"> </w:t>
      </w:r>
    </w:p>
    <w:p w:rsidR="006700B9" w:rsidRPr="00B07668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</w:p>
    <w:p w:rsidR="006700B9" w:rsidRPr="004219DB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>e) počtu hodin trvání překážky v práci u jednotlivých zaměstnanců podle § 120c odst. 1,</w:t>
      </w:r>
    </w:p>
    <w:p w:rsidR="006700B9" w:rsidRPr="004219DB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</w:p>
    <w:p w:rsidR="006700B9" w:rsidRPr="004219DB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>f) evidence odpracované doby jednotlivých zaměstnanců podle § 96 zákoníku práce</w:t>
      </w:r>
      <w:r>
        <w:rPr>
          <w:rFonts w:eastAsia="Times New Roman" w:cs="Arial"/>
          <w:lang w:eastAsia="cs-CZ"/>
        </w:rPr>
        <w:t>,</w:t>
      </w:r>
    </w:p>
    <w:p w:rsidR="006700B9" w:rsidRPr="004219DB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</w:p>
    <w:p w:rsidR="006700B9" w:rsidRPr="00A67E45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  <w:r w:rsidRPr="00A67E45">
        <w:rPr>
          <w:rFonts w:eastAsia="Times New Roman" w:cs="Arial"/>
          <w:lang w:eastAsia="cs-CZ"/>
        </w:rPr>
        <w:t>g) výše průměrného výdělku u jednotlivých zaměstnanců.</w:t>
      </w:r>
    </w:p>
    <w:p w:rsidR="006700B9" w:rsidRPr="004219DB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</w:p>
    <w:p w:rsidR="006700B9" w:rsidRPr="004219DB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 xml:space="preserve">(6) Zaměstnavatel připojí další doklady osvědčující skutečnosti uvedené v měsíčním </w:t>
      </w:r>
      <w:r w:rsidRPr="00B07668">
        <w:rPr>
          <w:rFonts w:eastAsia="Times New Roman" w:cs="Arial"/>
          <w:lang w:eastAsia="cs-CZ"/>
        </w:rPr>
        <w:t>přehledu nákladů na náhrady mezd zaměstnanců</w:t>
      </w:r>
      <w:r w:rsidRPr="004219DB">
        <w:rPr>
          <w:rFonts w:eastAsia="Times New Roman" w:cs="Arial"/>
          <w:lang w:eastAsia="cs-CZ"/>
        </w:rPr>
        <w:t>, pokud je Úřad práce bude vyžadovat.</w:t>
      </w:r>
    </w:p>
    <w:p w:rsidR="006700B9" w:rsidRPr="004219DB" w:rsidRDefault="006700B9" w:rsidP="006700B9">
      <w:pPr>
        <w:ind w:left="284" w:firstLine="284"/>
        <w:jc w:val="both"/>
        <w:rPr>
          <w:rFonts w:eastAsia="Times New Roman" w:cs="Arial"/>
          <w:lang w:eastAsia="cs-CZ"/>
        </w:rPr>
      </w:pPr>
    </w:p>
    <w:p w:rsidR="006700B9" w:rsidRPr="004F62A6" w:rsidRDefault="006700B9" w:rsidP="006700B9">
      <w:pPr>
        <w:ind w:left="284" w:firstLine="425"/>
        <w:jc w:val="both"/>
        <w:rPr>
          <w:rFonts w:eastAsia="Times New Roman" w:cs="Arial"/>
          <w:color w:val="FF0000"/>
          <w:lang w:eastAsia="cs-CZ"/>
        </w:rPr>
      </w:pPr>
      <w:r w:rsidRPr="004219DB">
        <w:rPr>
          <w:rFonts w:eastAsia="Times New Roman" w:cs="Arial"/>
          <w:lang w:eastAsia="cs-CZ"/>
        </w:rPr>
        <w:t xml:space="preserve">(7) </w:t>
      </w:r>
      <w:r w:rsidRPr="00B07668">
        <w:rPr>
          <w:rFonts w:eastAsia="Times New Roman" w:cs="Arial"/>
          <w:lang w:eastAsia="cs-CZ"/>
        </w:rPr>
        <w:t xml:space="preserve">Měsíční přehled nákladů na náhrady mezd zaměstnanců musí být </w:t>
      </w:r>
      <w:r>
        <w:rPr>
          <w:rFonts w:eastAsia="Times New Roman" w:cs="Arial"/>
          <w:lang w:eastAsia="cs-CZ"/>
        </w:rPr>
        <w:t xml:space="preserve">zaměstnavatelem předložen Úřadu práce </w:t>
      </w:r>
      <w:r w:rsidRPr="00B07668">
        <w:rPr>
          <w:rFonts w:eastAsia="Times New Roman" w:cs="Arial"/>
          <w:lang w:eastAsia="cs-CZ"/>
        </w:rPr>
        <w:t xml:space="preserve">nejpozději do dvacátého dne kalendářního měsíce následujícího po kalendářním měsíci, za který se </w:t>
      </w:r>
      <w:r w:rsidRPr="00E84ADD">
        <w:rPr>
          <w:rFonts w:eastAsia="Times New Roman" w:cs="Arial"/>
          <w:lang w:eastAsia="cs-CZ"/>
        </w:rPr>
        <w:t xml:space="preserve">příspěvek v době částečné práce </w:t>
      </w:r>
      <w:r w:rsidRPr="00B07668">
        <w:rPr>
          <w:rFonts w:eastAsia="Times New Roman" w:cs="Arial"/>
          <w:lang w:eastAsia="cs-CZ"/>
        </w:rPr>
        <w:t xml:space="preserve">poskytuje. </w:t>
      </w:r>
    </w:p>
    <w:p w:rsidR="006700B9" w:rsidRPr="00B23B38" w:rsidRDefault="006700B9" w:rsidP="006700B9">
      <w:pPr>
        <w:ind w:left="284"/>
        <w:jc w:val="both"/>
        <w:rPr>
          <w:bCs/>
        </w:rPr>
      </w:pPr>
      <w:r w:rsidRPr="00B23B38">
        <w:rPr>
          <w:bCs/>
        </w:rPr>
        <w:t>________________________</w:t>
      </w:r>
      <w:r w:rsidRPr="00B23B38">
        <w:rPr>
          <w:rFonts w:eastAsia="Times New Roman" w:cs="Arial"/>
          <w:vertAlign w:val="subscript"/>
          <w:lang w:eastAsia="cs-CZ"/>
        </w:rPr>
        <w:t>___</w:t>
      </w:r>
    </w:p>
    <w:p w:rsidR="006700B9" w:rsidRPr="004219DB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bookmarkStart w:id="5" w:name="_Hlk50099049"/>
      <w:r w:rsidRPr="00B23B38">
        <w:rPr>
          <w:rFonts w:eastAsia="Times New Roman" w:cs="Arial"/>
          <w:vertAlign w:val="superscript"/>
          <w:lang w:eastAsia="cs-CZ"/>
        </w:rPr>
        <w:t>109)</w:t>
      </w:r>
      <w:r w:rsidRPr="00B23B38">
        <w:rPr>
          <w:rFonts w:eastAsia="Times New Roman" w:cs="Arial"/>
          <w:lang w:eastAsia="cs-CZ"/>
        </w:rPr>
        <w:t xml:space="preserve"> Zákon č. 297/2016 Sb., o službách </w:t>
      </w:r>
      <w:r w:rsidRPr="004219DB">
        <w:rPr>
          <w:rFonts w:eastAsia="Times New Roman" w:cs="Arial"/>
          <w:lang w:eastAsia="cs-CZ"/>
        </w:rPr>
        <w:t>vytvářejících důvěru pro elektronické transakce, ve znění pozdějších předpisů</w:t>
      </w:r>
      <w:bookmarkEnd w:id="5"/>
      <w:r w:rsidRPr="004219DB">
        <w:rPr>
          <w:rFonts w:eastAsia="Times New Roman" w:cs="Arial"/>
          <w:lang w:eastAsia="cs-CZ"/>
        </w:rPr>
        <w:t>.</w:t>
      </w:r>
    </w:p>
    <w:p w:rsidR="006700B9" w:rsidRPr="004219DB" w:rsidRDefault="006700B9" w:rsidP="006700B9">
      <w:pPr>
        <w:jc w:val="both"/>
        <w:rPr>
          <w:rFonts w:eastAsia="Times New Roman" w:cs="Arial"/>
          <w:lang w:eastAsia="cs-CZ"/>
        </w:rPr>
      </w:pPr>
    </w:p>
    <w:p w:rsidR="006700B9" w:rsidRPr="004219DB" w:rsidRDefault="006700B9" w:rsidP="006700B9">
      <w:pPr>
        <w:jc w:val="center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>§ 120f</w:t>
      </w:r>
    </w:p>
    <w:p w:rsidR="006700B9" w:rsidRPr="004219DB" w:rsidRDefault="006700B9" w:rsidP="006700B9">
      <w:pPr>
        <w:jc w:val="center"/>
        <w:rPr>
          <w:rFonts w:eastAsia="Times New Roman" w:cs="Arial"/>
          <w:lang w:eastAsia="cs-CZ"/>
        </w:rPr>
      </w:pPr>
    </w:p>
    <w:p w:rsidR="006700B9" w:rsidRPr="00B07668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  <w:r w:rsidRPr="00B07668">
        <w:rPr>
          <w:rFonts w:eastAsia="Times New Roman" w:cs="Arial"/>
          <w:lang w:eastAsia="cs-CZ"/>
        </w:rPr>
        <w:t xml:space="preserve">(1) </w:t>
      </w:r>
      <w:r w:rsidRPr="00E84ADD">
        <w:rPr>
          <w:rFonts w:eastAsia="Times New Roman" w:cs="Arial"/>
          <w:lang w:eastAsia="cs-CZ"/>
        </w:rPr>
        <w:t xml:space="preserve">Příspěvek v době částečné práce </w:t>
      </w:r>
      <w:r w:rsidRPr="00B07668">
        <w:rPr>
          <w:rFonts w:eastAsia="Times New Roman" w:cs="Arial"/>
          <w:lang w:eastAsia="cs-CZ"/>
        </w:rPr>
        <w:t>se poskytuje měsíčně a je splatný do</w:t>
      </w:r>
      <w:r>
        <w:rPr>
          <w:rFonts w:eastAsia="Times New Roman" w:cs="Arial"/>
          <w:lang w:eastAsia="cs-CZ"/>
        </w:rPr>
        <w:t xml:space="preserve"> </w:t>
      </w:r>
      <w:r w:rsidRPr="00B07668">
        <w:rPr>
          <w:rFonts w:eastAsia="Times New Roman" w:cs="Arial"/>
          <w:lang w:eastAsia="cs-CZ"/>
        </w:rPr>
        <w:t>8 kalendářních dnů ode dne doručení úplného a řádně vyplněného přehledu podle § 120e odst. 5 příslušné krajské pobočce Úřadu práce.</w:t>
      </w:r>
    </w:p>
    <w:p w:rsidR="006700B9" w:rsidRPr="00B07668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</w:p>
    <w:p w:rsidR="006700B9" w:rsidRPr="00B07668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  <w:r w:rsidRPr="00B07668">
        <w:rPr>
          <w:rFonts w:eastAsia="Times New Roman" w:cs="Arial"/>
          <w:lang w:eastAsia="cs-CZ"/>
        </w:rPr>
        <w:t xml:space="preserve">(2) O poskytnutí </w:t>
      </w:r>
      <w:r w:rsidRPr="00E84ADD">
        <w:rPr>
          <w:rFonts w:eastAsia="Times New Roman" w:cs="Arial"/>
          <w:lang w:eastAsia="cs-CZ"/>
        </w:rPr>
        <w:t xml:space="preserve">příspěvku v době částečné práce </w:t>
      </w:r>
      <w:r w:rsidRPr="00B07668">
        <w:rPr>
          <w:rFonts w:eastAsia="Times New Roman" w:cs="Arial"/>
          <w:lang w:eastAsia="cs-CZ"/>
        </w:rPr>
        <w:t>vydá Úřad práce oznámení.</w:t>
      </w:r>
    </w:p>
    <w:p w:rsidR="006700B9" w:rsidRPr="00B07668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 xml:space="preserve">(3) Poskytnutý příspěvek v době částečné práce </w:t>
      </w:r>
      <w:r w:rsidRPr="00E1249F">
        <w:rPr>
          <w:rFonts w:eastAsia="Times New Roman" w:cs="Arial"/>
          <w:lang w:eastAsia="cs-CZ"/>
        </w:rPr>
        <w:t xml:space="preserve">na jednotlivé zaměstnance </w:t>
      </w:r>
      <w:r w:rsidRPr="00980234">
        <w:rPr>
          <w:rFonts w:eastAsia="Times New Roman" w:cs="Arial"/>
          <w:lang w:eastAsia="cs-CZ"/>
        </w:rPr>
        <w:t xml:space="preserve">nebo jeho poměrnou část je zaměstnavatel povinen vrátit, jestliže </w:t>
      </w:r>
    </w:p>
    <w:p w:rsidR="006700B9" w:rsidRPr="00980234" w:rsidRDefault="006700B9" w:rsidP="006700B9">
      <w:pPr>
        <w:ind w:left="284" w:firstLine="425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>a) mu byl na základě nesprávných údajů vyplacen neprávem nebo v nesprávné výši, nebo</w:t>
      </w: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  <w:r w:rsidRPr="00980234">
        <w:rPr>
          <w:rFonts w:eastAsia="Times New Roman" w:cs="Arial"/>
          <w:lang w:eastAsia="cs-CZ"/>
        </w:rPr>
        <w:t xml:space="preserve">b) nesplnil závazek vyplývající z jeho prohlášení podle § 120e odst. 2 písm. g). </w:t>
      </w:r>
    </w:p>
    <w:p w:rsidR="006700B9" w:rsidRPr="00980234" w:rsidRDefault="006700B9" w:rsidP="006700B9">
      <w:pPr>
        <w:ind w:left="284"/>
        <w:jc w:val="both"/>
        <w:rPr>
          <w:rFonts w:eastAsia="Times New Roman" w:cs="Arial"/>
          <w:lang w:eastAsia="cs-CZ"/>
        </w:rPr>
      </w:pPr>
    </w:p>
    <w:p w:rsidR="006700B9" w:rsidRPr="00980234" w:rsidRDefault="006700B9" w:rsidP="006700B9">
      <w:pPr>
        <w:ind w:left="284" w:firstLine="424"/>
        <w:jc w:val="both"/>
        <w:rPr>
          <w:rFonts w:cs="Times New Roman"/>
          <w:lang w:eastAsia="cs-CZ"/>
        </w:rPr>
      </w:pPr>
      <w:r w:rsidRPr="00980234">
        <w:rPr>
          <w:rFonts w:eastAsia="Times New Roman" w:cs="Arial"/>
          <w:lang w:eastAsia="cs-CZ"/>
        </w:rPr>
        <w:t xml:space="preserve">(4) </w:t>
      </w:r>
      <w:r w:rsidRPr="00980234">
        <w:rPr>
          <w:rFonts w:cs="Times New Roman"/>
          <w:lang w:eastAsia="cs-CZ"/>
        </w:rPr>
        <w:t>Lhůta ke splnění povinnosti podle odstavce 3 činí 30 kalendářních dnů ode dne doručení výzvy Úřadu práce k vrácení příspěvku v době částečné práce nebo jeho poměrné části zaměstnavateli. Nevrácení příspěvku v době částečné práce nebo jeho poměrné části ve stanovené lhůtě je porušením rozpočtové kázně a bude postihováno odvodem podle zvláštního právního předpisu</w:t>
      </w:r>
      <w:r w:rsidRPr="00980234">
        <w:rPr>
          <w:rFonts w:cs="Times New Roman"/>
          <w:vertAlign w:val="superscript"/>
          <w:lang w:eastAsia="cs-CZ"/>
        </w:rPr>
        <w:t>46)</w:t>
      </w:r>
      <w:r w:rsidRPr="00980234">
        <w:rPr>
          <w:rFonts w:cs="Times New Roman"/>
          <w:lang w:eastAsia="cs-CZ"/>
        </w:rPr>
        <w:t xml:space="preserve">. </w:t>
      </w:r>
    </w:p>
    <w:p w:rsidR="006700B9" w:rsidRPr="008877D5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r w:rsidRPr="00872E9E">
        <w:rPr>
          <w:rFonts w:eastAsia="Times New Roman" w:cs="Arial"/>
          <w:lang w:eastAsia="cs-CZ"/>
        </w:rPr>
        <w:t>(5)</w:t>
      </w:r>
      <w:r w:rsidRPr="00A2794F">
        <w:rPr>
          <w:rFonts w:eastAsia="Times New Roman" w:cs="Arial"/>
          <w:lang w:eastAsia="cs-CZ"/>
        </w:rPr>
        <w:t xml:space="preserve"> </w:t>
      </w:r>
      <w:r w:rsidRPr="008877D5">
        <w:rPr>
          <w:rFonts w:eastAsia="Times New Roman" w:cs="Arial"/>
          <w:lang w:eastAsia="cs-CZ"/>
        </w:rPr>
        <w:t>Příspěvek v době částečné práce se nepovažuje za dotaci podle zvláštního právního předpisu</w:t>
      </w:r>
      <w:r w:rsidRPr="008877D5">
        <w:rPr>
          <w:rFonts w:eastAsia="Times New Roman" w:cs="Arial"/>
          <w:vertAlign w:val="superscript"/>
          <w:lang w:eastAsia="cs-CZ"/>
        </w:rPr>
        <w:t>46)</w:t>
      </w:r>
      <w:r w:rsidRPr="008877D5">
        <w:rPr>
          <w:rFonts w:eastAsia="Times New Roman" w:cs="Arial"/>
          <w:lang w:eastAsia="cs-CZ"/>
        </w:rPr>
        <w:t>.</w:t>
      </w:r>
    </w:p>
    <w:p w:rsidR="006700B9" w:rsidRPr="004219DB" w:rsidRDefault="006700B9" w:rsidP="006700B9">
      <w:pPr>
        <w:ind w:firstLine="284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</w:p>
    <w:p w:rsidR="006700B9" w:rsidRPr="00B07668" w:rsidRDefault="006700B9" w:rsidP="006700B9">
      <w:pPr>
        <w:ind w:left="284" w:firstLine="424"/>
        <w:jc w:val="both"/>
        <w:rPr>
          <w:rFonts w:eastAsia="Times New Roman" w:cs="Arial"/>
          <w:lang w:eastAsia="cs-CZ"/>
        </w:rPr>
      </w:pPr>
      <w:bookmarkStart w:id="6" w:name="_Hlk50555165"/>
      <w:r w:rsidRPr="00B07668">
        <w:rPr>
          <w:rFonts w:eastAsia="Times New Roman" w:cs="Arial"/>
          <w:lang w:eastAsia="cs-CZ"/>
        </w:rPr>
        <w:lastRenderedPageBreak/>
        <w:t>(</w:t>
      </w:r>
      <w:r>
        <w:rPr>
          <w:rFonts w:eastAsia="Times New Roman" w:cs="Arial"/>
          <w:lang w:eastAsia="cs-CZ"/>
        </w:rPr>
        <w:t>6</w:t>
      </w:r>
      <w:r w:rsidRPr="00B07668">
        <w:rPr>
          <w:rFonts w:eastAsia="Times New Roman" w:cs="Arial"/>
          <w:lang w:eastAsia="cs-CZ"/>
        </w:rPr>
        <w:t xml:space="preserve">) Příspěvek </w:t>
      </w:r>
      <w:r w:rsidRPr="00E84ADD">
        <w:rPr>
          <w:rFonts w:eastAsia="Times New Roman" w:cs="Arial"/>
          <w:lang w:eastAsia="cs-CZ"/>
        </w:rPr>
        <w:t xml:space="preserve">v době částečné práce </w:t>
      </w:r>
      <w:r w:rsidRPr="00B07668">
        <w:rPr>
          <w:rFonts w:eastAsia="Times New Roman" w:cs="Arial"/>
          <w:lang w:eastAsia="cs-CZ"/>
        </w:rPr>
        <w:t>poskytnutý zaměstnavateli podle odstavce 1 nelze postihnout výkonem rozhodnutí nebo exekucí vedenou proti zaměstnavateli jako povinnému.“.</w:t>
      </w:r>
    </w:p>
    <w:bookmarkEnd w:id="6"/>
    <w:p w:rsidR="006700B9" w:rsidRDefault="006700B9" w:rsidP="006700B9">
      <w:pPr>
        <w:jc w:val="both"/>
        <w:rPr>
          <w:rFonts w:eastAsia="Times New Roman" w:cs="Arial"/>
          <w:lang w:eastAsia="cs-CZ"/>
        </w:rPr>
      </w:pPr>
    </w:p>
    <w:p w:rsidR="006700B9" w:rsidRPr="00F2474E" w:rsidRDefault="006700B9" w:rsidP="006700B9">
      <w:pPr>
        <w:jc w:val="both"/>
        <w:rPr>
          <w:rFonts w:eastAsia="Times New Roman" w:cs="Arial"/>
          <w:lang w:eastAsia="cs-CZ"/>
        </w:rPr>
      </w:pPr>
    </w:p>
    <w:p w:rsidR="006700B9" w:rsidRPr="00F2474E" w:rsidRDefault="006700B9" w:rsidP="006700B9">
      <w:pPr>
        <w:jc w:val="both"/>
        <w:rPr>
          <w:rFonts w:eastAsia="Times New Roman" w:cs="Arial"/>
          <w:lang w:eastAsia="cs-CZ"/>
        </w:rPr>
      </w:pPr>
      <w:r w:rsidRPr="00F2474E">
        <w:rPr>
          <w:rFonts w:eastAsia="Times New Roman" w:cs="Arial"/>
          <w:lang w:eastAsia="cs-CZ"/>
        </w:rPr>
        <w:t>2. ČÁST DRUHÁ až ČÁST DESÁTÁ se zrušují.</w:t>
      </w:r>
    </w:p>
    <w:p w:rsidR="006700B9" w:rsidRPr="00F2474E" w:rsidRDefault="006700B9" w:rsidP="006700B9">
      <w:pPr>
        <w:jc w:val="both"/>
        <w:rPr>
          <w:rFonts w:eastAsia="Times New Roman" w:cs="Arial"/>
          <w:lang w:eastAsia="cs-CZ"/>
        </w:rPr>
      </w:pPr>
    </w:p>
    <w:p w:rsidR="006700B9" w:rsidRPr="00F2474E" w:rsidRDefault="006700B9" w:rsidP="006700B9">
      <w:pPr>
        <w:jc w:val="both"/>
        <w:rPr>
          <w:rFonts w:eastAsia="Times New Roman" w:cs="Arial"/>
          <w:lang w:eastAsia="cs-CZ"/>
        </w:rPr>
      </w:pPr>
      <w:r w:rsidRPr="00F2474E">
        <w:rPr>
          <w:rFonts w:eastAsia="Times New Roman" w:cs="Arial"/>
          <w:lang w:eastAsia="cs-CZ"/>
        </w:rPr>
        <w:t>3. Dosavadní ČÁST JEDENÁCTÁ se označuje jako ČÁST DRUHÁ.</w:t>
      </w:r>
    </w:p>
    <w:p w:rsidR="006700B9" w:rsidRDefault="006700B9" w:rsidP="006700B9">
      <w:pPr>
        <w:jc w:val="both"/>
        <w:rPr>
          <w:rFonts w:eastAsia="Times New Roman" w:cs="Arial"/>
          <w:lang w:eastAsia="cs-CZ"/>
        </w:rPr>
      </w:pPr>
    </w:p>
    <w:p w:rsidR="006700B9" w:rsidRPr="00F2474E" w:rsidRDefault="006700B9" w:rsidP="006700B9">
      <w:pPr>
        <w:jc w:val="both"/>
        <w:rPr>
          <w:rFonts w:eastAsia="Times New Roman" w:cs="Arial"/>
          <w:lang w:eastAsia="cs-CZ"/>
        </w:rPr>
      </w:pPr>
      <w:r w:rsidRPr="00F2474E">
        <w:rPr>
          <w:rFonts w:eastAsia="Times New Roman" w:cs="Arial"/>
          <w:lang w:eastAsia="cs-CZ"/>
        </w:rPr>
        <w:t>4. ČÁST DRUHÁ včetně nadpisu zní:</w:t>
      </w:r>
    </w:p>
    <w:p w:rsidR="006700B9" w:rsidRDefault="006700B9" w:rsidP="006700B9">
      <w:pPr>
        <w:jc w:val="center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„</w:t>
      </w:r>
      <w:r w:rsidRPr="004219DB">
        <w:rPr>
          <w:rFonts w:eastAsia="Times New Roman" w:cs="Arial"/>
          <w:lang w:eastAsia="cs-CZ"/>
        </w:rPr>
        <w:t xml:space="preserve">ČÁST DRUHÁ </w:t>
      </w:r>
    </w:p>
    <w:p w:rsidR="006700B9" w:rsidRPr="004219DB" w:rsidRDefault="006700B9" w:rsidP="006700B9">
      <w:pPr>
        <w:jc w:val="center"/>
        <w:rPr>
          <w:rFonts w:eastAsia="Times New Roman" w:cs="Arial"/>
          <w:lang w:eastAsia="cs-CZ"/>
        </w:rPr>
      </w:pPr>
    </w:p>
    <w:p w:rsidR="006700B9" w:rsidRPr="004219DB" w:rsidRDefault="006700B9" w:rsidP="006700B9">
      <w:pPr>
        <w:jc w:val="center"/>
        <w:rPr>
          <w:rFonts w:eastAsia="Times New Roman" w:cs="Arial"/>
          <w:b/>
          <w:bCs/>
          <w:lang w:eastAsia="cs-CZ"/>
        </w:rPr>
      </w:pPr>
      <w:r w:rsidRPr="004219DB">
        <w:rPr>
          <w:rFonts w:eastAsia="Times New Roman" w:cs="Arial"/>
          <w:b/>
          <w:bCs/>
          <w:lang w:eastAsia="cs-CZ"/>
        </w:rPr>
        <w:t xml:space="preserve">Změna </w:t>
      </w:r>
      <w:r>
        <w:rPr>
          <w:rFonts w:eastAsia="Times New Roman" w:cs="Arial"/>
          <w:b/>
          <w:bCs/>
          <w:lang w:eastAsia="cs-CZ"/>
        </w:rPr>
        <w:t>zákoníku práce</w:t>
      </w:r>
    </w:p>
    <w:p w:rsidR="006700B9" w:rsidRDefault="006700B9" w:rsidP="006700B9">
      <w:pPr>
        <w:jc w:val="center"/>
        <w:rPr>
          <w:rFonts w:eastAsia="Times New Roman" w:cs="Arial"/>
          <w:lang w:eastAsia="cs-CZ"/>
        </w:rPr>
      </w:pPr>
    </w:p>
    <w:p w:rsidR="006700B9" w:rsidRPr="004219DB" w:rsidRDefault="006700B9" w:rsidP="006700B9">
      <w:pPr>
        <w:jc w:val="center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>Čl. II</w:t>
      </w:r>
    </w:p>
    <w:p w:rsidR="006700B9" w:rsidRPr="004219DB" w:rsidRDefault="006700B9" w:rsidP="006700B9">
      <w:pPr>
        <w:pStyle w:val="normln1"/>
        <w:spacing w:after="0"/>
        <w:ind w:firstLine="708"/>
        <w:jc w:val="both"/>
        <w:rPr>
          <w:rStyle w:val="normln0"/>
        </w:rPr>
      </w:pPr>
      <w:r w:rsidRPr="004219DB">
        <w:rPr>
          <w:rStyle w:val="normln0"/>
        </w:rPr>
        <w:t>Zákon č. 262/2006 Sb., zákoník práce, ve znění zákona č. 585/2006 Sb., zákona č. 181/2007 Sb., zákona č. 261/2007 Sb., zákona č. 296/2007 Sb., zákona č. 362/2007 Sb., nálezu Ústavního soudu, vyhlášeného pod č. 116/2008 Sb., zákona č. 121/2008 Sb., zákona č. 126/2008 Sb., zákona č. 294/2008 Sb., zákona č. 305/2008 Sb., zákona č. 306/2008 Sb., zákona č. 382/2008 Sb., zákona č. 286/2009 Sb., zákona č. 320/2009 Sb., zákona č. 326/2009 Sb., zákona č. 427/2010 Sb., zákona č. 73/2011 Sb., zákona č. 180/2011 Sb., zákona č. 185/2011 Sb., zákona č. 341/2011 Sb., zákona č. 364/2011 Sb., zákona č. 365/2011 Sb., zákona č. 367/2011 Sb., zákona č. 375/2011 Sb., zákona č. 466/2011 Sb., zákona č. 167/2012 Sb., zákona č. 385/2012 Sb., zákona č. 396/2012 Sb., zákona č. 399/2012 Sb., zákona č. 155/2013 Sb., zákona č. 303/2013 Sb., zákona č. 101/2014 Sb., zákona č. 182/2014 Sb., zákona č. 250/2014 Sb., zákona č. 205/2015 Sb., zákona č. 298/2015 Sb., zákona č. 377/2015 Sb., zákona č. 47/2016 Sb., zákona č. 264/2016 Sb., zákona č. 298/2016 Sb., zákona č. 460/2016 Sb., zákona č. 93/2017 Sb., zákona č. 99/2017 Sb., zákona č. 148/2017 Sb., zákona č. 202/2017 Sb., zákona č. 203/2017 Sb., zákona č. 206/2017 Sb., zákona č. 222/2017 Sb., zákona č. 292/2017 Sb.,  zákona č. 310/2017 Sb., zákona č. 181/2018 Sb., zákona č. 32/2019 Sb., zákona č. 366/2019 Sb. a zákona č. 285/2020 Sb., se mění takto:</w:t>
      </w:r>
    </w:p>
    <w:p w:rsidR="006700B9" w:rsidRPr="004219DB" w:rsidRDefault="006700B9" w:rsidP="006700B9">
      <w:pPr>
        <w:pStyle w:val="normln1"/>
        <w:spacing w:after="0"/>
        <w:ind w:left="284" w:hanging="284"/>
        <w:jc w:val="both"/>
        <w:rPr>
          <w:rStyle w:val="normln0"/>
        </w:rPr>
      </w:pPr>
    </w:p>
    <w:p w:rsidR="006700B9" w:rsidRDefault="006700B9" w:rsidP="006700B9">
      <w:pPr>
        <w:pStyle w:val="normln1"/>
        <w:spacing w:after="0"/>
        <w:jc w:val="both"/>
        <w:rPr>
          <w:rStyle w:val="normln0"/>
        </w:rPr>
      </w:pPr>
      <w:r w:rsidRPr="004219DB">
        <w:rPr>
          <w:rStyle w:val="normln0"/>
        </w:rPr>
        <w:t>V § 209 odst. 1 se slova „(částečná nezaměstnanost)“ zrušují.</w:t>
      </w:r>
      <w:r>
        <w:rPr>
          <w:rStyle w:val="normln0"/>
        </w:rPr>
        <w:t>“.</w:t>
      </w:r>
    </w:p>
    <w:p w:rsidR="006700B9" w:rsidRDefault="006700B9" w:rsidP="006700B9">
      <w:pPr>
        <w:pStyle w:val="normln1"/>
        <w:spacing w:after="0"/>
        <w:jc w:val="both"/>
        <w:rPr>
          <w:rStyle w:val="normln0"/>
        </w:rPr>
      </w:pPr>
    </w:p>
    <w:p w:rsidR="006700B9" w:rsidRPr="00F2474E" w:rsidRDefault="006700B9" w:rsidP="006700B9">
      <w:pPr>
        <w:pStyle w:val="normln1"/>
        <w:spacing w:after="0"/>
        <w:jc w:val="both"/>
        <w:rPr>
          <w:rFonts w:cs="Arial"/>
        </w:rPr>
      </w:pPr>
      <w:r w:rsidRPr="00F2474E">
        <w:rPr>
          <w:rStyle w:val="normln0"/>
        </w:rPr>
        <w:t xml:space="preserve">5. </w:t>
      </w:r>
      <w:r w:rsidRPr="00F2474E">
        <w:rPr>
          <w:rFonts w:cs="Arial"/>
        </w:rPr>
        <w:t>Dosavadní ČÁST DVANÁCTÁ se označuje jako ČÁST TŘETÍ, dosavadní ČÁST TŘINÁCTÁ se označuje jako část ČTVRTÁ a dosavadní článek XII se označuje jako článek III.</w:t>
      </w:r>
    </w:p>
    <w:p w:rsidR="006700B9" w:rsidRDefault="006700B9" w:rsidP="006700B9">
      <w:pPr>
        <w:pStyle w:val="normln1"/>
        <w:spacing w:after="0"/>
        <w:jc w:val="both"/>
        <w:rPr>
          <w:rFonts w:cs="Arial"/>
        </w:rPr>
      </w:pPr>
    </w:p>
    <w:p w:rsidR="006700B9" w:rsidRPr="002F79FA" w:rsidRDefault="006700B9" w:rsidP="006700B9">
      <w:pPr>
        <w:pStyle w:val="normln1"/>
        <w:spacing w:after="0"/>
        <w:jc w:val="both"/>
      </w:pPr>
      <w:r w:rsidRPr="00F2474E">
        <w:rPr>
          <w:rFonts w:cs="Arial"/>
        </w:rPr>
        <w:t>6. V ČÁSTI TŘETÍ, Změna zákona, kterým se mění některé zákony v souvislosti s přijetím zákona o Sbírce zákonů a mezinárodních smluv, článk</w:t>
      </w:r>
      <w:r>
        <w:rPr>
          <w:rFonts w:cs="Arial"/>
        </w:rPr>
        <w:t>u</w:t>
      </w:r>
      <w:r w:rsidRPr="00F2474E">
        <w:rPr>
          <w:rFonts w:cs="Arial"/>
        </w:rPr>
        <w:t xml:space="preserve"> III se text </w:t>
      </w:r>
      <w:r w:rsidRPr="002F79FA">
        <w:t>„</w:t>
      </w:r>
      <w:r w:rsidRPr="008C68DB">
        <w:t>§ 120d odst. 4“ nahrazuje textem „§ 120d odst. 2“.</w:t>
      </w:r>
    </w:p>
    <w:p w:rsidR="006700B9" w:rsidRDefault="006700B9" w:rsidP="006700B9">
      <w:pPr>
        <w:pStyle w:val="normln1"/>
        <w:spacing w:after="0"/>
        <w:jc w:val="both"/>
        <w:rPr>
          <w:rFonts w:cs="Arial"/>
        </w:rPr>
      </w:pPr>
    </w:p>
    <w:p w:rsidR="006700B9" w:rsidRPr="00F2474E" w:rsidRDefault="006700B9" w:rsidP="006700B9">
      <w:pPr>
        <w:pStyle w:val="normln1"/>
        <w:spacing w:after="0"/>
        <w:jc w:val="both"/>
        <w:rPr>
          <w:rStyle w:val="normln0"/>
        </w:rPr>
      </w:pPr>
      <w:r w:rsidRPr="00F2474E">
        <w:rPr>
          <w:rFonts w:cs="Arial"/>
        </w:rPr>
        <w:t>7. ČÁST ČTVRTÁ včetně nadpisu zní:</w:t>
      </w:r>
    </w:p>
    <w:p w:rsidR="006700B9" w:rsidRPr="00F2474E" w:rsidRDefault="006700B9" w:rsidP="006700B9">
      <w:pPr>
        <w:pStyle w:val="Bezmezer"/>
        <w:jc w:val="center"/>
        <w:rPr>
          <w:rFonts w:ascii="Times New Roman" w:eastAsia="Times New Roman" w:hAnsi="Times New Roman" w:cs="Arial"/>
          <w:bCs/>
          <w:sz w:val="24"/>
          <w:szCs w:val="24"/>
          <w:lang w:eastAsia="cs-CZ"/>
        </w:rPr>
      </w:pPr>
      <w:r w:rsidRPr="00F2474E">
        <w:rPr>
          <w:rFonts w:ascii="Times New Roman" w:eastAsia="Times New Roman" w:hAnsi="Times New Roman" w:cs="Arial"/>
          <w:bCs/>
          <w:sz w:val="24"/>
          <w:szCs w:val="24"/>
          <w:lang w:eastAsia="cs-CZ"/>
        </w:rPr>
        <w:t>„ČÁST ČTVRTÁ</w:t>
      </w:r>
    </w:p>
    <w:p w:rsidR="006700B9" w:rsidRPr="00F2474E" w:rsidRDefault="006700B9" w:rsidP="006700B9">
      <w:pPr>
        <w:pStyle w:val="Bezmezer"/>
        <w:jc w:val="center"/>
        <w:rPr>
          <w:rFonts w:ascii="Times New Roman" w:eastAsia="Times New Roman" w:hAnsi="Times New Roman" w:cs="Arial"/>
          <w:b/>
          <w:sz w:val="24"/>
          <w:szCs w:val="24"/>
          <w:lang w:eastAsia="cs-CZ"/>
        </w:rPr>
      </w:pPr>
    </w:p>
    <w:p w:rsidR="006700B9" w:rsidRPr="00F2474E" w:rsidRDefault="006700B9" w:rsidP="006700B9">
      <w:pPr>
        <w:jc w:val="center"/>
        <w:rPr>
          <w:rFonts w:eastAsia="Times New Roman" w:cs="Arial"/>
          <w:b/>
          <w:lang w:eastAsia="cs-CZ"/>
        </w:rPr>
      </w:pPr>
      <w:r w:rsidRPr="00F2474E">
        <w:rPr>
          <w:rFonts w:eastAsia="Times New Roman" w:cs="Arial"/>
          <w:b/>
          <w:lang w:eastAsia="cs-CZ"/>
        </w:rPr>
        <w:t>ÚČINNOST</w:t>
      </w:r>
    </w:p>
    <w:p w:rsidR="006700B9" w:rsidRPr="00F2474E" w:rsidRDefault="006700B9" w:rsidP="006700B9">
      <w:pPr>
        <w:jc w:val="center"/>
        <w:rPr>
          <w:rFonts w:eastAsia="Times New Roman" w:cs="Arial"/>
          <w:b/>
          <w:lang w:eastAsia="cs-CZ"/>
        </w:rPr>
      </w:pPr>
    </w:p>
    <w:p w:rsidR="006700B9" w:rsidRPr="00F2474E" w:rsidRDefault="006700B9" w:rsidP="006700B9">
      <w:pPr>
        <w:jc w:val="center"/>
        <w:rPr>
          <w:rFonts w:eastAsia="Times New Roman" w:cs="Arial"/>
          <w:lang w:eastAsia="cs-CZ"/>
        </w:rPr>
      </w:pPr>
      <w:r w:rsidRPr="00F2474E">
        <w:rPr>
          <w:rFonts w:eastAsia="Times New Roman" w:cs="Arial"/>
          <w:lang w:eastAsia="cs-CZ"/>
        </w:rPr>
        <w:t>Čl. IV</w:t>
      </w:r>
    </w:p>
    <w:p w:rsidR="006700B9" w:rsidRDefault="006700B9" w:rsidP="006700B9">
      <w:pPr>
        <w:ind w:firstLine="709"/>
        <w:jc w:val="both"/>
        <w:rPr>
          <w:rFonts w:eastAsia="Times New Roman" w:cs="Arial"/>
          <w:lang w:eastAsia="cs-CZ"/>
        </w:rPr>
      </w:pPr>
      <w:r w:rsidRPr="00F2474E">
        <w:rPr>
          <w:rFonts w:eastAsia="Times New Roman" w:cs="Arial"/>
          <w:lang w:eastAsia="cs-CZ"/>
        </w:rPr>
        <w:t>Tento zákon nabývá účinnosti prvním dnem kalendářního měsíce následujícího po jeho vyhlášení, s výjimkou části třetí, která nabývá účinnosti dnem 1. ledna 2022.“.</w:t>
      </w:r>
    </w:p>
    <w:p w:rsidR="006700B9" w:rsidRDefault="006700B9" w:rsidP="006700B9">
      <w:pPr>
        <w:ind w:firstLine="709"/>
        <w:jc w:val="both"/>
        <w:rPr>
          <w:rFonts w:eastAsia="Times New Roman" w:cs="Arial"/>
          <w:lang w:eastAsia="cs-CZ"/>
        </w:rPr>
      </w:pPr>
    </w:p>
    <w:p w:rsidR="003C5D29" w:rsidRDefault="003C5D29"/>
    <w:p w:rsidR="003C5D29" w:rsidRDefault="003C5D29"/>
    <w:p w:rsidR="003C5D29" w:rsidRDefault="003C5D29"/>
    <w:p w:rsidR="003C5D29" w:rsidRDefault="003C5D29"/>
    <w:p w:rsidR="003C5D29" w:rsidRDefault="006700B9" w:rsidP="006700B9">
      <w:pPr>
        <w:pStyle w:val="PNposlanec"/>
      </w:pPr>
      <w:r>
        <w:lastRenderedPageBreak/>
        <w:t>Poslanec Lukáš Černohorský</w:t>
      </w:r>
    </w:p>
    <w:p w:rsidR="003C5D29" w:rsidRPr="006700B9" w:rsidRDefault="006700B9">
      <w:pPr>
        <w:rPr>
          <w:i/>
        </w:rPr>
      </w:pPr>
      <w:r w:rsidRPr="006700B9">
        <w:rPr>
          <w:i/>
        </w:rPr>
        <w:t>SD 8133</w:t>
      </w:r>
    </w:p>
    <w:p w:rsidR="003C5D29" w:rsidRPr="006700B9" w:rsidRDefault="003C5D29">
      <w:pPr>
        <w:rPr>
          <w:b/>
        </w:rPr>
      </w:pPr>
    </w:p>
    <w:p w:rsidR="006700B9" w:rsidRPr="006700B9" w:rsidRDefault="006700B9" w:rsidP="006700B9">
      <w:pPr>
        <w:widowControl/>
        <w:suppressAutoHyphens w:val="0"/>
        <w:spacing w:after="240"/>
        <w:rPr>
          <w:rFonts w:eastAsia="Arial" w:cs="Times New Roman"/>
        </w:rPr>
      </w:pPr>
      <w:r w:rsidRPr="006700B9">
        <w:rPr>
          <w:rFonts w:eastAsia="Arial" w:cs="Times New Roman"/>
          <w:b/>
        </w:rPr>
        <w:t xml:space="preserve">D1. </w:t>
      </w:r>
      <w:r w:rsidRPr="006700B9">
        <w:rPr>
          <w:rFonts w:eastAsia="Arial" w:cs="Times New Roman"/>
        </w:rPr>
        <w:t>V části jedenácté, ve článku XI se doplňuje nový bod 3, který zní:</w:t>
      </w:r>
    </w:p>
    <w:p w:rsidR="006700B9" w:rsidRPr="006700B9" w:rsidRDefault="006700B9" w:rsidP="006700B9">
      <w:pPr>
        <w:spacing w:after="240"/>
        <w:rPr>
          <w:rFonts w:eastAsia="Arial" w:cs="Times New Roman"/>
        </w:rPr>
      </w:pPr>
      <w:r w:rsidRPr="006700B9">
        <w:rPr>
          <w:rFonts w:eastAsia="Arial" w:cs="Times New Roman"/>
        </w:rPr>
        <w:t>„3. Za § 365 se vkládají nové § 366 a 367, které znějí:</w:t>
      </w:r>
    </w:p>
    <w:p w:rsidR="006700B9" w:rsidRPr="006700B9" w:rsidRDefault="006700B9" w:rsidP="006700B9">
      <w:pPr>
        <w:spacing w:before="240" w:after="240"/>
        <w:jc w:val="center"/>
        <w:rPr>
          <w:rFonts w:eastAsia="Arial" w:cs="Times New Roman"/>
        </w:rPr>
      </w:pPr>
      <w:r w:rsidRPr="006700B9">
        <w:rPr>
          <w:rFonts w:eastAsia="Arial" w:cs="Times New Roman"/>
        </w:rPr>
        <w:t>„§ 366</w:t>
      </w:r>
    </w:p>
    <w:p w:rsidR="006700B9" w:rsidRPr="006700B9" w:rsidRDefault="006700B9" w:rsidP="006700B9">
      <w:pPr>
        <w:spacing w:before="240" w:line="276" w:lineRule="auto"/>
        <w:jc w:val="both"/>
        <w:rPr>
          <w:rFonts w:eastAsia="Arial" w:cs="Times New Roman"/>
        </w:rPr>
      </w:pPr>
      <w:r w:rsidRPr="006700B9">
        <w:rPr>
          <w:rFonts w:eastAsia="Arial" w:cs="Times New Roman"/>
        </w:rPr>
        <w:t>(1) Nelze-li výpočet pojistného provést podle vyhlášky č. 125/1993 Sb., ve znění pozdějších předpisů, je zaměstnavatel povinen hradit minimální pojistné.</w:t>
      </w:r>
    </w:p>
    <w:p w:rsidR="006700B9" w:rsidRPr="006700B9" w:rsidRDefault="006700B9" w:rsidP="006700B9">
      <w:pPr>
        <w:spacing w:before="240" w:after="240" w:line="276" w:lineRule="auto"/>
        <w:jc w:val="both"/>
        <w:rPr>
          <w:rFonts w:eastAsia="Arial" w:cs="Times New Roman"/>
        </w:rPr>
      </w:pPr>
      <w:r w:rsidRPr="006700B9">
        <w:rPr>
          <w:rFonts w:eastAsia="Arial" w:cs="Times New Roman"/>
        </w:rPr>
        <w:t>(2) Nebylo-li pojistné zaplaceno ve výši a ve lhůtě podle § 12 odst. 2 až 4 vyhlášky č. 125/1993 Sb., ve znění vyhlášky č. 43/1995 Sb., je zaměstnavatel povinen platit za každý den prodlení úrok z prodlení, který činí 0,05 % částky, ohledně níž je zaměstnavatel v prodlení.</w:t>
      </w:r>
    </w:p>
    <w:p w:rsidR="006700B9" w:rsidRPr="006700B9" w:rsidRDefault="006700B9" w:rsidP="006700B9">
      <w:pPr>
        <w:spacing w:before="240" w:after="240" w:line="256" w:lineRule="auto"/>
        <w:jc w:val="both"/>
        <w:rPr>
          <w:rFonts w:eastAsia="Arial" w:cs="Times New Roman"/>
        </w:rPr>
      </w:pPr>
      <w:r w:rsidRPr="006700B9">
        <w:rPr>
          <w:rFonts w:eastAsia="Arial" w:cs="Times New Roman"/>
        </w:rPr>
        <w:t xml:space="preserve">(3) Od vymáhání pohledávky uplatněné podle odstavce 2 nebo podle §  9 odst. 1, § 10, § 11 odst. 2 nebo § 12 odst. 8 vyhlášky č. 125/1993 Sb., ve znění vyhlášky č. 43/1995 Sb., může pojišťovna zčásti nebo zcela upustit. Při tom přihlédne k povaze a závažnosti porušení povinnosti zaměstnavatelem, k okolnostem, za nichž k tomuto porušení došlo, a k dopadům, které by vymáhání pohledávky mělo na ekonomickou situaci zaměstnavatele. Převyšuje-li pohledávka částku 250 000 Kč, může tak učinit pouze se souhlasem Ministerstva financí. </w:t>
      </w:r>
    </w:p>
    <w:p w:rsidR="006700B9" w:rsidRPr="006700B9" w:rsidRDefault="006700B9" w:rsidP="006700B9">
      <w:pPr>
        <w:spacing w:before="240" w:line="276" w:lineRule="auto"/>
        <w:jc w:val="center"/>
        <w:rPr>
          <w:rFonts w:eastAsia="Arial" w:cs="Times New Roman"/>
        </w:rPr>
      </w:pPr>
      <w:r w:rsidRPr="006700B9">
        <w:rPr>
          <w:rFonts w:eastAsia="Arial" w:cs="Times New Roman"/>
        </w:rPr>
        <w:t>§ 367</w:t>
      </w:r>
    </w:p>
    <w:p w:rsidR="006700B9" w:rsidRPr="006700B9" w:rsidRDefault="006700B9" w:rsidP="006700B9">
      <w:pPr>
        <w:spacing w:before="240" w:after="240" w:line="276" w:lineRule="auto"/>
        <w:jc w:val="both"/>
        <w:rPr>
          <w:rFonts w:eastAsia="Arial" w:cs="Times New Roman"/>
        </w:rPr>
      </w:pPr>
      <w:r w:rsidRPr="006700B9">
        <w:rPr>
          <w:rFonts w:eastAsia="Arial" w:cs="Times New Roman"/>
        </w:rPr>
        <w:t>Ministerstvo financí vykonává u pojišťoven provozujících zákonné pojištění odpovědnosti zaměstnavatele za škodu při pracovním úrazu nebo nemoci z povolání kontrolu hospodářských výsledků tohoto pojištění.“.“.</w:t>
      </w:r>
    </w:p>
    <w:p w:rsidR="006700B9" w:rsidRPr="006700B9" w:rsidRDefault="006700B9" w:rsidP="006700B9">
      <w:pPr>
        <w:widowControl/>
        <w:suppressAutoHyphens w:val="0"/>
        <w:spacing w:after="240"/>
        <w:rPr>
          <w:rFonts w:eastAsia="Arial" w:cs="Times New Roman"/>
        </w:rPr>
      </w:pPr>
      <w:r w:rsidRPr="006700B9">
        <w:rPr>
          <w:rFonts w:eastAsia="Arial" w:cs="Times New Roman"/>
          <w:b/>
        </w:rPr>
        <w:t xml:space="preserve">D2. </w:t>
      </w:r>
      <w:r w:rsidRPr="006700B9">
        <w:rPr>
          <w:rFonts w:eastAsia="Arial" w:cs="Times New Roman"/>
        </w:rPr>
        <w:t>Za část dvanáctou se vkládá nová část třináctá, která zní:</w:t>
      </w:r>
    </w:p>
    <w:p w:rsidR="006700B9" w:rsidRPr="006700B9" w:rsidRDefault="006700B9" w:rsidP="006700B9">
      <w:pPr>
        <w:spacing w:after="240"/>
        <w:jc w:val="center"/>
        <w:rPr>
          <w:rFonts w:eastAsia="Arial" w:cs="Times New Roman"/>
          <w:b/>
        </w:rPr>
      </w:pPr>
      <w:r w:rsidRPr="006700B9">
        <w:rPr>
          <w:rFonts w:eastAsia="Arial" w:cs="Times New Roman"/>
          <w:b/>
        </w:rPr>
        <w:t>„ČÁST TŘINÁCTÁ</w:t>
      </w:r>
    </w:p>
    <w:p w:rsidR="006700B9" w:rsidRPr="006700B9" w:rsidRDefault="006700B9" w:rsidP="006700B9">
      <w:pPr>
        <w:spacing w:after="240"/>
        <w:jc w:val="center"/>
        <w:rPr>
          <w:rFonts w:eastAsia="Arial" w:cs="Times New Roman"/>
          <w:b/>
        </w:rPr>
      </w:pPr>
      <w:r w:rsidRPr="006700B9">
        <w:rPr>
          <w:rFonts w:eastAsia="Arial" w:cs="Times New Roman"/>
          <w:b/>
        </w:rPr>
        <w:t>Zrušení části vyhlášky ministerstva financí, kterou se stanoví podmínky a sazby zákonného pojištění odpovědnosti organizace za škodu při pracovním úrazu nebo nemoci z povolání</w:t>
      </w:r>
    </w:p>
    <w:p w:rsidR="006700B9" w:rsidRPr="006700B9" w:rsidRDefault="006700B9" w:rsidP="006700B9">
      <w:pPr>
        <w:spacing w:after="240"/>
        <w:jc w:val="center"/>
        <w:rPr>
          <w:rFonts w:eastAsia="Arial" w:cs="Times New Roman"/>
        </w:rPr>
      </w:pPr>
      <w:r w:rsidRPr="006700B9">
        <w:rPr>
          <w:rFonts w:eastAsia="Arial" w:cs="Times New Roman"/>
        </w:rPr>
        <w:t>Čl. XIII</w:t>
      </w:r>
    </w:p>
    <w:p w:rsidR="006700B9" w:rsidRPr="006700B9" w:rsidRDefault="006700B9" w:rsidP="006700B9">
      <w:pPr>
        <w:spacing w:before="240" w:after="240" w:line="276" w:lineRule="auto"/>
        <w:jc w:val="both"/>
        <w:rPr>
          <w:rFonts w:eastAsia="Arial" w:cs="Times New Roman"/>
        </w:rPr>
      </w:pPr>
      <w:r w:rsidRPr="006700B9">
        <w:rPr>
          <w:rFonts w:eastAsia="Arial" w:cs="Times New Roman"/>
        </w:rPr>
        <w:t>Zrušuje se § 12 odst. 9 a § 15 vyhlášky č. 125/1993 Sb., ve znění vyhlášky č. 43/1995 Sb.“.</w:t>
      </w:r>
    </w:p>
    <w:p w:rsidR="003C5D29" w:rsidRPr="006700B9" w:rsidRDefault="006700B9" w:rsidP="006700B9">
      <w:pPr>
        <w:rPr>
          <w:rFonts w:cs="Times New Roman"/>
        </w:rPr>
      </w:pPr>
      <w:r w:rsidRPr="006700B9">
        <w:rPr>
          <w:rFonts w:eastAsia="Arial" w:cs="Times New Roman"/>
        </w:rPr>
        <w:t>Dosavadní část třináctá se označuje jako část čtrnáctá a dosavadní článek Čl. XIII se označuje jako Čl. XIV.</w:t>
      </w:r>
    </w:p>
    <w:p w:rsidR="003C5D29" w:rsidRDefault="003C5D29"/>
    <w:p w:rsidR="003C5D29" w:rsidRDefault="003C5D29"/>
    <w:p w:rsidR="006700B9" w:rsidRDefault="006700B9"/>
    <w:p w:rsidR="006700B9" w:rsidRDefault="006700B9"/>
    <w:p w:rsidR="006700B9" w:rsidRDefault="006700B9"/>
    <w:p w:rsidR="003C5D29" w:rsidRDefault="006700B9" w:rsidP="006700B9">
      <w:pPr>
        <w:pStyle w:val="PNposlanec"/>
      </w:pPr>
      <w:r>
        <w:lastRenderedPageBreak/>
        <w:t>Poslankyně Hana Aulická Jírovcová</w:t>
      </w:r>
    </w:p>
    <w:p w:rsidR="00D37A31" w:rsidRPr="006700B9" w:rsidRDefault="006700B9">
      <w:pPr>
        <w:rPr>
          <w:i/>
        </w:rPr>
      </w:pPr>
      <w:r w:rsidRPr="006700B9">
        <w:rPr>
          <w:i/>
        </w:rPr>
        <w:t>SD 8155</w:t>
      </w:r>
    </w:p>
    <w:p w:rsidR="00D37A31" w:rsidRDefault="00D37A31"/>
    <w:p w:rsidR="006700B9" w:rsidRPr="00A20B77" w:rsidRDefault="006700B9" w:rsidP="006700B9">
      <w:pPr>
        <w:rPr>
          <w:rFonts w:cs="Times New Roman"/>
        </w:rPr>
      </w:pPr>
      <w:r w:rsidRPr="00A20B77">
        <w:rPr>
          <w:rFonts w:cs="Times New Roman"/>
        </w:rPr>
        <w:t>V ČÁ</w:t>
      </w:r>
      <w:r w:rsidRPr="00A20B77">
        <w:rPr>
          <w:rFonts w:cs="Times New Roman"/>
          <w:lang w:val="nl-NL"/>
        </w:rPr>
        <w:t>STI PRVN</w:t>
      </w:r>
      <w:r w:rsidRPr="00A20B77">
        <w:rPr>
          <w:rFonts w:cs="Times New Roman"/>
        </w:rPr>
        <w:t xml:space="preserve">Í, Změna zákona o zaměstnanosti, článek I, se vkládají nové body 1 a 2, které znějí: 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cs="Times New Roman"/>
          <w:b/>
        </w:rPr>
      </w:pPr>
    </w:p>
    <w:p w:rsidR="006700B9" w:rsidRPr="00A20B77" w:rsidRDefault="006700B9" w:rsidP="006700B9">
      <w:pPr>
        <w:rPr>
          <w:rFonts w:cs="Times New Roman"/>
          <w:bCs/>
        </w:rPr>
      </w:pPr>
      <w:r w:rsidRPr="00A20B77">
        <w:rPr>
          <w:rFonts w:cs="Times New Roman"/>
          <w:bCs/>
        </w:rPr>
        <w:t xml:space="preserve">„1. V § 42 odst. 2 větě první část věty před středníkem se za slovo „zaměstnanosti“ vkládají </w:t>
      </w:r>
      <w:proofErr w:type="gramStart"/>
      <w:r w:rsidRPr="00A20B77">
        <w:rPr>
          <w:rFonts w:cs="Times New Roman"/>
          <w:bCs/>
        </w:rPr>
        <w:t>slova „ , pokud</w:t>
      </w:r>
      <w:proofErr w:type="gramEnd"/>
      <w:r w:rsidRPr="00A20B77">
        <w:rPr>
          <w:rFonts w:cs="Times New Roman"/>
          <w:bCs/>
        </w:rPr>
        <w:t xml:space="preserve"> si tyto skutečnosti nemůže Úřad práce podle odstavce 3 zjistit sám“.</w:t>
      </w:r>
    </w:p>
    <w:p w:rsidR="006700B9" w:rsidRPr="00A20B77" w:rsidRDefault="006700B9" w:rsidP="006700B9">
      <w:pPr>
        <w:rPr>
          <w:rFonts w:cs="Times New Roman"/>
          <w:bCs/>
        </w:rPr>
      </w:pPr>
    </w:p>
    <w:p w:rsidR="006700B9" w:rsidRPr="00A20B77" w:rsidRDefault="006700B9" w:rsidP="006700B9">
      <w:pPr>
        <w:rPr>
          <w:rFonts w:cs="Times New Roman"/>
          <w:bCs/>
        </w:rPr>
      </w:pPr>
      <w:r w:rsidRPr="00A20B77">
        <w:rPr>
          <w:rFonts w:cs="Times New Roman"/>
          <w:bCs/>
        </w:rPr>
        <w:t>2. V § 42 se za odstavec 2 vkládá nový odstavec 3, který zní: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Cs/>
        </w:rPr>
      </w:pPr>
    </w:p>
    <w:p w:rsidR="006700B9" w:rsidRPr="00A20B77" w:rsidRDefault="006700B9" w:rsidP="006700B9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567" w:firstLine="567"/>
        <w:jc w:val="both"/>
        <w:rPr>
          <w:rFonts w:ascii="Times New Roman" w:hAnsi="Times New Roman"/>
          <w:bCs/>
          <w:sz w:val="24"/>
          <w:szCs w:val="24"/>
        </w:rPr>
      </w:pPr>
      <w:r w:rsidRPr="00A20B77">
        <w:rPr>
          <w:rFonts w:ascii="Times New Roman" w:hAnsi="Times New Roman"/>
          <w:bCs/>
          <w:sz w:val="24"/>
          <w:szCs w:val="24"/>
        </w:rPr>
        <w:t xml:space="preserve">„(3) Úřad práce je oprávněn získávat údaje rozhodné pro přiznání a poskytování podpory v nezaměstnanosti podle odstavce 2 z informačních systémů vedených Českou správou sociálního zabezpečení podle zákona o nemocenském pojištění, a to údaj o 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567" w:firstLine="1"/>
        <w:jc w:val="both"/>
        <w:rPr>
          <w:rFonts w:cs="Times New Roman"/>
          <w:bCs/>
        </w:rPr>
      </w:pPr>
      <w:r w:rsidRPr="00A20B77">
        <w:rPr>
          <w:rFonts w:cs="Times New Roman"/>
          <w:bCs/>
        </w:rPr>
        <w:t xml:space="preserve">a) druhu zaměstnání, 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567" w:firstLine="1"/>
        <w:jc w:val="both"/>
        <w:rPr>
          <w:rFonts w:cs="Times New Roman"/>
          <w:bCs/>
        </w:rPr>
      </w:pPr>
      <w:r w:rsidRPr="00A20B77">
        <w:rPr>
          <w:rFonts w:cs="Times New Roman"/>
          <w:bCs/>
        </w:rPr>
        <w:t>b) době trvání zaměstnání,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567" w:firstLine="1"/>
        <w:jc w:val="both"/>
        <w:rPr>
          <w:rFonts w:cs="Times New Roman"/>
          <w:bCs/>
        </w:rPr>
      </w:pPr>
      <w:r w:rsidRPr="00A20B77">
        <w:rPr>
          <w:rFonts w:cs="Times New Roman"/>
          <w:bCs/>
        </w:rPr>
        <w:t>c) době důchodového pojištění,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567" w:firstLine="1"/>
        <w:jc w:val="both"/>
        <w:rPr>
          <w:rFonts w:cs="Times New Roman"/>
          <w:bCs/>
        </w:rPr>
      </w:pPr>
      <w:r w:rsidRPr="00A20B77">
        <w:rPr>
          <w:rFonts w:cs="Times New Roman"/>
          <w:bCs/>
        </w:rPr>
        <w:t>d) výši průměrného nebo pravděpodobného měsíčního čistého výdělku zjištěného podle příslušných právních předpisů,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567" w:firstLine="1"/>
        <w:jc w:val="both"/>
        <w:rPr>
          <w:rFonts w:cs="Times New Roman"/>
          <w:bCs/>
        </w:rPr>
      </w:pPr>
      <w:r w:rsidRPr="00A20B77">
        <w:rPr>
          <w:rFonts w:cs="Times New Roman"/>
          <w:bCs/>
        </w:rPr>
        <w:t>e) výši nároku na odstupné, odbytné, odchodné, včetně informace, zda bylo vyplaceno, a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567" w:firstLine="1"/>
        <w:jc w:val="both"/>
        <w:rPr>
          <w:rFonts w:cs="Times New Roman"/>
          <w:bCs/>
        </w:rPr>
      </w:pPr>
      <w:r w:rsidRPr="00A20B77">
        <w:rPr>
          <w:rFonts w:cs="Times New Roman"/>
          <w:bCs/>
        </w:rPr>
        <w:t>f) způsobu a důvodu skončení zaměstnání.“.“.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Cs/>
        </w:rPr>
      </w:pP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567" w:firstLine="1"/>
        <w:jc w:val="both"/>
        <w:rPr>
          <w:rFonts w:cs="Times New Roman"/>
          <w:bCs/>
        </w:rPr>
      </w:pPr>
      <w:r w:rsidRPr="00A20B77" w:rsidDel="00012ADA">
        <w:rPr>
          <w:rFonts w:cs="Times New Roman"/>
          <w:bCs/>
        </w:rPr>
        <w:t xml:space="preserve"> 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567" w:firstLine="1"/>
        <w:jc w:val="both"/>
        <w:rPr>
          <w:rFonts w:cs="Times New Roman"/>
          <w:bCs/>
        </w:rPr>
      </w:pPr>
      <w:r w:rsidRPr="00A20B77">
        <w:rPr>
          <w:rFonts w:cs="Times New Roman"/>
          <w:bCs/>
        </w:rPr>
        <w:t>Dosavadní odstavec 3 se označuje jako odstavec 4.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Cs/>
        </w:rPr>
      </w:pP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Cs/>
        </w:rPr>
      </w:pPr>
      <w:r w:rsidRPr="00A20B77">
        <w:rPr>
          <w:rFonts w:cs="Times New Roman"/>
          <w:bCs/>
        </w:rPr>
        <w:t>Dosavadní novelizační body 1 až 5 se přečíslují.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Cs/>
        </w:rPr>
      </w:pPr>
    </w:p>
    <w:p w:rsidR="006700B9" w:rsidRPr="00A20B77" w:rsidRDefault="006700B9" w:rsidP="006700B9">
      <w:pPr>
        <w:spacing w:line="276" w:lineRule="auto"/>
        <w:jc w:val="both"/>
        <w:rPr>
          <w:rFonts w:cs="Times New Roman"/>
        </w:rPr>
      </w:pPr>
      <w:r w:rsidRPr="00A20B77">
        <w:rPr>
          <w:rFonts w:cs="Times New Roman"/>
        </w:rPr>
        <w:t>V ČÁ</w:t>
      </w:r>
      <w:r w:rsidRPr="00A20B77">
        <w:rPr>
          <w:rFonts w:cs="Times New Roman"/>
          <w:lang w:val="nl-NL"/>
        </w:rPr>
        <w:t>STI PRVN</w:t>
      </w:r>
      <w:r w:rsidRPr="00A20B77">
        <w:rPr>
          <w:rFonts w:cs="Times New Roman"/>
        </w:rPr>
        <w:t>Í, Změna zákona o zaměstnanosti, článek I, se navrhuje vložit nový novelizační bod 8, který zní: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Cs/>
        </w:rPr>
      </w:pP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426" w:hanging="425"/>
        <w:jc w:val="both"/>
        <w:rPr>
          <w:rFonts w:cs="Times New Roman"/>
          <w:bCs/>
        </w:rPr>
      </w:pPr>
      <w:bookmarkStart w:id="7" w:name="_Hlk64020337"/>
      <w:r w:rsidRPr="00A20B77">
        <w:rPr>
          <w:rFonts w:cs="Times New Roman"/>
          <w:bCs/>
        </w:rPr>
        <w:t>„8. Za § 147b se vkládá nový § 147ba, který zní:</w:t>
      </w:r>
    </w:p>
    <w:p w:rsidR="006700B9" w:rsidRPr="00A20B77" w:rsidRDefault="006700B9" w:rsidP="006700B9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</w:p>
    <w:p w:rsidR="006700B9" w:rsidRPr="00A20B77" w:rsidRDefault="006700B9" w:rsidP="006700B9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567" w:hanging="567"/>
        <w:jc w:val="center"/>
        <w:rPr>
          <w:rFonts w:ascii="Times New Roman" w:hAnsi="Times New Roman"/>
          <w:bCs/>
          <w:sz w:val="24"/>
          <w:szCs w:val="24"/>
        </w:rPr>
      </w:pPr>
      <w:r w:rsidRPr="00A20B77">
        <w:rPr>
          <w:rFonts w:ascii="Times New Roman" w:hAnsi="Times New Roman"/>
          <w:bCs/>
          <w:sz w:val="24"/>
          <w:szCs w:val="24"/>
        </w:rPr>
        <w:t>„§147ba</w:t>
      </w:r>
    </w:p>
    <w:p w:rsidR="006700B9" w:rsidRPr="00A20B77" w:rsidRDefault="006700B9" w:rsidP="006700B9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Times New Roman" w:hAnsi="Times New Roman"/>
          <w:bCs/>
          <w:sz w:val="24"/>
          <w:szCs w:val="24"/>
        </w:rPr>
      </w:pPr>
      <w:bookmarkStart w:id="8" w:name="_Hlk64289641"/>
      <w:r w:rsidRPr="00A20B77">
        <w:rPr>
          <w:rFonts w:ascii="Times New Roman" w:hAnsi="Times New Roman"/>
          <w:bCs/>
          <w:sz w:val="24"/>
          <w:szCs w:val="24"/>
        </w:rPr>
        <w:tab/>
      </w:r>
      <w:bookmarkEnd w:id="8"/>
    </w:p>
    <w:p w:rsidR="006700B9" w:rsidRPr="00A20B77" w:rsidRDefault="006700B9" w:rsidP="006700B9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20B77">
        <w:rPr>
          <w:rFonts w:ascii="Times New Roman" w:hAnsi="Times New Roman"/>
          <w:bCs/>
          <w:sz w:val="24"/>
          <w:szCs w:val="24"/>
        </w:rPr>
        <w:tab/>
        <w:t>„Zaměstnavatel, který oznamuje příslušné okresní správě sociálního zabezpečení den skončení doby zaměstnání se zaměstnancem podle § 94 odst. 1 zákona o nemocenském pojištění, je povinen oznámit okresní správě sociálního zabezpečení též údaje podle § 42 odst. 3 způsobem podle § 94 odst. 5 zákona o nemocenském pojištění, a to do 8 kalendářních dnů ode dne skončení doby zaměstnání tohoto zaměstnance.“.“.</w:t>
      </w:r>
    </w:p>
    <w:p w:rsidR="006700B9" w:rsidRPr="00A20B77" w:rsidRDefault="006700B9" w:rsidP="006700B9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6700B9" w:rsidRPr="00A20B77" w:rsidRDefault="006700B9" w:rsidP="006700B9">
      <w:pPr>
        <w:spacing w:line="276" w:lineRule="auto"/>
        <w:jc w:val="both"/>
        <w:rPr>
          <w:rFonts w:cs="Times New Roman"/>
        </w:rPr>
      </w:pPr>
      <w:r w:rsidRPr="00A20B77">
        <w:rPr>
          <w:rFonts w:cs="Times New Roman"/>
        </w:rPr>
        <w:t>V ČÁ</w:t>
      </w:r>
      <w:r w:rsidRPr="00A20B77">
        <w:rPr>
          <w:rFonts w:cs="Times New Roman"/>
          <w:lang w:val="nl-NL"/>
        </w:rPr>
        <w:t>STI DESÁTÉ</w:t>
      </w:r>
      <w:r w:rsidRPr="00A20B77">
        <w:rPr>
          <w:rFonts w:cs="Times New Roman"/>
        </w:rPr>
        <w:t>, Změna zákona o nemocenském pojištění, článek X, se za novelizační bod 2 navrhuje vložit nový novelizační bod 3, který zní: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cs="Times New Roman"/>
          <w:bCs/>
        </w:rPr>
      </w:pPr>
    </w:p>
    <w:bookmarkEnd w:id="7"/>
    <w:p w:rsidR="006700B9" w:rsidRPr="00A20B77" w:rsidRDefault="006700B9" w:rsidP="006700B9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B77">
        <w:rPr>
          <w:rFonts w:ascii="Times New Roman" w:hAnsi="Times New Roman" w:cs="Times New Roman"/>
          <w:sz w:val="24"/>
          <w:szCs w:val="24"/>
        </w:rPr>
        <w:t xml:space="preserve">„3. V § 94 se doplňuje odstavec 5, který zní: </w:t>
      </w:r>
    </w:p>
    <w:p w:rsidR="006700B9" w:rsidRPr="00A20B77" w:rsidRDefault="006700B9" w:rsidP="006700B9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700B9" w:rsidRPr="00A20B77" w:rsidRDefault="006700B9" w:rsidP="006700B9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B77">
        <w:rPr>
          <w:rFonts w:ascii="Times New Roman" w:hAnsi="Times New Roman" w:cs="Times New Roman"/>
          <w:sz w:val="24"/>
          <w:szCs w:val="24"/>
        </w:rPr>
        <w:tab/>
      </w:r>
      <w:r w:rsidRPr="00A20B77">
        <w:rPr>
          <w:rFonts w:ascii="Times New Roman" w:hAnsi="Times New Roman" w:cs="Times New Roman"/>
          <w:sz w:val="24"/>
          <w:szCs w:val="24"/>
        </w:rPr>
        <w:tab/>
        <w:t xml:space="preserve">„(5) Součástí </w:t>
      </w:r>
      <w:bookmarkStart w:id="9" w:name="_Hlk64023236"/>
      <w:r w:rsidRPr="00A20B77">
        <w:rPr>
          <w:rFonts w:ascii="Times New Roman" w:hAnsi="Times New Roman" w:cs="Times New Roman"/>
          <w:sz w:val="24"/>
          <w:szCs w:val="24"/>
        </w:rPr>
        <w:t>oznámení podle odstavce 1 o dni skončení doby zaměstnání se zaměstnancem jsou též údaje podle § 42 odst. 3 zákona o zaměstnanosti potřebné pro přiznání a poskytování podpory v nezaměstnanosti, týká-li se toto oznámení zaměstnaných osob.“.</w:t>
      </w:r>
      <w:bookmarkEnd w:id="9"/>
      <w:r w:rsidRPr="00A20B77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6700B9" w:rsidRPr="00A20B77" w:rsidRDefault="006700B9" w:rsidP="006700B9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6700B9" w:rsidRPr="00A20B77" w:rsidRDefault="006700B9" w:rsidP="006700B9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B77">
        <w:rPr>
          <w:rFonts w:ascii="Times New Roman" w:hAnsi="Times New Roman" w:cs="Times New Roman"/>
          <w:sz w:val="24"/>
          <w:szCs w:val="24"/>
        </w:rPr>
        <w:lastRenderedPageBreak/>
        <w:t>Dosavadní novelizační bod 3 se přečísluje.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Cs/>
        </w:rPr>
      </w:pPr>
    </w:p>
    <w:p w:rsidR="006700B9" w:rsidRPr="00A20B77" w:rsidRDefault="006700B9" w:rsidP="006700B9">
      <w:pPr>
        <w:spacing w:line="276" w:lineRule="auto"/>
        <w:jc w:val="both"/>
        <w:rPr>
          <w:rFonts w:cs="Times New Roman"/>
        </w:rPr>
      </w:pPr>
      <w:r w:rsidRPr="00A20B77">
        <w:rPr>
          <w:rFonts w:cs="Times New Roman"/>
        </w:rPr>
        <w:t>V ČÁ</w:t>
      </w:r>
      <w:r w:rsidRPr="00A20B77">
        <w:rPr>
          <w:rFonts w:cs="Times New Roman"/>
          <w:lang w:val="nl-NL"/>
        </w:rPr>
        <w:t>STI DESÁTÉ</w:t>
      </w:r>
      <w:r w:rsidRPr="00A20B77">
        <w:rPr>
          <w:rFonts w:cs="Times New Roman"/>
        </w:rPr>
        <w:t>, Změna zákona o nemocenském pojištění, článek X, se navrhuje doplnit nové novelizační body 5 až 9, které znějí:</w:t>
      </w:r>
    </w:p>
    <w:p w:rsidR="006700B9" w:rsidRPr="00A20B77" w:rsidRDefault="006700B9" w:rsidP="006700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Times New Roman"/>
          <w:bCs/>
        </w:rPr>
      </w:pPr>
    </w:p>
    <w:p w:rsidR="006700B9" w:rsidRPr="00A20B77" w:rsidRDefault="006700B9" w:rsidP="006700B9">
      <w:pPr>
        <w:pStyle w:val="Bezmezer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20B77">
        <w:rPr>
          <w:rFonts w:ascii="Times New Roman" w:hAnsi="Times New Roman" w:cs="Times New Roman"/>
          <w:sz w:val="24"/>
          <w:szCs w:val="24"/>
        </w:rPr>
        <w:t>„5. V § 116 se na konci odstavce 3 doplňuje věta „Česká správa sociálního zabezpečení sděluje na žádost orgánům poskytujícím podporu v nezaměstnanosti údaje</w:t>
      </w:r>
      <w:r w:rsidRPr="00A20B77">
        <w:t xml:space="preserve"> </w:t>
      </w:r>
      <w:r w:rsidRPr="00A20B77">
        <w:rPr>
          <w:rFonts w:ascii="Times New Roman" w:hAnsi="Times New Roman" w:cs="Times New Roman"/>
          <w:sz w:val="24"/>
          <w:szCs w:val="24"/>
        </w:rPr>
        <w:t>podle § 42 odst. 3 zákona o zaměstnanosti potřebné pro přiznání a poskytování podpory v nezaměstnanosti, které obdržela podle § 147ba zákona o zaměstnanosti</w:t>
      </w:r>
      <w:r w:rsidRPr="00A20B77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A20B77">
        <w:rPr>
          <w:rFonts w:ascii="Times New Roman" w:hAnsi="Times New Roman" w:cs="Times New Roman"/>
          <w:sz w:val="24"/>
          <w:szCs w:val="24"/>
        </w:rPr>
        <w:t xml:space="preserve">“. </w:t>
      </w:r>
      <w:r w:rsidRPr="00A20B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700B9" w:rsidRPr="00A20B77" w:rsidRDefault="006700B9" w:rsidP="006700B9">
      <w:pPr>
        <w:pStyle w:val="Bezmezer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700B9" w:rsidRPr="00A20B77" w:rsidRDefault="006700B9" w:rsidP="006700B9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A20B77">
        <w:rPr>
          <w:rFonts w:ascii="Times New Roman" w:hAnsi="Times New Roman" w:cs="Times New Roman"/>
          <w:sz w:val="24"/>
          <w:szCs w:val="24"/>
        </w:rPr>
        <w:t>6. V § 116 odst. 4 se slova „odstavců 2 a 3“ nahrazují slovy „odstavce 2 a odstavce 3 věty první“.</w:t>
      </w:r>
    </w:p>
    <w:p w:rsidR="006700B9" w:rsidRPr="00A20B77" w:rsidRDefault="006700B9" w:rsidP="006700B9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700B9" w:rsidRPr="00A20B77" w:rsidRDefault="006700B9" w:rsidP="006700B9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B77">
        <w:rPr>
          <w:rFonts w:ascii="Times New Roman" w:hAnsi="Times New Roman" w:cs="Times New Roman"/>
          <w:sz w:val="24"/>
          <w:szCs w:val="24"/>
        </w:rPr>
        <w:t xml:space="preserve">7. V § 116 se na konci odstavce 4 doplňuje věta „Údaje podle odstavce 3 věty poslední se sdělují způsobem umožňujícím dálkový přístup.“. </w:t>
      </w:r>
    </w:p>
    <w:p w:rsidR="006700B9" w:rsidRPr="00A20B77" w:rsidRDefault="006700B9" w:rsidP="006700B9">
      <w:pPr>
        <w:pStyle w:val="Bezmezer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700B9" w:rsidRPr="00640E7A" w:rsidRDefault="006700B9" w:rsidP="006700B9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640E7A">
        <w:rPr>
          <w:rFonts w:ascii="Times New Roman" w:hAnsi="Times New Roman" w:cs="Times New Roman"/>
          <w:sz w:val="24"/>
          <w:szCs w:val="24"/>
        </w:rPr>
        <w:t>8. V § 122 se doplňuje odstavec 5, který zní:</w:t>
      </w:r>
    </w:p>
    <w:p w:rsidR="006700B9" w:rsidRPr="00640E7A" w:rsidRDefault="006700B9" w:rsidP="006700B9">
      <w:pPr>
        <w:pStyle w:val="Bezmezer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700B9" w:rsidRPr="00640E7A" w:rsidRDefault="006700B9" w:rsidP="006700B9">
      <w:pPr>
        <w:pStyle w:val="Bezmezer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0E7A">
        <w:rPr>
          <w:rFonts w:ascii="Times New Roman" w:hAnsi="Times New Roman" w:cs="Times New Roman"/>
          <w:sz w:val="24"/>
          <w:szCs w:val="24"/>
        </w:rPr>
        <w:t xml:space="preserve">„(5) V registru pojištěnců, </w:t>
      </w:r>
      <w:r w:rsidRPr="00640E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jehož správcem je Česká správa sociálního zabezpečení</w:t>
      </w:r>
      <w:r w:rsidRPr="00640E7A">
        <w:rPr>
          <w:rFonts w:ascii="Times New Roman" w:hAnsi="Times New Roman" w:cs="Times New Roman"/>
          <w:sz w:val="24"/>
          <w:szCs w:val="24"/>
        </w:rPr>
        <w:t>, se vedou též údaje podle § 42 odst. 3 zákona o zaměstnanosti potřebné pro přiznání a poskytování podpory v nezaměstnanosti sdělené zaměstnavatelem podle § 94 odst. 5, a to po dobu 15 let následujících po roce, v němž byly tyto údaje zapsány do registru pojištěnců.“.</w:t>
      </w:r>
    </w:p>
    <w:p w:rsidR="006700B9" w:rsidRPr="00640E7A" w:rsidRDefault="006700B9" w:rsidP="006700B9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:rsidR="006700B9" w:rsidRPr="00A20B77" w:rsidRDefault="006700B9" w:rsidP="006700B9">
      <w:pPr>
        <w:pStyle w:val="Bezmezer"/>
        <w:spacing w:before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B77">
        <w:rPr>
          <w:rFonts w:ascii="Times New Roman" w:hAnsi="Times New Roman" w:cs="Times New Roman"/>
          <w:sz w:val="24"/>
          <w:szCs w:val="24"/>
        </w:rPr>
        <w:t xml:space="preserve">9. V § 131 odst. 1 písm. f) se za slova „okresní správě sociálního zabezpečení“ vkládají slova „pro účely pojištění“. </w:t>
      </w:r>
    </w:p>
    <w:p w:rsidR="006700B9" w:rsidRPr="00A20B77" w:rsidRDefault="006700B9" w:rsidP="006700B9">
      <w:pPr>
        <w:spacing w:before="120"/>
        <w:jc w:val="both"/>
        <w:rPr>
          <w:rFonts w:cs="Times New Roman"/>
        </w:rPr>
      </w:pPr>
    </w:p>
    <w:p w:rsidR="006700B9" w:rsidRPr="00A20B77" w:rsidRDefault="006700B9" w:rsidP="006700B9">
      <w:pPr>
        <w:spacing w:line="276" w:lineRule="auto"/>
        <w:jc w:val="both"/>
        <w:rPr>
          <w:rFonts w:cs="Times New Roman"/>
        </w:rPr>
      </w:pPr>
      <w:r w:rsidRPr="00A20B77">
        <w:rPr>
          <w:rFonts w:cs="Times New Roman"/>
        </w:rPr>
        <w:t>V ČÁ</w:t>
      </w:r>
      <w:r w:rsidRPr="00A20B77">
        <w:rPr>
          <w:rFonts w:cs="Times New Roman"/>
          <w:lang w:val="nl-NL"/>
        </w:rPr>
        <w:t>STI TŘINÁCTÉ</w:t>
      </w:r>
      <w:r w:rsidRPr="00A20B77">
        <w:rPr>
          <w:rFonts w:cs="Times New Roman"/>
        </w:rPr>
        <w:t>, ÚČINNOST, článek XIII, se za slovo „výjimkou“ vkládají slova „čl. I bodu 1, 2 a 8 a čl. X bodu 3 a 5 až 9, které n</w:t>
      </w:r>
      <w:r>
        <w:rPr>
          <w:rFonts w:cs="Times New Roman"/>
        </w:rPr>
        <w:t>a</w:t>
      </w:r>
      <w:r w:rsidRPr="00A20B77">
        <w:rPr>
          <w:rFonts w:cs="Times New Roman"/>
        </w:rPr>
        <w:t>bývají účinnosti prvním dnem desátého kalendářního měsíce následujícího po jeho vyhlášení, a“.</w:t>
      </w:r>
    </w:p>
    <w:p w:rsidR="006700B9" w:rsidRPr="00A20B77" w:rsidRDefault="006700B9" w:rsidP="006700B9">
      <w:pPr>
        <w:pStyle w:val="Bezmezer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6700B9" w:rsidRDefault="006700B9"/>
    <w:p w:rsidR="006700B9" w:rsidRDefault="006700B9"/>
    <w:p w:rsidR="006700B9" w:rsidRDefault="000C23D1" w:rsidP="000C23D1">
      <w:pPr>
        <w:pStyle w:val="PNposlanec"/>
      </w:pPr>
      <w:r>
        <w:t xml:space="preserve">Poslankyně Pavla </w:t>
      </w:r>
      <w:proofErr w:type="spellStart"/>
      <w:r>
        <w:t>Golasowská</w:t>
      </w:r>
      <w:proofErr w:type="spellEnd"/>
    </w:p>
    <w:p w:rsidR="000C23D1" w:rsidRDefault="000C23D1" w:rsidP="000C23D1">
      <w:pPr>
        <w:rPr>
          <w:i/>
        </w:rPr>
      </w:pPr>
      <w:r w:rsidRPr="00AE3567">
        <w:rPr>
          <w:i/>
        </w:rPr>
        <w:t>SD 6311</w:t>
      </w:r>
    </w:p>
    <w:p w:rsidR="000C23D1" w:rsidRPr="002265D8" w:rsidRDefault="000C23D1" w:rsidP="000C23D1">
      <w:pPr>
        <w:rPr>
          <w:b/>
        </w:rPr>
      </w:pPr>
      <w:r>
        <w:rPr>
          <w:b/>
        </w:rPr>
        <w:t>F</w:t>
      </w:r>
      <w:r w:rsidRPr="002265D8">
        <w:rPr>
          <w:b/>
        </w:rPr>
        <w:t>1.</w:t>
      </w:r>
    </w:p>
    <w:p w:rsidR="000C23D1" w:rsidRDefault="000C23D1" w:rsidP="000C23D1">
      <w:pPr>
        <w:jc w:val="both"/>
        <w:rPr>
          <w:rFonts w:eastAsia="Times New Roman" w:cs="Times New Roman"/>
        </w:rPr>
      </w:pPr>
      <w:r>
        <w:t>V ČÁSTI ČTVRT</w:t>
      </w:r>
      <w:r>
        <w:rPr>
          <w:lang w:val="pt-PT"/>
        </w:rPr>
        <w:t xml:space="preserve">É </w:t>
      </w:r>
      <w:r>
        <w:t xml:space="preserve">(Změna zákona o </w:t>
      </w:r>
      <w:proofErr w:type="spellStart"/>
      <w:r>
        <w:t>pojistn</w:t>
      </w:r>
      <w:proofErr w:type="spellEnd"/>
      <w:r>
        <w:rPr>
          <w:lang w:val="fr-FR"/>
        </w:rPr>
        <w:t>é</w:t>
      </w:r>
      <w:r>
        <w:rPr>
          <w:lang w:val="pt-PT"/>
        </w:rPr>
        <w:t>m na soci</w:t>
      </w:r>
      <w:proofErr w:type="spellStart"/>
      <w:r>
        <w:t>ální</w:t>
      </w:r>
      <w:proofErr w:type="spellEnd"/>
      <w:r>
        <w:t xml:space="preserve"> zabezpečení a příspěvku na státní politiku zaměstnanosti)</w:t>
      </w:r>
    </w:p>
    <w:p w:rsidR="000C23D1" w:rsidRDefault="000C23D1" w:rsidP="000C23D1">
      <w:pPr>
        <w:jc w:val="both"/>
        <w:rPr>
          <w:rFonts w:eastAsia="Times New Roman" w:cs="Times New Roman"/>
        </w:rPr>
      </w:pPr>
      <w:r>
        <w:t>Č</w:t>
      </w:r>
      <w:r>
        <w:rPr>
          <w:lang w:val="pt-PT"/>
        </w:rPr>
        <w:t xml:space="preserve">l. </w:t>
      </w:r>
      <w:r>
        <w:t>IV, nový § 5a odst. 2 zní:</w:t>
      </w:r>
    </w:p>
    <w:p w:rsidR="000C23D1" w:rsidRDefault="000C23D1" w:rsidP="000C23D1">
      <w:pPr>
        <w:pStyle w:val="Nadpispozmn"/>
        <w:keepNext w:val="0"/>
        <w:keepLines w:val="0"/>
        <w:widowControl/>
        <w:suppressAutoHyphens w:val="0"/>
        <w:spacing w:after="0" w:line="240" w:lineRule="auto"/>
        <w:ind w:firstLine="708"/>
        <w:jc w:val="both"/>
        <w:rPr>
          <w:b w:val="0"/>
          <w:bCs w:val="0"/>
          <w:kern w:val="0"/>
          <w:sz w:val="24"/>
          <w:szCs w:val="24"/>
        </w:rPr>
      </w:pPr>
      <w:r>
        <w:rPr>
          <w:b w:val="0"/>
          <w:bCs w:val="0"/>
          <w:kern w:val="0"/>
          <w:sz w:val="24"/>
          <w:szCs w:val="24"/>
        </w:rPr>
        <w:t xml:space="preserve">„(2) Poskytl-li zaměstnancům Úřad práce </w:t>
      </w:r>
      <w:proofErr w:type="spellStart"/>
      <w:r>
        <w:rPr>
          <w:b w:val="0"/>
          <w:bCs w:val="0"/>
          <w:kern w:val="0"/>
          <w:sz w:val="24"/>
          <w:szCs w:val="24"/>
        </w:rPr>
        <w:t>Česk</w:t>
      </w:r>
      <w:proofErr w:type="spellEnd"/>
      <w:r>
        <w:rPr>
          <w:b w:val="0"/>
          <w:bCs w:val="0"/>
          <w:kern w:val="0"/>
          <w:sz w:val="24"/>
          <w:szCs w:val="24"/>
          <w:lang w:val="fr-FR"/>
        </w:rPr>
        <w:t xml:space="preserve">é </w:t>
      </w:r>
      <w:r>
        <w:rPr>
          <w:b w:val="0"/>
          <w:bCs w:val="0"/>
          <w:kern w:val="0"/>
          <w:sz w:val="24"/>
          <w:szCs w:val="24"/>
        </w:rPr>
        <w:t>republiky prostřednictvím jejich zaměstnavatele podporu v době </w:t>
      </w:r>
      <w:proofErr w:type="spellStart"/>
      <w:r>
        <w:rPr>
          <w:b w:val="0"/>
          <w:bCs w:val="0"/>
          <w:kern w:val="0"/>
          <w:sz w:val="24"/>
          <w:szCs w:val="24"/>
        </w:rPr>
        <w:t>částečn</w:t>
      </w:r>
      <w:proofErr w:type="spellEnd"/>
      <w:r>
        <w:rPr>
          <w:b w:val="0"/>
          <w:bCs w:val="0"/>
          <w:kern w:val="0"/>
          <w:sz w:val="24"/>
          <w:szCs w:val="24"/>
          <w:lang w:val="fr-FR"/>
        </w:rPr>
        <w:t xml:space="preserve">é </w:t>
      </w:r>
      <w:r>
        <w:rPr>
          <w:b w:val="0"/>
          <w:bCs w:val="0"/>
          <w:kern w:val="0"/>
          <w:sz w:val="24"/>
          <w:szCs w:val="24"/>
        </w:rPr>
        <w:t xml:space="preserve">zaměstnanosti podle zákona o zaměstnanosti, zvyšuje se vyměřovací základ zaměstnavatele podle odstavce 1 </w:t>
      </w:r>
      <w:r>
        <w:rPr>
          <w:kern w:val="0"/>
          <w:sz w:val="24"/>
          <w:szCs w:val="24"/>
        </w:rPr>
        <w:t xml:space="preserve">o 50 % </w:t>
      </w:r>
      <w:r>
        <w:rPr>
          <w:b w:val="0"/>
          <w:bCs w:val="0"/>
          <w:kern w:val="0"/>
          <w:sz w:val="24"/>
          <w:szCs w:val="24"/>
        </w:rPr>
        <w:t xml:space="preserve">úhrnu těchto podpor v tom kalendářním </w:t>
      </w:r>
      <w:proofErr w:type="spellStart"/>
      <w:r>
        <w:rPr>
          <w:b w:val="0"/>
          <w:bCs w:val="0"/>
          <w:kern w:val="0"/>
          <w:sz w:val="24"/>
          <w:szCs w:val="24"/>
        </w:rPr>
        <w:t>měsí</w:t>
      </w:r>
      <w:proofErr w:type="spellEnd"/>
      <w:r>
        <w:rPr>
          <w:b w:val="0"/>
          <w:bCs w:val="0"/>
          <w:kern w:val="0"/>
          <w:sz w:val="24"/>
          <w:szCs w:val="24"/>
          <w:lang w:val="it-IT"/>
        </w:rPr>
        <w:t>ci, v</w:t>
      </w:r>
      <w:r>
        <w:rPr>
          <w:b w:val="0"/>
          <w:bCs w:val="0"/>
          <w:kern w:val="0"/>
          <w:sz w:val="24"/>
          <w:szCs w:val="24"/>
        </w:rPr>
        <w:t> němž zaměstnavatel tyto podpory přijal.“.</w:t>
      </w:r>
    </w:p>
    <w:p w:rsidR="000C23D1" w:rsidRDefault="000C23D1" w:rsidP="000C23D1"/>
    <w:p w:rsidR="00B43A48" w:rsidRDefault="00B43A48" w:rsidP="000C23D1">
      <w:pPr>
        <w:rPr>
          <w:i/>
        </w:rPr>
      </w:pPr>
      <w:r w:rsidRPr="00B43A48">
        <w:rPr>
          <w:i/>
        </w:rPr>
        <w:t>SD 6312</w:t>
      </w:r>
    </w:p>
    <w:p w:rsidR="00B43A48" w:rsidRPr="00B43A48" w:rsidRDefault="00B43A48" w:rsidP="000C23D1">
      <w:pPr>
        <w:rPr>
          <w:b/>
        </w:rPr>
      </w:pPr>
      <w:r w:rsidRPr="00B43A48">
        <w:rPr>
          <w:b/>
        </w:rPr>
        <w:t>F2.</w:t>
      </w:r>
    </w:p>
    <w:p w:rsidR="00B43A48" w:rsidRDefault="00B43A48" w:rsidP="00B43A48">
      <w:pPr>
        <w:spacing w:after="360"/>
        <w:jc w:val="both"/>
        <w:rPr>
          <w:rFonts w:eastAsia="Times New Roman" w:cs="Times New Roman"/>
        </w:rPr>
      </w:pPr>
      <w:r>
        <w:t>V ČÁ</w:t>
      </w:r>
      <w:r>
        <w:rPr>
          <w:lang w:val="nl-NL"/>
        </w:rPr>
        <w:t>STI PRVN</w:t>
      </w:r>
      <w:r>
        <w:t>Í (Změna zákona o zaměstnanosti), Čl. I, bod 5, § 120d odst. 4 zní:</w:t>
      </w:r>
    </w:p>
    <w:p w:rsidR="00B43A48" w:rsidRDefault="00B43A48" w:rsidP="00B43A48">
      <w:pPr>
        <w:ind w:firstLine="424"/>
        <w:jc w:val="both"/>
        <w:rPr>
          <w:rFonts w:eastAsia="Times New Roman" w:cs="Times New Roman"/>
        </w:rPr>
      </w:pPr>
      <w:r>
        <w:t xml:space="preserve">„(4) Maximální výše podpory v době </w:t>
      </w:r>
      <w:proofErr w:type="spellStart"/>
      <w:r>
        <w:t>částečn</w:t>
      </w:r>
      <w:proofErr w:type="spellEnd"/>
      <w:r>
        <w:rPr>
          <w:lang w:val="fr-FR"/>
        </w:rPr>
        <w:t xml:space="preserve">é </w:t>
      </w:r>
      <w:r>
        <w:t xml:space="preserve">zaměstnanosti činí měsíčně </w:t>
      </w:r>
      <w:r>
        <w:rPr>
          <w:b/>
          <w:bCs/>
        </w:rPr>
        <w:t>1,5násobek</w:t>
      </w:r>
      <w:r>
        <w:t xml:space="preserve"> </w:t>
      </w:r>
      <w:proofErr w:type="spellStart"/>
      <w:r>
        <w:t>průměrn</w:t>
      </w:r>
      <w:proofErr w:type="spellEnd"/>
      <w:r>
        <w:rPr>
          <w:lang w:val="fr-FR"/>
        </w:rPr>
        <w:t xml:space="preserve">é </w:t>
      </w:r>
      <w:r>
        <w:t xml:space="preserve">mzdy v národním hospodářství za první až třetí čtvrtletí kalendářního roku předcházejícího kalendářnímu roku, ve </w:t>
      </w:r>
      <w:proofErr w:type="spellStart"/>
      <w:r>
        <w:t>kter</w:t>
      </w:r>
      <w:proofErr w:type="spellEnd"/>
      <w:r>
        <w:rPr>
          <w:lang w:val="fr-FR"/>
        </w:rPr>
        <w:t>é</w:t>
      </w:r>
      <w:r>
        <w:t xml:space="preserve">m </w:t>
      </w:r>
      <w:bookmarkStart w:id="10" w:name="_Hlk51158421"/>
      <w:r>
        <w:t>bylo podáno oznámení podle § 120e odst. 1</w:t>
      </w:r>
      <w:bookmarkEnd w:id="10"/>
      <w:r>
        <w:t xml:space="preserve">. Výši </w:t>
      </w:r>
      <w:proofErr w:type="spellStart"/>
      <w:r>
        <w:t>průměrn</w:t>
      </w:r>
      <w:proofErr w:type="spellEnd"/>
      <w:r>
        <w:rPr>
          <w:lang w:val="fr-FR"/>
        </w:rPr>
        <w:t xml:space="preserve">é </w:t>
      </w:r>
      <w:r>
        <w:t xml:space="preserve">mzdy za </w:t>
      </w:r>
      <w:r>
        <w:lastRenderedPageBreak/>
        <w:t xml:space="preserve">první až třetí čtvrtletí vyhlásí ministerstvo na základě údajů </w:t>
      </w:r>
      <w:proofErr w:type="spellStart"/>
      <w:r>
        <w:t>Česk</w:t>
      </w:r>
      <w:proofErr w:type="spellEnd"/>
      <w:r>
        <w:rPr>
          <w:lang w:val="fr-FR"/>
        </w:rPr>
        <w:t>é</w:t>
      </w:r>
      <w:r>
        <w:t xml:space="preserve">ho </w:t>
      </w:r>
      <w:proofErr w:type="spellStart"/>
      <w:r>
        <w:t>statistick</w:t>
      </w:r>
      <w:proofErr w:type="spellEnd"/>
      <w:r>
        <w:rPr>
          <w:lang w:val="fr-FR"/>
        </w:rPr>
        <w:t>é</w:t>
      </w:r>
      <w:r>
        <w:t>ho úřadu sdělením uveřejněným ve Sbírce zákonů.“.</w:t>
      </w:r>
    </w:p>
    <w:p w:rsidR="000C23D1" w:rsidRDefault="000C23D1" w:rsidP="000C23D1"/>
    <w:p w:rsidR="000C23D1" w:rsidRDefault="000C23D1" w:rsidP="000C23D1">
      <w:pPr>
        <w:rPr>
          <w:i/>
        </w:rPr>
      </w:pPr>
      <w:r w:rsidRPr="00AE3567">
        <w:rPr>
          <w:i/>
        </w:rPr>
        <w:t>SD 6313</w:t>
      </w:r>
    </w:p>
    <w:p w:rsidR="000C23D1" w:rsidRPr="002265D8" w:rsidRDefault="00B43A48" w:rsidP="000C23D1">
      <w:pPr>
        <w:rPr>
          <w:b/>
        </w:rPr>
      </w:pPr>
      <w:r>
        <w:rPr>
          <w:b/>
        </w:rPr>
        <w:t>F3</w:t>
      </w:r>
      <w:r w:rsidR="000C23D1" w:rsidRPr="002265D8">
        <w:rPr>
          <w:b/>
        </w:rPr>
        <w:t xml:space="preserve">. </w:t>
      </w:r>
    </w:p>
    <w:p w:rsidR="000C23D1" w:rsidRDefault="000C23D1" w:rsidP="000C23D1">
      <w:pPr>
        <w:pStyle w:val="Odstavecseseznamem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</w:t>
      </w:r>
      <w:r>
        <w:rPr>
          <w:rFonts w:ascii="Times New Roman" w:hAnsi="Times New Roman"/>
          <w:sz w:val="24"/>
          <w:szCs w:val="24"/>
          <w:lang w:val="nl-NL"/>
        </w:rPr>
        <w:t>STI PRVN</w:t>
      </w:r>
      <w:r>
        <w:rPr>
          <w:rFonts w:ascii="Times New Roman" w:hAnsi="Times New Roman"/>
          <w:sz w:val="24"/>
          <w:szCs w:val="24"/>
        </w:rPr>
        <w:t>Í (Změna zákona o zaměstnanosti), Čl. I, bod 5, § 120d odst. 1 a 2 zní:</w:t>
      </w:r>
    </w:p>
    <w:p w:rsidR="000C23D1" w:rsidRDefault="000C23D1" w:rsidP="000C23D1">
      <w:pPr>
        <w:ind w:left="720" w:hanging="720"/>
        <w:jc w:val="both"/>
        <w:rPr>
          <w:rFonts w:eastAsia="Times New Roman" w:cs="Times New Roman"/>
        </w:rPr>
      </w:pPr>
      <w:r>
        <w:t xml:space="preserve">„(1) Výše podpory v době </w:t>
      </w:r>
      <w:proofErr w:type="spellStart"/>
      <w:r>
        <w:t>částečn</w:t>
      </w:r>
      <w:proofErr w:type="spellEnd"/>
      <w:r>
        <w:rPr>
          <w:lang w:val="fr-FR"/>
        </w:rPr>
        <w:t xml:space="preserve">é </w:t>
      </w:r>
      <w:r>
        <w:t xml:space="preserve">zaměstnanosti se stanoví procentní sazbou </w:t>
      </w:r>
      <w:r>
        <w:rPr>
          <w:b/>
          <w:bCs/>
        </w:rPr>
        <w:t>z </w:t>
      </w:r>
      <w:proofErr w:type="spellStart"/>
      <w:r>
        <w:rPr>
          <w:b/>
          <w:bCs/>
        </w:rPr>
        <w:t>průměrn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hrub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>ho výdělku zaměstnance</w:t>
      </w:r>
      <w:r>
        <w:t xml:space="preserve"> zjištěn</w:t>
      </w:r>
      <w:r>
        <w:rPr>
          <w:lang w:val="fr-FR"/>
        </w:rPr>
        <w:t>é</w:t>
      </w:r>
      <w:r>
        <w:t xml:space="preserve">ho podle § 356 odst. 1 a 2 zákoníku práce tak, že se průměrný měsíční výdělek vydělí týdenní pracovní dobou zaměstnance a koeficientem 4,348, který vyjadřuje průměrný </w:t>
      </w:r>
      <w:proofErr w:type="spellStart"/>
      <w:r>
        <w:t>poč</w:t>
      </w:r>
      <w:proofErr w:type="spellEnd"/>
      <w:r>
        <w:rPr>
          <w:lang w:val="da-DK"/>
        </w:rPr>
        <w:t>et t</w:t>
      </w:r>
      <w:proofErr w:type="spellStart"/>
      <w:r>
        <w:t>ýdnů</w:t>
      </w:r>
      <w:proofErr w:type="spellEnd"/>
      <w:r>
        <w:t xml:space="preserve"> připadajících na 1 měsíc v </w:t>
      </w:r>
      <w:proofErr w:type="spellStart"/>
      <w:r>
        <w:t>průměrn</w:t>
      </w:r>
      <w:proofErr w:type="spellEnd"/>
      <w:r>
        <w:rPr>
          <w:lang w:val="fr-FR"/>
        </w:rPr>
        <w:t>é</w:t>
      </w:r>
      <w:r>
        <w:t>m roce.</w:t>
      </w:r>
    </w:p>
    <w:p w:rsidR="000C23D1" w:rsidRDefault="000C23D1" w:rsidP="000C23D1">
      <w:pPr>
        <w:ind w:left="720" w:hanging="720"/>
        <w:jc w:val="both"/>
        <w:rPr>
          <w:rFonts w:eastAsia="Times New Roman" w:cs="Times New Roman"/>
        </w:rPr>
      </w:pPr>
    </w:p>
    <w:p w:rsidR="000C23D1" w:rsidRDefault="000C23D1" w:rsidP="000C23D1">
      <w:pPr>
        <w:ind w:left="720" w:hanging="720"/>
        <w:jc w:val="both"/>
        <w:rPr>
          <w:rFonts w:eastAsia="Times New Roman" w:cs="Times New Roman"/>
        </w:rPr>
      </w:pPr>
      <w:r>
        <w:t xml:space="preserve">(2) Podpora v době </w:t>
      </w:r>
      <w:proofErr w:type="spellStart"/>
      <w:r>
        <w:t>částečn</w:t>
      </w:r>
      <w:proofErr w:type="spellEnd"/>
      <w:r>
        <w:rPr>
          <w:lang w:val="fr-FR"/>
        </w:rPr>
        <w:t xml:space="preserve">é </w:t>
      </w:r>
      <w:r>
        <w:t xml:space="preserve">zaměstnanosti náleží zaměstnanci pouze za tu část jeho týdenní pracovní doby, po kterou mu zaměstnavatel nepřiděluje práci, a její výše činí 70 % </w:t>
      </w:r>
      <w:proofErr w:type="spellStart"/>
      <w:r>
        <w:rPr>
          <w:b/>
          <w:bCs/>
        </w:rPr>
        <w:t>průměrn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hodinov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hrub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>ho výdělku</w:t>
      </w:r>
      <w:r>
        <w:t>.“.</w:t>
      </w:r>
    </w:p>
    <w:p w:rsidR="000C23D1" w:rsidRDefault="000C23D1" w:rsidP="000C23D1">
      <w:pPr>
        <w:ind w:left="720" w:hanging="720"/>
        <w:jc w:val="both"/>
        <w:rPr>
          <w:rFonts w:eastAsia="Times New Roman" w:cs="Times New Roman"/>
        </w:rPr>
      </w:pPr>
    </w:p>
    <w:p w:rsidR="000C23D1" w:rsidRDefault="000C23D1" w:rsidP="000C23D1">
      <w:pPr>
        <w:pStyle w:val="Odstavecseseznamem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</w:t>
      </w:r>
      <w:r>
        <w:rPr>
          <w:rFonts w:ascii="Times New Roman" w:hAnsi="Times New Roman"/>
          <w:sz w:val="24"/>
          <w:szCs w:val="24"/>
          <w:lang w:val="nl-NL"/>
        </w:rPr>
        <w:t>STI PRVN</w:t>
      </w:r>
      <w:r>
        <w:rPr>
          <w:rFonts w:ascii="Times New Roman" w:hAnsi="Times New Roman"/>
          <w:sz w:val="24"/>
          <w:szCs w:val="24"/>
        </w:rPr>
        <w:t>Í (Změna zákona o zaměstnanosti), Čl. I, bod 5, § 120e odst. 5 písm. g) zní:</w:t>
      </w:r>
    </w:p>
    <w:p w:rsidR="000C23D1" w:rsidRDefault="000C23D1" w:rsidP="000C23D1">
      <w:pPr>
        <w:ind w:left="720" w:hanging="720"/>
        <w:jc w:val="both"/>
        <w:rPr>
          <w:rFonts w:eastAsia="Times New Roman" w:cs="Times New Roman"/>
        </w:rPr>
      </w:pPr>
      <w:r>
        <w:t xml:space="preserve">„g) výše </w:t>
      </w:r>
      <w:proofErr w:type="spellStart"/>
      <w:r>
        <w:rPr>
          <w:b/>
          <w:bCs/>
        </w:rPr>
        <w:t>průměrn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hrub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hodinov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>ho výdělku</w:t>
      </w:r>
      <w:r>
        <w:t xml:space="preserve"> u jednotlivých zaměstnanců.“.</w:t>
      </w:r>
    </w:p>
    <w:p w:rsidR="000C23D1" w:rsidRDefault="000C23D1" w:rsidP="000C23D1"/>
    <w:p w:rsidR="000C23D1" w:rsidRDefault="000C23D1" w:rsidP="000C23D1">
      <w:pPr>
        <w:rPr>
          <w:i/>
        </w:rPr>
      </w:pPr>
      <w:r w:rsidRPr="00AE3567">
        <w:rPr>
          <w:i/>
        </w:rPr>
        <w:t>SD 6314</w:t>
      </w:r>
    </w:p>
    <w:p w:rsidR="000C23D1" w:rsidRPr="002265D8" w:rsidRDefault="00B43A48" w:rsidP="000C23D1">
      <w:pPr>
        <w:rPr>
          <w:b/>
        </w:rPr>
      </w:pPr>
      <w:r>
        <w:rPr>
          <w:b/>
        </w:rPr>
        <w:t>F4</w:t>
      </w:r>
      <w:r w:rsidR="000C23D1" w:rsidRPr="002265D8">
        <w:rPr>
          <w:b/>
        </w:rPr>
        <w:t>.</w:t>
      </w:r>
    </w:p>
    <w:p w:rsidR="000C23D1" w:rsidRDefault="000C23D1" w:rsidP="000C23D1">
      <w:pPr>
        <w:jc w:val="both"/>
        <w:rPr>
          <w:rFonts w:eastAsia="Times New Roman" w:cs="Times New Roman"/>
        </w:rPr>
      </w:pPr>
      <w:r>
        <w:t>V ČÁ</w:t>
      </w:r>
      <w:r>
        <w:rPr>
          <w:lang w:val="nl-NL"/>
        </w:rPr>
        <w:t>STI PRVN</w:t>
      </w:r>
      <w:r>
        <w:t>Í (Změna zákona o zaměstnanosti), Čl. I, bod 5, § 120c odst. 1 zní:</w:t>
      </w:r>
    </w:p>
    <w:p w:rsidR="000C23D1" w:rsidRDefault="000C23D1" w:rsidP="000C23D1">
      <w:pPr>
        <w:ind w:left="284" w:firstLine="425"/>
        <w:jc w:val="both"/>
        <w:rPr>
          <w:rFonts w:eastAsia="Times New Roman" w:cs="Times New Roman"/>
          <w:color w:val="FF0000"/>
          <w:u w:color="FF0000"/>
        </w:rPr>
      </w:pPr>
      <w:r>
        <w:t xml:space="preserve">„(1) Podpora v době </w:t>
      </w:r>
      <w:proofErr w:type="spellStart"/>
      <w:r>
        <w:t>částečn</w:t>
      </w:r>
      <w:proofErr w:type="spellEnd"/>
      <w:r>
        <w:rPr>
          <w:lang w:val="fr-FR"/>
        </w:rPr>
        <w:t xml:space="preserve">é </w:t>
      </w:r>
      <w:r>
        <w:t xml:space="preserve">zaměstnanosti náleží zaměstnanci za celý kalendářní měsíc, ve </w:t>
      </w:r>
      <w:proofErr w:type="spellStart"/>
      <w:r>
        <w:t>kter</w:t>
      </w:r>
      <w:proofErr w:type="spellEnd"/>
      <w:r>
        <w:rPr>
          <w:lang w:val="fr-FR"/>
        </w:rPr>
        <w:t>é</w:t>
      </w:r>
      <w:r>
        <w:t xml:space="preserve">m nemůže konat práci z důvodu </w:t>
      </w:r>
      <w:proofErr w:type="spellStart"/>
      <w:r>
        <w:t>někter</w:t>
      </w:r>
      <w:proofErr w:type="spellEnd"/>
      <w:r>
        <w:rPr>
          <w:lang w:val="fr-FR"/>
        </w:rPr>
        <w:t xml:space="preserve">é </w:t>
      </w:r>
      <w:r>
        <w:t>z překážek v práci podle § 207 až 209 zákoníku práce, která u jeho zaměstnavatele nastala v přím</w:t>
      </w:r>
      <w:r>
        <w:rPr>
          <w:lang w:val="fr-FR"/>
        </w:rPr>
        <w:t xml:space="preserve">é </w:t>
      </w:r>
      <w:r>
        <w:t xml:space="preserve">souvislosti s některým z důvodů, pro který bylo vydáno nařízení vlády podle§ 120b odst. 1, a to pokud zaměstnavatel nepřiděluje </w:t>
      </w:r>
      <w:r>
        <w:rPr>
          <w:b/>
          <w:bCs/>
        </w:rPr>
        <w:t xml:space="preserve">zaměstnancům </w:t>
      </w:r>
      <w:r>
        <w:t xml:space="preserve">práci v rozsahu </w:t>
      </w:r>
      <w:proofErr w:type="spellStart"/>
      <w:r>
        <w:t>nejm</w:t>
      </w:r>
      <w:proofErr w:type="spellEnd"/>
      <w:r>
        <w:rPr>
          <w:lang w:val="fr-FR"/>
        </w:rPr>
        <w:t>é</w:t>
      </w:r>
      <w:r>
        <w:t xml:space="preserve">ně 20 % a nejvíce 80 % </w:t>
      </w:r>
      <w:r>
        <w:rPr>
          <w:b/>
          <w:bCs/>
        </w:rPr>
        <w:t>jejich</w:t>
      </w:r>
      <w:r>
        <w:t xml:space="preserve"> týdenní pracovní doby rozvržen</w:t>
      </w:r>
      <w:r>
        <w:rPr>
          <w:lang w:val="fr-FR"/>
        </w:rPr>
        <w:t xml:space="preserve">é </w:t>
      </w:r>
      <w:r>
        <w:t xml:space="preserve">podle § </w:t>
      </w:r>
      <w:r>
        <w:rPr>
          <w:lang w:val="nl-NL"/>
        </w:rPr>
        <w:t>84 z</w:t>
      </w:r>
      <w:proofErr w:type="spellStart"/>
      <w:r>
        <w:t>ákoníku</w:t>
      </w:r>
      <w:proofErr w:type="spellEnd"/>
      <w:r>
        <w:t xml:space="preserve"> práce na příslušný kalendářní měsíc, </w:t>
      </w:r>
      <w:r>
        <w:rPr>
          <w:b/>
          <w:bCs/>
        </w:rPr>
        <w:t xml:space="preserve">přičemž </w:t>
      </w:r>
      <w:r>
        <w:rPr>
          <w:b/>
          <w:bCs/>
          <w:lang w:val="it-IT"/>
        </w:rPr>
        <w:t>tato podm</w:t>
      </w:r>
      <w:proofErr w:type="spellStart"/>
      <w:r>
        <w:rPr>
          <w:b/>
          <w:bCs/>
        </w:rPr>
        <w:t>ínka</w:t>
      </w:r>
      <w:proofErr w:type="spellEnd"/>
      <w:r>
        <w:rPr>
          <w:b/>
          <w:bCs/>
        </w:rPr>
        <w:t xml:space="preserve"> se posuzuje souhrnně za všechny zaměstnance tohoto zaměstnavatele</w:t>
      </w:r>
      <w:r>
        <w:t>.“.</w:t>
      </w:r>
    </w:p>
    <w:p w:rsidR="000C23D1" w:rsidRDefault="000C23D1"/>
    <w:p w:rsidR="006700B9" w:rsidRDefault="006700B9"/>
    <w:p w:rsidR="006700B9" w:rsidRDefault="006700B9"/>
    <w:p w:rsidR="006700B9" w:rsidRDefault="00B43A48" w:rsidP="00B43A48">
      <w:pPr>
        <w:pStyle w:val="PNposlanec"/>
      </w:pPr>
      <w:r>
        <w:t>Poslanec Pavel Juříček</w:t>
      </w:r>
    </w:p>
    <w:p w:rsidR="00550320" w:rsidRDefault="00550320" w:rsidP="00550320">
      <w:pPr>
        <w:jc w:val="both"/>
        <w:rPr>
          <w:b/>
          <w:i/>
        </w:rPr>
      </w:pPr>
      <w:r>
        <w:rPr>
          <w:b/>
          <w:i/>
        </w:rPr>
        <w:t xml:space="preserve">Pozměňovací návrhy </w:t>
      </w:r>
      <w:r w:rsidR="008D6DBF">
        <w:rPr>
          <w:b/>
          <w:i/>
        </w:rPr>
        <w:t xml:space="preserve">G1 až G10 </w:t>
      </w:r>
      <w:r>
        <w:rPr>
          <w:b/>
          <w:i/>
        </w:rPr>
        <w:t>jsou předloženy k pozměňovacímu návrhu uvedenému ve sněmovním dokumentu 8091</w:t>
      </w:r>
    </w:p>
    <w:p w:rsidR="00550320" w:rsidRPr="00550320" w:rsidRDefault="00550320" w:rsidP="00550320">
      <w:pPr>
        <w:jc w:val="both"/>
        <w:rPr>
          <w:b/>
          <w:i/>
        </w:rPr>
      </w:pPr>
    </w:p>
    <w:p w:rsidR="006700B9" w:rsidRPr="00B43A48" w:rsidRDefault="00B43A48">
      <w:pPr>
        <w:rPr>
          <w:i/>
        </w:rPr>
      </w:pPr>
      <w:r w:rsidRPr="00B43A48">
        <w:rPr>
          <w:i/>
        </w:rPr>
        <w:t>SD 8103</w:t>
      </w:r>
    </w:p>
    <w:p w:rsidR="00B43A48" w:rsidRPr="008D6DBF" w:rsidRDefault="008D6DBF" w:rsidP="008D6DBF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 xml:space="preserve">G1. </w:t>
      </w:r>
    </w:p>
    <w:p w:rsidR="00B43A48" w:rsidRPr="004753AE" w:rsidRDefault="00B43A48" w:rsidP="00B43A48">
      <w:pPr>
        <w:pStyle w:val="Odstavecseseznamem"/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cs-CZ"/>
        </w:rPr>
      </w:pPr>
      <w:r w:rsidRPr="004753AE">
        <w:rPr>
          <w:rFonts w:ascii="Times New Roman" w:hAnsi="Times New Roman"/>
          <w:sz w:val="28"/>
          <w:szCs w:val="28"/>
        </w:rPr>
        <w:t xml:space="preserve">V části první, </w:t>
      </w:r>
      <w:r w:rsidRPr="004753AE">
        <w:rPr>
          <w:rFonts w:ascii="Times New Roman" w:eastAsia="Times New Roman" w:hAnsi="Times New Roman" w:cs="Arial"/>
          <w:sz w:val="24"/>
          <w:szCs w:val="24"/>
          <w:lang w:eastAsia="cs-CZ"/>
        </w:rPr>
        <w:t>HLAVA VII</w:t>
      </w:r>
    </w:p>
    <w:p w:rsidR="00B43A48" w:rsidRPr="004753AE" w:rsidRDefault="00B43A48" w:rsidP="00B43A48">
      <w:pPr>
        <w:pStyle w:val="Odstavecseseznamem"/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cs-CZ"/>
        </w:rPr>
      </w:pPr>
    </w:p>
    <w:p w:rsidR="00B43A48" w:rsidRPr="004753AE" w:rsidRDefault="00B43A48" w:rsidP="00B43A48">
      <w:pPr>
        <w:pStyle w:val="Odstavecseseznamem"/>
        <w:numPr>
          <w:ilvl w:val="0"/>
          <w:numId w:val="35"/>
        </w:num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cs-CZ"/>
        </w:rPr>
      </w:pPr>
      <w:r w:rsidRPr="004753AE">
        <w:rPr>
          <w:rFonts w:ascii="Times New Roman" w:eastAsia="Times New Roman" w:hAnsi="Times New Roman" w:cs="Arial"/>
          <w:sz w:val="24"/>
          <w:szCs w:val="24"/>
          <w:lang w:eastAsia="cs-CZ"/>
        </w:rPr>
        <w:t>PŘÍSPĚVEK V DOBĚ ČÁSTEČNÉ PRÁCE</w:t>
      </w:r>
    </w:p>
    <w:p w:rsidR="00B43A48" w:rsidRDefault="00B43A48" w:rsidP="00B43A48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B43A48" w:rsidRDefault="00B43A48" w:rsidP="00B43A48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§ 120a</w:t>
      </w:r>
    </w:p>
    <w:p w:rsidR="00B43A48" w:rsidRDefault="00B43A48" w:rsidP="00B43A48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B43A48" w:rsidRPr="003E7200" w:rsidRDefault="00B43A48" w:rsidP="00B43A48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>V odst. 1., druhé větě nahradit  číslovku 12 výrazem  „</w:t>
      </w:r>
      <w:r w:rsidRPr="00DC5DE4">
        <w:rPr>
          <w:rFonts w:ascii="TimesNewRomanPSMT" w:hAnsi="TimesNewRomanPSMT" w:cs="TimesNewRomanPSMT"/>
          <w:b/>
        </w:rPr>
        <w:t xml:space="preserve">3 měsíce s možností prodloužení na 6 měsíců, tedy nejvýše  </w:t>
      </w:r>
      <w:r w:rsidRPr="003E7200">
        <w:rPr>
          <w:rFonts w:ascii="TimesNewRomanPSMT" w:hAnsi="TimesNewRomanPSMT" w:cs="TimesNewRomanPSMT"/>
          <w:b/>
        </w:rPr>
        <w:t xml:space="preserve"> 6 měsíců.“</w:t>
      </w:r>
    </w:p>
    <w:p w:rsidR="00B43A48" w:rsidRDefault="00B43A48" w:rsidP="00B43A48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6700B9" w:rsidRPr="00B43A48" w:rsidRDefault="00B43A48">
      <w:pPr>
        <w:rPr>
          <w:i/>
        </w:rPr>
      </w:pPr>
      <w:r w:rsidRPr="00B43A48">
        <w:rPr>
          <w:i/>
        </w:rPr>
        <w:t>SD 8104</w:t>
      </w:r>
    </w:p>
    <w:p w:rsidR="00B43A48" w:rsidRPr="008D6DBF" w:rsidRDefault="008D6DBF" w:rsidP="008D6DBF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G2.</w:t>
      </w:r>
    </w:p>
    <w:p w:rsidR="00B43A48" w:rsidRPr="00B43A48" w:rsidRDefault="00B43A48" w:rsidP="00550320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 w:rsidRPr="00B43A48">
        <w:rPr>
          <w:rFonts w:ascii="TimesNewRomanPSMT" w:hAnsi="TimesNewRomanPSMT" w:cs="TimesNewRomanPSMT"/>
        </w:rPr>
        <w:t xml:space="preserve">V § 120c odst. 1 a) nahradit výraz „80% jejich průměrného výdělku „  výrazem „ </w:t>
      </w:r>
      <w:r w:rsidRPr="00B43A48">
        <w:rPr>
          <w:rFonts w:ascii="TimesNewRomanPSMT" w:hAnsi="TimesNewRomanPSMT" w:cs="TimesNewRomanPSMT"/>
          <w:b/>
        </w:rPr>
        <w:t>65% jejich průměrného hodinového  hrubého výdělku“</w:t>
      </w:r>
      <w:r w:rsidR="008D6DBF">
        <w:rPr>
          <w:rFonts w:ascii="TimesNewRomanPSMT" w:hAnsi="TimesNewRomanPSMT" w:cs="TimesNewRomanPSMT"/>
          <w:b/>
        </w:rPr>
        <w:t>.</w:t>
      </w:r>
      <w:r w:rsidRPr="00B43A48">
        <w:rPr>
          <w:rFonts w:ascii="TimesNewRomanPSMT" w:hAnsi="TimesNewRomanPSMT" w:cs="TimesNewRomanPSMT"/>
          <w:b/>
        </w:rPr>
        <w:t xml:space="preserve"> </w:t>
      </w:r>
    </w:p>
    <w:p w:rsidR="00B43A48" w:rsidRPr="002A383C" w:rsidRDefault="00B43A48" w:rsidP="00B43A48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:rsidR="006700B9" w:rsidRPr="002A383C" w:rsidRDefault="002A383C">
      <w:pPr>
        <w:rPr>
          <w:i/>
        </w:rPr>
      </w:pPr>
      <w:r w:rsidRPr="002A383C">
        <w:rPr>
          <w:i/>
        </w:rPr>
        <w:lastRenderedPageBreak/>
        <w:t>SD 8105</w:t>
      </w:r>
    </w:p>
    <w:p w:rsidR="002A383C" w:rsidRPr="008D6DBF" w:rsidRDefault="008D6DBF" w:rsidP="008D6DBF">
      <w:pPr>
        <w:pStyle w:val="Odstavecseseznamem"/>
        <w:tabs>
          <w:tab w:val="left" w:pos="426"/>
        </w:tabs>
        <w:ind w:left="0"/>
        <w:rPr>
          <w:rFonts w:ascii="Times New Roman" w:hAnsi="Times New Roman"/>
          <w:b/>
          <w:sz w:val="24"/>
          <w:szCs w:val="24"/>
        </w:rPr>
      </w:pPr>
      <w:r w:rsidRPr="008D6DBF">
        <w:rPr>
          <w:rFonts w:ascii="Times New Roman" w:hAnsi="Times New Roman"/>
          <w:b/>
          <w:sz w:val="24"/>
          <w:szCs w:val="24"/>
          <w:lang w:eastAsia="cs-CZ"/>
        </w:rPr>
        <w:t xml:space="preserve">G3. </w:t>
      </w:r>
    </w:p>
    <w:p w:rsidR="002A383C" w:rsidRPr="002A383C" w:rsidRDefault="002A383C" w:rsidP="002A383C">
      <w:pPr>
        <w:pStyle w:val="Odstavecseseznamem"/>
        <w:ind w:left="0"/>
        <w:rPr>
          <w:rFonts w:ascii="Times New Roman" w:hAnsi="Times New Roman"/>
          <w:sz w:val="24"/>
          <w:szCs w:val="24"/>
          <w:lang w:eastAsia="cs-CZ"/>
        </w:rPr>
      </w:pPr>
      <w:r w:rsidRPr="002A383C">
        <w:rPr>
          <w:rFonts w:ascii="Times New Roman" w:hAnsi="Times New Roman"/>
          <w:sz w:val="24"/>
          <w:szCs w:val="24"/>
          <w:lang w:eastAsia="cs-CZ"/>
        </w:rPr>
        <w:t xml:space="preserve">V části první, v § 120c </w:t>
      </w:r>
      <w:proofErr w:type="gramStart"/>
      <w:r w:rsidRPr="002A383C">
        <w:rPr>
          <w:rFonts w:ascii="Times New Roman" w:hAnsi="Times New Roman"/>
          <w:sz w:val="24"/>
          <w:szCs w:val="24"/>
          <w:lang w:eastAsia="cs-CZ"/>
        </w:rPr>
        <w:t>odst. 1 , písm.</w:t>
      </w:r>
      <w:proofErr w:type="gramEnd"/>
      <w:r w:rsidRPr="002A383C">
        <w:rPr>
          <w:rFonts w:ascii="Times New Roman" w:hAnsi="Times New Roman"/>
          <w:sz w:val="24"/>
          <w:szCs w:val="24"/>
          <w:lang w:eastAsia="cs-CZ"/>
        </w:rPr>
        <w:t xml:space="preserve"> b) se  v první větě  číslo „80“ nahrazuje číslem „40“.</w:t>
      </w:r>
    </w:p>
    <w:p w:rsidR="006700B9" w:rsidRDefault="006700B9"/>
    <w:p w:rsidR="006700B9" w:rsidRPr="002A383C" w:rsidRDefault="002A383C">
      <w:pPr>
        <w:rPr>
          <w:i/>
        </w:rPr>
      </w:pPr>
      <w:r w:rsidRPr="002A383C">
        <w:rPr>
          <w:i/>
        </w:rPr>
        <w:t>SD 8106</w:t>
      </w:r>
    </w:p>
    <w:p w:rsidR="002A383C" w:rsidRPr="00550320" w:rsidRDefault="008D6DBF" w:rsidP="002A383C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 xml:space="preserve">G4. </w:t>
      </w:r>
    </w:p>
    <w:p w:rsidR="002A383C" w:rsidRDefault="002A383C" w:rsidP="002A383C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</w:rPr>
        <w:t xml:space="preserve">V § 120e, odst. (2) d) za slova „stanoveny“ doplnit tečku a doplnit větu: </w:t>
      </w:r>
      <w:r w:rsidRPr="00B8447E">
        <w:rPr>
          <w:rFonts w:ascii="TimesNewRomanPSMT" w:hAnsi="TimesNewRomanPSMT" w:cs="TimesNewRomanPSMT"/>
          <w:b/>
        </w:rPr>
        <w:t xml:space="preserve">V případě, že  jako důvod se uvádí pokles </w:t>
      </w:r>
      <w:r>
        <w:rPr>
          <w:rFonts w:ascii="TimesNewRomanPSMT" w:hAnsi="TimesNewRomanPSMT" w:cs="TimesNewRomanPSMT"/>
          <w:b/>
        </w:rPr>
        <w:t xml:space="preserve">tržeb (resp. výnosů) z </w:t>
      </w:r>
      <w:r w:rsidRPr="00B8447E">
        <w:rPr>
          <w:rFonts w:ascii="TimesNewRomanPSMT" w:hAnsi="TimesNewRomanPSMT" w:cs="TimesNewRomanPSMT"/>
          <w:b/>
        </w:rPr>
        <w:t xml:space="preserve">objemu zakázek, také </w:t>
      </w:r>
      <w:proofErr w:type="spellStart"/>
      <w:r>
        <w:rPr>
          <w:rFonts w:ascii="TimesNewRomanPSMT" w:hAnsi="TimesNewRomanPSMT" w:cs="TimesNewRomanPSMT"/>
          <w:b/>
        </w:rPr>
        <w:t>zdokladované</w:t>
      </w:r>
      <w:proofErr w:type="spellEnd"/>
      <w:r>
        <w:rPr>
          <w:rFonts w:ascii="TimesNewRomanPSMT" w:hAnsi="TimesNewRomanPSMT" w:cs="TimesNewRomanPSMT"/>
          <w:b/>
        </w:rPr>
        <w:t xml:space="preserve"> </w:t>
      </w:r>
      <w:r w:rsidRPr="00B8447E">
        <w:rPr>
          <w:rFonts w:ascii="TimesNewRomanPSMT" w:hAnsi="TimesNewRomanPSMT" w:cs="TimesNewRomanPSMT"/>
          <w:b/>
        </w:rPr>
        <w:t>prohlášení, že tento</w:t>
      </w:r>
      <w:r>
        <w:rPr>
          <w:rFonts w:ascii="TimesNewRomanPSMT" w:hAnsi="TimesNewRomanPSMT" w:cs="TimesNewRomanPSMT"/>
          <w:b/>
        </w:rPr>
        <w:t xml:space="preserve"> pokles je ve výši alespoň 20 %  proti stejnému čtvrtletí minulého roku.</w:t>
      </w:r>
    </w:p>
    <w:p w:rsidR="006700B9" w:rsidRDefault="006700B9"/>
    <w:p w:rsidR="006700B9" w:rsidRPr="00550320" w:rsidRDefault="00550320">
      <w:pPr>
        <w:rPr>
          <w:i/>
        </w:rPr>
      </w:pPr>
      <w:r w:rsidRPr="00550320">
        <w:rPr>
          <w:i/>
        </w:rPr>
        <w:t>SD 8107</w:t>
      </w:r>
    </w:p>
    <w:p w:rsidR="00550320" w:rsidRPr="00550320" w:rsidRDefault="008D6DBF" w:rsidP="00550320">
      <w:pPr>
        <w:jc w:val="both"/>
        <w:rPr>
          <w:b/>
        </w:rPr>
      </w:pPr>
      <w:r>
        <w:rPr>
          <w:b/>
        </w:rPr>
        <w:t>G5.</w:t>
      </w:r>
    </w:p>
    <w:p w:rsidR="00550320" w:rsidRPr="00550320" w:rsidRDefault="00550320" w:rsidP="00550320">
      <w:pPr>
        <w:jc w:val="both"/>
        <w:rPr>
          <w:b/>
        </w:rPr>
      </w:pPr>
    </w:p>
    <w:p w:rsidR="00550320" w:rsidRPr="00550320" w:rsidRDefault="00550320" w:rsidP="00550320">
      <w:pPr>
        <w:ind w:left="284" w:hanging="284"/>
        <w:jc w:val="center"/>
        <w:rPr>
          <w:rFonts w:eastAsia="Times New Roman" w:cs="Arial"/>
          <w:lang w:eastAsia="cs-CZ"/>
        </w:rPr>
      </w:pPr>
      <w:r w:rsidRPr="00550320">
        <w:t xml:space="preserve">V části první, </w:t>
      </w:r>
      <w:r w:rsidRPr="00550320">
        <w:rPr>
          <w:rFonts w:eastAsia="Times New Roman" w:cs="Arial"/>
          <w:lang w:eastAsia="cs-CZ"/>
        </w:rPr>
        <w:t>HLAVA VII</w:t>
      </w:r>
    </w:p>
    <w:p w:rsidR="00550320" w:rsidRPr="00550320" w:rsidRDefault="00550320" w:rsidP="00550320">
      <w:pPr>
        <w:ind w:left="284" w:hanging="284"/>
        <w:jc w:val="center"/>
        <w:rPr>
          <w:rFonts w:eastAsia="Times New Roman" w:cs="Arial"/>
          <w:lang w:eastAsia="cs-CZ"/>
        </w:rPr>
      </w:pPr>
    </w:p>
    <w:p w:rsidR="00550320" w:rsidRPr="00550320" w:rsidRDefault="00550320" w:rsidP="00550320">
      <w:pPr>
        <w:ind w:left="284" w:hanging="284"/>
        <w:jc w:val="center"/>
        <w:rPr>
          <w:rFonts w:eastAsia="Times New Roman" w:cs="Arial"/>
          <w:lang w:eastAsia="cs-CZ"/>
        </w:rPr>
      </w:pPr>
      <w:r w:rsidRPr="00550320">
        <w:rPr>
          <w:rFonts w:eastAsia="Times New Roman" w:cs="Arial"/>
          <w:lang w:eastAsia="cs-CZ"/>
        </w:rPr>
        <w:t>PŘÍSPĚVEK V DOBĚ ČÁSTEČNÉ PRÁCE</w:t>
      </w:r>
    </w:p>
    <w:p w:rsidR="00550320" w:rsidRDefault="00550320" w:rsidP="00550320">
      <w:pPr>
        <w:spacing w:line="256" w:lineRule="auto"/>
        <w:rPr>
          <w:u w:val="single"/>
          <w:lang w:eastAsia="cs-CZ"/>
        </w:rPr>
      </w:pPr>
    </w:p>
    <w:p w:rsidR="00550320" w:rsidRDefault="00550320" w:rsidP="00550320">
      <w:pPr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§ 120f</w:t>
      </w:r>
    </w:p>
    <w:p w:rsidR="00550320" w:rsidRPr="001E113B" w:rsidRDefault="00550320" w:rsidP="00550320">
      <w:pPr>
        <w:pStyle w:val="Odstavecseseznamem"/>
        <w:numPr>
          <w:ilvl w:val="0"/>
          <w:numId w:val="15"/>
        </w:numPr>
        <w:rPr>
          <w:rFonts w:ascii="TimesNewRomanPSMT" w:hAnsi="TimesNewRomanPSMT" w:cs="TimesNewRomanPSMT"/>
          <w:sz w:val="24"/>
          <w:szCs w:val="24"/>
        </w:rPr>
      </w:pPr>
      <w:r w:rsidRPr="001E113B">
        <w:rPr>
          <w:rFonts w:ascii="TimesNewRomanPSMT" w:hAnsi="TimesNewRomanPSMT" w:cs="TimesNewRomanPSMT"/>
          <w:sz w:val="24"/>
          <w:szCs w:val="24"/>
        </w:rPr>
        <w:t>Za odstavec 4 vložit nový odstavec (5), který zní</w:t>
      </w:r>
    </w:p>
    <w:p w:rsidR="00550320" w:rsidRPr="00E62778" w:rsidRDefault="00550320" w:rsidP="0055032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</w:rPr>
      </w:pPr>
      <w:r w:rsidRPr="00E62778">
        <w:rPr>
          <w:rFonts w:ascii="TimesNewRomanPSMT" w:hAnsi="TimesNewRomanPSMT" w:cs="TimesNewRomanPSMT"/>
          <w:b/>
        </w:rPr>
        <w:t>„(5)  Zaměstnavatel je povinen vrátit podporu v době částečné zaměstnanosti, kterou pro zaměstnance přijal, pokud do 6 měsíců  po skončení doby, po kterou pro zaměstnance podporu pobíral, pracovní místo zruší a se zaměstnancem ukončí pracovní poměr.</w:t>
      </w:r>
    </w:p>
    <w:p w:rsidR="00550320" w:rsidRPr="00E62778" w:rsidRDefault="00550320" w:rsidP="00550320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 w:rsidRPr="00E62778">
        <w:rPr>
          <w:rFonts w:ascii="TimesNewRomanPSMT" w:hAnsi="TimesNewRomanPSMT" w:cs="TimesNewRomanPSMT"/>
          <w:b/>
        </w:rPr>
        <w:t>Podporu je povinen vrátit ve lhůtě 30 dnů ode dne, kdy tato skutečnost nastala</w:t>
      </w:r>
      <w:r>
        <w:rPr>
          <w:rFonts w:ascii="TimesNewRomanPSMT" w:hAnsi="TimesNewRomanPSMT" w:cs="TimesNewRomanPSMT"/>
          <w:b/>
        </w:rPr>
        <w:t>.</w:t>
      </w:r>
      <w:r w:rsidRPr="00E62778">
        <w:rPr>
          <w:rFonts w:ascii="TimesNewRomanPSMT" w:hAnsi="TimesNewRomanPSMT" w:cs="TimesNewRomanPSMT"/>
          <w:b/>
        </w:rPr>
        <w:t>“</w:t>
      </w:r>
    </w:p>
    <w:p w:rsidR="00550320" w:rsidRPr="00E62778" w:rsidRDefault="00550320" w:rsidP="00550320">
      <w:pPr>
        <w:rPr>
          <w:rFonts w:ascii="TimesNewRomanPSMT" w:hAnsi="TimesNewRomanPSMT" w:cs="TimesNewRomanPSMT"/>
          <w:b/>
        </w:rPr>
      </w:pPr>
    </w:p>
    <w:p w:rsidR="00550320" w:rsidRPr="001E113B" w:rsidRDefault="00550320" w:rsidP="00550320">
      <w:pPr>
        <w:pStyle w:val="Odstavecseseznamem"/>
        <w:numPr>
          <w:ilvl w:val="0"/>
          <w:numId w:val="15"/>
        </w:numPr>
        <w:rPr>
          <w:rFonts w:ascii="TimesNewRomanPSMT" w:hAnsi="TimesNewRomanPSMT" w:cs="TimesNewRomanPSMT"/>
          <w:sz w:val="24"/>
          <w:szCs w:val="24"/>
        </w:rPr>
      </w:pPr>
      <w:r w:rsidRPr="001E113B">
        <w:rPr>
          <w:rFonts w:ascii="TimesNewRomanPSMT" w:hAnsi="TimesNewRomanPSMT" w:cs="TimesNewRomanPSMT"/>
          <w:sz w:val="24"/>
          <w:szCs w:val="24"/>
        </w:rPr>
        <w:t>Další odstav</w:t>
      </w:r>
      <w:r>
        <w:rPr>
          <w:rFonts w:ascii="TimesNewRomanPSMT" w:hAnsi="TimesNewRomanPSMT" w:cs="TimesNewRomanPSMT"/>
          <w:sz w:val="24"/>
          <w:szCs w:val="24"/>
        </w:rPr>
        <w:t>ce</w:t>
      </w:r>
      <w:r w:rsidRPr="001E113B">
        <w:rPr>
          <w:rFonts w:ascii="TimesNewRomanPSMT" w:hAnsi="TimesNewRomanPSMT" w:cs="TimesNewRomanPSMT"/>
          <w:sz w:val="24"/>
          <w:szCs w:val="24"/>
        </w:rPr>
        <w:t xml:space="preserve"> přečíslovat </w:t>
      </w:r>
    </w:p>
    <w:p w:rsidR="006700B9" w:rsidRDefault="006700B9"/>
    <w:p w:rsidR="006700B9" w:rsidRPr="00550320" w:rsidRDefault="00550320">
      <w:pPr>
        <w:rPr>
          <w:i/>
        </w:rPr>
      </w:pPr>
      <w:r w:rsidRPr="00550320">
        <w:rPr>
          <w:i/>
        </w:rPr>
        <w:t>SD 8108</w:t>
      </w:r>
    </w:p>
    <w:p w:rsidR="00550320" w:rsidRPr="008D6DBF" w:rsidRDefault="008D6DBF" w:rsidP="00550320">
      <w:pPr>
        <w:autoSpaceDE w:val="0"/>
        <w:autoSpaceDN w:val="0"/>
        <w:adjustRightInd w:val="0"/>
        <w:rPr>
          <w:u w:val="single"/>
        </w:rPr>
      </w:pPr>
      <w:r w:rsidRPr="008D6DBF">
        <w:rPr>
          <w:rFonts w:ascii="TimesNewRomanPSMT" w:hAnsi="TimesNewRomanPSMT" w:cs="TimesNewRomanPSMT"/>
          <w:u w:val="single"/>
        </w:rPr>
        <w:t xml:space="preserve">K části druhé, </w:t>
      </w:r>
      <w:r w:rsidR="00550320" w:rsidRPr="008D6DBF">
        <w:rPr>
          <w:rFonts w:ascii="TimesNewRomanPS-BoldMT" w:hAnsi="TimesNewRomanPS-BoldMT" w:cs="TimesNewRomanPS-BoldMT"/>
          <w:bCs/>
          <w:u w:val="single"/>
        </w:rPr>
        <w:t>Změna zákoníku práce</w:t>
      </w:r>
    </w:p>
    <w:p w:rsidR="00550320" w:rsidRPr="008D6DBF" w:rsidRDefault="008D6DBF" w:rsidP="008D6DBF">
      <w:pPr>
        <w:jc w:val="both"/>
      </w:pPr>
      <w:r>
        <w:rPr>
          <w:b/>
        </w:rPr>
        <w:t xml:space="preserve">G6. </w:t>
      </w:r>
      <w:r w:rsidR="00550320" w:rsidRPr="008D6DBF">
        <w:rPr>
          <w:rFonts w:eastAsia="Times New Roman"/>
          <w:b/>
          <w:bCs/>
          <w:color w:val="3B2314"/>
          <w:lang w:eastAsia="cs-CZ"/>
        </w:rPr>
        <w:t>V § 83</w:t>
      </w:r>
      <w:r w:rsidR="00550320" w:rsidRPr="008D6DBF">
        <w:rPr>
          <w:rFonts w:eastAsia="Times New Roman"/>
          <w:lang w:eastAsia="cs-CZ"/>
        </w:rPr>
        <w:t xml:space="preserve">  - doplnit větu: </w:t>
      </w:r>
      <w:r w:rsidR="00550320" w:rsidRPr="008D6DBF">
        <w:rPr>
          <w:rFonts w:eastAsia="Times New Roman"/>
          <w:bCs/>
          <w:color w:val="3B2314"/>
          <w:lang w:eastAsia="cs-CZ"/>
        </w:rPr>
        <w:t>„</w:t>
      </w:r>
      <w:r w:rsidR="00550320" w:rsidRPr="00BB4AA6">
        <w:rPr>
          <w:rFonts w:eastAsia="Times New Roman"/>
          <w:lang w:eastAsia="cs-CZ"/>
        </w:rPr>
        <w:t>V situacích, kdy</w:t>
      </w:r>
      <w:r w:rsidR="00550320" w:rsidRPr="00BB4AA6">
        <w:t xml:space="preserve"> je závažným způsobem  ohrožena ekonomika státu anebo její odvětví z hospodářských důvodů charakterizovaných  relevantními ekonomickými ukazateli a jejich minulým a očekávaným vývojem, (v období, vymezeném nařízením vlády podle § 120b zákona o zaměstnanosti) nesmí délka směny přesáhnout  16 hodin.“</w:t>
      </w:r>
      <w:r>
        <w:t>.</w:t>
      </w:r>
    </w:p>
    <w:p w:rsidR="00550320" w:rsidRPr="008D6DBF" w:rsidRDefault="008D6DBF" w:rsidP="008D6DBF">
      <w:pPr>
        <w:spacing w:before="120"/>
        <w:rPr>
          <w:rFonts w:eastAsia="Times New Roman" w:cs="Times New Roman"/>
          <w:b/>
          <w:bCs/>
          <w:color w:val="3B2314"/>
          <w:szCs w:val="33"/>
          <w:lang w:eastAsia="cs-CZ"/>
        </w:rPr>
      </w:pPr>
      <w:r>
        <w:rPr>
          <w:rFonts w:eastAsia="Times New Roman" w:cs="Times New Roman"/>
          <w:b/>
          <w:bCs/>
          <w:color w:val="3B2314"/>
          <w:szCs w:val="33"/>
          <w:lang w:eastAsia="cs-CZ"/>
        </w:rPr>
        <w:t>G7</w:t>
      </w:r>
      <w:r w:rsidR="00550320" w:rsidRPr="008D6DBF">
        <w:rPr>
          <w:rFonts w:eastAsia="Times New Roman" w:cs="Times New Roman"/>
          <w:b/>
          <w:bCs/>
          <w:color w:val="3B2314"/>
          <w:szCs w:val="33"/>
          <w:lang w:eastAsia="cs-CZ"/>
        </w:rPr>
        <w:t xml:space="preserve">. V § 84 </w:t>
      </w:r>
    </w:p>
    <w:p w:rsidR="00550320" w:rsidRPr="00D66880" w:rsidRDefault="00550320" w:rsidP="008D6DBF">
      <w:pPr>
        <w:jc w:val="both"/>
        <w:rPr>
          <w:rFonts w:ascii="TimesNewRomanPSMT" w:hAnsi="TimesNewRomanPSMT" w:cs="TimesNewRomanPSMT"/>
        </w:rPr>
      </w:pPr>
      <w:r w:rsidRPr="00D66880">
        <w:rPr>
          <w:rFonts w:ascii="TimesNewRomanPSMT" w:hAnsi="TimesNewRomanPSMT" w:cs="TimesNewRomanPSMT"/>
        </w:rPr>
        <w:t xml:space="preserve">Doplnit </w:t>
      </w:r>
      <w:proofErr w:type="gramStart"/>
      <w:r w:rsidRPr="00D66880">
        <w:rPr>
          <w:rFonts w:ascii="TimesNewRomanPSMT" w:hAnsi="TimesNewRomanPSMT" w:cs="TimesNewRomanPSMT"/>
        </w:rPr>
        <w:t xml:space="preserve">větu : </w:t>
      </w:r>
      <w:r>
        <w:rPr>
          <w:rFonts w:ascii="TimesNewRomanPSMT" w:hAnsi="TimesNewRomanPSMT" w:cs="TimesNewRomanPSMT"/>
        </w:rPr>
        <w:t>„</w:t>
      </w:r>
      <w:r w:rsidRPr="00D66880">
        <w:rPr>
          <w:rFonts w:ascii="TimesNewRomanPSMT" w:hAnsi="TimesNewRomanPSMT" w:cs="TimesNewRomanPSMT"/>
        </w:rPr>
        <w:t>V období</w:t>
      </w:r>
      <w:proofErr w:type="gramEnd"/>
      <w:r>
        <w:rPr>
          <w:rFonts w:ascii="TimesNewRomanPSMT" w:hAnsi="TimesNewRomanPSMT" w:cs="TimesNewRomanPSMT"/>
        </w:rPr>
        <w:t>,</w:t>
      </w:r>
      <w:r w:rsidRPr="00D66880">
        <w:rPr>
          <w:rFonts w:ascii="TimesNewRomanPSMT" w:hAnsi="TimesNewRomanPSMT" w:cs="TimesNewRomanPSMT"/>
        </w:rPr>
        <w:t xml:space="preserve"> vymezeném nařízením vlády podle § 120b </w:t>
      </w:r>
      <w:r>
        <w:rPr>
          <w:rFonts w:ascii="TimesNewRomanPSMT" w:hAnsi="TimesNewRomanPSMT" w:cs="TimesNewRomanPSMT"/>
        </w:rPr>
        <w:t xml:space="preserve">zákona o zaměstnanosti </w:t>
      </w:r>
      <w:r w:rsidRPr="00D66880">
        <w:rPr>
          <w:rFonts w:ascii="TimesNewRomanPSMT" w:hAnsi="TimesNewRomanPSMT" w:cs="TimesNewRomanPSMT"/>
        </w:rPr>
        <w:t>nejpozději 2 dny před začátkem období, na něž je pracovní doba rozvržena.“</w:t>
      </w:r>
    </w:p>
    <w:p w:rsidR="00550320" w:rsidRPr="008D6DBF" w:rsidRDefault="00550320"/>
    <w:p w:rsidR="00BB4AA6" w:rsidRPr="008D6DBF" w:rsidRDefault="008D6DBF" w:rsidP="00BB4AA6">
      <w:pPr>
        <w:spacing w:before="120"/>
        <w:outlineLvl w:val="1"/>
        <w:rPr>
          <w:rFonts w:eastAsia="Times New Roman" w:cs="Times New Roman"/>
          <w:b/>
          <w:bCs/>
          <w:color w:val="3B2314"/>
          <w:szCs w:val="33"/>
          <w:lang w:eastAsia="cs-CZ"/>
        </w:rPr>
      </w:pPr>
      <w:r w:rsidRPr="008D6DBF">
        <w:rPr>
          <w:rFonts w:eastAsia="Times New Roman" w:cs="Times New Roman"/>
          <w:b/>
          <w:bCs/>
          <w:color w:val="3B2314"/>
          <w:szCs w:val="33"/>
          <w:lang w:eastAsia="cs-CZ"/>
        </w:rPr>
        <w:t>G8.</w:t>
      </w:r>
      <w:r w:rsidR="00C43530">
        <w:rPr>
          <w:rFonts w:eastAsia="Times New Roman" w:cs="Times New Roman"/>
          <w:b/>
          <w:bCs/>
          <w:color w:val="3B2314"/>
          <w:szCs w:val="33"/>
          <w:lang w:eastAsia="cs-CZ"/>
        </w:rPr>
        <w:t xml:space="preserve"> V § 85</w:t>
      </w:r>
    </w:p>
    <w:p w:rsidR="00BB4AA6" w:rsidRDefault="00BB4AA6" w:rsidP="008D6DBF">
      <w:pPr>
        <w:rPr>
          <w:rFonts w:ascii="&amp;quot" w:eastAsia="Times New Roman" w:hAnsi="&amp;quot" w:cs="Times New Roman"/>
          <w:color w:val="3B2314"/>
          <w:lang w:eastAsia="cs-CZ"/>
        </w:rPr>
      </w:pPr>
      <w:r w:rsidRPr="004E6036">
        <w:rPr>
          <w:rFonts w:ascii="&amp;quot" w:eastAsia="Times New Roman" w:hAnsi="&amp;quot" w:cs="Times New Roman"/>
          <w:color w:val="3B2314"/>
          <w:lang w:eastAsia="cs-CZ"/>
        </w:rPr>
        <w:t xml:space="preserve"> (3) </w:t>
      </w:r>
      <w:r>
        <w:rPr>
          <w:rFonts w:ascii="&amp;quot" w:eastAsia="Times New Roman" w:hAnsi="&amp;quot" w:cs="Times New Roman"/>
          <w:color w:val="3B2314"/>
          <w:lang w:eastAsia="cs-CZ"/>
        </w:rPr>
        <w:t xml:space="preserve"> druhá věta  se doplňuje </w:t>
      </w:r>
      <w:proofErr w:type="gramStart"/>
      <w:r>
        <w:rPr>
          <w:rFonts w:ascii="&amp;quot" w:eastAsia="Times New Roman" w:hAnsi="&amp;quot" w:cs="Times New Roman"/>
          <w:color w:val="3B2314"/>
          <w:lang w:eastAsia="cs-CZ"/>
        </w:rPr>
        <w:t>takto : resp.</w:t>
      </w:r>
      <w:proofErr w:type="gramEnd"/>
      <w:r>
        <w:rPr>
          <w:rFonts w:ascii="&amp;quot" w:eastAsia="Times New Roman" w:hAnsi="&amp;quot" w:cs="Times New Roman"/>
          <w:color w:val="3B2314"/>
          <w:lang w:eastAsia="cs-CZ"/>
        </w:rPr>
        <w:t xml:space="preserve"> 16 hodin (v období vymezeném nařízením vlády podle §120b zákona o zaměstnanosti )</w:t>
      </w:r>
    </w:p>
    <w:p w:rsidR="00550320" w:rsidRPr="00C43530" w:rsidRDefault="00550320"/>
    <w:p w:rsidR="00BB4AA6" w:rsidRPr="00C43530" w:rsidRDefault="00C43530" w:rsidP="00BB4AA6">
      <w:pPr>
        <w:rPr>
          <w:rFonts w:eastAsia="Times New Roman" w:cs="Times New Roman"/>
          <w:b/>
          <w:bCs/>
          <w:color w:val="3B2314"/>
          <w:szCs w:val="33"/>
          <w:lang w:eastAsia="cs-CZ"/>
        </w:rPr>
      </w:pPr>
      <w:r w:rsidRPr="00C43530">
        <w:rPr>
          <w:rFonts w:eastAsia="Times New Roman" w:cs="Times New Roman"/>
          <w:b/>
          <w:bCs/>
          <w:color w:val="3B2314"/>
          <w:szCs w:val="33"/>
          <w:lang w:eastAsia="cs-CZ"/>
        </w:rPr>
        <w:t>G9</w:t>
      </w:r>
      <w:r w:rsidR="00BB4AA6" w:rsidRPr="00C43530">
        <w:rPr>
          <w:rFonts w:eastAsia="Times New Roman" w:cs="Times New Roman"/>
          <w:b/>
          <w:bCs/>
          <w:color w:val="3B2314"/>
          <w:szCs w:val="33"/>
          <w:lang w:eastAsia="cs-CZ"/>
        </w:rPr>
        <w:t>. V § 93</w:t>
      </w:r>
    </w:p>
    <w:p w:rsidR="00C43530" w:rsidRDefault="00BB4AA6" w:rsidP="00C43530">
      <w:pPr>
        <w:spacing w:before="100" w:beforeAutospacing="1"/>
        <w:rPr>
          <w:rFonts w:eastAsia="Times New Roman" w:cs="Times New Roman"/>
          <w:lang w:eastAsia="cs-CZ"/>
        </w:rPr>
      </w:pPr>
      <w:r w:rsidRPr="00BB4AA6">
        <w:rPr>
          <w:rFonts w:eastAsia="Times New Roman" w:cs="Times New Roman"/>
          <w:lang w:eastAsia="cs-CZ"/>
        </w:rPr>
        <w:t xml:space="preserve">Za § 93 se vkládá nový § 93a, který zní: </w:t>
      </w:r>
    </w:p>
    <w:p w:rsidR="00C43530" w:rsidRPr="00BB4AA6" w:rsidRDefault="00C43530" w:rsidP="00C43530">
      <w:pPr>
        <w:spacing w:after="100" w:afterAutospacing="1"/>
        <w:jc w:val="center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„§ 93a</w:t>
      </w:r>
    </w:p>
    <w:p w:rsidR="00BB4AA6" w:rsidRPr="00C43530" w:rsidRDefault="00BB4AA6" w:rsidP="00C43530">
      <w:pPr>
        <w:spacing w:before="100" w:beforeAutospacing="1" w:after="100" w:afterAutospacing="1"/>
        <w:jc w:val="center"/>
        <w:rPr>
          <w:rFonts w:eastAsia="Times New Roman" w:cs="Times New Roman"/>
          <w:b/>
          <w:color w:val="3B2314"/>
          <w:lang w:eastAsia="cs-CZ"/>
        </w:rPr>
      </w:pPr>
      <w:r w:rsidRPr="00C43530">
        <w:rPr>
          <w:rFonts w:eastAsia="Times New Roman" w:cs="Times New Roman"/>
          <w:b/>
          <w:color w:val="3B2314"/>
          <w:lang w:eastAsia="cs-CZ"/>
        </w:rPr>
        <w:t>Další dohodnutá práce přesčas při živelních událostech a v jiných obdobných mimořádných případech v situacích vymezených  nařízením vlády podle §120b zákona o zaměstnanosti</w:t>
      </w:r>
    </w:p>
    <w:p w:rsidR="00BB4AA6" w:rsidRPr="00BB4AA6" w:rsidRDefault="00BB4AA6" w:rsidP="00C43530">
      <w:pPr>
        <w:spacing w:before="100" w:beforeAutospacing="1" w:after="100" w:afterAutospacing="1"/>
        <w:jc w:val="both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 xml:space="preserve">(1)     Další dohodnutou prací přesčas při živelních událostech a v jiných obdobných mimořádných případech (dále jen „další dohodnutá práce přesčas“) se rozumí práce v nepřetržitém provozu spojená </w:t>
      </w:r>
      <w:r w:rsidRPr="00BB4AA6">
        <w:rPr>
          <w:rFonts w:eastAsia="Times New Roman" w:cs="Times New Roman"/>
          <w:color w:val="3B2314"/>
          <w:lang w:eastAsia="cs-CZ"/>
        </w:rPr>
        <w:lastRenderedPageBreak/>
        <w:t>s výkonem práce při a v návaznosti na situaci vzniklou v důsledku živelní události a jiné obdobné mimořádné případy. Další dohodnutá práce přesčas je práce konaná nad rozsah uvedený v § 93 odst.</w:t>
      </w:r>
      <w:r w:rsidR="000F5D62">
        <w:rPr>
          <w:rFonts w:eastAsia="Times New Roman" w:cs="Times New Roman"/>
          <w:color w:val="3B2314"/>
          <w:lang w:eastAsia="cs-CZ"/>
        </w:rPr>
        <w:t> </w:t>
      </w:r>
      <w:r w:rsidRPr="00BB4AA6">
        <w:rPr>
          <w:rFonts w:eastAsia="Times New Roman" w:cs="Times New Roman"/>
          <w:color w:val="3B2314"/>
          <w:lang w:eastAsia="cs-CZ"/>
        </w:rPr>
        <w:t>4.</w:t>
      </w:r>
    </w:p>
    <w:p w:rsidR="00BB4AA6" w:rsidRPr="00BB4AA6" w:rsidRDefault="00BB4AA6" w:rsidP="00BB4AA6">
      <w:pPr>
        <w:spacing w:before="100" w:beforeAutospacing="1" w:after="100" w:afterAutospacing="1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>(2)     Zaměstnanec, který nesouhlasí s výkonem další dohodnuté práce přesčas, nesmí být k jejímu sjednání nucen ani být vystaven jakékoli újmě.</w:t>
      </w:r>
    </w:p>
    <w:p w:rsidR="00BB4AA6" w:rsidRPr="00BB4AA6" w:rsidRDefault="00BB4AA6" w:rsidP="00BB4AA6">
      <w:pPr>
        <w:spacing w:before="100" w:beforeAutospacing="1" w:after="100" w:afterAutospacing="1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 xml:space="preserve">  (3)     Další dohodnutá práce přesčas nesmí přesáhnout v průměru 12 hodin týdně, v období, které může činit nejvýše 26 týdnů po sobě jdoucích; jen kolektivní smlouva může toto období vymezit na nejvýše 52 týdnů po sobě jdoucích.</w:t>
      </w:r>
    </w:p>
    <w:p w:rsidR="00BB4AA6" w:rsidRPr="00BB4AA6" w:rsidRDefault="00BB4AA6" w:rsidP="00BB4AA6">
      <w:pPr>
        <w:spacing w:before="100" w:beforeAutospacing="1" w:after="100" w:afterAutospacing="1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>4) Dohoda o další dohodnuté práci přesčas</w:t>
      </w:r>
    </w:p>
    <w:p w:rsidR="00BB4AA6" w:rsidRPr="00BB4AA6" w:rsidRDefault="00BB4AA6" w:rsidP="00BB4AA6">
      <w:pPr>
        <w:spacing w:before="100" w:beforeAutospacing="1" w:after="100" w:afterAutospacing="1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>a) musí být sjednána písemně,</w:t>
      </w:r>
    </w:p>
    <w:p w:rsidR="00BB4AA6" w:rsidRPr="00BB4AA6" w:rsidRDefault="00BB4AA6" w:rsidP="00BB4AA6">
      <w:pPr>
        <w:spacing w:before="100" w:beforeAutospacing="1" w:after="100" w:afterAutospacing="1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>b) nesmí být sjednána na dobu delší než 52 týdnů po sobě jdoucích</w:t>
      </w:r>
    </w:p>
    <w:p w:rsidR="00BB4AA6" w:rsidRPr="00BB4AA6" w:rsidRDefault="00BB4AA6" w:rsidP="00BB4AA6">
      <w:pPr>
        <w:spacing w:before="100" w:beforeAutospacing="1" w:after="100" w:afterAutospacing="1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 xml:space="preserve">c) může být vypovězena z jakéhokoliv důvodu nebo bez uvedení důvodu; výpověď musí být dána písemně. </w:t>
      </w:r>
    </w:p>
    <w:p w:rsidR="00BB4AA6" w:rsidRPr="00BB4AA6" w:rsidRDefault="00BB4AA6" w:rsidP="00BB4AA6">
      <w:pPr>
        <w:spacing w:before="100" w:beforeAutospacing="1" w:after="100" w:afterAutospacing="1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>(5)     Zaměstnavatel vede aktuální seznam všech zaměstnanců vykonávajících další dohodnutou práci přesčas.</w:t>
      </w:r>
    </w:p>
    <w:p w:rsidR="00BB4AA6" w:rsidRPr="00BB4AA6" w:rsidRDefault="00BB4AA6" w:rsidP="00BB4AA6">
      <w:pPr>
        <w:spacing w:before="100" w:beforeAutospacing="1" w:after="100" w:afterAutospacing="1"/>
        <w:rPr>
          <w:rFonts w:eastAsia="Times New Roman" w:cs="Times New Roman"/>
          <w:color w:val="3B2314"/>
          <w:lang w:eastAsia="cs-CZ"/>
        </w:rPr>
      </w:pPr>
      <w:r w:rsidRPr="00BB4AA6">
        <w:rPr>
          <w:rFonts w:eastAsia="Times New Roman" w:cs="Times New Roman"/>
          <w:color w:val="3B2314"/>
          <w:lang w:eastAsia="cs-CZ"/>
        </w:rPr>
        <w:t>(6)     Pokud se v tomto ustanovení nestanoví něco jiného, platí pro další dohodnutou práci přesčas obdobně ustanovení zákoníku práce týkající se práce přesčas.“</w:t>
      </w:r>
      <w:r>
        <w:rPr>
          <w:rFonts w:eastAsia="Times New Roman" w:cs="Times New Roman"/>
          <w:color w:val="3B2314"/>
          <w:lang w:eastAsia="cs-CZ"/>
        </w:rPr>
        <w:t>.</w:t>
      </w:r>
    </w:p>
    <w:p w:rsidR="00550320" w:rsidRPr="00BB4AA6" w:rsidRDefault="00550320"/>
    <w:p w:rsidR="00550320" w:rsidRPr="00BB4AA6" w:rsidRDefault="00550320">
      <w:pPr>
        <w:rPr>
          <w:i/>
        </w:rPr>
      </w:pPr>
      <w:r w:rsidRPr="00BB4AA6">
        <w:rPr>
          <w:i/>
        </w:rPr>
        <w:t>SD 8109</w:t>
      </w:r>
    </w:p>
    <w:p w:rsidR="00BB4AA6" w:rsidRPr="000F5D62" w:rsidRDefault="000F5D62" w:rsidP="000F5D6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G10.</w:t>
      </w:r>
    </w:p>
    <w:p w:rsidR="00BB4AA6" w:rsidRPr="00026C12" w:rsidRDefault="00BB4AA6" w:rsidP="000F5D62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>
        <w:rPr>
          <w:rFonts w:ascii="TimesNewRomanPSMT" w:hAnsi="TimesNewRomanPSMT" w:cs="TimesNewRomanPSMT"/>
        </w:rPr>
        <w:t xml:space="preserve">V § 120c odst. 1 </w:t>
      </w:r>
      <w:r w:rsidR="000F5D62">
        <w:rPr>
          <w:rFonts w:ascii="TimesNewRomanPSMT" w:hAnsi="TimesNewRomanPSMT" w:cs="TimesNewRomanPSMT"/>
        </w:rPr>
        <w:t xml:space="preserve">písm. </w:t>
      </w:r>
      <w:r>
        <w:rPr>
          <w:rFonts w:ascii="TimesNewRomanPSMT" w:hAnsi="TimesNewRomanPSMT" w:cs="TimesNewRomanPSMT"/>
        </w:rPr>
        <w:t xml:space="preserve">a) nahradit výraz „80% jejich průměrného výdělku „  výrazem „ </w:t>
      </w:r>
      <w:r>
        <w:rPr>
          <w:rFonts w:ascii="TimesNewRomanPSMT" w:hAnsi="TimesNewRomanPSMT" w:cs="TimesNewRomanPSMT"/>
          <w:b/>
        </w:rPr>
        <w:t>70</w:t>
      </w:r>
      <w:r w:rsidRPr="00026C12">
        <w:rPr>
          <w:rFonts w:ascii="TimesNewRomanPSMT" w:hAnsi="TimesNewRomanPSMT" w:cs="TimesNewRomanPSMT"/>
          <w:b/>
        </w:rPr>
        <w:t xml:space="preserve">% </w:t>
      </w:r>
      <w:r>
        <w:rPr>
          <w:rFonts w:ascii="TimesNewRomanPSMT" w:hAnsi="TimesNewRomanPSMT" w:cs="TimesNewRomanPSMT"/>
          <w:b/>
        </w:rPr>
        <w:t xml:space="preserve">jejich </w:t>
      </w:r>
      <w:r w:rsidRPr="00026C12">
        <w:rPr>
          <w:rFonts w:ascii="TimesNewRomanPSMT" w:hAnsi="TimesNewRomanPSMT" w:cs="TimesNewRomanPSMT"/>
          <w:b/>
        </w:rPr>
        <w:t>průměrného hodinového  hrubého výdělku</w:t>
      </w:r>
      <w:r w:rsidRPr="000F5D62">
        <w:rPr>
          <w:rFonts w:ascii="TimesNewRomanPSMT" w:hAnsi="TimesNewRomanPSMT" w:cs="TimesNewRomanPSMT"/>
        </w:rPr>
        <w:t>“</w:t>
      </w:r>
      <w:r w:rsidR="000F5D62" w:rsidRPr="000F5D62">
        <w:rPr>
          <w:rFonts w:ascii="TimesNewRomanPSMT" w:hAnsi="TimesNewRomanPSMT" w:cs="TimesNewRomanPSMT"/>
        </w:rPr>
        <w:t>.</w:t>
      </w:r>
      <w:r w:rsidRPr="00026C12">
        <w:rPr>
          <w:rFonts w:ascii="TimesNewRomanPSMT" w:hAnsi="TimesNewRomanPSMT" w:cs="TimesNewRomanPSMT"/>
          <w:b/>
        </w:rPr>
        <w:t xml:space="preserve"> </w:t>
      </w:r>
    </w:p>
    <w:p w:rsidR="00BB4AA6" w:rsidRDefault="00BB4AA6" w:rsidP="00BB4AA6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550320" w:rsidRDefault="00550320"/>
    <w:p w:rsidR="00F61942" w:rsidRDefault="00F61942"/>
    <w:p w:rsidR="00550320" w:rsidRDefault="00BB4AA6" w:rsidP="00BB4AA6">
      <w:pPr>
        <w:pStyle w:val="PNposlanec"/>
      </w:pPr>
      <w:r>
        <w:t>Poslankyně Věra Kovářová</w:t>
      </w:r>
    </w:p>
    <w:p w:rsidR="00F61942" w:rsidRPr="001E4234" w:rsidRDefault="00F61942" w:rsidP="00F61942">
      <w:pPr>
        <w:rPr>
          <w:i/>
        </w:rPr>
      </w:pPr>
      <w:r w:rsidRPr="001E4234">
        <w:rPr>
          <w:i/>
        </w:rPr>
        <w:t>SD 7253</w:t>
      </w:r>
    </w:p>
    <w:p w:rsidR="00F61942" w:rsidRDefault="00F61942" w:rsidP="00F61942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H1. </w:t>
      </w:r>
    </w:p>
    <w:p w:rsidR="00F61942" w:rsidRPr="000F5D62" w:rsidRDefault="00F61942" w:rsidP="00F61942">
      <w:pPr>
        <w:jc w:val="both"/>
        <w:rPr>
          <w:rFonts w:cs="Times New Roman"/>
          <w:b/>
          <w:i/>
        </w:rPr>
      </w:pPr>
      <w:r w:rsidRPr="000F5D62">
        <w:rPr>
          <w:rFonts w:cs="Times New Roman"/>
          <w:b/>
          <w:i/>
        </w:rPr>
        <w:t xml:space="preserve">k pozměňovacímu návrhu poslance </w:t>
      </w:r>
      <w:proofErr w:type="spellStart"/>
      <w:r w:rsidRPr="000F5D62">
        <w:rPr>
          <w:rFonts w:cs="Times New Roman"/>
          <w:b/>
          <w:i/>
        </w:rPr>
        <w:t>Sklenáka</w:t>
      </w:r>
      <w:proofErr w:type="spellEnd"/>
      <w:r w:rsidRPr="000F5D62">
        <w:rPr>
          <w:rFonts w:cs="Times New Roman"/>
          <w:b/>
          <w:i/>
        </w:rPr>
        <w:t xml:space="preserve"> (SD 6997)</w:t>
      </w:r>
    </w:p>
    <w:p w:rsidR="00F61942" w:rsidRPr="00EC1DAB" w:rsidRDefault="00F61942" w:rsidP="00F61942">
      <w:pPr>
        <w:jc w:val="both"/>
        <w:rPr>
          <w:rFonts w:cs="Times New Roman"/>
          <w:b/>
        </w:rPr>
      </w:pPr>
    </w:p>
    <w:p w:rsidR="00F61942" w:rsidRDefault="00F61942" w:rsidP="00F61942">
      <w:pPr>
        <w:jc w:val="both"/>
        <w:rPr>
          <w:rFonts w:cs="Times New Roman"/>
          <w:lang w:eastAsia="cs-CZ"/>
        </w:rPr>
      </w:pPr>
      <w:r w:rsidRPr="003D5255">
        <w:rPr>
          <w:rFonts w:cs="Times New Roman"/>
          <w:lang w:eastAsia="cs-CZ"/>
        </w:rPr>
        <w:t>V pozměňovacím návrhu SD 6</w:t>
      </w:r>
      <w:r>
        <w:rPr>
          <w:rFonts w:cs="Times New Roman"/>
          <w:lang w:eastAsia="cs-CZ"/>
        </w:rPr>
        <w:t xml:space="preserve">997 se ve 4. novelizačním bodě nově navrhovaného znění § 120d na konci odstavce 2 doplňuje věta „V případě podle věty první výše podpory činí 80 % průměrného hodinového hrubého výdělku.“. </w:t>
      </w:r>
    </w:p>
    <w:p w:rsidR="00F61942" w:rsidRDefault="00F61942" w:rsidP="00F61942"/>
    <w:p w:rsidR="00F61942" w:rsidRDefault="00F61942" w:rsidP="00F61942">
      <w:pPr>
        <w:rPr>
          <w:i/>
        </w:rPr>
      </w:pPr>
    </w:p>
    <w:p w:rsidR="00F61942" w:rsidRPr="001E4234" w:rsidRDefault="00F61942" w:rsidP="00F61942">
      <w:pPr>
        <w:rPr>
          <w:i/>
        </w:rPr>
      </w:pPr>
      <w:r w:rsidRPr="001E4234">
        <w:rPr>
          <w:i/>
        </w:rPr>
        <w:t>SD 6441</w:t>
      </w:r>
    </w:p>
    <w:p w:rsidR="00F61942" w:rsidRPr="00F61942" w:rsidRDefault="00F61942" w:rsidP="00F61942">
      <w:pPr>
        <w:rPr>
          <w:rFonts w:cs="Times New Roman"/>
          <w:b/>
          <w:lang w:eastAsia="cs-CZ"/>
        </w:rPr>
      </w:pPr>
      <w:r w:rsidRPr="00F61942">
        <w:rPr>
          <w:rFonts w:cs="Times New Roman"/>
          <w:b/>
          <w:lang w:eastAsia="cs-CZ"/>
        </w:rPr>
        <w:t xml:space="preserve">H2. </w:t>
      </w:r>
    </w:p>
    <w:p w:rsidR="00F61942" w:rsidRPr="00F61942" w:rsidRDefault="00F61942" w:rsidP="00F61942">
      <w:pPr>
        <w:pStyle w:val="Odstavecseseznamem"/>
        <w:numPr>
          <w:ilvl w:val="0"/>
          <w:numId w:val="18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eastAsia="cs-CZ"/>
        </w:rPr>
      </w:pPr>
      <w:r w:rsidRPr="00F61942">
        <w:rPr>
          <w:rFonts w:ascii="Times New Roman" w:hAnsi="Times New Roman"/>
          <w:sz w:val="24"/>
          <w:szCs w:val="24"/>
          <w:lang w:eastAsia="cs-CZ"/>
        </w:rPr>
        <w:t>V části první čl. I bodě 5 v § 120c odst. 1 se slova „tomuto zaměstnanci“ nahrazují slovem „zaměstnancům“ a slova „jeho týdenní“ nahrazuje slovem „jejich týdenní“.</w:t>
      </w:r>
    </w:p>
    <w:p w:rsidR="00F61942" w:rsidRPr="00F61942" w:rsidRDefault="00F61942" w:rsidP="00F61942">
      <w:pPr>
        <w:pStyle w:val="Odstavecseseznamem"/>
        <w:ind w:left="567" w:hanging="567"/>
        <w:rPr>
          <w:rFonts w:ascii="Times New Roman" w:hAnsi="Times New Roman"/>
          <w:sz w:val="24"/>
          <w:szCs w:val="24"/>
          <w:lang w:eastAsia="cs-CZ"/>
        </w:rPr>
      </w:pPr>
    </w:p>
    <w:p w:rsidR="00F61942" w:rsidRPr="00F61942" w:rsidRDefault="00F61942" w:rsidP="00F61942">
      <w:pPr>
        <w:pStyle w:val="Odstavecseseznamem"/>
        <w:numPr>
          <w:ilvl w:val="0"/>
          <w:numId w:val="18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eastAsia="cs-CZ"/>
        </w:rPr>
      </w:pPr>
      <w:r w:rsidRPr="00F61942">
        <w:rPr>
          <w:rFonts w:ascii="Times New Roman" w:hAnsi="Times New Roman"/>
          <w:sz w:val="24"/>
          <w:szCs w:val="24"/>
          <w:lang w:eastAsia="cs-CZ"/>
        </w:rPr>
        <w:t>V části první čl. I bodě 5 v § 120c odst. 1 se číslo „80“ nahrazuje číslem „60“.</w:t>
      </w:r>
    </w:p>
    <w:p w:rsidR="00550320" w:rsidRDefault="00550320"/>
    <w:p w:rsidR="00550320" w:rsidRDefault="00550320"/>
    <w:p w:rsidR="00550320" w:rsidRDefault="00550320"/>
    <w:p w:rsidR="000F5D62" w:rsidRDefault="000F5D62">
      <w:pPr>
        <w:widowControl/>
        <w:suppressAutoHyphens w:val="0"/>
        <w:rPr>
          <w:b/>
        </w:rPr>
      </w:pPr>
      <w:r>
        <w:br w:type="page"/>
      </w:r>
    </w:p>
    <w:p w:rsidR="00550320" w:rsidRDefault="00F61942" w:rsidP="00F61942">
      <w:pPr>
        <w:pStyle w:val="PNposlanec"/>
      </w:pPr>
      <w:r>
        <w:lastRenderedPageBreak/>
        <w:t xml:space="preserve">Poslankyně Markéta Adamová </w:t>
      </w:r>
      <w:proofErr w:type="spellStart"/>
      <w:r>
        <w:t>Pekarová</w:t>
      </w:r>
      <w:proofErr w:type="spellEnd"/>
    </w:p>
    <w:p w:rsidR="00F61942" w:rsidRPr="00D2005B" w:rsidRDefault="00F61942" w:rsidP="00F61942">
      <w:pPr>
        <w:rPr>
          <w:i/>
        </w:rPr>
      </w:pPr>
      <w:r w:rsidRPr="00D2005B">
        <w:rPr>
          <w:i/>
        </w:rPr>
        <w:t>SD 6387</w:t>
      </w:r>
    </w:p>
    <w:p w:rsidR="00F61942" w:rsidRDefault="00F61942" w:rsidP="00F61942">
      <w:pPr>
        <w:pStyle w:val="Odstavecseseznamem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I1. </w:t>
      </w:r>
    </w:p>
    <w:p w:rsidR="00F61942" w:rsidRPr="00D2005B" w:rsidRDefault="00F61942" w:rsidP="00F61942">
      <w:pPr>
        <w:pStyle w:val="Odstavecseseznamem"/>
        <w:spacing w:before="360"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1. </w:t>
      </w:r>
      <w:r w:rsidRPr="00D2005B">
        <w:rPr>
          <w:rFonts w:ascii="Times New Roman" w:eastAsia="Times New Roman" w:hAnsi="Times New Roman"/>
          <w:sz w:val="24"/>
          <w:szCs w:val="24"/>
          <w:lang w:eastAsia="cs-CZ"/>
        </w:rPr>
        <w:t>V části jedenácté, Změna zákoníku práce, čl. XI se vkládá nový bod 1., který zní:</w:t>
      </w:r>
    </w:p>
    <w:p w:rsidR="00F61942" w:rsidRPr="00D2005B" w:rsidRDefault="00F61942" w:rsidP="00F61942">
      <w:pPr>
        <w:pStyle w:val="Odstavecseseznamem"/>
        <w:spacing w:before="360"/>
        <w:ind w:left="426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61942" w:rsidRPr="00D2005B" w:rsidRDefault="00F61942" w:rsidP="000F5D62">
      <w:pPr>
        <w:pStyle w:val="Odstavecseseznamem"/>
        <w:spacing w:before="360"/>
        <w:ind w:left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D2005B">
        <w:rPr>
          <w:rFonts w:ascii="Times New Roman" w:eastAsia="Times New Roman" w:hAnsi="Times New Roman"/>
          <w:sz w:val="24"/>
          <w:szCs w:val="24"/>
          <w:lang w:eastAsia="cs-CZ"/>
        </w:rPr>
        <w:t>„1. V § 48 odst. 1 se vkládá nové písmeno e), které zní „e) mimořádným ukončením podle §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 </w:t>
      </w:r>
      <w:r w:rsidRPr="00D2005B">
        <w:rPr>
          <w:rFonts w:ascii="Times New Roman" w:eastAsia="Times New Roman" w:hAnsi="Times New Roman"/>
          <w:sz w:val="24"/>
          <w:szCs w:val="24"/>
          <w:lang w:eastAsia="cs-CZ"/>
        </w:rPr>
        <w:t>66a“.“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F61942" w:rsidRPr="00AF59F0" w:rsidRDefault="00F61942" w:rsidP="002304E0">
      <w:pPr>
        <w:spacing w:before="12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 </w:t>
      </w:r>
      <w:r w:rsidRPr="00AF59F0">
        <w:rPr>
          <w:rFonts w:eastAsia="Times New Roman"/>
          <w:lang w:eastAsia="cs-CZ"/>
        </w:rPr>
        <w:t>V části jedenácté, Změna zákoníku práce, čl. XI se vkládá nový bod 2., který zní:</w:t>
      </w:r>
    </w:p>
    <w:p w:rsidR="00F61942" w:rsidRPr="00D2005B" w:rsidRDefault="00F61942" w:rsidP="00F61942">
      <w:pPr>
        <w:suppressAutoHyphens w:val="0"/>
        <w:spacing w:before="360"/>
        <w:ind w:left="426"/>
        <w:rPr>
          <w:rFonts w:eastAsia="Times New Roman" w:cs="Times New Roman"/>
          <w:lang w:eastAsia="cs-CZ"/>
        </w:rPr>
      </w:pPr>
      <w:r w:rsidRPr="00D2005B">
        <w:rPr>
          <w:rFonts w:eastAsia="Times New Roman" w:cs="Times New Roman"/>
          <w:lang w:eastAsia="cs-CZ"/>
        </w:rPr>
        <w:t>„2. Za § 66 se vkládají nové § 66a a § 66b, které zní:</w:t>
      </w:r>
    </w:p>
    <w:p w:rsidR="00F61942" w:rsidRPr="00D2005B" w:rsidRDefault="00F61942" w:rsidP="00F61942">
      <w:pPr>
        <w:suppressAutoHyphens w:val="0"/>
        <w:spacing w:before="120"/>
        <w:ind w:left="425"/>
        <w:jc w:val="center"/>
        <w:rPr>
          <w:rFonts w:eastAsia="Times New Roman" w:cs="Times New Roman"/>
          <w:b/>
          <w:bCs/>
          <w:lang w:eastAsia="cs-CZ"/>
        </w:rPr>
      </w:pPr>
      <w:r w:rsidRPr="00D2005B">
        <w:rPr>
          <w:rFonts w:eastAsia="Times New Roman" w:cs="Times New Roman"/>
          <w:b/>
          <w:bCs/>
          <w:lang w:eastAsia="cs-CZ"/>
        </w:rPr>
        <w:t>„§ 66a</w:t>
      </w:r>
    </w:p>
    <w:p w:rsidR="00F61942" w:rsidRPr="00D2005B" w:rsidRDefault="00F61942" w:rsidP="00F61942">
      <w:pPr>
        <w:suppressAutoHyphens w:val="0"/>
        <w:ind w:left="425"/>
        <w:jc w:val="center"/>
        <w:rPr>
          <w:rFonts w:eastAsia="Times New Roman" w:cs="Times New Roman"/>
          <w:b/>
          <w:bCs/>
          <w:lang w:eastAsia="cs-CZ"/>
        </w:rPr>
      </w:pPr>
      <w:r w:rsidRPr="00D2005B">
        <w:rPr>
          <w:rFonts w:eastAsia="Times New Roman" w:cs="Times New Roman"/>
          <w:b/>
          <w:bCs/>
          <w:lang w:eastAsia="cs-CZ"/>
        </w:rPr>
        <w:t>Mimořádné ukončení pracovního poměru</w:t>
      </w:r>
    </w:p>
    <w:p w:rsidR="00F61942" w:rsidRPr="00A50787" w:rsidRDefault="00F61942" w:rsidP="00F61942">
      <w:pPr>
        <w:pStyle w:val="Odstavecseseznamem"/>
        <w:numPr>
          <w:ilvl w:val="0"/>
          <w:numId w:val="8"/>
        </w:numPr>
        <w:spacing w:before="360" w:after="0" w:line="240" w:lineRule="auto"/>
        <w:ind w:left="426" w:firstLine="425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A50787">
        <w:rPr>
          <w:rFonts w:ascii="Times New Roman" w:eastAsia="Times New Roman" w:hAnsi="Times New Roman"/>
          <w:bCs/>
          <w:sz w:val="24"/>
          <w:szCs w:val="24"/>
          <w:lang w:eastAsia="cs-CZ"/>
        </w:rPr>
        <w:t>Zaměstnavatel může ke zmírnění negativních ekonomických důsledků epidemie covid-19 mimořádně ukončit pracovní poměr, a to i bez důvodu.</w:t>
      </w:r>
    </w:p>
    <w:p w:rsidR="00F61942" w:rsidRPr="00A50787" w:rsidRDefault="00F61942" w:rsidP="00F61942">
      <w:pPr>
        <w:pStyle w:val="Odstavecseseznamem"/>
        <w:spacing w:before="360"/>
        <w:ind w:left="1108"/>
        <w:rPr>
          <w:rFonts w:ascii="Times New Roman" w:eastAsia="Times New Roman" w:hAnsi="Times New Roman"/>
          <w:bCs/>
          <w:sz w:val="24"/>
          <w:szCs w:val="24"/>
          <w:lang w:eastAsia="cs-CZ"/>
        </w:rPr>
      </w:pPr>
    </w:p>
    <w:p w:rsidR="00F61942" w:rsidRPr="00A50787" w:rsidRDefault="00F61942" w:rsidP="00F61942">
      <w:pPr>
        <w:pStyle w:val="Odstavecseseznamem"/>
        <w:numPr>
          <w:ilvl w:val="0"/>
          <w:numId w:val="8"/>
        </w:numPr>
        <w:spacing w:before="360" w:after="0" w:line="240" w:lineRule="auto"/>
        <w:ind w:left="426" w:firstLine="425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A50787">
        <w:rPr>
          <w:rFonts w:ascii="Times New Roman" w:eastAsia="Times New Roman" w:hAnsi="Times New Roman"/>
          <w:bCs/>
          <w:sz w:val="24"/>
          <w:szCs w:val="24"/>
          <w:lang w:eastAsia="cs-CZ"/>
        </w:rPr>
        <w:t>Oznámení o mimořádném ukončení pracovního poměru musí být písemné, jinak se k němu nepřihlíží.</w:t>
      </w:r>
    </w:p>
    <w:p w:rsidR="00F61942" w:rsidRPr="00A50787" w:rsidRDefault="00F61942" w:rsidP="00F61942">
      <w:pPr>
        <w:pStyle w:val="Odstavecseseznamem"/>
        <w:spacing w:before="360"/>
        <w:ind w:left="1108"/>
        <w:rPr>
          <w:rFonts w:ascii="Times New Roman" w:eastAsia="Times New Roman" w:hAnsi="Times New Roman"/>
          <w:bCs/>
          <w:sz w:val="24"/>
          <w:szCs w:val="24"/>
          <w:lang w:eastAsia="cs-CZ"/>
        </w:rPr>
      </w:pPr>
    </w:p>
    <w:p w:rsidR="00F61942" w:rsidRPr="00A50787" w:rsidRDefault="00F61942" w:rsidP="00F61942">
      <w:pPr>
        <w:pStyle w:val="Odstavecseseznamem"/>
        <w:numPr>
          <w:ilvl w:val="0"/>
          <w:numId w:val="8"/>
        </w:numPr>
        <w:spacing w:before="360" w:after="0" w:line="240" w:lineRule="auto"/>
        <w:ind w:left="426" w:firstLine="425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A50787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Mimořádné ukončení </w:t>
      </w:r>
      <w:r w:rsidRPr="00A5078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může být odvoláno pouze se souhlasem zaměstnance; odvolání mimořádného ukončení i souhlas s jeho odvoláním musí být písemné.</w:t>
      </w:r>
    </w:p>
    <w:p w:rsidR="00F61942" w:rsidRPr="00A50787" w:rsidRDefault="00F61942" w:rsidP="00F61942">
      <w:pPr>
        <w:pStyle w:val="Odstavecseseznamem"/>
        <w:rPr>
          <w:rFonts w:ascii="Times New Roman" w:eastAsia="Times New Roman" w:hAnsi="Times New Roman"/>
          <w:bCs/>
          <w:sz w:val="24"/>
          <w:szCs w:val="24"/>
          <w:lang w:eastAsia="cs-CZ"/>
        </w:rPr>
      </w:pPr>
    </w:p>
    <w:p w:rsidR="00F61942" w:rsidRPr="00A50787" w:rsidRDefault="00F61942" w:rsidP="00F61942">
      <w:pPr>
        <w:pStyle w:val="Odstavecseseznamem"/>
        <w:numPr>
          <w:ilvl w:val="0"/>
          <w:numId w:val="8"/>
        </w:numPr>
        <w:spacing w:before="360" w:after="0" w:line="240" w:lineRule="auto"/>
        <w:ind w:left="426" w:firstLine="425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A5078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P</w:t>
      </w:r>
      <w:r w:rsidRPr="00A50787">
        <w:rPr>
          <w:rFonts w:ascii="Times New Roman" w:eastAsia="Times New Roman" w:hAnsi="Times New Roman"/>
          <w:bCs/>
          <w:sz w:val="24"/>
          <w:szCs w:val="24"/>
          <w:lang w:eastAsia="cs-CZ"/>
        </w:rPr>
        <w:t>racovní poměr skončí uplynutím posledního dne druhého kalendářního měsíce následujícího po měsíci, ve kterém bylo mimořádné ukončení doručeno zaměstnanci.</w:t>
      </w:r>
    </w:p>
    <w:p w:rsidR="00F61942" w:rsidRPr="00A50787" w:rsidRDefault="00F61942" w:rsidP="00F61942">
      <w:pPr>
        <w:pStyle w:val="Odstavecseseznamem"/>
        <w:rPr>
          <w:rFonts w:ascii="Times New Roman" w:eastAsia="Times New Roman" w:hAnsi="Times New Roman"/>
          <w:bCs/>
          <w:sz w:val="24"/>
          <w:szCs w:val="24"/>
          <w:lang w:eastAsia="cs-CZ"/>
        </w:rPr>
      </w:pPr>
    </w:p>
    <w:p w:rsidR="00F61942" w:rsidRDefault="00F61942" w:rsidP="00F61942">
      <w:pPr>
        <w:pStyle w:val="Odstavecseseznamem"/>
        <w:numPr>
          <w:ilvl w:val="0"/>
          <w:numId w:val="8"/>
        </w:numPr>
        <w:spacing w:before="360" w:after="0" w:line="240" w:lineRule="auto"/>
        <w:ind w:left="426" w:firstLine="425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A50787">
        <w:rPr>
          <w:rFonts w:ascii="Times New Roman" w:eastAsia="Times New Roman" w:hAnsi="Times New Roman"/>
          <w:bCs/>
          <w:sz w:val="24"/>
          <w:szCs w:val="24"/>
          <w:lang w:eastAsia="cs-CZ"/>
        </w:rPr>
        <w:t>Zakazuje se mimořádně ukončit pracovní poměr</w:t>
      </w:r>
    </w:p>
    <w:p w:rsidR="002304E0" w:rsidRPr="00A50787" w:rsidRDefault="002304E0" w:rsidP="002304E0">
      <w:pPr>
        <w:pStyle w:val="Odstavecseseznamem"/>
        <w:spacing w:before="360" w:after="0" w:line="240" w:lineRule="auto"/>
        <w:ind w:left="851"/>
        <w:jc w:val="both"/>
        <w:rPr>
          <w:rFonts w:ascii="Times New Roman" w:eastAsia="Times New Roman" w:hAnsi="Times New Roman"/>
          <w:bCs/>
          <w:sz w:val="24"/>
          <w:szCs w:val="24"/>
          <w:lang w:eastAsia="cs-CZ"/>
        </w:rPr>
      </w:pPr>
    </w:p>
    <w:p w:rsidR="00F61942" w:rsidRPr="00A50787" w:rsidRDefault="00F61942" w:rsidP="002304E0">
      <w:pPr>
        <w:pStyle w:val="l7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bCs/>
          <w:color w:val="000000"/>
        </w:rPr>
      </w:pPr>
      <w:r w:rsidRPr="00A50787">
        <w:rPr>
          <w:bCs/>
          <w:color w:val="000000"/>
        </w:rPr>
        <w:t>v době, kdy je zaměstnanec uznán dočasně práce neschopným, pokud si tuto neschopnost úmyslně nepřivodil nebo nevznikla-li tato neschopnost jako bezprostřední následek opilosti zaměstnance nebo zneužití návykových látek, a v době od podání návrhu na ústavní ošetřování nebo od nástupu lázeňského léčení až do dne jejich ukončení,</w:t>
      </w:r>
    </w:p>
    <w:p w:rsidR="00F61942" w:rsidRPr="00A50787" w:rsidRDefault="00F61942" w:rsidP="002304E0">
      <w:pPr>
        <w:pStyle w:val="l7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bCs/>
          <w:color w:val="000000"/>
        </w:rPr>
      </w:pPr>
      <w:r w:rsidRPr="00A50787">
        <w:rPr>
          <w:bCs/>
          <w:color w:val="000000"/>
        </w:rPr>
        <w:t>při výkonu vojenského cvičení nebo služby v operačním nasazení ode dne, kdy byl zaměstnanci doručen povolávací rozkaz, po dobu výkonu těchto druhů vojenské činné služby, až do uplynutí 2 týdnů po jeho propuštění z těchto druhů vojenské činné služby,</w:t>
      </w:r>
    </w:p>
    <w:p w:rsidR="00F61942" w:rsidRPr="00A50787" w:rsidRDefault="00F61942" w:rsidP="002304E0">
      <w:pPr>
        <w:pStyle w:val="l7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bCs/>
          <w:color w:val="000000"/>
        </w:rPr>
      </w:pPr>
      <w:r w:rsidRPr="00A50787">
        <w:rPr>
          <w:bCs/>
          <w:color w:val="000000"/>
        </w:rPr>
        <w:t>v době, kdy je zaměstnanec dlouhodobě plně uvolněn pro výkon veřejné funkce,</w:t>
      </w:r>
    </w:p>
    <w:p w:rsidR="00F61942" w:rsidRPr="00A50787" w:rsidRDefault="00F61942" w:rsidP="002304E0">
      <w:pPr>
        <w:pStyle w:val="l7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bCs/>
          <w:color w:val="000000"/>
        </w:rPr>
      </w:pPr>
      <w:r w:rsidRPr="00A50787">
        <w:rPr>
          <w:bCs/>
          <w:color w:val="000000"/>
        </w:rPr>
        <w:t>v době, kdy je zaměstnankyně těhotná nebo kdy zaměstnankyně čerpá mateřskou dovolenou nebo kdy zaměstnankyně nebo zaměstnanec čerpají rodičovskou dovolenou,</w:t>
      </w:r>
    </w:p>
    <w:p w:rsidR="00F61942" w:rsidRPr="00A50787" w:rsidRDefault="00F61942" w:rsidP="002304E0">
      <w:pPr>
        <w:pStyle w:val="l7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bCs/>
          <w:color w:val="000000"/>
        </w:rPr>
      </w:pPr>
      <w:r w:rsidRPr="00A50787">
        <w:rPr>
          <w:bCs/>
          <w:color w:val="000000"/>
        </w:rPr>
        <w:t xml:space="preserve">v době, kdy je zaměstnanec, který pracuje v noci, uznán na základě lékařského posudku vydaného poskytovatelem </w:t>
      </w:r>
      <w:proofErr w:type="spellStart"/>
      <w:r w:rsidRPr="00A50787">
        <w:rPr>
          <w:bCs/>
          <w:color w:val="000000"/>
        </w:rPr>
        <w:t>pracovnělékařských</w:t>
      </w:r>
      <w:proofErr w:type="spellEnd"/>
      <w:r w:rsidRPr="00A50787">
        <w:rPr>
          <w:bCs/>
          <w:color w:val="000000"/>
        </w:rPr>
        <w:t xml:space="preserve"> služeb dočasně nezpůsobilým pro noční práci,</w:t>
      </w:r>
    </w:p>
    <w:p w:rsidR="00F61942" w:rsidRPr="00A50787" w:rsidRDefault="00F61942" w:rsidP="002304E0">
      <w:pPr>
        <w:pStyle w:val="l7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bCs/>
          <w:color w:val="000000"/>
        </w:rPr>
      </w:pPr>
      <w:r w:rsidRPr="00A50787">
        <w:rPr>
          <w:bCs/>
          <w:color w:val="000000"/>
        </w:rPr>
        <w:t>v době, kdy zaměstnanec poskytuje dlouhodobou péči v případech podle § 41a a 41c zákona o nemocenském pojištění se souhlasem zaměstnavatele podle § 191a, v době, kdy ošetřuje dítě mladší než 10 let nebo jiného člena domácnosti v případech podle zákona o nemocenském pojištění a v době, kdy pečuje o dítě mladší než 10 let z důvodů stanovených zákonem o nemocenském pojištění.</w:t>
      </w:r>
    </w:p>
    <w:p w:rsidR="00F61942" w:rsidRPr="00A50787" w:rsidRDefault="00F61942" w:rsidP="00F61942">
      <w:pPr>
        <w:pStyle w:val="Odstavecseseznamem"/>
        <w:numPr>
          <w:ilvl w:val="0"/>
          <w:numId w:val="8"/>
        </w:numPr>
        <w:spacing w:before="360" w:after="0" w:line="240" w:lineRule="auto"/>
        <w:ind w:left="426" w:firstLine="425"/>
        <w:jc w:val="both"/>
        <w:rPr>
          <w:rFonts w:ascii="Times New Roman" w:hAnsi="Times New Roman"/>
          <w:bCs/>
          <w:sz w:val="24"/>
          <w:szCs w:val="24"/>
        </w:rPr>
      </w:pPr>
      <w:r w:rsidRPr="00A50787">
        <w:rPr>
          <w:rFonts w:ascii="Times New Roman" w:hAnsi="Times New Roman"/>
          <w:bCs/>
          <w:sz w:val="24"/>
          <w:szCs w:val="24"/>
        </w:rPr>
        <w:t>Ustanovení § 53 odst. 2 se použije obdobně.</w:t>
      </w:r>
    </w:p>
    <w:p w:rsidR="000F5D62" w:rsidRDefault="000F5D62">
      <w:pPr>
        <w:widowControl/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:rsidR="00F61942" w:rsidRPr="00D2005B" w:rsidRDefault="00F61942" w:rsidP="00F61942">
      <w:pPr>
        <w:suppressAutoHyphens w:val="0"/>
        <w:spacing w:before="360"/>
        <w:jc w:val="center"/>
        <w:rPr>
          <w:rFonts w:cs="Times New Roman"/>
          <w:b/>
          <w:bCs/>
        </w:rPr>
      </w:pPr>
      <w:r w:rsidRPr="00D2005B">
        <w:rPr>
          <w:rFonts w:cs="Times New Roman"/>
          <w:b/>
          <w:bCs/>
        </w:rPr>
        <w:lastRenderedPageBreak/>
        <w:t>§ 66b</w:t>
      </w:r>
    </w:p>
    <w:p w:rsidR="00F61942" w:rsidRPr="00D2005B" w:rsidRDefault="00F61942" w:rsidP="000F5D62">
      <w:pPr>
        <w:suppressAutoHyphens w:val="0"/>
        <w:jc w:val="center"/>
        <w:rPr>
          <w:rFonts w:cs="Times New Roman"/>
          <w:b/>
          <w:bCs/>
        </w:rPr>
      </w:pPr>
      <w:r w:rsidRPr="00D2005B">
        <w:rPr>
          <w:rFonts w:cs="Times New Roman"/>
          <w:b/>
          <w:bCs/>
        </w:rPr>
        <w:t>Odstupné při mimořádném ukončení</w:t>
      </w:r>
    </w:p>
    <w:p w:rsidR="00F61942" w:rsidRDefault="00F61942" w:rsidP="000F5D62">
      <w:pPr>
        <w:pStyle w:val="Odstavecseseznamem"/>
        <w:numPr>
          <w:ilvl w:val="0"/>
          <w:numId w:val="10"/>
        </w:numPr>
        <w:spacing w:before="120" w:after="0" w:line="240" w:lineRule="auto"/>
        <w:ind w:left="425" w:firstLine="425"/>
        <w:jc w:val="both"/>
        <w:rPr>
          <w:rFonts w:ascii="Times New Roman" w:hAnsi="Times New Roman"/>
          <w:bCs/>
          <w:sz w:val="24"/>
          <w:szCs w:val="24"/>
        </w:rPr>
      </w:pPr>
      <w:r w:rsidRPr="00A50787">
        <w:rPr>
          <w:rFonts w:ascii="Times New Roman" w:hAnsi="Times New Roman"/>
          <w:bCs/>
          <w:sz w:val="24"/>
          <w:szCs w:val="24"/>
        </w:rPr>
        <w:t xml:space="preserve">Zaměstnanci, se kterým byl mimořádně ukončen pracovní poměr podle § 66a, náleží při </w:t>
      </w:r>
      <w:r w:rsidRPr="00A50787">
        <w:rPr>
          <w:rFonts w:ascii="Times New Roman" w:hAnsi="Times New Roman"/>
          <w:bCs/>
          <w:color w:val="000000"/>
          <w:sz w:val="24"/>
          <w:szCs w:val="24"/>
        </w:rPr>
        <w:t>skončení pracovního poměru odstupné ve výši trojnásobku jeho průměrného výdělku. Odstupné zaměstnanci vyplatí z jedné třetiny zaměstnavatel a ze dvou třetin příslušný Úřad práce</w:t>
      </w:r>
      <w:r w:rsidRPr="00A50787">
        <w:rPr>
          <w:rFonts w:ascii="Times New Roman" w:hAnsi="Times New Roman"/>
          <w:bCs/>
          <w:sz w:val="24"/>
          <w:szCs w:val="24"/>
        </w:rPr>
        <w:t xml:space="preserve"> prostřednictvím jeho zaměstnavatele na základě písemného oznámení zaměstnavatele způsobem určeným metodickým pokynem Úřadu práce, a to v české měně.</w:t>
      </w:r>
    </w:p>
    <w:p w:rsidR="002304E0" w:rsidRPr="00A50787" w:rsidRDefault="002304E0" w:rsidP="002304E0">
      <w:pPr>
        <w:pStyle w:val="Odstavecseseznamem"/>
        <w:spacing w:before="360"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</w:p>
    <w:p w:rsidR="00F61942" w:rsidRPr="00A50787" w:rsidRDefault="00F61942" w:rsidP="00F61942">
      <w:pPr>
        <w:pStyle w:val="Odstavecseseznamem"/>
        <w:numPr>
          <w:ilvl w:val="0"/>
          <w:numId w:val="10"/>
        </w:numPr>
        <w:spacing w:before="360" w:after="0" w:line="240" w:lineRule="auto"/>
        <w:ind w:left="426" w:firstLine="425"/>
        <w:jc w:val="both"/>
        <w:rPr>
          <w:rFonts w:ascii="Times New Roman" w:hAnsi="Times New Roman"/>
          <w:bCs/>
          <w:sz w:val="24"/>
          <w:szCs w:val="24"/>
        </w:rPr>
      </w:pPr>
      <w:r w:rsidRPr="00A50787">
        <w:rPr>
          <w:rFonts w:ascii="Times New Roman" w:hAnsi="Times New Roman"/>
          <w:bCs/>
          <w:sz w:val="24"/>
          <w:szCs w:val="24"/>
        </w:rPr>
        <w:t>Pro účely odstupného se průměrným výdělkem rozumí průměrný měsíční výdělek.</w:t>
      </w:r>
    </w:p>
    <w:p w:rsidR="00F61942" w:rsidRPr="00A50787" w:rsidRDefault="00F61942" w:rsidP="00F61942">
      <w:pPr>
        <w:pStyle w:val="Odstavecseseznamem"/>
        <w:spacing w:before="360"/>
        <w:ind w:left="851"/>
        <w:rPr>
          <w:rFonts w:ascii="Times New Roman" w:hAnsi="Times New Roman"/>
          <w:bCs/>
          <w:sz w:val="24"/>
          <w:szCs w:val="24"/>
        </w:rPr>
      </w:pPr>
    </w:p>
    <w:p w:rsidR="00F61942" w:rsidRPr="00A50787" w:rsidRDefault="00F61942" w:rsidP="00F61942">
      <w:pPr>
        <w:pStyle w:val="Odstavecseseznamem"/>
        <w:numPr>
          <w:ilvl w:val="0"/>
          <w:numId w:val="10"/>
        </w:numPr>
        <w:spacing w:before="360" w:after="0" w:line="240" w:lineRule="auto"/>
        <w:ind w:left="426" w:firstLine="425"/>
        <w:jc w:val="both"/>
        <w:rPr>
          <w:rFonts w:ascii="Times New Roman" w:hAnsi="Times New Roman"/>
          <w:bCs/>
          <w:sz w:val="24"/>
          <w:szCs w:val="24"/>
        </w:rPr>
      </w:pPr>
      <w:r w:rsidRPr="00A50787">
        <w:rPr>
          <w:rFonts w:ascii="Times New Roman" w:hAnsi="Times New Roman"/>
          <w:bCs/>
          <w:sz w:val="24"/>
          <w:szCs w:val="24"/>
        </w:rPr>
        <w:t>Odstupné je zaměstnavatel a Úřad práce prostřednictvím zaměstnavatele povinen zaměstnanci vyplatit po skončení pracovního poměru v nejbližším výplatním termínu určeném u zaměstnavatele pro výplatu mzdy nebo platu, pokud se písemně nedohodne se zaměstnancem na výplatě odstupného v den skončení pracovního poměru nebo na pozdějším termínu výplaty.</w:t>
      </w:r>
    </w:p>
    <w:p w:rsidR="00F61942" w:rsidRPr="00D2005B" w:rsidRDefault="00F61942" w:rsidP="00F61942">
      <w:pPr>
        <w:pStyle w:val="l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61942" w:rsidRPr="00AF59F0" w:rsidRDefault="00F61942" w:rsidP="002304E0">
      <w:pPr>
        <w:jc w:val="both"/>
      </w:pPr>
      <w:r>
        <w:t xml:space="preserve">3. </w:t>
      </w:r>
      <w:r w:rsidRPr="00AF59F0">
        <w:t>Dosavadní body 1. a 2. v části jedenácté, Změna zákoníku práce, čl. XI se přečíslují na body 3. a</w:t>
      </w:r>
      <w:r>
        <w:t> </w:t>
      </w:r>
      <w:r w:rsidRPr="00AF59F0">
        <w:t>4.</w:t>
      </w:r>
    </w:p>
    <w:p w:rsidR="00F61942" w:rsidRPr="00AF59F0" w:rsidRDefault="00F61942" w:rsidP="000F5D62">
      <w:pPr>
        <w:spacing w:before="36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4. </w:t>
      </w:r>
      <w:r w:rsidRPr="00AF59F0">
        <w:rPr>
          <w:rFonts w:eastAsia="Times New Roman"/>
          <w:lang w:eastAsia="cs-CZ"/>
        </w:rPr>
        <w:t>Vkládá se nová část třináct, čl. XIII, která zní:</w:t>
      </w:r>
    </w:p>
    <w:p w:rsidR="00F61942" w:rsidRPr="00D2005B" w:rsidRDefault="00F61942" w:rsidP="000F5D62">
      <w:pPr>
        <w:pStyle w:val="Odstavecseseznamem"/>
        <w:spacing w:before="120" w:after="120" w:line="240" w:lineRule="auto"/>
        <w:ind w:left="425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D2005B">
        <w:rPr>
          <w:rFonts w:ascii="Times New Roman" w:eastAsia="Times New Roman" w:hAnsi="Times New Roman"/>
          <w:sz w:val="24"/>
          <w:szCs w:val="24"/>
          <w:lang w:eastAsia="cs-CZ"/>
        </w:rPr>
        <w:t>„</w:t>
      </w:r>
      <w:r w:rsidRPr="00D2005B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Přechodná ustanovení</w:t>
      </w:r>
    </w:p>
    <w:p w:rsidR="00F61942" w:rsidRPr="00D2005B" w:rsidRDefault="00F61942" w:rsidP="00F61942">
      <w:pPr>
        <w:pStyle w:val="Odstavecseseznamem"/>
        <w:spacing w:before="360"/>
        <w:ind w:left="426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F61942" w:rsidRPr="00A50787" w:rsidRDefault="00F61942" w:rsidP="004C68A4">
      <w:pPr>
        <w:pStyle w:val="Odstavecseseznamem"/>
        <w:spacing w:after="0"/>
        <w:ind w:left="426"/>
        <w:contextualSpacing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5078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Zákonem č. 262/2006 Sb., ve znění pozdějších předpisů a ve znění tohoto zákona, se řídí také pracovněprávní vztahy vzniklé přede dnem nabytí účinnosti tohoto zákona; právní úkony učiněné přede dnem nabytí účinnosti tohoto zákona se však řídí dosavadními právními předpisy, i když jejich účinky nastanou až po dni nabytí účinnosti tohoto zákona.</w:t>
      </w:r>
      <w:r w:rsidRPr="00A507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“</w:t>
      </w:r>
    </w:p>
    <w:p w:rsidR="00F61942" w:rsidRPr="00D2005B" w:rsidRDefault="00F61942" w:rsidP="004C68A4">
      <w:pPr>
        <w:pStyle w:val="Odstavecseseznamem"/>
        <w:spacing w:after="0"/>
        <w:ind w:left="426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61942" w:rsidRDefault="00F61942" w:rsidP="004C68A4">
      <w:pPr>
        <w:pStyle w:val="Odstavecseseznamem"/>
        <w:spacing w:after="0" w:line="240" w:lineRule="auto"/>
        <w:ind w:left="425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D2005B">
        <w:rPr>
          <w:rFonts w:ascii="Times New Roman" w:eastAsia="Times New Roman" w:hAnsi="Times New Roman"/>
          <w:sz w:val="24"/>
          <w:szCs w:val="24"/>
          <w:lang w:eastAsia="cs-CZ"/>
        </w:rPr>
        <w:t>Dosavadní část třináctá a čl. XIII se nově označuje jako část čtrnáctá a čl. XIV.</w:t>
      </w:r>
    </w:p>
    <w:p w:rsidR="002304E0" w:rsidRPr="00D2005B" w:rsidRDefault="002304E0" w:rsidP="004C68A4">
      <w:pPr>
        <w:pStyle w:val="Odstavecseseznamem"/>
        <w:spacing w:after="0" w:line="240" w:lineRule="auto"/>
        <w:ind w:left="425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61942" w:rsidRPr="00AF59F0" w:rsidRDefault="00F61942" w:rsidP="004C68A4">
      <w:p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5. </w:t>
      </w:r>
      <w:r w:rsidRPr="00AF59F0">
        <w:rPr>
          <w:rFonts w:eastAsia="Times New Roman"/>
          <w:lang w:eastAsia="cs-CZ"/>
        </w:rPr>
        <w:t>Dosavadní část třináctá, Účinnost, čl. XIII (nově dle bodu 4. část čtrnáctá, čl. XIV) se mění takto:</w:t>
      </w:r>
    </w:p>
    <w:p w:rsidR="00F61942" w:rsidRPr="002304E0" w:rsidRDefault="00F61942" w:rsidP="002304E0">
      <w:pPr>
        <w:spacing w:before="120"/>
        <w:rPr>
          <w:rFonts w:eastAsia="Times New Roman"/>
          <w:lang w:eastAsia="cs-CZ"/>
        </w:rPr>
      </w:pPr>
      <w:r w:rsidRPr="002304E0">
        <w:rPr>
          <w:rFonts w:eastAsia="Times New Roman"/>
          <w:lang w:eastAsia="cs-CZ"/>
        </w:rPr>
        <w:t>Dosavadní text se označuje jako odstavec (1) a za něj se vkládá nový odstavec 2, který zní:</w:t>
      </w:r>
    </w:p>
    <w:p w:rsidR="00F61942" w:rsidRPr="00A50787" w:rsidRDefault="00F61942" w:rsidP="002304E0">
      <w:pPr>
        <w:pStyle w:val="Odstavecseseznamem"/>
        <w:spacing w:before="120" w:line="240" w:lineRule="auto"/>
        <w:ind w:left="425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787">
        <w:rPr>
          <w:rFonts w:ascii="Times New Roman" w:eastAsia="Times New Roman" w:hAnsi="Times New Roman"/>
          <w:sz w:val="24"/>
          <w:szCs w:val="24"/>
          <w:lang w:eastAsia="cs-CZ"/>
        </w:rPr>
        <w:t>„</w:t>
      </w:r>
      <w:r w:rsidRPr="00A50787">
        <w:rPr>
          <w:rFonts w:ascii="Times New Roman" w:eastAsia="Times New Roman" w:hAnsi="Times New Roman"/>
          <w:bCs/>
          <w:sz w:val="24"/>
          <w:szCs w:val="24"/>
          <w:lang w:eastAsia="cs-CZ"/>
        </w:rPr>
        <w:t>(2) Část jedenáctá, Změna zákoníku práce, čl. XI, body 1 a 2 pozbývají platnosti uplynutím jednoho roku od účinnosti tohoto zákona.</w:t>
      </w:r>
      <w:r w:rsidRPr="00A50787">
        <w:rPr>
          <w:rFonts w:ascii="Times New Roman" w:eastAsia="Times New Roman" w:hAnsi="Times New Roman"/>
          <w:sz w:val="24"/>
          <w:szCs w:val="24"/>
          <w:lang w:eastAsia="cs-CZ"/>
        </w:rPr>
        <w:t>“</w:t>
      </w:r>
    </w:p>
    <w:p w:rsidR="00F61942" w:rsidRDefault="00F61942" w:rsidP="00F61942"/>
    <w:p w:rsidR="00F61942" w:rsidRDefault="00F61942" w:rsidP="00F61942">
      <w:pPr>
        <w:rPr>
          <w:i/>
        </w:rPr>
      </w:pPr>
      <w:r w:rsidRPr="00D2005B">
        <w:rPr>
          <w:i/>
        </w:rPr>
        <w:t>SD 6388</w:t>
      </w:r>
    </w:p>
    <w:p w:rsidR="00F61942" w:rsidRPr="00AF59F0" w:rsidRDefault="002304E0" w:rsidP="00F61942">
      <w:pPr>
        <w:rPr>
          <w:b/>
        </w:rPr>
      </w:pPr>
      <w:r>
        <w:rPr>
          <w:b/>
        </w:rPr>
        <w:t>I</w:t>
      </w:r>
      <w:r w:rsidR="00F61942" w:rsidRPr="00AF59F0">
        <w:rPr>
          <w:b/>
        </w:rPr>
        <w:t xml:space="preserve">2. </w:t>
      </w:r>
    </w:p>
    <w:p w:rsidR="00F61942" w:rsidRDefault="00F61942" w:rsidP="00F61942">
      <w:pPr>
        <w:jc w:val="both"/>
        <w:rPr>
          <w:rFonts w:eastAsia="Times New Roman" w:cs="Times New Roman"/>
        </w:rPr>
      </w:pPr>
      <w:r>
        <w:t>V ČÁSTI ČTVRT</w:t>
      </w:r>
      <w:r>
        <w:rPr>
          <w:lang w:val="pt-PT"/>
        </w:rPr>
        <w:t xml:space="preserve">É </w:t>
      </w:r>
      <w:r>
        <w:t xml:space="preserve">(Změna zákona o </w:t>
      </w:r>
      <w:proofErr w:type="spellStart"/>
      <w:r>
        <w:t>pojistn</w:t>
      </w:r>
      <w:proofErr w:type="spellEnd"/>
      <w:r>
        <w:rPr>
          <w:lang w:val="fr-FR"/>
        </w:rPr>
        <w:t>é</w:t>
      </w:r>
      <w:r>
        <w:rPr>
          <w:lang w:val="pt-PT"/>
        </w:rPr>
        <w:t>m na soci</w:t>
      </w:r>
      <w:proofErr w:type="spellStart"/>
      <w:r>
        <w:t>ální</w:t>
      </w:r>
      <w:proofErr w:type="spellEnd"/>
      <w:r>
        <w:t xml:space="preserve"> zabezpečení a příspěvku na státní politiku zaměstnanosti)</w:t>
      </w:r>
    </w:p>
    <w:p w:rsidR="00F61942" w:rsidRDefault="00F61942" w:rsidP="00F61942">
      <w:pPr>
        <w:jc w:val="both"/>
        <w:rPr>
          <w:rFonts w:eastAsia="Times New Roman" w:cs="Times New Roman"/>
        </w:rPr>
      </w:pPr>
      <w:r>
        <w:t>Č</w:t>
      </w:r>
      <w:r>
        <w:rPr>
          <w:lang w:val="pt-PT"/>
        </w:rPr>
        <w:t xml:space="preserve">l. </w:t>
      </w:r>
      <w:r>
        <w:t>IV, nový § 5a odst. 2 zní:</w:t>
      </w:r>
    </w:p>
    <w:p w:rsidR="00F61942" w:rsidRDefault="00F61942" w:rsidP="00F61942">
      <w:pPr>
        <w:pStyle w:val="Nadpispozmn"/>
        <w:keepNext w:val="0"/>
        <w:keepLines w:val="0"/>
        <w:widowControl/>
        <w:suppressAutoHyphens w:val="0"/>
        <w:spacing w:after="0" w:line="240" w:lineRule="auto"/>
        <w:ind w:firstLine="708"/>
        <w:jc w:val="both"/>
        <w:rPr>
          <w:b w:val="0"/>
          <w:bCs w:val="0"/>
          <w:kern w:val="0"/>
          <w:sz w:val="24"/>
          <w:szCs w:val="24"/>
        </w:rPr>
      </w:pPr>
      <w:bookmarkStart w:id="11" w:name="_Hlk50552389"/>
      <w:r>
        <w:rPr>
          <w:b w:val="0"/>
          <w:bCs w:val="0"/>
          <w:kern w:val="0"/>
          <w:sz w:val="24"/>
          <w:szCs w:val="24"/>
        </w:rPr>
        <w:t xml:space="preserve">„(2) Poskytl-li zaměstnancům Úřad práce </w:t>
      </w:r>
      <w:proofErr w:type="spellStart"/>
      <w:r>
        <w:rPr>
          <w:b w:val="0"/>
          <w:bCs w:val="0"/>
          <w:kern w:val="0"/>
          <w:sz w:val="24"/>
          <w:szCs w:val="24"/>
        </w:rPr>
        <w:t>Česk</w:t>
      </w:r>
      <w:proofErr w:type="spellEnd"/>
      <w:r>
        <w:rPr>
          <w:b w:val="0"/>
          <w:bCs w:val="0"/>
          <w:kern w:val="0"/>
          <w:sz w:val="24"/>
          <w:szCs w:val="24"/>
          <w:lang w:val="fr-FR"/>
        </w:rPr>
        <w:t xml:space="preserve">é </w:t>
      </w:r>
      <w:r>
        <w:rPr>
          <w:b w:val="0"/>
          <w:bCs w:val="0"/>
          <w:kern w:val="0"/>
          <w:sz w:val="24"/>
          <w:szCs w:val="24"/>
        </w:rPr>
        <w:t>republiky prostřednictvím jejich zaměstnavatele podporu v době </w:t>
      </w:r>
      <w:proofErr w:type="spellStart"/>
      <w:r>
        <w:rPr>
          <w:b w:val="0"/>
          <w:bCs w:val="0"/>
          <w:kern w:val="0"/>
          <w:sz w:val="24"/>
          <w:szCs w:val="24"/>
        </w:rPr>
        <w:t>částečn</w:t>
      </w:r>
      <w:proofErr w:type="spellEnd"/>
      <w:r>
        <w:rPr>
          <w:b w:val="0"/>
          <w:bCs w:val="0"/>
          <w:kern w:val="0"/>
          <w:sz w:val="24"/>
          <w:szCs w:val="24"/>
          <w:lang w:val="fr-FR"/>
        </w:rPr>
        <w:t xml:space="preserve">é </w:t>
      </w:r>
      <w:r>
        <w:rPr>
          <w:b w:val="0"/>
          <w:bCs w:val="0"/>
          <w:kern w:val="0"/>
          <w:sz w:val="24"/>
          <w:szCs w:val="24"/>
        </w:rPr>
        <w:t xml:space="preserve">zaměstnanosti podle zákona o zaměstnanosti, zvyšuje se vyměřovací základ zaměstnavatele podle odstavce 1 </w:t>
      </w:r>
      <w:r>
        <w:rPr>
          <w:kern w:val="0"/>
          <w:sz w:val="24"/>
          <w:szCs w:val="24"/>
        </w:rPr>
        <w:t xml:space="preserve">o 50 % </w:t>
      </w:r>
      <w:r>
        <w:rPr>
          <w:b w:val="0"/>
          <w:bCs w:val="0"/>
          <w:kern w:val="0"/>
          <w:sz w:val="24"/>
          <w:szCs w:val="24"/>
        </w:rPr>
        <w:t xml:space="preserve">úhrnu těchto podpor v tom kalendářním </w:t>
      </w:r>
      <w:proofErr w:type="spellStart"/>
      <w:r>
        <w:rPr>
          <w:b w:val="0"/>
          <w:bCs w:val="0"/>
          <w:kern w:val="0"/>
          <w:sz w:val="24"/>
          <w:szCs w:val="24"/>
        </w:rPr>
        <w:t>měsí</w:t>
      </w:r>
      <w:proofErr w:type="spellEnd"/>
      <w:r>
        <w:rPr>
          <w:b w:val="0"/>
          <w:bCs w:val="0"/>
          <w:kern w:val="0"/>
          <w:sz w:val="24"/>
          <w:szCs w:val="24"/>
          <w:lang w:val="it-IT"/>
        </w:rPr>
        <w:t>ci, v</w:t>
      </w:r>
      <w:r>
        <w:rPr>
          <w:b w:val="0"/>
          <w:bCs w:val="0"/>
          <w:kern w:val="0"/>
          <w:sz w:val="24"/>
          <w:szCs w:val="24"/>
        </w:rPr>
        <w:t> němž zaměstnavatel tyto podpory přijal.</w:t>
      </w:r>
      <w:bookmarkEnd w:id="11"/>
      <w:r>
        <w:rPr>
          <w:b w:val="0"/>
          <w:bCs w:val="0"/>
          <w:kern w:val="0"/>
          <w:sz w:val="24"/>
          <w:szCs w:val="24"/>
        </w:rPr>
        <w:t>“.</w:t>
      </w:r>
    </w:p>
    <w:p w:rsidR="00F61942" w:rsidRPr="00D2005B" w:rsidRDefault="00F61942" w:rsidP="00F61942">
      <w:pPr>
        <w:rPr>
          <w:i/>
        </w:rPr>
      </w:pPr>
    </w:p>
    <w:p w:rsidR="00F61942" w:rsidRDefault="00F61942" w:rsidP="00F61942">
      <w:pPr>
        <w:rPr>
          <w:i/>
        </w:rPr>
      </w:pPr>
      <w:r w:rsidRPr="00D2005B">
        <w:rPr>
          <w:i/>
        </w:rPr>
        <w:t>SD 6389</w:t>
      </w:r>
    </w:p>
    <w:p w:rsidR="00F61942" w:rsidRPr="00AF59F0" w:rsidRDefault="002304E0" w:rsidP="00F61942">
      <w:pPr>
        <w:rPr>
          <w:b/>
        </w:rPr>
      </w:pPr>
      <w:r>
        <w:rPr>
          <w:b/>
        </w:rPr>
        <w:t>I</w:t>
      </w:r>
      <w:r w:rsidR="00F61942" w:rsidRPr="00AF59F0">
        <w:rPr>
          <w:b/>
        </w:rPr>
        <w:t>3.</w:t>
      </w:r>
    </w:p>
    <w:p w:rsidR="00F61942" w:rsidRDefault="00F61942" w:rsidP="00F61942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</w:t>
      </w:r>
      <w:r>
        <w:rPr>
          <w:rFonts w:ascii="Times New Roman" w:hAnsi="Times New Roman"/>
          <w:sz w:val="24"/>
          <w:szCs w:val="24"/>
          <w:lang w:val="nl-NL"/>
        </w:rPr>
        <w:t>STI PRVN</w:t>
      </w:r>
      <w:r>
        <w:rPr>
          <w:rFonts w:ascii="Times New Roman" w:hAnsi="Times New Roman"/>
          <w:sz w:val="24"/>
          <w:szCs w:val="24"/>
        </w:rPr>
        <w:t>Í (Změna zákona o zaměstnanosti), Čl. I, bod 5, § 120d odst. 1 a 2 zní:</w:t>
      </w:r>
    </w:p>
    <w:p w:rsidR="00F61942" w:rsidRDefault="00F61942" w:rsidP="00F61942">
      <w:pPr>
        <w:ind w:left="567" w:hanging="567"/>
        <w:jc w:val="both"/>
        <w:rPr>
          <w:rFonts w:eastAsia="Times New Roman" w:cs="Times New Roman"/>
        </w:rPr>
      </w:pPr>
      <w:r>
        <w:t xml:space="preserve">„(1) Výše podpory v době </w:t>
      </w:r>
      <w:proofErr w:type="spellStart"/>
      <w:r>
        <w:t>částečn</w:t>
      </w:r>
      <w:proofErr w:type="spellEnd"/>
      <w:r>
        <w:rPr>
          <w:lang w:val="fr-FR"/>
        </w:rPr>
        <w:t xml:space="preserve">é </w:t>
      </w:r>
      <w:r>
        <w:t xml:space="preserve">zaměstnanosti se stanoví procentní sazbou </w:t>
      </w:r>
      <w:r>
        <w:rPr>
          <w:b/>
          <w:bCs/>
        </w:rPr>
        <w:t>z </w:t>
      </w:r>
      <w:proofErr w:type="spellStart"/>
      <w:r>
        <w:rPr>
          <w:b/>
          <w:bCs/>
        </w:rPr>
        <w:t>průměrn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hrub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>ho výdělku zaměstnance</w:t>
      </w:r>
      <w:r>
        <w:t xml:space="preserve"> zjištěn</w:t>
      </w:r>
      <w:r>
        <w:rPr>
          <w:lang w:val="fr-FR"/>
        </w:rPr>
        <w:t>é</w:t>
      </w:r>
      <w:r>
        <w:t xml:space="preserve">ho podle § 356 odst. 1 a 2 zákoníku práce tak, že se průměrný měsíční výdělek vydělí týdenní pracovní dobou zaměstnance a koeficientem 4,348, který vyjadřuje průměrný </w:t>
      </w:r>
      <w:proofErr w:type="spellStart"/>
      <w:r>
        <w:t>poč</w:t>
      </w:r>
      <w:proofErr w:type="spellEnd"/>
      <w:r>
        <w:rPr>
          <w:lang w:val="da-DK"/>
        </w:rPr>
        <w:t>et t</w:t>
      </w:r>
      <w:proofErr w:type="spellStart"/>
      <w:r>
        <w:t>ýdnů</w:t>
      </w:r>
      <w:proofErr w:type="spellEnd"/>
      <w:r>
        <w:t xml:space="preserve"> připadajících na 1 měsíc v </w:t>
      </w:r>
      <w:proofErr w:type="spellStart"/>
      <w:r>
        <w:t>průměrn</w:t>
      </w:r>
      <w:proofErr w:type="spellEnd"/>
      <w:r>
        <w:rPr>
          <w:lang w:val="fr-FR"/>
        </w:rPr>
        <w:t>é</w:t>
      </w:r>
      <w:r>
        <w:t>m roce.</w:t>
      </w:r>
    </w:p>
    <w:p w:rsidR="00F61942" w:rsidRDefault="00F61942" w:rsidP="00F61942">
      <w:pPr>
        <w:ind w:left="567" w:hanging="567"/>
        <w:jc w:val="both"/>
        <w:rPr>
          <w:rFonts w:eastAsia="Times New Roman" w:cs="Times New Roman"/>
        </w:rPr>
      </w:pPr>
    </w:p>
    <w:p w:rsidR="00F61942" w:rsidRDefault="00F61942" w:rsidP="00F61942">
      <w:pPr>
        <w:ind w:left="567" w:hanging="567"/>
        <w:jc w:val="both"/>
        <w:rPr>
          <w:rFonts w:eastAsia="Times New Roman" w:cs="Times New Roman"/>
        </w:rPr>
      </w:pPr>
      <w:r>
        <w:t xml:space="preserve">(2) Podpora v době </w:t>
      </w:r>
      <w:proofErr w:type="spellStart"/>
      <w:r>
        <w:t>částečn</w:t>
      </w:r>
      <w:proofErr w:type="spellEnd"/>
      <w:r>
        <w:rPr>
          <w:lang w:val="fr-FR"/>
        </w:rPr>
        <w:t xml:space="preserve">é </w:t>
      </w:r>
      <w:r>
        <w:t xml:space="preserve">zaměstnanosti náleží zaměstnanci pouze za tu část jeho týdenní pracovní doby, po kterou mu zaměstnavatel nepřiděluje práci, a její výše činí 70 % </w:t>
      </w:r>
      <w:proofErr w:type="spellStart"/>
      <w:r>
        <w:rPr>
          <w:b/>
          <w:bCs/>
        </w:rPr>
        <w:t>průměrn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hodinov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hrub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>ho výdělku</w:t>
      </w:r>
      <w:r>
        <w:t>.“.</w:t>
      </w:r>
    </w:p>
    <w:p w:rsidR="00F61942" w:rsidRDefault="00F61942" w:rsidP="00F61942">
      <w:pPr>
        <w:ind w:left="567" w:hanging="567"/>
        <w:jc w:val="both"/>
        <w:rPr>
          <w:rFonts w:eastAsia="Times New Roman" w:cs="Times New Roman"/>
        </w:rPr>
      </w:pPr>
    </w:p>
    <w:p w:rsidR="00F61942" w:rsidRDefault="00F61942" w:rsidP="00F61942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ČÁ</w:t>
      </w:r>
      <w:r>
        <w:rPr>
          <w:rFonts w:ascii="Times New Roman" w:hAnsi="Times New Roman"/>
          <w:sz w:val="24"/>
          <w:szCs w:val="24"/>
          <w:lang w:val="nl-NL"/>
        </w:rPr>
        <w:t>STI PRVN</w:t>
      </w:r>
      <w:r>
        <w:rPr>
          <w:rFonts w:ascii="Times New Roman" w:hAnsi="Times New Roman"/>
          <w:sz w:val="24"/>
          <w:szCs w:val="24"/>
        </w:rPr>
        <w:t>Í (Změna zákona o zaměstnanosti), Čl. I, bod 5, § 120e odst. 5 písm. g) zní:</w:t>
      </w:r>
    </w:p>
    <w:p w:rsidR="00F61942" w:rsidRDefault="00F61942" w:rsidP="00F61942">
      <w:pPr>
        <w:ind w:left="567" w:hanging="567"/>
        <w:jc w:val="both"/>
        <w:rPr>
          <w:rFonts w:eastAsia="Times New Roman" w:cs="Times New Roman"/>
        </w:rPr>
      </w:pPr>
      <w:r>
        <w:t xml:space="preserve">„g) výše </w:t>
      </w:r>
      <w:proofErr w:type="spellStart"/>
      <w:r>
        <w:rPr>
          <w:b/>
          <w:bCs/>
        </w:rPr>
        <w:t>průměrn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hrub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 xml:space="preserve">ho </w:t>
      </w:r>
      <w:proofErr w:type="spellStart"/>
      <w:r>
        <w:rPr>
          <w:b/>
          <w:bCs/>
        </w:rPr>
        <w:t>hodinov</w:t>
      </w:r>
      <w:proofErr w:type="spellEnd"/>
      <w:r>
        <w:rPr>
          <w:b/>
          <w:bCs/>
          <w:lang w:val="fr-FR"/>
        </w:rPr>
        <w:t>é</w:t>
      </w:r>
      <w:r>
        <w:rPr>
          <w:b/>
          <w:bCs/>
        </w:rPr>
        <w:t>ho výdělku</w:t>
      </w:r>
      <w:r>
        <w:t xml:space="preserve"> u jednotlivých zaměstnanců.“.</w:t>
      </w:r>
    </w:p>
    <w:p w:rsidR="00F61942" w:rsidRDefault="00F61942" w:rsidP="00F61942"/>
    <w:p w:rsidR="002304E0" w:rsidRPr="002304E0" w:rsidRDefault="002304E0" w:rsidP="00F61942">
      <w:pPr>
        <w:rPr>
          <w:i/>
        </w:rPr>
      </w:pPr>
      <w:r w:rsidRPr="002304E0">
        <w:rPr>
          <w:i/>
        </w:rPr>
        <w:t>SD 6390</w:t>
      </w:r>
    </w:p>
    <w:p w:rsidR="002304E0" w:rsidRPr="002304E0" w:rsidRDefault="002304E0" w:rsidP="002304E0">
      <w:pPr>
        <w:jc w:val="both"/>
        <w:rPr>
          <w:b/>
        </w:rPr>
      </w:pPr>
      <w:r w:rsidRPr="002304E0">
        <w:rPr>
          <w:b/>
        </w:rPr>
        <w:t xml:space="preserve">I4. </w:t>
      </w:r>
    </w:p>
    <w:p w:rsidR="002304E0" w:rsidRDefault="002304E0" w:rsidP="002304E0">
      <w:pPr>
        <w:spacing w:after="360"/>
        <w:jc w:val="both"/>
        <w:rPr>
          <w:rFonts w:eastAsia="Times New Roman" w:cs="Times New Roman"/>
        </w:rPr>
      </w:pPr>
      <w:r>
        <w:t>V ČÁ</w:t>
      </w:r>
      <w:r>
        <w:rPr>
          <w:lang w:val="nl-NL"/>
        </w:rPr>
        <w:t>STI PRVN</w:t>
      </w:r>
      <w:r>
        <w:t>Í (Změna zákona o zaměstnanosti), Čl. I, bod 5, § 120d odst. 4 zní:</w:t>
      </w:r>
    </w:p>
    <w:p w:rsidR="002304E0" w:rsidRDefault="002304E0" w:rsidP="002304E0">
      <w:pPr>
        <w:ind w:firstLine="424"/>
        <w:jc w:val="both"/>
        <w:rPr>
          <w:rFonts w:eastAsia="Times New Roman" w:cs="Times New Roman"/>
        </w:rPr>
      </w:pPr>
      <w:r>
        <w:t xml:space="preserve">„(4) Maximální výše podpory v době </w:t>
      </w:r>
      <w:proofErr w:type="spellStart"/>
      <w:r>
        <w:t>částečn</w:t>
      </w:r>
      <w:proofErr w:type="spellEnd"/>
      <w:r>
        <w:rPr>
          <w:lang w:val="fr-FR"/>
        </w:rPr>
        <w:t xml:space="preserve">é </w:t>
      </w:r>
      <w:r>
        <w:t xml:space="preserve">zaměstnanosti činí měsíčně </w:t>
      </w:r>
      <w:r>
        <w:rPr>
          <w:b/>
          <w:bCs/>
        </w:rPr>
        <w:t>1,5násobek</w:t>
      </w:r>
      <w:r>
        <w:t xml:space="preserve"> </w:t>
      </w:r>
      <w:proofErr w:type="spellStart"/>
      <w:r>
        <w:t>průměrn</w:t>
      </w:r>
      <w:proofErr w:type="spellEnd"/>
      <w:r>
        <w:rPr>
          <w:lang w:val="fr-FR"/>
        </w:rPr>
        <w:t xml:space="preserve">é </w:t>
      </w:r>
      <w:r>
        <w:t xml:space="preserve">mzdy v národním hospodářství za první až třetí čtvrtletí kalendářního roku předcházejícího kalendářnímu roku, ve </w:t>
      </w:r>
      <w:proofErr w:type="spellStart"/>
      <w:r>
        <w:t>kter</w:t>
      </w:r>
      <w:proofErr w:type="spellEnd"/>
      <w:r>
        <w:rPr>
          <w:lang w:val="fr-FR"/>
        </w:rPr>
        <w:t>é</w:t>
      </w:r>
      <w:r>
        <w:t xml:space="preserve">m bylo podáno oznámení podle § 120e odst. 1. Výši </w:t>
      </w:r>
      <w:proofErr w:type="spellStart"/>
      <w:r>
        <w:t>průměrn</w:t>
      </w:r>
      <w:proofErr w:type="spellEnd"/>
      <w:r>
        <w:rPr>
          <w:lang w:val="fr-FR"/>
        </w:rPr>
        <w:t xml:space="preserve">é </w:t>
      </w:r>
      <w:r>
        <w:t xml:space="preserve">mzdy za první až třetí čtvrtletí vyhlásí ministerstvo na základě údajů </w:t>
      </w:r>
      <w:proofErr w:type="spellStart"/>
      <w:r>
        <w:t>Česk</w:t>
      </w:r>
      <w:proofErr w:type="spellEnd"/>
      <w:r>
        <w:rPr>
          <w:lang w:val="fr-FR"/>
        </w:rPr>
        <w:t>é</w:t>
      </w:r>
      <w:r>
        <w:t xml:space="preserve">ho </w:t>
      </w:r>
      <w:proofErr w:type="spellStart"/>
      <w:r>
        <w:t>statistick</w:t>
      </w:r>
      <w:proofErr w:type="spellEnd"/>
      <w:r>
        <w:rPr>
          <w:lang w:val="fr-FR"/>
        </w:rPr>
        <w:t>é</w:t>
      </w:r>
      <w:r>
        <w:t>ho úřadu sdělením uveřejněným ve Sbírce zákonů.“.</w:t>
      </w:r>
    </w:p>
    <w:p w:rsidR="002304E0" w:rsidRDefault="002304E0" w:rsidP="00F61942"/>
    <w:p w:rsidR="00F61942" w:rsidRDefault="00F61942" w:rsidP="00F61942">
      <w:pPr>
        <w:rPr>
          <w:i/>
        </w:rPr>
      </w:pPr>
      <w:r w:rsidRPr="00D2005B">
        <w:rPr>
          <w:i/>
        </w:rPr>
        <w:t>SD 6391</w:t>
      </w:r>
    </w:p>
    <w:p w:rsidR="00F61942" w:rsidRPr="00AF59F0" w:rsidRDefault="002304E0" w:rsidP="00F61942">
      <w:pPr>
        <w:rPr>
          <w:b/>
        </w:rPr>
      </w:pPr>
      <w:r>
        <w:rPr>
          <w:b/>
        </w:rPr>
        <w:t>I5</w:t>
      </w:r>
      <w:r w:rsidR="00F61942" w:rsidRPr="00AF59F0">
        <w:rPr>
          <w:b/>
        </w:rPr>
        <w:t>.</w:t>
      </w:r>
    </w:p>
    <w:p w:rsidR="00F61942" w:rsidRPr="00705150" w:rsidRDefault="00F61942" w:rsidP="00F61942">
      <w:pPr>
        <w:rPr>
          <w:rFonts w:eastAsia="Times New Roman" w:cs="Times New Roman"/>
        </w:rPr>
      </w:pPr>
      <w:r w:rsidRPr="00705150">
        <w:rPr>
          <w:rFonts w:eastAsia="Times New Roman" w:cs="Times New Roman"/>
        </w:rPr>
        <w:t xml:space="preserve">V ČÁSTI PRVNÍ, Čl. 1, bod 5, § 120c odst. 1 se slova „80 %“ mění za „60 %“. </w:t>
      </w:r>
    </w:p>
    <w:p w:rsidR="00F61942" w:rsidRDefault="00F61942" w:rsidP="00F61942"/>
    <w:p w:rsidR="00550320" w:rsidRDefault="00550320"/>
    <w:p w:rsidR="00F61942" w:rsidRDefault="00F61942"/>
    <w:p w:rsidR="00F61942" w:rsidRDefault="002304E0" w:rsidP="002304E0">
      <w:pPr>
        <w:pStyle w:val="PNposlanec"/>
      </w:pPr>
      <w:r>
        <w:t>Poslanec Jan Bauer</w:t>
      </w:r>
    </w:p>
    <w:p w:rsidR="009F6779" w:rsidRDefault="009F6779" w:rsidP="009F6779">
      <w:pPr>
        <w:rPr>
          <w:i/>
        </w:rPr>
      </w:pPr>
      <w:r w:rsidRPr="000C4A41">
        <w:rPr>
          <w:i/>
        </w:rPr>
        <w:t>SD 6334</w:t>
      </w:r>
    </w:p>
    <w:p w:rsidR="009F6779" w:rsidRPr="00D37A31" w:rsidRDefault="009F6779" w:rsidP="009F6779">
      <w:pPr>
        <w:rPr>
          <w:b/>
        </w:rPr>
      </w:pPr>
      <w:r>
        <w:rPr>
          <w:b/>
        </w:rPr>
        <w:t>J1</w:t>
      </w:r>
      <w:r w:rsidRPr="00D37A31">
        <w:rPr>
          <w:b/>
        </w:rPr>
        <w:t>.</w:t>
      </w:r>
    </w:p>
    <w:p w:rsidR="009F6779" w:rsidRPr="00C51CDD" w:rsidRDefault="009F6779" w:rsidP="009F6779">
      <w:pPr>
        <w:jc w:val="both"/>
        <w:rPr>
          <w:rFonts w:eastAsia="Times New Roman" w:cs="Times New Roman"/>
        </w:rPr>
      </w:pPr>
      <w:r w:rsidRPr="00C51CDD">
        <w:t>V ČÁSTI ČTVRTÉ (Změna zákona o pojistném na sociální zabezpečení a příspěvku na státní politiku zaměstnanosti)</w:t>
      </w:r>
    </w:p>
    <w:p w:rsidR="009F6779" w:rsidRPr="00C51CDD" w:rsidRDefault="009F6779" w:rsidP="009F6779">
      <w:pPr>
        <w:jc w:val="both"/>
        <w:rPr>
          <w:rFonts w:eastAsia="Times New Roman" w:cs="Times New Roman"/>
        </w:rPr>
      </w:pPr>
      <w:r w:rsidRPr="00C51CDD">
        <w:t>Čl. IV, nový § 5a odst. 2 zní:</w:t>
      </w:r>
    </w:p>
    <w:p w:rsidR="009F6779" w:rsidRPr="00C51CDD" w:rsidRDefault="009F6779" w:rsidP="009F6779">
      <w:pPr>
        <w:pStyle w:val="Nadpispozmn"/>
        <w:keepNext w:val="0"/>
        <w:keepLines w:val="0"/>
        <w:widowControl/>
        <w:suppressAutoHyphens w:val="0"/>
        <w:spacing w:after="0" w:line="240" w:lineRule="auto"/>
        <w:ind w:firstLine="708"/>
        <w:jc w:val="both"/>
        <w:rPr>
          <w:b w:val="0"/>
          <w:bCs w:val="0"/>
          <w:kern w:val="0"/>
          <w:sz w:val="24"/>
          <w:szCs w:val="24"/>
        </w:rPr>
      </w:pPr>
      <w:r w:rsidRPr="00C51CDD">
        <w:rPr>
          <w:b w:val="0"/>
          <w:bCs w:val="0"/>
          <w:kern w:val="0"/>
          <w:sz w:val="24"/>
          <w:szCs w:val="24"/>
        </w:rPr>
        <w:t xml:space="preserve">„(2) Poskytl-li zaměstnancům Úřad práce České republiky prostřednictvím jejich zaměstnavatele podporu v době částečné zaměstnanosti podle zákona o zaměstnanosti, zvyšuje se vyměřovací základ zaměstnavatele podle odstavce 1 </w:t>
      </w:r>
      <w:r w:rsidRPr="00C51CDD">
        <w:rPr>
          <w:kern w:val="0"/>
          <w:sz w:val="24"/>
          <w:szCs w:val="24"/>
        </w:rPr>
        <w:t xml:space="preserve">o 50 % </w:t>
      </w:r>
      <w:r w:rsidRPr="00C51CDD">
        <w:rPr>
          <w:b w:val="0"/>
          <w:bCs w:val="0"/>
          <w:kern w:val="0"/>
          <w:sz w:val="24"/>
          <w:szCs w:val="24"/>
        </w:rPr>
        <w:t>úhrnu těchto podpor v tom kalendářním měsíci, v němž zaměstnavatel tyto podpory přijal.“.</w:t>
      </w:r>
    </w:p>
    <w:p w:rsidR="009F6779" w:rsidRDefault="009F6779" w:rsidP="009F6779"/>
    <w:p w:rsidR="009F6779" w:rsidRDefault="009F6779" w:rsidP="009F6779">
      <w:pPr>
        <w:rPr>
          <w:i/>
        </w:rPr>
      </w:pPr>
      <w:r w:rsidRPr="000C4A41">
        <w:rPr>
          <w:i/>
        </w:rPr>
        <w:t>SD 6335</w:t>
      </w:r>
    </w:p>
    <w:p w:rsidR="009F6779" w:rsidRPr="00D37A31" w:rsidRDefault="009F6779" w:rsidP="009F6779">
      <w:pPr>
        <w:rPr>
          <w:b/>
        </w:rPr>
      </w:pPr>
      <w:r>
        <w:rPr>
          <w:b/>
        </w:rPr>
        <w:t>J2</w:t>
      </w:r>
      <w:r w:rsidRPr="00D37A31">
        <w:rPr>
          <w:b/>
        </w:rPr>
        <w:t>.</w:t>
      </w:r>
    </w:p>
    <w:p w:rsidR="009F6779" w:rsidRDefault="009F6779" w:rsidP="009F677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 w:rsidRPr="000C4A41">
        <w:t>ČÁST ČTVRTÁ (Změna zákona o pojistném na sociální zabezpečení a příspěvku na státní politiku zaměstnanosti) se ruší. Následující části a články se přečíslují.</w:t>
      </w:r>
    </w:p>
    <w:p w:rsidR="009F6779" w:rsidRPr="000C4A41" w:rsidRDefault="009F6779" w:rsidP="009F677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Times New Roman" w:cs="Times New Roman"/>
        </w:rPr>
      </w:pPr>
    </w:p>
    <w:p w:rsidR="009F6779" w:rsidRPr="000C4A41" w:rsidRDefault="009F6779" w:rsidP="009F677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Times New Roman" w:cs="Times New Roman"/>
          <w:caps/>
        </w:rPr>
      </w:pPr>
      <w:r w:rsidRPr="000C4A41">
        <w:t xml:space="preserve">Dosavadní </w:t>
      </w:r>
      <w:r w:rsidRPr="000C4A41">
        <w:rPr>
          <w:caps/>
        </w:rPr>
        <w:t>ČÁST třináctá (</w:t>
      </w:r>
      <w:r w:rsidRPr="000C4A41">
        <w:t>Účinnost</w:t>
      </w:r>
      <w:r w:rsidRPr="000C4A41">
        <w:rPr>
          <w:caps/>
        </w:rPr>
        <w:t>), Č</w:t>
      </w:r>
      <w:r w:rsidRPr="000C4A41">
        <w:t>l</w:t>
      </w:r>
      <w:r w:rsidRPr="000C4A41">
        <w:rPr>
          <w:caps/>
        </w:rPr>
        <w:t xml:space="preserve">. XIII </w:t>
      </w:r>
      <w:r w:rsidRPr="000C4A41">
        <w:t>zní:</w:t>
      </w:r>
    </w:p>
    <w:p w:rsidR="009F6779" w:rsidRPr="000C4A41" w:rsidRDefault="009F6779" w:rsidP="009F6779">
      <w:pPr>
        <w:jc w:val="both"/>
        <w:rPr>
          <w:rFonts w:eastAsia="Times New Roman" w:cs="Times New Roman"/>
          <w:caps/>
        </w:rPr>
      </w:pPr>
      <w:r w:rsidRPr="000C4A41">
        <w:rPr>
          <w:rFonts w:eastAsia="Times New Roman" w:cs="Times New Roman"/>
        </w:rPr>
        <w:t>„</w:t>
      </w:r>
      <w:r w:rsidRPr="000C4A41">
        <w:rPr>
          <w:rFonts w:eastAsia="Times New Roman" w:cs="Arial"/>
        </w:rPr>
        <w:t>Tento zákon nabývá účinnosti dnem 1. listopadu 2020, s výjimkou části jedenácté, která nabývá účinnosti dnem 1. ledna 2022.“.</w:t>
      </w:r>
      <w:r w:rsidRPr="000C4A41">
        <w:rPr>
          <w:rFonts w:eastAsia="Times New Roman" w:cs="Times New Roman"/>
          <w:caps/>
        </w:rPr>
        <w:t xml:space="preserve">  </w:t>
      </w:r>
    </w:p>
    <w:p w:rsidR="009F6779" w:rsidRDefault="009F6779" w:rsidP="009F6779"/>
    <w:p w:rsidR="004C68A4" w:rsidRDefault="004C68A4">
      <w:pPr>
        <w:widowControl/>
        <w:suppressAutoHyphens w:val="0"/>
        <w:rPr>
          <w:i/>
        </w:rPr>
      </w:pPr>
      <w:r>
        <w:rPr>
          <w:i/>
        </w:rPr>
        <w:br w:type="page"/>
      </w:r>
    </w:p>
    <w:p w:rsidR="009F6779" w:rsidRDefault="009F6779" w:rsidP="009F6779">
      <w:pPr>
        <w:rPr>
          <w:i/>
        </w:rPr>
      </w:pPr>
      <w:r w:rsidRPr="000C4A41">
        <w:rPr>
          <w:i/>
        </w:rPr>
        <w:lastRenderedPageBreak/>
        <w:t>SD 6336</w:t>
      </w:r>
    </w:p>
    <w:p w:rsidR="009F6779" w:rsidRPr="00D37A31" w:rsidRDefault="009F6779" w:rsidP="009F6779">
      <w:pPr>
        <w:rPr>
          <w:b/>
        </w:rPr>
      </w:pPr>
      <w:r>
        <w:rPr>
          <w:b/>
        </w:rPr>
        <w:t>J3</w:t>
      </w:r>
      <w:r w:rsidRPr="00D37A31">
        <w:rPr>
          <w:b/>
        </w:rPr>
        <w:t>.</w:t>
      </w:r>
    </w:p>
    <w:p w:rsidR="009F6779" w:rsidRPr="000C4A41" w:rsidRDefault="009F6779" w:rsidP="009F6779">
      <w:pPr>
        <w:ind w:left="360"/>
        <w:rPr>
          <w:u w:val="single"/>
          <w:lang w:eastAsia="cs-CZ"/>
        </w:rPr>
      </w:pPr>
      <w:r w:rsidRPr="000C4A41">
        <w:rPr>
          <w:u w:val="single"/>
          <w:lang w:eastAsia="cs-CZ"/>
        </w:rPr>
        <w:t>Za dosavadní část dvanáctou se vkládá nová část třináctá, která zní:</w:t>
      </w:r>
    </w:p>
    <w:p w:rsidR="009F6779" w:rsidRPr="00A513E1" w:rsidRDefault="009F6779" w:rsidP="004A36FD">
      <w:pPr>
        <w:pStyle w:val="ST"/>
        <w:spacing w:before="120"/>
        <w:rPr>
          <w:szCs w:val="24"/>
        </w:rPr>
      </w:pPr>
      <w:r w:rsidRPr="00A513E1">
        <w:rPr>
          <w:szCs w:val="24"/>
        </w:rPr>
        <w:t>„ČÁST Třináctá</w:t>
      </w:r>
    </w:p>
    <w:p w:rsidR="009F6779" w:rsidRPr="00A513E1" w:rsidRDefault="009F6779" w:rsidP="004C68A4">
      <w:pPr>
        <w:pStyle w:val="NADPISSTI"/>
        <w:spacing w:after="0"/>
      </w:pPr>
      <w:r w:rsidRPr="00A513E1">
        <w:t xml:space="preserve">Změna zákona o některých úpravách v oblasti pojistného na sociální zabezpečení a příspěvku na státní politiku zaměstnanosti a důchodového pojištění v souvislosti s mimořádnými opatřeními při epidemii v roce 2020    </w:t>
      </w:r>
    </w:p>
    <w:p w:rsidR="009F6779" w:rsidRPr="00A513E1" w:rsidRDefault="009F6779" w:rsidP="004C68A4">
      <w:pPr>
        <w:pStyle w:val="lnek"/>
        <w:numPr>
          <w:ilvl w:val="1"/>
          <w:numId w:val="21"/>
        </w:numPr>
        <w:spacing w:before="120" w:after="120"/>
        <w:rPr>
          <w:szCs w:val="24"/>
        </w:rPr>
      </w:pPr>
      <w:r w:rsidRPr="00A513E1">
        <w:rPr>
          <w:szCs w:val="24"/>
        </w:rPr>
        <w:t>Čl. XIII</w:t>
      </w:r>
    </w:p>
    <w:p w:rsidR="009F6779" w:rsidRPr="00A513E1" w:rsidRDefault="009F6779" w:rsidP="00AB0679">
      <w:pPr>
        <w:pStyle w:val="odstavec"/>
        <w:numPr>
          <w:ilvl w:val="0"/>
          <w:numId w:val="21"/>
        </w:numPr>
        <w:spacing w:after="0"/>
        <w:rPr>
          <w:noProof w:val="0"/>
        </w:rPr>
      </w:pPr>
      <w:r w:rsidRPr="00A513E1">
        <w:rPr>
          <w:noProof w:val="0"/>
        </w:rPr>
        <w:t>Zákon č. 136/2020 Sb., o některých úpravách v oblasti pojistného na sociální zabezpečení a příspěvku na státní politiku zaměstnanosti a důchodového pojištění v souvislosti s mimořádnými opatřeními při epidemii v roce 2020, se mění takto:</w:t>
      </w:r>
    </w:p>
    <w:p w:rsidR="009F6779" w:rsidRPr="00A513E1" w:rsidRDefault="009F6779" w:rsidP="009F6779">
      <w:pPr>
        <w:rPr>
          <w:rFonts w:eastAsia="Times New Roman"/>
          <w:color w:val="000000"/>
          <w:lang w:eastAsia="cs-CZ"/>
        </w:rPr>
      </w:pPr>
      <w:r w:rsidRPr="00A513E1">
        <w:t xml:space="preserve">  1. V § 1 odst. 1 větě první se slovo „srpen“ nahrazuje slovem „prosinec“.</w:t>
      </w:r>
    </w:p>
    <w:p w:rsidR="009F6779" w:rsidRDefault="009F6779" w:rsidP="009F6779">
      <w:pPr>
        <w:jc w:val="both"/>
        <w:rPr>
          <w:rFonts w:eastAsia="Times New Roman"/>
          <w:color w:val="000000"/>
          <w:lang w:eastAsia="cs-CZ"/>
        </w:rPr>
      </w:pPr>
      <w:r w:rsidRPr="00A513E1">
        <w:rPr>
          <w:rFonts w:eastAsia="Times New Roman"/>
          <w:color w:val="000000"/>
          <w:lang w:eastAsia="cs-CZ"/>
        </w:rPr>
        <w:t xml:space="preserve">  2. V § 2 odst. 2 se slovo „srpen“ nahrazuje slovem „prosinec“.</w:t>
      </w:r>
      <w:r>
        <w:rPr>
          <w:rFonts w:eastAsia="Times New Roman"/>
          <w:color w:val="000000"/>
          <w:lang w:eastAsia="cs-CZ"/>
        </w:rPr>
        <w:t>“</w:t>
      </w:r>
    </w:p>
    <w:p w:rsidR="009F6779" w:rsidRDefault="009F6779" w:rsidP="009F6779">
      <w:pPr>
        <w:jc w:val="both"/>
        <w:rPr>
          <w:rFonts w:eastAsia="Times New Roman"/>
          <w:color w:val="000000"/>
          <w:lang w:eastAsia="cs-CZ"/>
        </w:rPr>
      </w:pPr>
    </w:p>
    <w:p w:rsidR="009F6779" w:rsidRPr="000C4A41" w:rsidRDefault="009F6779" w:rsidP="009F6779">
      <w:pPr>
        <w:ind w:left="360"/>
        <w:rPr>
          <w:u w:val="single"/>
          <w:lang w:eastAsia="cs-CZ"/>
        </w:rPr>
      </w:pPr>
      <w:r w:rsidRPr="000C4A41">
        <w:rPr>
          <w:u w:val="single"/>
          <w:lang w:eastAsia="cs-CZ"/>
        </w:rPr>
        <w:t>Dosavadní část třináctá se nově označuje jako část čtrnáctá a zní:</w:t>
      </w:r>
    </w:p>
    <w:p w:rsidR="009F6779" w:rsidRDefault="009F6779" w:rsidP="004C68A4">
      <w:pPr>
        <w:rPr>
          <w:u w:val="single"/>
          <w:lang w:eastAsia="cs-CZ"/>
        </w:rPr>
      </w:pPr>
    </w:p>
    <w:p w:rsidR="009F6779" w:rsidRPr="004219DB" w:rsidRDefault="009F6779" w:rsidP="004C68A4">
      <w:pPr>
        <w:pStyle w:val="Bezmezer"/>
        <w:jc w:val="center"/>
        <w:rPr>
          <w:rFonts w:ascii="Times New Roman" w:eastAsia="Times New Roman" w:hAnsi="Times New Roman" w:cs="Arial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Arial"/>
          <w:bCs/>
          <w:sz w:val="24"/>
          <w:szCs w:val="24"/>
          <w:lang w:eastAsia="cs-CZ"/>
        </w:rPr>
        <w:t>„</w:t>
      </w:r>
      <w:r w:rsidRPr="004219DB">
        <w:rPr>
          <w:rFonts w:ascii="Times New Roman" w:eastAsia="Times New Roman" w:hAnsi="Times New Roman" w:cs="Arial"/>
          <w:bCs/>
          <w:sz w:val="24"/>
          <w:szCs w:val="24"/>
          <w:lang w:eastAsia="cs-CZ"/>
        </w:rPr>
        <w:t xml:space="preserve">ČÁST </w:t>
      </w:r>
      <w:r>
        <w:rPr>
          <w:rFonts w:ascii="Times New Roman" w:eastAsia="Times New Roman" w:hAnsi="Times New Roman" w:cs="Arial"/>
          <w:bCs/>
          <w:sz w:val="24"/>
          <w:szCs w:val="24"/>
          <w:lang w:eastAsia="cs-CZ"/>
        </w:rPr>
        <w:t>ČTRNÁCTÁ</w:t>
      </w:r>
    </w:p>
    <w:p w:rsidR="009F6779" w:rsidRPr="004219DB" w:rsidRDefault="009F6779" w:rsidP="009F6779">
      <w:pPr>
        <w:jc w:val="center"/>
        <w:rPr>
          <w:rFonts w:eastAsia="Times New Roman" w:cs="Arial"/>
          <w:b/>
          <w:lang w:eastAsia="cs-CZ"/>
        </w:rPr>
      </w:pPr>
    </w:p>
    <w:p w:rsidR="009F6779" w:rsidRPr="004219DB" w:rsidRDefault="009F6779" w:rsidP="009F6779">
      <w:pPr>
        <w:jc w:val="center"/>
        <w:rPr>
          <w:rFonts w:eastAsia="Times New Roman" w:cs="Arial"/>
          <w:b/>
          <w:lang w:eastAsia="cs-CZ"/>
        </w:rPr>
      </w:pPr>
      <w:r w:rsidRPr="004219DB">
        <w:rPr>
          <w:rFonts w:eastAsia="Times New Roman" w:cs="Arial"/>
          <w:b/>
          <w:lang w:eastAsia="cs-CZ"/>
        </w:rPr>
        <w:t>ÚČINNOST</w:t>
      </w:r>
    </w:p>
    <w:p w:rsidR="009F6779" w:rsidRPr="004219DB" w:rsidRDefault="009F6779" w:rsidP="009F6779">
      <w:pPr>
        <w:jc w:val="center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 xml:space="preserve">Čl. </w:t>
      </w:r>
      <w:r>
        <w:rPr>
          <w:rFonts w:eastAsia="Times New Roman" w:cs="Arial"/>
          <w:lang w:eastAsia="cs-CZ"/>
        </w:rPr>
        <w:t>XIV</w:t>
      </w:r>
    </w:p>
    <w:p w:rsidR="009F6779" w:rsidRPr="004219DB" w:rsidRDefault="009F6779" w:rsidP="009F6779">
      <w:pPr>
        <w:ind w:firstLine="709"/>
        <w:jc w:val="both"/>
        <w:rPr>
          <w:rFonts w:eastAsia="Times New Roman" w:cs="Arial"/>
          <w:lang w:eastAsia="cs-CZ"/>
        </w:rPr>
      </w:pPr>
      <w:r w:rsidRPr="004219DB">
        <w:rPr>
          <w:rFonts w:eastAsia="Times New Roman" w:cs="Arial"/>
          <w:lang w:eastAsia="cs-CZ"/>
        </w:rPr>
        <w:t xml:space="preserve">Tento zákon nabývá účinnosti dnem 1. listopadu 2020, s výjimkou části </w:t>
      </w:r>
      <w:r>
        <w:rPr>
          <w:rFonts w:eastAsia="Times New Roman" w:cs="Arial"/>
          <w:lang w:eastAsia="cs-CZ"/>
        </w:rPr>
        <w:t>dvanácté</w:t>
      </w:r>
      <w:r w:rsidRPr="004219DB">
        <w:rPr>
          <w:rFonts w:eastAsia="Times New Roman" w:cs="Arial"/>
          <w:lang w:eastAsia="cs-CZ"/>
        </w:rPr>
        <w:t>, která nabývá účinnosti dnem 1. ledna 2022</w:t>
      </w:r>
      <w:r>
        <w:rPr>
          <w:rFonts w:eastAsia="Times New Roman" w:cs="Arial"/>
          <w:lang w:eastAsia="cs-CZ"/>
        </w:rPr>
        <w:t xml:space="preserve"> a části třinácté, která nabývá účinnosti dnem následujícím po dni jeho vyhlášení.“</w:t>
      </w:r>
      <w:r w:rsidR="004C68A4">
        <w:rPr>
          <w:rFonts w:eastAsia="Times New Roman" w:cs="Arial"/>
          <w:lang w:eastAsia="cs-CZ"/>
        </w:rPr>
        <w:t>.</w:t>
      </w:r>
    </w:p>
    <w:p w:rsidR="009F6779" w:rsidRDefault="009F6779" w:rsidP="009F6779"/>
    <w:p w:rsidR="009F6779" w:rsidRDefault="009F6779" w:rsidP="009F6779">
      <w:pPr>
        <w:rPr>
          <w:i/>
        </w:rPr>
      </w:pPr>
      <w:r w:rsidRPr="000C4A41">
        <w:rPr>
          <w:i/>
        </w:rPr>
        <w:t>SD 6337</w:t>
      </w:r>
    </w:p>
    <w:p w:rsidR="009F6779" w:rsidRPr="00D37A31" w:rsidRDefault="009F6779" w:rsidP="009F6779">
      <w:pPr>
        <w:rPr>
          <w:b/>
        </w:rPr>
      </w:pPr>
      <w:r>
        <w:rPr>
          <w:b/>
        </w:rPr>
        <w:t>J4</w:t>
      </w:r>
      <w:r w:rsidRPr="00D37A31">
        <w:rPr>
          <w:b/>
        </w:rPr>
        <w:t>.</w:t>
      </w:r>
    </w:p>
    <w:p w:rsidR="009F6779" w:rsidRPr="00D34ABE" w:rsidRDefault="009F6779" w:rsidP="004C68A4">
      <w:pPr>
        <w:pStyle w:val="Odstavecseseznamem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ABE">
        <w:rPr>
          <w:rFonts w:ascii="Times New Roman" w:hAnsi="Times New Roman"/>
          <w:sz w:val="24"/>
          <w:szCs w:val="24"/>
        </w:rPr>
        <w:t>V ČÁSTI PRVNÍ (Změna zákona o zaměstnanosti), Čl. I, bod 5, § 120d odst. 1 a 2 zní:</w:t>
      </w:r>
    </w:p>
    <w:p w:rsidR="009F6779" w:rsidRPr="00D34ABE" w:rsidRDefault="009F6779" w:rsidP="004C68A4">
      <w:pPr>
        <w:spacing w:before="120"/>
        <w:ind w:firstLine="425"/>
        <w:jc w:val="both"/>
        <w:rPr>
          <w:rFonts w:eastAsia="Times New Roman" w:cs="Times New Roman"/>
        </w:rPr>
      </w:pPr>
      <w:r w:rsidRPr="00D34ABE">
        <w:t xml:space="preserve">„(1) Výše podpory v době částečné zaměstnanosti se stanoví procentní sazbou </w:t>
      </w:r>
      <w:r w:rsidRPr="00D34ABE">
        <w:rPr>
          <w:b/>
          <w:bCs/>
        </w:rPr>
        <w:t>z průměrného hrubého výdělku zaměstnance</w:t>
      </w:r>
      <w:r w:rsidRPr="00D34ABE">
        <w:t xml:space="preserve"> zjištěného podle § 356 odst. 1 a 2 zákoníku práce tak, že se průměrný měsíční výdělek vydělí týdenní pracovní dobou zaměstnance a koeficientem 4,348, který vyjadřuje průměrný počet týdnů připadajících na 1 měsíc v průměrném roce.</w:t>
      </w:r>
    </w:p>
    <w:p w:rsidR="009F6779" w:rsidRDefault="009F6779" w:rsidP="009F6779">
      <w:pPr>
        <w:ind w:firstLine="424"/>
        <w:jc w:val="both"/>
      </w:pPr>
    </w:p>
    <w:p w:rsidR="009F6779" w:rsidRPr="00D34ABE" w:rsidRDefault="009F6779" w:rsidP="009F6779">
      <w:pPr>
        <w:ind w:firstLine="424"/>
        <w:jc w:val="both"/>
        <w:rPr>
          <w:rFonts w:eastAsia="Times New Roman" w:cs="Times New Roman"/>
        </w:rPr>
      </w:pPr>
      <w:r w:rsidRPr="00D34ABE">
        <w:t xml:space="preserve">(2) Podpora v době částečné zaměstnanosti náleží zaměstnanci pouze za tu část jeho týdenní pracovní doby, po kterou mu zaměstnavatel nepřiděluje práci, a její výše činí 70 % </w:t>
      </w:r>
      <w:r w:rsidRPr="00D34ABE">
        <w:rPr>
          <w:b/>
          <w:bCs/>
        </w:rPr>
        <w:t>průměrného hodinového hrubého výdělku</w:t>
      </w:r>
      <w:r w:rsidRPr="00D34ABE">
        <w:t>.“.</w:t>
      </w:r>
    </w:p>
    <w:p w:rsidR="009F6779" w:rsidRPr="00D34ABE" w:rsidRDefault="009F6779" w:rsidP="009F6779">
      <w:pPr>
        <w:ind w:firstLine="424"/>
        <w:jc w:val="both"/>
        <w:rPr>
          <w:rFonts w:eastAsia="Times New Roman" w:cs="Times New Roman"/>
        </w:rPr>
      </w:pPr>
    </w:p>
    <w:p w:rsidR="009F6779" w:rsidRPr="00D34ABE" w:rsidRDefault="009F6779" w:rsidP="009F6779">
      <w:pPr>
        <w:pStyle w:val="Odstavecseseznamem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ABE">
        <w:rPr>
          <w:rFonts w:ascii="Times New Roman" w:hAnsi="Times New Roman"/>
          <w:sz w:val="24"/>
          <w:szCs w:val="24"/>
        </w:rPr>
        <w:t>V ČÁSTI PRVNÍ (Změna zákona o zaměstnanosti), Čl. I, bod 5, § 120e odst. 5 písm. g) zní:</w:t>
      </w:r>
    </w:p>
    <w:p w:rsidR="009F6779" w:rsidRPr="00D34ABE" w:rsidRDefault="009F6779" w:rsidP="009F6779">
      <w:pPr>
        <w:ind w:left="360"/>
        <w:jc w:val="both"/>
        <w:rPr>
          <w:rFonts w:eastAsia="Times New Roman" w:cs="Times New Roman"/>
        </w:rPr>
      </w:pPr>
      <w:r w:rsidRPr="00D34ABE">
        <w:t xml:space="preserve">„g) výše </w:t>
      </w:r>
      <w:r w:rsidRPr="00D34ABE">
        <w:rPr>
          <w:b/>
          <w:bCs/>
        </w:rPr>
        <w:t>průměrného hrubého hodinového výdělku</w:t>
      </w:r>
      <w:r w:rsidRPr="00D34ABE">
        <w:t xml:space="preserve"> u jednotlivých zaměstnanců.“.</w:t>
      </w:r>
    </w:p>
    <w:p w:rsidR="00F61942" w:rsidRDefault="00F61942"/>
    <w:p w:rsidR="000C6893" w:rsidRDefault="000C6893">
      <w:pPr>
        <w:jc w:val="center"/>
      </w:pPr>
      <w:r>
        <w:t xml:space="preserve">V Praze </w:t>
      </w:r>
      <w:r w:rsidR="004A36FD">
        <w:t>16.</w:t>
      </w:r>
      <w:r w:rsidR="0092206A">
        <w:t xml:space="preserve"> </w:t>
      </w:r>
      <w:r w:rsidR="009F6779">
        <w:t>dubna</w:t>
      </w:r>
      <w:r w:rsidR="0092206A">
        <w:t xml:space="preserve"> </w:t>
      </w:r>
      <w:r w:rsidR="00CC14C5">
        <w:t>2021</w:t>
      </w:r>
    </w:p>
    <w:p w:rsidR="004C68A4" w:rsidRDefault="004C68A4">
      <w:pPr>
        <w:jc w:val="center"/>
      </w:pPr>
    </w:p>
    <w:p w:rsidR="000C6893" w:rsidRDefault="00851F53">
      <w:pPr>
        <w:jc w:val="center"/>
      </w:pPr>
      <w:r>
        <w:t xml:space="preserve">Mgr. </w:t>
      </w:r>
      <w:r w:rsidR="004D6A8B">
        <w:t>Lenka Dražilová</w:t>
      </w:r>
      <w:r>
        <w:t>, MBA</w:t>
      </w:r>
    </w:p>
    <w:p w:rsidR="000C6893" w:rsidRDefault="000C6893">
      <w:pPr>
        <w:jc w:val="center"/>
      </w:pPr>
      <w:r>
        <w:t>zpravodaj</w:t>
      </w:r>
      <w:r w:rsidR="004D6A8B">
        <w:t>ka</w:t>
      </w:r>
      <w:r>
        <w:t xml:space="preserve"> garančního výboru</w:t>
      </w:r>
      <w:r w:rsidR="004D6A8B">
        <w:t xml:space="preserve"> pro sociální politiku</w:t>
      </w:r>
    </w:p>
    <w:p w:rsidR="00CC14C5" w:rsidRDefault="004A36FD">
      <w:pPr>
        <w:jc w:val="center"/>
      </w:pPr>
      <w:r>
        <w:t xml:space="preserve">v z. Mgr. Jana Pastuchová, </w:t>
      </w:r>
      <w:proofErr w:type="gramStart"/>
      <w:r>
        <w:t>v.r.</w:t>
      </w:r>
      <w:proofErr w:type="gramEnd"/>
    </w:p>
    <w:p w:rsidR="00D37A31" w:rsidRDefault="004A36FD">
      <w:pPr>
        <w:jc w:val="center"/>
      </w:pPr>
      <w:r>
        <w:t>předsedkyně garančního výboru pro sociální politiku</w:t>
      </w:r>
    </w:p>
    <w:p w:rsidR="00CC14C5" w:rsidRDefault="00851F53" w:rsidP="004A36FD">
      <w:pPr>
        <w:spacing w:before="120"/>
        <w:jc w:val="center"/>
        <w:rPr>
          <w:lang w:eastAsia="cs-CZ"/>
        </w:rPr>
      </w:pPr>
      <w:r>
        <w:rPr>
          <w:lang w:eastAsia="cs-CZ"/>
        </w:rPr>
        <w:t xml:space="preserve">Ing. </w:t>
      </w:r>
      <w:r w:rsidR="00CC14C5">
        <w:rPr>
          <w:lang w:eastAsia="cs-CZ"/>
        </w:rPr>
        <w:t>Jan Ba</w:t>
      </w:r>
      <w:bookmarkStart w:id="12" w:name="_GoBack"/>
      <w:bookmarkEnd w:id="12"/>
      <w:r w:rsidR="00CC14C5">
        <w:rPr>
          <w:lang w:eastAsia="cs-CZ"/>
        </w:rPr>
        <w:t>uer</w:t>
      </w:r>
    </w:p>
    <w:p w:rsidR="00C670FC" w:rsidRDefault="00CC14C5">
      <w:pPr>
        <w:jc w:val="center"/>
        <w:rPr>
          <w:lang w:eastAsia="cs-CZ"/>
        </w:rPr>
      </w:pPr>
      <w:r>
        <w:rPr>
          <w:lang w:eastAsia="cs-CZ"/>
        </w:rPr>
        <w:t>zpravodaj hospodářského výboru</w:t>
      </w:r>
    </w:p>
    <w:p w:rsidR="004A36FD" w:rsidRDefault="004A36FD">
      <w:pPr>
        <w:jc w:val="center"/>
        <w:rPr>
          <w:lang w:eastAsia="cs-CZ"/>
        </w:rPr>
      </w:pPr>
      <w:r>
        <w:rPr>
          <w:lang w:eastAsia="cs-CZ"/>
        </w:rPr>
        <w:t>v z. Ing. Radim Fiala</w:t>
      </w:r>
    </w:p>
    <w:p w:rsidR="004A36FD" w:rsidRDefault="004A36FD">
      <w:pPr>
        <w:jc w:val="center"/>
        <w:rPr>
          <w:lang w:eastAsia="cs-CZ"/>
        </w:rPr>
      </w:pPr>
      <w:r>
        <w:rPr>
          <w:lang w:eastAsia="cs-CZ"/>
        </w:rPr>
        <w:t>předseda hospodářského výboru</w:t>
      </w:r>
    </w:p>
    <w:sectPr w:rsidR="004A36FD" w:rsidSect="00087102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0BE" w:rsidRDefault="00E160BE" w:rsidP="00087102">
      <w:r>
        <w:separator/>
      </w:r>
    </w:p>
  </w:endnote>
  <w:endnote w:type="continuationSeparator" w:id="0">
    <w:p w:rsidR="00E160BE" w:rsidRDefault="00E160BE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0BE" w:rsidRDefault="00E160BE" w:rsidP="00087102">
      <w:r>
        <w:separator/>
      </w:r>
    </w:p>
  </w:footnote>
  <w:footnote w:type="continuationSeparator" w:id="0">
    <w:p w:rsidR="00E160BE" w:rsidRDefault="00E160BE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0BE" w:rsidRDefault="00E160BE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4A36FD">
      <w:rPr>
        <w:noProof/>
      </w:rPr>
      <w:t>16</w:t>
    </w:r>
    <w:r>
      <w:fldChar w:fldCharType="end"/>
    </w:r>
  </w:p>
  <w:p w:rsidR="00E160BE" w:rsidRDefault="00E160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2FB09F2"/>
    <w:multiLevelType w:val="hybridMultilevel"/>
    <w:tmpl w:val="D3145644"/>
    <w:numStyleLink w:val="ImportedStyle1"/>
  </w:abstractNum>
  <w:abstractNum w:abstractNumId="4" w15:restartNumberingAfterBreak="0">
    <w:nsid w:val="037E2D0C"/>
    <w:multiLevelType w:val="hybridMultilevel"/>
    <w:tmpl w:val="F23ED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E2E5A"/>
    <w:multiLevelType w:val="hybridMultilevel"/>
    <w:tmpl w:val="25DCBE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14F31"/>
    <w:multiLevelType w:val="hybridMultilevel"/>
    <w:tmpl w:val="B1AEE7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E51E46"/>
    <w:multiLevelType w:val="hybridMultilevel"/>
    <w:tmpl w:val="D3145644"/>
    <w:numStyleLink w:val="ImportedStyle1"/>
  </w:abstractNum>
  <w:abstractNum w:abstractNumId="8" w15:restartNumberingAfterBreak="0">
    <w:nsid w:val="0E2F5FCA"/>
    <w:multiLevelType w:val="hybridMultilevel"/>
    <w:tmpl w:val="01D48B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C7032"/>
    <w:multiLevelType w:val="hybridMultilevel"/>
    <w:tmpl w:val="275097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A1D80"/>
    <w:multiLevelType w:val="multilevel"/>
    <w:tmpl w:val="BEF44C9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20D0388"/>
    <w:multiLevelType w:val="hybridMultilevel"/>
    <w:tmpl w:val="275097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B4D3A"/>
    <w:multiLevelType w:val="hybridMultilevel"/>
    <w:tmpl w:val="87ECFE8A"/>
    <w:lvl w:ilvl="0" w:tplc="7CA89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85E83"/>
    <w:multiLevelType w:val="multilevel"/>
    <w:tmpl w:val="D9E6D5BC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426"/>
        </w:tabs>
        <w:ind w:left="426" w:hanging="426"/>
      </w:pPr>
      <w:rPr>
        <w:rFonts w:hint="default"/>
        <w:b/>
        <w:bCs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7603825"/>
    <w:multiLevelType w:val="multilevel"/>
    <w:tmpl w:val="59B27EB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2B0041"/>
    <w:multiLevelType w:val="hybridMultilevel"/>
    <w:tmpl w:val="B22819E2"/>
    <w:lvl w:ilvl="0" w:tplc="55AAB11E">
      <w:start w:val="1"/>
      <w:numFmt w:val="decimal"/>
      <w:lvlText w:val="(%1)"/>
      <w:lvlJc w:val="left"/>
      <w:pPr>
        <w:ind w:left="1108" w:hanging="400"/>
      </w:pPr>
      <w:rPr>
        <w:rFonts w:hint="default"/>
      </w:rPr>
    </w:lvl>
    <w:lvl w:ilvl="1" w:tplc="56543C6C">
      <w:start w:val="1"/>
      <w:numFmt w:val="lowerLetter"/>
      <w:lvlText w:val="%2)"/>
      <w:lvlJc w:val="left"/>
      <w:pPr>
        <w:ind w:left="178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5E7EDC"/>
    <w:multiLevelType w:val="hybridMultilevel"/>
    <w:tmpl w:val="87ECFE8A"/>
    <w:lvl w:ilvl="0" w:tplc="7CA89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937B7"/>
    <w:multiLevelType w:val="hybridMultilevel"/>
    <w:tmpl w:val="A484F76A"/>
    <w:lvl w:ilvl="0" w:tplc="F788D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2709A"/>
    <w:multiLevelType w:val="hybridMultilevel"/>
    <w:tmpl w:val="159C3F04"/>
    <w:lvl w:ilvl="0" w:tplc="4D94A8D2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443146"/>
    <w:multiLevelType w:val="hybridMultilevel"/>
    <w:tmpl w:val="1C8EFA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07A37"/>
    <w:multiLevelType w:val="hybridMultilevel"/>
    <w:tmpl w:val="BF34B5FA"/>
    <w:lvl w:ilvl="0" w:tplc="C20013F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96D7D"/>
    <w:multiLevelType w:val="hybridMultilevel"/>
    <w:tmpl w:val="D3145644"/>
    <w:numStyleLink w:val="ImportedStyle1"/>
  </w:abstractNum>
  <w:abstractNum w:abstractNumId="22" w15:restartNumberingAfterBreak="0">
    <w:nsid w:val="3B9B77A2"/>
    <w:multiLevelType w:val="hybridMultilevel"/>
    <w:tmpl w:val="B22819E2"/>
    <w:lvl w:ilvl="0" w:tplc="55AAB11E">
      <w:start w:val="1"/>
      <w:numFmt w:val="decimal"/>
      <w:lvlText w:val="(%1)"/>
      <w:lvlJc w:val="left"/>
      <w:pPr>
        <w:ind w:left="1108" w:hanging="400"/>
      </w:pPr>
      <w:rPr>
        <w:rFonts w:hint="default"/>
      </w:rPr>
    </w:lvl>
    <w:lvl w:ilvl="1" w:tplc="56543C6C">
      <w:start w:val="1"/>
      <w:numFmt w:val="lowerLetter"/>
      <w:lvlText w:val="%2)"/>
      <w:lvlJc w:val="left"/>
      <w:pPr>
        <w:ind w:left="178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1D7239F"/>
    <w:multiLevelType w:val="hybridMultilevel"/>
    <w:tmpl w:val="C854DD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D34D5"/>
    <w:multiLevelType w:val="hybridMultilevel"/>
    <w:tmpl w:val="01D48B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12B2B"/>
    <w:multiLevelType w:val="hybridMultilevel"/>
    <w:tmpl w:val="CEAC56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D654C3"/>
    <w:multiLevelType w:val="hybridMultilevel"/>
    <w:tmpl w:val="BD863B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957906"/>
    <w:multiLevelType w:val="hybridMultilevel"/>
    <w:tmpl w:val="9F867398"/>
    <w:lvl w:ilvl="0" w:tplc="25D83E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color w:val="3B2314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D020AE"/>
    <w:multiLevelType w:val="hybridMultilevel"/>
    <w:tmpl w:val="D3145644"/>
    <w:styleLink w:val="ImportedStyle1"/>
    <w:lvl w:ilvl="0" w:tplc="F12839B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D4F6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34140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18490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4C263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98DB5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F426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26219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2C227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CCF6EEA"/>
    <w:multiLevelType w:val="hybridMultilevel"/>
    <w:tmpl w:val="87ECFE8A"/>
    <w:lvl w:ilvl="0" w:tplc="7CA89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616A2"/>
    <w:multiLevelType w:val="hybridMultilevel"/>
    <w:tmpl w:val="87ECFE8A"/>
    <w:lvl w:ilvl="0" w:tplc="7CA89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E4074"/>
    <w:multiLevelType w:val="hybridMultilevel"/>
    <w:tmpl w:val="440E2AAC"/>
    <w:lvl w:ilvl="0" w:tplc="8402A1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CC1B84"/>
    <w:multiLevelType w:val="hybridMultilevel"/>
    <w:tmpl w:val="87ECFE8A"/>
    <w:lvl w:ilvl="0" w:tplc="7CA89A8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B462B2"/>
    <w:multiLevelType w:val="hybridMultilevel"/>
    <w:tmpl w:val="29DE84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3D6A36"/>
    <w:multiLevelType w:val="hybridMultilevel"/>
    <w:tmpl w:val="01D48B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96AFC"/>
    <w:multiLevelType w:val="hybridMultilevel"/>
    <w:tmpl w:val="87ECFE8A"/>
    <w:lvl w:ilvl="0" w:tplc="7CA89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A202F"/>
    <w:multiLevelType w:val="hybridMultilevel"/>
    <w:tmpl w:val="316077B6"/>
    <w:lvl w:ilvl="0" w:tplc="1AACA77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4"/>
  </w:num>
  <w:num w:numId="5">
    <w:abstractNumId w:val="8"/>
  </w:num>
  <w:num w:numId="6">
    <w:abstractNumId w:val="20"/>
  </w:num>
  <w:num w:numId="7">
    <w:abstractNumId w:val="31"/>
  </w:num>
  <w:num w:numId="8">
    <w:abstractNumId w:val="15"/>
  </w:num>
  <w:num w:numId="9">
    <w:abstractNumId w:val="33"/>
  </w:num>
  <w:num w:numId="10">
    <w:abstractNumId w:val="22"/>
  </w:num>
  <w:num w:numId="11">
    <w:abstractNumId w:val="28"/>
  </w:num>
  <w:num w:numId="12">
    <w:abstractNumId w:val="7"/>
  </w:num>
  <w:num w:numId="13">
    <w:abstractNumId w:val="5"/>
  </w:num>
  <w:num w:numId="14">
    <w:abstractNumId w:val="25"/>
  </w:num>
  <w:num w:numId="15">
    <w:abstractNumId w:val="4"/>
  </w:num>
  <w:num w:numId="16">
    <w:abstractNumId w:val="21"/>
  </w:num>
  <w:num w:numId="17">
    <w:abstractNumId w:val="14"/>
  </w:num>
  <w:num w:numId="18">
    <w:abstractNumId w:val="34"/>
  </w:num>
  <w:num w:numId="19">
    <w:abstractNumId w:val="6"/>
  </w:num>
  <w:num w:numId="20">
    <w:abstractNumId w:val="19"/>
  </w:num>
  <w:num w:numId="21">
    <w:abstractNumId w:val="13"/>
  </w:num>
  <w:num w:numId="22">
    <w:abstractNumId w:val="26"/>
  </w:num>
  <w:num w:numId="23">
    <w:abstractNumId w:val="18"/>
  </w:num>
  <w:num w:numId="24">
    <w:abstractNumId w:val="3"/>
  </w:num>
  <w:num w:numId="25">
    <w:abstractNumId w:val="17"/>
  </w:num>
  <w:num w:numId="26">
    <w:abstractNumId w:val="29"/>
  </w:num>
  <w:num w:numId="27">
    <w:abstractNumId w:val="32"/>
  </w:num>
  <w:num w:numId="28">
    <w:abstractNumId w:val="30"/>
  </w:num>
  <w:num w:numId="29">
    <w:abstractNumId w:val="12"/>
  </w:num>
  <w:num w:numId="30">
    <w:abstractNumId w:val="16"/>
  </w:num>
  <w:num w:numId="31">
    <w:abstractNumId w:val="35"/>
  </w:num>
  <w:num w:numId="32">
    <w:abstractNumId w:val="10"/>
  </w:num>
  <w:num w:numId="33">
    <w:abstractNumId w:val="23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27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A8B"/>
    <w:rsid w:val="00087102"/>
    <w:rsid w:val="000C23D1"/>
    <w:rsid w:val="000C4A41"/>
    <w:rsid w:val="000C6893"/>
    <w:rsid w:val="000F5D62"/>
    <w:rsid w:val="001D4017"/>
    <w:rsid w:val="001E4234"/>
    <w:rsid w:val="002265D8"/>
    <w:rsid w:val="002304E0"/>
    <w:rsid w:val="002556A4"/>
    <w:rsid w:val="002A383C"/>
    <w:rsid w:val="002F6E48"/>
    <w:rsid w:val="003B495C"/>
    <w:rsid w:val="003C5D29"/>
    <w:rsid w:val="004830C5"/>
    <w:rsid w:val="004A36FD"/>
    <w:rsid w:val="004B4B0E"/>
    <w:rsid w:val="004C68A4"/>
    <w:rsid w:val="004D6A8B"/>
    <w:rsid w:val="00511F8C"/>
    <w:rsid w:val="00547256"/>
    <w:rsid w:val="00550320"/>
    <w:rsid w:val="005A5437"/>
    <w:rsid w:val="006700B9"/>
    <w:rsid w:val="006706ED"/>
    <w:rsid w:val="006A34D4"/>
    <w:rsid w:val="006D1048"/>
    <w:rsid w:val="00734D3B"/>
    <w:rsid w:val="00851F53"/>
    <w:rsid w:val="008D6DBF"/>
    <w:rsid w:val="0092206A"/>
    <w:rsid w:val="00934E7A"/>
    <w:rsid w:val="00940F5C"/>
    <w:rsid w:val="009C7F34"/>
    <w:rsid w:val="009F6779"/>
    <w:rsid w:val="00A50787"/>
    <w:rsid w:val="00AA0FE1"/>
    <w:rsid w:val="00AB0679"/>
    <w:rsid w:val="00AE3567"/>
    <w:rsid w:val="00AF59F0"/>
    <w:rsid w:val="00B43A48"/>
    <w:rsid w:val="00B540DC"/>
    <w:rsid w:val="00B83371"/>
    <w:rsid w:val="00BA18CE"/>
    <w:rsid w:val="00BB4AA6"/>
    <w:rsid w:val="00C43530"/>
    <w:rsid w:val="00C61245"/>
    <w:rsid w:val="00C670FC"/>
    <w:rsid w:val="00CC14C5"/>
    <w:rsid w:val="00D2005B"/>
    <w:rsid w:val="00D37A31"/>
    <w:rsid w:val="00D451C6"/>
    <w:rsid w:val="00D76088"/>
    <w:rsid w:val="00E02105"/>
    <w:rsid w:val="00E160BE"/>
    <w:rsid w:val="00E67B4F"/>
    <w:rsid w:val="00F61942"/>
    <w:rsid w:val="00FA5716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B13301"/>
  <w15:chartTrackingRefBased/>
  <w15:docId w15:val="{27D80083-24F1-465A-A778-6998435F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aliases w:val="1 odstavecH,Odstavec_muj,List Paragraph (Czech Tourism),Conclusion de partie,List Paragraph,References,Odstavec se seznamem2,Nad"/>
    <w:basedOn w:val="Normln"/>
    <w:link w:val="OdstavecseseznamemChar"/>
    <w:uiPriority w:val="34"/>
    <w:qFormat/>
    <w:rsid w:val="00CC14C5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aliases w:val="1 odstavecH Char,Odstavec_muj Char,List Paragraph (Czech Tourism) Char,Conclusion de partie Char,List Paragraph Char,References Char,Odstavec se seznamem2 Char,Nad Char"/>
    <w:link w:val="Odstavecseseznamem"/>
    <w:uiPriority w:val="34"/>
    <w:qFormat/>
    <w:locked/>
    <w:rsid w:val="00CC14C5"/>
    <w:rPr>
      <w:rFonts w:ascii="Calibri" w:eastAsia="Calibri" w:hAnsi="Calibri"/>
      <w:sz w:val="22"/>
      <w:szCs w:val="22"/>
      <w:lang w:eastAsia="en-US"/>
    </w:rPr>
  </w:style>
  <w:style w:type="paragraph" w:customStyle="1" w:styleId="NADPISSTI">
    <w:name w:val="NADPIS ČÁSTI"/>
    <w:basedOn w:val="Normln"/>
    <w:next w:val="Normln"/>
    <w:link w:val="NADPISSTIChar"/>
    <w:qFormat/>
    <w:rsid w:val="00D2005B"/>
    <w:pPr>
      <w:keepNext/>
      <w:keepLines/>
      <w:widowControl/>
      <w:suppressAutoHyphens w:val="0"/>
      <w:spacing w:after="120"/>
      <w:jc w:val="center"/>
      <w:outlineLvl w:val="1"/>
    </w:pPr>
    <w:rPr>
      <w:rFonts w:eastAsia="Times New Roman" w:cs="Times New Roman"/>
      <w:b/>
      <w:kern w:val="0"/>
      <w:lang w:eastAsia="cs-CZ" w:bidi="ar-SA"/>
    </w:rPr>
  </w:style>
  <w:style w:type="paragraph" w:customStyle="1" w:styleId="l7">
    <w:name w:val="l7"/>
    <w:basedOn w:val="Normln"/>
    <w:rsid w:val="00D2005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l5">
    <w:name w:val="l5"/>
    <w:basedOn w:val="Normln"/>
    <w:rsid w:val="00D2005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Nadpispozmn">
    <w:name w:val="Nadpis pozm.n."/>
    <w:rsid w:val="00934E7A"/>
    <w:pPr>
      <w:keepNext/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100" w:lineRule="atLeast"/>
    </w:pPr>
    <w:rPr>
      <w:rFonts w:eastAsia="Arial Unicode MS" w:cs="Arial Unicode MS"/>
      <w:b/>
      <w:bCs/>
      <w:color w:val="000000"/>
      <w:kern w:val="2"/>
      <w:sz w:val="32"/>
      <w:szCs w:val="32"/>
      <w:u w:color="000000"/>
      <w:bdr w:val="nil"/>
    </w:rPr>
  </w:style>
  <w:style w:type="numbering" w:customStyle="1" w:styleId="ImportedStyle1">
    <w:name w:val="Imported Style 1"/>
    <w:rsid w:val="00934E7A"/>
    <w:pPr>
      <w:numPr>
        <w:numId w:val="11"/>
      </w:numPr>
    </w:pPr>
  </w:style>
  <w:style w:type="paragraph" w:styleId="Bezmezer">
    <w:name w:val="No Spacing"/>
    <w:uiPriority w:val="1"/>
    <w:qFormat/>
    <w:rsid w:val="00FA571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nek">
    <w:name w:val="Článek"/>
    <w:basedOn w:val="Normln"/>
    <w:next w:val="Normln"/>
    <w:link w:val="lnekChar"/>
    <w:rsid w:val="005A5437"/>
    <w:pPr>
      <w:keepNext/>
      <w:keepLines/>
      <w:widowControl/>
      <w:suppressAutoHyphens w:val="0"/>
      <w:spacing w:before="240"/>
      <w:jc w:val="center"/>
      <w:outlineLvl w:val="5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lnekChar">
    <w:name w:val="Článek Char"/>
    <w:link w:val="lnek"/>
    <w:rsid w:val="005A5437"/>
    <w:rPr>
      <w:sz w:val="24"/>
    </w:rPr>
  </w:style>
  <w:style w:type="paragraph" w:customStyle="1" w:styleId="ST">
    <w:name w:val="ČÁST"/>
    <w:basedOn w:val="Normln"/>
    <w:next w:val="NADPISSTI"/>
    <w:qFormat/>
    <w:rsid w:val="005A5437"/>
    <w:pPr>
      <w:keepNext/>
      <w:keepLines/>
      <w:widowControl/>
      <w:suppressAutoHyphens w:val="0"/>
      <w:spacing w:before="240" w:after="120"/>
      <w:jc w:val="center"/>
      <w:outlineLvl w:val="1"/>
    </w:pPr>
    <w:rPr>
      <w:rFonts w:eastAsia="Times New Roman" w:cs="Times New Roman"/>
      <w:caps/>
      <w:kern w:val="0"/>
      <w:szCs w:val="20"/>
      <w:lang w:eastAsia="cs-CZ" w:bidi="ar-SA"/>
    </w:rPr>
  </w:style>
  <w:style w:type="character" w:customStyle="1" w:styleId="NADPISSTIChar">
    <w:name w:val="NADPIS ČÁSTI Char"/>
    <w:link w:val="NADPISSTI"/>
    <w:rsid w:val="005A5437"/>
    <w:rPr>
      <w:b/>
      <w:sz w:val="24"/>
      <w:szCs w:val="24"/>
    </w:rPr>
  </w:style>
  <w:style w:type="paragraph" w:customStyle="1" w:styleId="odstavec">
    <w:name w:val="odstavec"/>
    <w:basedOn w:val="Normln"/>
    <w:rsid w:val="005A5437"/>
    <w:pPr>
      <w:widowControl/>
      <w:tabs>
        <w:tab w:val="left" w:pos="851"/>
      </w:tabs>
      <w:suppressAutoHyphens w:val="0"/>
      <w:spacing w:before="120" w:after="120"/>
      <w:ind w:firstLine="482"/>
      <w:jc w:val="both"/>
    </w:pPr>
    <w:rPr>
      <w:rFonts w:eastAsia="Times New Roman" w:cs="Times New Roman"/>
      <w:noProof/>
      <w:kern w:val="0"/>
      <w:lang w:eastAsia="cs-CZ" w:bidi="ar-SA"/>
    </w:rPr>
  </w:style>
  <w:style w:type="paragraph" w:customStyle="1" w:styleId="Odstavecseseznamem1">
    <w:name w:val="Odstavec se seznamem1"/>
    <w:basedOn w:val="Normln"/>
    <w:rsid w:val="004830C5"/>
    <w:pPr>
      <w:widowControl/>
      <w:autoSpaceDN w:val="0"/>
      <w:spacing w:after="160" w:line="251" w:lineRule="auto"/>
      <w:ind w:left="720"/>
      <w:textAlignment w:val="baseline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105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105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customStyle="1" w:styleId="normln1">
    <w:name w:val="normln1"/>
    <w:basedOn w:val="Normln"/>
    <w:rsid w:val="006700B9"/>
    <w:pPr>
      <w:widowControl/>
      <w:suppressAutoHyphens w:val="0"/>
      <w:spacing w:after="20"/>
    </w:pPr>
    <w:rPr>
      <w:rFonts w:eastAsia="Times New Roman" w:cs="Times New Roman"/>
      <w:kern w:val="0"/>
      <w:lang w:eastAsia="cs-CZ" w:bidi="ar-SA"/>
    </w:rPr>
  </w:style>
  <w:style w:type="character" w:customStyle="1" w:styleId="normln0">
    <w:name w:val="normln"/>
    <w:basedOn w:val="Standardnpsmoodstavce"/>
    <w:rsid w:val="006700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435/2004%20Sb.%25235'&amp;ucin-k-dni='31.12.2021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106</TotalTime>
  <Pages>17</Pages>
  <Words>5587</Words>
  <Characters>32966</Characters>
  <Application>Microsoft Office Word</Application>
  <DocSecurity>0</DocSecurity>
  <Lines>274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38477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2021-01-22T12:27:00Z</cp:lastPrinted>
  <dcterms:created xsi:type="dcterms:W3CDTF">2021-04-14T12:59:00Z</dcterms:created>
  <dcterms:modified xsi:type="dcterms:W3CDTF">2021-04-16T10:42:00Z</dcterms:modified>
</cp:coreProperties>
</file>