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2F6" w:rsidRDefault="00C252F6" w:rsidP="00C252F6">
      <w:pPr>
        <w:pStyle w:val="ZKON"/>
      </w:pPr>
      <w:r>
        <w:t>ZÁKON</w:t>
      </w:r>
    </w:p>
    <w:p w:rsidR="001F688E" w:rsidRPr="00C252F6" w:rsidRDefault="00C252F6" w:rsidP="00C252F6">
      <w:pPr>
        <w:pStyle w:val="nadpiszkona"/>
        <w:rPr>
          <w:b w:val="0"/>
        </w:rPr>
      </w:pPr>
      <w:r w:rsidRPr="00C252F6">
        <w:rPr>
          <w:b w:val="0"/>
        </w:rPr>
        <w:t xml:space="preserve">ze dne          2021, </w:t>
      </w:r>
    </w:p>
    <w:p w:rsidR="001F688E" w:rsidRDefault="001F688E" w:rsidP="00C252F6">
      <w:pPr>
        <w:pStyle w:val="nadpiszkona"/>
      </w:pPr>
      <w:r>
        <w:t xml:space="preserve">kterým se mění zákon č. 38/2021 Sb., kterým se mění zákon č. 99/1963 Sb., občanský soudní řád, ve znění pozdějších předpisů, zákon č. 120/2001 Sb., o soudních exekutorech a exekuční činnosti (exekuční řád), ve znění pozdějších předpisů, a zákon č. 119/2001 Sb., kterým se stanoví pravidla pro případy souběžně probíhajících výkonů rozhodnutí, ve znění pozdějších předpisů, a zákon č. 191/2020 Sb., o některých opatřeních ke zmírnění dopadů epidemie </w:t>
      </w:r>
      <w:proofErr w:type="spellStart"/>
      <w:r>
        <w:t>koronaviru</w:t>
      </w:r>
      <w:proofErr w:type="spellEnd"/>
      <w:r>
        <w:t xml:space="preserve"> SARS CoV-2 na osoby účastnící se soudního řízení, poškozené, oběti trestných činů a právnické osoby a o změně insolvenčního zákona a občanského soudního řádu, ve znění pozdějších předpisů</w:t>
      </w:r>
    </w:p>
    <w:p w:rsidR="00C252F6" w:rsidRDefault="00C252F6" w:rsidP="00C252F6">
      <w:pPr>
        <w:pStyle w:val="Parlament"/>
      </w:pPr>
      <w:bookmarkStart w:id="0" w:name="_GoBack"/>
      <w:bookmarkEnd w:id="0"/>
      <w:r>
        <w:t>Parlament se usnesl na tomto zákoně České republiky:</w:t>
      </w:r>
    </w:p>
    <w:p w:rsidR="00C252F6" w:rsidRPr="00C252F6" w:rsidRDefault="00C252F6" w:rsidP="00C252F6">
      <w:pPr>
        <w:pStyle w:val="ST"/>
      </w:pPr>
      <w:r>
        <w:t>ČÁST první</w:t>
      </w:r>
    </w:p>
    <w:p w:rsidR="001F688E" w:rsidRDefault="001F688E" w:rsidP="00C252F6">
      <w:pPr>
        <w:pStyle w:val="NADPISSTI"/>
      </w:pPr>
      <w:r>
        <w:t>Změna zákona č. 38/2021 Sb.</w:t>
      </w:r>
    </w:p>
    <w:p w:rsidR="001F688E" w:rsidRDefault="00C252F6" w:rsidP="00C252F6">
      <w:pPr>
        <w:pStyle w:val="lnek"/>
      </w:pPr>
      <w:r>
        <w:t xml:space="preserve">Čl. </w:t>
      </w:r>
      <w:r w:rsidR="001F688E">
        <w:t>I</w:t>
      </w:r>
    </w:p>
    <w:p w:rsidR="001F688E" w:rsidRDefault="001F688E" w:rsidP="00C252F6">
      <w:pPr>
        <w:pStyle w:val="Textlnku"/>
      </w:pPr>
      <w:r>
        <w:t>V části čtvrté čl. VI zákona č. 38/2021 Sb., kterým se mění zákon č. 99/1963 Sb., občanský soudní řád, ve znění pozdějších předpisů, zákon č. 120/2001 Sb., o soudních exekutorech a</w:t>
      </w:r>
      <w:r w:rsidR="00C252F6">
        <w:t> </w:t>
      </w:r>
      <w:r>
        <w:t>exekuční činnosti (exekuční řád), ve znění pozdějších předpisů, a zákon č. 119/2001 Sb., kterým se stanoví pravidla pro případy souběžně probíhajících výkonů rozhodnutí, ve znění pozdějších předpisů, se slova „1. dubna“ nahrazují slovy „1. července“.</w:t>
      </w:r>
    </w:p>
    <w:p w:rsidR="001F688E" w:rsidRDefault="00C252F6" w:rsidP="00C252F6">
      <w:pPr>
        <w:pStyle w:val="ST"/>
      </w:pPr>
      <w:r>
        <w:t xml:space="preserve">ČÁST </w:t>
      </w:r>
      <w:r w:rsidR="001F688E">
        <w:t>DRUHÁ</w:t>
      </w:r>
    </w:p>
    <w:p w:rsidR="001F688E" w:rsidRDefault="001F688E" w:rsidP="00C252F6">
      <w:pPr>
        <w:pStyle w:val="NADPISSTI"/>
      </w:pPr>
      <w:r>
        <w:t>Změna zákona č. 191/2020 Sb.</w:t>
      </w:r>
    </w:p>
    <w:p w:rsidR="001F688E" w:rsidRDefault="00C252F6" w:rsidP="00C252F6">
      <w:pPr>
        <w:pStyle w:val="lnek"/>
      </w:pPr>
      <w:r>
        <w:t xml:space="preserve">Čl. </w:t>
      </w:r>
      <w:r w:rsidR="001F688E">
        <w:t>II</w:t>
      </w:r>
    </w:p>
    <w:p w:rsidR="001F688E" w:rsidRDefault="001F688E" w:rsidP="00C252F6">
      <w:pPr>
        <w:pStyle w:val="Textlnku"/>
      </w:pPr>
      <w:r>
        <w:t xml:space="preserve">Zákon č. 191/2020 Sb., o některých opatřeních ke zmírnění dopadů epidemie </w:t>
      </w:r>
      <w:proofErr w:type="spellStart"/>
      <w:r>
        <w:t>koronaviru</w:t>
      </w:r>
      <w:proofErr w:type="spellEnd"/>
      <w:r>
        <w:t xml:space="preserve"> SARS CoV-2 na osoby účastnící se soudního řízení, poškozené, oběti trestných činů a právnické osoby a o změně insolvenčního zákona a občanského soudního řádu, ve znění zákona č. 460/2020 Sb., zákona č. 601/2020 Sb. a zákona č. 94/2021 Sb., se mění takto:</w:t>
      </w:r>
    </w:p>
    <w:p w:rsidR="001F688E" w:rsidRDefault="001F688E" w:rsidP="00C252F6">
      <w:pPr>
        <w:pStyle w:val="Novelizanbod"/>
      </w:pPr>
      <w:r>
        <w:t>V § 23 odst. 1 se slova „31. ledna“ nahrazují slovy „30. června“.</w:t>
      </w:r>
    </w:p>
    <w:p w:rsidR="001F688E" w:rsidRDefault="001F688E" w:rsidP="00C252F6">
      <w:pPr>
        <w:pStyle w:val="Novelizanbod"/>
      </w:pPr>
      <w:r>
        <w:t>V § 27 odst. 1 se slova „28. února“ nahrazují slovy „30. června“.</w:t>
      </w:r>
    </w:p>
    <w:p w:rsidR="001F688E" w:rsidRDefault="00C252F6" w:rsidP="00C252F6">
      <w:pPr>
        <w:pStyle w:val="lnek"/>
      </w:pPr>
      <w:r>
        <w:t xml:space="preserve">Čl. </w:t>
      </w:r>
      <w:r w:rsidR="001F688E">
        <w:t>III</w:t>
      </w:r>
    </w:p>
    <w:p w:rsidR="001F688E" w:rsidRDefault="001F688E" w:rsidP="00C252F6">
      <w:pPr>
        <w:pStyle w:val="Nadpislnku"/>
      </w:pPr>
      <w:r>
        <w:t>Přechodné ustanovení</w:t>
      </w:r>
    </w:p>
    <w:p w:rsidR="001F688E" w:rsidRDefault="001F688E" w:rsidP="00C252F6">
      <w:pPr>
        <w:pStyle w:val="Textlnku"/>
      </w:pPr>
      <w:r>
        <w:t xml:space="preserve">V řízeních o výkonu rozhodnutí a v exekučních řízeních zahájených přede dnem nabytí účinnosti tohoto zákona se § 23 zákona č. 191/2020 Sb., ve znění účinném ode dne nabytí </w:t>
      </w:r>
      <w:r>
        <w:lastRenderedPageBreak/>
        <w:t>účinnosti tohoto zákona, nepoužije, byl-li udělen příklep přede dnem nabytí účinnosti tohoto zákona.</w:t>
      </w:r>
    </w:p>
    <w:p w:rsidR="001F688E" w:rsidRDefault="00C252F6" w:rsidP="00C252F6">
      <w:pPr>
        <w:pStyle w:val="ST"/>
      </w:pPr>
      <w:r>
        <w:t xml:space="preserve">ČÁST </w:t>
      </w:r>
      <w:r w:rsidR="001F688E">
        <w:t>TŘETÍ</w:t>
      </w:r>
    </w:p>
    <w:p w:rsidR="001F688E" w:rsidRDefault="001F688E" w:rsidP="00C252F6">
      <w:pPr>
        <w:pStyle w:val="NADPISSTI"/>
      </w:pPr>
      <w:r>
        <w:t>ÚČINNOST</w:t>
      </w:r>
    </w:p>
    <w:p w:rsidR="001F688E" w:rsidRDefault="00C252F6" w:rsidP="00C252F6">
      <w:pPr>
        <w:pStyle w:val="lnek"/>
      </w:pPr>
      <w:r>
        <w:t xml:space="preserve">Čl. </w:t>
      </w:r>
      <w:r w:rsidR="001F688E">
        <w:t>IV</w:t>
      </w:r>
    </w:p>
    <w:p w:rsidR="001F688E" w:rsidRDefault="001F688E" w:rsidP="00C252F6">
      <w:pPr>
        <w:pStyle w:val="Textlnku"/>
      </w:pPr>
      <w:r>
        <w:t>Tento zákon nabývá účinnosti dnem 31. března 2021.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88E" w:rsidRDefault="001F688E">
      <w:r>
        <w:separator/>
      </w:r>
    </w:p>
  </w:endnote>
  <w:endnote w:type="continuationSeparator" w:id="0">
    <w:p w:rsidR="001F688E" w:rsidRDefault="001F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88E" w:rsidRDefault="001F688E">
      <w:r>
        <w:separator/>
      </w:r>
    </w:p>
  </w:footnote>
  <w:footnote w:type="continuationSeparator" w:id="0">
    <w:p w:rsidR="001F688E" w:rsidRDefault="001F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D381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1F688E"/>
    <w:rsid w:val="001F688E"/>
    <w:rsid w:val="00266D0A"/>
    <w:rsid w:val="002D3819"/>
    <w:rsid w:val="0082796C"/>
    <w:rsid w:val="00A73D85"/>
    <w:rsid w:val="00B16C4B"/>
    <w:rsid w:val="00C252F6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084EC-7A60-491A-B0AD-16863D2DD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796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2796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82796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2796C"/>
  </w:style>
  <w:style w:type="paragraph" w:styleId="Zhlav">
    <w:name w:val="header"/>
    <w:basedOn w:val="Normln"/>
    <w:semiHidden/>
    <w:rsid w:val="0082796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2796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2796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2796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2796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2796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2796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2796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2796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2796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2796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2796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2796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2796C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2796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2796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2796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2796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2796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2796C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2796C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2796C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2796C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2796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2796C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2796C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2796C"/>
    <w:rPr>
      <w:vertAlign w:val="superscript"/>
    </w:rPr>
  </w:style>
  <w:style w:type="paragraph" w:customStyle="1" w:styleId="Textodstavce">
    <w:name w:val="Text odstavce"/>
    <w:basedOn w:val="Normln"/>
    <w:rsid w:val="0082796C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2796C"/>
    <w:pPr>
      <w:ind w:left="567" w:hanging="567"/>
    </w:pPr>
  </w:style>
  <w:style w:type="character" w:styleId="slostrnky">
    <w:name w:val="page number"/>
    <w:basedOn w:val="Standardnpsmoodstavce"/>
    <w:semiHidden/>
    <w:rsid w:val="0082796C"/>
  </w:style>
  <w:style w:type="paragraph" w:styleId="Zpat">
    <w:name w:val="footer"/>
    <w:basedOn w:val="Normln"/>
    <w:semiHidden/>
    <w:rsid w:val="0082796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2796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2796C"/>
    <w:rPr>
      <w:vertAlign w:val="superscript"/>
    </w:rPr>
  </w:style>
  <w:style w:type="paragraph" w:styleId="Titulek">
    <w:name w:val="caption"/>
    <w:basedOn w:val="Normln"/>
    <w:next w:val="Normln"/>
    <w:qFormat/>
    <w:rsid w:val="0082796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2796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2796C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82796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2796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2796C"/>
    <w:rPr>
      <w:b/>
    </w:rPr>
  </w:style>
  <w:style w:type="paragraph" w:customStyle="1" w:styleId="Nadpislnku">
    <w:name w:val="Nadpis článku"/>
    <w:basedOn w:val="lnek"/>
    <w:next w:val="Textodstavce"/>
    <w:rsid w:val="0082796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8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2</Pages>
  <Words>334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cp:lastPrinted>2021-03-24T18:01:00Z</cp:lastPrinted>
  <dcterms:created xsi:type="dcterms:W3CDTF">2021-03-24T18:00:00Z</dcterms:created>
  <dcterms:modified xsi:type="dcterms:W3CDTF">2021-03-24T18:01:00Z</dcterms:modified>
  <cp:category/>
</cp:coreProperties>
</file>