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D66" w:rsidRDefault="00515D66" w:rsidP="00515D66">
      <w:pPr>
        <w:pStyle w:val="ZKON"/>
      </w:pPr>
      <w:r>
        <w:t>ZÁKON</w:t>
      </w:r>
    </w:p>
    <w:p w:rsidR="00112A9B" w:rsidRPr="003A10D5" w:rsidRDefault="00515D66" w:rsidP="00515D66">
      <w:pPr>
        <w:pStyle w:val="nadpiszkona"/>
        <w:rPr>
          <w:b w:val="0"/>
        </w:rPr>
      </w:pPr>
      <w:r w:rsidRPr="003A10D5">
        <w:rPr>
          <w:b w:val="0"/>
        </w:rPr>
        <w:t xml:space="preserve">ze dne </w:t>
      </w:r>
      <w:r w:rsidR="00112A9B" w:rsidRPr="003A10D5">
        <w:rPr>
          <w:b w:val="0"/>
        </w:rPr>
        <w:t>……. 20</w:t>
      </w:r>
      <w:r w:rsidR="00437B3F">
        <w:rPr>
          <w:b w:val="0"/>
        </w:rPr>
        <w:t>21</w:t>
      </w:r>
      <w:r w:rsidR="00112A9B" w:rsidRPr="003A10D5">
        <w:rPr>
          <w:b w:val="0"/>
        </w:rPr>
        <w:t>,</w:t>
      </w:r>
    </w:p>
    <w:p w:rsidR="00112A9B" w:rsidRPr="00E57449" w:rsidRDefault="00112A9B" w:rsidP="00515D66">
      <w:pPr>
        <w:pStyle w:val="nadpiszkona"/>
      </w:pPr>
      <w:r w:rsidRPr="00E57449">
        <w:t>kterým se mění zákon č. 563/2004 Sb., o pedagogických pracovnících a o změně některých zákonů, ve znění pozdějších předpisů</w:t>
      </w:r>
      <w:r w:rsidR="00896751">
        <w:t>, a o změně některých dalších zákonů</w:t>
      </w:r>
    </w:p>
    <w:p w:rsidR="00112A9B" w:rsidRDefault="00515D66" w:rsidP="00515D66">
      <w:pPr>
        <w:pStyle w:val="Parlament"/>
      </w:pPr>
      <w:r>
        <w:t>Parlament se usnesl na tomto zákoně České republiky:</w:t>
      </w:r>
    </w:p>
    <w:p w:rsidR="00290A78" w:rsidRDefault="00290A78" w:rsidP="00290A78">
      <w:pPr>
        <w:pStyle w:val="ST"/>
      </w:pPr>
      <w:r>
        <w:t>ČÁST první</w:t>
      </w:r>
    </w:p>
    <w:p w:rsidR="00290A78" w:rsidRPr="00290A78" w:rsidRDefault="00290A78" w:rsidP="00290A78">
      <w:pPr>
        <w:pStyle w:val="NADPISSTI"/>
      </w:pPr>
      <w:r w:rsidRPr="00EA4E59">
        <w:rPr>
          <w:rFonts w:ascii="Roboto" w:eastAsia="Roboto" w:hAnsi="Roboto" w:cs="Roboto"/>
        </w:rPr>
        <w:t>Změna zákona o pedagogických pracovnících</w:t>
      </w:r>
    </w:p>
    <w:p w:rsidR="00112A9B" w:rsidRPr="00E57449" w:rsidRDefault="00515D66" w:rsidP="00515D66">
      <w:pPr>
        <w:pStyle w:val="lnek"/>
      </w:pPr>
      <w:r>
        <w:t xml:space="preserve">Čl. </w:t>
      </w:r>
      <w:r w:rsidR="00112A9B" w:rsidRPr="00E57449">
        <w:t>I</w:t>
      </w:r>
    </w:p>
    <w:p w:rsidR="00112A9B" w:rsidRPr="00E57449" w:rsidRDefault="00112A9B" w:rsidP="00515D66">
      <w:pPr>
        <w:pStyle w:val="Textlnku"/>
      </w:pPr>
      <w:r w:rsidRPr="00E57449">
        <w:t>Zákon č. 563/2004 Sb., o pedagogických pracovnících a o změně některých zákonů, ve znění zákona č. 383/2005 Sb., zákona č. 179/2006 Sb., zákona č. 264/2006 Sb., zákona č. 189/2008 Sb., zákona č. 384/2008 Sb., zákona č. 223/2009 Sb., zákona č. 227/2009 Sb., zákona č. 422/2009 Sb., zákona č. 159/2010 Sb., zákona č. 420/2011 Sb., zákona č. 198/2012 Sb., zákona č. 333/2012 Sb., zákona č. 197/2014 Sb., zákona č. 332/2014 Sb., zákona č. 82/2015 Sb. a zákona č. 379/2015 Sb., se mění takto:</w:t>
      </w:r>
    </w:p>
    <w:p w:rsidR="00112A9B" w:rsidRPr="00E57449" w:rsidRDefault="00112A9B" w:rsidP="00515D66">
      <w:pPr>
        <w:pStyle w:val="Novelizanbod"/>
      </w:pPr>
      <w:r w:rsidRPr="00E57449">
        <w:t>V § 1 odstavec 1 zní:</w:t>
      </w:r>
    </w:p>
    <w:p w:rsidR="00112A9B" w:rsidRDefault="00112A9B" w:rsidP="00515D66">
      <w:pPr>
        <w:pStyle w:val="Textlnku"/>
      </w:pPr>
      <w:r w:rsidRPr="00E57449">
        <w:t>„(1) Tento zákon upravuje předpoklady pro výkon činnosti pedagogických pracovníků, odchylky od způsobu rozvržení pracovní doby, zvláštní pravidla pro sjednávání doby trvání pracovního poměru,</w:t>
      </w:r>
      <w:r w:rsidR="00263C87">
        <w:t xml:space="preserve"> </w:t>
      </w:r>
      <w:r w:rsidR="00263C87" w:rsidRPr="00EA4E59">
        <w:rPr>
          <w:rFonts w:ascii="Roboto" w:eastAsia="Roboto" w:hAnsi="Roboto" w:cs="Roboto"/>
        </w:rPr>
        <w:t>způsob stanovení platových tarifů pedagogických pracovníků, některé příplatky pedagogických pracovníků,</w:t>
      </w:r>
      <w:r w:rsidR="00263C87">
        <w:rPr>
          <w:rFonts w:ascii="Roboto" w:eastAsia="Roboto" w:hAnsi="Roboto" w:cs="Roboto"/>
        </w:rPr>
        <w:t xml:space="preserve"> </w:t>
      </w:r>
      <w:r w:rsidRPr="00E57449">
        <w:t>další vzdělávání pedagogických pracovníků a jejich kariérní systém.“.</w:t>
      </w:r>
    </w:p>
    <w:p w:rsidR="00CE02A8" w:rsidRPr="00630F7E" w:rsidRDefault="00CE02A8" w:rsidP="005D440F">
      <w:pPr>
        <w:pStyle w:val="Novelizanbod"/>
        <w:rPr>
          <w:rFonts w:eastAsia="Roboto"/>
        </w:rPr>
      </w:pPr>
      <w:r w:rsidRPr="00630F7E">
        <w:rPr>
          <w:rFonts w:eastAsia="Roboto"/>
        </w:rPr>
        <w:t>V § 2 odst. 2 písm</w:t>
      </w:r>
      <w:r w:rsidR="00630F7E" w:rsidRPr="00630F7E">
        <w:rPr>
          <w:rFonts w:eastAsia="Roboto"/>
        </w:rPr>
        <w:t>.</w:t>
      </w:r>
      <w:r w:rsidRPr="00630F7E">
        <w:rPr>
          <w:rFonts w:eastAsia="Roboto"/>
        </w:rPr>
        <w:t xml:space="preserve"> d)</w:t>
      </w:r>
      <w:r w:rsidR="00630F7E" w:rsidRPr="00630F7E">
        <w:rPr>
          <w:rFonts w:eastAsia="Roboto"/>
        </w:rPr>
        <w:t>se za slova „</w:t>
      </w:r>
      <w:r w:rsidRPr="00630F7E">
        <w:rPr>
          <w:rFonts w:eastAsia="Roboto"/>
        </w:rPr>
        <w:t>speciální pedagog</w:t>
      </w:r>
      <w:r w:rsidR="005D440F">
        <w:rPr>
          <w:rFonts w:eastAsia="Roboto"/>
        </w:rPr>
        <w:t>,</w:t>
      </w:r>
      <w:r w:rsidR="00630F7E" w:rsidRPr="00630F7E">
        <w:rPr>
          <w:rFonts w:eastAsia="Roboto"/>
        </w:rPr>
        <w:t>“</w:t>
      </w:r>
      <w:r w:rsidRPr="00630F7E">
        <w:rPr>
          <w:rFonts w:eastAsia="Roboto"/>
        </w:rPr>
        <w:t xml:space="preserve"> </w:t>
      </w:r>
      <w:r w:rsidR="00630F7E" w:rsidRPr="00630F7E">
        <w:rPr>
          <w:rFonts w:eastAsia="Roboto"/>
        </w:rPr>
        <w:t>doplňují slova</w:t>
      </w:r>
      <w:r w:rsidRPr="00630F7E">
        <w:rPr>
          <w:rFonts w:eastAsia="Roboto"/>
        </w:rPr>
        <w:t xml:space="preserve"> „školní speciální pedagog,“.</w:t>
      </w:r>
    </w:p>
    <w:p w:rsidR="00437B3F" w:rsidRPr="00630F7E" w:rsidRDefault="00437B3F" w:rsidP="005D440F">
      <w:pPr>
        <w:pStyle w:val="Novelizanbod"/>
      </w:pPr>
      <w:r w:rsidRPr="00630F7E">
        <w:t>V § 2 odst. 2 se za písmeno d) vkládá nové písmeno e), které zní:</w:t>
      </w:r>
    </w:p>
    <w:p w:rsidR="00437B3F" w:rsidRPr="00630F7E" w:rsidRDefault="00437B3F" w:rsidP="005D440F">
      <w:pPr>
        <w:pStyle w:val="Psmeno"/>
      </w:pPr>
      <w:r w:rsidRPr="00630F7E">
        <w:t>„e)</w:t>
      </w:r>
      <w:r w:rsidR="005D440F">
        <w:tab/>
      </w:r>
      <w:r w:rsidRPr="00630F7E">
        <w:t>školský logoped,“.</w:t>
      </w:r>
    </w:p>
    <w:p w:rsidR="00437B3F" w:rsidRPr="00630F7E" w:rsidRDefault="00437B3F" w:rsidP="005D440F">
      <w:pPr>
        <w:spacing w:before="120"/>
      </w:pPr>
      <w:r w:rsidRPr="00630F7E">
        <w:t>Dosavadní písmena e) až j) se označují jako písmena f) až k).</w:t>
      </w:r>
    </w:p>
    <w:p w:rsidR="00CE02A8" w:rsidRPr="005D440F" w:rsidRDefault="00303414" w:rsidP="0043682E">
      <w:pPr>
        <w:pStyle w:val="Novelizanbod"/>
        <w:keepNext w:val="0"/>
      </w:pPr>
      <w:r w:rsidRPr="005D440F">
        <w:rPr>
          <w:rFonts w:eastAsia="Roboto"/>
        </w:rPr>
        <w:t>V § 2 odst. 2 písm</w:t>
      </w:r>
      <w:r w:rsidR="00630F7E" w:rsidRPr="005D440F">
        <w:rPr>
          <w:rFonts w:eastAsia="Roboto"/>
        </w:rPr>
        <w:t>.</w:t>
      </w:r>
      <w:r w:rsidRPr="005D440F">
        <w:rPr>
          <w:rFonts w:eastAsia="Roboto"/>
        </w:rPr>
        <w:t xml:space="preserve"> </w:t>
      </w:r>
      <w:r w:rsidR="005D440F" w:rsidRPr="005D440F">
        <w:rPr>
          <w:rFonts w:eastAsia="Roboto"/>
        </w:rPr>
        <w:t>f</w:t>
      </w:r>
      <w:r w:rsidRPr="005D440F">
        <w:rPr>
          <w:rFonts w:eastAsia="Roboto"/>
        </w:rPr>
        <w:t>)</w:t>
      </w:r>
      <w:r w:rsidR="005D440F" w:rsidRPr="005D440F">
        <w:rPr>
          <w:rFonts w:eastAsia="Roboto"/>
        </w:rPr>
        <w:t>se za slovo „</w:t>
      </w:r>
      <w:r w:rsidRPr="005D440F">
        <w:rPr>
          <w:rFonts w:eastAsia="Roboto"/>
        </w:rPr>
        <w:t>psycholog,</w:t>
      </w:r>
      <w:r w:rsidR="005D440F" w:rsidRPr="005D440F">
        <w:rPr>
          <w:rFonts w:eastAsia="Roboto"/>
        </w:rPr>
        <w:t>“ doplňují slova</w:t>
      </w:r>
      <w:r w:rsidRPr="005D440F">
        <w:rPr>
          <w:rFonts w:eastAsia="Roboto"/>
        </w:rPr>
        <w:t xml:space="preserve"> „školní psycholog,“.</w:t>
      </w:r>
    </w:p>
    <w:p w:rsidR="00F953E6" w:rsidRPr="005D440F" w:rsidRDefault="00F953E6" w:rsidP="0043682E">
      <w:pPr>
        <w:pStyle w:val="Novelizanbod"/>
        <w:keepNext w:val="0"/>
        <w:rPr>
          <w:rFonts w:eastAsia="Roboto"/>
        </w:rPr>
      </w:pPr>
      <w:r w:rsidRPr="005D440F">
        <w:rPr>
          <w:rFonts w:eastAsia="Roboto"/>
        </w:rPr>
        <w:t xml:space="preserve">V § 2 odst. 2 se na konci </w:t>
      </w:r>
      <w:r w:rsidR="00EE6944" w:rsidRPr="005D440F">
        <w:rPr>
          <w:rFonts w:eastAsia="Roboto"/>
        </w:rPr>
        <w:t xml:space="preserve">dosavadního </w:t>
      </w:r>
      <w:r w:rsidRPr="005D440F">
        <w:rPr>
          <w:rFonts w:eastAsia="Roboto"/>
        </w:rPr>
        <w:t xml:space="preserve">písmene </w:t>
      </w:r>
      <w:r w:rsidR="005D440F" w:rsidRPr="005D440F">
        <w:rPr>
          <w:rFonts w:eastAsia="Roboto"/>
        </w:rPr>
        <w:t>k</w:t>
      </w:r>
      <w:r w:rsidRPr="005D440F">
        <w:rPr>
          <w:rFonts w:eastAsia="Roboto"/>
        </w:rPr>
        <w:t xml:space="preserve">) tečka nahrazuje čárkou a doplňuje se písmeno </w:t>
      </w:r>
      <w:r w:rsidR="005D440F" w:rsidRPr="005D440F">
        <w:rPr>
          <w:rFonts w:eastAsia="Roboto"/>
        </w:rPr>
        <w:t>l</w:t>
      </w:r>
      <w:r w:rsidRPr="005D440F">
        <w:rPr>
          <w:rFonts w:eastAsia="Roboto"/>
        </w:rPr>
        <w:t xml:space="preserve">), které zní: </w:t>
      </w:r>
    </w:p>
    <w:p w:rsidR="00437B3F" w:rsidRPr="005D440F" w:rsidRDefault="00F953E6" w:rsidP="0043682E">
      <w:pPr>
        <w:pStyle w:val="Psmeno"/>
        <w:keepNext w:val="0"/>
      </w:pPr>
      <w:r w:rsidRPr="005D440F">
        <w:rPr>
          <w:rFonts w:eastAsia="Roboto"/>
        </w:rPr>
        <w:t>„</w:t>
      </w:r>
      <w:r w:rsidR="005D440F" w:rsidRPr="005D440F">
        <w:rPr>
          <w:rFonts w:eastAsia="Roboto"/>
        </w:rPr>
        <w:t>l</w:t>
      </w:r>
      <w:r w:rsidRPr="005D440F">
        <w:rPr>
          <w:rFonts w:eastAsia="Roboto"/>
        </w:rPr>
        <w:t>)</w:t>
      </w:r>
      <w:r w:rsidR="0043682E">
        <w:rPr>
          <w:rFonts w:eastAsia="Roboto"/>
        </w:rPr>
        <w:tab/>
      </w:r>
      <w:r w:rsidRPr="005D440F">
        <w:rPr>
          <w:rFonts w:eastAsia="Roboto"/>
        </w:rPr>
        <w:t>sociální pedagog.“.</w:t>
      </w:r>
    </w:p>
    <w:p w:rsidR="00112A9B" w:rsidRPr="00E57449" w:rsidRDefault="00112A9B" w:rsidP="00515D66">
      <w:pPr>
        <w:pStyle w:val="Novelizanbod"/>
      </w:pPr>
      <w:r w:rsidRPr="00E57449">
        <w:lastRenderedPageBreak/>
        <w:t>V § 3 odst. 1 písm. a) se slova „způsobilý k právním úkonům“ nahrazují slovem „svéprávný“.</w:t>
      </w:r>
    </w:p>
    <w:p w:rsidR="00112A9B" w:rsidRPr="00E57449" w:rsidRDefault="00112A9B" w:rsidP="00515D66">
      <w:pPr>
        <w:pStyle w:val="Novelizanbod"/>
      </w:pPr>
      <w:r w:rsidRPr="00E57449">
        <w:t>V § 4 odst. 1 se slovo „příslušnou“ zrušuje a na konci odstavce se doplňuje věta „Zkouškou podle věty první se prokazuje znalost českého jazyka odpovídající minimálně úrovni B2 podle Společného evropského referenčního rámce pro jazyky; fyzická osoba, která má vykonávat činnost učitele mateřské školy, učitele prvního stupně základní školy, učitele druhého stupně základní školy nebo učitele všeobecně-vzdělávacích předmětů střední školy, prokazuje znalost českého jazyka odpovídající minimálně úrovni C1 podle Společného evropského referenčního rámce pro jazyky.“.</w:t>
      </w:r>
    </w:p>
    <w:p w:rsidR="00112A9B" w:rsidRPr="00E57449" w:rsidRDefault="00112A9B" w:rsidP="00515D66">
      <w:pPr>
        <w:pStyle w:val="Novelizanbod"/>
      </w:pPr>
      <w:r w:rsidRPr="00E57449">
        <w:t>V § 4 odst. 4 se na konci textu písmene b) doplňují slova „</w:t>
      </w:r>
      <w:r w:rsidRPr="00E57449">
        <w:rPr>
          <w:rFonts w:eastAsia="Calibri"/>
        </w:rPr>
        <w:t>nebo jednotlivou zkoušku, která svým obsahem a formou odpovídá zkoušce spo</w:t>
      </w:r>
      <w:r>
        <w:rPr>
          <w:rFonts w:eastAsia="Calibri"/>
        </w:rPr>
        <w:t>lečné části maturitní zkoušky z </w:t>
      </w:r>
      <w:r w:rsidRPr="00E57449">
        <w:rPr>
          <w:rFonts w:eastAsia="Calibri"/>
        </w:rPr>
        <w:t>českého jazyka a literatury, podle školského zákona</w:t>
      </w:r>
      <w:r w:rsidRPr="00E57449">
        <w:rPr>
          <w:rFonts w:eastAsia="Calibri"/>
          <w:vertAlign w:val="superscript"/>
        </w:rPr>
        <w:t>24)</w:t>
      </w:r>
      <w:r w:rsidRPr="00E57449">
        <w:rPr>
          <w:rFonts w:eastAsia="Calibri"/>
        </w:rPr>
        <w:t>“.</w:t>
      </w:r>
    </w:p>
    <w:p w:rsidR="00112A9B" w:rsidRDefault="00112A9B" w:rsidP="00112A9B">
      <w:pPr>
        <w:pStyle w:val="Odstavecseseznamem"/>
        <w:contextualSpacing w:val="0"/>
      </w:pPr>
      <w:r w:rsidRPr="00E57449">
        <w:t xml:space="preserve">Poznámka pod čarou č. 24 zní: </w:t>
      </w:r>
    </w:p>
    <w:p w:rsidR="00112A9B" w:rsidRPr="00E23658" w:rsidRDefault="00112A9B" w:rsidP="00112A9B">
      <w:pPr>
        <w:pStyle w:val="Odstavecseseznamem"/>
        <w:spacing w:before="120"/>
        <w:contextualSpacing w:val="0"/>
        <w:rPr>
          <w:rFonts w:eastAsia="Calibri"/>
        </w:rPr>
      </w:pPr>
      <w:r w:rsidRPr="00E23658">
        <w:t>„</w:t>
      </w:r>
      <w:r w:rsidRPr="00E23658">
        <w:rPr>
          <w:vertAlign w:val="superscript"/>
        </w:rPr>
        <w:t>24)</w:t>
      </w:r>
      <w:r w:rsidRPr="00E23658">
        <w:t xml:space="preserve"> </w:t>
      </w:r>
      <w:r w:rsidRPr="00E23658">
        <w:rPr>
          <w:rFonts w:eastAsia="Calibri"/>
        </w:rPr>
        <w:t>§ 113 a 113a školského zákona, ve znění pozdějších předpisů.“.</w:t>
      </w:r>
    </w:p>
    <w:p w:rsidR="00112A9B" w:rsidRPr="00E57449" w:rsidRDefault="00112A9B" w:rsidP="00515D66">
      <w:pPr>
        <w:pStyle w:val="Novelizanbod"/>
      </w:pPr>
      <w:r w:rsidRPr="00E57449">
        <w:t xml:space="preserve">V § 4 se na konci odstavce 4 tečka nahrazuje </w:t>
      </w:r>
      <w:proofErr w:type="gramStart"/>
      <w:r w:rsidRPr="00E23658">
        <w:t>slovem „</w:t>
      </w:r>
      <w:r w:rsidR="00515D66">
        <w:t xml:space="preserve"> </w:t>
      </w:r>
      <w:r w:rsidRPr="00E23658">
        <w:t>, nebo</w:t>
      </w:r>
      <w:proofErr w:type="gramEnd"/>
      <w:r w:rsidRPr="00E23658">
        <w:t xml:space="preserve">“ </w:t>
      </w:r>
      <w:r w:rsidRPr="00E57449">
        <w:t>a doplňuje se písmeno d), které včetně poznámky pod čarou č. 25 zní:</w:t>
      </w:r>
      <w:r>
        <w:t xml:space="preserve"> </w:t>
      </w:r>
    </w:p>
    <w:p w:rsidR="00112A9B" w:rsidRPr="00E57449" w:rsidRDefault="00112A9B" w:rsidP="00515D66">
      <w:pPr>
        <w:pStyle w:val="Psmeno"/>
        <w:rPr>
          <w:rFonts w:eastAsia="Calibri"/>
        </w:rPr>
      </w:pPr>
      <w:r w:rsidRPr="00E57449">
        <w:t>„</w:t>
      </w:r>
      <w:r w:rsidRPr="00E57449">
        <w:rPr>
          <w:rFonts w:eastAsia="Calibri"/>
        </w:rPr>
        <w:t>d) která vyučuje předmět v cizím jazyce za podmínek stanovených školským zákonem</w:t>
      </w:r>
      <w:r w:rsidRPr="00E57449">
        <w:rPr>
          <w:rFonts w:eastAsia="Calibri"/>
          <w:vertAlign w:val="superscript"/>
        </w:rPr>
        <w:t>25)</w:t>
      </w:r>
      <w:r w:rsidRPr="00E57449">
        <w:rPr>
          <w:rFonts w:eastAsia="Calibri"/>
        </w:rPr>
        <w:t>.</w:t>
      </w:r>
    </w:p>
    <w:p w:rsidR="00112A9B" w:rsidRPr="00E57449" w:rsidRDefault="00112A9B" w:rsidP="00515D66">
      <w:pPr>
        <w:pStyle w:val="Odstavecseseznamem"/>
        <w:ind w:hanging="720"/>
        <w:contextualSpacing w:val="0"/>
        <w:rPr>
          <w:rFonts w:eastAsia="Calibri"/>
        </w:rPr>
      </w:pPr>
      <w:r w:rsidRPr="00E57449">
        <w:t>____________________</w:t>
      </w:r>
    </w:p>
    <w:p w:rsidR="00112A9B" w:rsidRPr="00E57449" w:rsidRDefault="00112A9B" w:rsidP="00515D66">
      <w:pPr>
        <w:pStyle w:val="Odstavecseseznamem"/>
        <w:ind w:hanging="720"/>
        <w:contextualSpacing w:val="0"/>
        <w:rPr>
          <w:rFonts w:eastAsia="Calibri"/>
        </w:rPr>
      </w:pPr>
      <w:r w:rsidRPr="00E57449">
        <w:rPr>
          <w:rFonts w:eastAsia="Calibri"/>
          <w:vertAlign w:val="superscript"/>
        </w:rPr>
        <w:t>25)</w:t>
      </w:r>
      <w:r w:rsidR="0043682E">
        <w:rPr>
          <w:rFonts w:eastAsia="Calibri"/>
          <w:vertAlign w:val="superscript"/>
        </w:rPr>
        <w:tab/>
      </w:r>
      <w:r w:rsidRPr="00E57449">
        <w:rPr>
          <w:rFonts w:eastAsia="Calibri"/>
        </w:rPr>
        <w:t>§ 13 odst. 3 školského zákona.“.</w:t>
      </w:r>
    </w:p>
    <w:p w:rsidR="00112A9B" w:rsidRPr="00E57449" w:rsidRDefault="00112A9B" w:rsidP="00896751">
      <w:pPr>
        <w:pStyle w:val="Novelizanbod"/>
        <w:keepNext w:val="0"/>
      </w:pPr>
      <w:r w:rsidRPr="00E57449">
        <w:t>V § 5 odst. 2 se text „a)“ nahrazuje textem „b)“.</w:t>
      </w:r>
    </w:p>
    <w:p w:rsidR="00112A9B" w:rsidRPr="00E57449" w:rsidRDefault="00112A9B" w:rsidP="00896751">
      <w:pPr>
        <w:pStyle w:val="Novelizanbod"/>
        <w:keepNext w:val="0"/>
      </w:pPr>
      <w:r w:rsidRPr="00E57449">
        <w:t>V § 5 odst. 3 se slova „školský management,“ nahrazují slovy „zaměřeném na organizaci a řízení školství“.</w:t>
      </w:r>
    </w:p>
    <w:p w:rsidR="00112A9B" w:rsidRPr="00E57449" w:rsidRDefault="00112A9B" w:rsidP="00896751">
      <w:pPr>
        <w:pStyle w:val="Novelizanbod"/>
        <w:keepNext w:val="0"/>
      </w:pPr>
      <w:r w:rsidRPr="00E57449">
        <w:t>V § 6 odst. 1 se na konci textu písmene a) doplňují slova „nebo na přípravu učitelů prvního stupně základní školy“.</w:t>
      </w:r>
    </w:p>
    <w:p w:rsidR="00112A9B" w:rsidRPr="00E57449" w:rsidRDefault="00112A9B" w:rsidP="00896751">
      <w:pPr>
        <w:pStyle w:val="Novelizanbod"/>
        <w:keepNext w:val="0"/>
      </w:pPr>
      <w:r w:rsidRPr="00E57449">
        <w:t>V § 6 odst. 1 písm. b) se slova „přípravu učitelů prvního stupně základní školy,“ zrušují.</w:t>
      </w:r>
    </w:p>
    <w:p w:rsidR="00112A9B" w:rsidRPr="00E57449" w:rsidRDefault="00112A9B" w:rsidP="00896751">
      <w:pPr>
        <w:pStyle w:val="Novelizanbod"/>
        <w:keepNext w:val="0"/>
      </w:pPr>
      <w:r w:rsidRPr="00E57449">
        <w:t>V § 7 odst. 1 písm. b) se za slova „případně v akreditovaném“ vkládá slovo „magisterském“.</w:t>
      </w:r>
    </w:p>
    <w:p w:rsidR="00112A9B" w:rsidRPr="00E57449" w:rsidRDefault="00112A9B" w:rsidP="00515D66">
      <w:pPr>
        <w:pStyle w:val="Novelizanbod"/>
      </w:pPr>
      <w:r w:rsidRPr="00E57449">
        <w:t>V § 7 odst. 1 se za písmeno f) vkládají nová písmena g) a h), která znějí:</w:t>
      </w:r>
    </w:p>
    <w:p w:rsidR="00112A9B" w:rsidRPr="00E57449" w:rsidRDefault="00112A9B" w:rsidP="00515D66">
      <w:pPr>
        <w:pStyle w:val="Psmeno"/>
      </w:pPr>
      <w:r w:rsidRPr="00E57449">
        <w:t>„g)</w:t>
      </w:r>
      <w:r w:rsidR="0043682E">
        <w:tab/>
      </w:r>
      <w:r w:rsidRPr="00E57449">
        <w:t>v akreditovaném magisterském studijním programu v oblasti pedagogických věd zaměřené na přípravu učitelů předmětů výchovného zaměření druhého stupně základní školy nebo střední školy jen pro výuku odpovídajících předmětů výchovného zaměření,</w:t>
      </w:r>
    </w:p>
    <w:p w:rsidR="00112A9B" w:rsidRPr="00E57449" w:rsidRDefault="00112A9B" w:rsidP="00515D66">
      <w:pPr>
        <w:pStyle w:val="Psmeno"/>
      </w:pPr>
      <w:r w:rsidRPr="00E57449">
        <w:t>h)</w:t>
      </w:r>
      <w:r w:rsidR="0043682E">
        <w:tab/>
      </w:r>
      <w:r w:rsidRPr="00E57449">
        <w:t>v akreditovaném vysokoškolském studijním programu v oblasti pedagogických věd zaměřené na vychovatelství jen pro výuku předmětů výchovného zaměření,“.</w:t>
      </w:r>
    </w:p>
    <w:p w:rsidR="00112A9B" w:rsidRPr="00E57449" w:rsidRDefault="00112A9B" w:rsidP="00515D66">
      <w:pPr>
        <w:pStyle w:val="Odstavecseseznamem"/>
        <w:spacing w:before="120"/>
        <w:ind w:left="714" w:hanging="714"/>
        <w:contextualSpacing w:val="0"/>
      </w:pPr>
      <w:r w:rsidRPr="00E57449">
        <w:t>Dosavadní písmena g) a h) se označují jako písmena i) a j).</w:t>
      </w:r>
    </w:p>
    <w:p w:rsidR="00112A9B" w:rsidRPr="00E57449" w:rsidRDefault="00112A9B" w:rsidP="00515D66">
      <w:pPr>
        <w:pStyle w:val="Novelizanbod"/>
      </w:pPr>
      <w:r w:rsidRPr="00E57449">
        <w:t xml:space="preserve">V § 7 odst. 2 písm. b) se </w:t>
      </w:r>
      <w:proofErr w:type="gramStart"/>
      <w:r w:rsidRPr="00E57449">
        <w:t>slova „</w:t>
      </w:r>
      <w:r w:rsidR="0043682E">
        <w:t xml:space="preserve"> </w:t>
      </w:r>
      <w:r w:rsidRPr="00E57449">
        <w:t>, studijního</w:t>
      </w:r>
      <w:proofErr w:type="gramEnd"/>
      <w:r w:rsidRPr="00E57449">
        <w:t xml:space="preserve"> oboru speciální pedagogika,“ zrušují.</w:t>
      </w:r>
    </w:p>
    <w:p w:rsidR="00112A9B" w:rsidRPr="00E57449" w:rsidRDefault="00112A9B" w:rsidP="00515D66">
      <w:pPr>
        <w:pStyle w:val="Novelizanbod"/>
      </w:pPr>
      <w:r w:rsidRPr="00E57449">
        <w:t xml:space="preserve">Za § 7 se </w:t>
      </w:r>
      <w:r w:rsidRPr="00E23658">
        <w:t>vkládá</w:t>
      </w:r>
      <w:r>
        <w:t xml:space="preserve"> </w:t>
      </w:r>
      <w:r w:rsidRPr="00E57449">
        <w:t>nový § 7a, který včetně nadpisu zní:</w:t>
      </w:r>
    </w:p>
    <w:p w:rsidR="00112A9B" w:rsidRPr="00E57449" w:rsidRDefault="00112A9B" w:rsidP="00515D66">
      <w:pPr>
        <w:pStyle w:val="Paragraf"/>
      </w:pPr>
      <w:r w:rsidRPr="00E57449">
        <w:t>„</w:t>
      </w:r>
      <w:r w:rsidR="00515D66">
        <w:t>§</w:t>
      </w:r>
      <w:r w:rsidRPr="00E57449">
        <w:t xml:space="preserve"> 7a</w:t>
      </w:r>
    </w:p>
    <w:p w:rsidR="00112A9B" w:rsidRPr="00E57449" w:rsidRDefault="00112A9B" w:rsidP="00515D66">
      <w:pPr>
        <w:pStyle w:val="Nadpisparagrafu"/>
        <w:rPr>
          <w:rFonts w:eastAsia="Calibri"/>
        </w:rPr>
      </w:pPr>
      <w:r w:rsidRPr="00E57449">
        <w:rPr>
          <w:rFonts w:eastAsia="Calibri"/>
        </w:rPr>
        <w:t>Společné způsoby získání odborné kvalifikace učitele druhého stupně základní školy a</w:t>
      </w:r>
      <w:r w:rsidR="0043682E">
        <w:rPr>
          <w:rFonts w:eastAsia="Calibri"/>
        </w:rPr>
        <w:t> </w:t>
      </w:r>
      <w:r w:rsidRPr="00E57449">
        <w:rPr>
          <w:rFonts w:eastAsia="Calibri"/>
        </w:rPr>
        <w:t>učitele všeobecně-vzdělávacích předmětů střední školy</w:t>
      </w:r>
    </w:p>
    <w:p w:rsidR="00112A9B" w:rsidRPr="00E57449" w:rsidRDefault="00112A9B" w:rsidP="00515D66">
      <w:pPr>
        <w:pStyle w:val="Textlnku"/>
        <w:rPr>
          <w:rFonts w:eastAsia="Calibri"/>
        </w:rPr>
      </w:pPr>
      <w:r w:rsidRPr="00E57449">
        <w:rPr>
          <w:rFonts w:eastAsia="Calibri"/>
        </w:rPr>
        <w:t>Učitel druhého stupně základní školy a učitel všeobecně-vzdělávacích předmětů střední školy získává odbornou kvalifikaci vysokoškolským vzděláním získaným studiem v akreditovaném magisterském studijním programu</w:t>
      </w:r>
    </w:p>
    <w:p w:rsidR="00112A9B" w:rsidRPr="00E57449" w:rsidRDefault="00112A9B" w:rsidP="00515D66">
      <w:pPr>
        <w:pStyle w:val="Textpsmene"/>
        <w:rPr>
          <w:rFonts w:eastAsia="Calibri"/>
        </w:rPr>
      </w:pPr>
      <w:r w:rsidRPr="00E57449">
        <w:rPr>
          <w:rFonts w:eastAsia="Calibri"/>
        </w:rPr>
        <w:t>v oblasti pedagogických věd zaměřené na přípravu učitelů druhého stupně základní školy nebo na přípravu učitelů střední školy,</w:t>
      </w:r>
    </w:p>
    <w:p w:rsidR="00112A9B" w:rsidRPr="00E57449" w:rsidRDefault="00112A9B" w:rsidP="00515D66">
      <w:pPr>
        <w:pStyle w:val="Textpsmene"/>
        <w:rPr>
          <w:rFonts w:eastAsia="Calibri"/>
        </w:rPr>
      </w:pPr>
      <w:proofErr w:type="gramStart"/>
      <w:r w:rsidRPr="00E57449">
        <w:rPr>
          <w:rFonts w:eastAsia="Calibri"/>
        </w:rPr>
        <w:t>jiném</w:t>
      </w:r>
      <w:proofErr w:type="gramEnd"/>
      <w:r w:rsidRPr="00E57449">
        <w:rPr>
          <w:rFonts w:eastAsia="Calibri"/>
        </w:rPr>
        <w:t xml:space="preserve"> než podle písmene a) a</w:t>
      </w:r>
    </w:p>
    <w:p w:rsidR="00112A9B" w:rsidRPr="00E57449" w:rsidRDefault="00112A9B" w:rsidP="00515D66">
      <w:pPr>
        <w:pStyle w:val="Textbodu"/>
        <w:rPr>
          <w:rFonts w:eastAsia="Calibri"/>
        </w:rPr>
      </w:pPr>
      <w:r w:rsidRPr="00E57449">
        <w:rPr>
          <w:rFonts w:eastAsia="Calibri"/>
        </w:rPr>
        <w:t xml:space="preserve"> vysokoškolským vzděláním získaným studiem v akreditovaném bakalářském studijním programu v oblasti pedagogických věd zaměřené na přípravu učitelů druhého stupně základní školy nebo střední školy, </w:t>
      </w:r>
    </w:p>
    <w:p w:rsidR="00112A9B" w:rsidRDefault="00112A9B" w:rsidP="00515D66">
      <w:pPr>
        <w:pStyle w:val="Textbodu"/>
        <w:rPr>
          <w:rFonts w:eastAsia="Calibri"/>
        </w:rPr>
      </w:pPr>
      <w:r w:rsidRPr="00515D66">
        <w:rPr>
          <w:rFonts w:eastAsia="Calibri"/>
        </w:rPr>
        <w:t xml:space="preserve"> vzděláním v programu celoživotního vzdělávání uskutečňovaném vysokou školou zaměřeném na přípravu učitelů druhého stupně základní školy nebo střední školy, </w:t>
      </w:r>
      <w:r w:rsidR="00263C87">
        <w:rPr>
          <w:rFonts w:eastAsia="Calibri"/>
        </w:rPr>
        <w:t>nebo</w:t>
      </w:r>
    </w:p>
    <w:p w:rsidR="00263C87" w:rsidRPr="00263C87" w:rsidRDefault="00263C87" w:rsidP="00263C87">
      <w:pPr>
        <w:pStyle w:val="Textbodu"/>
        <w:rPr>
          <w:rFonts w:eastAsia="Calibri"/>
        </w:rPr>
      </w:pPr>
      <w:r w:rsidRPr="00B631BA">
        <w:t>studiem pedagogiky,</w:t>
      </w:r>
    </w:p>
    <w:p w:rsidR="00112A9B" w:rsidRPr="00E57449" w:rsidRDefault="00112A9B" w:rsidP="00515D66">
      <w:pPr>
        <w:pStyle w:val="Textpsmene"/>
        <w:rPr>
          <w:rFonts w:eastAsia="Calibri"/>
        </w:rPr>
      </w:pPr>
      <w:r w:rsidRPr="00E57449">
        <w:rPr>
          <w:rFonts w:eastAsia="Calibri"/>
        </w:rPr>
        <w:t>v oblasti pedagogických věd zaměřené na přípravu učitelů základní umělecké školy studijního oboru, který odpovídá charakteru vyučovaného předmětu, jen pro výuku odpovídajícího předmětu, nebo</w:t>
      </w:r>
    </w:p>
    <w:p w:rsidR="00112A9B" w:rsidRPr="00E57449" w:rsidRDefault="00112A9B" w:rsidP="00515D66">
      <w:pPr>
        <w:pStyle w:val="Textpsmene"/>
        <w:rPr>
          <w:rFonts w:eastAsia="Calibri"/>
        </w:rPr>
      </w:pPr>
      <w:r w:rsidRPr="00E57449">
        <w:rPr>
          <w:rFonts w:eastAsia="Calibri"/>
        </w:rPr>
        <w:t>podle § 12 jen pro výuku cizího jazyka.“.</w:t>
      </w:r>
    </w:p>
    <w:p w:rsidR="00112A9B" w:rsidRPr="00E57449" w:rsidRDefault="00112A9B" w:rsidP="00515D66">
      <w:pPr>
        <w:pStyle w:val="Novelizanbod"/>
      </w:pPr>
      <w:r w:rsidRPr="00E57449">
        <w:t>V § 8 se odstavec 1 zrušuje.</w:t>
      </w:r>
    </w:p>
    <w:p w:rsidR="00112A9B" w:rsidRPr="00E57449" w:rsidRDefault="00112A9B" w:rsidP="00515D66">
      <w:pPr>
        <w:pStyle w:val="Odstavecseseznamem"/>
        <w:ind w:left="714" w:hanging="714"/>
        <w:contextualSpacing w:val="0"/>
      </w:pPr>
      <w:r w:rsidRPr="00E57449">
        <w:t>Dosavadní odstavce 2 až 4 se označují jako odstavce 1 až 3.</w:t>
      </w:r>
    </w:p>
    <w:p w:rsidR="00112A9B" w:rsidRPr="00E57449" w:rsidRDefault="00112A9B" w:rsidP="00515D66">
      <w:pPr>
        <w:pStyle w:val="Novelizanbod"/>
      </w:pPr>
      <w:r w:rsidRPr="00E57449">
        <w:t>V § 8 odst. 1 se písmeno b) zrušuje.</w:t>
      </w:r>
    </w:p>
    <w:p w:rsidR="00112A9B" w:rsidRPr="00E57449" w:rsidRDefault="00112A9B" w:rsidP="00515D66">
      <w:pPr>
        <w:pStyle w:val="Odstavecseseznamem"/>
        <w:ind w:left="714" w:hanging="714"/>
        <w:contextualSpacing w:val="0"/>
      </w:pPr>
      <w:r w:rsidRPr="00E57449">
        <w:t>Dosavadní písmena c) a d) se označují jako písmena b) a c).</w:t>
      </w:r>
    </w:p>
    <w:p w:rsidR="00112A9B" w:rsidRPr="00E57449" w:rsidRDefault="00112A9B" w:rsidP="00896751">
      <w:pPr>
        <w:pStyle w:val="Novelizanbod"/>
        <w:keepNext w:val="0"/>
      </w:pPr>
      <w:r w:rsidRPr="00E57449">
        <w:t xml:space="preserve">V § 8 odst. 1 písm. b) se za slova „základní školy a“ </w:t>
      </w:r>
      <w:r w:rsidRPr="00BA4449">
        <w:t>vkládají</w:t>
      </w:r>
      <w:r>
        <w:t xml:space="preserve"> </w:t>
      </w:r>
      <w:r w:rsidRPr="00E57449">
        <w:t>slova „vysokoškolským vzděláním získaným studiem v akreditovaném bakalářském studijním programu v oblasti pedagogických věd zaměřené na speciální pedagogiku nebo“.</w:t>
      </w:r>
    </w:p>
    <w:p w:rsidR="00112A9B" w:rsidRPr="00E57449" w:rsidRDefault="00112A9B" w:rsidP="00515D66">
      <w:pPr>
        <w:pStyle w:val="Novelizanbod"/>
      </w:pPr>
      <w:r w:rsidRPr="00E57449">
        <w:t>V § 8 odst. 1 písm. c) se slova „odstavce 1“ nahrazují textem „§ 7a“.</w:t>
      </w:r>
    </w:p>
    <w:p w:rsidR="00112A9B" w:rsidRPr="00E57449" w:rsidRDefault="00112A9B" w:rsidP="00515D66">
      <w:pPr>
        <w:pStyle w:val="Novelizanbod"/>
      </w:pPr>
      <w:r w:rsidRPr="00E57449">
        <w:t>V § 9 se odstavec 1 zrušuje.</w:t>
      </w:r>
    </w:p>
    <w:p w:rsidR="00112A9B" w:rsidRPr="00E57449" w:rsidRDefault="00112A9B" w:rsidP="00515D66">
      <w:pPr>
        <w:pStyle w:val="Odstavecseseznamem"/>
        <w:ind w:hanging="720"/>
        <w:contextualSpacing w:val="0"/>
      </w:pPr>
      <w:r w:rsidRPr="00E57449">
        <w:t>Dosavadní odstavce 2 až 9 se označují jako odstavce 1 až 8.</w:t>
      </w:r>
    </w:p>
    <w:p w:rsidR="00112A9B" w:rsidRPr="00E57449" w:rsidRDefault="00112A9B" w:rsidP="00515D66">
      <w:pPr>
        <w:pStyle w:val="Novelizanbod"/>
      </w:pPr>
      <w:r w:rsidRPr="00E57449">
        <w:t>V § 9 odst. 4 písm. a) se slova „odstavce 3, nebo“ nahrazují slovy „odstavce 2,“.</w:t>
      </w:r>
    </w:p>
    <w:p w:rsidR="00112A9B" w:rsidRPr="00E57449" w:rsidRDefault="00112A9B" w:rsidP="00515D66">
      <w:pPr>
        <w:pStyle w:val="Novelizanbod"/>
      </w:pPr>
      <w:r w:rsidRPr="00E57449">
        <w:t>V § 9 odst. 4 se za písmeno a) vkládá nové písmeno b), které zní:</w:t>
      </w:r>
    </w:p>
    <w:p w:rsidR="00112A9B" w:rsidRPr="00E57449" w:rsidRDefault="00112A9B" w:rsidP="00515D66">
      <w:pPr>
        <w:pStyle w:val="Psmeno"/>
        <w:rPr>
          <w:rFonts w:eastAsia="Calibri"/>
        </w:rPr>
      </w:pPr>
      <w:r w:rsidRPr="00E57449">
        <w:t>„</w:t>
      </w:r>
      <w:r w:rsidRPr="00E57449">
        <w:rPr>
          <w:rFonts w:eastAsia="Calibri"/>
        </w:rPr>
        <w:t xml:space="preserve">b) středním vzděláním s maturitní zkouškou získaným ukončením vzdělávacího programu středního vzdělávání v oboru vzdělání, který odpovídá charakteru vyučovaného předmětu, a získáním profesní kvalifikace pro činnost instruktora </w:t>
      </w:r>
      <w:r>
        <w:rPr>
          <w:rFonts w:eastAsia="Calibri"/>
        </w:rPr>
        <w:t>u </w:t>
      </w:r>
      <w:r w:rsidRPr="00E57449">
        <w:rPr>
          <w:rFonts w:eastAsia="Calibri"/>
        </w:rPr>
        <w:t>poskytovatele praktického vyučování podle zákona o uznávání výsledků dalšího vzdělávání, nebo“.</w:t>
      </w:r>
    </w:p>
    <w:p w:rsidR="00112A9B" w:rsidRPr="00E57449" w:rsidRDefault="00112A9B" w:rsidP="00515D66">
      <w:pPr>
        <w:pStyle w:val="Odstavecseseznamem"/>
        <w:spacing w:before="120"/>
        <w:ind w:left="714" w:hanging="714"/>
        <w:contextualSpacing w:val="0"/>
      </w:pPr>
      <w:r w:rsidRPr="00E57449">
        <w:t>Dosavadní písmeno b) se označuje jako písmeno c).</w:t>
      </w:r>
    </w:p>
    <w:p w:rsidR="00112A9B" w:rsidRPr="00E57449" w:rsidRDefault="00112A9B" w:rsidP="00515D66">
      <w:pPr>
        <w:pStyle w:val="Novelizanbod"/>
      </w:pPr>
      <w:r w:rsidRPr="00E57449">
        <w:t xml:space="preserve">V § 9 odst. 4 písm. c) </w:t>
      </w:r>
      <w:r w:rsidR="00FF5D26">
        <w:t xml:space="preserve">se na konci </w:t>
      </w:r>
      <w:r w:rsidRPr="00E57449">
        <w:t>bod</w:t>
      </w:r>
      <w:r w:rsidR="00FF5D26">
        <w:t>u</w:t>
      </w:r>
      <w:r w:rsidRPr="00E57449">
        <w:t xml:space="preserve"> 2 slovo „nebo“ zrušuje.</w:t>
      </w:r>
    </w:p>
    <w:p w:rsidR="00112A9B" w:rsidRPr="00E57449" w:rsidRDefault="00112A9B" w:rsidP="00515D66">
      <w:pPr>
        <w:pStyle w:val="Novelizanbod"/>
      </w:pPr>
      <w:r w:rsidRPr="00E57449">
        <w:t xml:space="preserve">V § 9 odst. 4 </w:t>
      </w:r>
      <w:r w:rsidRPr="00BA4449">
        <w:t>se na konci písmene c)</w:t>
      </w:r>
      <w:r>
        <w:t xml:space="preserve"> </w:t>
      </w:r>
      <w:r w:rsidRPr="00E57449">
        <w:t xml:space="preserve">tečka nahrazuje </w:t>
      </w:r>
      <w:proofErr w:type="gramStart"/>
      <w:r w:rsidRPr="00E57449">
        <w:t>slovem „</w:t>
      </w:r>
      <w:r w:rsidR="003A10D5">
        <w:t xml:space="preserve"> </w:t>
      </w:r>
      <w:r w:rsidRPr="00E57449">
        <w:t>, nebo</w:t>
      </w:r>
      <w:proofErr w:type="gramEnd"/>
      <w:r w:rsidRPr="00E57449">
        <w:t>“ a doplňuje se bod 4, který zní:</w:t>
      </w:r>
    </w:p>
    <w:p w:rsidR="00112A9B" w:rsidRPr="00E57449" w:rsidRDefault="00112A9B" w:rsidP="00112A9B">
      <w:pPr>
        <w:pStyle w:val="Odstavecseseznamem"/>
        <w:contextualSpacing w:val="0"/>
        <w:rPr>
          <w:rFonts w:eastAsia="Calibri"/>
        </w:rPr>
      </w:pPr>
      <w:r w:rsidRPr="00E57449">
        <w:t xml:space="preserve">„4. </w:t>
      </w:r>
      <w:r w:rsidRPr="00E57449">
        <w:rPr>
          <w:rFonts w:eastAsia="Calibri"/>
        </w:rPr>
        <w:t>získáním profesní kvalifikace pro činnost instruktora u poskytovatele praktického vyučování podle zákona o uznávání výsledků dalšího vzdělávání.“.</w:t>
      </w:r>
    </w:p>
    <w:p w:rsidR="00112A9B" w:rsidRPr="00E57449" w:rsidRDefault="00112A9B" w:rsidP="00515D66">
      <w:pPr>
        <w:pStyle w:val="Novelizanbod"/>
      </w:pPr>
      <w:r w:rsidRPr="00E57449">
        <w:t xml:space="preserve">V § 9 odst. 5 se </w:t>
      </w:r>
      <w:r w:rsidRPr="00BA4449">
        <w:t>slova</w:t>
      </w:r>
      <w:r>
        <w:t xml:space="preserve"> </w:t>
      </w:r>
      <w:r w:rsidRPr="00E57449">
        <w:t xml:space="preserve">„3 a 4“ </w:t>
      </w:r>
      <w:r w:rsidRPr="00BA4449">
        <w:t>nahrazují slovy</w:t>
      </w:r>
      <w:r>
        <w:t xml:space="preserve"> </w:t>
      </w:r>
      <w:r w:rsidRPr="00E57449">
        <w:t>„2 a 3“.</w:t>
      </w:r>
    </w:p>
    <w:p w:rsidR="00112A9B" w:rsidRPr="00E57449" w:rsidRDefault="00112A9B" w:rsidP="00515D66">
      <w:pPr>
        <w:pStyle w:val="Novelizanbod"/>
      </w:pPr>
      <w:r w:rsidRPr="00E57449">
        <w:t>V § 9 odst. 6 písm. a) se slova „odstavců 1 až 6“ nahrazují slovy „§ 7a nebo podle odstavců 1 až 5“.</w:t>
      </w:r>
    </w:p>
    <w:p w:rsidR="00112A9B" w:rsidRPr="00E57449" w:rsidRDefault="00112A9B" w:rsidP="00515D66">
      <w:pPr>
        <w:pStyle w:val="Novelizanbod"/>
      </w:pPr>
      <w:r w:rsidRPr="00E57449">
        <w:t>V § 9 odst. 6 se na konci textu písmene c) doplňují slova „</w:t>
      </w:r>
      <w:r>
        <w:rPr>
          <w:rFonts w:eastAsia="Calibri"/>
        </w:rPr>
        <w:t>nebo vzděláním podle § 7 </w:t>
      </w:r>
      <w:r w:rsidRPr="00E57449">
        <w:rPr>
          <w:rFonts w:eastAsia="Calibri"/>
        </w:rPr>
        <w:t>odst.</w:t>
      </w:r>
      <w:r w:rsidR="008245B3">
        <w:rPr>
          <w:rFonts w:eastAsia="Calibri"/>
        </w:rPr>
        <w:t> </w:t>
      </w:r>
      <w:r w:rsidRPr="00E57449">
        <w:rPr>
          <w:rFonts w:eastAsia="Calibri"/>
        </w:rPr>
        <w:t>2 nebo § 8 odst. 1“.</w:t>
      </w:r>
    </w:p>
    <w:p w:rsidR="00112A9B" w:rsidRPr="00E57449" w:rsidRDefault="00112A9B" w:rsidP="00515D66">
      <w:pPr>
        <w:pStyle w:val="Novelizanbod"/>
      </w:pPr>
      <w:r w:rsidRPr="00E57449">
        <w:t>Za § 9 se vkládá nový § 9a, který zní:</w:t>
      </w:r>
    </w:p>
    <w:p w:rsidR="00112A9B" w:rsidRPr="00E57449" w:rsidRDefault="00112A9B" w:rsidP="00515D66">
      <w:pPr>
        <w:pStyle w:val="Paragraf"/>
        <w:rPr>
          <w:rFonts w:eastAsia="Calibri"/>
        </w:rPr>
      </w:pPr>
      <w:r w:rsidRPr="00E57449">
        <w:t>„</w:t>
      </w:r>
      <w:r w:rsidR="00515D66">
        <w:t>§</w:t>
      </w:r>
      <w:r w:rsidRPr="00E57449">
        <w:rPr>
          <w:rFonts w:eastAsia="Calibri"/>
        </w:rPr>
        <w:t xml:space="preserve"> 9a</w:t>
      </w:r>
    </w:p>
    <w:p w:rsidR="00112A9B" w:rsidRPr="00896751" w:rsidRDefault="00112A9B" w:rsidP="001F7CA0">
      <w:pPr>
        <w:pStyle w:val="Textodstavce"/>
        <w:numPr>
          <w:ilvl w:val="0"/>
          <w:numId w:val="6"/>
        </w:numPr>
        <w:rPr>
          <w:rFonts w:eastAsia="Calibri"/>
        </w:rPr>
      </w:pPr>
      <w:r w:rsidRPr="00896751">
        <w:rPr>
          <w:rFonts w:eastAsia="Calibri"/>
        </w:rPr>
        <w:t>Zaměstnanci, který je absolventem akreditovaného magisterského studijního programu, může ředitel školy písemně uznat předpoklad odborné kvalifikace učitele druhého stupně základní školy nebo učitele všeobecně-vzdělávacích předmětů střední školy za splněný na dobu nejdéle 3 let ode dne, kdy tuto pedagogickou činnost začal vykonávat.</w:t>
      </w:r>
    </w:p>
    <w:p w:rsidR="00112A9B" w:rsidRPr="00896751" w:rsidRDefault="00112A9B" w:rsidP="001F7CA0">
      <w:pPr>
        <w:pStyle w:val="Textodstavce"/>
        <w:numPr>
          <w:ilvl w:val="0"/>
          <w:numId w:val="6"/>
        </w:numPr>
        <w:rPr>
          <w:rFonts w:eastAsia="Calibri"/>
        </w:rPr>
      </w:pPr>
      <w:r w:rsidRPr="00896751">
        <w:rPr>
          <w:rFonts w:eastAsia="Calibri"/>
        </w:rPr>
        <w:t>Zaměstnanci, který je absolventem akreditovaného magisterského studijního programu, jehož zaměření odpovídá charakteru vyučovaného předmětu, a který vykonával souvislou praxi v oboru po dobu nejméně 5 let, může ředitel školy písemně uznat předpoklad odborné kvalifikace učitele odborných předmětů, praktického vyučování nebo odborného výcviku za splněný na dobu nejdéle 3 let ode dne, kdy tuto pedagogickou činnost začal vykonávat.</w:t>
      </w:r>
    </w:p>
    <w:p w:rsidR="00112A9B" w:rsidRPr="00896751" w:rsidRDefault="00112A9B" w:rsidP="001F7CA0">
      <w:pPr>
        <w:pStyle w:val="Textodstavce"/>
        <w:numPr>
          <w:ilvl w:val="0"/>
          <w:numId w:val="6"/>
        </w:numPr>
        <w:rPr>
          <w:rFonts w:eastAsia="Calibri"/>
        </w:rPr>
      </w:pPr>
      <w:r w:rsidRPr="00896751">
        <w:rPr>
          <w:rFonts w:eastAsia="Calibri"/>
        </w:rPr>
        <w:t>Zaměstnanci, který je absolventem alespoň středního vzdělání s maturitní zkouškou v oboru, který odpovídá charakteru vyučovaného předmětu, a který vykonával souvislou praxi v oboru po dobu nejméně 5 let, může ředitel školy písemně uznat předpoklad odborné kvalifikace učitele praktického vyučování nebo odborného výcviku za splněný na dobu nejdéle 3 let ode dne, kdy tuto pedagogickou činnost začal vykonávat.</w:t>
      </w:r>
    </w:p>
    <w:p w:rsidR="00F953E6" w:rsidRPr="00896751" w:rsidRDefault="00112A9B" w:rsidP="001F7CA0">
      <w:pPr>
        <w:pStyle w:val="Textodstavce"/>
        <w:numPr>
          <w:ilvl w:val="0"/>
          <w:numId w:val="6"/>
        </w:numPr>
        <w:rPr>
          <w:rFonts w:eastAsia="Calibri"/>
        </w:rPr>
      </w:pPr>
      <w:r w:rsidRPr="00896751">
        <w:rPr>
          <w:rFonts w:eastAsia="Calibri"/>
        </w:rPr>
        <w:t>Zaměstnanci, který je absolventem alespoň středního vzdělání s výučním listem v</w:t>
      </w:r>
      <w:r w:rsidR="003A10D5" w:rsidRPr="00896751">
        <w:rPr>
          <w:rFonts w:eastAsia="Calibri"/>
        </w:rPr>
        <w:t> </w:t>
      </w:r>
      <w:r w:rsidRPr="00896751">
        <w:rPr>
          <w:rFonts w:eastAsia="Calibri"/>
        </w:rPr>
        <w:t>oboru, který odpovídá charakteru vyučovaného předmětu, a který vykonával souvislou praxi v oboru po dobu nejméně 5 let, může ředitel školy písemně uznat předpoklad odborné kvalifikace učitele odborného výcviku za splněný na dobu nejdéle 3 let ode dne, kdy tuto pedagogickou činnost začal vykonávat.</w:t>
      </w:r>
    </w:p>
    <w:p w:rsidR="00112A9B" w:rsidRPr="0043682E" w:rsidRDefault="00F953E6" w:rsidP="001F7CA0">
      <w:pPr>
        <w:pStyle w:val="Textodstavce"/>
        <w:numPr>
          <w:ilvl w:val="0"/>
          <w:numId w:val="6"/>
        </w:numPr>
        <w:rPr>
          <w:rFonts w:eastAsia="Calibri"/>
        </w:rPr>
      </w:pPr>
      <w:r w:rsidRPr="0043682E">
        <w:rPr>
          <w:rFonts w:eastAsia="Roboto"/>
        </w:rPr>
        <w:t>Zaměstnanci, který získal vysokoškolské vzdělání v akreditovaném bakalářském studijním programu v oblasti pedagogických věd a současně je studentem akreditovaného magisterského studijního programu zaměřeného na přípravu učitelů všeobecně-vzdělávacích předmětů druhého stupně základní školy nebo střední školy, který navazuje na bakalářský studijní program, může ředitel školy písemně uznat předpoklad odborné kvalifikace učitele druhého stupně základní školy nebo učitele všeobecně-vzdělávacích předmětů střední školy na této škole za splněný po dobu studia tohoto akreditovaného magisterského studijního programu, nejdéle však na dobu 3 let ode dne zahájení studia tohoto studijního programu.“.</w:t>
      </w:r>
    </w:p>
    <w:p w:rsidR="00112A9B" w:rsidRPr="00E57449" w:rsidRDefault="00112A9B" w:rsidP="00515D66">
      <w:pPr>
        <w:pStyle w:val="Novelizanbod"/>
      </w:pPr>
      <w:r w:rsidRPr="00E57449">
        <w:t>V § 12 písm. b) se za slovo „akreditovaného“ vkládá slovo „magisterského“.</w:t>
      </w:r>
    </w:p>
    <w:p w:rsidR="00112A9B" w:rsidRPr="00E57449" w:rsidRDefault="00112A9B" w:rsidP="00515D66">
      <w:pPr>
        <w:pStyle w:val="Novelizanbod"/>
      </w:pPr>
      <w:r w:rsidRPr="00E57449">
        <w:t>V § 15 se číslo „5“ nahrazuje číslem „4“.</w:t>
      </w:r>
    </w:p>
    <w:p w:rsidR="00112A9B" w:rsidRPr="00E57449" w:rsidRDefault="00112A9B" w:rsidP="00515D66">
      <w:pPr>
        <w:pStyle w:val="Novelizanbod"/>
      </w:pPr>
      <w:r w:rsidRPr="00E57449">
        <w:t>V § 16 odst. 1 písmeno h) zní:</w:t>
      </w:r>
    </w:p>
    <w:p w:rsidR="00112A9B" w:rsidRPr="00E57449" w:rsidRDefault="00112A9B" w:rsidP="00515D66">
      <w:pPr>
        <w:pStyle w:val="Psmeno"/>
        <w:rPr>
          <w:rFonts w:eastAsia="Calibri"/>
        </w:rPr>
      </w:pPr>
      <w:r w:rsidRPr="00E57449">
        <w:rPr>
          <w:rFonts w:eastAsia="Calibri"/>
        </w:rPr>
        <w:t>„h)</w:t>
      </w:r>
      <w:r w:rsidR="0043682E">
        <w:rPr>
          <w:rFonts w:eastAsia="Calibri"/>
        </w:rPr>
        <w:tab/>
      </w:r>
      <w:r w:rsidRPr="00E57449">
        <w:rPr>
          <w:rFonts w:eastAsia="Calibri"/>
        </w:rPr>
        <w:t>středním vzděláním s maturitní zkouškou získaným ukončením jiného vzdělávacího programu středního vzdělávání než podle písmene f) a g) a</w:t>
      </w:r>
    </w:p>
    <w:p w:rsidR="00112A9B" w:rsidRPr="00E57449" w:rsidRDefault="00112A9B" w:rsidP="00515D66">
      <w:pPr>
        <w:pStyle w:val="Textbodu"/>
        <w:rPr>
          <w:rFonts w:eastAsia="Calibri"/>
        </w:rPr>
      </w:pPr>
      <w:r w:rsidRPr="00E57449">
        <w:rPr>
          <w:rFonts w:eastAsia="Calibri"/>
        </w:rPr>
        <w:t xml:space="preserve">vzděláním v programu celoživotního vzdělávání </w:t>
      </w:r>
      <w:r>
        <w:rPr>
          <w:rFonts w:eastAsia="Calibri"/>
        </w:rPr>
        <w:t>uskutečňovaném vysokou školou a </w:t>
      </w:r>
      <w:r w:rsidRPr="00E57449">
        <w:rPr>
          <w:rFonts w:eastAsia="Calibri"/>
        </w:rPr>
        <w:t>zaměřeném na vychovatelství nebo sociální pedagogiku nebo pedagogiku volného času nebo na přípravu učitelů základní školy nebo střední školy, nebo</w:t>
      </w:r>
    </w:p>
    <w:p w:rsidR="00112A9B" w:rsidRPr="00E57449" w:rsidRDefault="00112A9B" w:rsidP="00515D66">
      <w:pPr>
        <w:pStyle w:val="Textbodu"/>
        <w:rPr>
          <w:rFonts w:eastAsia="Calibri"/>
        </w:rPr>
      </w:pPr>
      <w:r w:rsidRPr="00E57449">
        <w:rPr>
          <w:rFonts w:eastAsia="Calibri"/>
        </w:rPr>
        <w:t>studiem pedagogiky.“.</w:t>
      </w:r>
    </w:p>
    <w:p w:rsidR="00112A9B" w:rsidRPr="00E57449" w:rsidRDefault="00112A9B" w:rsidP="008245B3">
      <w:pPr>
        <w:pStyle w:val="Novelizanbod"/>
        <w:keepNext w:val="0"/>
      </w:pPr>
      <w:r w:rsidRPr="00E57449">
        <w:t>V § 17 odst. 1 písmeno b) zní:</w:t>
      </w:r>
    </w:p>
    <w:p w:rsidR="00112A9B" w:rsidRPr="00E57449" w:rsidRDefault="00112A9B" w:rsidP="008245B3">
      <w:pPr>
        <w:pStyle w:val="Psmeno"/>
        <w:keepNext w:val="0"/>
      </w:pPr>
      <w:r w:rsidRPr="00E57449">
        <w:t>„b)</w:t>
      </w:r>
      <w:r w:rsidR="0043682E">
        <w:tab/>
      </w:r>
      <w:r w:rsidRPr="00E57449">
        <w:t>vysokoškolským vzděláním podle § 7 až 9, 12 nebo 14,“.</w:t>
      </w:r>
    </w:p>
    <w:p w:rsidR="00112A9B" w:rsidRPr="00E57449" w:rsidRDefault="00112A9B" w:rsidP="008245B3">
      <w:pPr>
        <w:pStyle w:val="Novelizanbod"/>
        <w:keepNext w:val="0"/>
      </w:pPr>
      <w:r w:rsidRPr="00E57449">
        <w:t>V § 17 odst. 1 písmeno d) zní:</w:t>
      </w:r>
    </w:p>
    <w:p w:rsidR="00112A9B" w:rsidRPr="00E57449" w:rsidRDefault="00112A9B" w:rsidP="008245B3">
      <w:pPr>
        <w:pStyle w:val="Psmeno"/>
        <w:keepNext w:val="0"/>
      </w:pPr>
      <w:r w:rsidRPr="00E57449">
        <w:t>„d)</w:t>
      </w:r>
      <w:r w:rsidR="0043682E">
        <w:tab/>
      </w:r>
      <w:r w:rsidRPr="00E57449">
        <w:t>vzděláním podle § 10 odst. 1,“.</w:t>
      </w:r>
    </w:p>
    <w:p w:rsidR="00112A9B" w:rsidRPr="00BA4449" w:rsidRDefault="00112A9B" w:rsidP="00515D66">
      <w:pPr>
        <w:pStyle w:val="Novelizanbod"/>
      </w:pPr>
      <w:r w:rsidRPr="00BA4449">
        <w:t>V § 17 odst. 1 písmeno f) zní:</w:t>
      </w:r>
    </w:p>
    <w:p w:rsidR="00112A9B" w:rsidRPr="00BA4449" w:rsidRDefault="00112A9B" w:rsidP="00515D66">
      <w:pPr>
        <w:pStyle w:val="Psmeno"/>
      </w:pPr>
      <w:r w:rsidRPr="00BA4449">
        <w:t>„f)</w:t>
      </w:r>
      <w:r w:rsidRPr="00BA4449">
        <w:tab/>
        <w:t>alespoň středním vzděláním s maturitní zkouškou a</w:t>
      </w:r>
    </w:p>
    <w:p w:rsidR="00112A9B" w:rsidRPr="00BA4449" w:rsidRDefault="00112A9B" w:rsidP="001F7CA0">
      <w:pPr>
        <w:pStyle w:val="Textbodu"/>
        <w:numPr>
          <w:ilvl w:val="2"/>
          <w:numId w:val="10"/>
        </w:numPr>
      </w:pPr>
      <w:r w:rsidRPr="00BA4449">
        <w:t>vzděláním v programu celoživotního vzdělávání uskutečňovaném vysokou školou a zaměřeném na pedagogiku,</w:t>
      </w:r>
    </w:p>
    <w:p w:rsidR="00112A9B" w:rsidRPr="00BA4449" w:rsidRDefault="00112A9B" w:rsidP="001F7CA0">
      <w:pPr>
        <w:pStyle w:val="Textbodu"/>
        <w:numPr>
          <w:ilvl w:val="2"/>
          <w:numId w:val="10"/>
        </w:numPr>
      </w:pPr>
      <w:r w:rsidRPr="00BA4449">
        <w:t>studiem pedagogiky, nebo</w:t>
      </w:r>
    </w:p>
    <w:p w:rsidR="00112A9B" w:rsidRPr="00BA4449" w:rsidRDefault="00112A9B" w:rsidP="001F7CA0">
      <w:pPr>
        <w:pStyle w:val="Textbodu"/>
        <w:numPr>
          <w:ilvl w:val="2"/>
          <w:numId w:val="10"/>
        </w:numPr>
      </w:pPr>
      <w:r w:rsidRPr="00BA4449">
        <w:t>získáním profesní kvalifikace pro činnost samostatného vedoucího volnočasových aktivit dětí podle zákona o uznávání výsledků dalšího vzdělávání.“.</w:t>
      </w:r>
    </w:p>
    <w:p w:rsidR="00112A9B" w:rsidRDefault="00112A9B" w:rsidP="00515D66">
      <w:pPr>
        <w:pStyle w:val="Novelizanbod"/>
      </w:pPr>
      <w:r w:rsidRPr="00FE5723">
        <w:t xml:space="preserve">V § 17 odst. 2 písm. b) </w:t>
      </w:r>
      <w:r w:rsidRPr="00BA4449">
        <w:t>bodě 1</w:t>
      </w:r>
      <w:r w:rsidRPr="00FE5723">
        <w:rPr>
          <w:color w:val="FF0000"/>
        </w:rPr>
        <w:t xml:space="preserve"> </w:t>
      </w:r>
      <w:r w:rsidRPr="00FE5723">
        <w:t>se slovo „nebo“ zrušuje</w:t>
      </w:r>
      <w:r w:rsidRPr="00BA4449">
        <w:rPr>
          <w:color w:val="FF0000"/>
        </w:rPr>
        <w:t>.</w:t>
      </w:r>
    </w:p>
    <w:p w:rsidR="00112A9B" w:rsidRPr="00BA4449" w:rsidRDefault="00112A9B" w:rsidP="00515D66">
      <w:pPr>
        <w:pStyle w:val="Novelizanbod"/>
      </w:pPr>
      <w:r w:rsidRPr="00BA4449">
        <w:t xml:space="preserve">V § 17 odst. 2 se na konci písmene b) tečka nahrazuje </w:t>
      </w:r>
      <w:proofErr w:type="gramStart"/>
      <w:r w:rsidRPr="00BA4449">
        <w:t>slovem „</w:t>
      </w:r>
      <w:r w:rsidR="00515D66">
        <w:t xml:space="preserve"> </w:t>
      </w:r>
      <w:r w:rsidRPr="00BA4449">
        <w:t>, nebo</w:t>
      </w:r>
      <w:proofErr w:type="gramEnd"/>
      <w:r w:rsidRPr="00BA4449">
        <w:t>“ a doplňuje se bod 3, který zní:</w:t>
      </w:r>
    </w:p>
    <w:p w:rsidR="00112A9B" w:rsidRPr="003A10D5" w:rsidRDefault="00112A9B" w:rsidP="00112A9B">
      <w:pPr>
        <w:pStyle w:val="Odstavecseseznamem"/>
        <w:ind w:left="709" w:hanging="1"/>
        <w:contextualSpacing w:val="0"/>
      </w:pPr>
      <w:r w:rsidRPr="003A10D5">
        <w:t>„3. získáním profesní kvalifikace pro činnost vedoucího volnočasových aktivit dětí podle zákona o uznávání výsledků dalšího vzdělávání.“.</w:t>
      </w:r>
    </w:p>
    <w:p w:rsidR="00112A9B" w:rsidRPr="00E57449" w:rsidRDefault="00112A9B" w:rsidP="003A10D5">
      <w:pPr>
        <w:pStyle w:val="Novelizanbod"/>
        <w:keepNext w:val="0"/>
      </w:pPr>
      <w:r w:rsidRPr="00E57449">
        <w:t>V § 17 odst. 4 se za slova „Zaměstnanci, který“ vkládají slova „vykonává dílčí přímou pedagogickou činnost v zájmovém vzdělávání ve školách a školských zařízeních pro zájmové vzdělávání a“.</w:t>
      </w:r>
    </w:p>
    <w:p w:rsidR="00112A9B" w:rsidRDefault="00112A9B" w:rsidP="00515D66">
      <w:pPr>
        <w:pStyle w:val="Novelizanbod"/>
      </w:pPr>
      <w:r w:rsidRPr="00E57449">
        <w:t>V § 17 odst. 4 se slova „§ 10 odst. 1 nebo“ zrušují.</w:t>
      </w:r>
    </w:p>
    <w:p w:rsidR="00CE02A8" w:rsidRDefault="00CE02A8" w:rsidP="008D5FA3">
      <w:pPr>
        <w:pStyle w:val="Novelizanbod"/>
        <w:rPr>
          <w:rFonts w:eastAsia="Roboto"/>
        </w:rPr>
      </w:pPr>
      <w:r w:rsidRPr="00CE02A8">
        <w:rPr>
          <w:rFonts w:eastAsia="Roboto"/>
        </w:rPr>
        <w:t xml:space="preserve">V § 18 </w:t>
      </w:r>
      <w:r w:rsidR="00F273CE">
        <w:rPr>
          <w:rFonts w:eastAsia="Roboto"/>
        </w:rPr>
        <w:t>se v</w:t>
      </w:r>
      <w:r w:rsidRPr="00CE02A8">
        <w:rPr>
          <w:rFonts w:eastAsia="Roboto"/>
        </w:rPr>
        <w:t xml:space="preserve"> nadpis</w:t>
      </w:r>
      <w:r w:rsidR="00F273CE">
        <w:rPr>
          <w:rFonts w:eastAsia="Roboto"/>
        </w:rPr>
        <w:t>u</w:t>
      </w:r>
      <w:r w:rsidRPr="00CE02A8">
        <w:rPr>
          <w:rFonts w:eastAsia="Roboto"/>
        </w:rPr>
        <w:t xml:space="preserve"> </w:t>
      </w:r>
      <w:r w:rsidR="008D5FA3">
        <w:rPr>
          <w:rFonts w:eastAsia="Roboto"/>
        </w:rPr>
        <w:t>„</w:t>
      </w:r>
      <w:r w:rsidRPr="00CE02A8">
        <w:rPr>
          <w:rFonts w:eastAsia="Roboto"/>
          <w:b/>
        </w:rPr>
        <w:t>Speciální pedagog</w:t>
      </w:r>
      <w:r w:rsidR="008D5FA3" w:rsidRPr="008D5FA3">
        <w:rPr>
          <w:rFonts w:eastAsia="Roboto"/>
        </w:rPr>
        <w:t>“</w:t>
      </w:r>
      <w:r w:rsidRPr="00CE02A8">
        <w:rPr>
          <w:rFonts w:eastAsia="Roboto"/>
        </w:rPr>
        <w:t xml:space="preserve"> </w:t>
      </w:r>
      <w:r w:rsidR="00F273CE">
        <w:rPr>
          <w:rFonts w:eastAsia="Roboto"/>
        </w:rPr>
        <w:t>doplňují</w:t>
      </w:r>
      <w:r w:rsidR="008D5FA3">
        <w:rPr>
          <w:rFonts w:eastAsia="Roboto"/>
        </w:rPr>
        <w:t xml:space="preserve"> slova</w:t>
      </w:r>
      <w:r w:rsidRPr="00CE02A8">
        <w:rPr>
          <w:rFonts w:eastAsia="Roboto"/>
        </w:rPr>
        <w:t xml:space="preserve"> „</w:t>
      </w:r>
      <w:r w:rsidRPr="00CE02A8">
        <w:rPr>
          <w:rFonts w:eastAsia="Roboto"/>
          <w:b/>
        </w:rPr>
        <w:t>a školní speciální pedagog</w:t>
      </w:r>
      <w:r w:rsidRPr="00CE02A8">
        <w:rPr>
          <w:rFonts w:eastAsia="Roboto"/>
        </w:rPr>
        <w:t>“</w:t>
      </w:r>
      <w:r>
        <w:rPr>
          <w:rFonts w:eastAsia="Roboto"/>
        </w:rPr>
        <w:t>.</w:t>
      </w:r>
    </w:p>
    <w:p w:rsidR="00CE02A8" w:rsidRPr="00CE02A8" w:rsidRDefault="00CE02A8" w:rsidP="00F273CE">
      <w:pPr>
        <w:pStyle w:val="Novelizanbod"/>
      </w:pPr>
      <w:r w:rsidRPr="00CE02A8">
        <w:rPr>
          <w:rFonts w:eastAsia="Roboto"/>
        </w:rPr>
        <w:t xml:space="preserve">V § 18 se za </w:t>
      </w:r>
      <w:r w:rsidR="008D5FA3">
        <w:rPr>
          <w:rFonts w:eastAsia="Roboto"/>
        </w:rPr>
        <w:t>slova</w:t>
      </w:r>
      <w:r w:rsidRPr="00CE02A8">
        <w:rPr>
          <w:rFonts w:eastAsia="Roboto"/>
        </w:rPr>
        <w:t xml:space="preserve"> </w:t>
      </w:r>
      <w:r w:rsidR="008D5FA3">
        <w:rPr>
          <w:rFonts w:eastAsia="Roboto"/>
        </w:rPr>
        <w:t>„</w:t>
      </w:r>
      <w:r w:rsidRPr="00CE02A8">
        <w:rPr>
          <w:rFonts w:eastAsia="Roboto"/>
        </w:rPr>
        <w:t>Speciální pedagog</w:t>
      </w:r>
      <w:r w:rsidR="008D5FA3">
        <w:rPr>
          <w:rFonts w:eastAsia="Roboto"/>
        </w:rPr>
        <w:t>“</w:t>
      </w:r>
      <w:r w:rsidRPr="00CE02A8">
        <w:rPr>
          <w:rFonts w:eastAsia="Roboto"/>
        </w:rPr>
        <w:t xml:space="preserve"> vklád</w:t>
      </w:r>
      <w:r w:rsidR="00F273CE">
        <w:rPr>
          <w:rFonts w:eastAsia="Roboto"/>
        </w:rPr>
        <w:t>ají slova</w:t>
      </w:r>
      <w:r w:rsidRPr="00CE02A8">
        <w:rPr>
          <w:rFonts w:eastAsia="Roboto"/>
        </w:rPr>
        <w:t xml:space="preserve"> „nebo školní speciální pedagog“.</w:t>
      </w:r>
    </w:p>
    <w:p w:rsidR="00112A9B" w:rsidRPr="00E57449" w:rsidRDefault="00112A9B" w:rsidP="00515D66">
      <w:pPr>
        <w:pStyle w:val="Novelizanbod"/>
      </w:pPr>
      <w:r w:rsidRPr="00E57449">
        <w:t xml:space="preserve">V § 18 se </w:t>
      </w:r>
      <w:r w:rsidRPr="001F528C">
        <w:t>na konci písmene b)</w:t>
      </w:r>
      <w:r w:rsidRPr="00E57449">
        <w:t xml:space="preserve"> slovo „nebo“ zrušuje.</w:t>
      </w:r>
    </w:p>
    <w:p w:rsidR="00112A9B" w:rsidRPr="00E57449" w:rsidRDefault="00112A9B" w:rsidP="00515D66">
      <w:pPr>
        <w:pStyle w:val="Novelizanbod"/>
      </w:pPr>
      <w:r w:rsidRPr="00E57449">
        <w:t xml:space="preserve">V § 18 se na konci písmene c) tečka nahrazuje </w:t>
      </w:r>
      <w:proofErr w:type="gramStart"/>
      <w:r w:rsidRPr="00E57449">
        <w:t>slovem „</w:t>
      </w:r>
      <w:r w:rsidR="003A10D5">
        <w:t xml:space="preserve"> </w:t>
      </w:r>
      <w:r w:rsidRPr="00E57449">
        <w:t>, nebo</w:t>
      </w:r>
      <w:proofErr w:type="gramEnd"/>
      <w:r w:rsidRPr="00E57449">
        <w:t>“ a doplňuje se písmeno d), které zní:</w:t>
      </w:r>
    </w:p>
    <w:p w:rsidR="00112A9B" w:rsidRDefault="00112A9B" w:rsidP="00F273CE">
      <w:pPr>
        <w:pStyle w:val="Psmeno"/>
      </w:pPr>
      <w:r w:rsidRPr="00E57449">
        <w:t>„d)</w:t>
      </w:r>
      <w:r w:rsidR="00F273CE">
        <w:tab/>
      </w:r>
      <w:r w:rsidRPr="00E57449">
        <w:t>zaměřené na speciální pedagogiku a přípravu učitelů základní školy nebo na speciální pedagogiku a přípravu učitelů všeobecně-vzdělávacích předmětů střední školy.“.</w:t>
      </w:r>
    </w:p>
    <w:p w:rsidR="00EE6944" w:rsidRPr="00263C87" w:rsidRDefault="00EE6944" w:rsidP="00F273CE">
      <w:pPr>
        <w:pStyle w:val="Novelizanbod"/>
      </w:pPr>
      <w:r w:rsidRPr="00263C87">
        <w:t>Za § 18 se vkládá nový § 18a, který včetně nadpisu zní:</w:t>
      </w:r>
    </w:p>
    <w:p w:rsidR="00EE6944" w:rsidRPr="00F273CE" w:rsidRDefault="00EE6944" w:rsidP="00F273CE">
      <w:pPr>
        <w:jc w:val="center"/>
      </w:pPr>
      <w:r w:rsidRPr="00F273CE">
        <w:t>„§ 18a</w:t>
      </w:r>
    </w:p>
    <w:p w:rsidR="00EE6944" w:rsidRPr="00F273CE" w:rsidRDefault="00EE6944" w:rsidP="00F273CE">
      <w:pPr>
        <w:pStyle w:val="Nadpisparagrafu"/>
      </w:pPr>
      <w:r w:rsidRPr="00F273CE">
        <w:t>Školský logoped</w:t>
      </w:r>
    </w:p>
    <w:p w:rsidR="00EE6944" w:rsidRPr="00F273CE" w:rsidRDefault="00EE6944" w:rsidP="00F273CE">
      <w:pPr>
        <w:pStyle w:val="Textparagrafu"/>
      </w:pPr>
      <w:r w:rsidRPr="00F273CE">
        <w:t>Školský logoped získává odbornou kvalifikaci vysokoškolským vzděláním získaným studiem v akreditovaném magisterském studijním programu v oblasti pedagogických věd</w:t>
      </w:r>
    </w:p>
    <w:p w:rsidR="00EE6944" w:rsidRPr="00F273CE" w:rsidRDefault="00EE6944" w:rsidP="001F7CA0">
      <w:pPr>
        <w:pStyle w:val="Textpsmene"/>
        <w:numPr>
          <w:ilvl w:val="1"/>
          <w:numId w:val="11"/>
        </w:numPr>
      </w:pPr>
      <w:r w:rsidRPr="00F273CE">
        <w:t xml:space="preserve">zaměřené na speciální pedagogiku se státní závěrečnou zkouškou z logopedie a </w:t>
      </w:r>
      <w:proofErr w:type="spellStart"/>
      <w:r w:rsidRPr="00F273CE">
        <w:t>surdopedie</w:t>
      </w:r>
      <w:proofErr w:type="spellEnd"/>
      <w:r w:rsidRPr="00F273CE">
        <w:t xml:space="preserve"> navazující na akreditovaný bakalářský studijní program speciální pedagogika a osvědčením o způsobilosti k výkonu specializované činnosti speciálního pedagoga v oblasti školské logopedie vydaným akreditovanou vzdělávací institucí, nebo</w:t>
      </w:r>
    </w:p>
    <w:p w:rsidR="00EE6944" w:rsidRPr="00F273CE" w:rsidRDefault="00EE6944" w:rsidP="001F7CA0">
      <w:pPr>
        <w:pStyle w:val="Textpsmene"/>
        <w:numPr>
          <w:ilvl w:val="1"/>
          <w:numId w:val="11"/>
        </w:numPr>
      </w:pPr>
      <w:r w:rsidRPr="00F273CE">
        <w:t xml:space="preserve">zaměřené na logopedii se státní závěrečnou zkouškou z logopedie a </w:t>
      </w:r>
      <w:proofErr w:type="spellStart"/>
      <w:r w:rsidRPr="00F273CE">
        <w:t>surdopedie</w:t>
      </w:r>
      <w:proofErr w:type="spellEnd"/>
      <w:r w:rsidRPr="00F273CE">
        <w:t xml:space="preserve"> a osvědčením o způsobilosti k výkonu specializované činnosti speciálního pedagoga v oblasti školské logopedie vydaným akreditovanou vzdělávací institucí.“.</w:t>
      </w:r>
    </w:p>
    <w:p w:rsidR="00303414" w:rsidRPr="00303414" w:rsidRDefault="00303414" w:rsidP="00F273CE">
      <w:pPr>
        <w:pStyle w:val="Novelizanbod"/>
        <w:rPr>
          <w:rFonts w:eastAsia="Roboto"/>
        </w:rPr>
      </w:pPr>
      <w:r w:rsidRPr="00303414">
        <w:rPr>
          <w:rFonts w:eastAsia="Roboto"/>
        </w:rPr>
        <w:t xml:space="preserve">V § 19 se </w:t>
      </w:r>
      <w:r w:rsidR="00F273CE">
        <w:rPr>
          <w:rFonts w:eastAsia="Roboto"/>
        </w:rPr>
        <w:t>v</w:t>
      </w:r>
      <w:r w:rsidRPr="00303414">
        <w:rPr>
          <w:rFonts w:eastAsia="Roboto"/>
        </w:rPr>
        <w:t xml:space="preserve"> nadpis</w:t>
      </w:r>
      <w:r w:rsidR="00F273CE">
        <w:rPr>
          <w:rFonts w:eastAsia="Roboto"/>
        </w:rPr>
        <w:t>u</w:t>
      </w:r>
      <w:r w:rsidRPr="00303414">
        <w:rPr>
          <w:rFonts w:eastAsia="Roboto"/>
        </w:rPr>
        <w:t xml:space="preserve"> </w:t>
      </w:r>
      <w:r w:rsidR="00F273CE">
        <w:rPr>
          <w:rFonts w:eastAsia="Roboto"/>
        </w:rPr>
        <w:t>„</w:t>
      </w:r>
      <w:r w:rsidRPr="00303414">
        <w:rPr>
          <w:rFonts w:eastAsia="Roboto"/>
          <w:b/>
        </w:rPr>
        <w:t>Psycholog</w:t>
      </w:r>
      <w:r w:rsidR="00F273CE">
        <w:rPr>
          <w:rFonts w:eastAsia="Roboto"/>
          <w:b/>
        </w:rPr>
        <w:t>“</w:t>
      </w:r>
      <w:r w:rsidRPr="00303414">
        <w:rPr>
          <w:rFonts w:eastAsia="Roboto"/>
        </w:rPr>
        <w:t xml:space="preserve"> </w:t>
      </w:r>
      <w:r w:rsidR="00F273CE">
        <w:rPr>
          <w:rFonts w:eastAsia="Roboto"/>
        </w:rPr>
        <w:t>doplňují slova</w:t>
      </w:r>
      <w:r w:rsidRPr="00303414">
        <w:rPr>
          <w:rFonts w:eastAsia="Roboto"/>
        </w:rPr>
        <w:t xml:space="preserve"> „</w:t>
      </w:r>
      <w:r w:rsidRPr="00303414">
        <w:rPr>
          <w:rFonts w:eastAsia="Roboto"/>
          <w:b/>
        </w:rPr>
        <w:t>a školní psycholog</w:t>
      </w:r>
      <w:r w:rsidRPr="00303414">
        <w:rPr>
          <w:rFonts w:eastAsia="Roboto"/>
        </w:rPr>
        <w:t>“.</w:t>
      </w:r>
    </w:p>
    <w:p w:rsidR="00EE6944" w:rsidRPr="00303414" w:rsidRDefault="00303414" w:rsidP="00F273CE">
      <w:pPr>
        <w:pStyle w:val="Novelizanbod"/>
      </w:pPr>
      <w:r w:rsidRPr="00303414">
        <w:rPr>
          <w:rFonts w:eastAsia="Roboto"/>
        </w:rPr>
        <w:t xml:space="preserve">V § 19 se za </w:t>
      </w:r>
      <w:r w:rsidR="00F273CE">
        <w:rPr>
          <w:rFonts w:eastAsia="Roboto"/>
        </w:rPr>
        <w:t>slovo</w:t>
      </w:r>
      <w:r w:rsidRPr="00303414">
        <w:rPr>
          <w:rFonts w:eastAsia="Roboto"/>
        </w:rPr>
        <w:t xml:space="preserve"> </w:t>
      </w:r>
      <w:r w:rsidR="00F273CE">
        <w:rPr>
          <w:rFonts w:eastAsia="Roboto"/>
        </w:rPr>
        <w:t>„</w:t>
      </w:r>
      <w:r w:rsidRPr="00303414">
        <w:rPr>
          <w:rFonts w:eastAsia="Roboto"/>
        </w:rPr>
        <w:t>Psycholog</w:t>
      </w:r>
      <w:r w:rsidR="00F273CE">
        <w:rPr>
          <w:rFonts w:eastAsia="Roboto"/>
        </w:rPr>
        <w:t xml:space="preserve">“ </w:t>
      </w:r>
      <w:r w:rsidRPr="00303414">
        <w:rPr>
          <w:rFonts w:eastAsia="Roboto"/>
        </w:rPr>
        <w:t>vklád</w:t>
      </w:r>
      <w:r w:rsidR="00F273CE">
        <w:rPr>
          <w:rFonts w:eastAsia="Roboto"/>
        </w:rPr>
        <w:t>ají slova</w:t>
      </w:r>
      <w:r w:rsidRPr="00303414">
        <w:rPr>
          <w:rFonts w:eastAsia="Roboto"/>
        </w:rPr>
        <w:t xml:space="preserve"> „nebo školní psycholog“</w:t>
      </w:r>
      <w:r w:rsidR="00F273CE">
        <w:rPr>
          <w:rFonts w:eastAsia="Roboto"/>
        </w:rPr>
        <w:t>.</w:t>
      </w:r>
    </w:p>
    <w:p w:rsidR="00EE6944" w:rsidRPr="00EE6944" w:rsidRDefault="00EE6944" w:rsidP="00F273CE">
      <w:pPr>
        <w:pStyle w:val="Novelizanbod"/>
        <w:rPr>
          <w:rFonts w:eastAsia="Roboto"/>
        </w:rPr>
      </w:pPr>
      <w:r w:rsidRPr="00EE6944">
        <w:rPr>
          <w:rFonts w:eastAsia="Roboto"/>
        </w:rPr>
        <w:t>Za § 19a se vkládá nový § 19b, který včetně nadpisu zní:</w:t>
      </w:r>
    </w:p>
    <w:p w:rsidR="00EE6944" w:rsidRPr="00E5720F" w:rsidRDefault="00EE6944" w:rsidP="00EE6944">
      <w:pPr>
        <w:jc w:val="center"/>
        <w:rPr>
          <w:rFonts w:eastAsia="Roboto"/>
        </w:rPr>
      </w:pPr>
      <w:r w:rsidRPr="00E5720F">
        <w:rPr>
          <w:rFonts w:eastAsia="Roboto"/>
        </w:rPr>
        <w:t>„</w:t>
      </w:r>
      <w:r w:rsidR="00F273CE" w:rsidRPr="00E5720F">
        <w:rPr>
          <w:rFonts w:eastAsia="Roboto"/>
        </w:rPr>
        <w:t xml:space="preserve">§ </w:t>
      </w:r>
      <w:r w:rsidRPr="00E5720F">
        <w:rPr>
          <w:rFonts w:eastAsia="Roboto"/>
        </w:rPr>
        <w:t>19b</w:t>
      </w:r>
    </w:p>
    <w:p w:rsidR="00EE6944" w:rsidRPr="00EE6944" w:rsidRDefault="00EE6944" w:rsidP="00FF095F">
      <w:pPr>
        <w:pStyle w:val="Nadpisparagrafu"/>
        <w:rPr>
          <w:rFonts w:eastAsia="Roboto"/>
        </w:rPr>
      </w:pPr>
      <w:r w:rsidRPr="00EE6944">
        <w:rPr>
          <w:rFonts w:eastAsia="Roboto"/>
        </w:rPr>
        <w:t>Sociální pedagog</w:t>
      </w:r>
    </w:p>
    <w:p w:rsidR="00EE6944" w:rsidRPr="00EE6944" w:rsidRDefault="00EE6944" w:rsidP="00FF095F">
      <w:pPr>
        <w:pStyle w:val="Textparagrafu"/>
      </w:pPr>
      <w:r w:rsidRPr="00EE6944">
        <w:rPr>
          <w:rFonts w:eastAsia="Roboto"/>
        </w:rPr>
        <w:t>Sociální pedagog získává odbornou kvalifikaci vysokoškolským nebo vyšším odborným vzděláním získaným studiem v akreditovaném studijním programu sociální pedagogika nebo v</w:t>
      </w:r>
      <w:r w:rsidR="00FF095F">
        <w:rPr>
          <w:rFonts w:eastAsia="Roboto"/>
        </w:rPr>
        <w:t> </w:t>
      </w:r>
      <w:r w:rsidRPr="00EE6944">
        <w:rPr>
          <w:rFonts w:eastAsia="Roboto"/>
        </w:rPr>
        <w:t>akreditovaném studijním programu sociální práce</w:t>
      </w:r>
      <w:r>
        <w:rPr>
          <w:rFonts w:eastAsia="Roboto"/>
        </w:rPr>
        <w:t>.“.</w:t>
      </w:r>
    </w:p>
    <w:p w:rsidR="00112A9B" w:rsidRDefault="00112A9B" w:rsidP="00515D66">
      <w:pPr>
        <w:pStyle w:val="Novelizanbod"/>
      </w:pPr>
      <w:r w:rsidRPr="00E57449">
        <w:t xml:space="preserve">V § 20 odst. 1 se na konci textu </w:t>
      </w:r>
      <w:r w:rsidRPr="00320588">
        <w:t xml:space="preserve">písmene </w:t>
      </w:r>
      <w:r w:rsidRPr="00E57449">
        <w:t xml:space="preserve">a) doplňují </w:t>
      </w:r>
      <w:proofErr w:type="gramStart"/>
      <w:r w:rsidRPr="00E57449">
        <w:t>slova „</w:t>
      </w:r>
      <w:r w:rsidR="003A10D5">
        <w:t xml:space="preserve"> </w:t>
      </w:r>
      <w:r w:rsidRPr="00E57449">
        <w:t>, psychologických</w:t>
      </w:r>
      <w:proofErr w:type="gramEnd"/>
      <w:r w:rsidRPr="00E57449">
        <w:t xml:space="preserve"> věd nebo zaměřeném na sociální práci“. </w:t>
      </w:r>
    </w:p>
    <w:p w:rsidR="00112A9B" w:rsidRPr="00E57449" w:rsidRDefault="00112A9B" w:rsidP="008245B3">
      <w:pPr>
        <w:pStyle w:val="Novelizanbod"/>
        <w:keepNext w:val="0"/>
      </w:pPr>
      <w:r w:rsidRPr="00E57449">
        <w:t>V § 20 odst. 1 písm. b) bodě 1 se za slovo „vzdělávání“ vkládají slova „v oblasti pedagogických věd“ a slova „a zaměřeném na peda</w:t>
      </w:r>
      <w:r>
        <w:t xml:space="preserve">gogiku,“ se nahrazují </w:t>
      </w:r>
      <w:proofErr w:type="gramStart"/>
      <w:r>
        <w:t>slovem „</w:t>
      </w:r>
      <w:r w:rsidR="003A10D5">
        <w:t> </w:t>
      </w:r>
      <w:r>
        <w:t>, </w:t>
      </w:r>
      <w:r w:rsidRPr="00E57449">
        <w:t>nebo</w:t>
      </w:r>
      <w:proofErr w:type="gramEnd"/>
      <w:r w:rsidRPr="00E57449">
        <w:t>“.</w:t>
      </w:r>
    </w:p>
    <w:p w:rsidR="00112A9B" w:rsidRPr="00E57449" w:rsidRDefault="00112A9B" w:rsidP="008245B3">
      <w:pPr>
        <w:pStyle w:val="Novelizanbod"/>
        <w:keepNext w:val="0"/>
      </w:pPr>
      <w:r w:rsidRPr="00E57449">
        <w:t xml:space="preserve">V § 20 odst. 1 písm. b) se </w:t>
      </w:r>
      <w:r w:rsidRPr="00320588">
        <w:t xml:space="preserve">na konci bodu </w:t>
      </w:r>
      <w:r w:rsidRPr="00E57449">
        <w:t>2 slovo „nebo</w:t>
      </w:r>
      <w:r w:rsidRPr="00B1109E">
        <w:t>“ zrušuje</w:t>
      </w:r>
      <w:r>
        <w:rPr>
          <w:color w:val="FF0000"/>
        </w:rPr>
        <w:t xml:space="preserve"> </w:t>
      </w:r>
      <w:r w:rsidRPr="00E57449">
        <w:t>a bod 3 se zrušuje.</w:t>
      </w:r>
    </w:p>
    <w:p w:rsidR="00112A9B" w:rsidRPr="00E57449" w:rsidRDefault="00112A9B" w:rsidP="008245B3">
      <w:pPr>
        <w:pStyle w:val="Novelizanbod"/>
        <w:keepNext w:val="0"/>
      </w:pPr>
      <w:r w:rsidRPr="00E57449">
        <w:t>V § 20 odst. 1 písm. d) bodě 1 se slova „uskutečňovaném vysokou školou a zaměřeném na pedagogiku,“ nahrazují slovy „v oblasti pedagogických věd uskutečňovaném vysokou školou, nebo“.</w:t>
      </w:r>
    </w:p>
    <w:p w:rsidR="00112A9B" w:rsidRPr="00E57449" w:rsidRDefault="00112A9B" w:rsidP="008245B3">
      <w:pPr>
        <w:pStyle w:val="Novelizanbod"/>
        <w:keepNext w:val="0"/>
      </w:pPr>
      <w:r w:rsidRPr="00E57449">
        <w:t xml:space="preserve">V § 20 odst. 1 písm. d) se </w:t>
      </w:r>
      <w:r w:rsidRPr="00320588">
        <w:t xml:space="preserve">na konci bodu </w:t>
      </w:r>
      <w:r w:rsidRPr="00E57449">
        <w:t xml:space="preserve">2 slovo „nebo“ </w:t>
      </w:r>
      <w:r w:rsidRPr="00B1109E">
        <w:t xml:space="preserve">zrušuje </w:t>
      </w:r>
      <w:r w:rsidRPr="00E57449">
        <w:t>a bod 3 se zrušuje.</w:t>
      </w:r>
    </w:p>
    <w:p w:rsidR="00112A9B" w:rsidRPr="00E57449" w:rsidRDefault="00112A9B" w:rsidP="008245B3">
      <w:pPr>
        <w:pStyle w:val="Novelizanbod"/>
        <w:keepNext w:val="0"/>
      </w:pPr>
      <w:r w:rsidRPr="00E57449">
        <w:t xml:space="preserve">V § 20 odst. 1 písm. f) bodě 1 se za slovo „vzdělávání“ vkládají slova „v oblasti pedagogických věd“ a slova „a zaměřeném na pedagogiku,“ se </w:t>
      </w:r>
      <w:r>
        <w:t xml:space="preserve">nahrazují </w:t>
      </w:r>
      <w:proofErr w:type="gramStart"/>
      <w:r>
        <w:t>slovem „</w:t>
      </w:r>
      <w:r w:rsidR="003A10D5">
        <w:t> </w:t>
      </w:r>
      <w:r>
        <w:t>, </w:t>
      </w:r>
      <w:r w:rsidRPr="00E57449">
        <w:t>nebo</w:t>
      </w:r>
      <w:proofErr w:type="gramEnd"/>
      <w:r w:rsidRPr="00E57449">
        <w:t>“.</w:t>
      </w:r>
    </w:p>
    <w:p w:rsidR="00112A9B" w:rsidRPr="00E57449" w:rsidRDefault="00112A9B" w:rsidP="00FF095F">
      <w:pPr>
        <w:pStyle w:val="Novelizanbod"/>
      </w:pPr>
      <w:r w:rsidRPr="00E57449">
        <w:t xml:space="preserve">V § 20 odst. 1 písm. f) </w:t>
      </w:r>
      <w:r w:rsidRPr="00320588">
        <w:t>se</w:t>
      </w:r>
      <w:r w:rsidRPr="00320588">
        <w:rPr>
          <w:color w:val="FF0000"/>
        </w:rPr>
        <w:t xml:space="preserve"> </w:t>
      </w:r>
      <w:r w:rsidRPr="00320588">
        <w:t xml:space="preserve">na konci bodu 2 </w:t>
      </w:r>
      <w:proofErr w:type="gramStart"/>
      <w:r>
        <w:t>slovo „</w:t>
      </w:r>
      <w:r w:rsidR="003A10D5">
        <w:t xml:space="preserve"> </w:t>
      </w:r>
      <w:r w:rsidRPr="00E57449">
        <w:t>, nebo</w:t>
      </w:r>
      <w:proofErr w:type="gramEnd"/>
      <w:r w:rsidRPr="00E57449">
        <w:t>“ nahrazuje tečkou a bod 3 se zrušuje.</w:t>
      </w:r>
    </w:p>
    <w:p w:rsidR="00112A9B" w:rsidRPr="00E57449" w:rsidRDefault="00112A9B" w:rsidP="008245B3">
      <w:pPr>
        <w:pStyle w:val="Novelizanbod"/>
        <w:keepNext w:val="0"/>
      </w:pPr>
      <w:r w:rsidRPr="00E57449">
        <w:t>V § 20 odst. 2 se za písmeno a) vkládá nové písmeno b), které zní:</w:t>
      </w:r>
    </w:p>
    <w:p w:rsidR="00112A9B" w:rsidRPr="00E57449" w:rsidRDefault="00112A9B" w:rsidP="00FF095F">
      <w:pPr>
        <w:pStyle w:val="Psmeno"/>
        <w:rPr>
          <w:rFonts w:eastAsia="Calibri"/>
        </w:rPr>
      </w:pPr>
      <w:r w:rsidRPr="00E57449">
        <w:t>„</w:t>
      </w:r>
      <w:r w:rsidRPr="00E57449">
        <w:rPr>
          <w:rFonts w:eastAsia="Calibri"/>
        </w:rPr>
        <w:t>b)</w:t>
      </w:r>
      <w:r w:rsidR="00FF095F">
        <w:rPr>
          <w:rFonts w:eastAsia="Calibri"/>
        </w:rPr>
        <w:tab/>
      </w:r>
      <w:r w:rsidRPr="00E57449">
        <w:rPr>
          <w:rFonts w:eastAsia="Calibri"/>
        </w:rPr>
        <w:t>středním vzděláním s maturitní zkouškou získaným ukončením jiného vzdělávacího programu středního vzdělávání než podle odstavce 1 písm. e) a studiem pro asistenty pedagoga,“.</w:t>
      </w:r>
    </w:p>
    <w:p w:rsidR="00112A9B" w:rsidRPr="00E57449" w:rsidRDefault="00112A9B" w:rsidP="008245B3">
      <w:pPr>
        <w:pStyle w:val="Odstavecseseznamem"/>
        <w:spacing w:before="120"/>
        <w:ind w:hanging="720"/>
        <w:contextualSpacing w:val="0"/>
      </w:pPr>
      <w:r w:rsidRPr="00E57449">
        <w:t>Dosavadní písmena b) až e) se označují jako písmena c) až f).</w:t>
      </w:r>
    </w:p>
    <w:p w:rsidR="00112A9B" w:rsidRPr="00E57449" w:rsidRDefault="00112A9B" w:rsidP="00515D66">
      <w:pPr>
        <w:pStyle w:val="Novelizanbod"/>
      </w:pPr>
      <w:r w:rsidRPr="00E57449">
        <w:t>V § 20 odst. 2 písm. c) se slova „studiem pedagogiky</w:t>
      </w:r>
      <w:r w:rsidRPr="001F528C">
        <w:t>,</w:t>
      </w:r>
      <w:r w:rsidRPr="00E57449">
        <w:t>“ zrušují.</w:t>
      </w:r>
    </w:p>
    <w:p w:rsidR="00112A9B" w:rsidRPr="00E57449" w:rsidRDefault="00112A9B" w:rsidP="00515D66">
      <w:pPr>
        <w:pStyle w:val="Novelizanbod"/>
      </w:pPr>
      <w:r w:rsidRPr="00E57449">
        <w:t>V § 20 odst. 2 se na konci písmene c) doplňují body 1 až 3, které znějí:</w:t>
      </w:r>
    </w:p>
    <w:p w:rsidR="00112A9B" w:rsidRPr="00E57449" w:rsidRDefault="0097778F" w:rsidP="0097778F">
      <w:pPr>
        <w:pStyle w:val="Textbodu"/>
        <w:numPr>
          <w:ilvl w:val="0"/>
          <w:numId w:val="0"/>
        </w:numPr>
        <w:ind w:left="425"/>
      </w:pPr>
      <w:r>
        <w:t xml:space="preserve">„1. </w:t>
      </w:r>
      <w:r w:rsidR="00112A9B" w:rsidRPr="00E57449">
        <w:t>vzděláním v programu celoživotního vzdělávání v oblasti pedagogických věd uskutečňovaném vysokou školou,</w:t>
      </w:r>
    </w:p>
    <w:p w:rsidR="00112A9B" w:rsidRPr="00E57449" w:rsidRDefault="0097778F" w:rsidP="0097778F">
      <w:pPr>
        <w:pStyle w:val="Textbodu"/>
        <w:numPr>
          <w:ilvl w:val="0"/>
          <w:numId w:val="0"/>
        </w:numPr>
        <w:ind w:left="425"/>
      </w:pPr>
      <w:r>
        <w:t xml:space="preserve">  2. </w:t>
      </w:r>
      <w:r w:rsidR="00112A9B" w:rsidRPr="00E57449">
        <w:t>studiem pedagogiky, nebo</w:t>
      </w:r>
    </w:p>
    <w:p w:rsidR="00112A9B" w:rsidRPr="00E57449" w:rsidRDefault="0097778F" w:rsidP="0097778F">
      <w:pPr>
        <w:pStyle w:val="Textbodu"/>
        <w:numPr>
          <w:ilvl w:val="0"/>
          <w:numId w:val="0"/>
        </w:numPr>
        <w:ind w:left="425"/>
      </w:pPr>
      <w:r>
        <w:t xml:space="preserve">  3. </w:t>
      </w:r>
      <w:r w:rsidR="00112A9B" w:rsidRPr="00E57449">
        <w:t>studiem pro asistenty pedagoga,“.</w:t>
      </w:r>
    </w:p>
    <w:p w:rsidR="00112A9B" w:rsidRPr="00E57449" w:rsidRDefault="00112A9B" w:rsidP="00135555">
      <w:pPr>
        <w:pStyle w:val="Novelizanbod"/>
      </w:pPr>
      <w:r w:rsidRPr="00E57449">
        <w:t>V § 20 odst. 2 písm. e) bodě 2 se slovo „nebo“ zrušuje.</w:t>
      </w:r>
    </w:p>
    <w:p w:rsidR="00112A9B" w:rsidRPr="00E57449" w:rsidRDefault="00112A9B" w:rsidP="00135555">
      <w:pPr>
        <w:pStyle w:val="Novelizanbod"/>
      </w:pPr>
      <w:r w:rsidRPr="00E57449">
        <w:t xml:space="preserve">V § 20 </w:t>
      </w:r>
      <w:r w:rsidRPr="00320588">
        <w:t xml:space="preserve">se na konci odstavce 2 </w:t>
      </w:r>
      <w:r w:rsidRPr="00E57449">
        <w:t xml:space="preserve">tečka nahrazuje </w:t>
      </w:r>
      <w:proofErr w:type="gramStart"/>
      <w:r w:rsidRPr="00E57449">
        <w:t>slovem</w:t>
      </w:r>
      <w:r>
        <w:t xml:space="preserve"> </w:t>
      </w:r>
      <w:r w:rsidRPr="00E57449">
        <w:t>„</w:t>
      </w:r>
      <w:r w:rsidR="0097778F">
        <w:t xml:space="preserve"> </w:t>
      </w:r>
      <w:r w:rsidRPr="00E57449">
        <w:t>, nebo</w:t>
      </w:r>
      <w:proofErr w:type="gramEnd"/>
      <w:r w:rsidRPr="00E57449">
        <w:t>“ a doplňuje se písmeno g), které zní:</w:t>
      </w:r>
    </w:p>
    <w:p w:rsidR="00112A9B" w:rsidRPr="00E57449" w:rsidRDefault="00112A9B" w:rsidP="00135555">
      <w:pPr>
        <w:pStyle w:val="Psmeno"/>
        <w:rPr>
          <w:rFonts w:eastAsia="Calibri"/>
        </w:rPr>
      </w:pPr>
      <w:r w:rsidRPr="00E57449">
        <w:t>„</w:t>
      </w:r>
      <w:r w:rsidRPr="00E57449">
        <w:rPr>
          <w:rFonts w:eastAsia="Calibri"/>
        </w:rPr>
        <w:t>g)</w:t>
      </w:r>
      <w:r w:rsidR="00FF095F">
        <w:rPr>
          <w:rFonts w:eastAsia="Calibri"/>
        </w:rPr>
        <w:tab/>
      </w:r>
      <w:r w:rsidRPr="00E57449">
        <w:rPr>
          <w:rFonts w:eastAsia="Calibri"/>
        </w:rPr>
        <w:t>vyšším odborným vzděláním získaným ukončením osmiletého nebo šestiletého programu oboru vzdělání konzervatoře.“.</w:t>
      </w:r>
    </w:p>
    <w:p w:rsidR="00112A9B" w:rsidRPr="00E57449" w:rsidRDefault="00112A9B" w:rsidP="00135555">
      <w:pPr>
        <w:pStyle w:val="Novelizanbod"/>
      </w:pPr>
      <w:r w:rsidRPr="00E57449">
        <w:t>V § 20 se doplňuje odstavec 3, který zní:</w:t>
      </w:r>
    </w:p>
    <w:p w:rsidR="00112A9B" w:rsidRPr="00E57449" w:rsidRDefault="00112A9B" w:rsidP="00135555">
      <w:pPr>
        <w:pStyle w:val="Textlnku"/>
        <w:rPr>
          <w:rFonts w:eastAsia="Calibri"/>
        </w:rPr>
      </w:pPr>
      <w:r w:rsidRPr="00E57449">
        <w:t>„</w:t>
      </w:r>
      <w:r w:rsidRPr="00E57449">
        <w:rPr>
          <w:rFonts w:eastAsia="Calibri"/>
        </w:rPr>
        <w:t>(3) Asistent pedagoga, který vykonává přímou pedagogickou činnost při výuce uměleckého odborného předmětu vzdělávacího programu v konzervatoři anebo v oboru vzdělání hudba, zpěv, tanec nebo hudebně dramatické umění vyššího odborného vzdělávání, získává odbornou kvalifikaci</w:t>
      </w:r>
    </w:p>
    <w:p w:rsidR="00112A9B" w:rsidRPr="008245B3" w:rsidRDefault="00112A9B" w:rsidP="001F7CA0">
      <w:pPr>
        <w:pStyle w:val="Textpsmene"/>
        <w:numPr>
          <w:ilvl w:val="1"/>
          <w:numId w:val="7"/>
        </w:numPr>
        <w:rPr>
          <w:rFonts w:eastAsia="Calibri"/>
        </w:rPr>
      </w:pPr>
      <w:r w:rsidRPr="008245B3">
        <w:rPr>
          <w:rFonts w:eastAsia="Calibri"/>
        </w:rPr>
        <w:t>vysokoškolským vzděláním získaným studiem v akreditovaném magisterském studijním programu v oblasti umění zaměřeného na hru na nástroj, umělecko-pedagogického zaměření,</w:t>
      </w:r>
    </w:p>
    <w:p w:rsidR="00112A9B" w:rsidRPr="00E57449" w:rsidRDefault="00112A9B" w:rsidP="00135555">
      <w:pPr>
        <w:pStyle w:val="Textpsmene"/>
        <w:rPr>
          <w:rFonts w:eastAsia="Calibri"/>
        </w:rPr>
      </w:pPr>
      <w:r w:rsidRPr="00E57449">
        <w:rPr>
          <w:rFonts w:eastAsia="Calibri"/>
        </w:rPr>
        <w:t>vysokoškolským vzděláním získaným studiem v akreditovaném studijním programu zaměřeném na hru na nástroj a</w:t>
      </w:r>
    </w:p>
    <w:p w:rsidR="00112A9B" w:rsidRPr="00E57449" w:rsidRDefault="00112A9B" w:rsidP="00135555">
      <w:pPr>
        <w:pStyle w:val="Textbodu"/>
        <w:rPr>
          <w:rFonts w:eastAsia="Calibri"/>
        </w:rPr>
      </w:pPr>
      <w:r w:rsidRPr="00E57449">
        <w:rPr>
          <w:rFonts w:eastAsia="Calibri"/>
        </w:rPr>
        <w:t xml:space="preserve"> vysokoškolským vzděláním získaným studiem v akreditovaném bakalářském studijním programu v oblasti pedagogických věd,</w:t>
      </w:r>
    </w:p>
    <w:p w:rsidR="00112A9B" w:rsidRPr="00E57449" w:rsidRDefault="00112A9B" w:rsidP="00135555">
      <w:pPr>
        <w:pStyle w:val="Textbodu"/>
        <w:rPr>
          <w:rFonts w:eastAsia="Calibri"/>
        </w:rPr>
      </w:pPr>
      <w:r w:rsidRPr="00E57449">
        <w:rPr>
          <w:rFonts w:eastAsia="Calibri"/>
        </w:rPr>
        <w:t xml:space="preserve">vzděláním v programu celoživotního vzdělávání </w:t>
      </w:r>
      <w:r>
        <w:rPr>
          <w:rFonts w:eastAsia="Calibri"/>
        </w:rPr>
        <w:t>uskutečňovaném vysokou školou a </w:t>
      </w:r>
      <w:r w:rsidRPr="00E57449">
        <w:rPr>
          <w:rFonts w:eastAsia="Calibri"/>
        </w:rPr>
        <w:t>zaměřeném na pedagogiku, nebo</w:t>
      </w:r>
    </w:p>
    <w:p w:rsidR="00112A9B" w:rsidRPr="00E57449" w:rsidRDefault="00112A9B" w:rsidP="00135555">
      <w:pPr>
        <w:pStyle w:val="Textbodu"/>
        <w:rPr>
          <w:rFonts w:eastAsia="Calibri"/>
        </w:rPr>
      </w:pPr>
      <w:r w:rsidRPr="00E57449">
        <w:rPr>
          <w:rFonts w:eastAsia="Calibri"/>
        </w:rPr>
        <w:t>studiem pedagogiky, nebo</w:t>
      </w:r>
    </w:p>
    <w:p w:rsidR="00112A9B" w:rsidRPr="00E57449" w:rsidRDefault="00112A9B" w:rsidP="00135555">
      <w:pPr>
        <w:pStyle w:val="Textpsmene"/>
        <w:rPr>
          <w:rFonts w:eastAsia="Calibri"/>
        </w:rPr>
      </w:pPr>
      <w:r w:rsidRPr="00E57449">
        <w:rPr>
          <w:rFonts w:eastAsia="Calibri"/>
        </w:rPr>
        <w:t>vyšším odborným vzděláním získaným ukončením osmiletého nebo šestiletého programu oboru vzdělání konzervatoře.“.</w:t>
      </w:r>
    </w:p>
    <w:p w:rsidR="00112A9B" w:rsidRPr="00E57449" w:rsidRDefault="00112A9B" w:rsidP="0097778F">
      <w:pPr>
        <w:pStyle w:val="Novelizanbod"/>
        <w:keepNext w:val="0"/>
        <w:rPr>
          <w:rFonts w:eastAsia="Calibri"/>
        </w:rPr>
      </w:pPr>
      <w:r w:rsidRPr="00E57449">
        <w:rPr>
          <w:rFonts w:eastAsia="Calibri"/>
        </w:rPr>
        <w:t xml:space="preserve">V § 21 se za </w:t>
      </w:r>
      <w:r w:rsidRPr="00320588">
        <w:rPr>
          <w:rFonts w:eastAsia="Calibri"/>
        </w:rPr>
        <w:t>číslo</w:t>
      </w:r>
      <w:r>
        <w:rPr>
          <w:rFonts w:eastAsia="Calibri"/>
        </w:rPr>
        <w:t xml:space="preserve"> </w:t>
      </w:r>
      <w:r w:rsidRPr="00E57449">
        <w:rPr>
          <w:rFonts w:eastAsia="Calibri"/>
        </w:rPr>
        <w:t>„II.“ vkládají slova „nejvyšší trenérské“ a slovo „trenéra“ se zrušuje.</w:t>
      </w:r>
    </w:p>
    <w:p w:rsidR="00112A9B" w:rsidRDefault="00112A9B" w:rsidP="0097778F">
      <w:pPr>
        <w:pStyle w:val="Novelizanbod"/>
        <w:keepNext w:val="0"/>
        <w:rPr>
          <w:rFonts w:eastAsia="Calibri"/>
        </w:rPr>
      </w:pPr>
      <w:r w:rsidRPr="00E57449">
        <w:rPr>
          <w:rFonts w:eastAsia="Calibri"/>
        </w:rPr>
        <w:t>V § 21 písm. e) se slova „nebo středním vzděláním s výučním listem získaným ukončením vzdělávacího programu středního vzdělávání a trenérskou školou tělovýchovných fakult vysokých škol“ zrušují.</w:t>
      </w:r>
    </w:p>
    <w:p w:rsidR="00263C87" w:rsidRPr="00263C87" w:rsidRDefault="00263C87" w:rsidP="00FF095F">
      <w:pPr>
        <w:pStyle w:val="Novelizanbod"/>
      </w:pPr>
      <w:r w:rsidRPr="00263C87">
        <w:t>V § 22 odst. 1 písm</w:t>
      </w:r>
      <w:r w:rsidR="00FF095F">
        <w:t>eno</w:t>
      </w:r>
      <w:r w:rsidRPr="00263C87">
        <w:t xml:space="preserve"> a) zní:</w:t>
      </w:r>
    </w:p>
    <w:p w:rsidR="00263C87" w:rsidRPr="00263C87" w:rsidRDefault="00263C87" w:rsidP="00FF095F">
      <w:pPr>
        <w:pStyle w:val="Psmeno"/>
      </w:pPr>
      <w:r w:rsidRPr="00263C87">
        <w:t>„a)</w:t>
      </w:r>
      <w:r w:rsidR="00FF095F">
        <w:tab/>
      </w:r>
      <w:r w:rsidRPr="00263C87">
        <w:t>pro učitele druhého stupně základní školy, pro učitele střední školy, pro učitele uměleckých odborných předmětů v základní umělecké škole, střední škole a konzervatoři a pro učitele jazykové školy s právem státní jazykové zkoušky s obsahovým zaměřením na pedagogiku, psychologii a didaktiku, popřípadě též na znalosti v oblasti konkrétní oborové specializace,“</w:t>
      </w:r>
      <w:r w:rsidR="00906504">
        <w:t>.</w:t>
      </w:r>
    </w:p>
    <w:p w:rsidR="00112A9B" w:rsidRPr="00E57449" w:rsidRDefault="00112A9B" w:rsidP="0097778F">
      <w:pPr>
        <w:pStyle w:val="Novelizanbod"/>
        <w:keepNext w:val="0"/>
      </w:pPr>
      <w:r w:rsidRPr="00E57449">
        <w:rPr>
          <w:rFonts w:eastAsia="Calibri"/>
        </w:rPr>
        <w:t>V § 22 odstavce 3 až 7 znějí:</w:t>
      </w:r>
    </w:p>
    <w:p w:rsidR="00112A9B" w:rsidRPr="00E57449" w:rsidRDefault="00112A9B" w:rsidP="0097778F">
      <w:pPr>
        <w:pStyle w:val="Textlnku"/>
        <w:rPr>
          <w:rFonts w:eastAsia="Calibri"/>
        </w:rPr>
      </w:pPr>
      <w:r w:rsidRPr="00E57449">
        <w:rPr>
          <w:rFonts w:eastAsia="Calibri"/>
        </w:rPr>
        <w:t>„(3) Studiem pro asistenty pedagoga se rozumí vzdělání získané studiem ve vzdělávacím programu akreditovaném pro další vzdělávání pedagogických pracovníků a uskutečňovaném vysokou školou nebo zařízením pro další vzdělávání pedagogických pracovníků s obsahovým zaměřením na pedagogiku a psychologii.</w:t>
      </w:r>
    </w:p>
    <w:p w:rsidR="00112A9B" w:rsidRPr="00E57449" w:rsidRDefault="00112A9B" w:rsidP="0097778F">
      <w:pPr>
        <w:pStyle w:val="Textlnku"/>
        <w:rPr>
          <w:rFonts w:eastAsia="Calibri"/>
        </w:rPr>
      </w:pPr>
      <w:r w:rsidRPr="00E57449">
        <w:rPr>
          <w:rFonts w:eastAsia="Calibri"/>
        </w:rPr>
        <w:t xml:space="preserve">(4) Studiem v programu celoživotního vzdělávání </w:t>
      </w:r>
      <w:r>
        <w:rPr>
          <w:rFonts w:eastAsia="Calibri"/>
        </w:rPr>
        <w:t>uskutečňovaným vysokou školou k </w:t>
      </w:r>
      <w:r w:rsidRPr="00E57449">
        <w:rPr>
          <w:rFonts w:eastAsia="Calibri"/>
        </w:rPr>
        <w:t>získání odborné kvalifikace podle tohoto zákona se rozumí vzdělávací program akreditovaný pro další vzdělávání pedagogických pracovníků.</w:t>
      </w:r>
    </w:p>
    <w:p w:rsidR="00112A9B" w:rsidRPr="00E57449" w:rsidRDefault="00112A9B" w:rsidP="0097778F">
      <w:pPr>
        <w:pStyle w:val="Textlnku"/>
        <w:rPr>
          <w:rFonts w:eastAsia="Calibri"/>
        </w:rPr>
      </w:pPr>
      <w:r w:rsidRPr="00E57449">
        <w:rPr>
          <w:rFonts w:eastAsia="Calibri"/>
        </w:rPr>
        <w:t>(5) Učitel, který splňuje předpoklad odborné kvalifikace podle § 9 odst. 1 nebo § 11 odst.</w:t>
      </w:r>
      <w:r w:rsidR="008245B3">
        <w:rPr>
          <w:rFonts w:eastAsia="Calibri"/>
        </w:rPr>
        <w:t> </w:t>
      </w:r>
      <w:r w:rsidRPr="00E57449">
        <w:rPr>
          <w:rFonts w:eastAsia="Calibri"/>
        </w:rPr>
        <w:t>1, získává odbornou kvalifikaci pro výuku da</w:t>
      </w:r>
      <w:r>
        <w:rPr>
          <w:rFonts w:eastAsia="Calibri"/>
        </w:rPr>
        <w:t>lšího předmětu také vzděláním v </w:t>
      </w:r>
      <w:r w:rsidRPr="00E57449">
        <w:rPr>
          <w:rFonts w:eastAsia="Calibri"/>
        </w:rPr>
        <w:t>akreditovaném bakalářském studijním programu v oblasti vzdělávání související s charakterem tohoto vyučovaného předmětu.</w:t>
      </w:r>
    </w:p>
    <w:p w:rsidR="00112A9B" w:rsidRPr="00E57449" w:rsidRDefault="00112A9B" w:rsidP="00135555">
      <w:pPr>
        <w:pStyle w:val="Textlnku"/>
        <w:rPr>
          <w:rFonts w:eastAsia="Calibri"/>
        </w:rPr>
      </w:pPr>
      <w:r w:rsidRPr="00E57449">
        <w:rPr>
          <w:rFonts w:eastAsia="Calibri"/>
        </w:rPr>
        <w:t>(6)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w:t>
      </w:r>
      <w:r w:rsidR="0097778F">
        <w:rPr>
          <w:rFonts w:eastAsia="Calibri"/>
        </w:rPr>
        <w:t> </w:t>
      </w:r>
      <w:r w:rsidRPr="00E57449">
        <w:rPr>
          <w:rFonts w:eastAsia="Calibri"/>
        </w:rPr>
        <w:t>maturitní zkouškou, nebo pro výuku tohoto cizího jazyka, získal-li vysokoškolské vzdělání.</w:t>
      </w:r>
    </w:p>
    <w:p w:rsidR="00112A9B" w:rsidRPr="00E57449" w:rsidRDefault="00112A9B" w:rsidP="00135555">
      <w:pPr>
        <w:pStyle w:val="Textlnku"/>
        <w:rPr>
          <w:rFonts w:eastAsia="Calibri"/>
        </w:rPr>
      </w:pPr>
      <w:r w:rsidRPr="00E57449">
        <w:rPr>
          <w:rFonts w:eastAsia="Calibri"/>
        </w:rPr>
        <w:t>(7) Pedagogický pracovník, který vedle přímé pedagogické činnosti, pro kterou má odbornou kvalifikaci, vykonává také další přímou pedagogickou činnost v rámci druhu práce sjednaného v pracovní smlouvě, pro kterou nemá odbornou kvalifikaci, splňuje pro účely tohoto zákona pro tuto další přímou pedagogickou činnost předpoklad podle § 3 odst. 1 písm. b). Věta první se nepoužije u pedagogického pracovníka, který má odbornou kvalifikaci pouze pro příslušný předmět nebo příslušnou aktivitu podle odstavce 6 nebo § 7 odst. 1 písm. e) až i), §</w:t>
      </w:r>
      <w:r w:rsidR="0097778F">
        <w:rPr>
          <w:rFonts w:eastAsia="Calibri"/>
        </w:rPr>
        <w:t> </w:t>
      </w:r>
      <w:r w:rsidRPr="00E57449">
        <w:rPr>
          <w:rFonts w:eastAsia="Calibri"/>
        </w:rPr>
        <w:t>7a písm. c) n</w:t>
      </w:r>
      <w:r>
        <w:rPr>
          <w:rFonts w:eastAsia="Calibri"/>
        </w:rPr>
        <w:t>ebo d), § 8 odst. 2 nebo 3, § 9 </w:t>
      </w:r>
      <w:r w:rsidRPr="00E57449">
        <w:rPr>
          <w:rFonts w:eastAsia="Calibri"/>
        </w:rPr>
        <w:t xml:space="preserve">odst. 7 nebo 8, § 9a odst. 2 až 4, § 10 odst. 2 </w:t>
      </w:r>
      <w:r w:rsidRPr="00320588">
        <w:rPr>
          <w:rFonts w:eastAsia="Calibri"/>
        </w:rPr>
        <w:t>nebo</w:t>
      </w:r>
      <w:r>
        <w:rPr>
          <w:rFonts w:eastAsia="Calibri"/>
        </w:rPr>
        <w:t xml:space="preserve"> </w:t>
      </w:r>
      <w:r w:rsidRPr="00E57449">
        <w:rPr>
          <w:rFonts w:eastAsia="Calibri"/>
        </w:rPr>
        <w:t>§ 11 odst. 4 až 6</w:t>
      </w:r>
      <w:r w:rsidRPr="008245B3">
        <w:rPr>
          <w:rFonts w:eastAsia="Calibri"/>
        </w:rPr>
        <w:t>.</w:t>
      </w:r>
      <w:r w:rsidRPr="00E57449">
        <w:rPr>
          <w:rFonts w:eastAsia="Calibri"/>
        </w:rPr>
        <w:t xml:space="preserve">“. </w:t>
      </w:r>
    </w:p>
    <w:p w:rsidR="00112A9B" w:rsidRPr="00E57449" w:rsidRDefault="00112A9B" w:rsidP="00135555">
      <w:pPr>
        <w:pStyle w:val="Novelizanbod"/>
        <w:rPr>
          <w:rFonts w:eastAsia="Calibri"/>
        </w:rPr>
      </w:pPr>
      <w:r w:rsidRPr="00E57449">
        <w:rPr>
          <w:rFonts w:eastAsia="Calibri"/>
        </w:rPr>
        <w:t>V § 22 se doplňuje odstavec 8, který zní:</w:t>
      </w:r>
    </w:p>
    <w:p w:rsidR="00112A9B" w:rsidRPr="00E57449" w:rsidRDefault="00112A9B" w:rsidP="00135555">
      <w:pPr>
        <w:pStyle w:val="Textlnku"/>
        <w:rPr>
          <w:rFonts w:eastAsia="Calibri"/>
        </w:rPr>
      </w:pPr>
      <w:r w:rsidRPr="00E57449">
        <w:rPr>
          <w:rFonts w:eastAsia="Calibri"/>
        </w:rPr>
        <w:t xml:space="preserve">„(8) Právnická osoba vykonávající činnost školy nebo školského zařízení může zajišťovat výchovu a vzdělávání po nezbytnou dobu a v nezbytném rozsahu pedagogickým pracovníkem, který nesplňuje předpoklad odborné kvalifikace, pokud </w:t>
      </w:r>
      <w:r w:rsidRPr="00B1109E">
        <w:rPr>
          <w:rFonts w:eastAsia="Calibri"/>
        </w:rPr>
        <w:t xml:space="preserve">prokazatelně </w:t>
      </w:r>
      <w:r w:rsidRPr="00E57449">
        <w:rPr>
          <w:rFonts w:eastAsia="Calibri"/>
        </w:rPr>
        <w:t>nemůže tyto činnosti zajistit pedagogickým pracovníkem s odbornou kvalifikací. Tím není dotčena odpovědnost ředitele školy nebo školského zařízení za odbornou a pedagogickou úroveň vzdělávání a školských služeb podle zvláštního právního předpisu</w:t>
      </w:r>
      <w:r w:rsidRPr="00E57449">
        <w:rPr>
          <w:rFonts w:eastAsia="Calibri"/>
          <w:vertAlign w:val="superscript"/>
        </w:rPr>
        <w:t>21)</w:t>
      </w:r>
      <w:r w:rsidRPr="00320588">
        <w:rPr>
          <w:rFonts w:eastAsia="Calibri"/>
          <w:color w:val="FF0000"/>
        </w:rPr>
        <w:t>.</w:t>
      </w:r>
      <w:r w:rsidRPr="00E57449">
        <w:rPr>
          <w:rFonts w:eastAsia="Calibri"/>
        </w:rPr>
        <w:t>“.</w:t>
      </w:r>
    </w:p>
    <w:p w:rsidR="00112A9B" w:rsidRPr="00E57449" w:rsidRDefault="00112A9B" w:rsidP="00135555">
      <w:pPr>
        <w:pStyle w:val="Novelizanbod"/>
      </w:pPr>
      <w:r w:rsidRPr="00E57449">
        <w:t>V § 23a se odstavec 3 zrušuje.</w:t>
      </w:r>
    </w:p>
    <w:p w:rsidR="00112A9B" w:rsidRPr="00E57449" w:rsidRDefault="00112A9B" w:rsidP="0097778F">
      <w:pPr>
        <w:pStyle w:val="Odstavecseseznamem"/>
        <w:ind w:hanging="720"/>
        <w:contextualSpacing w:val="0"/>
      </w:pPr>
      <w:r w:rsidRPr="00E57449">
        <w:t>Dosavadní odstavce 4 a 5 se označují jako odstavce 3 a 4.</w:t>
      </w:r>
    </w:p>
    <w:p w:rsidR="00112A9B" w:rsidRPr="00E57449" w:rsidRDefault="00112A9B" w:rsidP="0097778F">
      <w:pPr>
        <w:pStyle w:val="Novelizanbod"/>
        <w:keepNext w:val="0"/>
      </w:pPr>
      <w:r w:rsidRPr="00E57449">
        <w:t>V § 23a odst. 3 písm. b) se text „§ 22 odst. 7“ nahrazuje textem „§ 22 odst. 8“ a na konci odstavce 3 se doplňuje věta „</w:t>
      </w:r>
      <w:r w:rsidRPr="00E57449">
        <w:rPr>
          <w:rFonts w:eastAsia="Calibri"/>
        </w:rPr>
        <w:t xml:space="preserve">Ustanovení § 39 odst. 4 zákoníku práce </w:t>
      </w:r>
      <w:r w:rsidRPr="00320588">
        <w:rPr>
          <w:rFonts w:eastAsia="Calibri"/>
        </w:rPr>
        <w:t>tím není dotčeno.</w:t>
      </w:r>
      <w:r w:rsidRPr="00E57449">
        <w:rPr>
          <w:rFonts w:eastAsia="Calibri"/>
        </w:rPr>
        <w:t>“.</w:t>
      </w:r>
    </w:p>
    <w:p w:rsidR="00112A9B" w:rsidRPr="00E57449" w:rsidRDefault="00112A9B" w:rsidP="0097778F">
      <w:pPr>
        <w:pStyle w:val="Novelizanbod"/>
        <w:keepNext w:val="0"/>
      </w:pPr>
      <w:r w:rsidRPr="00E57449">
        <w:t>V § 23a odst. 4 se slova „2 až 4“ nahrazují slovy „2 a 3“.</w:t>
      </w:r>
    </w:p>
    <w:p w:rsidR="00112A9B" w:rsidRPr="00E57449" w:rsidRDefault="00112A9B" w:rsidP="00135555">
      <w:pPr>
        <w:pStyle w:val="Novelizanbod"/>
      </w:pPr>
      <w:r w:rsidRPr="00E57449">
        <w:t>V § 24 odst. 3 se slova „s příslušným odboro</w:t>
      </w:r>
      <w:r>
        <w:t>vým orgánem“ nahrazují slovy „s </w:t>
      </w:r>
      <w:r w:rsidRPr="00E57449">
        <w:t>odborovou organizací“.</w:t>
      </w:r>
    </w:p>
    <w:p w:rsidR="00112A9B" w:rsidRPr="00E57449" w:rsidRDefault="00112A9B" w:rsidP="00135555">
      <w:pPr>
        <w:pStyle w:val="Novelizanbod"/>
      </w:pPr>
      <w:r w:rsidRPr="00E57449">
        <w:t>V § 24 odst. 4 se vkládá nové písmeno a), které zní:</w:t>
      </w:r>
    </w:p>
    <w:p w:rsidR="00112A9B" w:rsidRPr="00E57449" w:rsidRDefault="00112A9B" w:rsidP="00135555">
      <w:pPr>
        <w:pStyle w:val="Psmeno"/>
        <w:rPr>
          <w:rFonts w:eastAsia="Calibri"/>
        </w:rPr>
      </w:pPr>
      <w:r w:rsidRPr="00E57449">
        <w:t>„</w:t>
      </w:r>
      <w:r w:rsidRPr="00E57449">
        <w:rPr>
          <w:rFonts w:eastAsia="Calibri"/>
        </w:rPr>
        <w:t>a)</w:t>
      </w:r>
      <w:r w:rsidR="00E5720F">
        <w:rPr>
          <w:rFonts w:eastAsia="Calibri"/>
        </w:rPr>
        <w:tab/>
      </w:r>
      <w:r w:rsidRPr="00E57449">
        <w:rPr>
          <w:rFonts w:eastAsia="Calibri"/>
        </w:rPr>
        <w:t>v případě podle odstavce 1 na vysokých školách, v zařízeních pro další vzdělávání pedagogických pracovníků a v jiných zařízeních,“.</w:t>
      </w:r>
    </w:p>
    <w:p w:rsidR="00112A9B" w:rsidRPr="00E57449" w:rsidRDefault="00112A9B" w:rsidP="0097778F">
      <w:pPr>
        <w:pStyle w:val="Odstavecseseznamem"/>
        <w:spacing w:before="120"/>
        <w:ind w:hanging="720"/>
        <w:contextualSpacing w:val="0"/>
        <w:rPr>
          <w:rFonts w:eastAsia="Calibri"/>
        </w:rPr>
      </w:pPr>
      <w:r w:rsidRPr="00E57449">
        <w:rPr>
          <w:rFonts w:eastAsia="Calibri"/>
        </w:rPr>
        <w:t>Dosavadní písmena a) až c) se označují jako písmena b) až d).</w:t>
      </w:r>
    </w:p>
    <w:p w:rsidR="00112A9B" w:rsidRPr="00E57449" w:rsidRDefault="00112A9B" w:rsidP="008245B3">
      <w:pPr>
        <w:pStyle w:val="Novelizanbod"/>
        <w:keepNext w:val="0"/>
      </w:pPr>
      <w:r w:rsidRPr="00E57449">
        <w:t>V § 24 odst. 4 se na začátek písmene b) vkládají slova</w:t>
      </w:r>
      <w:r>
        <w:t xml:space="preserve"> „v případě podle odstavce 2“ a </w:t>
      </w:r>
      <w:r w:rsidRPr="00E57449">
        <w:t xml:space="preserve">slova „na základě akreditace udělené ministerstvem,“ se nahrazují </w:t>
      </w:r>
      <w:proofErr w:type="gramStart"/>
      <w:r w:rsidRPr="00E57449">
        <w:t>slovy „</w:t>
      </w:r>
      <w:r w:rsidR="0097778F">
        <w:t xml:space="preserve"> </w:t>
      </w:r>
      <w:r w:rsidRPr="00E57449">
        <w:t>, jimž</w:t>
      </w:r>
      <w:proofErr w:type="gramEnd"/>
      <w:r w:rsidRPr="00E57449">
        <w:t xml:space="preserve"> byla ministerstvem udělena akreditace podle tohoto zákona,“.</w:t>
      </w:r>
    </w:p>
    <w:p w:rsidR="00112A9B" w:rsidRPr="00E57449" w:rsidRDefault="00112A9B" w:rsidP="008245B3">
      <w:pPr>
        <w:pStyle w:val="Novelizanbod"/>
        <w:keepNext w:val="0"/>
      </w:pPr>
      <w:r w:rsidRPr="00E57449">
        <w:t>V § 24 odst. 5 se text „a)“ nahrazuje textem „b)“.</w:t>
      </w:r>
    </w:p>
    <w:p w:rsidR="00112A9B" w:rsidRPr="00E57449" w:rsidRDefault="00112A9B" w:rsidP="008245B3">
      <w:pPr>
        <w:pStyle w:val="Novelizanbod"/>
        <w:keepNext w:val="0"/>
      </w:pPr>
      <w:r w:rsidRPr="00E57449">
        <w:t>V § 24 odst. 7 se text „b)“ nahrazuje textem „c)“ a na konci odstavce se doplňují věty „</w:t>
      </w:r>
      <w:r w:rsidRPr="00E57449">
        <w:rPr>
          <w:rFonts w:eastAsia="Calibri"/>
        </w:rPr>
        <w:t>V</w:t>
      </w:r>
      <w:r w:rsidR="0097778F">
        <w:rPr>
          <w:rFonts w:eastAsia="Calibri"/>
        </w:rPr>
        <w:t> </w:t>
      </w:r>
      <w:r w:rsidRPr="00E57449">
        <w:rPr>
          <w:rFonts w:eastAsia="Calibri"/>
        </w:rPr>
        <w:t>případě souběhu důvodů snížení rozsahu volna k samostudiu podle věty třetí a čtvrté se sníží rozsah volna k samostudiu podle důvodu, který z hlediska snížení jeho rozsahu převažuje. Jestliže snížení rozsahu volna činí necelý den, zaokrouhlí se na půlden.“.</w:t>
      </w:r>
    </w:p>
    <w:p w:rsidR="00112A9B" w:rsidRPr="00E57449" w:rsidRDefault="00112A9B" w:rsidP="008245B3">
      <w:pPr>
        <w:pStyle w:val="Novelizanbod"/>
        <w:keepNext w:val="0"/>
      </w:pPr>
      <w:r w:rsidRPr="00E57449">
        <w:t>V § 24 se odstavec 8 včetně poznámky pod čarou č. 9a zrušuje.</w:t>
      </w:r>
    </w:p>
    <w:p w:rsidR="00112A9B" w:rsidRPr="00E57449" w:rsidRDefault="00112A9B" w:rsidP="00135555">
      <w:pPr>
        <w:pStyle w:val="Novelizanbod"/>
      </w:pPr>
      <w:r w:rsidRPr="00E57449">
        <w:t>Za § 24 se vkládá nový § 24a, který včetně nadpisu zní:</w:t>
      </w:r>
    </w:p>
    <w:p w:rsidR="00112A9B" w:rsidRPr="00E57449" w:rsidRDefault="00112A9B" w:rsidP="00135555">
      <w:pPr>
        <w:pStyle w:val="Paragraf"/>
        <w:rPr>
          <w:rFonts w:eastAsia="Calibri"/>
        </w:rPr>
      </w:pPr>
      <w:r w:rsidRPr="00E57449">
        <w:t>„</w:t>
      </w:r>
      <w:r w:rsidR="00135555">
        <w:t>§</w:t>
      </w:r>
      <w:r w:rsidRPr="00E57449">
        <w:rPr>
          <w:rFonts w:eastAsia="Calibri"/>
        </w:rPr>
        <w:t xml:space="preserve"> 24a</w:t>
      </w:r>
    </w:p>
    <w:p w:rsidR="00896751" w:rsidRPr="00896751" w:rsidRDefault="00896751" w:rsidP="00E5720F">
      <w:pPr>
        <w:pStyle w:val="Nadpisparagrafu"/>
      </w:pPr>
      <w:r w:rsidRPr="00896751">
        <w:t xml:space="preserve">Třídní učitel </w:t>
      </w:r>
    </w:p>
    <w:p w:rsidR="00896751" w:rsidRPr="008245B3" w:rsidRDefault="00896751" w:rsidP="001F7CA0">
      <w:pPr>
        <w:pStyle w:val="Textodstavce"/>
        <w:numPr>
          <w:ilvl w:val="0"/>
          <w:numId w:val="8"/>
        </w:numPr>
        <w:rPr>
          <w:rFonts w:eastAsiaTheme="minorHAnsi"/>
        </w:rPr>
      </w:pPr>
      <w:r w:rsidRPr="008245B3">
        <w:rPr>
          <w:shd w:val="clear" w:color="auto" w:fill="FFFFFF"/>
        </w:rPr>
        <w:t>Třídní učitel vyučuje v příslušné třídě, zodpovídá za vedení příslušné pedagogické dokumentace týkající se žáka a třídy, utváření podmínek k rozvoji pozitivních sociálních vazeb mezi žáky navzájem, mezi žáky a zaměstnanci školy, spolupracuje se zákonnými zástupci a ostatními pedagogickými pracovníky a odbornými zaměstnanci školy, poskytuje žákům a zákonným zástupcům pedagogické poradenství.</w:t>
      </w:r>
    </w:p>
    <w:p w:rsidR="00896751" w:rsidRPr="008245B3" w:rsidRDefault="00896751" w:rsidP="001F7CA0">
      <w:pPr>
        <w:pStyle w:val="Textodstavce"/>
        <w:numPr>
          <w:ilvl w:val="0"/>
          <w:numId w:val="8"/>
        </w:numPr>
        <w:rPr>
          <w:rFonts w:eastAsiaTheme="minorHAnsi"/>
        </w:rPr>
      </w:pPr>
      <w:r w:rsidRPr="008245B3">
        <w:rPr>
          <w:rFonts w:eastAsiaTheme="minorHAnsi"/>
        </w:rPr>
        <w:t>Třídnímu učiteli za výkon činností uvedených v odstavci 1 přísluší příplatek podle pracovněprávních předpisů.</w:t>
      </w:r>
      <w:r w:rsidRPr="008245B3">
        <w:rPr>
          <w:shd w:val="clear" w:color="auto" w:fill="FFFFFF"/>
        </w:rPr>
        <w:t>“.</w:t>
      </w:r>
    </w:p>
    <w:p w:rsidR="00896751" w:rsidRPr="00896751" w:rsidRDefault="00896751" w:rsidP="00E5720F">
      <w:pPr>
        <w:pStyle w:val="Novelizanbod"/>
        <w:rPr>
          <w:rFonts w:eastAsiaTheme="minorHAnsi"/>
        </w:rPr>
      </w:pPr>
      <w:r w:rsidRPr="00896751">
        <w:rPr>
          <w:rFonts w:eastAsiaTheme="minorHAnsi"/>
        </w:rPr>
        <w:t>Za nov</w:t>
      </w:r>
      <w:r w:rsidR="00E5720F">
        <w:rPr>
          <w:rFonts w:eastAsiaTheme="minorHAnsi"/>
        </w:rPr>
        <w:t>ě vkládaný</w:t>
      </w:r>
      <w:r w:rsidRPr="00896751">
        <w:rPr>
          <w:rFonts w:eastAsiaTheme="minorHAnsi"/>
        </w:rPr>
        <w:t xml:space="preserve"> § 24a se vkládá § 24b, který včetně nadpisu zní:</w:t>
      </w:r>
    </w:p>
    <w:p w:rsidR="00896751" w:rsidRPr="00E5720F" w:rsidRDefault="00896751" w:rsidP="00E5720F">
      <w:pPr>
        <w:pStyle w:val="Novelizanbod"/>
        <w:keepNext w:val="0"/>
        <w:keepLines w:val="0"/>
        <w:widowControl w:val="0"/>
        <w:numPr>
          <w:ilvl w:val="0"/>
          <w:numId w:val="0"/>
        </w:numPr>
        <w:spacing w:before="0" w:after="0"/>
        <w:contextualSpacing/>
        <w:jc w:val="center"/>
      </w:pPr>
      <w:r w:rsidRPr="00E5720F">
        <w:t>„§ 24b</w:t>
      </w:r>
    </w:p>
    <w:p w:rsidR="00896751" w:rsidRPr="00896751" w:rsidRDefault="00896751" w:rsidP="00E5720F">
      <w:pPr>
        <w:pStyle w:val="Nadpisparagrafu"/>
      </w:pPr>
      <w:r w:rsidRPr="00896751">
        <w:t>Uvádějící učitel a adaptační období</w:t>
      </w:r>
    </w:p>
    <w:p w:rsidR="00896751" w:rsidRPr="00896751" w:rsidRDefault="00896751" w:rsidP="001F7CA0">
      <w:pPr>
        <w:pStyle w:val="Textodstavce"/>
        <w:numPr>
          <w:ilvl w:val="0"/>
          <w:numId w:val="12"/>
        </w:numPr>
      </w:pPr>
      <w:r w:rsidRPr="00896751">
        <w:t xml:space="preserve">Adaptačním obdobím se pro účely tohoto zákona rozumí období prvního výkonu praxe učitele podle § 7, </w:t>
      </w:r>
      <w:r w:rsidR="0098667C">
        <w:t xml:space="preserve">§ 7a, § </w:t>
      </w:r>
      <w:r w:rsidRPr="00896751">
        <w:t xml:space="preserve">8 nebo § 9 </w:t>
      </w:r>
      <w:r w:rsidR="0098667C">
        <w:t xml:space="preserve">a § 9a </w:t>
      </w:r>
      <w:r w:rsidRPr="00896751">
        <w:t>tohoto zákona, které následuje po získání odborné kvalifikace učitele. Adaptační období trvá dva roky. Části adaptačního období absolvované u</w:t>
      </w:r>
      <w:r w:rsidR="0098667C">
        <w:t> </w:t>
      </w:r>
      <w:r w:rsidRPr="00896751">
        <w:t>různých právnických osob vykonávajících činnost školy se sčítají; to neplatí, jsou-li absolvovány souběžně. Adaptační období učitele se prodlužuje o dobu trvání celodenních překážek v práci, pro které učitel práci nekoná, pokud tyto překážky trvají nepřetržitě déle než 4 měsíce.</w:t>
      </w:r>
    </w:p>
    <w:p w:rsidR="00896751" w:rsidRPr="00896751" w:rsidRDefault="00896751" w:rsidP="001F7CA0">
      <w:pPr>
        <w:pStyle w:val="Textodstavce"/>
        <w:numPr>
          <w:ilvl w:val="0"/>
          <w:numId w:val="12"/>
        </w:numPr>
      </w:pPr>
      <w:r w:rsidRPr="00896751">
        <w:t>Po dobu trvání adaptačního období určuje učiteli ředitel právnické osoby vykonávající činnost školy uvádějícího učitele, a to z řad učitelů. Při výběru uvádějícího učitele přihlédne ředitel v míře možné k charakteru předmětů vyučovaných učitelem v adaptačním období i k charakteru předmětů vyučovaných uvádějícím učitelem.</w:t>
      </w:r>
    </w:p>
    <w:p w:rsidR="00896751" w:rsidRPr="00896751" w:rsidRDefault="00896751" w:rsidP="001F7CA0">
      <w:pPr>
        <w:pStyle w:val="Textodstavce"/>
        <w:numPr>
          <w:ilvl w:val="0"/>
          <w:numId w:val="12"/>
        </w:numPr>
      </w:pPr>
      <w:r w:rsidRPr="00896751">
        <w:t>Uvádějící učitel podporuje profesní rozvoj učitele v adaptačním období, a to zejména tím, že průběžně a pravidelně hodnotí s učitelem v adaptačním období jeho pedagogickou činnost, učitele v adaptačním období metodicky vede a seznamuje s podmínkami provozu školy a její dokumentací.</w:t>
      </w:r>
    </w:p>
    <w:p w:rsidR="00896751" w:rsidRPr="00896751" w:rsidRDefault="00896751" w:rsidP="001F7CA0">
      <w:pPr>
        <w:pStyle w:val="Textodstavce"/>
        <w:numPr>
          <w:ilvl w:val="0"/>
          <w:numId w:val="12"/>
        </w:numPr>
      </w:pPr>
      <w:r w:rsidRPr="00896751">
        <w:t>Uvádějícímu učiteli ve škole zřizované ministerstvem, krajem, obcí nebo svazkem obcí, který vykonává činnost podle odstavce 3, se snižuje přímá pedagogická činnost v rozsahu stanoveném prováděcím právním předpisem.</w:t>
      </w:r>
    </w:p>
    <w:p w:rsidR="00896751" w:rsidRPr="00896751" w:rsidRDefault="00896751" w:rsidP="001F7CA0">
      <w:pPr>
        <w:pStyle w:val="Textodstavce"/>
        <w:numPr>
          <w:ilvl w:val="0"/>
          <w:numId w:val="12"/>
        </w:numPr>
      </w:pPr>
      <w:r w:rsidRPr="00E5720F">
        <w:rPr>
          <w:rFonts w:eastAsiaTheme="minorHAnsi"/>
        </w:rPr>
        <w:t>Uvádějícímu učiteli za výkon činností uvedených v odstavci 3 přísluší příplatek podle pracovněprávních předpisů.</w:t>
      </w:r>
      <w:r w:rsidRPr="00896751">
        <w:t>“.</w:t>
      </w:r>
    </w:p>
    <w:p w:rsidR="00112A9B" w:rsidRPr="00E57449" w:rsidRDefault="00112A9B" w:rsidP="0097778F">
      <w:pPr>
        <w:pStyle w:val="Novelizanbod"/>
        <w:keepNext w:val="0"/>
      </w:pPr>
      <w:r w:rsidRPr="00E57449">
        <w:t xml:space="preserve">V § 27 odst. 2 písm. a) se slovo „typ,“ zrušuje a </w:t>
      </w:r>
      <w:proofErr w:type="gramStart"/>
      <w:r w:rsidRPr="00E57449">
        <w:t>slova „</w:t>
      </w:r>
      <w:r w:rsidR="0097778F">
        <w:t xml:space="preserve"> </w:t>
      </w:r>
      <w:r w:rsidRPr="00E57449">
        <w:t>; typ</w:t>
      </w:r>
      <w:proofErr w:type="gramEnd"/>
      <w:r w:rsidRPr="00E57449">
        <w:t xml:space="preserve"> vzdělávacího programu vyjadřuje druh dalšího vzdělávání pedagogických pracovníků“ se nahrazují slovy „</w:t>
      </w:r>
      <w:r>
        <w:rPr>
          <w:rFonts w:eastAsia="Calibri"/>
        </w:rPr>
        <w:t>a </w:t>
      </w:r>
      <w:r w:rsidRPr="00E57449">
        <w:rPr>
          <w:rFonts w:eastAsia="Calibri"/>
        </w:rPr>
        <w:t>okruh pedagogických pracovníků, jimž je vzdělávací program určen“.</w:t>
      </w:r>
    </w:p>
    <w:p w:rsidR="00112A9B" w:rsidRPr="00E57449" w:rsidRDefault="00112A9B" w:rsidP="0097778F">
      <w:pPr>
        <w:pStyle w:val="Novelizanbod"/>
        <w:keepNext w:val="0"/>
      </w:pPr>
      <w:r w:rsidRPr="00E57449">
        <w:t>V § 27 odst. 2 se na začátek písmene c) vkládají slova „celkovou hodinovou dotaci a“.</w:t>
      </w:r>
    </w:p>
    <w:p w:rsidR="00112A9B" w:rsidRPr="00E57449" w:rsidRDefault="00112A9B" w:rsidP="00135555">
      <w:pPr>
        <w:pStyle w:val="Novelizanbod"/>
      </w:pPr>
      <w:r w:rsidRPr="00E57449">
        <w:t>V § 27 odst. 2 se za písmeno c) vkládá nové písmeno d), které zní:</w:t>
      </w:r>
    </w:p>
    <w:p w:rsidR="00112A9B" w:rsidRPr="00E57449" w:rsidRDefault="00112A9B" w:rsidP="00135555">
      <w:pPr>
        <w:pStyle w:val="Psmeno"/>
        <w:rPr>
          <w:rFonts w:eastAsia="Calibri"/>
        </w:rPr>
      </w:pPr>
      <w:r w:rsidRPr="00E57449">
        <w:t>„</w:t>
      </w:r>
      <w:r w:rsidRPr="00E57449">
        <w:rPr>
          <w:rFonts w:eastAsia="Calibri"/>
        </w:rPr>
        <w:t>d)</w:t>
      </w:r>
      <w:r w:rsidR="00742663">
        <w:rPr>
          <w:rFonts w:eastAsia="Calibri"/>
        </w:rPr>
        <w:tab/>
      </w:r>
      <w:r w:rsidRPr="00E57449">
        <w:rPr>
          <w:rFonts w:eastAsia="Calibri"/>
        </w:rPr>
        <w:t>jméno, popřípadě jména, a příjmení odborného garanta, který odpovídá za kvalitu vzdělávacího programu a kvalitu jeho uskutečňování, a jeho odborné předpoklady pro vzdělávací program,“.</w:t>
      </w:r>
    </w:p>
    <w:p w:rsidR="00112A9B" w:rsidRPr="00E57449" w:rsidRDefault="00112A9B" w:rsidP="0097778F">
      <w:pPr>
        <w:pStyle w:val="Odstavecseseznamem"/>
        <w:spacing w:before="120"/>
        <w:ind w:hanging="720"/>
        <w:contextualSpacing w:val="0"/>
        <w:rPr>
          <w:rFonts w:eastAsia="Calibri"/>
        </w:rPr>
      </w:pPr>
      <w:r w:rsidRPr="00E57449">
        <w:rPr>
          <w:rFonts w:eastAsia="Calibri"/>
        </w:rPr>
        <w:t>Dosavadní písmeno d) se označuje jako písmeno e).</w:t>
      </w:r>
    </w:p>
    <w:p w:rsidR="00112A9B" w:rsidRPr="00E57449" w:rsidRDefault="00112A9B" w:rsidP="00135555">
      <w:pPr>
        <w:pStyle w:val="Novelizanbod"/>
      </w:pPr>
      <w:r w:rsidRPr="00E57449">
        <w:t>V § 27 odst. 2 písm. e) se slova „a garantů“ zrušují.</w:t>
      </w:r>
    </w:p>
    <w:p w:rsidR="00112A9B" w:rsidRPr="00E57449" w:rsidRDefault="00112A9B" w:rsidP="00135555">
      <w:pPr>
        <w:pStyle w:val="Novelizanbod"/>
      </w:pPr>
      <w:r w:rsidRPr="00E57449">
        <w:t xml:space="preserve">V § 27 </w:t>
      </w:r>
      <w:proofErr w:type="gramStart"/>
      <w:r w:rsidRPr="00E57449">
        <w:t>se</w:t>
      </w:r>
      <w:proofErr w:type="gramEnd"/>
      <w:r w:rsidRPr="00E57449">
        <w:t xml:space="preserve"> na konci </w:t>
      </w:r>
      <w:proofErr w:type="gramStart"/>
      <w:r w:rsidRPr="00320588">
        <w:t>odstavce 2</w:t>
      </w:r>
      <w:r>
        <w:t xml:space="preserve"> </w:t>
      </w:r>
      <w:r w:rsidRPr="00E57449">
        <w:t>tečka nahrazuje</w:t>
      </w:r>
      <w:proofErr w:type="gramEnd"/>
      <w:r w:rsidRPr="00E57449">
        <w:t xml:space="preserve"> čárkou a doplňují se písmena f) a g), která znějí:</w:t>
      </w:r>
    </w:p>
    <w:p w:rsidR="00112A9B" w:rsidRPr="00E57449" w:rsidRDefault="00112A9B" w:rsidP="00135555">
      <w:pPr>
        <w:pStyle w:val="Psmeno"/>
        <w:rPr>
          <w:rFonts w:eastAsia="Calibri"/>
        </w:rPr>
      </w:pPr>
      <w:r w:rsidRPr="00E57449">
        <w:t>„</w:t>
      </w:r>
      <w:r w:rsidRPr="00E57449">
        <w:rPr>
          <w:rFonts w:eastAsia="Calibri"/>
        </w:rPr>
        <w:t>f)</w:t>
      </w:r>
      <w:r w:rsidR="00742663">
        <w:rPr>
          <w:rFonts w:eastAsia="Calibri"/>
        </w:rPr>
        <w:tab/>
      </w:r>
      <w:r w:rsidRPr="00E57449">
        <w:rPr>
          <w:rFonts w:eastAsia="Calibri"/>
        </w:rPr>
        <w:t>způsob ukončení a vyhodnocení vzdělávacího programu a</w:t>
      </w:r>
    </w:p>
    <w:p w:rsidR="00112A9B" w:rsidRPr="00E57449" w:rsidRDefault="00112A9B" w:rsidP="00135555">
      <w:pPr>
        <w:pStyle w:val="Psmeno"/>
        <w:rPr>
          <w:rFonts w:eastAsia="Calibri"/>
        </w:rPr>
      </w:pPr>
      <w:r w:rsidRPr="00E57449">
        <w:rPr>
          <w:rFonts w:eastAsia="Calibri"/>
        </w:rPr>
        <w:t>g)</w:t>
      </w:r>
      <w:r w:rsidR="00742663">
        <w:rPr>
          <w:rFonts w:eastAsia="Calibri"/>
        </w:rPr>
        <w:tab/>
      </w:r>
      <w:r w:rsidRPr="00E57449">
        <w:rPr>
          <w:rFonts w:eastAsia="Calibri"/>
        </w:rPr>
        <w:t>vzor osvědčení.“.</w:t>
      </w:r>
    </w:p>
    <w:p w:rsidR="00112A9B" w:rsidRPr="00E57449" w:rsidRDefault="00112A9B" w:rsidP="00135555">
      <w:pPr>
        <w:pStyle w:val="Novelizanbod"/>
      </w:pPr>
      <w:r w:rsidRPr="00E57449">
        <w:t xml:space="preserve">V § 27 odst. 3 písm. b) se slova „nebo cíli“ nahrazují </w:t>
      </w:r>
      <w:proofErr w:type="gramStart"/>
      <w:r w:rsidRPr="00E57449">
        <w:t>slovy „</w:t>
      </w:r>
      <w:r w:rsidR="0097778F">
        <w:t xml:space="preserve"> </w:t>
      </w:r>
      <w:r w:rsidRPr="00E57449">
        <w:t>, cíli</w:t>
      </w:r>
      <w:proofErr w:type="gramEnd"/>
      <w:r w:rsidRPr="00E57449">
        <w:t xml:space="preserve"> nebo okruhem pedagogických pracovníků, pro něž je určen,“.</w:t>
      </w:r>
    </w:p>
    <w:p w:rsidR="00112A9B" w:rsidRPr="00E57449" w:rsidRDefault="00112A9B" w:rsidP="00135555">
      <w:pPr>
        <w:pStyle w:val="Novelizanbod"/>
      </w:pPr>
      <w:r w:rsidRPr="00E57449">
        <w:t>V § 27 odst. 3 písm. c) se slova „lektorů nebo garantů“ nahrazují slovy „lektora nebo odborného garanta“.</w:t>
      </w:r>
    </w:p>
    <w:p w:rsidR="00112A9B" w:rsidRPr="00E57449" w:rsidRDefault="00112A9B" w:rsidP="00135555">
      <w:pPr>
        <w:pStyle w:val="Novelizanbod"/>
      </w:pPr>
      <w:r w:rsidRPr="00E57449">
        <w:t xml:space="preserve">V § 28 odst. 3 se na konci textu </w:t>
      </w:r>
      <w:r>
        <w:t xml:space="preserve">písmene b) doplňují </w:t>
      </w:r>
      <w:proofErr w:type="gramStart"/>
      <w:r>
        <w:t>slova „</w:t>
      </w:r>
      <w:r w:rsidR="0097778F">
        <w:t xml:space="preserve"> </w:t>
      </w:r>
      <w:r w:rsidRPr="00E57449">
        <w:t>, okruh</w:t>
      </w:r>
      <w:proofErr w:type="gramEnd"/>
      <w:r w:rsidRPr="00E57449">
        <w:t xml:space="preserve"> pedagogických pracovníků, jimž je vzdělávací program určen“.</w:t>
      </w:r>
    </w:p>
    <w:p w:rsidR="00112A9B" w:rsidRPr="00E57449" w:rsidRDefault="00112A9B" w:rsidP="00135555">
      <w:pPr>
        <w:pStyle w:val="Novelizanbod"/>
      </w:pPr>
      <w:r w:rsidRPr="00E57449">
        <w:t>V § 28 odst. 3 písm. c) se slova „lektorů a garantů“ nahrazují slovy „lektora nebo odborného garanta“.</w:t>
      </w:r>
    </w:p>
    <w:p w:rsidR="00112A9B" w:rsidRPr="00E57449" w:rsidRDefault="00112A9B" w:rsidP="00135555">
      <w:pPr>
        <w:pStyle w:val="Novelizanbod"/>
      </w:pPr>
      <w:r w:rsidRPr="00E57449">
        <w:t>Za § 28 se vkládá nový § 28a, který včetně nadpisu zní:</w:t>
      </w:r>
    </w:p>
    <w:p w:rsidR="00112A9B" w:rsidRPr="00E57449" w:rsidRDefault="00112A9B" w:rsidP="00135555">
      <w:pPr>
        <w:pStyle w:val="Paragraf"/>
        <w:rPr>
          <w:rFonts w:eastAsia="Calibri"/>
        </w:rPr>
      </w:pPr>
      <w:r w:rsidRPr="00E57449">
        <w:t>„</w:t>
      </w:r>
      <w:r w:rsidR="00135555">
        <w:t>§</w:t>
      </w:r>
      <w:r w:rsidRPr="00E57449">
        <w:rPr>
          <w:rFonts w:eastAsia="Calibri"/>
        </w:rPr>
        <w:t xml:space="preserve"> 28a</w:t>
      </w:r>
    </w:p>
    <w:p w:rsidR="00112A9B" w:rsidRPr="00E57449" w:rsidRDefault="00112A9B" w:rsidP="00135555">
      <w:pPr>
        <w:pStyle w:val="Nadpisparagrafu"/>
        <w:rPr>
          <w:rFonts w:eastAsia="Calibri"/>
        </w:rPr>
      </w:pPr>
      <w:r w:rsidRPr="00E57449">
        <w:rPr>
          <w:rFonts w:eastAsia="Calibri"/>
        </w:rPr>
        <w:t>Povinnosti vzdělávací instituce</w:t>
      </w:r>
    </w:p>
    <w:p w:rsidR="00112A9B" w:rsidRPr="00370514" w:rsidRDefault="00112A9B" w:rsidP="001F7CA0">
      <w:pPr>
        <w:pStyle w:val="Textodstavce"/>
        <w:numPr>
          <w:ilvl w:val="0"/>
          <w:numId w:val="9"/>
        </w:numPr>
        <w:rPr>
          <w:rFonts w:eastAsia="Calibri"/>
        </w:rPr>
      </w:pPr>
      <w:r w:rsidRPr="00370514">
        <w:rPr>
          <w:rFonts w:eastAsia="Calibri"/>
        </w:rPr>
        <w:t>Vzdělávací instituce je povinna</w:t>
      </w:r>
    </w:p>
    <w:p w:rsidR="00112A9B" w:rsidRPr="00E57449" w:rsidRDefault="00112A9B" w:rsidP="00135555">
      <w:pPr>
        <w:pStyle w:val="Textpsmene"/>
        <w:rPr>
          <w:rFonts w:eastAsia="Calibri"/>
        </w:rPr>
      </w:pPr>
      <w:r w:rsidRPr="00E57449">
        <w:rPr>
          <w:rFonts w:eastAsia="Calibri"/>
        </w:rPr>
        <w:t>uskutečňovat vzdělávací program v souladu s rozhodnutím o akreditaci,</w:t>
      </w:r>
    </w:p>
    <w:p w:rsidR="00112A9B" w:rsidRPr="00E57449" w:rsidRDefault="00112A9B" w:rsidP="00135555">
      <w:pPr>
        <w:pStyle w:val="Textpsmene"/>
        <w:rPr>
          <w:rFonts w:eastAsia="Calibri"/>
        </w:rPr>
      </w:pPr>
      <w:r w:rsidRPr="00E57449">
        <w:rPr>
          <w:rFonts w:eastAsia="Calibri"/>
        </w:rPr>
        <w:t>vést</w:t>
      </w:r>
      <w:r>
        <w:rPr>
          <w:rFonts w:eastAsia="Calibri"/>
        </w:rPr>
        <w:t xml:space="preserve"> </w:t>
      </w:r>
      <w:r w:rsidRPr="00320588">
        <w:rPr>
          <w:rFonts w:eastAsia="Calibri"/>
        </w:rPr>
        <w:t>a uchovávat</w:t>
      </w:r>
      <w:r w:rsidRPr="00E57449">
        <w:rPr>
          <w:rFonts w:eastAsia="Calibri"/>
        </w:rPr>
        <w:t xml:space="preserve"> dokumentaci o uskutečňování vzdělávacího programu,</w:t>
      </w:r>
    </w:p>
    <w:p w:rsidR="00112A9B" w:rsidRPr="00E57449" w:rsidRDefault="00112A9B" w:rsidP="00135555">
      <w:pPr>
        <w:pStyle w:val="Textpsmene"/>
        <w:rPr>
          <w:rFonts w:eastAsia="Calibri"/>
        </w:rPr>
      </w:pPr>
      <w:r w:rsidRPr="00E57449">
        <w:rPr>
          <w:rFonts w:eastAsia="Calibri"/>
        </w:rPr>
        <w:t xml:space="preserve">oznámit ministerstvu bezodkladně změnu sídla nebo názvu </w:t>
      </w:r>
      <w:r w:rsidRPr="00320588">
        <w:rPr>
          <w:rFonts w:eastAsia="Calibri"/>
        </w:rPr>
        <w:t xml:space="preserve">a </w:t>
      </w:r>
      <w:r w:rsidRPr="00E57449">
        <w:rPr>
          <w:rFonts w:eastAsia="Calibri"/>
        </w:rPr>
        <w:t>zrušení nebo zánik, nejde-li o vzdělávací instituci zapsanou ve školském rejstříku.</w:t>
      </w:r>
    </w:p>
    <w:p w:rsidR="00112A9B" w:rsidRPr="00320588" w:rsidRDefault="00112A9B" w:rsidP="00135555">
      <w:pPr>
        <w:pStyle w:val="Textodstavce"/>
        <w:rPr>
          <w:rFonts w:eastAsia="Calibri"/>
        </w:rPr>
      </w:pPr>
      <w:r w:rsidRPr="00E57449">
        <w:rPr>
          <w:rFonts w:eastAsia="Calibri"/>
        </w:rPr>
        <w:t>Ministerstvo stanoví prováděcím právním předpisem rozsah, způsob vedení a dobu uchovávání dokumentace o uskutečňování vzdělávacího programu.“.</w:t>
      </w:r>
    </w:p>
    <w:p w:rsidR="00112A9B" w:rsidRPr="00FE5723" w:rsidRDefault="00112A9B" w:rsidP="00135555">
      <w:pPr>
        <w:pStyle w:val="Novelizanbod"/>
        <w:rPr>
          <w:u w:color="FF0000"/>
        </w:rPr>
      </w:pPr>
      <w:r w:rsidRPr="00FE5723">
        <w:t xml:space="preserve">V § 29a odst. 1 písm. a) bodě 2 se slova „v souvislosti s výkonem činnosti pedagogického pracovníka“ nahrazují </w:t>
      </w:r>
      <w:proofErr w:type="gramStart"/>
      <w:r w:rsidRPr="00FE5723">
        <w:t xml:space="preserve">slovy </w:t>
      </w:r>
      <w:r w:rsidRPr="00320588">
        <w:t>„</w:t>
      </w:r>
      <w:r w:rsidR="0097778F">
        <w:t xml:space="preserve"> </w:t>
      </w:r>
      <w:r w:rsidRPr="000F619B">
        <w:t>, pokud</w:t>
      </w:r>
      <w:proofErr w:type="gramEnd"/>
      <w:r w:rsidRPr="000F619B">
        <w:t xml:space="preserve"> jeho spáchání ohrožuje důvěru v řádný výkon činnosti pedagogického pracovníka nebo v řádné uskutečňování akreditovaného vzdělávacího programu</w:t>
      </w:r>
      <w:r w:rsidRPr="00FE5723">
        <w:t>“.</w:t>
      </w:r>
    </w:p>
    <w:p w:rsidR="00112A9B" w:rsidRPr="0097778F" w:rsidRDefault="00112A9B" w:rsidP="00135555">
      <w:pPr>
        <w:pStyle w:val="Novelizanbod"/>
      </w:pPr>
      <w:r w:rsidRPr="00320588">
        <w:t xml:space="preserve">V § 29a odst. 1 písm. b) se slova „výkonu akreditované činnosti“ nahrazují slovy </w:t>
      </w:r>
      <w:r w:rsidRPr="0097778F">
        <w:t>„uskutečňování akreditovaného vzdělávacího programu“.</w:t>
      </w:r>
    </w:p>
    <w:p w:rsidR="00112A9B" w:rsidRPr="0097778F" w:rsidRDefault="00112A9B" w:rsidP="00135555">
      <w:pPr>
        <w:pStyle w:val="Novelizanbod"/>
      </w:pPr>
      <w:r w:rsidRPr="0097778F">
        <w:t>V § 29a odst. 2 se za slovo „bezúhonnost“ vkládají slova „v případě podle odstavce 1 písm. a)“ a za větu první se vkládají věty „Cizinec,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 podle jiného právního předpisu</w:t>
      </w:r>
      <w:r w:rsidRPr="0097778F">
        <w:rPr>
          <w:vertAlign w:val="superscript"/>
        </w:rPr>
        <w:t>15)</w:t>
      </w:r>
      <w:r w:rsidRPr="0097778F">
        <w:t>. Cizinec, který není nebo nebyl státním občanem jiného členského státu Evropské unie nebo nemá nebo neměl adresu bydliště v jiném členském státě Evropské unie, prokazuje bezúhonnost dokladem obdobným výpisu z evidence Rejstříku trestů státu, jehož je státním příslušníkem, nebo výpisem z evidence Rejstříku trestů, v jehož příloze jsou tyto informace obsaženy.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nesmí být starší než 3 měsíce.“.</w:t>
      </w:r>
    </w:p>
    <w:p w:rsidR="00112A9B" w:rsidRPr="00E57449" w:rsidRDefault="00112A9B" w:rsidP="00135555">
      <w:pPr>
        <w:pStyle w:val="Novelizanbod"/>
      </w:pPr>
      <w:r w:rsidRPr="00E57449">
        <w:t xml:space="preserve">V § 29a odst. 2 se slovo „deseti“ nahrazuje číslem „10“ a slovo „jednoho“ </w:t>
      </w:r>
      <w:r w:rsidRPr="0098206A">
        <w:t xml:space="preserve">se nahrazuje </w:t>
      </w:r>
      <w:r w:rsidRPr="00E57449">
        <w:t>číslem „1“.</w:t>
      </w:r>
    </w:p>
    <w:p w:rsidR="00112A9B" w:rsidRDefault="00112A9B" w:rsidP="00135555">
      <w:pPr>
        <w:pStyle w:val="Novelizanbod"/>
      </w:pPr>
      <w:r w:rsidRPr="00E57449">
        <w:t>V § 29a odst. 3 se za slova „osoby se“ vkládají slova „v případě podle odstavce 1 písm.</w:t>
      </w:r>
      <w:r>
        <w:t> </w:t>
      </w:r>
      <w:r w:rsidRPr="00E57449">
        <w:t>b)“.</w:t>
      </w:r>
    </w:p>
    <w:p w:rsidR="00290A78" w:rsidRPr="00290A78" w:rsidRDefault="00290A78" w:rsidP="00742663">
      <w:pPr>
        <w:pStyle w:val="Novelizanbod"/>
        <w:rPr>
          <w:rFonts w:eastAsia="Roboto"/>
        </w:rPr>
      </w:pPr>
      <w:r w:rsidRPr="00290A78">
        <w:rPr>
          <w:rFonts w:eastAsia="Roboto"/>
        </w:rPr>
        <w:t xml:space="preserve">Za hlavu III se vkládá hlava IV, která včetně nadpisu a poznámky pod čarou č. </w:t>
      </w:r>
      <w:r w:rsidR="00742663">
        <w:rPr>
          <w:rFonts w:eastAsia="Roboto"/>
        </w:rPr>
        <w:t>24</w:t>
      </w:r>
      <w:r w:rsidRPr="00290A78">
        <w:rPr>
          <w:rFonts w:eastAsia="Roboto"/>
        </w:rPr>
        <w:t xml:space="preserve"> zní:</w:t>
      </w:r>
    </w:p>
    <w:p w:rsidR="00290A78" w:rsidRPr="00742663" w:rsidRDefault="00290A78" w:rsidP="00742663">
      <w:pPr>
        <w:jc w:val="center"/>
        <w:rPr>
          <w:rFonts w:ascii="Roboto" w:eastAsia="Roboto" w:hAnsi="Roboto" w:cs="Roboto"/>
        </w:rPr>
      </w:pPr>
      <w:r w:rsidRPr="00742663">
        <w:rPr>
          <w:rFonts w:ascii="Roboto" w:eastAsia="Roboto" w:hAnsi="Roboto" w:cs="Roboto"/>
        </w:rPr>
        <w:t>„HLAVA IV</w:t>
      </w:r>
    </w:p>
    <w:p w:rsidR="00290A78" w:rsidRPr="00742663" w:rsidRDefault="00290A78" w:rsidP="00742663">
      <w:pPr>
        <w:pStyle w:val="Nadpishlavy"/>
        <w:spacing w:before="120"/>
        <w:rPr>
          <w:rFonts w:eastAsia="Roboto"/>
          <w:b w:val="0"/>
        </w:rPr>
      </w:pPr>
      <w:r w:rsidRPr="00742663">
        <w:rPr>
          <w:rFonts w:eastAsia="Roboto"/>
          <w:b w:val="0"/>
        </w:rPr>
        <w:t>PLAT PEDAGOGICKÝCH PRACOVNÍKŮ</w:t>
      </w:r>
    </w:p>
    <w:p w:rsidR="00290A78" w:rsidRPr="00742663" w:rsidRDefault="00290A78" w:rsidP="00742663">
      <w:pPr>
        <w:spacing w:before="120"/>
        <w:jc w:val="center"/>
        <w:rPr>
          <w:rFonts w:eastAsia="Roboto"/>
        </w:rPr>
      </w:pPr>
      <w:r w:rsidRPr="00742663">
        <w:rPr>
          <w:rFonts w:eastAsia="Roboto"/>
        </w:rPr>
        <w:t>§ 23b</w:t>
      </w:r>
    </w:p>
    <w:p w:rsidR="00290A78" w:rsidRPr="00742663" w:rsidRDefault="00290A78" w:rsidP="001F7CA0">
      <w:pPr>
        <w:pStyle w:val="Textodstavce"/>
        <w:numPr>
          <w:ilvl w:val="0"/>
          <w:numId w:val="13"/>
        </w:numPr>
        <w:rPr>
          <w:rFonts w:eastAsia="Roboto"/>
        </w:rPr>
      </w:pPr>
      <w:r w:rsidRPr="00742663">
        <w:rPr>
          <w:rFonts w:eastAsia="Roboto"/>
        </w:rPr>
        <w:t>Plat je peněžité plnění poskytované měsíčně ve výši a za podmínek stanovených zákonem.</w:t>
      </w:r>
    </w:p>
    <w:p w:rsidR="00290A78" w:rsidRPr="00742663" w:rsidRDefault="00290A78" w:rsidP="001F7CA0">
      <w:pPr>
        <w:pStyle w:val="Textodstavce"/>
        <w:numPr>
          <w:ilvl w:val="0"/>
          <w:numId w:val="13"/>
        </w:numPr>
        <w:rPr>
          <w:rFonts w:eastAsia="Roboto"/>
        </w:rPr>
      </w:pPr>
      <w:r w:rsidRPr="00742663">
        <w:rPr>
          <w:rFonts w:eastAsia="Roboto"/>
        </w:rPr>
        <w:t>Platový tarif pedagogického pracovníka se určí jako součin platové základny a platového koeficientu stanoveného v závislosti na platové třídě a platovém stupni, do kterých je pedagogický pracovník zařazen podle zákoníku práce. Platový tarif se zaokrouhluje na celé desetikoruny nahoru.</w:t>
      </w:r>
    </w:p>
    <w:p w:rsidR="00290A78" w:rsidRPr="00742663" w:rsidRDefault="00290A78" w:rsidP="001F7CA0">
      <w:pPr>
        <w:pStyle w:val="Textodstavce"/>
        <w:numPr>
          <w:ilvl w:val="0"/>
          <w:numId w:val="13"/>
        </w:numPr>
        <w:rPr>
          <w:rFonts w:eastAsia="Roboto"/>
        </w:rPr>
      </w:pPr>
      <w:r w:rsidRPr="00742663">
        <w:rPr>
          <w:rFonts w:eastAsia="Roboto"/>
        </w:rPr>
        <w:t>Platová základna činí od 1. ledna do 31. prosince kalendářního roku 1,08 násobek průměrné mzdy v národním hospodářství dosažené podle zveřejněných údajů Českého statistického úřadu za předminulý kalendářní rok. Výši platové základny pro příslušný kalendářní rok vyhlašuje Ministerstvo práce a sociálních věcí ve Sbírce zákonů a mezinárodních smluv sdělením.</w:t>
      </w:r>
    </w:p>
    <w:p w:rsidR="00290A78" w:rsidRPr="00290A78" w:rsidRDefault="00290A78" w:rsidP="00290A78">
      <w:pPr>
        <w:ind w:left="720"/>
        <w:rPr>
          <w:rFonts w:ascii="Roboto" w:eastAsia="Roboto" w:hAnsi="Roboto" w:cs="Roboto"/>
          <w:i/>
        </w:rPr>
      </w:pPr>
    </w:p>
    <w:p w:rsidR="00290A78" w:rsidRPr="00742663" w:rsidRDefault="00290A78" w:rsidP="00742663">
      <w:pPr>
        <w:jc w:val="center"/>
        <w:rPr>
          <w:rFonts w:ascii="Roboto" w:eastAsia="Roboto" w:hAnsi="Roboto" w:cs="Roboto"/>
        </w:rPr>
      </w:pPr>
      <w:r w:rsidRPr="00742663">
        <w:rPr>
          <w:rFonts w:ascii="Roboto" w:eastAsia="Roboto" w:hAnsi="Roboto" w:cs="Roboto"/>
        </w:rPr>
        <w:t>§ 23c</w:t>
      </w:r>
    </w:p>
    <w:p w:rsidR="00290A78" w:rsidRPr="00290A78" w:rsidRDefault="00290A78" w:rsidP="00742663">
      <w:pPr>
        <w:pStyle w:val="Nadpisparagrafu"/>
        <w:rPr>
          <w:rFonts w:eastAsia="Roboto"/>
        </w:rPr>
      </w:pPr>
      <w:r w:rsidRPr="00290A78">
        <w:rPr>
          <w:rFonts w:eastAsia="Roboto"/>
        </w:rPr>
        <w:t>Platový tarif pedagogických pracovníků v roce 2022</w:t>
      </w:r>
    </w:p>
    <w:p w:rsidR="00290A78" w:rsidRPr="00290A78" w:rsidRDefault="00290A78" w:rsidP="00742663">
      <w:pPr>
        <w:pStyle w:val="Textparagrafu"/>
        <w:rPr>
          <w:rFonts w:eastAsia="Roboto"/>
        </w:rPr>
      </w:pPr>
      <w:r w:rsidRPr="00290A78">
        <w:rPr>
          <w:rFonts w:eastAsia="Roboto"/>
        </w:rPr>
        <w:t>Pedagogickému pracovníkovi náleží platový tarif určený z platové základny platovým koeficientem, který v jednotlivých platových třídách a stupních činí v roce 2022</w:t>
      </w:r>
    </w:p>
    <w:p w:rsidR="00290A78" w:rsidRPr="00290A78" w:rsidRDefault="00290A78" w:rsidP="00290A78">
      <w:pPr>
        <w:ind w:left="720"/>
        <w:jc w:val="center"/>
        <w:rPr>
          <w:rFonts w:ascii="Roboto" w:eastAsia="Roboto" w:hAnsi="Roboto" w:cs="Roboto"/>
          <w:i/>
        </w:rPr>
      </w:pPr>
    </w:p>
    <w:p w:rsidR="00290A78" w:rsidRPr="00290A78" w:rsidRDefault="00290A78" w:rsidP="00290A78">
      <w:pPr>
        <w:rPr>
          <w:rFonts w:ascii="Roboto" w:eastAsia="Roboto" w:hAnsi="Roboto" w:cs="Roboto"/>
          <w:b/>
          <w:i/>
        </w:rPr>
      </w:pPr>
      <w:r w:rsidRPr="00290A78">
        <w:rPr>
          <w:rFonts w:ascii="Roboto" w:eastAsia="Roboto" w:hAnsi="Roboto" w:cs="Roboto"/>
          <w:b/>
          <w:i/>
          <w:noProof/>
        </w:rPr>
        <w:drawing>
          <wp:inline distT="114300" distB="114300" distL="114300" distR="114300" wp14:anchorId="6B5D2D5D" wp14:editId="70A235CB">
            <wp:extent cx="5943600" cy="1195388"/>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7"/>
                    <a:srcRect/>
                    <a:stretch>
                      <a:fillRect/>
                    </a:stretch>
                  </pic:blipFill>
                  <pic:spPr>
                    <a:xfrm>
                      <a:off x="0" y="0"/>
                      <a:ext cx="5943600" cy="1195388"/>
                    </a:xfrm>
                    <a:prstGeom prst="rect">
                      <a:avLst/>
                    </a:prstGeom>
                    <a:ln/>
                  </pic:spPr>
                </pic:pic>
              </a:graphicData>
            </a:graphic>
          </wp:inline>
        </w:drawing>
      </w:r>
    </w:p>
    <w:p w:rsidR="00290A78" w:rsidRPr="00290A78" w:rsidRDefault="00290A78" w:rsidP="00290A78">
      <w:pPr>
        <w:ind w:left="720"/>
        <w:jc w:val="center"/>
        <w:rPr>
          <w:rFonts w:ascii="Roboto" w:eastAsia="Roboto" w:hAnsi="Roboto" w:cs="Roboto"/>
          <w:i/>
        </w:rPr>
      </w:pPr>
    </w:p>
    <w:p w:rsidR="00290A78" w:rsidRPr="00290A78" w:rsidRDefault="00290A78" w:rsidP="00290A78">
      <w:pPr>
        <w:rPr>
          <w:rFonts w:ascii="Roboto" w:eastAsia="Roboto" w:hAnsi="Roboto" w:cs="Roboto"/>
          <w:i/>
        </w:rPr>
      </w:pPr>
    </w:p>
    <w:p w:rsidR="00290A78" w:rsidRPr="00742663" w:rsidRDefault="00290A78" w:rsidP="00742663">
      <w:pPr>
        <w:jc w:val="center"/>
        <w:rPr>
          <w:rFonts w:ascii="Roboto" w:eastAsia="Roboto" w:hAnsi="Roboto" w:cs="Roboto"/>
        </w:rPr>
      </w:pPr>
      <w:r w:rsidRPr="00742663">
        <w:rPr>
          <w:rFonts w:ascii="Roboto" w:eastAsia="Roboto" w:hAnsi="Roboto" w:cs="Roboto"/>
        </w:rPr>
        <w:t>§ 23d</w:t>
      </w:r>
    </w:p>
    <w:p w:rsidR="00290A78" w:rsidRPr="00290A78" w:rsidRDefault="00290A78" w:rsidP="00742663">
      <w:pPr>
        <w:pStyle w:val="Nadpisparagrafu"/>
        <w:rPr>
          <w:rFonts w:eastAsia="Roboto"/>
        </w:rPr>
      </w:pPr>
      <w:r w:rsidRPr="00290A78">
        <w:rPr>
          <w:rFonts w:eastAsia="Roboto"/>
        </w:rPr>
        <w:t>Příplatek za přímou pedagogickou činnost nad stanovený rozsah</w:t>
      </w:r>
    </w:p>
    <w:p w:rsidR="00290A78" w:rsidRPr="00290A78" w:rsidRDefault="00290A78" w:rsidP="00742663">
      <w:pPr>
        <w:pStyle w:val="Textparagrafu"/>
        <w:rPr>
          <w:rFonts w:eastAsia="Roboto"/>
        </w:rPr>
      </w:pPr>
      <w:r w:rsidRPr="00290A78">
        <w:rPr>
          <w:rFonts w:eastAsia="Roboto"/>
        </w:rPr>
        <w:t>Pedagogickému pracovníkovi přísluší za hodinu přímé pedagogické činnosti, kterou vykonává nad rozsah hodin stanovený ředitelem školy, ředitelem školského zařízení nebo ředitelem zařízení sociálních služeb</w:t>
      </w:r>
      <w:r w:rsidR="00742663" w:rsidRPr="00742663">
        <w:rPr>
          <w:rFonts w:eastAsia="Roboto"/>
          <w:vertAlign w:val="superscript"/>
        </w:rPr>
        <w:t>24</w:t>
      </w:r>
      <w:r w:rsidRPr="00290A78">
        <w:rPr>
          <w:rFonts w:eastAsia="Roboto"/>
          <w:vertAlign w:val="superscript"/>
        </w:rPr>
        <w:t>)</w:t>
      </w:r>
      <w:r w:rsidRPr="00290A78">
        <w:rPr>
          <w:rFonts w:eastAsia="Roboto"/>
        </w:rPr>
        <w:t xml:space="preserve"> podle tohoto zákona, příplatek ve výši dvojnásobku průměrného hodinového výdělku.</w:t>
      </w:r>
    </w:p>
    <w:p w:rsidR="00290A78" w:rsidRPr="00290A78" w:rsidRDefault="00290A78" w:rsidP="00290A78">
      <w:pPr>
        <w:ind w:left="720"/>
        <w:rPr>
          <w:rFonts w:ascii="Roboto" w:eastAsia="Roboto" w:hAnsi="Roboto" w:cs="Roboto"/>
          <w:i/>
        </w:rPr>
      </w:pPr>
      <w:r w:rsidRPr="00290A78">
        <w:rPr>
          <w:rFonts w:ascii="Roboto" w:eastAsia="Roboto" w:hAnsi="Roboto" w:cs="Roboto"/>
          <w:i/>
        </w:rPr>
        <w:t xml:space="preserve"> </w:t>
      </w:r>
    </w:p>
    <w:p w:rsidR="00290A78" w:rsidRPr="00742663" w:rsidRDefault="00290A78" w:rsidP="00742663">
      <w:pPr>
        <w:jc w:val="center"/>
        <w:rPr>
          <w:rFonts w:eastAsia="Roboto"/>
        </w:rPr>
      </w:pPr>
      <w:r w:rsidRPr="00742663">
        <w:rPr>
          <w:rFonts w:eastAsia="Roboto"/>
        </w:rPr>
        <w:t>§ 23e</w:t>
      </w:r>
    </w:p>
    <w:p w:rsidR="00290A78" w:rsidRPr="00290A78" w:rsidRDefault="00290A78" w:rsidP="00742663">
      <w:pPr>
        <w:pStyle w:val="Nadpislnku"/>
        <w:rPr>
          <w:rFonts w:eastAsia="Roboto"/>
        </w:rPr>
      </w:pPr>
      <w:r w:rsidRPr="00290A78">
        <w:rPr>
          <w:rFonts w:eastAsia="Roboto"/>
        </w:rPr>
        <w:t>Specializační příplatek pedagogického pracovníka</w:t>
      </w:r>
    </w:p>
    <w:p w:rsidR="00290A78" w:rsidRPr="00290A78" w:rsidRDefault="00290A78" w:rsidP="00742663">
      <w:pPr>
        <w:pStyle w:val="Textparagrafu"/>
        <w:rPr>
          <w:rFonts w:eastAsia="Roboto"/>
        </w:rPr>
      </w:pPr>
      <w:r w:rsidRPr="00290A78">
        <w:rPr>
          <w:rFonts w:eastAsia="Roboto"/>
        </w:rPr>
        <w:t>Pedagogickému pracovníkovi, který vedle přímé pedagogické činnosti vykonává také specializované činnosti, k jejichž výkonu jsou nezbytné další kvalifikační předpoklady podle tohoto zákona, se poskytuje příplatek ve výši 1 000 až 2 000 Kč měsíčně.</w:t>
      </w:r>
    </w:p>
    <w:p w:rsidR="00290A78" w:rsidRPr="00290A78" w:rsidRDefault="00290A78" w:rsidP="00290A78">
      <w:pPr>
        <w:rPr>
          <w:rFonts w:ascii="Roboto" w:eastAsia="Roboto" w:hAnsi="Roboto" w:cs="Roboto"/>
          <w:i/>
        </w:rPr>
      </w:pPr>
    </w:p>
    <w:p w:rsidR="00290A78" w:rsidRPr="00742663" w:rsidRDefault="00290A78" w:rsidP="00290A78">
      <w:pPr>
        <w:rPr>
          <w:rFonts w:eastAsia="Roboto"/>
        </w:rPr>
      </w:pPr>
      <w:r w:rsidRPr="00742663">
        <w:rPr>
          <w:rFonts w:eastAsia="Roboto"/>
        </w:rPr>
        <w:t xml:space="preserve">Poznámka pod čarou č. </w:t>
      </w:r>
      <w:r w:rsidR="008F7742">
        <w:rPr>
          <w:rFonts w:eastAsia="Roboto"/>
        </w:rPr>
        <w:t>24</w:t>
      </w:r>
      <w:r w:rsidRPr="00742663">
        <w:rPr>
          <w:rFonts w:eastAsia="Roboto"/>
        </w:rPr>
        <w:t xml:space="preserve"> zní:</w:t>
      </w:r>
    </w:p>
    <w:p w:rsidR="00290A78" w:rsidRPr="00742663" w:rsidRDefault="00742663" w:rsidP="00290A78">
      <w:pPr>
        <w:rPr>
          <w:rFonts w:eastAsia="Roboto"/>
        </w:rPr>
      </w:pPr>
      <w:r>
        <w:rPr>
          <w:rFonts w:eastAsia="Roboto"/>
          <w:vertAlign w:val="superscript"/>
        </w:rPr>
        <w:t>24</w:t>
      </w:r>
      <w:r w:rsidR="00290A78" w:rsidRPr="00742663">
        <w:rPr>
          <w:rFonts w:eastAsia="Roboto"/>
          <w:vertAlign w:val="superscript"/>
        </w:rPr>
        <w:t>)</w:t>
      </w:r>
      <w:r w:rsidR="00E21F92">
        <w:rPr>
          <w:rFonts w:eastAsia="Roboto"/>
          <w:vertAlign w:val="superscript"/>
        </w:rPr>
        <w:tab/>
      </w:r>
      <w:r w:rsidR="00290A78" w:rsidRPr="00742663">
        <w:rPr>
          <w:rFonts w:eastAsia="Roboto"/>
        </w:rPr>
        <w:t>Zákon č. 108/2006 Sb., o sociálních službách, ve znění pozdějších předpisů.</w:t>
      </w:r>
    </w:p>
    <w:p w:rsidR="00290A78" w:rsidRPr="00742663" w:rsidRDefault="00290A78" w:rsidP="00290A78">
      <w:pPr>
        <w:ind w:left="720"/>
        <w:rPr>
          <w:rFonts w:eastAsia="Roboto"/>
        </w:rPr>
      </w:pPr>
    </w:p>
    <w:p w:rsidR="00290A78" w:rsidRPr="00E21F92" w:rsidRDefault="00290A78" w:rsidP="00290A78">
      <w:pPr>
        <w:rPr>
          <w:rFonts w:eastAsia="Roboto"/>
        </w:rPr>
      </w:pPr>
      <w:r w:rsidRPr="00E21F92">
        <w:rPr>
          <w:rFonts w:eastAsia="Roboto"/>
        </w:rPr>
        <w:t>Dosavadní hlavy IV a V se označují jako hlavy V a VI.</w:t>
      </w:r>
      <w:r w:rsidR="00370514" w:rsidRPr="00E21F92">
        <w:rPr>
          <w:rFonts w:eastAsia="Roboto"/>
        </w:rPr>
        <w:t>“.</w:t>
      </w:r>
    </w:p>
    <w:p w:rsidR="00290A78" w:rsidRPr="00290A78" w:rsidRDefault="00290A78" w:rsidP="00E21F92">
      <w:pPr>
        <w:pStyle w:val="Novelizanbod"/>
        <w:rPr>
          <w:rFonts w:eastAsia="Roboto"/>
        </w:rPr>
      </w:pPr>
      <w:r w:rsidRPr="00290A78">
        <w:rPr>
          <w:rFonts w:eastAsia="Roboto"/>
        </w:rPr>
        <w:t>V § 23b se doplňuje odstavec 4, který zní:</w:t>
      </w:r>
    </w:p>
    <w:p w:rsidR="00290A78" w:rsidRPr="00290A78" w:rsidRDefault="00290A78" w:rsidP="00E21F92">
      <w:pPr>
        <w:pStyle w:val="Textparagrafu"/>
        <w:rPr>
          <w:rFonts w:eastAsia="Roboto"/>
        </w:rPr>
      </w:pPr>
      <w:r w:rsidRPr="00290A78">
        <w:rPr>
          <w:rFonts w:eastAsia="Roboto"/>
        </w:rPr>
        <w:t>„(4) Vláda stanoví platové koeficienty a stupnici platových tarifů pro příslušný kalendářní rok zpravidla s účinností od počátku kalendářního roku tak, aby platové koeficienty v jednotlivých platových třídách a stupních činily nejméně</w:t>
      </w:r>
    </w:p>
    <w:p w:rsidR="00290A78" w:rsidRPr="00290A78" w:rsidRDefault="00290A78" w:rsidP="00290A78">
      <w:pPr>
        <w:ind w:left="720"/>
        <w:rPr>
          <w:rFonts w:ascii="Roboto" w:eastAsia="Roboto" w:hAnsi="Roboto" w:cs="Roboto"/>
          <w:i/>
        </w:rPr>
      </w:pPr>
    </w:p>
    <w:p w:rsidR="00290A78" w:rsidRPr="00290A78" w:rsidRDefault="00290A78" w:rsidP="00E21F92">
      <w:pPr>
        <w:rPr>
          <w:rFonts w:ascii="Roboto" w:eastAsia="Roboto" w:hAnsi="Roboto" w:cs="Roboto"/>
          <w:i/>
        </w:rPr>
      </w:pPr>
      <w:r w:rsidRPr="00290A78">
        <w:rPr>
          <w:rFonts w:ascii="Roboto" w:eastAsia="Roboto" w:hAnsi="Roboto" w:cs="Roboto"/>
          <w:b/>
          <w:i/>
          <w:noProof/>
        </w:rPr>
        <w:drawing>
          <wp:inline distT="114300" distB="114300" distL="114300" distR="114300" wp14:anchorId="19F6A8C1" wp14:editId="26B4BF45">
            <wp:extent cx="5972175" cy="1185863"/>
            <wp:effectExtent l="0" t="0" r="0" b="0"/>
            <wp:docPr id="2"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8"/>
                    <a:srcRect/>
                    <a:stretch>
                      <a:fillRect/>
                    </a:stretch>
                  </pic:blipFill>
                  <pic:spPr>
                    <a:xfrm>
                      <a:off x="0" y="0"/>
                      <a:ext cx="5972175" cy="1185863"/>
                    </a:xfrm>
                    <a:prstGeom prst="rect">
                      <a:avLst/>
                    </a:prstGeom>
                    <a:ln/>
                  </pic:spPr>
                </pic:pic>
              </a:graphicData>
            </a:graphic>
          </wp:inline>
        </w:drawing>
      </w:r>
      <w:r w:rsidR="00E21F92">
        <w:rPr>
          <w:rFonts w:ascii="Roboto" w:eastAsia="Roboto" w:hAnsi="Roboto" w:cs="Roboto"/>
        </w:rPr>
        <w:t>.</w:t>
      </w:r>
      <w:r w:rsidR="00E21F92" w:rsidRPr="00E21F92">
        <w:rPr>
          <w:rFonts w:ascii="Roboto" w:eastAsia="Roboto" w:hAnsi="Roboto" w:cs="Roboto"/>
        </w:rPr>
        <w:t>“.</w:t>
      </w:r>
    </w:p>
    <w:p w:rsidR="00290A78" w:rsidRPr="00290A78" w:rsidRDefault="00290A78" w:rsidP="00290A78">
      <w:pPr>
        <w:rPr>
          <w:i/>
        </w:rPr>
      </w:pPr>
    </w:p>
    <w:p w:rsidR="00112A9B" w:rsidRPr="00E57449" w:rsidRDefault="00135555" w:rsidP="00135555">
      <w:pPr>
        <w:pStyle w:val="lnek"/>
      </w:pPr>
      <w:r>
        <w:t xml:space="preserve">Čl. </w:t>
      </w:r>
      <w:r w:rsidR="00112A9B" w:rsidRPr="00E57449">
        <w:t>II</w:t>
      </w:r>
    </w:p>
    <w:p w:rsidR="00112A9B" w:rsidRPr="00E57449" w:rsidRDefault="00112A9B" w:rsidP="00135555">
      <w:pPr>
        <w:pStyle w:val="Nadpislnku"/>
      </w:pPr>
      <w:r w:rsidRPr="00E57449">
        <w:t>Přechodná ustanovení</w:t>
      </w:r>
    </w:p>
    <w:p w:rsidR="00112A9B" w:rsidRPr="00E57449" w:rsidRDefault="00E21F92" w:rsidP="00E21F92">
      <w:pPr>
        <w:pStyle w:val="Textlnku"/>
      </w:pPr>
      <w:r>
        <w:t xml:space="preserve">1. </w:t>
      </w:r>
      <w:r w:rsidR="00112A9B" w:rsidRPr="00E57449">
        <w:t>Řízení o akreditaci vzdělávací instituce nebo vzdělávacího programu zahájená přede dnem nabytí účinnosti tohoto zákona se dokončí podle zákona č. 563/2004 Sb., ve znění účinném přede dnem nabytí účinnosti tohoto zákona. Řízení o akreditaci vzdělávacího programu pro další vzdělávání pedagogických pracovníků podle § 24 odst. 1 zákona č.</w:t>
      </w:r>
      <w:r w:rsidR="00112A9B">
        <w:t> </w:t>
      </w:r>
      <w:r w:rsidR="00112A9B" w:rsidRPr="00E57449">
        <w:t xml:space="preserve">563/2004 Sb. zahájená přede dnem nabytí účinnosti tohoto zákona se </w:t>
      </w:r>
      <w:r w:rsidR="00112A9B" w:rsidRPr="0098206A">
        <w:t>zastavují</w:t>
      </w:r>
      <w:r w:rsidR="00112A9B" w:rsidRPr="00E57449">
        <w:t>.</w:t>
      </w:r>
    </w:p>
    <w:p w:rsidR="00112A9B" w:rsidRPr="00E57449" w:rsidRDefault="00E21F92" w:rsidP="00E21F92">
      <w:pPr>
        <w:pStyle w:val="Textlnku"/>
      </w:pPr>
      <w:r>
        <w:t xml:space="preserve">2. </w:t>
      </w:r>
      <w:r w:rsidR="00112A9B" w:rsidRPr="00E57449">
        <w:t>Získání odborné kvalifikace podle zákona č. 563/2004 Sb.,</w:t>
      </w:r>
      <w:r w:rsidR="00112A9B">
        <w:rPr>
          <w:color w:val="FF0000"/>
        </w:rPr>
        <w:t xml:space="preserve"> </w:t>
      </w:r>
      <w:r w:rsidR="00112A9B" w:rsidRPr="00E57449">
        <w:t>ve znění účinném přede dnem nabytí účinnosti tohoto zákona, zůstává nedotčeno.</w:t>
      </w:r>
    </w:p>
    <w:p w:rsidR="00112A9B" w:rsidRPr="00E57449" w:rsidRDefault="00E21F92" w:rsidP="00E21F92">
      <w:pPr>
        <w:pStyle w:val="Textlnku"/>
      </w:pPr>
      <w:r>
        <w:t xml:space="preserve">3. </w:t>
      </w:r>
      <w:r w:rsidR="00112A9B" w:rsidRPr="00E57449">
        <w:t>Odborná kvalifikace získaná studiem, které bylo zahájeno přede dnem nabytí účinnosti tohoto zákona, se posuzuje podle zákona č. 563/2004 Sb., ve znění účinném přede dnem nabytí účinnosti tohoto zákona.</w:t>
      </w:r>
    </w:p>
    <w:p w:rsidR="00112A9B" w:rsidRDefault="00E21F92" w:rsidP="00E21F92">
      <w:pPr>
        <w:pStyle w:val="Textlnku"/>
      </w:pPr>
      <w:r>
        <w:t xml:space="preserve">4. </w:t>
      </w:r>
      <w:r w:rsidR="00112A9B" w:rsidRPr="00E57449">
        <w:t>Fyzická osoba, která prokázala znalost českého jazyka podle § 4 zákona č. 563/2004 Sb., ve znění účinném přede dnem nabytí účinnosti tohoto zákona, se považuje za osobu, která prokázala předpoklad znalosti českého jazyka podle § 3 odst. 1 písm. e) zákona č.</w:t>
      </w:r>
      <w:r w:rsidR="00112A9B">
        <w:t> </w:t>
      </w:r>
      <w:r w:rsidR="00112A9B" w:rsidRPr="00E57449">
        <w:t>563/2004 Sb.,</w:t>
      </w:r>
      <w:r w:rsidR="00112A9B">
        <w:t xml:space="preserve"> </w:t>
      </w:r>
      <w:r w:rsidR="00112A9B" w:rsidRPr="00E57449">
        <w:t xml:space="preserve">ve znění účinném </w:t>
      </w:r>
      <w:r w:rsidR="00112A9B" w:rsidRPr="0098206A">
        <w:t>ode dne</w:t>
      </w:r>
      <w:r w:rsidR="00112A9B">
        <w:t xml:space="preserve"> </w:t>
      </w:r>
      <w:r w:rsidR="00112A9B" w:rsidRPr="00E57449">
        <w:t>nabytí účinnosti tohoto zákona.</w:t>
      </w:r>
    </w:p>
    <w:p w:rsidR="00290A78" w:rsidRDefault="00290A78" w:rsidP="00290A78">
      <w:pPr>
        <w:ind w:left="360"/>
      </w:pPr>
    </w:p>
    <w:p w:rsidR="00290A78" w:rsidRPr="00290A78" w:rsidRDefault="00E21F92" w:rsidP="00E21F92">
      <w:pPr>
        <w:pStyle w:val="ST"/>
        <w:rPr>
          <w:rFonts w:eastAsia="Roboto"/>
        </w:rPr>
      </w:pPr>
      <w:r>
        <w:rPr>
          <w:rFonts w:eastAsia="Roboto"/>
        </w:rPr>
        <w:t xml:space="preserve">ČÁST </w:t>
      </w:r>
      <w:r w:rsidR="00290A78" w:rsidRPr="00290A78">
        <w:rPr>
          <w:rFonts w:eastAsia="Roboto"/>
        </w:rPr>
        <w:t>DRUHÁ</w:t>
      </w:r>
    </w:p>
    <w:p w:rsidR="00290A78" w:rsidRPr="00290A78" w:rsidRDefault="00290A78" w:rsidP="00E21F92">
      <w:pPr>
        <w:pStyle w:val="NADPISSTI"/>
        <w:rPr>
          <w:rFonts w:eastAsia="Roboto"/>
        </w:rPr>
      </w:pPr>
      <w:r w:rsidRPr="00290A78">
        <w:rPr>
          <w:rFonts w:eastAsia="Roboto"/>
        </w:rPr>
        <w:t>Změna zákoníku práce</w:t>
      </w:r>
    </w:p>
    <w:p w:rsidR="00290A78" w:rsidRPr="00290A78" w:rsidRDefault="00E21F92" w:rsidP="00E21F92">
      <w:pPr>
        <w:pStyle w:val="lnek"/>
        <w:rPr>
          <w:rFonts w:eastAsia="Roboto"/>
        </w:rPr>
      </w:pPr>
      <w:r>
        <w:rPr>
          <w:rFonts w:eastAsia="Roboto"/>
        </w:rPr>
        <w:t xml:space="preserve">Čl. </w:t>
      </w:r>
      <w:r w:rsidR="00290A78" w:rsidRPr="00290A78">
        <w:rPr>
          <w:rFonts w:eastAsia="Roboto"/>
        </w:rPr>
        <w:t xml:space="preserve">III </w:t>
      </w:r>
    </w:p>
    <w:p w:rsidR="00290A78" w:rsidRPr="00290A78" w:rsidRDefault="00290A78" w:rsidP="00E21F92">
      <w:pPr>
        <w:pStyle w:val="Textlnku"/>
        <w:rPr>
          <w:rFonts w:eastAsia="Roboto"/>
        </w:rPr>
      </w:pPr>
      <w:r w:rsidRPr="00290A78">
        <w:rPr>
          <w:rFonts w:eastAsia="Roboto"/>
        </w:rPr>
        <w:t>Zákon č. 262/2006 Sb., zákoník práce, ve znění zákona č. 585/2006 Sb., zákona č.</w:t>
      </w:r>
      <w:r w:rsidR="00E21F92">
        <w:rPr>
          <w:rFonts w:eastAsia="Roboto"/>
        </w:rPr>
        <w:t> </w:t>
      </w:r>
      <w:r w:rsidRPr="00290A78">
        <w:rPr>
          <w:rFonts w:eastAsia="Roboto"/>
        </w:rPr>
        <w:t>181/2007 Sb., zákona č. 261/2007 Sb., zákona č. 296/2007 Sb., zákona č. 362/2007 Sb., nálezu Ústavního soudu, vyhlášeného pod č. 116/2008 Sb., zákona č. 121/2008 Sb., zákona č.</w:t>
      </w:r>
      <w:r w:rsidR="00E21F92">
        <w:rPr>
          <w:rFonts w:eastAsia="Roboto"/>
        </w:rPr>
        <w:t> </w:t>
      </w:r>
      <w:r w:rsidRPr="00290A78">
        <w:rPr>
          <w:rFonts w:eastAsia="Roboto"/>
        </w:rPr>
        <w:t>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w:t>
      </w:r>
      <w:r w:rsidR="00E21F92">
        <w:rPr>
          <w:rFonts w:eastAsia="Roboto"/>
        </w:rPr>
        <w:t> </w:t>
      </w:r>
      <w:r w:rsidRPr="00290A78">
        <w:rPr>
          <w:rFonts w:eastAsia="Roboto"/>
        </w:rPr>
        <w:t>365/2011 Sb., zákona č. 367/2011 Sb., zákona č. 375/2011 Sb., zákona č. 466/2011 Sb., zákona č. 167/2012 Sb., zákona č. 385/2012 Sb., zákona č. 396/2012 Sb., zákona č. 399/2012 Sb., zákona č. 155/2013 Sb., zákona č. 303/2013 Sb., zákona č. 101/2014 Sb., zákona č.</w:t>
      </w:r>
      <w:r w:rsidR="00E21F92">
        <w:rPr>
          <w:rFonts w:eastAsia="Roboto"/>
        </w:rPr>
        <w:t> </w:t>
      </w:r>
      <w:r w:rsidRPr="00290A78">
        <w:rPr>
          <w:rFonts w:eastAsia="Roboto"/>
        </w:rPr>
        <w:t>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w:t>
      </w:r>
      <w:r w:rsidR="00E21F92">
        <w:rPr>
          <w:rFonts w:eastAsia="Roboto"/>
        </w:rPr>
        <w:t> </w:t>
      </w:r>
      <w:r w:rsidRPr="00290A78">
        <w:rPr>
          <w:rFonts w:eastAsia="Roboto"/>
        </w:rPr>
        <w:t>222/2017 Sb., zákona č. 292/2017 Sb., zákona č. 310/2017 Sb., zákona č. 181/2018 Sb.</w:t>
      </w:r>
      <w:r w:rsidR="00E539EC">
        <w:rPr>
          <w:rFonts w:eastAsia="Roboto"/>
        </w:rPr>
        <w:t>,</w:t>
      </w:r>
      <w:r w:rsidRPr="00290A78">
        <w:rPr>
          <w:rFonts w:eastAsia="Roboto"/>
        </w:rPr>
        <w:t xml:space="preserve"> zákona č. 32/2019 Sb.</w:t>
      </w:r>
      <w:r w:rsidR="00E21F92">
        <w:rPr>
          <w:rFonts w:eastAsia="Roboto"/>
        </w:rPr>
        <w:t>,</w:t>
      </w:r>
      <w:r w:rsidRPr="00290A78">
        <w:rPr>
          <w:rFonts w:eastAsia="Roboto"/>
        </w:rPr>
        <w:t xml:space="preserve"> </w:t>
      </w:r>
      <w:r w:rsidR="00E539EC">
        <w:rPr>
          <w:rFonts w:eastAsia="Roboto"/>
        </w:rPr>
        <w:t xml:space="preserve">zákona č. 366/2019 Sb. a zákona č. 285/2020 Sb., </w:t>
      </w:r>
      <w:r w:rsidRPr="00290A78">
        <w:rPr>
          <w:rFonts w:eastAsia="Roboto"/>
        </w:rPr>
        <w:t>se mění takto:</w:t>
      </w:r>
    </w:p>
    <w:p w:rsidR="00290A78" w:rsidRPr="00E21F92" w:rsidRDefault="00290A78" w:rsidP="001F7CA0">
      <w:pPr>
        <w:pStyle w:val="Novelizanbod"/>
        <w:numPr>
          <w:ilvl w:val="0"/>
          <w:numId w:val="14"/>
        </w:numPr>
        <w:rPr>
          <w:rFonts w:eastAsia="Roboto"/>
        </w:rPr>
      </w:pPr>
      <w:r w:rsidRPr="00E21F92">
        <w:rPr>
          <w:rFonts w:eastAsia="Roboto"/>
        </w:rPr>
        <w:t>§ 132 a 133 se včetně poznámek pod čarou č. 22a, 45 a 46 zrušují.</w:t>
      </w:r>
    </w:p>
    <w:p w:rsidR="00290A78" w:rsidRPr="00290A78" w:rsidRDefault="00290A78" w:rsidP="00E21F92">
      <w:pPr>
        <w:pStyle w:val="Novelizanbod"/>
        <w:rPr>
          <w:rFonts w:eastAsia="Roboto"/>
        </w:rPr>
      </w:pPr>
      <w:r w:rsidRPr="00290A78">
        <w:rPr>
          <w:rFonts w:eastAsia="Roboto"/>
        </w:rPr>
        <w:t>V poznámce pod čarou č. 43a se za slovo „Například“ vkládají slova „§ 23b a násl. zákona č. 563/2004 Sb., o pedagogických pracovnících,“.</w:t>
      </w:r>
    </w:p>
    <w:p w:rsidR="00290A78" w:rsidRPr="00290A78" w:rsidRDefault="00290A78" w:rsidP="00E21F92">
      <w:pPr>
        <w:pStyle w:val="Novelizanbod"/>
        <w:rPr>
          <w:rFonts w:eastAsia="Roboto" w:cs="Roboto"/>
        </w:rPr>
      </w:pPr>
      <w:r w:rsidRPr="00290A78">
        <w:rPr>
          <w:shd w:val="clear" w:color="auto" w:fill="FFFFFF"/>
        </w:rPr>
        <w:t xml:space="preserve">V § 319 odst. 1 písm. c) se text </w:t>
      </w:r>
      <w:r w:rsidRPr="00290A78">
        <w:rPr>
          <w:rFonts w:eastAsia="Roboto" w:cs="Roboto"/>
        </w:rPr>
        <w:t xml:space="preserve">„a </w:t>
      </w:r>
      <w:r w:rsidRPr="00290A78">
        <w:rPr>
          <w:shd w:val="clear" w:color="auto" w:fill="FFFFFF"/>
        </w:rPr>
        <w:t>§ 132, 133</w:t>
      </w:r>
      <w:r w:rsidRPr="00290A78">
        <w:rPr>
          <w:rFonts w:eastAsia="Roboto" w:cs="Roboto"/>
        </w:rPr>
        <w:t>“</w:t>
      </w:r>
      <w:r w:rsidRPr="00290A78">
        <w:rPr>
          <w:shd w:val="clear" w:color="auto" w:fill="FFFFFF"/>
        </w:rPr>
        <w:t xml:space="preserve"> zrušuje.</w:t>
      </w:r>
    </w:p>
    <w:p w:rsidR="00290A78" w:rsidRPr="00290A78" w:rsidRDefault="00290A78" w:rsidP="00290A78">
      <w:pPr>
        <w:rPr>
          <w:rFonts w:ascii="Roboto" w:eastAsia="Roboto" w:hAnsi="Roboto" w:cs="Roboto"/>
          <w:i/>
        </w:rPr>
      </w:pPr>
    </w:p>
    <w:p w:rsidR="00290A78" w:rsidRPr="00290A78" w:rsidRDefault="00E21F92" w:rsidP="00E21F92">
      <w:pPr>
        <w:pStyle w:val="ST"/>
        <w:rPr>
          <w:rFonts w:eastAsia="Roboto"/>
        </w:rPr>
      </w:pPr>
      <w:r>
        <w:rPr>
          <w:rFonts w:eastAsia="Roboto"/>
        </w:rPr>
        <w:t xml:space="preserve">ČÁST </w:t>
      </w:r>
      <w:r w:rsidR="00290A78" w:rsidRPr="00290A78">
        <w:rPr>
          <w:rFonts w:eastAsia="Roboto"/>
        </w:rPr>
        <w:t>TŘETÍ</w:t>
      </w:r>
    </w:p>
    <w:p w:rsidR="00290A78" w:rsidRPr="00290A78" w:rsidRDefault="00290A78" w:rsidP="00E21F92">
      <w:pPr>
        <w:pStyle w:val="NADPISSTI"/>
        <w:rPr>
          <w:rFonts w:eastAsia="Roboto"/>
        </w:rPr>
      </w:pPr>
      <w:r w:rsidRPr="00290A78">
        <w:rPr>
          <w:rFonts w:eastAsia="Roboto"/>
        </w:rPr>
        <w:t xml:space="preserve">Změna školského zákona </w:t>
      </w:r>
    </w:p>
    <w:p w:rsidR="00290A78" w:rsidRPr="00290A78" w:rsidRDefault="00E21F92" w:rsidP="00E21F92">
      <w:pPr>
        <w:pStyle w:val="lnek"/>
        <w:rPr>
          <w:rFonts w:eastAsia="Roboto"/>
        </w:rPr>
      </w:pPr>
      <w:r>
        <w:rPr>
          <w:rFonts w:eastAsia="Roboto"/>
        </w:rPr>
        <w:t xml:space="preserve">Čl. </w:t>
      </w:r>
      <w:r w:rsidR="00290A78" w:rsidRPr="00290A78">
        <w:rPr>
          <w:rFonts w:eastAsia="Roboto"/>
        </w:rPr>
        <w:t>IV</w:t>
      </w:r>
    </w:p>
    <w:p w:rsidR="00290A78" w:rsidRPr="00290A78" w:rsidRDefault="00290A78" w:rsidP="00E21F92">
      <w:pPr>
        <w:pStyle w:val="Textlnku"/>
        <w:rPr>
          <w:rFonts w:eastAsia="Roboto"/>
        </w:rPr>
      </w:pPr>
      <w:r w:rsidRPr="00290A78">
        <w:rPr>
          <w:rFonts w:eastAsia="Roboto"/>
        </w:rPr>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w:t>
      </w:r>
      <w:r w:rsidR="001F7CA0">
        <w:rPr>
          <w:rFonts w:eastAsia="Roboto"/>
        </w:rPr>
        <w:t> </w:t>
      </w:r>
      <w:r w:rsidRPr="00290A78">
        <w:rPr>
          <w:rFonts w:eastAsia="Roboto"/>
        </w:rPr>
        <w:t>384/2008 Sb., zákona č. 49/2009 Sb., zákona č. 227/2009 Sb., zákona č. 378/2009 Sb., zákona č. 427/2010 Sb., zákona č. 73/2011 Sb., zákona č. 331/2011 Sb., zákona č. 375/2011 Sb., zákona č. 420/2011 Sb., zákona č. 472/2011 Sb., zákona č. 53/2012 Sb., zákona č. 333/2012 Sb., zákona č. 370/2012 Sb., zákona č. 241/2013 Sb., zákonného opatření Senátu č. 344/2013 Sb., zákona č. 64/2014 Sb., zákona č. 250/2014 Sb., zákona č. 82/2015 Sb., zákona č. 178/2016 Sb., zákona č. 230/2016 Sb., zákona č. 101/2017 Sb., zákona č. 222/2017 Sb., zákona č.</w:t>
      </w:r>
      <w:r w:rsidR="001F7CA0">
        <w:rPr>
          <w:rFonts w:eastAsia="Roboto"/>
        </w:rPr>
        <w:t> </w:t>
      </w:r>
      <w:r w:rsidRPr="00290A78">
        <w:rPr>
          <w:rFonts w:eastAsia="Roboto"/>
        </w:rPr>
        <w:t>167/2018 Sb.</w:t>
      </w:r>
      <w:r w:rsidR="00E539EC">
        <w:rPr>
          <w:rFonts w:eastAsia="Roboto"/>
        </w:rPr>
        <w:t>,</w:t>
      </w:r>
      <w:r w:rsidRPr="00290A78">
        <w:rPr>
          <w:rFonts w:eastAsia="Roboto"/>
        </w:rPr>
        <w:t xml:space="preserve"> zákona č. 46/2019 Sb.</w:t>
      </w:r>
      <w:r w:rsidR="001F7CA0">
        <w:rPr>
          <w:rFonts w:eastAsia="Roboto"/>
        </w:rPr>
        <w:t>,</w:t>
      </w:r>
      <w:r w:rsidRPr="00290A78">
        <w:rPr>
          <w:rFonts w:eastAsia="Roboto"/>
        </w:rPr>
        <w:t xml:space="preserve"> </w:t>
      </w:r>
      <w:r w:rsidR="00E539EC">
        <w:rPr>
          <w:rFonts w:eastAsia="Roboto"/>
        </w:rPr>
        <w:t xml:space="preserve">zákona č. 284/2020 Sb., zákona č. 349/2020 Sb. a zákona č. 403/2020 Sb., </w:t>
      </w:r>
      <w:r w:rsidRPr="00290A78">
        <w:rPr>
          <w:rFonts w:eastAsia="Roboto"/>
        </w:rPr>
        <w:t>se mění takto:</w:t>
      </w:r>
      <w:bookmarkStart w:id="0" w:name="_GoBack"/>
      <w:bookmarkEnd w:id="0"/>
    </w:p>
    <w:p w:rsidR="00290A78" w:rsidRPr="001F7CA0" w:rsidRDefault="00290A78" w:rsidP="001F7CA0">
      <w:pPr>
        <w:pStyle w:val="Novelizanbod"/>
        <w:numPr>
          <w:ilvl w:val="0"/>
          <w:numId w:val="15"/>
        </w:numPr>
        <w:rPr>
          <w:rFonts w:eastAsia="Roboto"/>
        </w:rPr>
      </w:pPr>
      <w:r w:rsidRPr="001F7CA0">
        <w:rPr>
          <w:rFonts w:eastAsia="Roboto"/>
        </w:rPr>
        <w:t>V § 161 odst. 1 písm. a) bodě 1. se slova „§ 133 zákoníku práce“ nahrazují slovy „§ 23e zákona o pedagogických pracovnících“.</w:t>
      </w:r>
    </w:p>
    <w:p w:rsidR="00290A78" w:rsidRPr="00EA4E59" w:rsidRDefault="00290A78" w:rsidP="001F7CA0">
      <w:pPr>
        <w:pStyle w:val="Novelizanbod"/>
        <w:rPr>
          <w:rFonts w:eastAsia="Roboto" w:cs="Roboto"/>
        </w:rPr>
      </w:pPr>
      <w:r w:rsidRPr="00290A78">
        <w:rPr>
          <w:rFonts w:eastAsia="Roboto" w:cs="Roboto"/>
        </w:rPr>
        <w:t xml:space="preserve">V § 161 </w:t>
      </w:r>
      <w:r w:rsidRPr="00290A78">
        <w:t>se na konci textu odst. 4 doplňuje věta „Výše finančních prostředků podle odstavce 3 písm. a) činí pět šestin z celkové výše finanční</w:t>
      </w:r>
      <w:r w:rsidR="00E539EC">
        <w:t>ch</w:t>
      </w:r>
      <w:r w:rsidRPr="00290A78">
        <w:t xml:space="preserve"> prostředků určených pro pedagogické pracovníky.“.</w:t>
      </w:r>
    </w:p>
    <w:p w:rsidR="001F7CA0" w:rsidRDefault="001F7CA0">
      <w:pPr>
        <w:jc w:val="left"/>
        <w:rPr>
          <w:rFonts w:eastAsia="Roboto"/>
          <w:i/>
        </w:rPr>
      </w:pPr>
      <w:r>
        <w:rPr>
          <w:rFonts w:eastAsia="Roboto"/>
          <w:i/>
        </w:rPr>
        <w:br w:type="page"/>
      </w:r>
    </w:p>
    <w:p w:rsidR="00290A78" w:rsidRDefault="001F7CA0" w:rsidP="001F7CA0">
      <w:pPr>
        <w:pStyle w:val="ST"/>
        <w:rPr>
          <w:rFonts w:eastAsia="Roboto"/>
        </w:rPr>
      </w:pPr>
      <w:r>
        <w:rPr>
          <w:rFonts w:eastAsia="Roboto"/>
        </w:rPr>
        <w:t xml:space="preserve">ČÁST </w:t>
      </w:r>
      <w:r w:rsidR="00290A78" w:rsidRPr="00F953E6">
        <w:rPr>
          <w:rFonts w:eastAsia="Roboto"/>
        </w:rPr>
        <w:t>ČTVRTÁ</w:t>
      </w:r>
    </w:p>
    <w:p w:rsidR="001F7CA0" w:rsidRPr="00F953E6" w:rsidRDefault="001F7CA0" w:rsidP="001F7CA0">
      <w:pPr>
        <w:pStyle w:val="NADPISSTI"/>
        <w:rPr>
          <w:rFonts w:eastAsia="Roboto"/>
        </w:rPr>
      </w:pPr>
      <w:r w:rsidRPr="00F953E6">
        <w:rPr>
          <w:rFonts w:eastAsia="Roboto"/>
        </w:rPr>
        <w:t>ÚČINNOST</w:t>
      </w:r>
    </w:p>
    <w:p w:rsidR="00290A78" w:rsidRPr="00F953E6" w:rsidRDefault="001F7CA0" w:rsidP="001F7CA0">
      <w:pPr>
        <w:pStyle w:val="lnek"/>
        <w:rPr>
          <w:rFonts w:eastAsia="Roboto"/>
        </w:rPr>
      </w:pPr>
      <w:r>
        <w:rPr>
          <w:rFonts w:eastAsia="Roboto"/>
        </w:rPr>
        <w:t xml:space="preserve">Čl. </w:t>
      </w:r>
      <w:r w:rsidR="00290A78" w:rsidRPr="00F953E6">
        <w:rPr>
          <w:rFonts w:eastAsia="Roboto"/>
        </w:rPr>
        <w:t>V</w:t>
      </w:r>
    </w:p>
    <w:p w:rsidR="00290A78" w:rsidRPr="00F953E6" w:rsidRDefault="00290A78" w:rsidP="001F7CA0">
      <w:pPr>
        <w:pStyle w:val="Textlnku"/>
        <w:rPr>
          <w:rFonts w:eastAsia="Roboto"/>
        </w:rPr>
      </w:pPr>
      <w:r w:rsidRPr="00F953E6">
        <w:rPr>
          <w:rFonts w:eastAsia="Roboto"/>
        </w:rPr>
        <w:t>Tento zákon nabývá účinnosti dnem 1. července 202</w:t>
      </w:r>
      <w:r w:rsidR="00F953E6">
        <w:rPr>
          <w:rFonts w:eastAsia="Roboto"/>
        </w:rPr>
        <w:t>1</w:t>
      </w:r>
      <w:r w:rsidRPr="00F953E6">
        <w:rPr>
          <w:rFonts w:eastAsia="Roboto"/>
        </w:rPr>
        <w:t xml:space="preserve">, s výjimkou ustanovení části první čl. I bodu </w:t>
      </w:r>
      <w:r w:rsidR="001F7CA0">
        <w:rPr>
          <w:rFonts w:eastAsia="Roboto"/>
        </w:rPr>
        <w:t>7</w:t>
      </w:r>
      <w:r w:rsidR="00306DA4">
        <w:rPr>
          <w:rFonts w:eastAsia="Roboto"/>
        </w:rPr>
        <w:t>7</w:t>
      </w:r>
      <w:r w:rsidRPr="00F953E6">
        <w:rPr>
          <w:rFonts w:eastAsia="Roboto"/>
        </w:rPr>
        <w:t xml:space="preserve">, který nabývá účinnosti dnem 1. </w:t>
      </w:r>
      <w:r w:rsidR="00F953E6">
        <w:rPr>
          <w:rFonts w:eastAsia="Roboto"/>
        </w:rPr>
        <w:t>září</w:t>
      </w:r>
      <w:r w:rsidRPr="00F953E6">
        <w:rPr>
          <w:rFonts w:eastAsia="Roboto"/>
        </w:rPr>
        <w:t xml:space="preserve"> 2021, ustanovení části první čl. I bodu </w:t>
      </w:r>
      <w:r w:rsidR="001F7CA0">
        <w:rPr>
          <w:rFonts w:eastAsia="Roboto"/>
        </w:rPr>
        <w:t>93</w:t>
      </w:r>
      <w:r w:rsidRPr="00F953E6">
        <w:rPr>
          <w:rFonts w:eastAsia="Roboto"/>
        </w:rPr>
        <w:t xml:space="preserve"> a</w:t>
      </w:r>
      <w:r w:rsidR="001F7CA0">
        <w:rPr>
          <w:rFonts w:eastAsia="Roboto"/>
        </w:rPr>
        <w:t> </w:t>
      </w:r>
      <w:r w:rsidRPr="00F953E6">
        <w:rPr>
          <w:rFonts w:eastAsia="Roboto"/>
        </w:rPr>
        <w:t xml:space="preserve">částí druhé a třetí, které nabývají účinnosti dnem 1. ledna 2022 a ustanovení části první čl. I bodu </w:t>
      </w:r>
      <w:r w:rsidR="001F7CA0">
        <w:rPr>
          <w:rFonts w:eastAsia="Roboto"/>
        </w:rPr>
        <w:t>94</w:t>
      </w:r>
      <w:r w:rsidRPr="00F953E6">
        <w:rPr>
          <w:rFonts w:eastAsia="Roboto"/>
        </w:rPr>
        <w:t>, který nabývá účinnosti dnem 1. ledna 2023.</w:t>
      </w:r>
    </w:p>
    <w:sectPr w:rsidR="00290A78" w:rsidRPr="00F953E6">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A9B" w:rsidRDefault="00112A9B">
      <w:r>
        <w:separator/>
      </w:r>
    </w:p>
  </w:endnote>
  <w:endnote w:type="continuationSeparator" w:id="0">
    <w:p w:rsidR="00112A9B" w:rsidRDefault="0011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A9B" w:rsidRDefault="00112A9B">
      <w:r>
        <w:separator/>
      </w:r>
    </w:p>
  </w:footnote>
  <w:footnote w:type="continuationSeparator" w:id="0">
    <w:p w:rsidR="00112A9B" w:rsidRDefault="00112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136" w:rsidRDefault="00112A9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F1136" w:rsidRDefault="00EF11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136" w:rsidRDefault="00112A9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54E48">
      <w:rPr>
        <w:rStyle w:val="slostrnky"/>
        <w:noProof/>
      </w:rPr>
      <w:t>17</w:t>
    </w:r>
    <w:r>
      <w:rPr>
        <w:rStyle w:val="slostrnky"/>
      </w:rPr>
      <w:fldChar w:fldCharType="end"/>
    </w:r>
    <w:r>
      <w:rPr>
        <w:rStyle w:val="slostrnky"/>
      </w:rPr>
      <w:t xml:space="preserve"> -</w:t>
    </w:r>
  </w:p>
  <w:p w:rsidR="00EF1136" w:rsidRDefault="00EF11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2"/>
  </w:num>
  <w:num w:numId="2">
    <w:abstractNumId w:val="1"/>
  </w:num>
  <w:num w:numId="3">
    <w:abstractNumId w:val="3"/>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12A9B"/>
    <w:rsid w:val="00112A9B"/>
    <w:rsid w:val="00135555"/>
    <w:rsid w:val="001F7CA0"/>
    <w:rsid w:val="00263C87"/>
    <w:rsid w:val="00290A78"/>
    <w:rsid w:val="00303414"/>
    <w:rsid w:val="00306DA4"/>
    <w:rsid w:val="00370514"/>
    <w:rsid w:val="003A10D5"/>
    <w:rsid w:val="003C0898"/>
    <w:rsid w:val="00403BEC"/>
    <w:rsid w:val="0043682E"/>
    <w:rsid w:val="00437B3F"/>
    <w:rsid w:val="004D0FB5"/>
    <w:rsid w:val="00515D66"/>
    <w:rsid w:val="00554E48"/>
    <w:rsid w:val="00583B26"/>
    <w:rsid w:val="005D440F"/>
    <w:rsid w:val="00630F7E"/>
    <w:rsid w:val="00742663"/>
    <w:rsid w:val="0074350B"/>
    <w:rsid w:val="008245B3"/>
    <w:rsid w:val="00896751"/>
    <w:rsid w:val="008D5FA3"/>
    <w:rsid w:val="008F7742"/>
    <w:rsid w:val="00906504"/>
    <w:rsid w:val="0097778F"/>
    <w:rsid w:val="0098667C"/>
    <w:rsid w:val="00B16A2F"/>
    <w:rsid w:val="00CE02A8"/>
    <w:rsid w:val="00D559AF"/>
    <w:rsid w:val="00D831E2"/>
    <w:rsid w:val="00E21F92"/>
    <w:rsid w:val="00E47AF3"/>
    <w:rsid w:val="00E539EC"/>
    <w:rsid w:val="00E5720F"/>
    <w:rsid w:val="00EE6944"/>
    <w:rsid w:val="00EF1136"/>
    <w:rsid w:val="00F273CE"/>
    <w:rsid w:val="00F6135C"/>
    <w:rsid w:val="00F953E6"/>
    <w:rsid w:val="00FB79CE"/>
    <w:rsid w:val="00FF095F"/>
    <w:rsid w:val="00FF5D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63874"/>
  <w15:chartTrackingRefBased/>
  <w15:docId w15:val="{DBE67954-0457-4CD9-9F23-3B9EB1907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39EC"/>
    <w:pPr>
      <w:jc w:val="both"/>
    </w:pPr>
    <w:rPr>
      <w:sz w:val="24"/>
      <w:szCs w:val="24"/>
    </w:rPr>
  </w:style>
  <w:style w:type="paragraph" w:styleId="Nadpis1">
    <w:name w:val="heading 1"/>
    <w:basedOn w:val="Normln"/>
    <w:next w:val="Normln"/>
    <w:qFormat/>
    <w:rsid w:val="00E539EC"/>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896751"/>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896751"/>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896751"/>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896751"/>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896751"/>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896751"/>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E539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539EC"/>
  </w:style>
  <w:style w:type="paragraph" w:styleId="Zhlav">
    <w:name w:val="header"/>
    <w:basedOn w:val="Normln"/>
    <w:semiHidden/>
    <w:rsid w:val="00E539EC"/>
    <w:pPr>
      <w:tabs>
        <w:tab w:val="center" w:pos="4536"/>
        <w:tab w:val="right" w:pos="9072"/>
      </w:tabs>
    </w:pPr>
  </w:style>
  <w:style w:type="paragraph" w:customStyle="1" w:styleId="Textparagrafu">
    <w:name w:val="Text paragrafu"/>
    <w:basedOn w:val="Normln"/>
    <w:rsid w:val="00E539EC"/>
    <w:pPr>
      <w:spacing w:before="240"/>
      <w:ind w:firstLine="425"/>
      <w:outlineLvl w:val="5"/>
    </w:pPr>
  </w:style>
  <w:style w:type="paragraph" w:customStyle="1" w:styleId="Paragraf">
    <w:name w:val="Paragraf"/>
    <w:basedOn w:val="Normln"/>
    <w:next w:val="Textodstavce"/>
    <w:rsid w:val="00E539EC"/>
    <w:pPr>
      <w:keepNext/>
      <w:keepLines/>
      <w:spacing w:before="240"/>
      <w:jc w:val="center"/>
      <w:outlineLvl w:val="5"/>
    </w:pPr>
  </w:style>
  <w:style w:type="paragraph" w:customStyle="1" w:styleId="Oddl">
    <w:name w:val="Oddíl"/>
    <w:basedOn w:val="Normln"/>
    <w:next w:val="Nadpisoddlu"/>
    <w:rsid w:val="00E539EC"/>
    <w:pPr>
      <w:keepNext/>
      <w:keepLines/>
      <w:spacing w:before="240"/>
      <w:jc w:val="center"/>
      <w:outlineLvl w:val="4"/>
    </w:pPr>
  </w:style>
  <w:style w:type="paragraph" w:customStyle="1" w:styleId="Nadpisoddlu">
    <w:name w:val="Nadpis oddílu"/>
    <w:basedOn w:val="Normln"/>
    <w:next w:val="Paragraf"/>
    <w:rsid w:val="00E539EC"/>
    <w:pPr>
      <w:keepNext/>
      <w:keepLines/>
      <w:jc w:val="center"/>
      <w:outlineLvl w:val="4"/>
    </w:pPr>
    <w:rPr>
      <w:b/>
    </w:rPr>
  </w:style>
  <w:style w:type="paragraph" w:customStyle="1" w:styleId="Dl">
    <w:name w:val="Díl"/>
    <w:basedOn w:val="Normln"/>
    <w:next w:val="Nadpisdlu"/>
    <w:rsid w:val="00E539EC"/>
    <w:pPr>
      <w:keepNext/>
      <w:keepLines/>
      <w:spacing w:before="240"/>
      <w:jc w:val="center"/>
      <w:outlineLvl w:val="3"/>
    </w:pPr>
  </w:style>
  <w:style w:type="paragraph" w:customStyle="1" w:styleId="Nadpisdlu">
    <w:name w:val="Nadpis dílu"/>
    <w:basedOn w:val="Normln"/>
    <w:next w:val="Oddl"/>
    <w:rsid w:val="00E539EC"/>
    <w:pPr>
      <w:keepNext/>
      <w:keepLines/>
      <w:jc w:val="center"/>
      <w:outlineLvl w:val="3"/>
    </w:pPr>
    <w:rPr>
      <w:b/>
    </w:rPr>
  </w:style>
  <w:style w:type="paragraph" w:customStyle="1" w:styleId="Hlava">
    <w:name w:val="Hlava"/>
    <w:basedOn w:val="Normln"/>
    <w:next w:val="Nadpishlavy"/>
    <w:rsid w:val="00E539EC"/>
    <w:pPr>
      <w:keepNext/>
      <w:keepLines/>
      <w:spacing w:before="240"/>
      <w:jc w:val="center"/>
      <w:outlineLvl w:val="2"/>
    </w:pPr>
  </w:style>
  <w:style w:type="paragraph" w:customStyle="1" w:styleId="Nadpishlavy">
    <w:name w:val="Nadpis hlavy"/>
    <w:basedOn w:val="Normln"/>
    <w:next w:val="Dl"/>
    <w:rsid w:val="00E539EC"/>
    <w:pPr>
      <w:keepNext/>
      <w:keepLines/>
      <w:jc w:val="center"/>
      <w:outlineLvl w:val="2"/>
    </w:pPr>
    <w:rPr>
      <w:b/>
    </w:rPr>
  </w:style>
  <w:style w:type="paragraph" w:customStyle="1" w:styleId="ST">
    <w:name w:val="ČÁST"/>
    <w:basedOn w:val="Normln"/>
    <w:next w:val="NADPISSTI"/>
    <w:rsid w:val="00E539EC"/>
    <w:pPr>
      <w:keepNext/>
      <w:keepLines/>
      <w:spacing w:before="240" w:after="120"/>
      <w:jc w:val="center"/>
      <w:outlineLvl w:val="1"/>
    </w:pPr>
    <w:rPr>
      <w:caps/>
    </w:rPr>
  </w:style>
  <w:style w:type="paragraph" w:customStyle="1" w:styleId="NADPISSTI">
    <w:name w:val="NADPIS ČÁSTI"/>
    <w:basedOn w:val="Normln"/>
    <w:next w:val="Hlava"/>
    <w:rsid w:val="00E539EC"/>
    <w:pPr>
      <w:keepNext/>
      <w:keepLines/>
      <w:jc w:val="center"/>
      <w:outlineLvl w:val="1"/>
    </w:pPr>
    <w:rPr>
      <w:b/>
    </w:rPr>
  </w:style>
  <w:style w:type="paragraph" w:customStyle="1" w:styleId="ZKON">
    <w:name w:val="ZÁKON"/>
    <w:basedOn w:val="Normln"/>
    <w:next w:val="nadpiszkona"/>
    <w:rsid w:val="00E539EC"/>
    <w:pPr>
      <w:keepNext/>
      <w:keepLines/>
      <w:jc w:val="center"/>
      <w:outlineLvl w:val="0"/>
    </w:pPr>
    <w:rPr>
      <w:b/>
      <w:caps/>
    </w:rPr>
  </w:style>
  <w:style w:type="paragraph" w:customStyle="1" w:styleId="nadpiszkona">
    <w:name w:val="nadpis zákona"/>
    <w:basedOn w:val="Normln"/>
    <w:next w:val="Parlament"/>
    <w:rsid w:val="00E539EC"/>
    <w:pPr>
      <w:keepNext/>
      <w:keepLines/>
      <w:spacing w:before="120"/>
      <w:jc w:val="center"/>
      <w:outlineLvl w:val="0"/>
    </w:pPr>
    <w:rPr>
      <w:b/>
    </w:rPr>
  </w:style>
  <w:style w:type="paragraph" w:customStyle="1" w:styleId="Parlament">
    <w:name w:val="Parlament"/>
    <w:basedOn w:val="Normln"/>
    <w:next w:val="ST"/>
    <w:rsid w:val="00E539EC"/>
    <w:pPr>
      <w:keepNext/>
      <w:keepLines/>
      <w:spacing w:before="360" w:after="240"/>
    </w:pPr>
  </w:style>
  <w:style w:type="paragraph" w:customStyle="1" w:styleId="Textlnku">
    <w:name w:val="Text článku"/>
    <w:basedOn w:val="Normln"/>
    <w:rsid w:val="00E539EC"/>
    <w:pPr>
      <w:spacing w:before="240"/>
      <w:ind w:firstLine="425"/>
      <w:outlineLvl w:val="5"/>
    </w:pPr>
  </w:style>
  <w:style w:type="paragraph" w:customStyle="1" w:styleId="lnek">
    <w:name w:val="Článek"/>
    <w:basedOn w:val="Normln"/>
    <w:next w:val="Textodstavce"/>
    <w:rsid w:val="00E539EC"/>
    <w:pPr>
      <w:keepNext/>
      <w:keepLines/>
      <w:spacing w:before="240"/>
      <w:jc w:val="center"/>
      <w:outlineLvl w:val="5"/>
    </w:pPr>
  </w:style>
  <w:style w:type="paragraph" w:customStyle="1" w:styleId="CELEX">
    <w:name w:val="CELEX"/>
    <w:basedOn w:val="Normln"/>
    <w:next w:val="Normln"/>
    <w:rsid w:val="00E539EC"/>
    <w:pPr>
      <w:spacing w:before="60"/>
    </w:pPr>
    <w:rPr>
      <w:i/>
      <w:sz w:val="20"/>
    </w:rPr>
  </w:style>
  <w:style w:type="paragraph" w:customStyle="1" w:styleId="funkce">
    <w:name w:val="funkce"/>
    <w:basedOn w:val="Normln"/>
    <w:rsid w:val="00E539EC"/>
    <w:pPr>
      <w:keepLines/>
      <w:jc w:val="center"/>
    </w:pPr>
  </w:style>
  <w:style w:type="paragraph" w:customStyle="1" w:styleId="Psmeno">
    <w:name w:val="&quot;Písmeno&quot;"/>
    <w:basedOn w:val="Normln"/>
    <w:next w:val="Normln"/>
    <w:rsid w:val="00E539EC"/>
    <w:pPr>
      <w:keepNext/>
      <w:keepLines/>
      <w:ind w:left="425" w:hanging="425"/>
    </w:pPr>
  </w:style>
  <w:style w:type="paragraph" w:customStyle="1" w:styleId="Oznaenpozmn">
    <w:name w:val="Označení pozm.n."/>
    <w:basedOn w:val="Normln"/>
    <w:next w:val="Normln"/>
    <w:rsid w:val="00E539EC"/>
    <w:pPr>
      <w:numPr>
        <w:numId w:val="1"/>
      </w:numPr>
      <w:spacing w:after="120"/>
    </w:pPr>
    <w:rPr>
      <w:b/>
    </w:rPr>
  </w:style>
  <w:style w:type="paragraph" w:customStyle="1" w:styleId="Textpozmn">
    <w:name w:val="Text pozm.n."/>
    <w:basedOn w:val="Normln"/>
    <w:next w:val="Normln"/>
    <w:rsid w:val="00E539EC"/>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E539EC"/>
    <w:pPr>
      <w:keepNext/>
      <w:keepLines/>
      <w:numPr>
        <w:numId w:val="3"/>
      </w:numPr>
      <w:tabs>
        <w:tab w:val="left" w:pos="851"/>
      </w:tabs>
      <w:spacing w:before="480" w:after="120"/>
    </w:pPr>
  </w:style>
  <w:style w:type="paragraph" w:customStyle="1" w:styleId="Novelizanbodvpozmn">
    <w:name w:val="Novelizační bod v pozm.n."/>
    <w:basedOn w:val="Normln"/>
    <w:next w:val="Normln"/>
    <w:rsid w:val="00E539EC"/>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539EC"/>
    <w:pPr>
      <w:keepNext/>
      <w:keepLines/>
      <w:spacing w:after="120"/>
      <w:jc w:val="center"/>
    </w:pPr>
    <w:rPr>
      <w:b/>
      <w:sz w:val="32"/>
    </w:rPr>
  </w:style>
  <w:style w:type="paragraph" w:customStyle="1" w:styleId="Textbodu">
    <w:name w:val="Text bodu"/>
    <w:basedOn w:val="Normln"/>
    <w:rsid w:val="00E539EC"/>
    <w:pPr>
      <w:numPr>
        <w:ilvl w:val="2"/>
        <w:numId w:val="5"/>
      </w:numPr>
      <w:outlineLvl w:val="8"/>
    </w:pPr>
  </w:style>
  <w:style w:type="paragraph" w:customStyle="1" w:styleId="Textpsmene">
    <w:name w:val="Text písmene"/>
    <w:basedOn w:val="Normln"/>
    <w:rsid w:val="00E539EC"/>
    <w:pPr>
      <w:numPr>
        <w:ilvl w:val="1"/>
        <w:numId w:val="5"/>
      </w:numPr>
      <w:outlineLvl w:val="7"/>
    </w:pPr>
  </w:style>
  <w:style w:type="character" w:customStyle="1" w:styleId="Odkaznapoznpodarou">
    <w:name w:val="Odkaz na pozn. pod čarou"/>
    <w:rsid w:val="00E539EC"/>
    <w:rPr>
      <w:vertAlign w:val="superscript"/>
    </w:rPr>
  </w:style>
  <w:style w:type="paragraph" w:styleId="Odstavecseseznamem">
    <w:name w:val="List Paragraph"/>
    <w:basedOn w:val="Normln"/>
    <w:link w:val="OdstavecseseznamemChar"/>
    <w:uiPriority w:val="34"/>
    <w:qFormat/>
    <w:rsid w:val="00112A9B"/>
    <w:pPr>
      <w:ind w:left="720"/>
      <w:contextualSpacing/>
    </w:pPr>
  </w:style>
  <w:style w:type="paragraph" w:customStyle="1" w:styleId="Textodstavce">
    <w:name w:val="Text odstavce"/>
    <w:basedOn w:val="Normln"/>
    <w:rsid w:val="00E539EC"/>
    <w:pPr>
      <w:numPr>
        <w:numId w:val="5"/>
      </w:numPr>
      <w:tabs>
        <w:tab w:val="left" w:pos="851"/>
      </w:tabs>
      <w:spacing w:before="120" w:after="120"/>
      <w:outlineLvl w:val="6"/>
    </w:pPr>
  </w:style>
  <w:style w:type="paragraph" w:customStyle="1" w:styleId="Textbodunovely">
    <w:name w:val="Text bodu novely"/>
    <w:basedOn w:val="Normln"/>
    <w:next w:val="Normln"/>
    <w:rsid w:val="00E539EC"/>
    <w:pPr>
      <w:ind w:left="567" w:hanging="567"/>
    </w:pPr>
  </w:style>
  <w:style w:type="character" w:styleId="slostrnky">
    <w:name w:val="page number"/>
    <w:basedOn w:val="Standardnpsmoodstavce"/>
    <w:semiHidden/>
    <w:rsid w:val="00E539EC"/>
  </w:style>
  <w:style w:type="paragraph" w:styleId="Zpat">
    <w:name w:val="footer"/>
    <w:basedOn w:val="Normln"/>
    <w:semiHidden/>
    <w:rsid w:val="00E539EC"/>
    <w:pPr>
      <w:tabs>
        <w:tab w:val="center" w:pos="4536"/>
        <w:tab w:val="right" w:pos="9072"/>
      </w:tabs>
    </w:pPr>
  </w:style>
  <w:style w:type="paragraph" w:styleId="Textpoznpodarou">
    <w:name w:val="footnote text"/>
    <w:basedOn w:val="Normln"/>
    <w:semiHidden/>
    <w:rsid w:val="00E539EC"/>
    <w:pPr>
      <w:tabs>
        <w:tab w:val="left" w:pos="425"/>
      </w:tabs>
      <w:ind w:left="425" w:hanging="425"/>
    </w:pPr>
    <w:rPr>
      <w:sz w:val="20"/>
    </w:rPr>
  </w:style>
  <w:style w:type="character" w:styleId="Znakapoznpodarou">
    <w:name w:val="footnote reference"/>
    <w:semiHidden/>
    <w:rsid w:val="00E539EC"/>
    <w:rPr>
      <w:vertAlign w:val="superscript"/>
    </w:rPr>
  </w:style>
  <w:style w:type="paragraph" w:styleId="Titulek">
    <w:name w:val="caption"/>
    <w:basedOn w:val="Normln"/>
    <w:next w:val="Normln"/>
    <w:qFormat/>
    <w:rsid w:val="00E539EC"/>
    <w:pPr>
      <w:spacing w:before="120" w:after="120"/>
    </w:pPr>
    <w:rPr>
      <w:b/>
    </w:rPr>
  </w:style>
  <w:style w:type="paragraph" w:customStyle="1" w:styleId="Nvrh">
    <w:name w:val="Návrh"/>
    <w:basedOn w:val="Normln"/>
    <w:next w:val="ZKON"/>
    <w:rsid w:val="00E539EC"/>
    <w:pPr>
      <w:keepNext/>
      <w:keepLines/>
      <w:spacing w:after="240"/>
      <w:jc w:val="center"/>
      <w:outlineLvl w:val="0"/>
    </w:pPr>
    <w:rPr>
      <w:spacing w:val="40"/>
    </w:rPr>
  </w:style>
  <w:style w:type="paragraph" w:customStyle="1" w:styleId="Podpis">
    <w:name w:val="Podpis_"/>
    <w:basedOn w:val="Normln"/>
    <w:next w:val="funkce"/>
    <w:rsid w:val="00E539EC"/>
    <w:pPr>
      <w:keepNext/>
      <w:keepLines/>
      <w:spacing w:before="720"/>
      <w:jc w:val="center"/>
    </w:pPr>
  </w:style>
  <w:style w:type="character" w:customStyle="1" w:styleId="NovelizanbodChar">
    <w:name w:val="Novelizační bod Char"/>
    <w:link w:val="Novelizanbod"/>
    <w:locked/>
    <w:rsid w:val="00112A9B"/>
    <w:rPr>
      <w:sz w:val="24"/>
      <w:szCs w:val="24"/>
    </w:rPr>
  </w:style>
  <w:style w:type="paragraph" w:customStyle="1" w:styleId="VARIANTA">
    <w:name w:val="VARIANTA"/>
    <w:basedOn w:val="Normln"/>
    <w:next w:val="Normln"/>
    <w:rsid w:val="00E539EC"/>
    <w:pPr>
      <w:keepNext/>
      <w:spacing w:before="120" w:after="120"/>
    </w:pPr>
    <w:rPr>
      <w:caps/>
      <w:spacing w:val="60"/>
    </w:rPr>
  </w:style>
  <w:style w:type="paragraph" w:customStyle="1" w:styleId="VARIANTA-konec">
    <w:name w:val="VARIANTA - konec"/>
    <w:basedOn w:val="Normln"/>
    <w:next w:val="Normln"/>
    <w:rsid w:val="00E539EC"/>
    <w:rPr>
      <w:caps/>
      <w:spacing w:val="60"/>
    </w:rPr>
  </w:style>
  <w:style w:type="paragraph" w:customStyle="1" w:styleId="Nadpisparagrafu">
    <w:name w:val="Nadpis paragrafu"/>
    <w:basedOn w:val="Paragraf"/>
    <w:next w:val="Textodstavce"/>
    <w:rsid w:val="00E539EC"/>
    <w:rPr>
      <w:b/>
    </w:rPr>
  </w:style>
  <w:style w:type="paragraph" w:customStyle="1" w:styleId="Nadpislnku">
    <w:name w:val="Nadpis článku"/>
    <w:basedOn w:val="lnek"/>
    <w:next w:val="Textodstavce"/>
    <w:rsid w:val="00E539EC"/>
    <w:rPr>
      <w:b/>
    </w:rPr>
  </w:style>
  <w:style w:type="character" w:customStyle="1" w:styleId="OdstavecseseznamemChar">
    <w:name w:val="Odstavec se seznamem Char"/>
    <w:link w:val="Odstavecseseznamem"/>
    <w:uiPriority w:val="34"/>
    <w:rsid w:val="00112A9B"/>
    <w:rPr>
      <w:rFonts w:ascii="Calibri" w:eastAsia="Calibri" w:hAnsi="Calibri"/>
      <w:sz w:val="22"/>
      <w:szCs w:val="22"/>
      <w:lang w:eastAsia="en-US"/>
    </w:rPr>
  </w:style>
  <w:style w:type="paragraph" w:customStyle="1" w:styleId="PNposlanec">
    <w:name w:val="PN poslanec"/>
    <w:basedOn w:val="Oznaenpozmn"/>
    <w:link w:val="PNposlanecChar"/>
    <w:qFormat/>
    <w:rsid w:val="00F953E6"/>
    <w:pPr>
      <w:widowControl w:val="0"/>
      <w:numPr>
        <w:numId w:val="0"/>
      </w:numPr>
      <w:tabs>
        <w:tab w:val="num" w:pos="425"/>
      </w:tabs>
      <w:suppressAutoHyphens/>
      <w:ind w:left="425" w:hanging="425"/>
      <w:jc w:val="left"/>
    </w:pPr>
    <w:rPr>
      <w:rFonts w:eastAsia="SimSun" w:cs="Mangal"/>
      <w:kern w:val="1"/>
      <w:lang w:eastAsia="zh-CN" w:bidi="hi-IN"/>
    </w:rPr>
  </w:style>
  <w:style w:type="character" w:customStyle="1" w:styleId="PNposlanecChar">
    <w:name w:val="PN poslanec Char"/>
    <w:link w:val="PNposlanec"/>
    <w:rsid w:val="00F953E6"/>
    <w:rPr>
      <w:rFonts w:eastAsia="SimSun" w:cs="Mangal"/>
      <w:b/>
      <w:kern w:val="1"/>
      <w:sz w:val="24"/>
      <w:szCs w:val="24"/>
      <w:lang w:eastAsia="zh-CN" w:bidi="hi-IN"/>
    </w:rPr>
  </w:style>
  <w:style w:type="paragraph" w:styleId="Bezmezer">
    <w:name w:val="No Spacing"/>
    <w:qFormat/>
    <w:rsid w:val="00EE6944"/>
    <w:pPr>
      <w:suppressAutoHyphens/>
    </w:pPr>
    <w:rPr>
      <w:rFonts w:ascii="Calibri" w:hAnsi="Calibri"/>
      <w:color w:val="00000A"/>
      <w:sz w:val="22"/>
      <w:szCs w:val="22"/>
    </w:rPr>
  </w:style>
  <w:style w:type="character" w:customStyle="1" w:styleId="Nadpis4Char">
    <w:name w:val="Nadpis 4 Char"/>
    <w:basedOn w:val="Standardnpsmoodstavce"/>
    <w:link w:val="Nadpis4"/>
    <w:uiPriority w:val="9"/>
    <w:semiHidden/>
    <w:rsid w:val="00896751"/>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896751"/>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896751"/>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rsid w:val="00896751"/>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rsid w:val="0089675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896751"/>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4D0FB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D0F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65</TotalTime>
  <Pages>17</Pages>
  <Words>5164</Words>
  <Characters>27303</Characters>
  <Application>Microsoft Office Word</Application>
  <DocSecurity>0</DocSecurity>
  <Lines>227</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17</cp:revision>
  <cp:lastPrinted>2021-01-27T11:53:00Z</cp:lastPrinted>
  <dcterms:created xsi:type="dcterms:W3CDTF">2021-01-27T09:47:00Z</dcterms:created>
  <dcterms:modified xsi:type="dcterms:W3CDTF">2021-02-04T13:21:00Z</dcterms:modified>
  <cp:category/>
</cp:coreProperties>
</file>