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2E4" w:rsidRDefault="003D52E4" w:rsidP="003D52E4">
      <w:pPr>
        <w:pStyle w:val="ZKON"/>
      </w:pPr>
      <w:r>
        <w:t>ZÁKON</w:t>
      </w:r>
    </w:p>
    <w:p w:rsidR="003D52E4" w:rsidRPr="003D52E4" w:rsidRDefault="003D52E4" w:rsidP="003D52E4">
      <w:pPr>
        <w:pStyle w:val="nadpiszkona"/>
        <w:rPr>
          <w:b w:val="0"/>
        </w:rPr>
      </w:pPr>
      <w:r w:rsidRPr="003D52E4">
        <w:rPr>
          <w:b w:val="0"/>
        </w:rPr>
        <w:t>ze dne                   2021</w:t>
      </w:r>
    </w:p>
    <w:p w:rsidR="00CA2BB7" w:rsidRPr="00BF4DF8" w:rsidRDefault="00BF4DF8" w:rsidP="003D52E4">
      <w:pPr>
        <w:pStyle w:val="nadpiszkona"/>
        <w:rPr>
          <w:sz w:val="28"/>
        </w:rPr>
      </w:pPr>
      <w:r w:rsidRPr="00BF4DF8">
        <w:rPr>
          <w:szCs w:val="22"/>
        </w:rPr>
        <w:t>o mimořádném příspěvku zaměstnanci při nařízené karanténě</w:t>
      </w:r>
    </w:p>
    <w:p w:rsidR="003D52E4" w:rsidRDefault="003D52E4" w:rsidP="003D52E4">
      <w:pPr>
        <w:pStyle w:val="Parlament"/>
      </w:pPr>
      <w:r>
        <w:t>Parlament se usnesl na tomto zákoně České republiky:</w:t>
      </w:r>
    </w:p>
    <w:p w:rsidR="00BB65DE" w:rsidRDefault="00BB65DE" w:rsidP="003D52E4">
      <w:pPr>
        <w:pStyle w:val="Parlament"/>
        <w:spacing w:before="240" w:after="0"/>
        <w:jc w:val="center"/>
      </w:pPr>
      <w:r>
        <w:t xml:space="preserve">§ </w:t>
      </w:r>
      <w:fldSimple w:instr=" SEQ § \* ARABIC ">
        <w:r w:rsidR="00B745C3">
          <w:rPr>
            <w:noProof/>
          </w:rPr>
          <w:t>1</w:t>
        </w:r>
      </w:fldSimple>
    </w:p>
    <w:p w:rsidR="00CA2BB7" w:rsidRPr="00A4246A" w:rsidRDefault="00CA2BB7" w:rsidP="003D52E4">
      <w:pPr>
        <w:pStyle w:val="Nadpisparagrafu"/>
      </w:pPr>
      <w:r w:rsidRPr="00A4246A">
        <w:t>Úvodní ustanovení</w:t>
      </w:r>
    </w:p>
    <w:p w:rsidR="00CA2BB7" w:rsidRPr="00960CB3" w:rsidRDefault="00CA2BB7" w:rsidP="00BB65DE">
      <w:pPr>
        <w:pStyle w:val="Textodstavce"/>
      </w:pPr>
      <w:r w:rsidRPr="00960CB3">
        <w:t xml:space="preserve">Tento zákon upravuje </w:t>
      </w:r>
    </w:p>
    <w:p w:rsidR="00BF4DF8" w:rsidRDefault="00BF4DF8" w:rsidP="00C27635">
      <w:pPr>
        <w:pStyle w:val="Textpsmene"/>
      </w:pPr>
      <w:r>
        <w:t>poskytování mimořádného příspěvku při nařízené karanténě (dále jen „příspěvek“) zaměstnanci jeho zaměstnavatelem,</w:t>
      </w:r>
    </w:p>
    <w:p w:rsidR="00CA2BB7" w:rsidRPr="00350895" w:rsidRDefault="00BF4DF8" w:rsidP="00BF4DF8">
      <w:pPr>
        <w:pStyle w:val="Textpsmene"/>
      </w:pPr>
      <w:r>
        <w:t>placení pojistného na sociální zabezpečení a příspěvku na státní politiku zaměstnanosti (dále jen „pojistné“) zaměstnavatelem ve vztahu k poskytnutí příspěvku</w:t>
      </w:r>
      <w:r w:rsidR="00CA2BB7" w:rsidRPr="00594CEC">
        <w:t>.</w:t>
      </w:r>
    </w:p>
    <w:p w:rsidR="00CA2BB7" w:rsidRDefault="00CA2BB7" w:rsidP="00BB65DE">
      <w:pPr>
        <w:pStyle w:val="Textodstavce"/>
      </w:pPr>
      <w:r w:rsidRPr="0011693C">
        <w:t xml:space="preserve">Nárok na </w:t>
      </w:r>
      <w:r w:rsidR="008838C4">
        <w:t>příspěv</w:t>
      </w:r>
      <w:r w:rsidR="00EF16B1">
        <w:t>e</w:t>
      </w:r>
      <w:r w:rsidR="008838C4">
        <w:t>k</w:t>
      </w:r>
      <w:r w:rsidRPr="0011693C">
        <w:t xml:space="preserve"> trvá nejdéle do </w:t>
      </w:r>
      <w:r>
        <w:t>30. dubna</w:t>
      </w:r>
      <w:r w:rsidRPr="0011693C">
        <w:t xml:space="preserve"> 2021.</w:t>
      </w:r>
    </w:p>
    <w:p w:rsidR="00CA2BB7" w:rsidRPr="00DD54C5" w:rsidRDefault="00CA2BB7" w:rsidP="00BB65DE">
      <w:pPr>
        <w:pStyle w:val="Textodstavce"/>
      </w:pPr>
      <w:r w:rsidRPr="00594CEC">
        <w:t>Pro účely tohoto zákona se karanténou rozumí též izolace podle zákona o ochraně veřejného zdraví</w:t>
      </w:r>
      <w:r w:rsidR="00FD103F">
        <w:rPr>
          <w:rStyle w:val="Znakapoznpodarou"/>
        </w:rPr>
        <w:footnoteReference w:id="1"/>
      </w:r>
      <w:r w:rsidR="00FD103F">
        <w:t>)</w:t>
      </w:r>
      <w:r w:rsidRPr="00594CEC">
        <w:rPr>
          <w:sz w:val="20"/>
          <w:szCs w:val="20"/>
        </w:rPr>
        <w:t>.</w:t>
      </w:r>
    </w:p>
    <w:p w:rsidR="003606B1" w:rsidRDefault="003606B1" w:rsidP="00BD3F3A">
      <w:pPr>
        <w:pStyle w:val="Nadpisparagrafu"/>
      </w:pPr>
      <w:r>
        <w:rPr>
          <w:rFonts w:eastAsia="EB Garamond" w:cs="EB Garamond"/>
          <w:lang w:val="cs" w:eastAsia="en-US"/>
        </w:rPr>
        <w:t>Mimo</w:t>
      </w:r>
      <w:r>
        <w:t>řádný příspěvek zaměstnanci při nařízené karanténě</w:t>
      </w:r>
    </w:p>
    <w:p w:rsidR="003606B1" w:rsidRDefault="003606B1" w:rsidP="003606B1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2</w:t>
      </w:r>
      <w:r w:rsidR="00B745C3">
        <w:rPr>
          <w:noProof/>
        </w:rPr>
        <w:fldChar w:fldCharType="end"/>
      </w:r>
    </w:p>
    <w:p w:rsidR="003606B1" w:rsidRDefault="003606B1" w:rsidP="003606B1">
      <w:pPr>
        <w:pStyle w:val="Textodstavce"/>
        <w:numPr>
          <w:ilvl w:val="0"/>
          <w:numId w:val="9"/>
        </w:numPr>
      </w:pPr>
      <w:r>
        <w:t>Zaměstnanci, kterému podle § 192 až 194 zákoníku práce z důvodu nařízené karantény vznikl nárok na náhradu mzdy, platu nebo odměny z dohody o pracích konaných mimo pracovní poměr (dále jen „náhrada příjmu“), přísluší příspěvek za podmínek stanovených tímto zákonem.</w:t>
      </w:r>
    </w:p>
    <w:p w:rsidR="003606B1" w:rsidRDefault="003606B1" w:rsidP="003606B1">
      <w:pPr>
        <w:pStyle w:val="Textodstavce"/>
      </w:pPr>
      <w:r>
        <w:t>Příspěvek zaměstnanci nepřísluší, byla-li mu karanténa nařízena v období do 5 dnů ode dne návratu ze zahraničí, s výjimkou pracovních nebo služebních cest.</w:t>
      </w:r>
    </w:p>
    <w:p w:rsidR="003606B1" w:rsidRDefault="003606B1" w:rsidP="003606B1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3</w:t>
      </w:r>
      <w:r w:rsidR="00B745C3">
        <w:rPr>
          <w:noProof/>
        </w:rPr>
        <w:fldChar w:fldCharType="end"/>
      </w:r>
    </w:p>
    <w:p w:rsidR="003606B1" w:rsidRDefault="003606B1" w:rsidP="003606B1">
      <w:pPr>
        <w:pStyle w:val="Textodstavce"/>
        <w:numPr>
          <w:ilvl w:val="0"/>
          <w:numId w:val="10"/>
        </w:numPr>
      </w:pPr>
      <w:r>
        <w:t>Zaměstnanci přísluší za každý kalendářní den, nejdéle však po dobu prvních 14 kalendářních dnů trvání nařízené karantény, příspěvek ve výši 370 Kč.</w:t>
      </w:r>
    </w:p>
    <w:p w:rsidR="003606B1" w:rsidRDefault="003606B1" w:rsidP="003606B1">
      <w:pPr>
        <w:pStyle w:val="Textodstavce"/>
      </w:pPr>
      <w:r>
        <w:t>Pokud součet příspěvku a náhrady příjmu přesáhne 90 % průměrného výdělku za</w:t>
      </w:r>
      <w:r w:rsidR="008838C4">
        <w:t> </w:t>
      </w:r>
      <w:r>
        <w:t>odpovídající počet zameškaných hodin, příspěvek se o tento rozdíl sníží.</w:t>
      </w:r>
    </w:p>
    <w:p w:rsidR="003606B1" w:rsidRDefault="003606B1" w:rsidP="003606B1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4</w:t>
      </w:r>
      <w:r w:rsidR="00B745C3">
        <w:rPr>
          <w:noProof/>
        </w:rPr>
        <w:fldChar w:fldCharType="end"/>
      </w:r>
    </w:p>
    <w:p w:rsidR="003606B1" w:rsidRDefault="003606B1" w:rsidP="003606B1">
      <w:pPr>
        <w:pStyle w:val="Textodstavce"/>
        <w:numPr>
          <w:ilvl w:val="0"/>
          <w:numId w:val="11"/>
        </w:numPr>
      </w:pPr>
      <w:r>
        <w:t>Příspěvek vyplácí zaměstnanci zaměstnavatel společně s náhradou příjmu za příslušné období.</w:t>
      </w:r>
    </w:p>
    <w:p w:rsidR="003606B1" w:rsidRDefault="003606B1" w:rsidP="003606B1">
      <w:pPr>
        <w:pStyle w:val="Textodstavce"/>
      </w:pPr>
      <w:r>
        <w:lastRenderedPageBreak/>
        <w:t>Při měsíčním vyúčtování mzdy, platu nebo odměny z dohody o pracích konaných mimo pracovní poměr</w:t>
      </w:r>
      <w:r w:rsidR="00FD103F">
        <w:rPr>
          <w:rStyle w:val="Znakapoznpodarou"/>
        </w:rPr>
        <w:footnoteReference w:id="2"/>
      </w:r>
      <w:r w:rsidR="00FD103F">
        <w:t>)</w:t>
      </w:r>
      <w:r>
        <w:t xml:space="preserve"> je zaměstnavatel povinen vydat zaměstnanci písemný doklad obsahující rovněž údaj o zúčtovaném příspěvku. </w:t>
      </w:r>
    </w:p>
    <w:p w:rsidR="003606B1" w:rsidRDefault="003606B1" w:rsidP="003606B1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5</w:t>
      </w:r>
      <w:r w:rsidR="00B745C3">
        <w:rPr>
          <w:noProof/>
        </w:rPr>
        <w:fldChar w:fldCharType="end"/>
      </w:r>
    </w:p>
    <w:p w:rsidR="003606B1" w:rsidRDefault="003606B1" w:rsidP="003606B1">
      <w:pPr>
        <w:pStyle w:val="Textparagrafu"/>
      </w:pPr>
      <w:r>
        <w:t>Dalším osobám, které jsou účastny nemocenského pojištění jako zaměstnanci</w:t>
      </w:r>
      <w:r w:rsidR="00FD103F">
        <w:rPr>
          <w:rStyle w:val="Znakapoznpodarou"/>
        </w:rPr>
        <w:footnoteReference w:id="3"/>
      </w:r>
      <w:r w:rsidRPr="00441F91">
        <w:t>)</w:t>
      </w:r>
      <w:r>
        <w:t xml:space="preserve"> a mají podle jiného právního předpisu</w:t>
      </w:r>
      <w:r w:rsidR="00441F91">
        <w:rPr>
          <w:rStyle w:val="Znakapoznpodarou"/>
        </w:rPr>
        <w:footnoteReference w:id="4"/>
      </w:r>
      <w:r w:rsidRPr="00441F91">
        <w:t>)</w:t>
      </w:r>
      <w:r>
        <w:rPr>
          <w:vertAlign w:val="superscript"/>
        </w:rPr>
        <w:t xml:space="preserve"> </w:t>
      </w:r>
      <w:r>
        <w:t>v době nařízené karantény nárok na plat ve snížené výši nebo odměnu ve snížené výši, přísluší příspěvek za podmínek stanovených v § 1 až 4 obdobně.</w:t>
      </w:r>
    </w:p>
    <w:p w:rsidR="00BD3F3A" w:rsidRPr="00F63BE1" w:rsidRDefault="00BD3F3A" w:rsidP="00BD3F3A">
      <w:pPr>
        <w:pStyle w:val="Nadpisparagrafu"/>
      </w:pPr>
      <w:r w:rsidRPr="00F63BE1">
        <w:t>Placení pojistného na sociální zabezpečení a příspěvku na státní politiku zaměstnanosti zaměstnavatelem</w:t>
      </w:r>
    </w:p>
    <w:p w:rsidR="00BD3F3A" w:rsidRDefault="00BD3F3A" w:rsidP="00BD3F3A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6</w:t>
      </w:r>
      <w:r w:rsidR="00B745C3">
        <w:rPr>
          <w:noProof/>
        </w:rPr>
        <w:fldChar w:fldCharType="end"/>
      </w:r>
    </w:p>
    <w:p w:rsidR="00BD3F3A" w:rsidRPr="00594CEC" w:rsidRDefault="00BD3F3A" w:rsidP="00BD3F3A">
      <w:pPr>
        <w:pStyle w:val="Textodstavce"/>
        <w:numPr>
          <w:ilvl w:val="0"/>
          <w:numId w:val="8"/>
        </w:numPr>
      </w:pPr>
      <w:r w:rsidRPr="00594CEC">
        <w:t xml:space="preserve">Zaměstnavatel odečte z částky pojistného odváděného za kalendářní měsíc částku, kterou zúčtoval zaměstnancům </w:t>
      </w:r>
      <w:r w:rsidR="00385FF3">
        <w:t>na příspěvku.</w:t>
      </w:r>
    </w:p>
    <w:p w:rsidR="00BD3F3A" w:rsidRPr="00594CEC" w:rsidRDefault="00BD3F3A" w:rsidP="00BD3F3A">
      <w:pPr>
        <w:pStyle w:val="Textodstavce"/>
      </w:pPr>
      <w:r w:rsidRPr="00594CEC">
        <w:t xml:space="preserve">Zaměstnavatel má nárok na odečet podle odstavce 1, jen pokud </w:t>
      </w:r>
      <w:r w:rsidR="00385FF3">
        <w:t>příspěvek</w:t>
      </w:r>
      <w:r w:rsidRPr="00594CEC">
        <w:t xml:space="preserve"> podle tohoto zákona vyplatil nejpozději do konce druhého kalendářního měsíce následujícího po</w:t>
      </w:r>
      <w:r>
        <w:t> </w:t>
      </w:r>
      <w:r w:rsidRPr="00594CEC">
        <w:t xml:space="preserve">kalendářním měsíci, </w:t>
      </w:r>
      <w:r>
        <w:t>ve kterém</w:t>
      </w:r>
      <w:r w:rsidRPr="00594CEC">
        <w:t xml:space="preserve"> si </w:t>
      </w:r>
      <w:r w:rsidR="00385FF3">
        <w:t>příspěvek</w:t>
      </w:r>
      <w:r w:rsidRPr="00594CEC">
        <w:t xml:space="preserve"> </w:t>
      </w:r>
      <w:r w:rsidR="00A97687">
        <w:t xml:space="preserve">odečetl </w:t>
      </w:r>
      <w:r w:rsidRPr="00594CEC">
        <w:t xml:space="preserve">od pojistného. </w:t>
      </w:r>
    </w:p>
    <w:p w:rsidR="00BD3F3A" w:rsidRPr="00594CEC" w:rsidRDefault="00BD3F3A" w:rsidP="00BD3F3A">
      <w:pPr>
        <w:pStyle w:val="Textodstavce"/>
      </w:pPr>
      <w:r w:rsidRPr="00594CEC">
        <w:t>Nárok na odečet podle odstavce 1 lze uplatnit do 3 kalendářních měsíců po skončení karantény.</w:t>
      </w:r>
    </w:p>
    <w:p w:rsidR="00BD3F3A" w:rsidRPr="00594CEC" w:rsidRDefault="00BD3F3A" w:rsidP="00BD3F3A">
      <w:pPr>
        <w:pStyle w:val="Textodstavce"/>
      </w:pPr>
      <w:r w:rsidRPr="00594CEC">
        <w:t xml:space="preserve">Zaměstnavatel uplatňuje odečet podle odstavce 1 na předepsaném tiskopisu podle § 9 odst. 2 zákona o pojistném </w:t>
      </w:r>
      <w:bookmarkStart w:id="0" w:name="_Hlk62315794"/>
      <w:r w:rsidRPr="00594CEC">
        <w:t>na sociální zabezpečení a příspěvku na státní politiku zaměstnanosti</w:t>
      </w:r>
      <w:bookmarkEnd w:id="0"/>
      <w:r w:rsidRPr="00594CEC">
        <w:t>; na tomto tiskopisu uvádí též údaj o počtu zaměstnanců, za které tento odečet uplatňuje,</w:t>
      </w:r>
      <w:r w:rsidRPr="00594CEC">
        <w:rPr>
          <w:color w:val="00B050"/>
        </w:rPr>
        <w:t xml:space="preserve"> </w:t>
      </w:r>
      <w:r w:rsidRPr="00594CEC">
        <w:t xml:space="preserve">a úhrn </w:t>
      </w:r>
      <w:r w:rsidR="00EF16B1">
        <w:t>příspěvků</w:t>
      </w:r>
      <w:r w:rsidRPr="00594CEC">
        <w:t>, kter</w:t>
      </w:r>
      <w:r w:rsidR="00EF16B1">
        <w:t>é</w:t>
      </w:r>
      <w:bookmarkStart w:id="1" w:name="_GoBack"/>
      <w:bookmarkEnd w:id="1"/>
      <w:r w:rsidRPr="00594CEC">
        <w:t xml:space="preserve"> od pojistného odečítá.</w:t>
      </w:r>
    </w:p>
    <w:p w:rsidR="00BD3F3A" w:rsidRPr="00594CEC" w:rsidRDefault="00BD3F3A" w:rsidP="00BD3F3A">
      <w:pPr>
        <w:pStyle w:val="Textodstavce"/>
      </w:pPr>
      <w:r w:rsidRPr="00594CEC">
        <w:t>Je-li částka, kterou v kalendářním měsíci zaměstnavatel odečítá z částky pojistného podle odstavce 1, vyšší než pojistné za tento kalendářní měsíc, považuje se tento rozdíl za</w:t>
      </w:r>
      <w:r>
        <w:t> </w:t>
      </w:r>
      <w:r w:rsidRPr="00594CEC">
        <w:t>přeplatek na pojistném. Za žádost o úhradu tohoto rozdílu se považuje podání tiskopisu podle § 9 odst. 2 zákona o pojistném na sociální zabezpečení a příspěvku na státní politiku zaměstnanosti.</w:t>
      </w:r>
    </w:p>
    <w:p w:rsidR="00BD3F3A" w:rsidRDefault="00BD3F3A" w:rsidP="00BD3F3A">
      <w:pPr>
        <w:pStyle w:val="Textodstavce"/>
      </w:pPr>
      <w:r w:rsidRPr="00594CEC">
        <w:t>Byla-li z částky pojistného odečtena vyšší částka, než měla být podle odstavce 1 odečtena, nebo provedl-li zaměstnavatel odečet, aniž byly splněny podmínky pro tento odečet, považuje se částka, o kterou bylo pojistné takto zkráceno, za dluh na pojistném. Byla-li z částky pojistného odečtena nižší částka, než měla být podle odstavce 1 odečtena, považuje se zbývající částka, která měla být odečtena z pojistného, za přeplatek na pojistném.</w:t>
      </w:r>
    </w:p>
    <w:p w:rsidR="00385FF3" w:rsidRDefault="00385FF3" w:rsidP="00385FF3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7</w:t>
      </w:r>
      <w:r w:rsidR="00B745C3">
        <w:rPr>
          <w:noProof/>
        </w:rPr>
        <w:fldChar w:fldCharType="end"/>
      </w:r>
    </w:p>
    <w:p w:rsidR="00CA2BB7" w:rsidRDefault="00CA2BB7" w:rsidP="00BB65DE">
      <w:pPr>
        <w:pStyle w:val="Textparagrafu"/>
      </w:pPr>
      <w:r w:rsidRPr="00594CEC">
        <w:t>Není-li v tomto zákoně stanoveno jinak, postupuje se ve věcech pojistného podle zákona o</w:t>
      </w:r>
      <w:r w:rsidR="00BB65DE">
        <w:t> </w:t>
      </w:r>
      <w:r w:rsidRPr="00594CEC">
        <w:t>pojistném na sociální zabezpečení a příspěvku na státní politiku zaměstnanosti a zákona o organizaci a provádění sociálního zabezpečení.</w:t>
      </w:r>
    </w:p>
    <w:p w:rsidR="00CA2BB7" w:rsidRDefault="00CA2BB7" w:rsidP="00BB65DE">
      <w:pPr>
        <w:pStyle w:val="Nadpisparagrafu"/>
      </w:pPr>
      <w:r>
        <w:t>Společná ustanovení</w:t>
      </w:r>
    </w:p>
    <w:p w:rsidR="00385FF3" w:rsidRDefault="00385FF3" w:rsidP="00385FF3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8</w:t>
      </w:r>
      <w:r w:rsidR="00B745C3">
        <w:rPr>
          <w:noProof/>
        </w:rPr>
        <w:fldChar w:fldCharType="end"/>
      </w:r>
    </w:p>
    <w:p w:rsidR="00385FF3" w:rsidRDefault="00385FF3" w:rsidP="00385FF3">
      <w:pPr>
        <w:pStyle w:val="Textodstavce"/>
        <w:numPr>
          <w:ilvl w:val="0"/>
          <w:numId w:val="12"/>
        </w:numPr>
      </w:pPr>
      <w:r>
        <w:t>Příspěvek je osvobozen od daně z příjmů fyzických osob.</w:t>
      </w:r>
    </w:p>
    <w:p w:rsidR="00385FF3" w:rsidRDefault="00385FF3" w:rsidP="00385FF3">
      <w:pPr>
        <w:pStyle w:val="Textodstavce"/>
        <w:numPr>
          <w:ilvl w:val="0"/>
          <w:numId w:val="12"/>
        </w:numPr>
      </w:pPr>
      <w:r>
        <w:t>Zjišťuje-li se pro účely jiných právních předpisů</w:t>
      </w:r>
      <w:r w:rsidR="00441F91">
        <w:rPr>
          <w:rStyle w:val="Znakapoznpodarou"/>
        </w:rPr>
        <w:footnoteReference w:id="5"/>
      </w:r>
      <w:r w:rsidRPr="00441F91">
        <w:t>)</w:t>
      </w:r>
      <w:r>
        <w:t xml:space="preserve"> výše příjmu, k příspěvku se nepřihlíží.</w:t>
      </w:r>
    </w:p>
    <w:p w:rsidR="00385FF3" w:rsidRDefault="00385FF3" w:rsidP="00385FF3">
      <w:pPr>
        <w:pStyle w:val="Textodstavce"/>
        <w:numPr>
          <w:ilvl w:val="0"/>
          <w:numId w:val="12"/>
        </w:numPr>
      </w:pPr>
      <w:r>
        <w:t>Příspěvek nelze postihnout výkonem rozhodnutí ani exekucí.</w:t>
      </w:r>
    </w:p>
    <w:p w:rsidR="00385FF3" w:rsidRDefault="00385FF3" w:rsidP="00385FF3">
      <w:pPr>
        <w:pStyle w:val="Textodstavce"/>
        <w:numPr>
          <w:ilvl w:val="0"/>
          <w:numId w:val="12"/>
        </w:numPr>
      </w:pPr>
      <w:r>
        <w:t>Příspěvek je příjmem podle § 304d odst. 1 občanského soudního řádu.</w:t>
      </w:r>
    </w:p>
    <w:p w:rsidR="00385FF3" w:rsidRDefault="00385FF3" w:rsidP="00385FF3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9</w:t>
      </w:r>
      <w:r w:rsidR="00B745C3">
        <w:rPr>
          <w:noProof/>
        </w:rPr>
        <w:fldChar w:fldCharType="end"/>
      </w:r>
    </w:p>
    <w:p w:rsidR="00385FF3" w:rsidRDefault="00385FF3" w:rsidP="00385FF3">
      <w:pPr>
        <w:pStyle w:val="Textodstavce"/>
        <w:numPr>
          <w:ilvl w:val="0"/>
          <w:numId w:val="13"/>
        </w:numPr>
      </w:pPr>
      <w:r>
        <w:t>Zaměstnanec nebo bývalý zaměstnanec je povinen uhradit zaměstnavateli částku odečtu podle § 6, pokud zaměstnavatel tento odečet provedl nesprávně v důsledku zaviněného jednání zaměstnance.</w:t>
      </w:r>
    </w:p>
    <w:p w:rsidR="00385FF3" w:rsidRPr="00385FF3" w:rsidRDefault="00385FF3" w:rsidP="00385FF3">
      <w:pPr>
        <w:pStyle w:val="Textodstavce"/>
        <w:numPr>
          <w:ilvl w:val="0"/>
          <w:numId w:val="13"/>
        </w:numPr>
      </w:pPr>
      <w:r w:rsidRPr="00385FF3">
        <w:t>Kromě ostatních případů uvedených v § 147 odst. 1 zákoníku práce smí zaměstnavatel zaměstnanci srazit i příspěvek poskytnutý podle tohoto zákona k úhradě podle odstavce 1.</w:t>
      </w:r>
    </w:p>
    <w:p w:rsidR="00385FF3" w:rsidRDefault="00385FF3" w:rsidP="00385FF3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10</w:t>
      </w:r>
      <w:r w:rsidR="00B745C3">
        <w:rPr>
          <w:noProof/>
        </w:rPr>
        <w:fldChar w:fldCharType="end"/>
      </w:r>
    </w:p>
    <w:p w:rsidR="00CA2BB7" w:rsidRDefault="00CA2BB7" w:rsidP="00BB65DE">
      <w:pPr>
        <w:pStyle w:val="Textparagrafu"/>
      </w:pPr>
      <w:r w:rsidRPr="002E1FF1">
        <w:t xml:space="preserve">Česká správa sociálního zabezpečení neprodleně </w:t>
      </w:r>
      <w:r>
        <w:t>zašle</w:t>
      </w:r>
      <w:r w:rsidRPr="002E1FF1">
        <w:t xml:space="preserve"> zaměstnavateli na jeho žádost informaci, že od ošetřujícího lékaře obdržela informaci o nařízení karantény zaměstnanci a</w:t>
      </w:r>
      <w:r>
        <w:t> </w:t>
      </w:r>
      <w:r w:rsidRPr="002E1FF1">
        <w:t>o</w:t>
      </w:r>
      <w:r>
        <w:t> </w:t>
      </w:r>
      <w:r w:rsidRPr="002E1FF1">
        <w:t>jejím trvání nebo ukončení; pro podání žádosti a sdělení informace platí § 116a zákona o</w:t>
      </w:r>
      <w:r>
        <w:t> </w:t>
      </w:r>
      <w:r w:rsidRPr="002E1FF1">
        <w:t xml:space="preserve">nemocenském pojištění obdobně.  Za žádost zaměstnavatele podle věty první se považuje též žádost o sdělení informace o vzniku dočasné pracovní neschopnosti již podaná podle § 116a zákona o nemocenském pojištění. </w:t>
      </w:r>
    </w:p>
    <w:p w:rsidR="00385FF3" w:rsidRDefault="00385FF3" w:rsidP="00385FF3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11</w:t>
      </w:r>
      <w:r w:rsidR="00B745C3">
        <w:rPr>
          <w:noProof/>
        </w:rPr>
        <w:fldChar w:fldCharType="end"/>
      </w:r>
    </w:p>
    <w:p w:rsidR="00CA2BB7" w:rsidRPr="00DD54C5" w:rsidRDefault="00CA2BB7" w:rsidP="00BB65DE">
      <w:pPr>
        <w:pStyle w:val="Nadpisparagrafu"/>
      </w:pPr>
      <w:r>
        <w:t>Přechodné ustanovení</w:t>
      </w:r>
    </w:p>
    <w:p w:rsidR="00CA2BB7" w:rsidRPr="009D4C58" w:rsidRDefault="00FD103F" w:rsidP="00BB65DE">
      <w:pPr>
        <w:pStyle w:val="Textparagrafu"/>
      </w:pPr>
      <w:r>
        <w:t>Příspěvek</w:t>
      </w:r>
      <w:r w:rsidR="00CA2BB7" w:rsidRPr="009D4C58">
        <w:t xml:space="preserve"> přísluší podle tohoto zákona zaměstnanci i za kalendářní dny přede dnem nabytí účinnosti tohoto zákona, pokud byla zaměstnanci nařízena karanténa po</w:t>
      </w:r>
      <w:r w:rsidR="00BB65DE">
        <w:t> </w:t>
      </w:r>
      <w:r w:rsidR="00CA2BB7" w:rsidRPr="009D4C58">
        <w:t>28.</w:t>
      </w:r>
      <w:r w:rsidR="00BB65DE">
        <w:t> </w:t>
      </w:r>
      <w:r w:rsidR="00CA2BB7" w:rsidRPr="009D4C58">
        <w:t>únoru 2021.</w:t>
      </w:r>
    </w:p>
    <w:p w:rsidR="00385FF3" w:rsidRDefault="00385FF3" w:rsidP="00385FF3">
      <w:pPr>
        <w:pStyle w:val="Paragraf"/>
      </w:pPr>
      <w:r>
        <w:t xml:space="preserve">§ </w:t>
      </w:r>
      <w:r w:rsidR="00B745C3">
        <w:fldChar w:fldCharType="begin"/>
      </w:r>
      <w:r w:rsidR="00B745C3">
        <w:instrText xml:space="preserve"> SEQ § \* ARABIC </w:instrText>
      </w:r>
      <w:r w:rsidR="00B745C3">
        <w:fldChar w:fldCharType="separate"/>
      </w:r>
      <w:r w:rsidR="00B745C3">
        <w:rPr>
          <w:noProof/>
        </w:rPr>
        <w:t>12</w:t>
      </w:r>
      <w:r w:rsidR="00B745C3">
        <w:rPr>
          <w:noProof/>
        </w:rPr>
        <w:fldChar w:fldCharType="end"/>
      </w:r>
    </w:p>
    <w:p w:rsidR="00CA2BB7" w:rsidRPr="009D4C58" w:rsidRDefault="00CA2BB7" w:rsidP="00BB65DE">
      <w:pPr>
        <w:pStyle w:val="Nadpisparagrafu"/>
      </w:pPr>
      <w:r w:rsidRPr="009D4C58">
        <w:t>Účinnost</w:t>
      </w:r>
    </w:p>
    <w:p w:rsidR="00CA2BB7" w:rsidRDefault="00CA2BB7" w:rsidP="00BB65DE">
      <w:pPr>
        <w:pStyle w:val="Textparagrafu"/>
        <w:rPr>
          <w:shd w:val="clear" w:color="auto" w:fill="FFFFFF"/>
        </w:rPr>
      </w:pPr>
      <w:r w:rsidRPr="009D4C58">
        <w:rPr>
          <w:shd w:val="clear" w:color="auto" w:fill="FFFFFF"/>
        </w:rPr>
        <w:t xml:space="preserve">Tento zákon nabývá účinnosti dnem </w:t>
      </w:r>
      <w:r w:rsidR="00E321BD">
        <w:rPr>
          <w:shd w:val="clear" w:color="auto" w:fill="FFFFFF"/>
        </w:rPr>
        <w:t xml:space="preserve">jeho </w:t>
      </w:r>
      <w:r w:rsidRPr="009D4C58">
        <w:rPr>
          <w:shd w:val="clear" w:color="auto" w:fill="FFFFFF"/>
        </w:rPr>
        <w:t>vyhlášení.</w:t>
      </w:r>
    </w:p>
    <w:p w:rsidR="00A73D85" w:rsidRDefault="00A73D85"/>
    <w:sectPr w:rsidR="00A73D85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BB7" w:rsidRDefault="00CA2BB7">
      <w:r>
        <w:separator/>
      </w:r>
    </w:p>
  </w:endnote>
  <w:endnote w:type="continuationSeparator" w:id="0">
    <w:p w:rsidR="00CA2BB7" w:rsidRDefault="00CA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BB7" w:rsidRDefault="00CA2BB7">
      <w:r>
        <w:separator/>
      </w:r>
    </w:p>
  </w:footnote>
  <w:footnote w:type="continuationSeparator" w:id="0">
    <w:p w:rsidR="00CA2BB7" w:rsidRDefault="00CA2BB7">
      <w:r>
        <w:continuationSeparator/>
      </w:r>
    </w:p>
  </w:footnote>
  <w:footnote w:id="1">
    <w:p w:rsidR="00FD103F" w:rsidRDefault="00FD103F">
      <w:pPr>
        <w:pStyle w:val="Textpoznpodarou"/>
      </w:pPr>
      <w:r>
        <w:rPr>
          <w:rStyle w:val="Znakapoznpodarou"/>
        </w:rPr>
        <w:footnoteRef/>
      </w:r>
      <w:r>
        <w:t>)</w:t>
      </w:r>
      <w:r>
        <w:tab/>
      </w:r>
      <w:r w:rsidRPr="002C5D17">
        <w:t>§ 2 odst. 6 zákona č. 258/2000 Sb., o ochraně veřejného zdraví a o změně některých souvisejících zákonů, ve</w:t>
      </w:r>
      <w:r>
        <w:t> </w:t>
      </w:r>
      <w:r w:rsidRPr="002C5D17">
        <w:t>znění pozdějších předpisů.</w:t>
      </w:r>
      <w:r>
        <w:t xml:space="preserve"> </w:t>
      </w:r>
    </w:p>
  </w:footnote>
  <w:footnote w:id="2">
    <w:p w:rsidR="00FD103F" w:rsidRPr="008838C4" w:rsidRDefault="00FD103F" w:rsidP="00441F91">
      <w:pPr>
        <w:pStyle w:val="Textpoznpodarou"/>
        <w:rPr>
          <w:szCs w:val="20"/>
        </w:rPr>
      </w:pPr>
      <w:r w:rsidRPr="00FD103F">
        <w:rPr>
          <w:rStyle w:val="Znakapoznpodarou"/>
        </w:rPr>
        <w:footnoteRef/>
      </w:r>
      <w:r w:rsidRPr="00FD103F">
        <w:t>)</w:t>
      </w:r>
      <w:r w:rsidRPr="00FD103F">
        <w:tab/>
      </w:r>
      <w:r w:rsidRPr="008838C4">
        <w:rPr>
          <w:szCs w:val="20"/>
        </w:rPr>
        <w:t xml:space="preserve">§ 142 odst. 5 zákoníku práce. </w:t>
      </w:r>
    </w:p>
  </w:footnote>
  <w:footnote w:id="3">
    <w:p w:rsidR="00FD103F" w:rsidRPr="008838C4" w:rsidRDefault="00FD103F" w:rsidP="00441F91">
      <w:pPr>
        <w:pStyle w:val="Textpoznpodarou"/>
        <w:rPr>
          <w:szCs w:val="20"/>
        </w:rPr>
      </w:pPr>
      <w:r w:rsidRPr="008838C4">
        <w:rPr>
          <w:rStyle w:val="Znakapoznpodarou"/>
          <w:szCs w:val="20"/>
        </w:rPr>
        <w:footnoteRef/>
      </w:r>
      <w:r w:rsidRPr="008838C4">
        <w:rPr>
          <w:szCs w:val="20"/>
        </w:rPr>
        <w:t>)</w:t>
      </w:r>
      <w:r w:rsidRPr="008838C4">
        <w:rPr>
          <w:szCs w:val="20"/>
        </w:rPr>
        <w:tab/>
        <w:t xml:space="preserve">§ 5 písm. a) zákona č. 187/2006 Sb., o nemocenském pojištění, ve znění pozdějších předpisů. </w:t>
      </w:r>
    </w:p>
  </w:footnote>
  <w:footnote w:id="4">
    <w:p w:rsidR="00441F91" w:rsidRPr="008838C4" w:rsidRDefault="00441F91" w:rsidP="00441F91">
      <w:pPr>
        <w:tabs>
          <w:tab w:val="left" w:pos="426"/>
        </w:tabs>
        <w:rPr>
          <w:sz w:val="20"/>
          <w:szCs w:val="20"/>
        </w:rPr>
      </w:pPr>
      <w:r w:rsidRPr="008838C4">
        <w:rPr>
          <w:rStyle w:val="Znakapoznpodarou"/>
          <w:sz w:val="20"/>
          <w:szCs w:val="20"/>
        </w:rPr>
        <w:footnoteRef/>
      </w:r>
      <w:r w:rsidRPr="008838C4">
        <w:rPr>
          <w:sz w:val="20"/>
          <w:szCs w:val="20"/>
        </w:rPr>
        <w:t>)</w:t>
      </w:r>
      <w:r w:rsidRPr="008838C4">
        <w:rPr>
          <w:sz w:val="20"/>
          <w:szCs w:val="20"/>
        </w:rPr>
        <w:tab/>
        <w:t>§ 128 zákona č. 234/2014 Sb., o státní službě, ve znění pozdějších předpisů.</w:t>
      </w:r>
    </w:p>
    <w:p w:rsidR="00441F91" w:rsidRPr="008838C4" w:rsidRDefault="00441F91" w:rsidP="008838C4">
      <w:pPr>
        <w:tabs>
          <w:tab w:val="left" w:pos="284"/>
          <w:tab w:val="left" w:pos="426"/>
        </w:tabs>
        <w:ind w:left="426"/>
        <w:rPr>
          <w:sz w:val="20"/>
          <w:szCs w:val="20"/>
        </w:rPr>
      </w:pPr>
      <w:r w:rsidRPr="008838C4">
        <w:rPr>
          <w:sz w:val="20"/>
          <w:szCs w:val="20"/>
        </w:rPr>
        <w:t>§ 34 odst. 4 zákona č. 236/1995 Sb., o platu a dalších náležitostech spojených s výkonem funkce představitelů</w:t>
      </w:r>
      <w:r w:rsidR="008838C4">
        <w:rPr>
          <w:sz w:val="20"/>
          <w:szCs w:val="20"/>
        </w:rPr>
        <w:t xml:space="preserve"> </w:t>
      </w:r>
      <w:r w:rsidRPr="008838C4">
        <w:rPr>
          <w:sz w:val="20"/>
          <w:szCs w:val="20"/>
        </w:rPr>
        <w:t>státní moci a některých státních orgánů a soudců a poslanců Evropského parlamentu, ve znění pozdějších předpisů.</w:t>
      </w:r>
    </w:p>
    <w:p w:rsidR="00441F91" w:rsidRPr="008838C4" w:rsidRDefault="00441F91" w:rsidP="00441F91">
      <w:pPr>
        <w:tabs>
          <w:tab w:val="left" w:pos="284"/>
          <w:tab w:val="left" w:pos="426"/>
        </w:tabs>
        <w:ind w:firstLine="426"/>
        <w:rPr>
          <w:sz w:val="20"/>
          <w:szCs w:val="20"/>
        </w:rPr>
      </w:pPr>
      <w:r w:rsidRPr="008838C4">
        <w:rPr>
          <w:sz w:val="20"/>
          <w:szCs w:val="20"/>
        </w:rPr>
        <w:t>§ 72 odst. 7 zákona č. 128/2000 Sb., o obcích (obecní zřízení), ve znění pozdějších předpisů.</w:t>
      </w:r>
    </w:p>
    <w:p w:rsidR="00441F91" w:rsidRPr="008838C4" w:rsidRDefault="00441F91" w:rsidP="00441F91">
      <w:pPr>
        <w:ind w:firstLine="425"/>
        <w:rPr>
          <w:sz w:val="20"/>
          <w:szCs w:val="20"/>
        </w:rPr>
      </w:pPr>
      <w:r w:rsidRPr="008838C4">
        <w:rPr>
          <w:sz w:val="20"/>
          <w:szCs w:val="20"/>
        </w:rPr>
        <w:t>§ 47 odst. 7 zákona č. 129/2000 Sb., o krajích (krajské zřízení), ve znění pozdějších předpisů.</w:t>
      </w:r>
    </w:p>
    <w:p w:rsidR="00441F91" w:rsidRPr="008838C4" w:rsidRDefault="00441F91" w:rsidP="00441F91">
      <w:pPr>
        <w:pStyle w:val="Textpoznpodarou"/>
        <w:rPr>
          <w:szCs w:val="20"/>
        </w:rPr>
      </w:pPr>
      <w:r w:rsidRPr="008838C4">
        <w:rPr>
          <w:szCs w:val="20"/>
        </w:rPr>
        <w:tab/>
        <w:t xml:space="preserve">§ 53 odst. 7 zákona č. 131/2000 Sb., o hlavním městě Praze, ve znění pozdějších předpisů. </w:t>
      </w:r>
    </w:p>
  </w:footnote>
  <w:footnote w:id="5">
    <w:p w:rsidR="00441F91" w:rsidRPr="008838C4" w:rsidRDefault="00441F91">
      <w:pPr>
        <w:pStyle w:val="Textpoznpodarou"/>
        <w:rPr>
          <w:szCs w:val="20"/>
        </w:rPr>
      </w:pPr>
      <w:r>
        <w:rPr>
          <w:rStyle w:val="Znakapoznpodarou"/>
        </w:rPr>
        <w:footnoteRef/>
      </w:r>
      <w:r>
        <w:t>)</w:t>
      </w:r>
      <w:r>
        <w:tab/>
      </w:r>
      <w:r w:rsidRPr="008838C4">
        <w:rPr>
          <w:szCs w:val="20"/>
        </w:rPr>
        <w:t xml:space="preserve">Například zákon č. 117/1995 Sb., o státní sociální podpoře, ve znění pozdějších předpisů, a zákon č. 111/2006 Sb., o pomoci v hmotné nouzi,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745C3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7F4A202F"/>
    <w:multiLevelType w:val="hybridMultilevel"/>
    <w:tmpl w:val="316077B6"/>
    <w:lvl w:ilvl="0" w:tplc="1AACA772">
      <w:start w:val="1"/>
      <w:numFmt w:val="lowerLetter"/>
      <w:lvlText w:val="%1)"/>
      <w:lvlJc w:val="left"/>
      <w:pPr>
        <w:ind w:left="1494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>
      <w:start w:val="1"/>
      <w:numFmt w:val="decimal"/>
      <w:lvlText w:val="%4."/>
      <w:lvlJc w:val="left"/>
      <w:pPr>
        <w:ind w:left="3654" w:hanging="360"/>
      </w:pPr>
    </w:lvl>
    <w:lvl w:ilvl="4" w:tplc="04050019">
      <w:start w:val="1"/>
      <w:numFmt w:val="lowerLetter"/>
      <w:lvlText w:val="%5."/>
      <w:lvlJc w:val="left"/>
      <w:pPr>
        <w:ind w:left="4374" w:hanging="360"/>
      </w:pPr>
    </w:lvl>
    <w:lvl w:ilvl="5" w:tplc="0405001B">
      <w:start w:val="1"/>
      <w:numFmt w:val="lowerRoman"/>
      <w:lvlText w:val="%6."/>
      <w:lvlJc w:val="right"/>
      <w:pPr>
        <w:ind w:left="5094" w:hanging="180"/>
      </w:pPr>
    </w:lvl>
    <w:lvl w:ilvl="6" w:tplc="0405000F">
      <w:start w:val="1"/>
      <w:numFmt w:val="decimal"/>
      <w:lvlText w:val="%7."/>
      <w:lvlJc w:val="left"/>
      <w:pPr>
        <w:ind w:left="5814" w:hanging="360"/>
      </w:pPr>
    </w:lvl>
    <w:lvl w:ilvl="7" w:tplc="04050019">
      <w:start w:val="1"/>
      <w:numFmt w:val="lowerLetter"/>
      <w:lvlText w:val="%8."/>
      <w:lvlJc w:val="left"/>
      <w:pPr>
        <w:ind w:left="6534" w:hanging="360"/>
      </w:pPr>
    </w:lvl>
    <w:lvl w:ilvl="8" w:tplc="0405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CA2BB7"/>
    <w:rsid w:val="00266D0A"/>
    <w:rsid w:val="002D2D8C"/>
    <w:rsid w:val="003606B1"/>
    <w:rsid w:val="00385FF3"/>
    <w:rsid w:val="003D52E4"/>
    <w:rsid w:val="00441F91"/>
    <w:rsid w:val="008838C4"/>
    <w:rsid w:val="00A73D85"/>
    <w:rsid w:val="00A93B3D"/>
    <w:rsid w:val="00A97687"/>
    <w:rsid w:val="00AE3CEA"/>
    <w:rsid w:val="00AE46B6"/>
    <w:rsid w:val="00B16C4B"/>
    <w:rsid w:val="00B745C3"/>
    <w:rsid w:val="00BB65DE"/>
    <w:rsid w:val="00BD3F3A"/>
    <w:rsid w:val="00BF4DF8"/>
    <w:rsid w:val="00CA2BB7"/>
    <w:rsid w:val="00D3190E"/>
    <w:rsid w:val="00E321BD"/>
    <w:rsid w:val="00E6024F"/>
    <w:rsid w:val="00E62502"/>
    <w:rsid w:val="00EF16B1"/>
    <w:rsid w:val="00F06E3B"/>
    <w:rsid w:val="00FD103F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7ADD8C"/>
  <w15:chartTrackingRefBased/>
  <w15:docId w15:val="{0B4B4667-0DE8-4788-985F-43A78F50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7687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A9768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B65DE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B65DE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B65DE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B65DE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B65DE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B65DE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A97687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A97687"/>
  </w:style>
  <w:style w:type="paragraph" w:styleId="Zhlav">
    <w:name w:val="header"/>
    <w:basedOn w:val="Normln"/>
    <w:semiHidden/>
    <w:rsid w:val="00A97687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A97687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A97687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A97687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A97687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A97687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A97687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A9768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A9768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A9768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A97687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A97687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A97687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A97687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A97687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A97687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A97687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A97687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A97687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A97687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A97687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A97687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A97687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A97687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A97687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A97687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A97687"/>
    <w:rPr>
      <w:vertAlign w:val="superscript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locked/>
    <w:rsid w:val="00CA2BB7"/>
  </w:style>
  <w:style w:type="paragraph" w:customStyle="1" w:styleId="Textodstavce">
    <w:name w:val="Text odstavce"/>
    <w:basedOn w:val="Normln"/>
    <w:rsid w:val="00A97687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A97687"/>
    <w:pPr>
      <w:ind w:left="567" w:hanging="567"/>
    </w:pPr>
  </w:style>
  <w:style w:type="character" w:styleId="slostrnky">
    <w:name w:val="page number"/>
    <w:basedOn w:val="Standardnpsmoodstavce"/>
    <w:semiHidden/>
    <w:rsid w:val="00A97687"/>
  </w:style>
  <w:style w:type="paragraph" w:styleId="Zpat">
    <w:name w:val="footer"/>
    <w:basedOn w:val="Normln"/>
    <w:semiHidden/>
    <w:rsid w:val="00A97687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rsid w:val="00A97687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A97687"/>
    <w:rPr>
      <w:vertAlign w:val="superscript"/>
    </w:rPr>
  </w:style>
  <w:style w:type="paragraph" w:styleId="Titulek">
    <w:name w:val="caption"/>
    <w:basedOn w:val="Normln"/>
    <w:next w:val="Normln"/>
    <w:qFormat/>
    <w:rsid w:val="00A97687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A97687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A97687"/>
    <w:pPr>
      <w:keepNext/>
      <w:keepLines/>
      <w:spacing w:before="720"/>
      <w:jc w:val="center"/>
    </w:p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CA2BB7"/>
    <w:pPr>
      <w:spacing w:after="160" w:line="256" w:lineRule="auto"/>
      <w:ind w:left="720"/>
      <w:contextualSpacing/>
    </w:pPr>
    <w:rPr>
      <w:sz w:val="20"/>
      <w:szCs w:val="20"/>
    </w:rPr>
  </w:style>
  <w:style w:type="paragraph" w:customStyle="1" w:styleId="VARIANTA">
    <w:name w:val="VARIANTA"/>
    <w:basedOn w:val="Normln"/>
    <w:next w:val="Normln"/>
    <w:rsid w:val="00A97687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A97687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A97687"/>
    <w:rPr>
      <w:b/>
    </w:rPr>
  </w:style>
  <w:style w:type="paragraph" w:customStyle="1" w:styleId="Nadpislnku">
    <w:name w:val="Nadpis článku"/>
    <w:basedOn w:val="lnek"/>
    <w:next w:val="Textodstavce"/>
    <w:rsid w:val="00A97687"/>
    <w:rPr>
      <w:b/>
    </w:rPr>
  </w:style>
  <w:style w:type="paragraph" w:styleId="Bezmezer">
    <w:name w:val="No Spacing"/>
    <w:uiPriority w:val="1"/>
    <w:qFormat/>
    <w:rsid w:val="00CA2BB7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link w:val="Textpoznpodarou"/>
    <w:rsid w:val="00CA2BB7"/>
    <w:rPr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B65D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B65D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B65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B65D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B65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B65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38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38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D9CB6-57FF-4BA0-9D67-D9C0B5AAE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123</TotalTime>
  <Pages>3</Pages>
  <Words>795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12</cp:revision>
  <cp:lastPrinted>2021-03-03T08:34:00Z</cp:lastPrinted>
  <dcterms:created xsi:type="dcterms:W3CDTF">2021-03-02T19:48:00Z</dcterms:created>
  <dcterms:modified xsi:type="dcterms:W3CDTF">2021-03-03T08:35:00Z</dcterms:modified>
  <cp:category/>
</cp:coreProperties>
</file>