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 w:rsidP="0059376D">
      <w:pPr>
        <w:pStyle w:val="Nadpis"/>
        <w:spacing w:before="12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>k</w:t>
      </w:r>
      <w:r w:rsidR="004648DF">
        <w:rPr>
          <w:b/>
          <w:bCs/>
          <w:sz w:val="24"/>
        </w:rPr>
        <w:t> návrhu zákona</w:t>
      </w:r>
      <w:r w:rsidR="004648DF" w:rsidRPr="004648DF">
        <w:rPr>
          <w:b/>
          <w:sz w:val="24"/>
        </w:rPr>
        <w:t xml:space="preserve"> o zvýšení náhrady příjmu při nařízené karanténě</w:t>
      </w:r>
    </w:p>
    <w:p w:rsidR="000C6893" w:rsidRDefault="000C6893" w:rsidP="004648DF">
      <w:pPr>
        <w:pStyle w:val="Nadpis"/>
        <w:spacing w:before="12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4648DF">
        <w:rPr>
          <w:b/>
          <w:bCs/>
          <w:sz w:val="24"/>
        </w:rPr>
        <w:t>1171)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4648DF" w:rsidRPr="004648DF" w:rsidRDefault="004648DF" w:rsidP="004648DF">
      <w:pPr>
        <w:pStyle w:val="Textodstavce"/>
        <w:jc w:val="center"/>
        <w:rPr>
          <w:i/>
        </w:rPr>
      </w:pPr>
      <w:r w:rsidRPr="004648DF">
        <w:rPr>
          <w:i/>
        </w:rPr>
        <w:t>- projednávání v legislativní nouzi -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4648DF">
        <w:rPr>
          <w:b/>
        </w:rPr>
        <w:t>2. března 2021</w:t>
      </w:r>
    </w:p>
    <w:p w:rsidR="000C6893" w:rsidRDefault="000C6893"/>
    <w:p w:rsidR="000C6893" w:rsidRDefault="000C6893"/>
    <w:p w:rsidR="000C6893" w:rsidRDefault="007536AF" w:rsidP="007536AF">
      <w:pPr>
        <w:pStyle w:val="PNposlanec"/>
      </w:pPr>
      <w:r>
        <w:t xml:space="preserve">Poslanec Dominik </w:t>
      </w:r>
      <w:proofErr w:type="spellStart"/>
      <w:r>
        <w:t>Feri</w:t>
      </w:r>
      <w:proofErr w:type="spellEnd"/>
    </w:p>
    <w:p w:rsidR="000C6893" w:rsidRPr="007536AF" w:rsidRDefault="007536AF">
      <w:pPr>
        <w:rPr>
          <w:i/>
        </w:rPr>
      </w:pPr>
      <w:r w:rsidRPr="007536AF">
        <w:rPr>
          <w:i/>
        </w:rPr>
        <w:t>SD 7668</w:t>
      </w:r>
    </w:p>
    <w:p w:rsidR="000C6893" w:rsidRPr="00401107" w:rsidRDefault="00401107">
      <w:pPr>
        <w:rPr>
          <w:b/>
        </w:rPr>
      </w:pPr>
      <w:r w:rsidRPr="00401107">
        <w:rPr>
          <w:b/>
        </w:rPr>
        <w:t xml:space="preserve">A1. </w:t>
      </w: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7536AF">
        <w:rPr>
          <w:rFonts w:ascii="Times New Roman" w:hAnsi="Times New Roman" w:cs="Times New Roman"/>
          <w:sz w:val="24"/>
        </w:rPr>
        <w:t>1. V § 1 odstavci třetím se za slovo „zdraví</w:t>
      </w:r>
      <w:r w:rsidRPr="007536AF">
        <w:rPr>
          <w:rFonts w:ascii="Times New Roman" w:hAnsi="Times New Roman" w:cs="Times New Roman"/>
          <w:sz w:val="24"/>
          <w:vertAlign w:val="superscript"/>
        </w:rPr>
        <w:t>1)</w:t>
      </w:r>
      <w:r w:rsidRPr="007536AF">
        <w:rPr>
          <w:rFonts w:ascii="Times New Roman" w:hAnsi="Times New Roman" w:cs="Times New Roman"/>
          <w:sz w:val="24"/>
        </w:rPr>
        <w:t>“ vkládají slova „, není-li stanoveno jinak“.</w:t>
      </w: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7536AF">
        <w:rPr>
          <w:rFonts w:ascii="Times New Roman" w:hAnsi="Times New Roman" w:cs="Times New Roman"/>
          <w:sz w:val="24"/>
        </w:rPr>
        <w:t>2. V § 2 se číslo „100“ nahrazuje číslem „80“ a text se označuje jako odstavec první.</w:t>
      </w: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7536AF">
        <w:rPr>
          <w:rFonts w:ascii="Times New Roman" w:hAnsi="Times New Roman" w:cs="Times New Roman"/>
          <w:sz w:val="24"/>
        </w:rPr>
        <w:t>3. V § 2 se doplňuje odstavec druhý, který zní:</w:t>
      </w: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7536AF">
        <w:rPr>
          <w:rFonts w:ascii="Times New Roman" w:hAnsi="Times New Roman" w:cs="Times New Roman"/>
          <w:sz w:val="24"/>
        </w:rPr>
        <w:t>„(2) Zaměstnanci, kterému byla nařízena izolace</w:t>
      </w:r>
      <w:r w:rsidRPr="007536AF">
        <w:rPr>
          <w:rFonts w:ascii="Times New Roman" w:hAnsi="Times New Roman" w:cs="Times New Roman"/>
          <w:sz w:val="24"/>
          <w:vertAlign w:val="superscript"/>
        </w:rPr>
        <w:t>1)</w:t>
      </w:r>
      <w:r w:rsidRPr="007536AF">
        <w:rPr>
          <w:rFonts w:ascii="Times New Roman" w:hAnsi="Times New Roman" w:cs="Times New Roman"/>
          <w:sz w:val="24"/>
        </w:rPr>
        <w:t xml:space="preserve"> a který má z tohoto důvodu nárok na náhradu mzdy, platu nebo odměny z dohody o pracích konaných mimo pracovní poměr podle § 192 až 194 zákoníku práce, přísluší tato náhrada ve výši 100 % průměrného redukovaného výdělku. Ostatní podmínky a způsob úpravy průměrného výdělku stanovené v § 192 až 194 zákoníku práce tím nejsou dotčeny.“.</w:t>
      </w: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7536AF">
        <w:rPr>
          <w:rFonts w:ascii="Times New Roman" w:hAnsi="Times New Roman" w:cs="Times New Roman"/>
          <w:sz w:val="24"/>
        </w:rPr>
        <w:t>4. V § 3 se číslo „100“ nahrazuje číslem „80“ a text se označuje jako odstavec první.</w:t>
      </w: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7536AF">
        <w:rPr>
          <w:rFonts w:ascii="Times New Roman" w:hAnsi="Times New Roman" w:cs="Times New Roman"/>
          <w:sz w:val="24"/>
        </w:rPr>
        <w:t>5. V § 3 odstavci prvním se slova „v nesnížené výši“ nahrazují slovy „ ve výši 80 % nesnížené výše“.</w:t>
      </w: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7536AF">
        <w:rPr>
          <w:rFonts w:ascii="Times New Roman" w:hAnsi="Times New Roman" w:cs="Times New Roman"/>
          <w:sz w:val="24"/>
        </w:rPr>
        <w:t>6. V § 3 se doplňuje odstavec druhý, který zní:</w:t>
      </w: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7536AF">
        <w:rPr>
          <w:rFonts w:ascii="Times New Roman" w:hAnsi="Times New Roman" w:cs="Times New Roman"/>
          <w:sz w:val="24"/>
        </w:rPr>
        <w:t>„(2) Dalším osobám, které jsou účastny nemocenského pojištění jako zaměstnanci</w:t>
      </w:r>
      <w:r w:rsidRPr="007536AF">
        <w:rPr>
          <w:rFonts w:ascii="Times New Roman" w:hAnsi="Times New Roman" w:cs="Times New Roman"/>
          <w:sz w:val="24"/>
          <w:vertAlign w:val="superscript"/>
        </w:rPr>
        <w:t>2)</w:t>
      </w:r>
      <w:r w:rsidRPr="007536AF">
        <w:rPr>
          <w:rFonts w:ascii="Times New Roman" w:hAnsi="Times New Roman" w:cs="Times New Roman"/>
          <w:sz w:val="24"/>
        </w:rPr>
        <w:t xml:space="preserve"> a mají podle jiného právního předpisu</w:t>
      </w:r>
      <w:r w:rsidRPr="007536AF">
        <w:rPr>
          <w:rFonts w:ascii="Times New Roman" w:hAnsi="Times New Roman" w:cs="Times New Roman"/>
          <w:sz w:val="24"/>
          <w:vertAlign w:val="superscript"/>
        </w:rPr>
        <w:t>3)</w:t>
      </w:r>
      <w:r w:rsidRPr="007536AF">
        <w:rPr>
          <w:rFonts w:ascii="Times New Roman" w:hAnsi="Times New Roman" w:cs="Times New Roman"/>
          <w:sz w:val="24"/>
        </w:rPr>
        <w:t xml:space="preserve"> v době nařízené izolace</w:t>
      </w:r>
      <w:r w:rsidRPr="007536AF">
        <w:rPr>
          <w:rFonts w:ascii="Times New Roman" w:hAnsi="Times New Roman" w:cs="Times New Roman"/>
          <w:sz w:val="24"/>
          <w:vertAlign w:val="superscript"/>
        </w:rPr>
        <w:t>1)</w:t>
      </w:r>
      <w:r w:rsidRPr="007536AF">
        <w:rPr>
          <w:rFonts w:ascii="Times New Roman" w:hAnsi="Times New Roman" w:cs="Times New Roman"/>
          <w:sz w:val="24"/>
        </w:rPr>
        <w:t xml:space="preserve"> nárok na plat ve snížené výši nebo odměnu ve snížené výši, přísluší snížený plat nebo snížená odměna ve výši 100 % průměrného redukovaného výdělku. Státnímu zaměstnanci, kterému byla nařízena izolace</w:t>
      </w:r>
      <w:r w:rsidRPr="007536AF">
        <w:rPr>
          <w:rFonts w:ascii="Times New Roman" w:hAnsi="Times New Roman" w:cs="Times New Roman"/>
          <w:sz w:val="24"/>
          <w:vertAlign w:val="superscript"/>
        </w:rPr>
        <w:t>1)</w:t>
      </w:r>
      <w:r w:rsidRPr="007536AF">
        <w:rPr>
          <w:rFonts w:ascii="Times New Roman" w:hAnsi="Times New Roman" w:cs="Times New Roman"/>
          <w:sz w:val="24"/>
        </w:rPr>
        <w:t>, přísluší plat v nesnížené výši. Ostatní podmínky pro stanovení sníženého platu nebo snížené odměny podle jiných právních předpisů tím nejsou dotčeny.“.</w:t>
      </w:r>
    </w:p>
    <w:p w:rsidR="000C6893" w:rsidRDefault="000C6893"/>
    <w:p w:rsidR="000C6893" w:rsidRDefault="000C6893"/>
    <w:p w:rsidR="000C6893" w:rsidRPr="007536AF" w:rsidRDefault="007536AF">
      <w:pPr>
        <w:rPr>
          <w:i/>
        </w:rPr>
      </w:pPr>
      <w:r w:rsidRPr="007536AF">
        <w:rPr>
          <w:i/>
        </w:rPr>
        <w:t>SD 7669</w:t>
      </w:r>
    </w:p>
    <w:p w:rsidR="000C6893" w:rsidRPr="00401107" w:rsidRDefault="00401107">
      <w:pPr>
        <w:rPr>
          <w:b/>
        </w:rPr>
      </w:pPr>
      <w:r w:rsidRPr="00401107">
        <w:rPr>
          <w:b/>
        </w:rPr>
        <w:t>A2.</w:t>
      </w: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7536AF">
        <w:rPr>
          <w:rFonts w:ascii="Times New Roman" w:hAnsi="Times New Roman" w:cs="Times New Roman"/>
          <w:sz w:val="24"/>
        </w:rPr>
        <w:t>1. V § 1 odstavci třetím se za slovo „zdraví</w:t>
      </w:r>
      <w:r w:rsidRPr="007536AF">
        <w:rPr>
          <w:rFonts w:ascii="Times New Roman" w:hAnsi="Times New Roman" w:cs="Times New Roman"/>
          <w:sz w:val="24"/>
          <w:vertAlign w:val="superscript"/>
        </w:rPr>
        <w:t>1)</w:t>
      </w:r>
      <w:r w:rsidRPr="007536AF">
        <w:rPr>
          <w:rFonts w:ascii="Times New Roman" w:hAnsi="Times New Roman" w:cs="Times New Roman"/>
          <w:sz w:val="24"/>
        </w:rPr>
        <w:t>“ vkládají slova „, není-li stanoveno jinak“.</w:t>
      </w: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7536AF">
        <w:rPr>
          <w:rFonts w:ascii="Times New Roman" w:hAnsi="Times New Roman" w:cs="Times New Roman"/>
          <w:sz w:val="24"/>
        </w:rPr>
        <w:t>2. V § 2 se číslo „100“ nahrazuje číslem „70“ a text se označuje jako odstavec první.</w:t>
      </w: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7536AF">
        <w:rPr>
          <w:rFonts w:ascii="Times New Roman" w:hAnsi="Times New Roman" w:cs="Times New Roman"/>
          <w:sz w:val="24"/>
        </w:rPr>
        <w:t>3. V § 2 se doplňuje odstavec druhý, který zní:</w:t>
      </w: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7536AF">
        <w:rPr>
          <w:rFonts w:ascii="Times New Roman" w:hAnsi="Times New Roman" w:cs="Times New Roman"/>
          <w:sz w:val="24"/>
        </w:rPr>
        <w:lastRenderedPageBreak/>
        <w:t>„(2) Zaměstnanci, kterému byla nařízena izolace</w:t>
      </w:r>
      <w:r w:rsidRPr="007536AF">
        <w:rPr>
          <w:rFonts w:ascii="Times New Roman" w:hAnsi="Times New Roman" w:cs="Times New Roman"/>
          <w:sz w:val="24"/>
          <w:vertAlign w:val="superscript"/>
        </w:rPr>
        <w:t>1)</w:t>
      </w:r>
      <w:r w:rsidRPr="007536AF">
        <w:rPr>
          <w:rFonts w:ascii="Times New Roman" w:hAnsi="Times New Roman" w:cs="Times New Roman"/>
          <w:sz w:val="24"/>
        </w:rPr>
        <w:t xml:space="preserve"> a který má z tohoto důvodu nárok na náhradu mzdy, platu nebo odměny z dohody o pracích konaných mimo pracovní poměr podle § 192 až 194 zákoníku práce, přísluší tato náhrada ve výši 100 % průměrného redukovaného výdělku. Ostatní podmínky a způsob úpravy průměrného výdělku stanovené v § 192 až 194 zákoníku práce tím nejsou dotčeny.“.</w:t>
      </w: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7536AF">
        <w:rPr>
          <w:rFonts w:ascii="Times New Roman" w:hAnsi="Times New Roman" w:cs="Times New Roman"/>
          <w:sz w:val="24"/>
        </w:rPr>
        <w:t>4. V § 3 se číslo „100“ nahrazuje číslem „70“ a text se označuje jako odstavec první.</w:t>
      </w: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7536AF">
        <w:rPr>
          <w:rFonts w:ascii="Times New Roman" w:hAnsi="Times New Roman" w:cs="Times New Roman"/>
          <w:sz w:val="24"/>
        </w:rPr>
        <w:t>5. V § 3 odstavci prvním se slova „v nesnížené výši“ nahrazují slovy „ ve výši 70 % nesnížené výše“.</w:t>
      </w: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7536AF">
        <w:rPr>
          <w:rFonts w:ascii="Times New Roman" w:hAnsi="Times New Roman" w:cs="Times New Roman"/>
          <w:sz w:val="24"/>
        </w:rPr>
        <w:t>6. V § 3 se doplňuje odstavec druhý, který zní:</w:t>
      </w:r>
    </w:p>
    <w:p w:rsidR="007536AF" w:rsidRPr="007536AF" w:rsidRDefault="007536AF" w:rsidP="007536AF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7536AF">
        <w:rPr>
          <w:rFonts w:ascii="Times New Roman" w:hAnsi="Times New Roman" w:cs="Times New Roman"/>
          <w:sz w:val="24"/>
        </w:rPr>
        <w:t>„(2) Dalším osobám, které jsou účastny nemocenského pojištění jako zaměstnanci</w:t>
      </w:r>
      <w:r w:rsidRPr="007536AF">
        <w:rPr>
          <w:rFonts w:ascii="Times New Roman" w:hAnsi="Times New Roman" w:cs="Times New Roman"/>
          <w:sz w:val="24"/>
          <w:vertAlign w:val="superscript"/>
        </w:rPr>
        <w:t>2)</w:t>
      </w:r>
      <w:r w:rsidRPr="007536AF">
        <w:rPr>
          <w:rFonts w:ascii="Times New Roman" w:hAnsi="Times New Roman" w:cs="Times New Roman"/>
          <w:sz w:val="24"/>
        </w:rPr>
        <w:t xml:space="preserve"> a mají podle jiného právního předpisu</w:t>
      </w:r>
      <w:r w:rsidRPr="007536AF">
        <w:rPr>
          <w:rFonts w:ascii="Times New Roman" w:hAnsi="Times New Roman" w:cs="Times New Roman"/>
          <w:sz w:val="24"/>
          <w:vertAlign w:val="superscript"/>
        </w:rPr>
        <w:t>3)</w:t>
      </w:r>
      <w:r w:rsidRPr="007536AF">
        <w:rPr>
          <w:rFonts w:ascii="Times New Roman" w:hAnsi="Times New Roman" w:cs="Times New Roman"/>
          <w:sz w:val="24"/>
        </w:rPr>
        <w:t xml:space="preserve"> v době nařízené izolace</w:t>
      </w:r>
      <w:r w:rsidRPr="007536AF">
        <w:rPr>
          <w:rFonts w:ascii="Times New Roman" w:hAnsi="Times New Roman" w:cs="Times New Roman"/>
          <w:sz w:val="24"/>
          <w:vertAlign w:val="superscript"/>
        </w:rPr>
        <w:t>1)</w:t>
      </w:r>
      <w:r w:rsidRPr="007536AF">
        <w:rPr>
          <w:rFonts w:ascii="Times New Roman" w:hAnsi="Times New Roman" w:cs="Times New Roman"/>
          <w:sz w:val="24"/>
        </w:rPr>
        <w:t xml:space="preserve"> nárok na plat ve snížené výši nebo odměnu ve snížené výši, přísluší snížený plat nebo snížená odměna ve výši 100 % průměrného redukovaného výdělku. Státnímu zaměstnanci, kterému byla nařízena izolace</w:t>
      </w:r>
      <w:r w:rsidRPr="007536AF">
        <w:rPr>
          <w:rFonts w:ascii="Times New Roman" w:hAnsi="Times New Roman" w:cs="Times New Roman"/>
          <w:sz w:val="24"/>
          <w:vertAlign w:val="superscript"/>
        </w:rPr>
        <w:t>1)</w:t>
      </w:r>
      <w:r w:rsidRPr="007536AF">
        <w:rPr>
          <w:rFonts w:ascii="Times New Roman" w:hAnsi="Times New Roman" w:cs="Times New Roman"/>
          <w:sz w:val="24"/>
        </w:rPr>
        <w:t>, přísluší plat v nesnížené výši. Ostatní podmínky pro stanovení sníženého platu nebo snížené odměny podle jiných právních předpisů tím nejsou dotčeny.“.</w:t>
      </w:r>
    </w:p>
    <w:p w:rsidR="007536AF" w:rsidRDefault="007536AF"/>
    <w:p w:rsidR="00630BFB" w:rsidRDefault="00630BFB"/>
    <w:p w:rsidR="007536AF" w:rsidRPr="00630BFB" w:rsidRDefault="00630BFB">
      <w:pPr>
        <w:rPr>
          <w:i/>
        </w:rPr>
      </w:pPr>
      <w:r w:rsidRPr="00630BFB">
        <w:rPr>
          <w:i/>
        </w:rPr>
        <w:t>SD 7670</w:t>
      </w:r>
    </w:p>
    <w:p w:rsidR="007536AF" w:rsidRPr="00401107" w:rsidRDefault="00401107">
      <w:pPr>
        <w:rPr>
          <w:b/>
        </w:rPr>
      </w:pPr>
      <w:r w:rsidRPr="00401107">
        <w:rPr>
          <w:b/>
        </w:rPr>
        <w:t>A3.</w:t>
      </w: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630BFB">
        <w:rPr>
          <w:rFonts w:ascii="Times New Roman" w:hAnsi="Times New Roman" w:cs="Times New Roman"/>
          <w:sz w:val="24"/>
        </w:rPr>
        <w:t>1. V § 1 odstavci třetím se za slovo „zdraví</w:t>
      </w:r>
      <w:r w:rsidRPr="00630BFB">
        <w:rPr>
          <w:rFonts w:ascii="Times New Roman" w:hAnsi="Times New Roman" w:cs="Times New Roman"/>
          <w:sz w:val="24"/>
          <w:vertAlign w:val="superscript"/>
        </w:rPr>
        <w:t>1)</w:t>
      </w:r>
      <w:r w:rsidRPr="00630BFB">
        <w:rPr>
          <w:rFonts w:ascii="Times New Roman" w:hAnsi="Times New Roman" w:cs="Times New Roman"/>
          <w:sz w:val="24"/>
        </w:rPr>
        <w:t>“ vkládají slova „, není-li stanoveno jinak“.</w:t>
      </w: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630BFB">
        <w:rPr>
          <w:rFonts w:ascii="Times New Roman" w:hAnsi="Times New Roman" w:cs="Times New Roman"/>
          <w:sz w:val="24"/>
        </w:rPr>
        <w:t>2. V § 2 se číslo „100“ nahrazuje číslem „80“ a text se označuje jako odstavec první.</w:t>
      </w: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630BFB">
        <w:rPr>
          <w:rFonts w:ascii="Times New Roman" w:hAnsi="Times New Roman" w:cs="Times New Roman"/>
          <w:sz w:val="24"/>
        </w:rPr>
        <w:t>3. V § 2 se doplňuje odstavec druhý, který zní:</w:t>
      </w: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630BFB">
        <w:rPr>
          <w:rFonts w:ascii="Times New Roman" w:hAnsi="Times New Roman" w:cs="Times New Roman"/>
          <w:sz w:val="24"/>
        </w:rPr>
        <w:t>„(2) Zaměstnanci, kterému byla nařízena izolace</w:t>
      </w:r>
      <w:r w:rsidRPr="00630BFB">
        <w:rPr>
          <w:rFonts w:ascii="Times New Roman" w:hAnsi="Times New Roman" w:cs="Times New Roman"/>
          <w:sz w:val="24"/>
          <w:vertAlign w:val="superscript"/>
        </w:rPr>
        <w:t>1)</w:t>
      </w:r>
      <w:r w:rsidRPr="00630BFB">
        <w:rPr>
          <w:rFonts w:ascii="Times New Roman" w:hAnsi="Times New Roman" w:cs="Times New Roman"/>
          <w:sz w:val="24"/>
        </w:rPr>
        <w:t xml:space="preserve"> a který má z tohoto důvodu nárok na náhradu mzdy, platu nebo odměny z dohody o pracích konaných mimo pracovní poměr podle § 192 až 194 zákoníku práce, přísluší tato náhrada ve výši 90 % průměrného redukovaného výdělku. Ostatní podmínky a způsob úpravy průměrného výdělku stanovené v § 192 až 194 zákoníku práce tím nejsou dotčeny.“.</w:t>
      </w: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630BFB">
        <w:rPr>
          <w:rFonts w:ascii="Times New Roman" w:hAnsi="Times New Roman" w:cs="Times New Roman"/>
          <w:sz w:val="24"/>
        </w:rPr>
        <w:t>4. V § 3 se číslo „100“ nahrazuje číslem „80“ a text se označuje jako odstavec první.</w:t>
      </w: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630BFB">
        <w:rPr>
          <w:rFonts w:ascii="Times New Roman" w:hAnsi="Times New Roman" w:cs="Times New Roman"/>
          <w:sz w:val="24"/>
        </w:rPr>
        <w:t>5. V § 3 odstavci prvním se slova „v nesnížené výši“ nahrazují slovy „ ve výši 80 % nesnížené výše“.</w:t>
      </w: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630BFB">
        <w:rPr>
          <w:rFonts w:ascii="Times New Roman" w:hAnsi="Times New Roman" w:cs="Times New Roman"/>
          <w:sz w:val="24"/>
        </w:rPr>
        <w:t>6. V § 3 se doplňuje odstavec druhý, který zní:</w:t>
      </w: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630BFB">
        <w:rPr>
          <w:rFonts w:ascii="Times New Roman" w:hAnsi="Times New Roman" w:cs="Times New Roman"/>
          <w:sz w:val="24"/>
        </w:rPr>
        <w:t>„(2) Dalším osobám, které jsou účastny nemocenského pojištění jako zaměstnanci</w:t>
      </w:r>
      <w:r w:rsidRPr="00630BFB">
        <w:rPr>
          <w:rFonts w:ascii="Times New Roman" w:hAnsi="Times New Roman" w:cs="Times New Roman"/>
          <w:sz w:val="24"/>
          <w:vertAlign w:val="superscript"/>
        </w:rPr>
        <w:t>2)</w:t>
      </w:r>
      <w:r w:rsidRPr="00630BFB">
        <w:rPr>
          <w:rFonts w:ascii="Times New Roman" w:hAnsi="Times New Roman" w:cs="Times New Roman"/>
          <w:sz w:val="24"/>
        </w:rPr>
        <w:t xml:space="preserve"> a mají podle jiného právního předpisu</w:t>
      </w:r>
      <w:r w:rsidRPr="00630BFB">
        <w:rPr>
          <w:rFonts w:ascii="Times New Roman" w:hAnsi="Times New Roman" w:cs="Times New Roman"/>
          <w:sz w:val="24"/>
          <w:vertAlign w:val="superscript"/>
        </w:rPr>
        <w:t>3)</w:t>
      </w:r>
      <w:r w:rsidRPr="00630BFB">
        <w:rPr>
          <w:rFonts w:ascii="Times New Roman" w:hAnsi="Times New Roman" w:cs="Times New Roman"/>
          <w:sz w:val="24"/>
        </w:rPr>
        <w:t xml:space="preserve"> v době nařízené izolace</w:t>
      </w:r>
      <w:r w:rsidRPr="00630BFB">
        <w:rPr>
          <w:rFonts w:ascii="Times New Roman" w:hAnsi="Times New Roman" w:cs="Times New Roman"/>
          <w:sz w:val="24"/>
          <w:vertAlign w:val="superscript"/>
        </w:rPr>
        <w:t>1)</w:t>
      </w:r>
      <w:r w:rsidRPr="00630BFB">
        <w:rPr>
          <w:rFonts w:ascii="Times New Roman" w:hAnsi="Times New Roman" w:cs="Times New Roman"/>
          <w:sz w:val="24"/>
        </w:rPr>
        <w:t xml:space="preserve"> nárok na plat ve snížené výši nebo odměnu ve snížené výši, přísluší snížený plat nebo snížená odměna ve výši 90 % průměrného redukovaného výdělku. Státnímu zaměstnanci, kterému byla nařízena izolace</w:t>
      </w:r>
      <w:r w:rsidRPr="00630BFB">
        <w:rPr>
          <w:rFonts w:ascii="Times New Roman" w:hAnsi="Times New Roman" w:cs="Times New Roman"/>
          <w:sz w:val="24"/>
          <w:vertAlign w:val="superscript"/>
        </w:rPr>
        <w:t>1)</w:t>
      </w:r>
      <w:r w:rsidRPr="00630BFB">
        <w:rPr>
          <w:rFonts w:ascii="Times New Roman" w:hAnsi="Times New Roman" w:cs="Times New Roman"/>
          <w:sz w:val="24"/>
        </w:rPr>
        <w:t>, přísluší plat ve výši 90 % nesnížené výše. Ostatní podmínky pro stanovení sníženého platu nebo snížené odměny podle jiných právních předpisů tím nejsou dotčeny.“.</w:t>
      </w:r>
    </w:p>
    <w:p w:rsidR="007536AF" w:rsidRDefault="007536AF"/>
    <w:p w:rsidR="007536AF" w:rsidRDefault="007536AF"/>
    <w:p w:rsidR="00240537" w:rsidRDefault="00240537">
      <w:pPr>
        <w:rPr>
          <w:i/>
        </w:rPr>
      </w:pPr>
    </w:p>
    <w:p w:rsidR="007536AF" w:rsidRPr="00630BFB" w:rsidRDefault="00630BFB">
      <w:pPr>
        <w:rPr>
          <w:i/>
        </w:rPr>
      </w:pPr>
      <w:r w:rsidRPr="00630BFB">
        <w:rPr>
          <w:i/>
        </w:rPr>
        <w:lastRenderedPageBreak/>
        <w:t>SD 7671</w:t>
      </w:r>
    </w:p>
    <w:p w:rsidR="007536AF" w:rsidRPr="00401107" w:rsidRDefault="00401107">
      <w:pPr>
        <w:rPr>
          <w:b/>
        </w:rPr>
      </w:pPr>
      <w:r w:rsidRPr="00401107">
        <w:rPr>
          <w:b/>
        </w:rPr>
        <w:t>A4.</w:t>
      </w: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630BFB">
        <w:rPr>
          <w:rFonts w:ascii="Times New Roman" w:hAnsi="Times New Roman" w:cs="Times New Roman"/>
          <w:sz w:val="24"/>
        </w:rPr>
        <w:t>1. V § 1 odstavci třetím se za slovo „zdraví</w:t>
      </w:r>
      <w:r w:rsidRPr="00630BFB">
        <w:rPr>
          <w:rFonts w:ascii="Times New Roman" w:hAnsi="Times New Roman" w:cs="Times New Roman"/>
          <w:sz w:val="24"/>
          <w:vertAlign w:val="superscript"/>
        </w:rPr>
        <w:t>1)</w:t>
      </w:r>
      <w:r w:rsidRPr="00630BFB">
        <w:rPr>
          <w:rFonts w:ascii="Times New Roman" w:hAnsi="Times New Roman" w:cs="Times New Roman"/>
          <w:sz w:val="24"/>
        </w:rPr>
        <w:t>“ vkládají slova „, není-li stanoveno jinak“.</w:t>
      </w: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630BFB">
        <w:rPr>
          <w:rFonts w:ascii="Times New Roman" w:hAnsi="Times New Roman" w:cs="Times New Roman"/>
          <w:sz w:val="24"/>
        </w:rPr>
        <w:t>2. V § 2 se číslo „100“ nahrazuje číslem „70“ a text se označuje jako odstavec první.</w:t>
      </w: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630BFB">
        <w:rPr>
          <w:rFonts w:ascii="Times New Roman" w:hAnsi="Times New Roman" w:cs="Times New Roman"/>
          <w:sz w:val="24"/>
        </w:rPr>
        <w:t>3. V § 2 se doplňuje odstavec druhý, který zní:</w:t>
      </w: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630BFB">
        <w:rPr>
          <w:rFonts w:ascii="Times New Roman" w:hAnsi="Times New Roman" w:cs="Times New Roman"/>
          <w:sz w:val="24"/>
        </w:rPr>
        <w:t>„(2) Zaměstnanci, kterému byla nařízena izolace</w:t>
      </w:r>
      <w:r w:rsidRPr="00630BFB">
        <w:rPr>
          <w:rFonts w:ascii="Times New Roman" w:hAnsi="Times New Roman" w:cs="Times New Roman"/>
          <w:sz w:val="24"/>
          <w:vertAlign w:val="superscript"/>
        </w:rPr>
        <w:t>1)</w:t>
      </w:r>
      <w:r w:rsidRPr="00630BFB">
        <w:rPr>
          <w:rFonts w:ascii="Times New Roman" w:hAnsi="Times New Roman" w:cs="Times New Roman"/>
          <w:sz w:val="24"/>
        </w:rPr>
        <w:t xml:space="preserve"> a který má z tohoto důvodu nárok na náhradu mzdy, platu nebo odměny z dohody o pracích konaných mimo pracovní poměr podle § 192 až 194 zákoníku práce, přísluší tato náhrada ve výši 90 % průměrného redukovaného výdělku. Ostatní podmínky a způsob úpravy průměrného výdělku stanovené v § 192 až 194 zákoníku práce tím nejsou dotčeny.“.</w:t>
      </w: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630BFB">
        <w:rPr>
          <w:rFonts w:ascii="Times New Roman" w:hAnsi="Times New Roman" w:cs="Times New Roman"/>
          <w:sz w:val="24"/>
        </w:rPr>
        <w:t>4. V § 3 se číslo „100“ nahrazuje číslem „70“ a text se označuje jako odstavec první.</w:t>
      </w: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630BFB">
        <w:rPr>
          <w:rFonts w:ascii="Times New Roman" w:hAnsi="Times New Roman" w:cs="Times New Roman"/>
          <w:sz w:val="24"/>
        </w:rPr>
        <w:t>5. V § 3 odstavci prvním se slova „v nesnížené výši“ nahrazují slovy „ ve výši 70 % nesnížené výše“.</w:t>
      </w: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630BFB">
        <w:rPr>
          <w:rFonts w:ascii="Times New Roman" w:hAnsi="Times New Roman" w:cs="Times New Roman"/>
          <w:sz w:val="24"/>
        </w:rPr>
        <w:t>6. V § 3 se doplňuje odstavec druhý, který zní:</w:t>
      </w:r>
    </w:p>
    <w:p w:rsidR="00630BFB" w:rsidRPr="00630BFB" w:rsidRDefault="00630BFB" w:rsidP="00630BFB">
      <w:pPr>
        <w:pStyle w:val="LO-normal"/>
        <w:jc w:val="both"/>
        <w:rPr>
          <w:rFonts w:ascii="Times New Roman" w:hAnsi="Times New Roman" w:cs="Times New Roman"/>
          <w:sz w:val="24"/>
        </w:rPr>
      </w:pPr>
      <w:r w:rsidRPr="00630BFB">
        <w:rPr>
          <w:rFonts w:ascii="Times New Roman" w:hAnsi="Times New Roman" w:cs="Times New Roman"/>
          <w:sz w:val="24"/>
        </w:rPr>
        <w:t>„(2) Dalším osobám, které jsou účastny nemocenského pojištění jako zaměstnanci</w:t>
      </w:r>
      <w:r w:rsidRPr="00630BFB">
        <w:rPr>
          <w:rFonts w:ascii="Times New Roman" w:hAnsi="Times New Roman" w:cs="Times New Roman"/>
          <w:sz w:val="24"/>
          <w:vertAlign w:val="superscript"/>
        </w:rPr>
        <w:t>2)</w:t>
      </w:r>
      <w:r w:rsidRPr="00630BFB">
        <w:rPr>
          <w:rFonts w:ascii="Times New Roman" w:hAnsi="Times New Roman" w:cs="Times New Roman"/>
          <w:sz w:val="24"/>
        </w:rPr>
        <w:t xml:space="preserve"> a mají podle jiného právního předpisu</w:t>
      </w:r>
      <w:r w:rsidRPr="00630BFB">
        <w:rPr>
          <w:rFonts w:ascii="Times New Roman" w:hAnsi="Times New Roman" w:cs="Times New Roman"/>
          <w:sz w:val="24"/>
          <w:vertAlign w:val="superscript"/>
        </w:rPr>
        <w:t>3)</w:t>
      </w:r>
      <w:r w:rsidRPr="00630BFB">
        <w:rPr>
          <w:rFonts w:ascii="Times New Roman" w:hAnsi="Times New Roman" w:cs="Times New Roman"/>
          <w:sz w:val="24"/>
        </w:rPr>
        <w:t xml:space="preserve"> v době nařízené izolace</w:t>
      </w:r>
      <w:r w:rsidRPr="00630BFB">
        <w:rPr>
          <w:rFonts w:ascii="Times New Roman" w:hAnsi="Times New Roman" w:cs="Times New Roman"/>
          <w:sz w:val="24"/>
          <w:vertAlign w:val="superscript"/>
        </w:rPr>
        <w:t>1)</w:t>
      </w:r>
      <w:r w:rsidRPr="00630BFB">
        <w:rPr>
          <w:rFonts w:ascii="Times New Roman" w:hAnsi="Times New Roman" w:cs="Times New Roman"/>
          <w:sz w:val="24"/>
        </w:rPr>
        <w:t xml:space="preserve"> nárok na plat ve snížené výši nebo odměnu ve snížené výši, přísluší snížený plat nebo snížená odměna ve výši 90 % průměrného redukovaného výdělku. Státnímu zaměstnanci, kterému byla nařízena izolace</w:t>
      </w:r>
      <w:r w:rsidRPr="00630BFB">
        <w:rPr>
          <w:rFonts w:ascii="Times New Roman" w:hAnsi="Times New Roman" w:cs="Times New Roman"/>
          <w:sz w:val="24"/>
          <w:vertAlign w:val="superscript"/>
        </w:rPr>
        <w:t>1)</w:t>
      </w:r>
      <w:r w:rsidRPr="00630BFB">
        <w:rPr>
          <w:rFonts w:ascii="Times New Roman" w:hAnsi="Times New Roman" w:cs="Times New Roman"/>
          <w:sz w:val="24"/>
        </w:rPr>
        <w:t>, přísluší plat ve výši 90 % nesnížené výše. Ostatní podmínky pro stanovení sníženého platu nebo snížené odměny podle jiných právních předpisů tím nejsou dotčeny.“.</w:t>
      </w:r>
    </w:p>
    <w:p w:rsidR="007536AF" w:rsidRDefault="007536AF"/>
    <w:p w:rsidR="00240537" w:rsidRDefault="00240537"/>
    <w:p w:rsidR="00240537" w:rsidRDefault="00240537"/>
    <w:p w:rsidR="00240537" w:rsidRDefault="00240537" w:rsidP="00240537">
      <w:pPr>
        <w:pStyle w:val="PNposlanec"/>
      </w:pPr>
      <w:r>
        <w:t xml:space="preserve">Poslankyně Markéta </w:t>
      </w:r>
      <w:proofErr w:type="spellStart"/>
      <w:r>
        <w:t>Pekarová</w:t>
      </w:r>
      <w:proofErr w:type="spellEnd"/>
      <w:r>
        <w:t xml:space="preserve"> Adamová</w:t>
      </w:r>
    </w:p>
    <w:p w:rsidR="00240537" w:rsidRDefault="00240537" w:rsidP="00240537">
      <w:pPr>
        <w:rPr>
          <w:i/>
        </w:rPr>
      </w:pPr>
      <w:r w:rsidRPr="007536AF">
        <w:rPr>
          <w:i/>
        </w:rPr>
        <w:t>SD 7654</w:t>
      </w:r>
    </w:p>
    <w:p w:rsidR="00240537" w:rsidRPr="00401107" w:rsidRDefault="00401107" w:rsidP="00240537">
      <w:pPr>
        <w:rPr>
          <w:b/>
        </w:rPr>
      </w:pPr>
      <w:r w:rsidRPr="00401107">
        <w:rPr>
          <w:b/>
        </w:rPr>
        <w:t>B1.</w:t>
      </w:r>
    </w:p>
    <w:p w:rsidR="00240537" w:rsidRPr="007536AF" w:rsidRDefault="00240537" w:rsidP="00240537">
      <w:pPr>
        <w:pStyle w:val="LO-normal"/>
        <w:jc w:val="both"/>
        <w:rPr>
          <w:rFonts w:ascii="Times New Roman" w:hAnsi="Times New Roman" w:cs="Times New Roman"/>
          <w:sz w:val="24"/>
          <w:szCs w:val="24"/>
        </w:rPr>
      </w:pPr>
      <w:r w:rsidRPr="007536AF">
        <w:rPr>
          <w:rFonts w:ascii="Times New Roman" w:hAnsi="Times New Roman" w:cs="Times New Roman"/>
          <w:sz w:val="24"/>
          <w:szCs w:val="24"/>
        </w:rPr>
        <w:t>1. V § 2 se číslo „100“ nahrazuje číslem „90“.</w:t>
      </w:r>
    </w:p>
    <w:p w:rsidR="00240537" w:rsidRPr="007536AF" w:rsidRDefault="00240537" w:rsidP="00240537">
      <w:pPr>
        <w:pStyle w:val="LO-normal"/>
        <w:jc w:val="both"/>
        <w:rPr>
          <w:rFonts w:ascii="Times New Roman" w:hAnsi="Times New Roman" w:cs="Times New Roman"/>
          <w:sz w:val="24"/>
          <w:szCs w:val="24"/>
        </w:rPr>
      </w:pPr>
    </w:p>
    <w:p w:rsidR="00240537" w:rsidRPr="007536AF" w:rsidRDefault="00240537" w:rsidP="00240537">
      <w:pPr>
        <w:pStyle w:val="LO-normal"/>
        <w:jc w:val="both"/>
        <w:rPr>
          <w:rFonts w:ascii="Times New Roman" w:hAnsi="Times New Roman" w:cs="Times New Roman"/>
          <w:sz w:val="24"/>
          <w:szCs w:val="24"/>
        </w:rPr>
      </w:pPr>
      <w:r w:rsidRPr="007536AF">
        <w:rPr>
          <w:rFonts w:ascii="Times New Roman" w:hAnsi="Times New Roman" w:cs="Times New Roman"/>
          <w:sz w:val="24"/>
          <w:szCs w:val="24"/>
        </w:rPr>
        <w:t>2. V § 3 se číslo „100“ nahrazuje číslem „90“.</w:t>
      </w:r>
    </w:p>
    <w:p w:rsidR="00240537" w:rsidRPr="007536AF" w:rsidRDefault="00240537" w:rsidP="00240537">
      <w:pPr>
        <w:pStyle w:val="LO-normal"/>
        <w:jc w:val="both"/>
        <w:rPr>
          <w:rFonts w:ascii="Times New Roman" w:hAnsi="Times New Roman" w:cs="Times New Roman"/>
          <w:sz w:val="24"/>
          <w:szCs w:val="24"/>
        </w:rPr>
      </w:pPr>
    </w:p>
    <w:p w:rsidR="00240537" w:rsidRPr="007536AF" w:rsidRDefault="00240537" w:rsidP="00240537">
      <w:pPr>
        <w:pStyle w:val="LO-normal"/>
        <w:jc w:val="both"/>
        <w:rPr>
          <w:rFonts w:ascii="Times New Roman" w:hAnsi="Times New Roman" w:cs="Times New Roman"/>
          <w:sz w:val="24"/>
          <w:szCs w:val="24"/>
        </w:rPr>
      </w:pPr>
      <w:r w:rsidRPr="007536AF">
        <w:rPr>
          <w:rFonts w:ascii="Times New Roman" w:hAnsi="Times New Roman" w:cs="Times New Roman"/>
          <w:sz w:val="24"/>
          <w:szCs w:val="24"/>
        </w:rPr>
        <w:t xml:space="preserve">3. V § 3, větě druhé se slova „přísluší plat v nesnížené výši“ nahrazují slovy „přísluší plat ve snížené výši, a to ve výši 90 %“. </w:t>
      </w:r>
    </w:p>
    <w:p w:rsidR="007536AF" w:rsidRDefault="007536AF"/>
    <w:p w:rsidR="007536AF" w:rsidRDefault="007536AF"/>
    <w:p w:rsidR="007536AF" w:rsidRPr="00240537" w:rsidRDefault="00240537">
      <w:pPr>
        <w:rPr>
          <w:i/>
        </w:rPr>
      </w:pPr>
      <w:r w:rsidRPr="00240537">
        <w:rPr>
          <w:i/>
        </w:rPr>
        <w:t>SD 7678</w:t>
      </w:r>
    </w:p>
    <w:p w:rsidR="007536AF" w:rsidRPr="00401107" w:rsidRDefault="00401107">
      <w:pPr>
        <w:rPr>
          <w:b/>
        </w:rPr>
      </w:pPr>
      <w:r w:rsidRPr="00401107">
        <w:rPr>
          <w:b/>
        </w:rPr>
        <w:t>B2.</w:t>
      </w:r>
    </w:p>
    <w:p w:rsidR="00240537" w:rsidRPr="00240537" w:rsidRDefault="00240537" w:rsidP="00240537">
      <w:pPr>
        <w:pStyle w:val="LO-normal"/>
        <w:jc w:val="both"/>
        <w:rPr>
          <w:rFonts w:ascii="Times New Roman" w:hAnsi="Times New Roman" w:cs="Times New Roman"/>
          <w:sz w:val="24"/>
          <w:szCs w:val="24"/>
        </w:rPr>
      </w:pPr>
      <w:r w:rsidRPr="00240537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240537">
        <w:rPr>
          <w:rFonts w:ascii="Times New Roman" w:hAnsi="Times New Roman" w:cs="Times New Roman"/>
          <w:sz w:val="24"/>
          <w:szCs w:val="24"/>
        </w:rPr>
        <w:t xml:space="preserve">V názvu zákona se slova „o </w:t>
      </w:r>
      <w:proofErr w:type="spellStart"/>
      <w:r w:rsidRPr="00240537">
        <w:rPr>
          <w:rFonts w:ascii="Times New Roman" w:hAnsi="Times New Roman" w:cs="Times New Roman"/>
          <w:sz w:val="24"/>
          <w:szCs w:val="24"/>
        </w:rPr>
        <w:t>zvýšení</w:t>
      </w:r>
      <w:proofErr w:type="spellEnd"/>
      <w:r w:rsidRPr="00240537">
        <w:rPr>
          <w:rFonts w:ascii="Times New Roman" w:hAnsi="Times New Roman" w:cs="Times New Roman"/>
          <w:sz w:val="24"/>
          <w:szCs w:val="24"/>
        </w:rPr>
        <w:t xml:space="preserve"> náhrady příjmu při nařízené karanténě“ nahrazují slovy „o mimořádném příspěvku zaměstnanci při nařízené karanténě“.</w:t>
      </w:r>
    </w:p>
    <w:p w:rsidR="00240537" w:rsidRPr="00240537" w:rsidRDefault="00240537" w:rsidP="00240537">
      <w:pPr>
        <w:pStyle w:val="LO-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1107" w:rsidRDefault="00401107">
      <w:pPr>
        <w:widowControl/>
        <w:suppressAutoHyphens w:val="0"/>
        <w:rPr>
          <w:rFonts w:eastAsia="EB Garamond" w:cs="Times New Roman"/>
          <w:b/>
          <w:bCs/>
          <w:kern w:val="0"/>
          <w:lang w:val="cs" w:eastAsia="en-US" w:bidi="ar-SA"/>
        </w:rPr>
      </w:pPr>
      <w:r>
        <w:rPr>
          <w:rFonts w:cs="Times New Roman"/>
          <w:b/>
          <w:bCs/>
        </w:rPr>
        <w:br w:type="page"/>
      </w:r>
    </w:p>
    <w:p w:rsidR="00240537" w:rsidRPr="00240537" w:rsidRDefault="00240537" w:rsidP="00240537">
      <w:pPr>
        <w:pStyle w:val="LO-normal"/>
        <w:jc w:val="both"/>
        <w:rPr>
          <w:rFonts w:ascii="Times New Roman" w:hAnsi="Times New Roman" w:cs="Times New Roman"/>
          <w:sz w:val="24"/>
          <w:szCs w:val="24"/>
        </w:rPr>
      </w:pPr>
      <w:r w:rsidRPr="00240537">
        <w:rPr>
          <w:rFonts w:ascii="Times New Roman" w:hAnsi="Times New Roman" w:cs="Times New Roman"/>
          <w:b/>
          <w:bCs/>
          <w:sz w:val="24"/>
          <w:szCs w:val="24"/>
        </w:rPr>
        <w:lastRenderedPageBreak/>
        <w:t>2.</w:t>
      </w:r>
      <w:r w:rsidRPr="00240537">
        <w:rPr>
          <w:rFonts w:ascii="Times New Roman" w:hAnsi="Times New Roman" w:cs="Times New Roman"/>
          <w:sz w:val="24"/>
          <w:szCs w:val="24"/>
        </w:rPr>
        <w:t xml:space="preserve"> V § 1 odst. 1 zní:</w:t>
      </w:r>
    </w:p>
    <w:p w:rsidR="00240537" w:rsidRPr="00240537" w:rsidRDefault="00240537" w:rsidP="00240537">
      <w:pPr>
        <w:pStyle w:val="LO-normal"/>
        <w:jc w:val="both"/>
        <w:rPr>
          <w:rFonts w:ascii="Times New Roman" w:hAnsi="Times New Roman" w:cs="Times New Roman"/>
          <w:sz w:val="24"/>
          <w:szCs w:val="24"/>
        </w:rPr>
      </w:pPr>
    </w:p>
    <w:p w:rsidR="00240537" w:rsidRPr="00240537" w:rsidRDefault="00240537" w:rsidP="00240537">
      <w:pPr>
        <w:pStyle w:val="LO-normal"/>
        <w:jc w:val="both"/>
        <w:rPr>
          <w:rFonts w:ascii="Times New Roman" w:hAnsi="Times New Roman" w:cs="Times New Roman"/>
          <w:sz w:val="24"/>
          <w:szCs w:val="24"/>
        </w:rPr>
      </w:pPr>
      <w:r w:rsidRPr="00240537">
        <w:rPr>
          <w:rFonts w:ascii="Times New Roman" w:hAnsi="Times New Roman" w:cs="Times New Roman"/>
          <w:sz w:val="24"/>
          <w:szCs w:val="24"/>
        </w:rPr>
        <w:t>„(1) Tento zákon upravuje</w:t>
      </w:r>
    </w:p>
    <w:p w:rsidR="00240537" w:rsidRPr="00240537" w:rsidRDefault="00240537" w:rsidP="00240537">
      <w:pPr>
        <w:pStyle w:val="LO-normal"/>
        <w:jc w:val="both"/>
        <w:rPr>
          <w:rFonts w:ascii="Times New Roman" w:hAnsi="Times New Roman" w:cs="Times New Roman"/>
          <w:sz w:val="24"/>
          <w:szCs w:val="24"/>
        </w:rPr>
      </w:pPr>
    </w:p>
    <w:p w:rsidR="00240537" w:rsidRPr="00240537" w:rsidRDefault="00240537" w:rsidP="00240537">
      <w:pPr>
        <w:rPr>
          <w:rFonts w:cs="Times New Roman"/>
        </w:rPr>
      </w:pPr>
      <w:r w:rsidRPr="00240537">
        <w:rPr>
          <w:rFonts w:cs="Times New Roman"/>
        </w:rPr>
        <w:t>a) poskytování mimořádného příspěvku při nařízené karanténě (dále jen „příspěvek“)</w:t>
      </w:r>
    </w:p>
    <w:p w:rsidR="00240537" w:rsidRPr="00240537" w:rsidRDefault="00240537" w:rsidP="00240537">
      <w:pPr>
        <w:rPr>
          <w:rFonts w:cs="Times New Roman"/>
        </w:rPr>
      </w:pPr>
      <w:r w:rsidRPr="00240537">
        <w:rPr>
          <w:rFonts w:cs="Times New Roman"/>
        </w:rPr>
        <w:t>zaměstnanci jeho zaměstnavatelem,</w:t>
      </w:r>
    </w:p>
    <w:p w:rsidR="00240537" w:rsidRPr="00240537" w:rsidRDefault="00240537" w:rsidP="00240537">
      <w:pPr>
        <w:rPr>
          <w:rFonts w:cs="Times New Roman"/>
        </w:rPr>
      </w:pPr>
    </w:p>
    <w:p w:rsidR="00240537" w:rsidRPr="00240537" w:rsidRDefault="00240537" w:rsidP="00240537">
      <w:pPr>
        <w:rPr>
          <w:rFonts w:cs="Times New Roman"/>
        </w:rPr>
      </w:pPr>
      <w:r w:rsidRPr="00240537">
        <w:rPr>
          <w:rFonts w:cs="Times New Roman"/>
        </w:rPr>
        <w:t>b) placení pojistného na sociální zabezpečení a příspěvku na státní politiku zaměstnanosti (dále jen „pojistné“) zaměstnavatelem ve vztahu k poskytnutí příspěvku.“</w:t>
      </w:r>
    </w:p>
    <w:p w:rsidR="00240537" w:rsidRPr="00240537" w:rsidRDefault="00240537" w:rsidP="00240537">
      <w:pPr>
        <w:pStyle w:val="LO-normal"/>
        <w:jc w:val="both"/>
        <w:rPr>
          <w:rFonts w:ascii="Times New Roman" w:hAnsi="Times New Roman" w:cs="Times New Roman"/>
          <w:sz w:val="24"/>
          <w:szCs w:val="24"/>
        </w:rPr>
      </w:pPr>
    </w:p>
    <w:p w:rsidR="00240537" w:rsidRPr="00240537" w:rsidRDefault="00240537" w:rsidP="00240537">
      <w:pPr>
        <w:pStyle w:val="LO-normal"/>
        <w:jc w:val="both"/>
        <w:rPr>
          <w:rFonts w:ascii="Times New Roman" w:hAnsi="Times New Roman" w:cs="Times New Roman"/>
          <w:sz w:val="24"/>
          <w:szCs w:val="24"/>
        </w:rPr>
      </w:pPr>
      <w:r w:rsidRPr="00240537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40537">
        <w:rPr>
          <w:rFonts w:ascii="Times New Roman" w:hAnsi="Times New Roman" w:cs="Times New Roman"/>
          <w:sz w:val="24"/>
          <w:szCs w:val="24"/>
        </w:rPr>
        <w:t xml:space="preserve"> § 2 až § 5 včetně nadpisu a poznámkou pod čarou znějí:</w:t>
      </w:r>
    </w:p>
    <w:p w:rsidR="00240537" w:rsidRPr="00240537" w:rsidRDefault="00240537" w:rsidP="00240537">
      <w:pPr>
        <w:pStyle w:val="LO-normal"/>
        <w:jc w:val="both"/>
        <w:rPr>
          <w:rFonts w:ascii="Times New Roman" w:hAnsi="Times New Roman" w:cs="Times New Roman"/>
          <w:sz w:val="24"/>
          <w:szCs w:val="24"/>
        </w:rPr>
      </w:pPr>
    </w:p>
    <w:p w:rsidR="00240537" w:rsidRPr="00240537" w:rsidRDefault="00240537" w:rsidP="00240537">
      <w:pPr>
        <w:jc w:val="center"/>
        <w:rPr>
          <w:rFonts w:cs="Times New Roman"/>
        </w:rPr>
      </w:pPr>
      <w:r w:rsidRPr="00240537">
        <w:rPr>
          <w:rFonts w:eastAsia="EB Garamond" w:cs="Times New Roman"/>
          <w:b/>
          <w:kern w:val="0"/>
          <w:lang w:val="cs" w:eastAsia="en-US" w:bidi="ar-SA"/>
        </w:rPr>
        <w:t>„Mimo</w:t>
      </w:r>
      <w:r w:rsidRPr="00240537">
        <w:rPr>
          <w:rFonts w:cs="Times New Roman"/>
          <w:b/>
        </w:rPr>
        <w:t>řádný příspěvek zaměstnanci při nařízené karanténě</w:t>
      </w:r>
    </w:p>
    <w:p w:rsidR="00240537" w:rsidRPr="00240537" w:rsidRDefault="00240537" w:rsidP="00240537">
      <w:pPr>
        <w:jc w:val="center"/>
        <w:rPr>
          <w:rFonts w:cs="Times New Roman"/>
          <w:b/>
        </w:rPr>
      </w:pPr>
    </w:p>
    <w:p w:rsidR="00240537" w:rsidRPr="00240537" w:rsidRDefault="00240537" w:rsidP="00240537">
      <w:pPr>
        <w:jc w:val="center"/>
        <w:rPr>
          <w:rFonts w:cs="Times New Roman"/>
        </w:rPr>
      </w:pPr>
      <w:r w:rsidRPr="00240537">
        <w:rPr>
          <w:rFonts w:cs="Times New Roman"/>
        </w:rPr>
        <w:t>§ 2</w:t>
      </w: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</w:rPr>
        <w:t>(1) Zaměstnanci, kterému podle § 192 až 194 zákoníku práce z důvodu nařízené karantény vznikl nárok na náhradu mzdy, platu nebo odměny z dohody o pracích konaných mimo pracovní poměr (dále jen „náhrada příjmu“), přísluší příspěvek za podmínek stanovených tímto zákonem.</w:t>
      </w:r>
    </w:p>
    <w:p w:rsidR="00240537" w:rsidRPr="00240537" w:rsidRDefault="00240537" w:rsidP="00240537">
      <w:pPr>
        <w:jc w:val="both"/>
        <w:rPr>
          <w:rFonts w:cs="Times New Roman"/>
        </w:rPr>
      </w:pP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</w:rPr>
        <w:t>(2) Příspěvek zaměstnanci nepřísluší, byla-li mu karanténa nařízena v období do 5 dnů ode dne návratu ze zahraničí, s výjimkou pracovních nebo služebních cest.</w:t>
      </w:r>
    </w:p>
    <w:p w:rsidR="00240537" w:rsidRPr="00240537" w:rsidRDefault="00240537" w:rsidP="00240537">
      <w:pPr>
        <w:jc w:val="both"/>
        <w:rPr>
          <w:rFonts w:cs="Times New Roman"/>
        </w:rPr>
      </w:pPr>
    </w:p>
    <w:p w:rsidR="00240537" w:rsidRPr="00240537" w:rsidRDefault="00240537" w:rsidP="00240537">
      <w:pPr>
        <w:jc w:val="center"/>
        <w:rPr>
          <w:rFonts w:cs="Times New Roman"/>
        </w:rPr>
      </w:pPr>
      <w:r w:rsidRPr="00240537">
        <w:rPr>
          <w:rFonts w:cs="Times New Roman"/>
        </w:rPr>
        <w:t>§ 3</w:t>
      </w: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</w:rPr>
        <w:t>(1) Zaměstnanci přísluší za každý kalendářní den nařízené karantény příspěvek ve výši 370 Kč.</w:t>
      </w:r>
    </w:p>
    <w:p w:rsidR="00240537" w:rsidRPr="00240537" w:rsidRDefault="00240537" w:rsidP="00240537">
      <w:pPr>
        <w:jc w:val="both"/>
        <w:rPr>
          <w:rFonts w:cs="Times New Roman"/>
        </w:rPr>
      </w:pP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</w:rPr>
        <w:t>(2) Pokud součet příspěvku a náhrady příjmu přesáhne 90 % průměrného výdělku za odpovídající počet zameškaných hodin, příspěvek se o tento rozdíl sníží.</w:t>
      </w:r>
    </w:p>
    <w:p w:rsidR="00240537" w:rsidRPr="00240537" w:rsidRDefault="00240537" w:rsidP="00240537">
      <w:pPr>
        <w:jc w:val="center"/>
        <w:rPr>
          <w:rFonts w:cs="Times New Roman"/>
        </w:rPr>
      </w:pPr>
    </w:p>
    <w:p w:rsidR="00240537" w:rsidRPr="00240537" w:rsidRDefault="00240537" w:rsidP="00240537">
      <w:pPr>
        <w:jc w:val="center"/>
        <w:rPr>
          <w:rFonts w:cs="Times New Roman"/>
        </w:rPr>
      </w:pPr>
    </w:p>
    <w:p w:rsidR="00240537" w:rsidRPr="00240537" w:rsidRDefault="00240537" w:rsidP="00240537">
      <w:pPr>
        <w:jc w:val="center"/>
        <w:rPr>
          <w:rFonts w:cs="Times New Roman"/>
        </w:rPr>
      </w:pPr>
      <w:r w:rsidRPr="00240537">
        <w:rPr>
          <w:rFonts w:cs="Times New Roman"/>
        </w:rPr>
        <w:t>§ 4</w:t>
      </w: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</w:rPr>
        <w:t>(1) Příspěvek vyplácí zaměstnanci zaměstnavatel společně s náhradou příjmu za příslušné období.</w:t>
      </w:r>
    </w:p>
    <w:p w:rsidR="00240537" w:rsidRPr="00240537" w:rsidRDefault="00240537" w:rsidP="00240537">
      <w:pPr>
        <w:jc w:val="both"/>
        <w:rPr>
          <w:rFonts w:cs="Times New Roman"/>
        </w:rPr>
      </w:pP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</w:rPr>
        <w:t>(2) Při měsíčním vyúčtování mzdy, platu nebo odměny z dohody o pracích konaných mimo pracovní poměr</w:t>
      </w:r>
      <w:r w:rsidRPr="00240537">
        <w:rPr>
          <w:rFonts w:cs="Times New Roman"/>
          <w:vertAlign w:val="superscript"/>
        </w:rPr>
        <w:t>2)</w:t>
      </w:r>
      <w:r w:rsidRPr="00240537">
        <w:rPr>
          <w:rFonts w:cs="Times New Roman"/>
        </w:rPr>
        <w:t xml:space="preserve"> je zaměstnavatel povinen vydat zaměstnanci písemný doklad obsahující rovněž údaj o zúčtovaném příspěvku. </w:t>
      </w:r>
    </w:p>
    <w:p w:rsidR="00240537" w:rsidRPr="00240537" w:rsidRDefault="00240537" w:rsidP="00240537">
      <w:pPr>
        <w:jc w:val="both"/>
        <w:rPr>
          <w:rFonts w:cs="Times New Roman"/>
        </w:rPr>
      </w:pPr>
    </w:p>
    <w:p w:rsidR="00240537" w:rsidRPr="00240537" w:rsidRDefault="00240537" w:rsidP="00240537">
      <w:pPr>
        <w:jc w:val="center"/>
        <w:rPr>
          <w:rFonts w:cs="Times New Roman"/>
        </w:rPr>
      </w:pPr>
      <w:r w:rsidRPr="00240537">
        <w:rPr>
          <w:rFonts w:cs="Times New Roman"/>
        </w:rPr>
        <w:t>§ 5</w:t>
      </w: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</w:rPr>
        <w:t>Dalším osobám, které jsou účastny nemocenského pojištění jako zaměstnanci</w:t>
      </w:r>
      <w:r w:rsidRPr="00240537">
        <w:rPr>
          <w:rFonts w:cs="Times New Roman"/>
          <w:vertAlign w:val="superscript"/>
        </w:rPr>
        <w:t>3)</w:t>
      </w:r>
      <w:r w:rsidRPr="00240537">
        <w:rPr>
          <w:rFonts w:cs="Times New Roman"/>
        </w:rPr>
        <w:t xml:space="preserve"> a mají podle jiného právního předpisu</w:t>
      </w:r>
      <w:r w:rsidRPr="00240537">
        <w:rPr>
          <w:rFonts w:cs="Times New Roman"/>
          <w:vertAlign w:val="superscript"/>
        </w:rPr>
        <w:t xml:space="preserve">4) </w:t>
      </w:r>
      <w:r w:rsidRPr="00240537">
        <w:rPr>
          <w:rFonts w:cs="Times New Roman"/>
        </w:rPr>
        <w:t>v době nařízené karantény nárok na plat ve snížené výši nebo odměnu ve snížené výši, přísluší příspěvek za podmínek stanovených v § 1 až 4 obdobně.</w:t>
      </w: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eastAsia="EB Garamond" w:cs="Times New Roman"/>
          <w:kern w:val="0"/>
          <w:lang w:val="cs" w:eastAsia="en-US" w:bidi="ar-SA"/>
        </w:rPr>
        <w:t>________________________________</w:t>
      </w: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eastAsia="EB Garamond" w:cs="Times New Roman"/>
          <w:kern w:val="0"/>
          <w:lang w:val="cs" w:eastAsia="en-US" w:bidi="ar-SA"/>
        </w:rPr>
        <w:t xml:space="preserve">2) </w:t>
      </w:r>
      <w:r w:rsidRPr="00240537">
        <w:rPr>
          <w:rFonts w:cs="Times New Roman"/>
        </w:rPr>
        <w:t>§ 142 odst. 5 zákoníku práce.</w:t>
      </w:r>
    </w:p>
    <w:p w:rsidR="00240537" w:rsidRPr="00240537" w:rsidRDefault="00240537" w:rsidP="00240537">
      <w:pPr>
        <w:rPr>
          <w:rFonts w:cs="Times New Roman"/>
        </w:rPr>
      </w:pPr>
      <w:r w:rsidRPr="00240537">
        <w:rPr>
          <w:rFonts w:cs="Times New Roman"/>
        </w:rPr>
        <w:t>3) § 5 písm. a) zákona č. 187/2006 Sb., o nemocenském pojištění, ve znění pozdějších předpisů.</w:t>
      </w:r>
    </w:p>
    <w:p w:rsidR="00240537" w:rsidRPr="00240537" w:rsidRDefault="00240537" w:rsidP="00240537">
      <w:pPr>
        <w:rPr>
          <w:rFonts w:cs="Times New Roman"/>
        </w:rPr>
      </w:pPr>
      <w:r w:rsidRPr="00240537">
        <w:rPr>
          <w:rFonts w:cs="Times New Roman"/>
        </w:rPr>
        <w:t>4) § 128 zákona č. 234/2014 Sb., o státní službě, ve znění pozdějších předpisů.</w:t>
      </w:r>
    </w:p>
    <w:p w:rsidR="00240537" w:rsidRPr="00240537" w:rsidRDefault="00240537" w:rsidP="00240537">
      <w:pPr>
        <w:rPr>
          <w:rFonts w:cs="Times New Roman"/>
        </w:rPr>
      </w:pPr>
      <w:r w:rsidRPr="00240537">
        <w:rPr>
          <w:rFonts w:cs="Times New Roman"/>
        </w:rPr>
        <w:t>§ 34 odst. 4 zákona č. 236/1995 Sb., o platu a dalších náležitostech spojených s výkonem funkce představitelů</w:t>
      </w:r>
    </w:p>
    <w:p w:rsidR="00240537" w:rsidRPr="00240537" w:rsidRDefault="00240537" w:rsidP="00240537">
      <w:pPr>
        <w:rPr>
          <w:rFonts w:cs="Times New Roman"/>
        </w:rPr>
      </w:pPr>
      <w:r w:rsidRPr="00240537">
        <w:rPr>
          <w:rFonts w:cs="Times New Roman"/>
        </w:rPr>
        <w:t>státní moci a některých státních orgánů a soudců a poslanců Evropského parlamentu, ve znění pozdějších předpisů.</w:t>
      </w:r>
    </w:p>
    <w:p w:rsidR="00240537" w:rsidRPr="00240537" w:rsidRDefault="00240537" w:rsidP="00240537">
      <w:pPr>
        <w:rPr>
          <w:rFonts w:cs="Times New Roman"/>
        </w:rPr>
      </w:pPr>
      <w:r w:rsidRPr="00240537">
        <w:rPr>
          <w:rFonts w:cs="Times New Roman"/>
        </w:rPr>
        <w:t>§ 72 odst. 7 zákona č. 128/2000 Sb., o obcích (obecní zřízení), ve znění pozdějších předpisů.</w:t>
      </w:r>
    </w:p>
    <w:p w:rsidR="00240537" w:rsidRPr="00240537" w:rsidRDefault="00240537" w:rsidP="00240537">
      <w:pPr>
        <w:rPr>
          <w:rFonts w:cs="Times New Roman"/>
        </w:rPr>
      </w:pPr>
      <w:r w:rsidRPr="00240537">
        <w:rPr>
          <w:rFonts w:cs="Times New Roman"/>
        </w:rPr>
        <w:t>§ 47 odst. 7 zákona č. 129/2000 Sb., o krajích (krajské zřízení), ve znění pozdějších předpisů.</w:t>
      </w: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</w:rPr>
        <w:t>§ 53 odst. 7 zákona č. 131/2000 Sb., o hlavním městě Praze, ve znění pozdějších předpisů.</w:t>
      </w:r>
      <w:r w:rsidRPr="00240537">
        <w:rPr>
          <w:rFonts w:eastAsia="EB Garamond" w:cs="Times New Roman"/>
          <w:kern w:val="0"/>
          <w:lang w:val="cs" w:eastAsia="en-US" w:bidi="ar-SA"/>
        </w:rPr>
        <w:t>“</w:t>
      </w:r>
    </w:p>
    <w:p w:rsidR="00240537" w:rsidRPr="00240537" w:rsidRDefault="00240537" w:rsidP="00240537">
      <w:pPr>
        <w:pStyle w:val="LO-normal"/>
        <w:jc w:val="both"/>
        <w:rPr>
          <w:rFonts w:ascii="Times New Roman" w:hAnsi="Times New Roman" w:cs="Times New Roman"/>
          <w:sz w:val="24"/>
          <w:szCs w:val="24"/>
        </w:rPr>
      </w:pPr>
    </w:p>
    <w:p w:rsidR="00240537" w:rsidRPr="00240537" w:rsidRDefault="00240537" w:rsidP="00240537">
      <w:pPr>
        <w:pStyle w:val="LO-normal"/>
        <w:jc w:val="both"/>
        <w:rPr>
          <w:rFonts w:ascii="Times New Roman" w:hAnsi="Times New Roman" w:cs="Times New Roman"/>
          <w:sz w:val="24"/>
          <w:szCs w:val="24"/>
        </w:rPr>
      </w:pPr>
      <w:r w:rsidRPr="00240537">
        <w:rPr>
          <w:rFonts w:ascii="Times New Roman" w:hAnsi="Times New Roman" w:cs="Times New Roman"/>
          <w:sz w:val="24"/>
          <w:szCs w:val="24"/>
        </w:rPr>
        <w:t>Dosavadní § 5 až § 11 se označují jako § 6 až § 12.</w:t>
      </w:r>
    </w:p>
    <w:p w:rsidR="00240537" w:rsidRPr="00240537" w:rsidRDefault="00240537" w:rsidP="00240537">
      <w:pPr>
        <w:pStyle w:val="LO-normal"/>
        <w:jc w:val="both"/>
        <w:rPr>
          <w:rFonts w:ascii="Times New Roman" w:hAnsi="Times New Roman" w:cs="Times New Roman"/>
          <w:sz w:val="24"/>
          <w:szCs w:val="24"/>
        </w:rPr>
      </w:pPr>
    </w:p>
    <w:p w:rsidR="00240537" w:rsidRPr="00240537" w:rsidRDefault="00240537" w:rsidP="00240537">
      <w:pPr>
        <w:pStyle w:val="LO-normal"/>
        <w:jc w:val="both"/>
        <w:rPr>
          <w:rFonts w:ascii="Times New Roman" w:hAnsi="Times New Roman" w:cs="Times New Roman"/>
          <w:sz w:val="24"/>
          <w:szCs w:val="24"/>
        </w:rPr>
      </w:pPr>
      <w:r w:rsidRPr="00240537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240537">
        <w:rPr>
          <w:rFonts w:ascii="Times New Roman" w:hAnsi="Times New Roman" w:cs="Times New Roman"/>
          <w:sz w:val="24"/>
          <w:szCs w:val="24"/>
        </w:rPr>
        <w:t xml:space="preserve"> V dosavadním § 5 odst. 1 se slova „na náhradě příjmu podle §2 a 3“ nahrazují slovy „na příspěvku“.</w:t>
      </w:r>
    </w:p>
    <w:p w:rsidR="00240537" w:rsidRPr="00240537" w:rsidRDefault="00240537" w:rsidP="00240537">
      <w:pPr>
        <w:jc w:val="both"/>
        <w:rPr>
          <w:rFonts w:cs="Times New Roman"/>
        </w:rPr>
      </w:pP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  <w:b/>
          <w:bCs/>
        </w:rPr>
        <w:t xml:space="preserve">5. </w:t>
      </w:r>
      <w:r w:rsidRPr="00240537">
        <w:rPr>
          <w:rFonts w:eastAsia="EB Garamond" w:cs="Times New Roman"/>
          <w:kern w:val="0"/>
          <w:lang w:val="cs" w:eastAsia="en-US" w:bidi="ar-SA"/>
        </w:rPr>
        <w:t>V dosavadním § 5, odst. 2 se slova „n</w:t>
      </w:r>
      <w:proofErr w:type="spellStart"/>
      <w:r w:rsidRPr="00240537">
        <w:rPr>
          <w:rFonts w:cs="Times New Roman"/>
        </w:rPr>
        <w:t>áhradu</w:t>
      </w:r>
      <w:proofErr w:type="spellEnd"/>
      <w:r w:rsidRPr="00240537">
        <w:rPr>
          <w:rFonts w:cs="Times New Roman"/>
        </w:rPr>
        <w:t xml:space="preserve"> příjmu“ nahrazují slovy „příspěvek“.</w:t>
      </w:r>
    </w:p>
    <w:p w:rsidR="00240537" w:rsidRPr="00240537" w:rsidRDefault="00240537" w:rsidP="00240537">
      <w:pPr>
        <w:jc w:val="both"/>
        <w:rPr>
          <w:rFonts w:cs="Times New Roman"/>
        </w:rPr>
      </w:pP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  <w:b/>
          <w:bCs/>
        </w:rPr>
        <w:t>6.</w:t>
      </w:r>
      <w:r w:rsidRPr="00240537">
        <w:rPr>
          <w:rFonts w:cs="Times New Roman"/>
        </w:rPr>
        <w:t xml:space="preserve">  </w:t>
      </w:r>
      <w:r w:rsidRPr="00240537">
        <w:rPr>
          <w:rFonts w:eastAsia="EB Garamond" w:cs="Times New Roman"/>
          <w:kern w:val="0"/>
          <w:lang w:val="cs" w:eastAsia="en-US" w:bidi="ar-SA"/>
        </w:rPr>
        <w:t>V dosavadním § 5 se odst. 4 ruší.</w:t>
      </w:r>
    </w:p>
    <w:p w:rsidR="00240537" w:rsidRPr="00240537" w:rsidRDefault="00240537" w:rsidP="00240537">
      <w:pPr>
        <w:jc w:val="both"/>
        <w:rPr>
          <w:rFonts w:cs="Times New Roman"/>
        </w:rPr>
      </w:pP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eastAsia="EB Garamond" w:cs="Times New Roman"/>
          <w:kern w:val="0"/>
          <w:lang w:val="cs" w:eastAsia="en-US" w:bidi="ar-SA"/>
        </w:rPr>
        <w:t>Následující odstavce se přečíslují</w:t>
      </w:r>
    </w:p>
    <w:p w:rsidR="00240537" w:rsidRPr="00240537" w:rsidRDefault="00240537" w:rsidP="00240537">
      <w:pPr>
        <w:jc w:val="both"/>
        <w:rPr>
          <w:rFonts w:cs="Times New Roman"/>
        </w:rPr>
      </w:pP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eastAsia="EB Garamond" w:cs="Times New Roman"/>
          <w:b/>
          <w:bCs/>
          <w:kern w:val="0"/>
          <w:lang w:val="cs" w:eastAsia="en-US" w:bidi="ar-SA"/>
        </w:rPr>
        <w:t>7.</w:t>
      </w:r>
      <w:r w:rsidRPr="00240537">
        <w:rPr>
          <w:rFonts w:eastAsia="EB Garamond" w:cs="Times New Roman"/>
          <w:kern w:val="0"/>
          <w:lang w:val="cs" w:eastAsia="en-US" w:bidi="ar-SA"/>
        </w:rPr>
        <w:t xml:space="preserve"> Nově označené § 8 a § 9 včetně nadpisu a poznámkou pod čarou znějí:</w:t>
      </w:r>
    </w:p>
    <w:p w:rsidR="00240537" w:rsidRPr="00240537" w:rsidRDefault="00240537" w:rsidP="00240537">
      <w:pPr>
        <w:jc w:val="both"/>
        <w:rPr>
          <w:rFonts w:cs="Times New Roman"/>
        </w:rPr>
      </w:pPr>
    </w:p>
    <w:p w:rsidR="00240537" w:rsidRPr="00240537" w:rsidRDefault="00240537" w:rsidP="00240537">
      <w:pPr>
        <w:jc w:val="both"/>
        <w:rPr>
          <w:rFonts w:cs="Times New Roman"/>
        </w:rPr>
      </w:pPr>
    </w:p>
    <w:p w:rsidR="00240537" w:rsidRPr="00240537" w:rsidRDefault="00240537" w:rsidP="00240537">
      <w:pPr>
        <w:jc w:val="center"/>
        <w:rPr>
          <w:rFonts w:cs="Times New Roman"/>
        </w:rPr>
      </w:pPr>
      <w:r w:rsidRPr="00240537">
        <w:rPr>
          <w:rFonts w:cs="Times New Roman"/>
          <w:b/>
        </w:rPr>
        <w:t>„Společná ustanovení</w:t>
      </w:r>
    </w:p>
    <w:p w:rsidR="00240537" w:rsidRPr="00240537" w:rsidRDefault="00240537" w:rsidP="00240537">
      <w:pPr>
        <w:jc w:val="center"/>
        <w:rPr>
          <w:rFonts w:cs="Times New Roman"/>
          <w:b/>
        </w:rPr>
      </w:pPr>
    </w:p>
    <w:p w:rsidR="00240537" w:rsidRPr="00240537" w:rsidRDefault="00240537" w:rsidP="00240537">
      <w:pPr>
        <w:spacing w:after="240"/>
        <w:jc w:val="center"/>
        <w:rPr>
          <w:rFonts w:cs="Times New Roman"/>
        </w:rPr>
      </w:pPr>
      <w:r w:rsidRPr="00240537">
        <w:rPr>
          <w:rFonts w:cs="Times New Roman"/>
        </w:rPr>
        <w:t>§ 8</w:t>
      </w: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</w:rPr>
        <w:t>(1) Příspěvek je osvobozen od daně z příjmů fyzických osob.</w:t>
      </w:r>
    </w:p>
    <w:p w:rsidR="00240537" w:rsidRPr="00240537" w:rsidRDefault="00240537" w:rsidP="00240537">
      <w:pPr>
        <w:jc w:val="both"/>
        <w:rPr>
          <w:rFonts w:cs="Times New Roman"/>
        </w:rPr>
      </w:pP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</w:rPr>
        <w:t>(2) Zjišťuje-li se pro účely jiných právních předpisů</w:t>
      </w:r>
      <w:r w:rsidRPr="00240537">
        <w:rPr>
          <w:rFonts w:cs="Times New Roman"/>
          <w:vertAlign w:val="superscript"/>
        </w:rPr>
        <w:t>5)</w:t>
      </w:r>
      <w:r w:rsidRPr="00240537">
        <w:rPr>
          <w:rFonts w:cs="Times New Roman"/>
        </w:rPr>
        <w:t xml:space="preserve"> výše příjmu, k příspěvku se nepřihlíží.</w:t>
      </w: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</w:rPr>
        <w:t xml:space="preserve"> </w:t>
      </w: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</w:rPr>
        <w:t>(3) Příspěvek nelze postihnout výkonem rozhodnutí ani exekucí.</w:t>
      </w:r>
    </w:p>
    <w:p w:rsidR="00240537" w:rsidRPr="00240537" w:rsidRDefault="00240537" w:rsidP="00240537">
      <w:pPr>
        <w:jc w:val="both"/>
        <w:rPr>
          <w:rFonts w:cs="Times New Roman"/>
        </w:rPr>
      </w:pP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</w:rPr>
        <w:t>(4) Příspěvek je příjmem podle § 304d odst. 1 občanského soudního řádu.</w:t>
      </w:r>
    </w:p>
    <w:p w:rsidR="00240537" w:rsidRPr="00240537" w:rsidRDefault="00240537" w:rsidP="00240537">
      <w:pPr>
        <w:jc w:val="both"/>
        <w:rPr>
          <w:rFonts w:cs="Times New Roman"/>
        </w:rPr>
      </w:pPr>
    </w:p>
    <w:p w:rsidR="00240537" w:rsidRPr="00240537" w:rsidRDefault="00240537" w:rsidP="00240537">
      <w:pPr>
        <w:spacing w:after="240"/>
        <w:jc w:val="center"/>
        <w:rPr>
          <w:rFonts w:cs="Times New Roman"/>
        </w:rPr>
      </w:pPr>
      <w:r w:rsidRPr="00240537">
        <w:rPr>
          <w:rFonts w:cs="Times New Roman"/>
        </w:rPr>
        <w:t>§ 9</w:t>
      </w: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</w:rPr>
        <w:t>(1) Zaměstnanec nebo bývalý zaměstnanec je povinen uhradit zaměstnavateli částku odečtu podle § 6, pokud zaměstnavatel tento odečet provedl nesprávně v důsledku zaviněného jednání zaměstnance.</w:t>
      </w:r>
    </w:p>
    <w:p w:rsidR="00240537" w:rsidRPr="00240537" w:rsidRDefault="00240537" w:rsidP="00240537">
      <w:pPr>
        <w:jc w:val="both"/>
        <w:rPr>
          <w:rFonts w:cs="Times New Roman"/>
        </w:rPr>
      </w:pP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</w:rPr>
        <w:t>(2) Kromě ostatních případů uvedených v § 147 odst. 1 zákoníku práce smí zaměstnavatel zaměstnanci srazit i příspěvek poskytnutý podle tohoto zákona k úhradě podle odstavce 1.</w:t>
      </w: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</w:rPr>
        <w:t>________________________</w:t>
      </w: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</w:rPr>
        <w:t>5) Například zákon č. 117/1995 Sb., o státní sociální podpoře, ve znění pozdějších předpisů, a zákon č. 111/2006 Sb., o pomoci v hmotné nouzi, ve znění pozdějších předpisů.“</w:t>
      </w:r>
    </w:p>
    <w:p w:rsidR="00240537" w:rsidRPr="00240537" w:rsidRDefault="00240537" w:rsidP="00240537">
      <w:pPr>
        <w:jc w:val="both"/>
        <w:rPr>
          <w:rFonts w:cs="Times New Roman"/>
        </w:rPr>
      </w:pPr>
    </w:p>
    <w:p w:rsidR="00240537" w:rsidRPr="00240537" w:rsidRDefault="00240537" w:rsidP="00240537">
      <w:pPr>
        <w:jc w:val="both"/>
        <w:rPr>
          <w:rFonts w:cs="Times New Roman"/>
        </w:rPr>
      </w:pPr>
      <w:r w:rsidRPr="00240537">
        <w:rPr>
          <w:rFonts w:cs="Times New Roman"/>
          <w:b/>
          <w:bCs/>
        </w:rPr>
        <w:t xml:space="preserve">8. </w:t>
      </w:r>
      <w:r w:rsidRPr="00240537">
        <w:rPr>
          <w:rFonts w:cs="Times New Roman"/>
        </w:rPr>
        <w:t>V nově označeném § 11 se slova „Náhrada příjmu podle § 2 a 3“ nahrazují slovem „příspěvek“.</w:t>
      </w:r>
    </w:p>
    <w:p w:rsidR="007536AF" w:rsidRDefault="007536AF">
      <w:pPr>
        <w:rPr>
          <w:rFonts w:cs="Times New Roman"/>
        </w:rPr>
      </w:pPr>
    </w:p>
    <w:p w:rsidR="00240537" w:rsidRPr="00240537" w:rsidRDefault="00240537">
      <w:pPr>
        <w:rPr>
          <w:rFonts w:cs="Times New Roman"/>
        </w:rPr>
      </w:pPr>
    </w:p>
    <w:p w:rsidR="000C6893" w:rsidRDefault="000C6893"/>
    <w:p w:rsidR="00240537" w:rsidRDefault="00240537" w:rsidP="00240537">
      <w:pPr>
        <w:pStyle w:val="PNposlanec"/>
      </w:pPr>
      <w:r>
        <w:t>Poslanec Jan Bauer</w:t>
      </w:r>
    </w:p>
    <w:p w:rsidR="00240537" w:rsidRPr="007536AF" w:rsidRDefault="00240537" w:rsidP="00240537">
      <w:pPr>
        <w:rPr>
          <w:i/>
        </w:rPr>
      </w:pPr>
      <w:r w:rsidRPr="007536AF">
        <w:rPr>
          <w:i/>
        </w:rPr>
        <w:t>SD 7661</w:t>
      </w:r>
    </w:p>
    <w:p w:rsidR="00240537" w:rsidRDefault="00240537" w:rsidP="00240537"/>
    <w:p w:rsidR="00240537" w:rsidRPr="007536AF" w:rsidRDefault="00240537" w:rsidP="00240537">
      <w:pPr>
        <w:rPr>
          <w:color w:val="000000"/>
          <w:u w:val="single"/>
        </w:rPr>
      </w:pPr>
      <w:r w:rsidRPr="007536AF">
        <w:rPr>
          <w:color w:val="000000"/>
          <w:u w:val="single"/>
        </w:rPr>
        <w:t>Varianta A</w:t>
      </w:r>
    </w:p>
    <w:p w:rsidR="00240537" w:rsidRPr="007536AF" w:rsidRDefault="00240537" w:rsidP="00240537">
      <w:pPr>
        <w:pStyle w:val="Odstavecseseznamem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 w:rsidRPr="007536AF">
        <w:rPr>
          <w:rFonts w:ascii="Times New Roman" w:hAnsi="Times New Roman"/>
          <w:color w:val="000000"/>
          <w:sz w:val="24"/>
          <w:szCs w:val="24"/>
        </w:rPr>
        <w:t>V § 2 se číslo „100“ nahrazuje číslem „80“.</w:t>
      </w:r>
      <w:r w:rsidRPr="007536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 </w:t>
      </w:r>
    </w:p>
    <w:p w:rsidR="00240537" w:rsidRPr="007536AF" w:rsidRDefault="00240537" w:rsidP="00240537">
      <w:pPr>
        <w:pStyle w:val="Odstavecseseznamem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 w:rsidRPr="007536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 § 3 se číslo „100“ nahrazuje číslem „80“.</w:t>
      </w:r>
    </w:p>
    <w:p w:rsidR="00240537" w:rsidRPr="007536AF" w:rsidRDefault="00240537" w:rsidP="00240537">
      <w:pPr>
        <w:pStyle w:val="Odstavecseseznamem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 w:rsidRPr="007536AF">
        <w:rPr>
          <w:rFonts w:ascii="Times New Roman" w:hAnsi="Times New Roman"/>
          <w:color w:val="000000"/>
          <w:sz w:val="24"/>
          <w:szCs w:val="24"/>
        </w:rPr>
        <w:t>V § 3, větě druhé se slova „přísluší plat v nesnížené výši“ nahrazují slovy „přísluší plat ve snížené výši, a to ve výši 80 %“.</w:t>
      </w:r>
    </w:p>
    <w:p w:rsidR="00240537" w:rsidRDefault="00240537" w:rsidP="00240537">
      <w:pPr>
        <w:jc w:val="both"/>
        <w:rPr>
          <w:color w:val="000000"/>
        </w:rPr>
      </w:pPr>
    </w:p>
    <w:p w:rsidR="0059376D" w:rsidRDefault="0059376D" w:rsidP="00240537">
      <w:pPr>
        <w:jc w:val="both"/>
        <w:rPr>
          <w:color w:val="000000"/>
        </w:rPr>
      </w:pPr>
    </w:p>
    <w:p w:rsidR="0059376D" w:rsidRPr="007536AF" w:rsidRDefault="0059376D" w:rsidP="00240537">
      <w:pPr>
        <w:jc w:val="both"/>
        <w:rPr>
          <w:color w:val="000000"/>
        </w:rPr>
      </w:pPr>
    </w:p>
    <w:p w:rsidR="00240537" w:rsidRPr="007536AF" w:rsidRDefault="00240537" w:rsidP="00240537">
      <w:pPr>
        <w:jc w:val="both"/>
        <w:rPr>
          <w:color w:val="000000"/>
          <w:u w:val="single"/>
        </w:rPr>
      </w:pPr>
      <w:r w:rsidRPr="007536AF">
        <w:rPr>
          <w:color w:val="000000"/>
          <w:u w:val="single"/>
        </w:rPr>
        <w:lastRenderedPageBreak/>
        <w:t>Varianta B</w:t>
      </w:r>
    </w:p>
    <w:p w:rsidR="00240537" w:rsidRPr="007536AF" w:rsidRDefault="00240537" w:rsidP="00240537">
      <w:pPr>
        <w:pStyle w:val="Odstavecseseznamem"/>
        <w:numPr>
          <w:ilvl w:val="0"/>
          <w:numId w:val="4"/>
        </w:numPr>
        <w:rPr>
          <w:rFonts w:ascii="Times New Roman" w:hAnsi="Times New Roman"/>
          <w:color w:val="000000"/>
          <w:sz w:val="24"/>
          <w:szCs w:val="24"/>
        </w:rPr>
      </w:pPr>
      <w:r w:rsidRPr="007536AF">
        <w:rPr>
          <w:rFonts w:ascii="Times New Roman" w:hAnsi="Times New Roman"/>
          <w:color w:val="000000"/>
          <w:sz w:val="24"/>
          <w:szCs w:val="24"/>
        </w:rPr>
        <w:t>V § 2 se číslo „100“ nahrazuje číslem „90“.</w:t>
      </w:r>
      <w:r w:rsidRPr="007536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 </w:t>
      </w:r>
    </w:p>
    <w:p w:rsidR="00240537" w:rsidRPr="007536AF" w:rsidRDefault="00240537" w:rsidP="00240537">
      <w:pPr>
        <w:pStyle w:val="Odstavecseseznamem"/>
        <w:numPr>
          <w:ilvl w:val="0"/>
          <w:numId w:val="4"/>
        </w:numPr>
        <w:rPr>
          <w:rFonts w:ascii="Times New Roman" w:hAnsi="Times New Roman"/>
          <w:color w:val="000000"/>
          <w:sz w:val="24"/>
          <w:szCs w:val="24"/>
        </w:rPr>
      </w:pPr>
      <w:r w:rsidRPr="007536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 § 3 se číslo „100“ nahrazuje číslem „90“.</w:t>
      </w:r>
    </w:p>
    <w:p w:rsidR="00240537" w:rsidRPr="007536AF" w:rsidRDefault="00240537" w:rsidP="00240537">
      <w:pPr>
        <w:pStyle w:val="Odstavecseseznamem"/>
        <w:numPr>
          <w:ilvl w:val="0"/>
          <w:numId w:val="4"/>
        </w:numPr>
        <w:rPr>
          <w:rFonts w:ascii="Times New Roman" w:hAnsi="Times New Roman"/>
          <w:color w:val="000000"/>
          <w:sz w:val="24"/>
          <w:szCs w:val="24"/>
        </w:rPr>
      </w:pPr>
      <w:r w:rsidRPr="007536AF">
        <w:rPr>
          <w:rFonts w:ascii="Times New Roman" w:hAnsi="Times New Roman"/>
          <w:color w:val="000000"/>
          <w:sz w:val="24"/>
          <w:szCs w:val="24"/>
        </w:rPr>
        <w:t>V § 3, větě druhé se slova „přísluší plat v nesnížené výši“ nahrazují slovy „přísluší plat ve snížené výši, a to ve výši 90 %“.</w:t>
      </w:r>
    </w:p>
    <w:p w:rsidR="000C6893" w:rsidRDefault="000C6893"/>
    <w:p w:rsidR="00401107" w:rsidRDefault="00401107"/>
    <w:p w:rsidR="00401107" w:rsidRDefault="00401107"/>
    <w:p w:rsidR="00401107" w:rsidRDefault="00401107"/>
    <w:p w:rsidR="00401107" w:rsidRDefault="00401107"/>
    <w:p w:rsidR="00401107" w:rsidRDefault="00401107"/>
    <w:p w:rsidR="00401107" w:rsidRDefault="00401107"/>
    <w:p w:rsidR="00401107" w:rsidRDefault="00401107"/>
    <w:p w:rsidR="00401107" w:rsidRDefault="00401107"/>
    <w:p w:rsidR="00401107" w:rsidRDefault="00401107"/>
    <w:p w:rsidR="00401107" w:rsidRDefault="00401107"/>
    <w:p w:rsidR="00401107" w:rsidRDefault="00401107"/>
    <w:p w:rsidR="00401107" w:rsidRDefault="00401107"/>
    <w:p w:rsidR="00401107" w:rsidRDefault="00401107"/>
    <w:p w:rsidR="000C6893" w:rsidRDefault="000C6893">
      <w:pPr>
        <w:jc w:val="center"/>
      </w:pPr>
      <w:r>
        <w:t xml:space="preserve">V Praze </w:t>
      </w:r>
      <w:r w:rsidR="0059376D">
        <w:t>2</w:t>
      </w:r>
      <w:r w:rsidR="00630BFB">
        <w:t>. března 2021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630BFB">
      <w:pPr>
        <w:jc w:val="center"/>
      </w:pPr>
      <w:r>
        <w:t xml:space="preserve">Mgr. </w:t>
      </w:r>
      <w:r w:rsidR="004648DF">
        <w:t>Jana Pastuchová</w:t>
      </w:r>
      <w:r w:rsidR="00A264F3">
        <w:t>, v.r.</w:t>
      </w:r>
      <w:bookmarkStart w:id="0" w:name="_GoBack"/>
      <w:bookmarkEnd w:id="0"/>
    </w:p>
    <w:p w:rsidR="000C6893" w:rsidRDefault="000C6893">
      <w:pPr>
        <w:jc w:val="center"/>
      </w:pPr>
      <w:r>
        <w:t>zpravodaj</w:t>
      </w:r>
      <w:r w:rsidR="004648DF">
        <w:t>ka</w:t>
      </w:r>
      <w:r>
        <w:t xml:space="preserve"> výboru</w:t>
      </w:r>
      <w:r w:rsidR="004648DF">
        <w:t xml:space="preserve"> pro sociální politiku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8DF" w:rsidRDefault="004648DF" w:rsidP="00087102">
      <w:r>
        <w:separator/>
      </w:r>
    </w:p>
  </w:endnote>
  <w:endnote w:type="continuationSeparator" w:id="0">
    <w:p w:rsidR="004648DF" w:rsidRDefault="004648DF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2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B Garamond">
    <w:altName w:val="Times New Roman"/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8DF" w:rsidRDefault="004648DF" w:rsidP="00087102">
      <w:r>
        <w:separator/>
      </w:r>
    </w:p>
  </w:footnote>
  <w:footnote w:type="continuationSeparator" w:id="0">
    <w:p w:rsidR="004648DF" w:rsidRDefault="004648DF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A264F3">
      <w:rPr>
        <w:noProof/>
      </w:rPr>
      <w:t>6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C174724"/>
    <w:multiLevelType w:val="hybridMultilevel"/>
    <w:tmpl w:val="16CE2824"/>
    <w:lvl w:ilvl="0" w:tplc="4634849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671B40CE"/>
    <w:multiLevelType w:val="hybridMultilevel"/>
    <w:tmpl w:val="16CE2824"/>
    <w:lvl w:ilvl="0" w:tplc="4634849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DF"/>
    <w:rsid w:val="00087102"/>
    <w:rsid w:val="000C6893"/>
    <w:rsid w:val="0012499F"/>
    <w:rsid w:val="00240537"/>
    <w:rsid w:val="00401107"/>
    <w:rsid w:val="004648DF"/>
    <w:rsid w:val="00511F8C"/>
    <w:rsid w:val="0059376D"/>
    <w:rsid w:val="00630BFB"/>
    <w:rsid w:val="006706ED"/>
    <w:rsid w:val="007536AF"/>
    <w:rsid w:val="00A264F3"/>
    <w:rsid w:val="00B3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E5FE8F"/>
  <w15:chartTrackingRefBased/>
  <w15:docId w15:val="{FFBC86C4-E00F-4371-A78B-AF10294B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LO-normal">
    <w:name w:val="LO-normal"/>
    <w:qFormat/>
    <w:rsid w:val="007536AF"/>
    <w:pPr>
      <w:suppressAutoHyphens/>
      <w:spacing w:line="276" w:lineRule="auto"/>
    </w:pPr>
    <w:rPr>
      <w:rFonts w:ascii="EB Garamond" w:eastAsia="EB Garamond" w:hAnsi="EB Garamond" w:cs="EB Garamond"/>
      <w:sz w:val="22"/>
      <w:szCs w:val="22"/>
      <w:lang w:val="cs" w:eastAsia="en-US"/>
    </w:rPr>
  </w:style>
  <w:style w:type="paragraph" w:styleId="Odstavecseseznamem">
    <w:name w:val="List Paragraph"/>
    <w:basedOn w:val="Normln"/>
    <w:uiPriority w:val="34"/>
    <w:qFormat/>
    <w:rsid w:val="007536AF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5605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5605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206</TotalTime>
  <Pages>6</Pages>
  <Words>1544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4</cp:revision>
  <cp:lastPrinted>2021-03-02T19:01:00Z</cp:lastPrinted>
  <dcterms:created xsi:type="dcterms:W3CDTF">2021-03-02T15:25:00Z</dcterms:created>
  <dcterms:modified xsi:type="dcterms:W3CDTF">2021-03-02T19:18:00Z</dcterms:modified>
</cp:coreProperties>
</file>