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6893" w:rsidRDefault="000C6893">
      <w:pPr>
        <w:pStyle w:val="Nadpis"/>
        <w:spacing w:before="0" w:after="0"/>
        <w:jc w:val="center"/>
        <w:rPr>
          <w:b/>
          <w:bCs/>
          <w:sz w:val="24"/>
        </w:rPr>
      </w:pPr>
      <w:r>
        <w:rPr>
          <w:b/>
          <w:bCs/>
          <w:sz w:val="24"/>
        </w:rPr>
        <w:t xml:space="preserve">Pozměňovací a jiné návrhy </w:t>
      </w:r>
    </w:p>
    <w:p w:rsidR="000C6893" w:rsidRPr="001C2068" w:rsidRDefault="000C6893" w:rsidP="001C2068">
      <w:pPr>
        <w:pStyle w:val="Nadpis"/>
        <w:spacing w:before="120"/>
        <w:jc w:val="center"/>
        <w:rPr>
          <w:b/>
          <w:bCs/>
          <w:sz w:val="24"/>
          <w:szCs w:val="24"/>
        </w:rPr>
      </w:pPr>
      <w:r w:rsidRPr="001C2068">
        <w:rPr>
          <w:b/>
          <w:bCs/>
          <w:sz w:val="24"/>
          <w:szCs w:val="24"/>
        </w:rPr>
        <w:t xml:space="preserve">k </w:t>
      </w:r>
      <w:r w:rsidR="001C2068" w:rsidRPr="001C2068">
        <w:rPr>
          <w:b/>
          <w:bCs/>
          <w:sz w:val="24"/>
          <w:szCs w:val="24"/>
        </w:rPr>
        <w:t>v</w:t>
      </w:r>
      <w:r w:rsidR="001C2068" w:rsidRPr="001C2068">
        <w:rPr>
          <w:b/>
          <w:sz w:val="24"/>
          <w:szCs w:val="24"/>
          <w:shd w:val="clear" w:color="auto" w:fill="FFFFFF"/>
        </w:rPr>
        <w:t>ládnímu návrhu zákona, kterým se mění zákon č. 99/1963 Sb., občanský soudní řád, ve</w:t>
      </w:r>
      <w:r w:rsidR="001C2068">
        <w:rPr>
          <w:b/>
          <w:sz w:val="24"/>
          <w:szCs w:val="24"/>
          <w:shd w:val="clear" w:color="auto" w:fill="FFFFFF"/>
        </w:rPr>
        <w:t> </w:t>
      </w:r>
      <w:r w:rsidR="001C2068" w:rsidRPr="001C2068">
        <w:rPr>
          <w:b/>
          <w:sz w:val="24"/>
          <w:szCs w:val="24"/>
          <w:shd w:val="clear" w:color="auto" w:fill="FFFFFF"/>
        </w:rPr>
        <w:t>znění pozdějších předpisů, zákon č. 120/2001 Sb., o soudních exekutorech a exekuční činnosti (exekuční řád) a o změně dalších zákonů, ve znění pozdějších předpisů,</w:t>
      </w:r>
      <w:r w:rsidR="001C2068">
        <w:rPr>
          <w:b/>
          <w:sz w:val="24"/>
          <w:szCs w:val="24"/>
          <w:shd w:val="clear" w:color="auto" w:fill="FFFFFF"/>
        </w:rPr>
        <w:br/>
      </w:r>
      <w:r w:rsidR="001C2068" w:rsidRPr="001C2068">
        <w:rPr>
          <w:b/>
          <w:sz w:val="24"/>
          <w:szCs w:val="24"/>
          <w:shd w:val="clear" w:color="auto" w:fill="FFFFFF"/>
        </w:rPr>
        <w:t>a některé další zákony</w:t>
      </w:r>
    </w:p>
    <w:p w:rsidR="000C6893" w:rsidRDefault="000C6893">
      <w:pPr>
        <w:pStyle w:val="Nadpis"/>
        <w:spacing w:before="0" w:after="0"/>
        <w:jc w:val="center"/>
        <w:rPr>
          <w:b/>
          <w:bCs/>
        </w:rPr>
      </w:pPr>
      <w:r>
        <w:rPr>
          <w:b/>
          <w:bCs/>
          <w:sz w:val="24"/>
        </w:rPr>
        <w:t xml:space="preserve">(tisk </w:t>
      </w:r>
      <w:r w:rsidR="001C2068">
        <w:rPr>
          <w:b/>
          <w:bCs/>
          <w:sz w:val="24"/>
        </w:rPr>
        <w:t>545)</w:t>
      </w:r>
    </w:p>
    <w:p w:rsidR="000C6893" w:rsidRDefault="000C6893">
      <w:pPr>
        <w:pStyle w:val="Paragraf"/>
        <w:keepNext w:val="0"/>
        <w:keepLines w:val="0"/>
        <w:spacing w:before="0"/>
        <w:rPr>
          <w:b/>
          <w:bCs/>
        </w:rPr>
      </w:pPr>
    </w:p>
    <w:p w:rsidR="000C6893" w:rsidRDefault="000C6893">
      <w:pPr>
        <w:pStyle w:val="Textodstavce"/>
        <w:numPr>
          <w:ilvl w:val="0"/>
          <w:numId w:val="0"/>
        </w:numPr>
      </w:pPr>
    </w:p>
    <w:p w:rsidR="000C6893" w:rsidRDefault="000C6893">
      <w:pPr>
        <w:pStyle w:val="Paragraf"/>
        <w:keepNext w:val="0"/>
        <w:keepLines w:val="0"/>
        <w:spacing w:before="0"/>
        <w:jc w:val="both"/>
      </w:pPr>
      <w:r>
        <w:rPr>
          <w:b/>
        </w:rPr>
        <w:t>Návrh na zamítnutí návrhu zákona nebyl podán.</w:t>
      </w:r>
    </w:p>
    <w:p w:rsidR="000C6893" w:rsidRDefault="000C6893"/>
    <w:p w:rsidR="000C6893" w:rsidRDefault="000C6893">
      <w:pPr>
        <w:tabs>
          <w:tab w:val="left" w:pos="420"/>
        </w:tabs>
      </w:pPr>
    </w:p>
    <w:p w:rsidR="000C6893" w:rsidRDefault="000C6893">
      <w:pPr>
        <w:pStyle w:val="Oznaenpozmn"/>
        <w:jc w:val="both"/>
      </w:pPr>
      <w:r>
        <w:t xml:space="preserve">Pozměňovací návrhy obsažené v usnesení garančního </w:t>
      </w:r>
      <w:r w:rsidR="001C2068">
        <w:t xml:space="preserve">ústavně právního </w:t>
      </w:r>
      <w:r>
        <w:t xml:space="preserve">výboru č. </w:t>
      </w:r>
      <w:r w:rsidR="001C2068">
        <w:t>221</w:t>
      </w:r>
      <w:r>
        <w:t xml:space="preserve"> z</w:t>
      </w:r>
      <w:r w:rsidR="001C2068">
        <w:t> 68</w:t>
      </w:r>
      <w:r>
        <w:t>.</w:t>
      </w:r>
      <w:r w:rsidR="005C63CD">
        <w:t> </w:t>
      </w:r>
      <w:r>
        <w:t xml:space="preserve">schůze konané dne </w:t>
      </w:r>
      <w:r w:rsidR="001C2068">
        <w:t>23. září 2020</w:t>
      </w:r>
      <w:r>
        <w:t xml:space="preserve"> (tisk </w:t>
      </w:r>
      <w:r w:rsidR="001C2068">
        <w:t>545</w:t>
      </w:r>
      <w:r>
        <w:t>/</w:t>
      </w:r>
      <w:r w:rsidR="001C2068">
        <w:t>4</w:t>
      </w:r>
      <w:r>
        <w:t>)</w:t>
      </w:r>
    </w:p>
    <w:p w:rsidR="001C2068" w:rsidRPr="007962F2" w:rsidRDefault="00641CA0" w:rsidP="001C2068">
      <w:pPr>
        <w:shd w:val="clear" w:color="auto" w:fill="FFFFFF"/>
        <w:spacing w:line="20" w:lineRule="atLeast"/>
        <w:rPr>
          <w:b/>
          <w:bCs/>
          <w:u w:val="single"/>
        </w:rPr>
      </w:pPr>
      <w:proofErr w:type="gramStart"/>
      <w:r w:rsidRPr="007962F2">
        <w:rPr>
          <w:b/>
          <w:bCs/>
          <w:u w:val="single"/>
        </w:rPr>
        <w:t>A.</w:t>
      </w:r>
      <w:r w:rsidR="001C2068" w:rsidRPr="007962F2">
        <w:rPr>
          <w:b/>
          <w:bCs/>
          <w:u w:val="single"/>
        </w:rPr>
        <w:t>I. zpřesňující</w:t>
      </w:r>
      <w:proofErr w:type="gramEnd"/>
      <w:r w:rsidR="001C2068" w:rsidRPr="007962F2">
        <w:rPr>
          <w:b/>
          <w:bCs/>
          <w:u w:val="single"/>
        </w:rPr>
        <w:t xml:space="preserve"> úpravy o. s. ř.</w:t>
      </w:r>
    </w:p>
    <w:p w:rsidR="001C2068" w:rsidRDefault="001C2068" w:rsidP="001C2068">
      <w:pPr>
        <w:shd w:val="clear" w:color="auto" w:fill="FFFFFF"/>
        <w:spacing w:line="20" w:lineRule="atLeast"/>
        <w:rPr>
          <w:bCs/>
          <w:sz w:val="22"/>
          <w:szCs w:val="22"/>
        </w:rPr>
      </w:pPr>
    </w:p>
    <w:p w:rsidR="001C2068" w:rsidRDefault="001C2068" w:rsidP="001C2068">
      <w:pPr>
        <w:shd w:val="clear" w:color="auto" w:fill="FFFFFF"/>
        <w:spacing w:line="20" w:lineRule="atLeast"/>
        <w:rPr>
          <w:bCs/>
          <w:sz w:val="22"/>
          <w:szCs w:val="22"/>
        </w:rPr>
      </w:pPr>
    </w:p>
    <w:p w:rsidR="001C2068" w:rsidRPr="0006559C" w:rsidRDefault="001C2068" w:rsidP="001C2068">
      <w:pPr>
        <w:pStyle w:val="Normlnweb"/>
        <w:numPr>
          <w:ilvl w:val="0"/>
          <w:numId w:val="3"/>
        </w:numPr>
        <w:shd w:val="clear" w:color="auto" w:fill="FFFFFF"/>
        <w:spacing w:before="0" w:beforeAutospacing="0" w:after="0" w:afterAutospacing="0" w:line="20" w:lineRule="atLeast"/>
        <w:ind w:left="284" w:hanging="284"/>
        <w:rPr>
          <w:bCs/>
        </w:rPr>
      </w:pPr>
      <w:r w:rsidRPr="0006559C">
        <w:rPr>
          <w:bCs/>
        </w:rPr>
        <w:t>V části první čl. I dosavadní bod 7 nově zní:</w:t>
      </w:r>
      <w:r w:rsidRPr="0006559C">
        <w:rPr>
          <w:bCs/>
        </w:rPr>
        <w:br/>
      </w:r>
    </w:p>
    <w:p w:rsidR="001C2068" w:rsidRPr="0006559C" w:rsidRDefault="001C2068" w:rsidP="001C2068">
      <w:pPr>
        <w:pStyle w:val="Normlnweb"/>
        <w:shd w:val="clear" w:color="auto" w:fill="FFFFFF"/>
        <w:spacing w:after="0" w:afterAutospacing="0" w:line="20" w:lineRule="atLeast"/>
        <w:jc w:val="both"/>
        <w:rPr>
          <w:bCs/>
        </w:rPr>
      </w:pPr>
      <w:r w:rsidRPr="0006559C">
        <w:rPr>
          <w:bCs/>
        </w:rPr>
        <w:t xml:space="preserve">„7. V § 266 se na konci odstavce 1 doplňuje věta „Soud může na návrh rozhodnout, že zákazy uvedené v § 304 odst. 1 a 3, § 313 odst. 1 a 3 a v § 320d odst. 1 písm. b) po dobu odkladu neplatí, pokud je to potřebné k dosažení účelu odkladu a oprávněný by tím nebyl vážně poškozen.“.“ </w:t>
      </w:r>
    </w:p>
    <w:p w:rsidR="001C2068" w:rsidRPr="0006559C" w:rsidRDefault="001C2068" w:rsidP="001C2068">
      <w:pPr>
        <w:pStyle w:val="Normlnweb"/>
        <w:shd w:val="clear" w:color="auto" w:fill="FFFFFF"/>
        <w:spacing w:before="0" w:beforeAutospacing="0" w:after="0" w:afterAutospacing="0" w:line="20" w:lineRule="atLeast"/>
        <w:ind w:left="284"/>
        <w:jc w:val="both"/>
        <w:rPr>
          <w:bCs/>
        </w:rPr>
      </w:pPr>
    </w:p>
    <w:p w:rsidR="001C2068" w:rsidRPr="0006559C" w:rsidRDefault="001C2068" w:rsidP="001C2068">
      <w:pPr>
        <w:pStyle w:val="Normlnweb"/>
        <w:shd w:val="clear" w:color="auto" w:fill="FFFFFF"/>
        <w:spacing w:before="0" w:beforeAutospacing="0" w:after="0" w:afterAutospacing="0" w:line="20" w:lineRule="atLeast"/>
        <w:ind w:left="284"/>
        <w:jc w:val="both"/>
        <w:rPr>
          <w:bCs/>
        </w:rPr>
      </w:pPr>
    </w:p>
    <w:p w:rsidR="001C2068" w:rsidRPr="0006559C" w:rsidRDefault="001C2068" w:rsidP="001C2068">
      <w:pPr>
        <w:pStyle w:val="Normlnweb"/>
        <w:numPr>
          <w:ilvl w:val="0"/>
          <w:numId w:val="3"/>
        </w:numPr>
        <w:shd w:val="clear" w:color="auto" w:fill="FFFFFF"/>
        <w:spacing w:before="0" w:beforeAutospacing="0" w:after="0" w:afterAutospacing="0" w:line="20" w:lineRule="atLeast"/>
        <w:ind w:left="284" w:hanging="284"/>
        <w:rPr>
          <w:bCs/>
        </w:rPr>
      </w:pPr>
      <w:r w:rsidRPr="0006559C">
        <w:rPr>
          <w:bCs/>
        </w:rPr>
        <w:t>V části první čl. I dosavadní bod 25 nově zní:</w:t>
      </w:r>
    </w:p>
    <w:p w:rsidR="001C2068" w:rsidRPr="0006559C" w:rsidRDefault="001C2068" w:rsidP="001C2068">
      <w:pPr>
        <w:pStyle w:val="Normlnweb"/>
        <w:shd w:val="clear" w:color="auto" w:fill="FFFFFF"/>
        <w:spacing w:before="0" w:beforeAutospacing="0" w:after="0" w:afterAutospacing="0" w:line="20" w:lineRule="atLeast"/>
        <w:ind w:left="284"/>
        <w:rPr>
          <w:bCs/>
        </w:rPr>
      </w:pPr>
    </w:p>
    <w:p w:rsidR="001C2068" w:rsidRPr="0006559C" w:rsidRDefault="001C2068" w:rsidP="001C2068">
      <w:pPr>
        <w:ind w:firstLine="284"/>
      </w:pPr>
      <w:r w:rsidRPr="0006559C">
        <w:t>„25. V § 304 odstavec 3 zní:</w:t>
      </w:r>
    </w:p>
    <w:p w:rsidR="001C2068" w:rsidRPr="0006559C" w:rsidRDefault="001C2068" w:rsidP="001C2068">
      <w:pPr>
        <w:ind w:firstLine="709"/>
        <w:jc w:val="both"/>
        <w:rPr>
          <w:bCs/>
        </w:rPr>
      </w:pPr>
      <w:r w:rsidRPr="0006559C">
        <w:rPr>
          <w:bCs/>
        </w:rPr>
        <w:br/>
        <w:t>„(3) Povinný ztrácí okamžikem, kdy je peněžnímu ústavu doručeno usnesení o nařízení výkonu rozhodnutí, právo vybrat peněžní prostředky z účtu, použít tyto prostředky k platbám nebo s nimi jinak nakládat, a to do výše vymáhané pohledávky a jejího příslušenství; to neplatí v případě platby, jejímž účelem je plnění vymáhané povinnosti, na účet oprávněného nebo soudního exekutora vedený u peněžního ústavu, jehož číslo je uvedeno v usnesení o nařízení výkonu rozhodnutí.“.“</w:t>
      </w:r>
    </w:p>
    <w:p w:rsidR="001C2068" w:rsidRDefault="001C2068" w:rsidP="001C2068"/>
    <w:p w:rsidR="001C2068" w:rsidRDefault="001C2068" w:rsidP="001C2068"/>
    <w:p w:rsidR="001C2068" w:rsidRPr="007962F2" w:rsidRDefault="00641CA0" w:rsidP="001C2068">
      <w:pPr>
        <w:rPr>
          <w:b/>
          <w:u w:val="single"/>
        </w:rPr>
      </w:pPr>
      <w:proofErr w:type="gramStart"/>
      <w:r w:rsidRPr="007962F2">
        <w:rPr>
          <w:b/>
          <w:u w:val="single"/>
        </w:rPr>
        <w:t>A.</w:t>
      </w:r>
      <w:r w:rsidR="001C2068" w:rsidRPr="007962F2">
        <w:rPr>
          <w:b/>
          <w:u w:val="single"/>
        </w:rPr>
        <w:t>II</w:t>
      </w:r>
      <w:proofErr w:type="gramEnd"/>
      <w:r w:rsidR="001C2068" w:rsidRPr="007962F2">
        <w:rPr>
          <w:b/>
          <w:u w:val="single"/>
        </w:rPr>
        <w:t>. úprava exekučního započítávání</w:t>
      </w:r>
    </w:p>
    <w:p w:rsidR="001C2068" w:rsidRDefault="001C2068" w:rsidP="001C2068">
      <w:pPr>
        <w:rPr>
          <w:b/>
          <w:i/>
          <w:u w:val="single"/>
        </w:rPr>
      </w:pPr>
    </w:p>
    <w:p w:rsidR="001C2068" w:rsidRPr="00214358" w:rsidRDefault="001C2068" w:rsidP="001C2068">
      <w:pPr>
        <w:spacing w:before="120" w:after="120"/>
        <w:ind w:left="720"/>
      </w:pPr>
      <w:r w:rsidRPr="00214358">
        <w:t>V části první čl. I se za dosavadní bod 6 vkládá nový bod, který zní:</w:t>
      </w:r>
      <w:r w:rsidRPr="00214358">
        <w:br/>
        <w:t xml:space="preserve">„ X. Za § 265 se vkládá nový § 265a, který zní: </w:t>
      </w:r>
    </w:p>
    <w:p w:rsidR="001C2068" w:rsidRPr="0006559C" w:rsidRDefault="001C2068" w:rsidP="001C2068">
      <w:pPr>
        <w:pStyle w:val="Odstavecseseznamem"/>
        <w:spacing w:before="120" w:after="120"/>
        <w:ind w:left="1080"/>
        <w:jc w:val="center"/>
        <w:rPr>
          <w:sz w:val="24"/>
        </w:rPr>
      </w:pPr>
      <w:r>
        <w:rPr>
          <w:sz w:val="24"/>
        </w:rPr>
        <w:t>„</w:t>
      </w:r>
      <w:r w:rsidRPr="0006559C">
        <w:rPr>
          <w:sz w:val="24"/>
        </w:rPr>
        <w:t>§ 265a</w:t>
      </w:r>
    </w:p>
    <w:p w:rsidR="001C2068" w:rsidRPr="0006559C" w:rsidRDefault="001C2068" w:rsidP="001C2068">
      <w:pPr>
        <w:pStyle w:val="Odstavecseseznamem"/>
        <w:numPr>
          <w:ilvl w:val="0"/>
          <w:numId w:val="4"/>
        </w:numPr>
        <w:pBdr>
          <w:top w:val="nil"/>
          <w:left w:val="nil"/>
          <w:bottom w:val="nil"/>
          <w:right w:val="nil"/>
          <w:between w:val="nil"/>
          <w:bar w:val="nil"/>
        </w:pBdr>
        <w:suppressAutoHyphens/>
        <w:snapToGrid w:val="0"/>
        <w:spacing w:before="120" w:after="120"/>
        <w:jc w:val="both"/>
        <w:rPr>
          <w:sz w:val="24"/>
        </w:rPr>
      </w:pPr>
      <w:r w:rsidRPr="0006559C">
        <w:rPr>
          <w:sz w:val="24"/>
        </w:rPr>
        <w:t xml:space="preserve">Výtěžek dosažený výkonem rozhodnutí k uspokojení pohledávky, pro kterou byl výkon rozhodnutí nařízen, se započte nejprve na náklady soudu na výkon rozhodnutí, pak na jistinu, pak na úroky, pak na úroky z prodlení, a nakonec na náklady oprávněného. </w:t>
      </w:r>
    </w:p>
    <w:p w:rsidR="001C2068" w:rsidRPr="0006559C" w:rsidRDefault="001C2068" w:rsidP="001C2068">
      <w:pPr>
        <w:pStyle w:val="Odstavecseseznamem"/>
        <w:numPr>
          <w:ilvl w:val="0"/>
          <w:numId w:val="4"/>
        </w:numPr>
        <w:pBdr>
          <w:top w:val="nil"/>
          <w:left w:val="nil"/>
          <w:bottom w:val="nil"/>
          <w:right w:val="nil"/>
          <w:between w:val="nil"/>
          <w:bar w:val="nil"/>
        </w:pBdr>
        <w:suppressAutoHyphens/>
        <w:snapToGrid w:val="0"/>
        <w:spacing w:before="120" w:after="120"/>
        <w:jc w:val="both"/>
        <w:rPr>
          <w:sz w:val="24"/>
        </w:rPr>
      </w:pPr>
      <w:r w:rsidRPr="0006559C">
        <w:rPr>
          <w:sz w:val="24"/>
        </w:rPr>
        <w:t>Náklady výkonu rozhodnutí podle odstavce 1 se rozumí i náklady exekuce podle zákona upravujícího exekuční řízení.“.“.</w:t>
      </w:r>
    </w:p>
    <w:p w:rsidR="001C2068" w:rsidRDefault="001C2068" w:rsidP="001C2068">
      <w:pPr>
        <w:spacing w:before="120" w:after="120" w:line="360" w:lineRule="auto"/>
      </w:pPr>
    </w:p>
    <w:p w:rsidR="001C2068" w:rsidRDefault="001C2068" w:rsidP="001C2068">
      <w:pPr>
        <w:spacing w:before="120" w:after="120" w:line="360" w:lineRule="auto"/>
      </w:pPr>
      <w:r>
        <w:lastRenderedPageBreak/>
        <w:t>Následující body se přeznačí</w:t>
      </w:r>
      <w:r w:rsidRPr="0006559C">
        <w:t>.</w:t>
      </w:r>
    </w:p>
    <w:p w:rsidR="001C2068" w:rsidRPr="007962F2" w:rsidRDefault="00641CA0" w:rsidP="001C2068">
      <w:pPr>
        <w:spacing w:before="120" w:after="120" w:line="360" w:lineRule="auto"/>
        <w:rPr>
          <w:b/>
          <w:u w:val="single"/>
        </w:rPr>
      </w:pPr>
      <w:proofErr w:type="gramStart"/>
      <w:r w:rsidRPr="007962F2">
        <w:rPr>
          <w:b/>
          <w:u w:val="single"/>
        </w:rPr>
        <w:t>A.</w:t>
      </w:r>
      <w:r w:rsidR="001C2068" w:rsidRPr="007962F2">
        <w:rPr>
          <w:b/>
          <w:u w:val="single"/>
        </w:rPr>
        <w:t>III</w:t>
      </w:r>
      <w:proofErr w:type="gramEnd"/>
      <w:r w:rsidR="001C2068" w:rsidRPr="007962F2">
        <w:rPr>
          <w:b/>
          <w:u w:val="single"/>
        </w:rPr>
        <w:t>. vypuštění koncentrace a některých dalších ustanovení („vypuštění sněhuláka“)</w:t>
      </w:r>
    </w:p>
    <w:p w:rsidR="001C2068" w:rsidRPr="00C627C7" w:rsidRDefault="001C2068" w:rsidP="001C2068">
      <w:pPr>
        <w:jc w:val="center"/>
      </w:pPr>
      <w:r>
        <w:t xml:space="preserve">K </w:t>
      </w:r>
      <w:r w:rsidRPr="00C627C7">
        <w:t>Část</w:t>
      </w:r>
      <w:r>
        <w:t>i druhé, čl. III</w:t>
      </w:r>
      <w:r w:rsidRPr="00C627C7">
        <w:t xml:space="preserve"> </w:t>
      </w:r>
    </w:p>
    <w:p w:rsidR="001C2068" w:rsidRDefault="001C2068" w:rsidP="001C2068">
      <w:pPr>
        <w:jc w:val="center"/>
        <w:rPr>
          <w:b/>
        </w:rPr>
      </w:pPr>
      <w:r w:rsidRPr="00C627C7">
        <w:rPr>
          <w:b/>
        </w:rPr>
        <w:t>Změna exekučního řádu</w:t>
      </w:r>
    </w:p>
    <w:p w:rsidR="001C2068" w:rsidRPr="00C627C7" w:rsidRDefault="001C2068" w:rsidP="001C2068">
      <w:pPr>
        <w:jc w:val="center"/>
        <w:rPr>
          <w:b/>
        </w:rPr>
      </w:pPr>
    </w:p>
    <w:p w:rsidR="001C2068" w:rsidRPr="00C627C7" w:rsidRDefault="001C2068" w:rsidP="001C2068">
      <w:pPr>
        <w:pStyle w:val="Odstavecseseznamem"/>
        <w:numPr>
          <w:ilvl w:val="0"/>
          <w:numId w:val="5"/>
        </w:numPr>
        <w:spacing w:after="200" w:line="276" w:lineRule="auto"/>
        <w:ind w:left="357" w:firstLine="210"/>
        <w:rPr>
          <w:sz w:val="24"/>
        </w:rPr>
      </w:pPr>
      <w:r w:rsidRPr="00C627C7">
        <w:rPr>
          <w:sz w:val="24"/>
        </w:rPr>
        <w:t>V části druhé čl. III se bod 23 vypouští.</w:t>
      </w:r>
    </w:p>
    <w:p w:rsidR="001C2068" w:rsidRPr="00C627C7" w:rsidRDefault="001C2068" w:rsidP="001C2068">
      <w:pPr>
        <w:pStyle w:val="Odstavecseseznamem"/>
        <w:numPr>
          <w:ilvl w:val="0"/>
          <w:numId w:val="5"/>
        </w:numPr>
        <w:spacing w:after="200" w:line="276" w:lineRule="auto"/>
        <w:ind w:left="357" w:firstLine="210"/>
        <w:rPr>
          <w:sz w:val="24"/>
        </w:rPr>
      </w:pPr>
      <w:r w:rsidRPr="00C627C7">
        <w:rPr>
          <w:sz w:val="24"/>
        </w:rPr>
        <w:t>V části druhé čl. III se bod 24 vypouští.</w:t>
      </w:r>
    </w:p>
    <w:p w:rsidR="001C2068" w:rsidRPr="00C627C7" w:rsidRDefault="001C2068" w:rsidP="001C2068">
      <w:pPr>
        <w:pStyle w:val="Odstavecseseznamem"/>
        <w:numPr>
          <w:ilvl w:val="0"/>
          <w:numId w:val="5"/>
        </w:numPr>
        <w:spacing w:after="200" w:line="276" w:lineRule="auto"/>
        <w:ind w:left="357" w:firstLine="210"/>
        <w:rPr>
          <w:sz w:val="24"/>
        </w:rPr>
      </w:pPr>
      <w:r w:rsidRPr="00C627C7">
        <w:rPr>
          <w:sz w:val="24"/>
        </w:rPr>
        <w:t>V části druhé čl. III se bod 25 vypouští.</w:t>
      </w:r>
    </w:p>
    <w:p w:rsidR="001C2068" w:rsidRPr="00C627C7" w:rsidRDefault="001C2068" w:rsidP="001C2068">
      <w:pPr>
        <w:pStyle w:val="Odstavecseseznamem"/>
        <w:numPr>
          <w:ilvl w:val="0"/>
          <w:numId w:val="5"/>
        </w:numPr>
        <w:spacing w:after="200" w:line="276" w:lineRule="auto"/>
        <w:ind w:left="357" w:firstLine="210"/>
        <w:rPr>
          <w:sz w:val="24"/>
        </w:rPr>
      </w:pPr>
      <w:r w:rsidRPr="00C627C7">
        <w:rPr>
          <w:sz w:val="24"/>
        </w:rPr>
        <w:t>V části druhé čl. III se bod 26 vypouští.</w:t>
      </w:r>
    </w:p>
    <w:p w:rsidR="001C2068" w:rsidRPr="00C627C7" w:rsidRDefault="001C2068" w:rsidP="001C2068">
      <w:pPr>
        <w:pStyle w:val="Odstavecseseznamem"/>
        <w:numPr>
          <w:ilvl w:val="0"/>
          <w:numId w:val="5"/>
        </w:numPr>
        <w:spacing w:after="200" w:line="276" w:lineRule="auto"/>
        <w:ind w:left="357" w:firstLine="210"/>
        <w:rPr>
          <w:sz w:val="24"/>
        </w:rPr>
      </w:pPr>
      <w:r w:rsidRPr="00C627C7">
        <w:rPr>
          <w:sz w:val="24"/>
        </w:rPr>
        <w:t>V části druhé čl. III se bod 35 vypouští.</w:t>
      </w:r>
    </w:p>
    <w:p w:rsidR="001C2068" w:rsidRPr="00C627C7" w:rsidRDefault="001C2068" w:rsidP="001C2068">
      <w:pPr>
        <w:pStyle w:val="Odstavecseseznamem"/>
        <w:numPr>
          <w:ilvl w:val="0"/>
          <w:numId w:val="5"/>
        </w:numPr>
        <w:spacing w:after="200" w:line="276" w:lineRule="auto"/>
        <w:ind w:left="357" w:firstLine="210"/>
        <w:rPr>
          <w:sz w:val="24"/>
        </w:rPr>
      </w:pPr>
      <w:r w:rsidRPr="00C627C7">
        <w:rPr>
          <w:sz w:val="24"/>
        </w:rPr>
        <w:t>V části druhé čl. III se bod 36 vypouští.</w:t>
      </w:r>
    </w:p>
    <w:p w:rsidR="001C2068" w:rsidRDefault="001C2068" w:rsidP="001C2068">
      <w:pPr>
        <w:pStyle w:val="Odstavecseseznamem"/>
        <w:numPr>
          <w:ilvl w:val="0"/>
          <w:numId w:val="5"/>
        </w:numPr>
        <w:spacing w:after="200" w:line="276" w:lineRule="auto"/>
        <w:ind w:left="357" w:firstLine="210"/>
        <w:rPr>
          <w:sz w:val="24"/>
        </w:rPr>
      </w:pPr>
      <w:r w:rsidRPr="00C627C7">
        <w:rPr>
          <w:sz w:val="24"/>
        </w:rPr>
        <w:t xml:space="preserve">V části druhé čl. </w:t>
      </w:r>
      <w:proofErr w:type="gramStart"/>
      <w:r w:rsidRPr="00C627C7">
        <w:rPr>
          <w:sz w:val="24"/>
        </w:rPr>
        <w:t>III</w:t>
      </w:r>
      <w:proofErr w:type="gramEnd"/>
      <w:r w:rsidRPr="00C627C7">
        <w:rPr>
          <w:sz w:val="24"/>
        </w:rPr>
        <w:t xml:space="preserve"> bod 37 zní:</w:t>
      </w:r>
    </w:p>
    <w:p w:rsidR="001C2068" w:rsidRPr="00C627C7" w:rsidRDefault="001C2068" w:rsidP="001C2068">
      <w:pPr>
        <w:pStyle w:val="Odstavecseseznamem"/>
        <w:spacing w:after="200" w:line="276" w:lineRule="auto"/>
        <w:ind w:left="567"/>
        <w:rPr>
          <w:sz w:val="24"/>
        </w:rPr>
      </w:pPr>
    </w:p>
    <w:p w:rsidR="001C2068" w:rsidRPr="00C627C7" w:rsidRDefault="001C2068" w:rsidP="001C2068">
      <w:pPr>
        <w:pStyle w:val="Odstavecseseznamem"/>
        <w:ind w:left="360" w:firstLine="207"/>
        <w:rPr>
          <w:sz w:val="24"/>
        </w:rPr>
      </w:pPr>
      <w:r>
        <w:rPr>
          <w:sz w:val="24"/>
        </w:rPr>
        <w:t>„</w:t>
      </w:r>
      <w:r w:rsidRPr="00C627C7">
        <w:rPr>
          <w:sz w:val="24"/>
        </w:rPr>
        <w:t xml:space="preserve">37. V § 35 se </w:t>
      </w:r>
      <w:r>
        <w:rPr>
          <w:sz w:val="24"/>
        </w:rPr>
        <w:t xml:space="preserve">doplňuje </w:t>
      </w:r>
      <w:r w:rsidRPr="00C627C7">
        <w:rPr>
          <w:sz w:val="24"/>
        </w:rPr>
        <w:t>odstavec 6, který zní:</w:t>
      </w:r>
    </w:p>
    <w:p w:rsidR="001C2068" w:rsidRDefault="001C2068" w:rsidP="001C2068">
      <w:pPr>
        <w:ind w:firstLine="708"/>
        <w:jc w:val="both"/>
      </w:pPr>
      <w:r w:rsidRPr="00C627C7">
        <w:t>„(6) Současně s exekučním návrhem může být podán i návrh na prohlášení vykonatelnosti nebo na uznání. Řízení je zahájeno dnem, kdy návrh na prohlášení vykonatelnosti nebo na uznání došel exekutorovi. Nestanoví-li se dále jinak, je k rozhodnutí o návrhu na prohlášení vykonatelnosti nebo na uznání příslušný exekuční soud; exekutor postoupí soudu návrh na prohlášení vykonatelnosti nebo na uznání současně s exekučním návrhem.“</w:t>
      </w:r>
      <w:r>
        <w:t>.“.</w:t>
      </w:r>
    </w:p>
    <w:p w:rsidR="001C2068" w:rsidRPr="00C627C7" w:rsidRDefault="001C2068" w:rsidP="001C2068">
      <w:pPr>
        <w:ind w:firstLine="708"/>
        <w:jc w:val="both"/>
      </w:pPr>
    </w:p>
    <w:p w:rsidR="001C2068" w:rsidRPr="00C627C7" w:rsidRDefault="001C2068" w:rsidP="001C2068">
      <w:pPr>
        <w:pStyle w:val="Odstavecseseznamem"/>
        <w:numPr>
          <w:ilvl w:val="0"/>
          <w:numId w:val="5"/>
        </w:numPr>
        <w:spacing w:after="200" w:line="276" w:lineRule="auto"/>
        <w:rPr>
          <w:sz w:val="24"/>
        </w:rPr>
      </w:pPr>
      <w:r w:rsidRPr="00C627C7">
        <w:rPr>
          <w:sz w:val="24"/>
        </w:rPr>
        <w:t>V části druhé čl. III se bod 38 vypouští.</w:t>
      </w:r>
    </w:p>
    <w:p w:rsidR="001C2068" w:rsidRPr="00C627C7" w:rsidRDefault="001C2068" w:rsidP="001C2068">
      <w:pPr>
        <w:pStyle w:val="Odstavecseseznamem"/>
        <w:numPr>
          <w:ilvl w:val="0"/>
          <w:numId w:val="5"/>
        </w:numPr>
        <w:spacing w:after="200" w:line="276" w:lineRule="auto"/>
        <w:rPr>
          <w:sz w:val="24"/>
        </w:rPr>
      </w:pPr>
      <w:r w:rsidRPr="00C627C7">
        <w:rPr>
          <w:sz w:val="24"/>
        </w:rPr>
        <w:t>V části druhé čl. III se bod 39 vypouští.</w:t>
      </w:r>
    </w:p>
    <w:p w:rsidR="001C2068" w:rsidRPr="00C627C7" w:rsidRDefault="001C2068" w:rsidP="001C2068">
      <w:pPr>
        <w:pStyle w:val="Odstavecseseznamem"/>
        <w:numPr>
          <w:ilvl w:val="0"/>
          <w:numId w:val="5"/>
        </w:numPr>
        <w:spacing w:after="200" w:line="276" w:lineRule="auto"/>
        <w:rPr>
          <w:sz w:val="24"/>
        </w:rPr>
      </w:pPr>
      <w:r w:rsidRPr="00C627C7">
        <w:rPr>
          <w:sz w:val="24"/>
        </w:rPr>
        <w:t>V části druhé čl. III se bod 40 vypouští.</w:t>
      </w:r>
    </w:p>
    <w:p w:rsidR="001C2068" w:rsidRPr="00C627C7" w:rsidRDefault="001C2068" w:rsidP="001C2068">
      <w:pPr>
        <w:pStyle w:val="Odstavecseseznamem"/>
        <w:numPr>
          <w:ilvl w:val="0"/>
          <w:numId w:val="5"/>
        </w:numPr>
        <w:spacing w:after="200" w:line="276" w:lineRule="auto"/>
        <w:rPr>
          <w:sz w:val="24"/>
        </w:rPr>
      </w:pPr>
      <w:r w:rsidRPr="00C627C7">
        <w:rPr>
          <w:sz w:val="24"/>
        </w:rPr>
        <w:t>V části druhé čl. III se bod 41 vypouští.</w:t>
      </w:r>
    </w:p>
    <w:p w:rsidR="001C2068" w:rsidRPr="00C627C7" w:rsidRDefault="001C2068" w:rsidP="001C2068">
      <w:pPr>
        <w:pStyle w:val="Odstavecseseznamem"/>
        <w:numPr>
          <w:ilvl w:val="0"/>
          <w:numId w:val="5"/>
        </w:numPr>
        <w:spacing w:after="200" w:line="276" w:lineRule="auto"/>
        <w:rPr>
          <w:sz w:val="24"/>
        </w:rPr>
      </w:pPr>
      <w:r w:rsidRPr="00C627C7">
        <w:rPr>
          <w:sz w:val="24"/>
        </w:rPr>
        <w:t>V části druhé čl. III se bod 42 vypouští.</w:t>
      </w:r>
    </w:p>
    <w:p w:rsidR="001C2068" w:rsidRPr="00C627C7" w:rsidRDefault="001C2068" w:rsidP="001C2068">
      <w:pPr>
        <w:pStyle w:val="Odstavecseseznamem"/>
        <w:numPr>
          <w:ilvl w:val="0"/>
          <w:numId w:val="5"/>
        </w:numPr>
        <w:spacing w:after="200" w:line="276" w:lineRule="auto"/>
        <w:rPr>
          <w:sz w:val="24"/>
        </w:rPr>
      </w:pPr>
      <w:r w:rsidRPr="00C627C7">
        <w:rPr>
          <w:sz w:val="24"/>
        </w:rPr>
        <w:t>V části druhé čl. III se bod 43 vypouští.</w:t>
      </w:r>
    </w:p>
    <w:p w:rsidR="001C2068" w:rsidRPr="00C627C7" w:rsidRDefault="001C2068" w:rsidP="001C2068">
      <w:pPr>
        <w:pStyle w:val="Odstavecseseznamem"/>
        <w:numPr>
          <w:ilvl w:val="0"/>
          <w:numId w:val="5"/>
        </w:numPr>
        <w:spacing w:after="200" w:line="276" w:lineRule="auto"/>
        <w:rPr>
          <w:sz w:val="24"/>
        </w:rPr>
      </w:pPr>
      <w:r w:rsidRPr="00C627C7">
        <w:rPr>
          <w:sz w:val="24"/>
        </w:rPr>
        <w:t>V části druhé čl. III se bod 44 vypouští.</w:t>
      </w:r>
    </w:p>
    <w:p w:rsidR="001C2068" w:rsidRPr="00C627C7" w:rsidRDefault="001C2068" w:rsidP="001C2068">
      <w:pPr>
        <w:pStyle w:val="Odstavecseseznamem"/>
        <w:numPr>
          <w:ilvl w:val="0"/>
          <w:numId w:val="5"/>
        </w:numPr>
        <w:spacing w:after="200" w:line="276" w:lineRule="auto"/>
        <w:rPr>
          <w:sz w:val="24"/>
        </w:rPr>
      </w:pPr>
      <w:r w:rsidRPr="00C627C7">
        <w:rPr>
          <w:sz w:val="24"/>
        </w:rPr>
        <w:t>V části druhé čl. III se bod 45 vypouští.</w:t>
      </w:r>
    </w:p>
    <w:p w:rsidR="001C2068" w:rsidRPr="00C627C7" w:rsidRDefault="001C2068" w:rsidP="001C2068">
      <w:pPr>
        <w:pStyle w:val="Odstavecseseznamem"/>
        <w:numPr>
          <w:ilvl w:val="0"/>
          <w:numId w:val="5"/>
        </w:numPr>
        <w:spacing w:after="200" w:line="276" w:lineRule="auto"/>
        <w:rPr>
          <w:sz w:val="24"/>
        </w:rPr>
      </w:pPr>
      <w:r w:rsidRPr="00C627C7">
        <w:rPr>
          <w:sz w:val="24"/>
        </w:rPr>
        <w:t>V části druhé čl. III se bod 46 vypouští.</w:t>
      </w:r>
    </w:p>
    <w:p w:rsidR="001C2068" w:rsidRPr="00C627C7" w:rsidRDefault="001C2068" w:rsidP="001C2068">
      <w:pPr>
        <w:pStyle w:val="Odstavecseseznamem"/>
        <w:numPr>
          <w:ilvl w:val="0"/>
          <w:numId w:val="5"/>
        </w:numPr>
        <w:spacing w:after="200" w:line="276" w:lineRule="auto"/>
        <w:rPr>
          <w:sz w:val="24"/>
        </w:rPr>
      </w:pPr>
      <w:r w:rsidRPr="00C627C7">
        <w:rPr>
          <w:sz w:val="24"/>
        </w:rPr>
        <w:t xml:space="preserve">V části druhé čl. </w:t>
      </w:r>
      <w:proofErr w:type="gramStart"/>
      <w:r w:rsidRPr="00C627C7">
        <w:rPr>
          <w:sz w:val="24"/>
        </w:rPr>
        <w:t>III</w:t>
      </w:r>
      <w:proofErr w:type="gramEnd"/>
      <w:r w:rsidRPr="00C627C7">
        <w:rPr>
          <w:sz w:val="24"/>
        </w:rPr>
        <w:t xml:space="preserve"> bod 51 zní:</w:t>
      </w:r>
    </w:p>
    <w:p w:rsidR="001C2068" w:rsidRPr="00C627C7" w:rsidRDefault="001C2068" w:rsidP="001C2068">
      <w:pPr>
        <w:pStyle w:val="Odstavecseseznamem"/>
        <w:rPr>
          <w:sz w:val="24"/>
        </w:rPr>
      </w:pPr>
    </w:p>
    <w:p w:rsidR="001C2068" w:rsidRPr="00C627C7" w:rsidRDefault="001C2068" w:rsidP="001C2068">
      <w:pPr>
        <w:pStyle w:val="Odstavecseseznamem"/>
        <w:rPr>
          <w:sz w:val="24"/>
        </w:rPr>
      </w:pPr>
      <w:r>
        <w:rPr>
          <w:sz w:val="24"/>
        </w:rPr>
        <w:t>„</w:t>
      </w:r>
      <w:r w:rsidRPr="00C627C7">
        <w:rPr>
          <w:sz w:val="24"/>
        </w:rPr>
        <w:t>51.</w:t>
      </w:r>
      <w:r>
        <w:rPr>
          <w:sz w:val="24"/>
        </w:rPr>
        <w:t xml:space="preserve"> V § 39 odstavec</w:t>
      </w:r>
      <w:r w:rsidRPr="00C627C7">
        <w:rPr>
          <w:sz w:val="24"/>
        </w:rPr>
        <w:t xml:space="preserve"> 1 zní:</w:t>
      </w:r>
    </w:p>
    <w:p w:rsidR="001C2068" w:rsidRDefault="001C2068" w:rsidP="001C2068">
      <w:pPr>
        <w:jc w:val="both"/>
      </w:pPr>
      <w:r w:rsidRPr="00C627C7">
        <w:tab/>
        <w:t>„(1) Neobsahuje-li exekuční návrh nebo návrh na prohlášení vykonatelnosti nebo na uznání všechny stanovené náležitosti nebo je nesrozumitelný anebo neurčitý, vyzve exekutor oprávněného, aby návrh opravil nebo doplnil, určí mu lhůtu a poučí ho o tom, jak je třeba opravu nebo doplnění provést; exekutor vyzve oprávněného k opravení nebo doplnění návrhu nejpozději do 15 dnů ode dne, kdy mu došel exekuční návrh nebo návrh na prohlášení vykonatelnosti nebo na uznání.“</w:t>
      </w:r>
      <w:r>
        <w:t>.“.</w:t>
      </w:r>
    </w:p>
    <w:p w:rsidR="001C2068" w:rsidRPr="00C627C7" w:rsidRDefault="001C2068" w:rsidP="001C2068">
      <w:pPr>
        <w:jc w:val="both"/>
      </w:pPr>
    </w:p>
    <w:p w:rsidR="001C2068" w:rsidRPr="00C627C7" w:rsidRDefault="001C2068" w:rsidP="001C2068">
      <w:pPr>
        <w:pStyle w:val="Odstavecseseznamem"/>
        <w:numPr>
          <w:ilvl w:val="0"/>
          <w:numId w:val="5"/>
        </w:numPr>
        <w:spacing w:after="200" w:line="276" w:lineRule="auto"/>
        <w:rPr>
          <w:sz w:val="24"/>
        </w:rPr>
      </w:pPr>
      <w:r w:rsidRPr="00C627C7">
        <w:rPr>
          <w:sz w:val="24"/>
        </w:rPr>
        <w:t>V části druhé čl. III se bod 52 vypouští.</w:t>
      </w:r>
    </w:p>
    <w:p w:rsidR="001C2068" w:rsidRDefault="001C2068" w:rsidP="001C2068">
      <w:pPr>
        <w:pStyle w:val="Odstavecseseznamem"/>
        <w:numPr>
          <w:ilvl w:val="0"/>
          <w:numId w:val="5"/>
        </w:numPr>
        <w:spacing w:after="200" w:line="276" w:lineRule="auto"/>
        <w:rPr>
          <w:sz w:val="24"/>
        </w:rPr>
      </w:pPr>
      <w:r w:rsidRPr="00C627C7">
        <w:rPr>
          <w:sz w:val="24"/>
        </w:rPr>
        <w:t xml:space="preserve">V části druhé čl. </w:t>
      </w:r>
      <w:proofErr w:type="gramStart"/>
      <w:r w:rsidRPr="00C627C7">
        <w:rPr>
          <w:sz w:val="24"/>
        </w:rPr>
        <w:t>III</w:t>
      </w:r>
      <w:proofErr w:type="gramEnd"/>
      <w:r w:rsidRPr="00C627C7">
        <w:rPr>
          <w:sz w:val="24"/>
        </w:rPr>
        <w:t xml:space="preserve"> bod 53 zní: </w:t>
      </w:r>
    </w:p>
    <w:p w:rsidR="001C2068" w:rsidRPr="00C627C7" w:rsidRDefault="001C2068" w:rsidP="001C2068">
      <w:pPr>
        <w:pStyle w:val="Odstavecseseznamem"/>
        <w:spacing w:after="200" w:line="276" w:lineRule="auto"/>
        <w:ind w:left="1070"/>
        <w:rPr>
          <w:sz w:val="24"/>
        </w:rPr>
      </w:pPr>
    </w:p>
    <w:p w:rsidR="001C2068" w:rsidRPr="00C627C7" w:rsidRDefault="001C2068" w:rsidP="001C2068">
      <w:pPr>
        <w:pStyle w:val="Odstavecseseznamem"/>
        <w:ind w:left="0" w:firstLine="567"/>
        <w:rPr>
          <w:sz w:val="24"/>
        </w:rPr>
      </w:pPr>
      <w:r w:rsidRPr="00C627C7">
        <w:rPr>
          <w:sz w:val="24"/>
        </w:rPr>
        <w:t>„</w:t>
      </w:r>
      <w:r>
        <w:rPr>
          <w:sz w:val="24"/>
        </w:rPr>
        <w:t xml:space="preserve">53. </w:t>
      </w:r>
      <w:r w:rsidRPr="00C627C7">
        <w:rPr>
          <w:sz w:val="24"/>
        </w:rPr>
        <w:t>V § 39 odst. 2 se za slova „exekuční návrh“ vkládají slova „ případně i návrh na prohlášení vykonatelnosti nebo na uznání“.</w:t>
      </w:r>
      <w:r>
        <w:rPr>
          <w:sz w:val="24"/>
        </w:rPr>
        <w:t>“.</w:t>
      </w:r>
    </w:p>
    <w:p w:rsidR="001C2068" w:rsidRPr="00C627C7" w:rsidRDefault="001C2068" w:rsidP="001C2068">
      <w:pPr>
        <w:pStyle w:val="Odstavecseseznamem"/>
        <w:ind w:left="360"/>
        <w:rPr>
          <w:color w:val="92D050"/>
          <w:sz w:val="24"/>
        </w:rPr>
      </w:pPr>
    </w:p>
    <w:p w:rsidR="001C2068" w:rsidRPr="00C627C7" w:rsidRDefault="001C2068" w:rsidP="001C2068">
      <w:pPr>
        <w:pStyle w:val="Odstavecseseznamem"/>
        <w:numPr>
          <w:ilvl w:val="0"/>
          <w:numId w:val="5"/>
        </w:numPr>
        <w:spacing w:after="200" w:line="276" w:lineRule="auto"/>
        <w:rPr>
          <w:sz w:val="24"/>
        </w:rPr>
      </w:pPr>
      <w:r w:rsidRPr="00C627C7">
        <w:rPr>
          <w:sz w:val="24"/>
        </w:rPr>
        <w:t xml:space="preserve">V části druhé čl. </w:t>
      </w:r>
      <w:proofErr w:type="gramStart"/>
      <w:r w:rsidRPr="00C627C7">
        <w:rPr>
          <w:sz w:val="24"/>
        </w:rPr>
        <w:t>III</w:t>
      </w:r>
      <w:proofErr w:type="gramEnd"/>
      <w:r w:rsidRPr="00C627C7">
        <w:rPr>
          <w:sz w:val="24"/>
        </w:rPr>
        <w:t xml:space="preserve"> bod 54 zní</w:t>
      </w:r>
      <w:r>
        <w:rPr>
          <w:sz w:val="24"/>
        </w:rPr>
        <w:t>:</w:t>
      </w:r>
      <w:r w:rsidRPr="00C627C7">
        <w:rPr>
          <w:sz w:val="24"/>
        </w:rPr>
        <w:t xml:space="preserve"> </w:t>
      </w:r>
    </w:p>
    <w:p w:rsidR="001C2068" w:rsidRDefault="001C2068" w:rsidP="001C2068">
      <w:pPr>
        <w:ind w:firstLine="426"/>
      </w:pPr>
      <w:r w:rsidRPr="00C627C7">
        <w:t>„</w:t>
      </w:r>
      <w:r>
        <w:t xml:space="preserve">54. </w:t>
      </w:r>
      <w:r w:rsidRPr="00C627C7">
        <w:t>V § 39 odst. 3 se text „44 odst. 1“ nahrazuje textem „43a odst. 1“.</w:t>
      </w:r>
      <w:r>
        <w:t>“.</w:t>
      </w:r>
    </w:p>
    <w:p w:rsidR="001C2068" w:rsidRPr="00C627C7" w:rsidRDefault="001C2068" w:rsidP="001C2068">
      <w:pPr>
        <w:rPr>
          <w:color w:val="00B0F0"/>
        </w:rPr>
      </w:pPr>
    </w:p>
    <w:p w:rsidR="001C2068" w:rsidRPr="00C627C7" w:rsidRDefault="001C2068" w:rsidP="001C2068">
      <w:pPr>
        <w:pStyle w:val="Odstavecseseznamem"/>
        <w:numPr>
          <w:ilvl w:val="0"/>
          <w:numId w:val="5"/>
        </w:numPr>
        <w:spacing w:after="200" w:line="276" w:lineRule="auto"/>
        <w:rPr>
          <w:sz w:val="24"/>
        </w:rPr>
      </w:pPr>
      <w:r w:rsidRPr="00C627C7">
        <w:rPr>
          <w:sz w:val="24"/>
        </w:rPr>
        <w:t xml:space="preserve">V části druhé čl. </w:t>
      </w:r>
      <w:proofErr w:type="gramStart"/>
      <w:r w:rsidRPr="00C627C7">
        <w:rPr>
          <w:sz w:val="24"/>
        </w:rPr>
        <w:t>III</w:t>
      </w:r>
      <w:proofErr w:type="gramEnd"/>
      <w:r w:rsidRPr="00C627C7">
        <w:rPr>
          <w:sz w:val="24"/>
        </w:rPr>
        <w:t xml:space="preserve"> bod 55 zní </w:t>
      </w:r>
    </w:p>
    <w:p w:rsidR="001C2068" w:rsidRPr="00C627C7" w:rsidRDefault="001C2068" w:rsidP="001C2068">
      <w:pPr>
        <w:ind w:left="360"/>
      </w:pPr>
      <w:r>
        <w:t xml:space="preserve">„55. </w:t>
      </w:r>
      <w:r w:rsidRPr="00C627C7">
        <w:t>V § 39 se doplňují odstavce 4 a 5, které znějí:</w:t>
      </w:r>
    </w:p>
    <w:p w:rsidR="001C2068" w:rsidRPr="00C627C7" w:rsidRDefault="001C2068" w:rsidP="001C2068">
      <w:pPr>
        <w:shd w:val="clear" w:color="auto" w:fill="FFFFFF"/>
      </w:pPr>
      <w:r w:rsidRPr="00C627C7">
        <w:t>„(4) Jsou-li splněny předpoklady pro zastavení řízení stanovené zákonem, exekutor exekuční řízení usnesením zastaví.</w:t>
      </w:r>
    </w:p>
    <w:p w:rsidR="001C2068" w:rsidRPr="00C627C7" w:rsidRDefault="001C2068" w:rsidP="001C2068">
      <w:r w:rsidRPr="00C627C7">
        <w:t>(5) Byl-li současně s exekučním návrhem podán i návrh na prohlášení vykonatelnosti nebo na uznání, exekutor rozhodne o zamítnutí exekučního návrhu nebo o zastavení exekučního řízení pouze na základě pokynu soudu podle § 43a odst. 6.“.</w:t>
      </w:r>
      <w:r>
        <w:t>“.</w:t>
      </w:r>
    </w:p>
    <w:p w:rsidR="001C2068" w:rsidRPr="00C627C7" w:rsidRDefault="001C2068" w:rsidP="001C2068">
      <w:pPr>
        <w:pStyle w:val="Odstavecseseznamem"/>
        <w:ind w:left="360"/>
        <w:rPr>
          <w:sz w:val="24"/>
        </w:rPr>
      </w:pPr>
    </w:p>
    <w:p w:rsidR="001C2068" w:rsidRPr="00C627C7" w:rsidRDefault="001C2068" w:rsidP="001C2068">
      <w:pPr>
        <w:pStyle w:val="Odstavecseseznamem"/>
        <w:numPr>
          <w:ilvl w:val="0"/>
          <w:numId w:val="5"/>
        </w:numPr>
        <w:spacing w:after="200" w:line="276" w:lineRule="auto"/>
        <w:rPr>
          <w:sz w:val="24"/>
        </w:rPr>
      </w:pPr>
      <w:r w:rsidRPr="00C627C7">
        <w:rPr>
          <w:sz w:val="24"/>
        </w:rPr>
        <w:t>V části druhé čl. III se bod 56 vypouští.</w:t>
      </w:r>
    </w:p>
    <w:p w:rsidR="001C2068" w:rsidRPr="00C627C7" w:rsidRDefault="001C2068" w:rsidP="001C2068">
      <w:pPr>
        <w:pStyle w:val="Odstavecseseznamem"/>
        <w:numPr>
          <w:ilvl w:val="0"/>
          <w:numId w:val="5"/>
        </w:numPr>
        <w:spacing w:after="200" w:line="276" w:lineRule="auto"/>
        <w:rPr>
          <w:sz w:val="24"/>
        </w:rPr>
      </w:pPr>
      <w:r w:rsidRPr="00C627C7">
        <w:rPr>
          <w:sz w:val="24"/>
        </w:rPr>
        <w:t xml:space="preserve">V části druhé čl. </w:t>
      </w:r>
      <w:proofErr w:type="gramStart"/>
      <w:r w:rsidRPr="00C627C7">
        <w:rPr>
          <w:sz w:val="24"/>
        </w:rPr>
        <w:t>III</w:t>
      </w:r>
      <w:proofErr w:type="gramEnd"/>
      <w:r w:rsidRPr="00C627C7">
        <w:rPr>
          <w:sz w:val="24"/>
        </w:rPr>
        <w:t xml:space="preserve"> bod 57 zní:</w:t>
      </w:r>
    </w:p>
    <w:p w:rsidR="001C2068" w:rsidRPr="00C627C7" w:rsidRDefault="001C2068" w:rsidP="001C2068">
      <w:pPr>
        <w:pStyle w:val="Odstavecseseznamem"/>
        <w:rPr>
          <w:sz w:val="24"/>
        </w:rPr>
      </w:pPr>
    </w:p>
    <w:p w:rsidR="001C2068" w:rsidRPr="00C627C7" w:rsidRDefault="001C2068" w:rsidP="001C2068">
      <w:pPr>
        <w:shd w:val="clear" w:color="auto" w:fill="FFFFFF"/>
        <w:ind w:firstLine="284"/>
        <w:jc w:val="both"/>
      </w:pPr>
      <w:r>
        <w:t>„</w:t>
      </w:r>
      <w:r w:rsidRPr="00C627C7">
        <w:t xml:space="preserve">57. V § 43a odst. 1 větě druhé </w:t>
      </w:r>
      <w:r>
        <w:t xml:space="preserve">se </w:t>
      </w:r>
      <w:r w:rsidRPr="00C627C7">
        <w:t>slova „návrh oprávněného“ nahrazují slovy „exekuční návrh, případně návrh na prohlášení vykonatelnosti nebo na uznání“.</w:t>
      </w:r>
      <w:r>
        <w:t>“.</w:t>
      </w:r>
    </w:p>
    <w:p w:rsidR="001C2068" w:rsidRPr="00C627C7" w:rsidRDefault="001C2068" w:rsidP="001C2068">
      <w:pPr>
        <w:shd w:val="clear" w:color="auto" w:fill="FFFFFF"/>
      </w:pPr>
    </w:p>
    <w:p w:rsidR="001C2068" w:rsidRPr="00C627C7" w:rsidRDefault="001C2068" w:rsidP="001C2068">
      <w:pPr>
        <w:pStyle w:val="Odstavecseseznamem"/>
        <w:numPr>
          <w:ilvl w:val="0"/>
          <w:numId w:val="5"/>
        </w:numPr>
        <w:spacing w:after="200" w:line="276" w:lineRule="auto"/>
        <w:rPr>
          <w:sz w:val="24"/>
        </w:rPr>
      </w:pPr>
      <w:r w:rsidRPr="00C627C7">
        <w:rPr>
          <w:sz w:val="24"/>
        </w:rPr>
        <w:t>V části druhé čl. III se bod 59 vypouští.</w:t>
      </w:r>
    </w:p>
    <w:p w:rsidR="001C2068" w:rsidRPr="00C627C7" w:rsidRDefault="001C2068" w:rsidP="001C2068">
      <w:pPr>
        <w:pStyle w:val="Odstavecseseznamem"/>
        <w:numPr>
          <w:ilvl w:val="0"/>
          <w:numId w:val="5"/>
        </w:numPr>
        <w:spacing w:after="200" w:line="276" w:lineRule="auto"/>
        <w:rPr>
          <w:sz w:val="24"/>
        </w:rPr>
      </w:pPr>
      <w:r w:rsidRPr="00C627C7">
        <w:rPr>
          <w:sz w:val="24"/>
        </w:rPr>
        <w:t>V části druhé čl. III se bod 68 vypouští.</w:t>
      </w:r>
    </w:p>
    <w:p w:rsidR="001C2068" w:rsidRPr="00C627C7" w:rsidRDefault="001C2068" w:rsidP="001C2068">
      <w:pPr>
        <w:pStyle w:val="Odstavecseseznamem"/>
        <w:numPr>
          <w:ilvl w:val="0"/>
          <w:numId w:val="5"/>
        </w:numPr>
        <w:spacing w:after="200" w:line="276" w:lineRule="auto"/>
        <w:rPr>
          <w:sz w:val="24"/>
        </w:rPr>
      </w:pPr>
      <w:r w:rsidRPr="00C627C7">
        <w:rPr>
          <w:sz w:val="24"/>
        </w:rPr>
        <w:t>V části druhé čl. III se bod 69 vypouští.</w:t>
      </w:r>
    </w:p>
    <w:p w:rsidR="001C2068" w:rsidRPr="00C627C7" w:rsidRDefault="001C2068" w:rsidP="001C2068">
      <w:pPr>
        <w:pStyle w:val="Odstavecseseznamem"/>
        <w:numPr>
          <w:ilvl w:val="0"/>
          <w:numId w:val="5"/>
        </w:numPr>
        <w:spacing w:after="200" w:line="276" w:lineRule="auto"/>
        <w:rPr>
          <w:sz w:val="24"/>
        </w:rPr>
      </w:pPr>
      <w:r w:rsidRPr="00C627C7">
        <w:rPr>
          <w:sz w:val="24"/>
        </w:rPr>
        <w:t>V části druhé čl. III se bod 70 vypouští.</w:t>
      </w:r>
    </w:p>
    <w:p w:rsidR="001C2068" w:rsidRPr="00C627C7" w:rsidRDefault="001C2068" w:rsidP="001C2068">
      <w:pPr>
        <w:pStyle w:val="Odstavecseseznamem"/>
        <w:numPr>
          <w:ilvl w:val="0"/>
          <w:numId w:val="5"/>
        </w:numPr>
        <w:spacing w:after="200" w:line="276" w:lineRule="auto"/>
        <w:rPr>
          <w:sz w:val="24"/>
        </w:rPr>
      </w:pPr>
      <w:r w:rsidRPr="00C627C7">
        <w:rPr>
          <w:sz w:val="24"/>
        </w:rPr>
        <w:t>V části druhé čl. III se bod 71 vypouští.</w:t>
      </w:r>
    </w:p>
    <w:p w:rsidR="001C2068" w:rsidRPr="00C627C7" w:rsidRDefault="001C2068" w:rsidP="001C2068">
      <w:pPr>
        <w:pStyle w:val="Odstavecseseznamem"/>
        <w:numPr>
          <w:ilvl w:val="0"/>
          <w:numId w:val="5"/>
        </w:numPr>
        <w:spacing w:after="200" w:line="276" w:lineRule="auto"/>
        <w:rPr>
          <w:sz w:val="24"/>
          <w:u w:val="single"/>
        </w:rPr>
      </w:pPr>
      <w:r w:rsidRPr="00C627C7">
        <w:rPr>
          <w:sz w:val="24"/>
        </w:rPr>
        <w:t>V části druhé čl. III se bod 106 vypouští</w:t>
      </w:r>
    </w:p>
    <w:p w:rsidR="001C2068" w:rsidRPr="00C627C7" w:rsidRDefault="001C2068" w:rsidP="001C2068">
      <w:pPr>
        <w:pStyle w:val="Odstavecseseznamem"/>
        <w:numPr>
          <w:ilvl w:val="0"/>
          <w:numId w:val="5"/>
        </w:numPr>
        <w:spacing w:after="200" w:line="276" w:lineRule="auto"/>
        <w:rPr>
          <w:sz w:val="24"/>
        </w:rPr>
      </w:pPr>
      <w:r w:rsidRPr="00C627C7">
        <w:rPr>
          <w:sz w:val="24"/>
        </w:rPr>
        <w:t>V části druhé čl. III se bod 152 vypouští.</w:t>
      </w:r>
    </w:p>
    <w:p w:rsidR="001C2068" w:rsidRPr="00C627C7" w:rsidRDefault="001C2068" w:rsidP="001C2068">
      <w:pPr>
        <w:pStyle w:val="Odstavecseseznamem"/>
        <w:numPr>
          <w:ilvl w:val="0"/>
          <w:numId w:val="5"/>
        </w:numPr>
        <w:spacing w:after="200" w:line="276" w:lineRule="auto"/>
        <w:rPr>
          <w:sz w:val="24"/>
        </w:rPr>
      </w:pPr>
      <w:r w:rsidRPr="00C627C7">
        <w:rPr>
          <w:sz w:val="24"/>
        </w:rPr>
        <w:t>V části druhé čl. III se bod 153 vypouští.</w:t>
      </w:r>
    </w:p>
    <w:p w:rsidR="001C2068" w:rsidRPr="00C627C7" w:rsidRDefault="001C2068" w:rsidP="001C2068">
      <w:pPr>
        <w:pStyle w:val="Odstavecseseznamem"/>
        <w:ind w:left="360"/>
        <w:rPr>
          <w:sz w:val="24"/>
          <w:u w:val="single"/>
        </w:rPr>
      </w:pPr>
    </w:p>
    <w:p w:rsidR="001C2068" w:rsidRPr="00C627C7" w:rsidRDefault="001C2068" w:rsidP="001C2068">
      <w:pPr>
        <w:pStyle w:val="Odstavecseseznamem"/>
        <w:ind w:left="360"/>
        <w:rPr>
          <w:sz w:val="24"/>
        </w:rPr>
      </w:pPr>
    </w:p>
    <w:p w:rsidR="001C2068" w:rsidRPr="00C627C7" w:rsidRDefault="001C2068" w:rsidP="001C2068">
      <w:pPr>
        <w:jc w:val="center"/>
      </w:pPr>
      <w:r>
        <w:t>K Části druhé, č</w:t>
      </w:r>
      <w:r w:rsidRPr="00C627C7">
        <w:t>l. IV</w:t>
      </w:r>
    </w:p>
    <w:p w:rsidR="001C2068" w:rsidRDefault="001C2068" w:rsidP="001C2068">
      <w:pPr>
        <w:jc w:val="center"/>
        <w:rPr>
          <w:b/>
        </w:rPr>
      </w:pPr>
      <w:r w:rsidRPr="00C627C7">
        <w:rPr>
          <w:b/>
        </w:rPr>
        <w:t>Přechodná ustanovení</w:t>
      </w:r>
    </w:p>
    <w:p w:rsidR="001C2068" w:rsidRPr="00C627C7" w:rsidRDefault="001C2068" w:rsidP="001C2068">
      <w:pPr>
        <w:jc w:val="center"/>
        <w:rPr>
          <w:b/>
        </w:rPr>
      </w:pPr>
    </w:p>
    <w:p w:rsidR="001C2068" w:rsidRPr="00C627C7" w:rsidRDefault="001C2068" w:rsidP="001C2068">
      <w:pPr>
        <w:pStyle w:val="Odstavecseseznamem"/>
        <w:numPr>
          <w:ilvl w:val="0"/>
          <w:numId w:val="6"/>
        </w:numPr>
        <w:spacing w:after="200" w:line="276" w:lineRule="auto"/>
        <w:rPr>
          <w:sz w:val="24"/>
        </w:rPr>
      </w:pPr>
      <w:r w:rsidRPr="00C627C7">
        <w:rPr>
          <w:sz w:val="24"/>
        </w:rPr>
        <w:t>V části druhé čl. IV se body 2,3,4,5,6 vypouští.</w:t>
      </w:r>
    </w:p>
    <w:p w:rsidR="001C2068" w:rsidRPr="00C627C7" w:rsidRDefault="001C2068" w:rsidP="001C2068">
      <w:pPr>
        <w:pStyle w:val="Odstavecseseznamem"/>
        <w:numPr>
          <w:ilvl w:val="0"/>
          <w:numId w:val="6"/>
        </w:numPr>
        <w:spacing w:after="200" w:line="276" w:lineRule="auto"/>
        <w:rPr>
          <w:sz w:val="24"/>
        </w:rPr>
      </w:pPr>
      <w:r w:rsidRPr="00C627C7">
        <w:rPr>
          <w:sz w:val="24"/>
        </w:rPr>
        <w:t xml:space="preserve">V části druhé čl. IV se dosavadní body 7, 8, 9 a 10 </w:t>
      </w:r>
      <w:r>
        <w:rPr>
          <w:sz w:val="24"/>
        </w:rPr>
        <w:t>označují jako</w:t>
      </w:r>
      <w:r w:rsidRPr="00C627C7">
        <w:rPr>
          <w:sz w:val="24"/>
        </w:rPr>
        <w:t xml:space="preserve"> bod</w:t>
      </w:r>
      <w:r>
        <w:rPr>
          <w:sz w:val="24"/>
        </w:rPr>
        <w:t>y</w:t>
      </w:r>
      <w:r w:rsidRPr="00C627C7">
        <w:rPr>
          <w:sz w:val="24"/>
        </w:rPr>
        <w:t xml:space="preserve"> 2,3,4 a 5.</w:t>
      </w:r>
    </w:p>
    <w:p w:rsidR="001C2068" w:rsidRPr="00C627C7" w:rsidRDefault="001C2068" w:rsidP="001C2068">
      <w:pPr>
        <w:pStyle w:val="Odstavecseseznamem"/>
        <w:numPr>
          <w:ilvl w:val="0"/>
          <w:numId w:val="6"/>
        </w:numPr>
        <w:spacing w:after="200" w:line="276" w:lineRule="auto"/>
        <w:rPr>
          <w:sz w:val="24"/>
        </w:rPr>
      </w:pPr>
      <w:r w:rsidRPr="00C627C7">
        <w:rPr>
          <w:sz w:val="24"/>
        </w:rPr>
        <w:t xml:space="preserve">V části druhé čl. IV se bod 11 </w:t>
      </w:r>
      <w:r>
        <w:rPr>
          <w:sz w:val="24"/>
        </w:rPr>
        <w:t>označuje jako</w:t>
      </w:r>
      <w:r w:rsidRPr="00C627C7">
        <w:rPr>
          <w:sz w:val="24"/>
        </w:rPr>
        <w:t xml:space="preserve"> bod 6 a zní:</w:t>
      </w:r>
    </w:p>
    <w:p w:rsidR="001C2068" w:rsidRPr="00C627C7" w:rsidRDefault="001C2068" w:rsidP="001C2068">
      <w:pPr>
        <w:ind w:left="928"/>
        <w:jc w:val="both"/>
      </w:pPr>
      <w:r>
        <w:t>„</w:t>
      </w:r>
      <w:r w:rsidRPr="00C627C7">
        <w:t>6.</w:t>
      </w:r>
      <w:r>
        <w:t xml:space="preserve"> </w:t>
      </w:r>
      <w:r w:rsidRPr="00C627C7">
        <w:t>V exekučních řízeních zahájených přede dnem nabytí účinnosti tohoto zákona se použijí § 33 odst. 4 a 5, § 34 odst. 3, 4 a 7, § 39 odst. 3, § 54, § 65a, § 66 odst. 3 a 7, § 70 odst. 4 zákona č. 120/2001 Sb., ve znění účinném ode dne nabytí účinnosti tohoto zákona.</w:t>
      </w:r>
      <w:r>
        <w:t>“.“.</w:t>
      </w:r>
    </w:p>
    <w:p w:rsidR="001C2068" w:rsidRDefault="001C2068" w:rsidP="001C2068"/>
    <w:p w:rsidR="001C2068" w:rsidRPr="00C627C7" w:rsidRDefault="001C2068" w:rsidP="001C2068">
      <w:r>
        <w:t>Následující body se přeznačí</w:t>
      </w:r>
      <w:r w:rsidRPr="00C627C7">
        <w:t xml:space="preserve">. </w:t>
      </w:r>
    </w:p>
    <w:p w:rsidR="001C2068" w:rsidRPr="00C627C7" w:rsidRDefault="001C2068" w:rsidP="001C2068">
      <w:pPr>
        <w:spacing w:before="120" w:after="120" w:line="360" w:lineRule="auto"/>
      </w:pPr>
    </w:p>
    <w:p w:rsidR="001C2068" w:rsidRPr="007962F2" w:rsidRDefault="00641CA0" w:rsidP="001C2068">
      <w:pPr>
        <w:rPr>
          <w:b/>
          <w:u w:val="single"/>
        </w:rPr>
      </w:pPr>
      <w:proofErr w:type="gramStart"/>
      <w:r w:rsidRPr="007962F2">
        <w:rPr>
          <w:b/>
          <w:u w:val="single"/>
        </w:rPr>
        <w:t>A.</w:t>
      </w:r>
      <w:r w:rsidR="001C2068" w:rsidRPr="007962F2">
        <w:rPr>
          <w:b/>
          <w:u w:val="single"/>
        </w:rPr>
        <w:t>IV</w:t>
      </w:r>
      <w:proofErr w:type="gramEnd"/>
      <w:r w:rsidR="001C2068" w:rsidRPr="007962F2">
        <w:rPr>
          <w:b/>
          <w:u w:val="single"/>
        </w:rPr>
        <w:t>. právní úprava „chráněného účtu“</w:t>
      </w:r>
    </w:p>
    <w:p w:rsidR="001C2068" w:rsidRDefault="001C2068" w:rsidP="001C2068"/>
    <w:p w:rsidR="001C2068" w:rsidRDefault="001C2068" w:rsidP="001C2068">
      <w:pPr>
        <w:jc w:val="both"/>
        <w:rPr>
          <w:rFonts w:eastAsia="Calibri"/>
        </w:rPr>
      </w:pPr>
      <w:r w:rsidRPr="00717522">
        <w:rPr>
          <w:rFonts w:eastAsia="Calibri"/>
          <w:b/>
        </w:rPr>
        <w:t>1.</w:t>
      </w:r>
      <w:r>
        <w:rPr>
          <w:rFonts w:eastAsia="Calibri"/>
        </w:rPr>
        <w:t xml:space="preserve"> V části první čl. I se za novelizační bod 25 vkládají nové novelizační body 26 až 30, které znějí:</w:t>
      </w:r>
    </w:p>
    <w:p w:rsidR="001C2068" w:rsidRDefault="001C2068" w:rsidP="001C2068">
      <w:pPr>
        <w:jc w:val="both"/>
        <w:rPr>
          <w:rFonts w:eastAsia="Calibri"/>
        </w:rPr>
      </w:pPr>
    </w:p>
    <w:p w:rsidR="001C2068" w:rsidRDefault="001C2068" w:rsidP="001C2068">
      <w:pPr>
        <w:jc w:val="both"/>
        <w:rPr>
          <w:rFonts w:eastAsia="Calibri"/>
        </w:rPr>
      </w:pPr>
      <w:r>
        <w:rPr>
          <w:rFonts w:eastAsia="Calibri"/>
        </w:rPr>
        <w:t>„26. § 304b zní:</w:t>
      </w:r>
    </w:p>
    <w:p w:rsidR="001C2068" w:rsidRDefault="001C2068" w:rsidP="001C2068">
      <w:pPr>
        <w:jc w:val="both"/>
        <w:rPr>
          <w:rFonts w:eastAsia="Calibri"/>
        </w:rPr>
      </w:pPr>
    </w:p>
    <w:p w:rsidR="001C2068" w:rsidRDefault="001C2068" w:rsidP="001C2068">
      <w:pPr>
        <w:jc w:val="center"/>
        <w:rPr>
          <w:rFonts w:eastAsia="Calibri"/>
          <w:sz w:val="20"/>
          <w:szCs w:val="20"/>
        </w:rPr>
      </w:pPr>
      <w:r>
        <w:rPr>
          <w:rFonts w:eastAsia="Calibri"/>
        </w:rPr>
        <w:t>„§ 304b</w:t>
      </w:r>
    </w:p>
    <w:p w:rsidR="001C2068" w:rsidRDefault="001C2068" w:rsidP="001C2068">
      <w:pPr>
        <w:jc w:val="both"/>
        <w:rPr>
          <w:rFonts w:eastAsia="Calibri"/>
        </w:rPr>
      </w:pPr>
    </w:p>
    <w:p w:rsidR="001C2068" w:rsidRDefault="001C2068" w:rsidP="001C2068">
      <w:pPr>
        <w:jc w:val="both"/>
      </w:pPr>
      <w:r>
        <w:tab/>
        <w:t xml:space="preserve">(1) Je-li povinný fyzickou osobou, zákazy uvedené v § 304 odst. 1 a 3 ani postup podle § 307 odst. 2 a odst. 3 věty první se nevztahují na peněžní prostředky do výše dvojnásobku životního </w:t>
      </w:r>
      <w:r>
        <w:lastRenderedPageBreak/>
        <w:t xml:space="preserve">minima jednotlivce podle právního předpisu upravujícího výši životního minima. Má-li u jednoho peněžního ústavu povinný více účtů, které jsou postiženy výkonem rozhodnutí přikázáním pohledávky z účtu u peněžního ústavu, použije se věta první pouze u toho z účtů, na němž je k okamžiku podání žádosti podle odstavce 2 nejvyšší zůstatek, nedohodne-li se povinný s peněžním ústavem jinak. </w:t>
      </w:r>
    </w:p>
    <w:p w:rsidR="001C2068" w:rsidRDefault="001C2068" w:rsidP="001C2068">
      <w:pPr>
        <w:jc w:val="both"/>
        <w:rPr>
          <w:rFonts w:eastAsia="Calibri"/>
        </w:rPr>
      </w:pPr>
    </w:p>
    <w:p w:rsidR="001C2068" w:rsidRDefault="001C2068" w:rsidP="001C2068">
      <w:pPr>
        <w:ind w:firstLine="708"/>
        <w:jc w:val="both"/>
        <w:rPr>
          <w:rFonts w:eastAsia="Calibri"/>
        </w:rPr>
      </w:pPr>
      <w:r>
        <w:rPr>
          <w:rFonts w:eastAsia="Calibri"/>
        </w:rPr>
        <w:t xml:space="preserve">(2) Peněžní prostředky podle odstavce 1 peněžní ústav vyplatí povinnému na jeho žádost nejvýše jednou v průběhu jednoho řízení o výkonu rozhodnutí, </w:t>
      </w:r>
      <w:r>
        <w:rPr>
          <w:bCs/>
        </w:rPr>
        <w:t>nebo, byl-li výkon rozhodnutí přikázáním pohledávky z téhož účtu nařízen k vydobytí více pohledávek, do skončení všech řízení o výkonu rozhodnutí, u nichž se alespoň částečně překrývá doba od doručení usnesení o nařízení výkonu rozhodnutí peněžnímu ústavu do skončení řízení o výkonu rozhodnutí</w:t>
      </w:r>
      <w:r>
        <w:rPr>
          <w:rFonts w:eastAsia="Calibri"/>
        </w:rPr>
        <w:t>. O tom musí být povinný při nařízení výkonu rozhodnutí poučen. Zřídí</w:t>
      </w:r>
      <w:r>
        <w:rPr>
          <w:rFonts w:eastAsia="Calibri"/>
        </w:rPr>
        <w:noBreakHyphen/>
        <w:t>li peněžní ústav účet podle § 304c odst. 1, převede následující pracovní den po jeho zřízení nevyplacené peněžní prostředky podle odstavce 1 povinnému na tento účet; § 304c odst. 3 tím není dotčen.</w:t>
      </w:r>
    </w:p>
    <w:p w:rsidR="001C2068" w:rsidRDefault="001C2068" w:rsidP="001C2068">
      <w:pPr>
        <w:jc w:val="both"/>
        <w:rPr>
          <w:rFonts w:eastAsia="Calibri"/>
        </w:rPr>
      </w:pPr>
    </w:p>
    <w:p w:rsidR="001C2068" w:rsidRDefault="001C2068" w:rsidP="001C2068">
      <w:pPr>
        <w:jc w:val="both"/>
        <w:rPr>
          <w:rFonts w:eastAsia="Calibri"/>
        </w:rPr>
      </w:pPr>
      <w:r>
        <w:rPr>
          <w:rFonts w:eastAsia="Calibri"/>
        </w:rPr>
        <w:tab/>
        <w:t>(3) Výplatu peněžních prostředků povinnému podle odstavce 1 oznámí peněžní ústav soudu, který nařídil výkon rozhodnutí.</w:t>
      </w:r>
    </w:p>
    <w:p w:rsidR="001C2068" w:rsidRDefault="001C2068" w:rsidP="001C2068">
      <w:pPr>
        <w:jc w:val="both"/>
        <w:rPr>
          <w:rFonts w:eastAsia="Calibri"/>
        </w:rPr>
      </w:pPr>
    </w:p>
    <w:p w:rsidR="001C2068" w:rsidRDefault="001C2068" w:rsidP="001C2068">
      <w:pPr>
        <w:jc w:val="both"/>
        <w:rPr>
          <w:rFonts w:eastAsia="Calibri"/>
        </w:rPr>
      </w:pPr>
      <w:r>
        <w:rPr>
          <w:rFonts w:eastAsia="Calibri"/>
        </w:rPr>
        <w:tab/>
        <w:t>(4) Je-li výkon rozhodnutí veden podle § 262a odst. 4, nevztahují se zákazy uvedené v § 304 odst. 1 a 3 ani postup podle § 307 odst. 1 a 2</w:t>
      </w:r>
      <w:r w:rsidRPr="001C2068">
        <w:rPr>
          <w:rFonts w:eastAsia="Calibri"/>
          <w:i/>
          <w:color w:val="C45911"/>
        </w:rPr>
        <w:t xml:space="preserve"> </w:t>
      </w:r>
      <w:r>
        <w:rPr>
          <w:rFonts w:eastAsia="Calibri"/>
        </w:rPr>
        <w:t>na částku ve výši poloviny peněžních prostředků, které byly na účtu v okamžiku, v němž bylo peněžnímu ústavu doručeno usnesení o nařízení výkonu rozhodnutí. Je-li částka podle věty první nižší než částka podle odstavce 1 věty první, nevztahují se zákazy uvedené v § 304 odst. 1 a 3 ani postup podle § 307 odst. 1 a 2</w:t>
      </w:r>
      <w:r w:rsidRPr="001C2068">
        <w:rPr>
          <w:rFonts w:eastAsia="Calibri"/>
          <w:i/>
          <w:color w:val="C45911"/>
        </w:rPr>
        <w:t xml:space="preserve"> </w:t>
      </w:r>
      <w:r>
        <w:rPr>
          <w:rFonts w:eastAsia="Calibri"/>
        </w:rPr>
        <w:t xml:space="preserve"> na částku ve výši podle odstavce 1 věty první. Peněžní prostředky podle věty první nebo věty druhé vyplatí peněžní ústav manželovi povinného na jeho žádost; odstavec 2 věta první se použije obdobně. O tom musí být manžel povinného při nařízení výkonu rozhodnutí poučen. </w:t>
      </w:r>
    </w:p>
    <w:p w:rsidR="001C2068" w:rsidRDefault="001C2068" w:rsidP="001C2068">
      <w:pPr>
        <w:jc w:val="both"/>
        <w:rPr>
          <w:rFonts w:eastAsia="Calibri"/>
        </w:rPr>
      </w:pPr>
    </w:p>
    <w:p w:rsidR="001C2068" w:rsidRDefault="001C2068" w:rsidP="001C2068">
      <w:pPr>
        <w:ind w:firstLine="708"/>
        <w:jc w:val="both"/>
        <w:rPr>
          <w:i/>
        </w:rPr>
      </w:pPr>
      <w:r>
        <w:rPr>
          <w:rFonts w:eastAsia="Calibri"/>
        </w:rPr>
        <w:t xml:space="preserve">(5) Výše životního minima jednotlivce se určí podle právního předpisu upravujícího výši životního minima účinného k okamžiku doručení usnesení o nařízení výkonu rozhodnutí peněžnímu ústavu. </w:t>
      </w:r>
      <w:r>
        <w:rPr>
          <w:bCs/>
        </w:rPr>
        <w:t>Byl-li výkon rozhodnutí přikázáním pohledávky z téhož účtu nařízen k vydobytí více pohledávek, v případě podle odstavce 2 věty první se výše životního minima jednotlivce určí podle právního předpisu upravujícího výši životního minima účinného k okamžiku doručení prvního usnesení o nařízení výkonu rozhodnutí peněžnímu ústavu.“.</w:t>
      </w:r>
    </w:p>
    <w:p w:rsidR="001C2068" w:rsidRDefault="001C2068" w:rsidP="001C2068">
      <w:pPr>
        <w:jc w:val="both"/>
        <w:rPr>
          <w:rFonts w:eastAsia="Calibri"/>
        </w:rPr>
      </w:pPr>
    </w:p>
    <w:p w:rsidR="001C2068" w:rsidRDefault="001C2068" w:rsidP="001C2068">
      <w:pPr>
        <w:jc w:val="both"/>
        <w:rPr>
          <w:rFonts w:eastAsia="Calibri"/>
        </w:rPr>
      </w:pPr>
      <w:r>
        <w:rPr>
          <w:rFonts w:eastAsia="Calibri"/>
        </w:rPr>
        <w:t>Poznámka pod čarou č. 80c se zrušuje.</w:t>
      </w:r>
    </w:p>
    <w:p w:rsidR="001C2068" w:rsidRDefault="001C2068" w:rsidP="001C2068">
      <w:pPr>
        <w:jc w:val="both"/>
        <w:rPr>
          <w:rFonts w:eastAsia="Calibri"/>
        </w:rPr>
      </w:pPr>
    </w:p>
    <w:p w:rsidR="001C2068" w:rsidRDefault="001C2068" w:rsidP="001C2068">
      <w:pPr>
        <w:jc w:val="both"/>
        <w:rPr>
          <w:rFonts w:eastAsia="Calibri"/>
        </w:rPr>
      </w:pPr>
      <w:r>
        <w:rPr>
          <w:rFonts w:eastAsia="Calibri"/>
        </w:rPr>
        <w:t>27. Za § 304b se vkládají nové § 304c až 304e, které znějí:</w:t>
      </w:r>
    </w:p>
    <w:p w:rsidR="001C2068" w:rsidRDefault="001C2068" w:rsidP="001C2068">
      <w:pPr>
        <w:jc w:val="both"/>
        <w:rPr>
          <w:rFonts w:eastAsia="Calibri"/>
        </w:rPr>
      </w:pPr>
    </w:p>
    <w:p w:rsidR="001C2068" w:rsidRDefault="001C2068" w:rsidP="001C2068">
      <w:pPr>
        <w:jc w:val="center"/>
        <w:rPr>
          <w:rFonts w:eastAsia="Calibri"/>
          <w:sz w:val="20"/>
          <w:szCs w:val="20"/>
        </w:rPr>
      </w:pPr>
      <w:r>
        <w:rPr>
          <w:rFonts w:eastAsia="Calibri"/>
        </w:rPr>
        <w:t>„§ 304c</w:t>
      </w:r>
    </w:p>
    <w:p w:rsidR="001C2068" w:rsidRDefault="001C2068" w:rsidP="001C2068">
      <w:pPr>
        <w:jc w:val="both"/>
        <w:rPr>
          <w:rFonts w:eastAsia="Calibri"/>
        </w:rPr>
      </w:pPr>
    </w:p>
    <w:p w:rsidR="001C2068" w:rsidRDefault="001C2068" w:rsidP="001C2068">
      <w:pPr>
        <w:jc w:val="both"/>
        <w:rPr>
          <w:rFonts w:eastAsia="Calibri"/>
        </w:rPr>
      </w:pPr>
      <w:r>
        <w:rPr>
          <w:rFonts w:eastAsia="Calibri"/>
        </w:rPr>
        <w:tab/>
        <w:t xml:space="preserve">(1) Peněžní ústav, kterému soud doručil usnesení o nařízení výkonu rozhodnutí přikázáním pohledávky z účtu povinného, který je fyzickou osobou, je povinen poté, co mu bylo doručeno oznámení podle § 304d odst. 3, s povinným na jeho žádost uzavřít smlouvu o platebním účtu vedeném za podmínek podle odstavců 2 až 6, § 304d odst. 4 a § 304e odst. 1 a 2 (dále jen „chráněný účet“) a chráněný účet bez zbytečného odkladu po uzavření smlouvy zřídit a označit jedinečným způsobem tak, aby bylo zřejmé, že jde o chráněný účet. </w:t>
      </w:r>
      <w:r>
        <w:t>Peněžní ústav nemá ze smlouvy o účtu od povinného právo na úplatu. Jinak peněžní ústav vede chráněný účet za podmínek,</w:t>
      </w:r>
      <w:r>
        <w:rPr>
          <w:rFonts w:eastAsia="Calibri"/>
        </w:rPr>
        <w:t xml:space="preserve"> jimiž se řídí účet, na který je veden výkon rozhodnutí proti povinnému</w:t>
      </w:r>
      <w:r>
        <w:t xml:space="preserve">. </w:t>
      </w:r>
      <w:r>
        <w:rPr>
          <w:rFonts w:eastAsia="Calibri"/>
        </w:rPr>
        <w:t>Zřízení chráněného účtu oznámí peněžní ústav všem soudům, které nařídily výkon rozhodnutí přikázáním pohledávky z účtu vedeného v okamžiku zřízení chráněného účtu u téhož peněžního ústavu, ze kterého jsou na chráněný účet převáděny peněžní prostředky.</w:t>
      </w:r>
    </w:p>
    <w:p w:rsidR="001C2068" w:rsidRPr="001C2068" w:rsidRDefault="001C2068" w:rsidP="001C2068">
      <w:pPr>
        <w:jc w:val="both"/>
        <w:rPr>
          <w:rFonts w:eastAsia="Calibri"/>
          <w:color w:val="C45911"/>
        </w:rPr>
      </w:pPr>
    </w:p>
    <w:p w:rsidR="001C2068" w:rsidRDefault="001C2068" w:rsidP="001C2068">
      <w:pPr>
        <w:jc w:val="both"/>
        <w:rPr>
          <w:rFonts w:eastAsia="Calibri"/>
        </w:rPr>
      </w:pPr>
      <w:r>
        <w:rPr>
          <w:rFonts w:eastAsia="Calibri"/>
        </w:rPr>
        <w:lastRenderedPageBreak/>
        <w:tab/>
        <w:t>(2) Ohledně pohledávky povinného z chráněného účtu výkon rozhodnutí přikázáním pohledávky z účtu u peněžního ústavu nelze nařídit. Na peněžní prostředky připsané od zřízení chráněného účtu do dne, kdy nastaly skutečnosti podle § 304e odst. 2 věty první nebo druhé, na účet, na který je veden výkon rozhodnutí proti povinnému, z účtu uvedeného v oznámení podle § 304d odst. 3, se nařízení výkonu rozhodnutí nevztahuje.</w:t>
      </w:r>
    </w:p>
    <w:p w:rsidR="001C2068" w:rsidRDefault="001C2068" w:rsidP="001C2068">
      <w:pPr>
        <w:jc w:val="both"/>
        <w:rPr>
          <w:rFonts w:eastAsia="Calibri"/>
        </w:rPr>
      </w:pPr>
    </w:p>
    <w:p w:rsidR="001C2068" w:rsidRDefault="001C2068" w:rsidP="001C2068">
      <w:pPr>
        <w:ind w:firstLine="708"/>
        <w:jc w:val="both"/>
        <w:rPr>
          <w:rFonts w:eastAsia="Calibri"/>
        </w:rPr>
      </w:pPr>
      <w:r>
        <w:rPr>
          <w:rFonts w:eastAsia="Calibri"/>
        </w:rPr>
        <w:t>(3) Peněžní ústav, který vede chráněný účet, převede na chráněný účet peněžní prostředky, které byly po zřízení chráněného účtu připsány na účet, na který je veden výkon rozhodnutí proti povinnému, z účtu dlužníka povinného, plátce mzdy nebo plátce jiného příjmu uvedeného v oznámení podle § 304d odst. 3, do konce pracovního dne, v němž byly připsány na účet povinného, na který je veden výkon rozhodnutí proti povinnému.</w:t>
      </w:r>
    </w:p>
    <w:p w:rsidR="001C2068" w:rsidRDefault="001C2068" w:rsidP="001C2068">
      <w:pPr>
        <w:jc w:val="both"/>
        <w:rPr>
          <w:rFonts w:eastAsia="Calibri"/>
          <w:color w:val="538135"/>
        </w:rPr>
      </w:pPr>
    </w:p>
    <w:p w:rsidR="001C2068" w:rsidRDefault="001C2068" w:rsidP="001C2068">
      <w:pPr>
        <w:jc w:val="both"/>
        <w:rPr>
          <w:rFonts w:eastAsia="Calibri"/>
          <w:color w:val="C45911"/>
          <w:sz w:val="20"/>
          <w:szCs w:val="20"/>
        </w:rPr>
      </w:pPr>
      <w:r>
        <w:rPr>
          <w:rFonts w:eastAsia="Calibri"/>
        </w:rPr>
        <w:tab/>
        <w:t>(4) Je-li u peněžního ústavu veden výkon rozhodnutí na více účtů povinného, určí povinný v žádosti podle odstavce 1 účet, ze kterého budou ve prospěch chráněného účtu převáděny peněžní prostředky. Byl-li účet, ze kterého jsou převáděny peněžní prostředky na chráněný účet, zrušen,</w:t>
      </w:r>
      <w:r>
        <w:rPr>
          <w:rFonts w:eastAsia="Calibri"/>
          <w:bCs/>
        </w:rPr>
        <w:t xml:space="preserve"> nebo na něj přestal být veden výkon rozhodnutí</w:t>
      </w:r>
      <w:r>
        <w:rPr>
          <w:rFonts w:eastAsia="Calibri"/>
        </w:rPr>
        <w:t>, určí povinný na výzvu peněžního ústavu do 14 dnů od doručení této výzvy další účet vedený u téhož peněžního ústavu, na který je proti němu veden výkon rozhodnutí, z nějž budou převáděny peněžní prostředky na chráněný účet; číslo dalšího účtu sdělí povinný soudu, který ho bez zbytečného odkladu sdělí dlužníku povinného, plátci mzdy nebo plátci jiného příjmu podle § 304d odst. 1. Dlužník povinného, plátce mzdy nebo plátce jiného příjmu podle § 304d odst. 1 vyplácí peněžní prostředky podle § 304d odst. 2 na číslo účtu podle sdělení soudu podle věty druhé ode dne následujícího po dni, kdy mu bylo sdělení soudu doručeno. Číslo účtu určeného podle věty druhé oznámí peněžní ústav všem soudům, které nařídily výkon rozhodnutí přikázáním pohledávky z určeného účtu ke dni určení účtu.</w:t>
      </w:r>
    </w:p>
    <w:p w:rsidR="001C2068" w:rsidRDefault="001C2068" w:rsidP="001C2068">
      <w:pPr>
        <w:jc w:val="both"/>
        <w:rPr>
          <w:rFonts w:eastAsia="Calibri"/>
        </w:rPr>
      </w:pPr>
    </w:p>
    <w:p w:rsidR="001C2068" w:rsidRDefault="001C2068" w:rsidP="001C2068">
      <w:pPr>
        <w:jc w:val="both"/>
        <w:rPr>
          <w:rFonts w:eastAsia="Calibri"/>
        </w:rPr>
      </w:pPr>
      <w:r>
        <w:rPr>
          <w:rFonts w:eastAsia="Calibri"/>
        </w:rPr>
        <w:tab/>
        <w:t>(5) Peněžní ústav připíše na chráněný účet pouze peněžní prostředky připsané podle odstavce 3 a peněžní prostředky, na něž povinnému vznikne vůči peněžnímu ústavu nárok v souvislosti s chráněným účtem. Peněžní ústav nemůže svoji pohledávku s výjimkou pohledávek vzniklých v souvislosti s chráněným účtem započíst proti pohledávce povinného z chráněného účtu.</w:t>
      </w:r>
    </w:p>
    <w:p w:rsidR="001C2068" w:rsidRDefault="001C2068" w:rsidP="001C2068">
      <w:pPr>
        <w:contextualSpacing/>
        <w:jc w:val="both"/>
        <w:rPr>
          <w:rFonts w:eastAsia="Calibri"/>
        </w:rPr>
      </w:pPr>
    </w:p>
    <w:p w:rsidR="001C2068" w:rsidRDefault="001C2068" w:rsidP="001C2068">
      <w:pPr>
        <w:ind w:firstLine="708"/>
        <w:contextualSpacing/>
        <w:jc w:val="both"/>
        <w:rPr>
          <w:rFonts w:eastAsia="Calibri"/>
        </w:rPr>
      </w:pPr>
      <w:r>
        <w:rPr>
          <w:rFonts w:eastAsia="Calibri"/>
        </w:rPr>
        <w:t>(6) Peněžní ústav nemusí smlouvu o chráněném účtu uzavřít, může závazek z této smlouvy vypovědět nebo od této smlouvy odstoupit, jestliže by uzavřením smlouvy porušil ustanovení zákona upravujícího opatření proti legalizaci výnosů z trestné činnosti a financování terorismu nebo jiného právního předpisu.</w:t>
      </w:r>
    </w:p>
    <w:p w:rsidR="001C2068" w:rsidRDefault="001C2068" w:rsidP="001C2068">
      <w:pPr>
        <w:contextualSpacing/>
        <w:jc w:val="both"/>
        <w:rPr>
          <w:rFonts w:eastAsia="Calibri"/>
        </w:rPr>
      </w:pPr>
    </w:p>
    <w:p w:rsidR="001C2068" w:rsidRDefault="001C2068" w:rsidP="001C2068">
      <w:pPr>
        <w:contextualSpacing/>
        <w:jc w:val="center"/>
        <w:rPr>
          <w:rFonts w:eastAsia="Calibri"/>
        </w:rPr>
      </w:pPr>
      <w:r>
        <w:rPr>
          <w:rFonts w:eastAsia="Calibri"/>
        </w:rPr>
        <w:t>§ 304d</w:t>
      </w:r>
    </w:p>
    <w:p w:rsidR="001C2068" w:rsidRDefault="001C2068" w:rsidP="001C2068">
      <w:pPr>
        <w:contextualSpacing/>
        <w:jc w:val="center"/>
        <w:rPr>
          <w:rFonts w:ascii="Calibri" w:eastAsia="Calibri" w:hAnsi="Calibri" w:cs="Calibri"/>
        </w:rPr>
      </w:pPr>
    </w:p>
    <w:p w:rsidR="001C2068" w:rsidRDefault="001C2068" w:rsidP="001C2068">
      <w:pPr>
        <w:ind w:firstLine="709"/>
        <w:jc w:val="both"/>
        <w:rPr>
          <w:rFonts w:eastAsia="Calibri"/>
        </w:rPr>
      </w:pPr>
      <w:r>
        <w:rPr>
          <w:rFonts w:eastAsia="Calibri"/>
        </w:rPr>
        <w:t>(1) Dlužník povinného z pohledávek podle § 317 odst. 1 až 3, § 318 nebo 319, plátce mzdy nebo plátce jiného příjmu podle § 299 na písemnou žádost vystaví soudu nebo povinnému bez zbytečného odkladu potvrzení o čísle účtu, z nějž jsou tyto pohledávky, mzda nebo jiné příjmy vypláceny. V potvrzení se dále uvede označení dlužníka povinného, plátce mzdy nebo plátce jiného příjmu, označení povinného, číslo účtu povinného, na který jsou tyto pohledávky nebo příjmy vypláceny, a datum vystavení potvrzení. Dlužník povinného, plátce mzdy nebo plátce jiného příjmu vystaví potvrzení na formuláři, jehož vzor zveřejní ministerstvo způsobem umožňujícím dálkový přístup. Soud požádá dlužníka povinného, plátce mzdy nebo plátce jiného příjmu o vystavení potvrzení na žádost povinného.</w:t>
      </w:r>
    </w:p>
    <w:p w:rsidR="001C2068" w:rsidRPr="001C2068" w:rsidRDefault="001C2068" w:rsidP="001C2068">
      <w:pPr>
        <w:jc w:val="both"/>
        <w:rPr>
          <w:rFonts w:eastAsia="Calibri"/>
          <w:color w:val="C45911"/>
        </w:rPr>
      </w:pPr>
    </w:p>
    <w:p w:rsidR="001C2068" w:rsidRDefault="001C2068" w:rsidP="001C2068">
      <w:pPr>
        <w:ind w:firstLine="709"/>
        <w:jc w:val="both"/>
        <w:rPr>
          <w:rFonts w:eastAsia="Calibri"/>
        </w:rPr>
      </w:pPr>
      <w:r>
        <w:rPr>
          <w:rFonts w:eastAsia="Calibri"/>
        </w:rPr>
        <w:t>(2) Dlužník povinného, plátce mzdy nebo plátce jiného příjmu podle odstavce 1 vyplácí ode dne vystavení potvrzení podle odstavce 1 povinnému do dne, kdy mu bylo doručeno potvrzení podle § 304e odst. 2 věty poslední, z účtu, jehož číslo bylo uvedeno v potvrzení, na účet povinného, jehož číslo je uvedeno v potvrzení, pouze pohledávky, mzdu nebo jiné příjmy podle odstavce 1. O tom musí být na formuláři podle odstavce 1 poučen.</w:t>
      </w:r>
    </w:p>
    <w:p w:rsidR="001C2068" w:rsidRPr="001C2068" w:rsidRDefault="001C2068" w:rsidP="001C2068">
      <w:pPr>
        <w:jc w:val="both"/>
        <w:rPr>
          <w:rFonts w:eastAsia="Calibri"/>
          <w:color w:val="C45911"/>
        </w:rPr>
      </w:pPr>
    </w:p>
    <w:p w:rsidR="001C2068" w:rsidRDefault="001C2068" w:rsidP="001C2068">
      <w:pPr>
        <w:jc w:val="both"/>
        <w:rPr>
          <w:rFonts w:eastAsia="Calibri"/>
        </w:rPr>
      </w:pPr>
      <w:r>
        <w:rPr>
          <w:rFonts w:eastAsia="Calibri"/>
        </w:rPr>
        <w:tab/>
        <w:t xml:space="preserve">(3) Soud oznámí na žádost povinného bez zbytečného odkladu peněžnímu ústavu číslo účtu, z něhož jsou pohledávky nebo příjmy podle odstavce 1 vypláceny, a číslo účtu povinného u tohoto peněžního ústavu, na který je veden výkon rozhodnutí proti povinnému a na který mají být pohledávky nebo příjmy podle odstavce 1 připisovány. Kopii oznámení zašle soud dlužníkovi povinného, plátci mzdy nebo plátci jiného příjmu podle odstavce 1. Při vydání oznámení vychází soud z potvrzení podle odstavce 1. </w:t>
      </w:r>
    </w:p>
    <w:p w:rsidR="001C2068" w:rsidRPr="001C2068" w:rsidRDefault="001C2068" w:rsidP="001C2068">
      <w:pPr>
        <w:jc w:val="both"/>
        <w:rPr>
          <w:rFonts w:eastAsia="Calibri"/>
          <w:color w:val="C45911"/>
        </w:rPr>
      </w:pPr>
    </w:p>
    <w:p w:rsidR="001C2068" w:rsidRDefault="001C2068" w:rsidP="001C2068">
      <w:pPr>
        <w:ind w:firstLine="708"/>
        <w:jc w:val="both"/>
        <w:rPr>
          <w:rFonts w:eastAsia="Calibri"/>
        </w:rPr>
      </w:pPr>
      <w:r>
        <w:rPr>
          <w:rFonts w:eastAsia="Calibri"/>
        </w:rPr>
        <w:t xml:space="preserve">(4) Je-li výkon rozhodnutí přikázáním pohledávky z téhož účtu veden k vydobytí více pohledávek, vztahuje se § 304c odst. 2 až 5 na všechny výkony rozhodnutí vedené na tento účet k okamžiku doručení oznámení peněžnímu ústavu, a na další výkony rozhodnutí, bylo-li usnesení o nařízení výkonu rozhodnutí doručeno peněžnímu ústavu dříve, než nastaly skutečnosti podle § 304e odst. 2. </w:t>
      </w:r>
    </w:p>
    <w:p w:rsidR="001C2068" w:rsidRPr="001C2068" w:rsidRDefault="001C2068" w:rsidP="001C2068">
      <w:pPr>
        <w:jc w:val="both"/>
        <w:rPr>
          <w:rFonts w:eastAsia="Calibri"/>
          <w:color w:val="C45911"/>
        </w:rPr>
      </w:pPr>
    </w:p>
    <w:p w:rsidR="001C2068" w:rsidRDefault="001C2068" w:rsidP="001C2068">
      <w:pPr>
        <w:jc w:val="center"/>
        <w:rPr>
          <w:rFonts w:eastAsia="Calibri"/>
          <w:sz w:val="20"/>
          <w:szCs w:val="20"/>
        </w:rPr>
      </w:pPr>
      <w:r>
        <w:rPr>
          <w:rFonts w:eastAsia="Calibri"/>
        </w:rPr>
        <w:t>§ 304e</w:t>
      </w:r>
    </w:p>
    <w:p w:rsidR="001C2068" w:rsidRDefault="001C2068" w:rsidP="001C2068">
      <w:pPr>
        <w:jc w:val="both"/>
        <w:rPr>
          <w:rFonts w:eastAsia="Calibri"/>
        </w:rPr>
      </w:pPr>
    </w:p>
    <w:p w:rsidR="001C2068" w:rsidRDefault="001C2068" w:rsidP="001C2068">
      <w:pPr>
        <w:jc w:val="both"/>
        <w:rPr>
          <w:rFonts w:eastAsia="Calibri"/>
          <w:sz w:val="20"/>
          <w:szCs w:val="20"/>
        </w:rPr>
      </w:pPr>
      <w:r>
        <w:rPr>
          <w:rFonts w:eastAsia="Calibri"/>
        </w:rPr>
        <w:tab/>
        <w:t>(1) Povinný může mít pouze jeden chráněný účet. Vyjde-li v řízení najevo, že bylo pro povinného zřízeno více chráněných účtů, rozhodne soud, který z těchto účtů zůstane účtem chráněným. Usnesení soud doručí oprávněnému, povinnému a všem peněžním ústavům, u nichž byly zřízeny chráněné účty. Peněžním ústavům usnesení doručí do vlastních rukou. Závazek ze smlouvy o chráněném účtu zaniká dnem následujícím po dni, v němž bylo peněžnímu ústavu doručeno usnesení podle věty druhé, nejde-li o peněžní ústav, který má vést chráněný účet.</w:t>
      </w:r>
    </w:p>
    <w:p w:rsidR="001C2068" w:rsidRPr="001C2068" w:rsidRDefault="001C2068" w:rsidP="001C2068">
      <w:pPr>
        <w:jc w:val="both"/>
        <w:rPr>
          <w:rFonts w:eastAsia="Calibri"/>
          <w:color w:val="C45911"/>
        </w:rPr>
      </w:pPr>
    </w:p>
    <w:p w:rsidR="001C2068" w:rsidRDefault="001C2068" w:rsidP="001C2068">
      <w:pPr>
        <w:jc w:val="both"/>
        <w:rPr>
          <w:rFonts w:eastAsia="Calibri"/>
          <w:sz w:val="20"/>
          <w:szCs w:val="20"/>
        </w:rPr>
      </w:pPr>
      <w:r>
        <w:rPr>
          <w:rFonts w:eastAsia="Calibri"/>
        </w:rPr>
        <w:tab/>
        <w:t xml:space="preserve">(2) Nestanoví-li se dále jinak, nevztahují se na účet, který byl zřízen jako chráněný, ode dne následujícího po dni, v němž byl účet, ze kterého jsou převáděny peněžní prostředky na chráněný účet, zrušen nebo na něj přestal být veden výkon rozhodnutí, § 304c, 304d a odstavce 1 a 3; peněžní ústav a povinný se mohou dohodnout na zániku závazku ze smlouvy o chráněném účtu. </w:t>
      </w:r>
      <w:r>
        <w:rPr>
          <w:rFonts w:eastAsia="Calibri"/>
          <w:bCs/>
        </w:rPr>
        <w:t xml:space="preserve">Je-li u peněžního ústavu veden výkon rozhodnutí na více účtů povinného, věta první se použije obdobně ode dne následujícího po marném uplynutí 14denní lhůty podle § 304c odst. 4, v níž měl povinný určit další účet vedený u téhož peněžního ústavu. Peněžní ústav vydá na žádost povinnému potvrzení o tom, že se na účet, který byl zřízen jako chráněný, nevztahují § </w:t>
      </w:r>
      <w:r>
        <w:rPr>
          <w:rFonts w:eastAsia="Calibri"/>
        </w:rPr>
        <w:t xml:space="preserve">304c, 304d a odstavce 1 a 3 nebo že zanikl závazek ze smlouvy o chráněném účtu; povinný toto potvrzení zašle bez zbytečného odkladu dlužníku povinného, plátci mzdy nebo plátci jiného příjmu podle § 304d odst. 1. </w:t>
      </w:r>
    </w:p>
    <w:p w:rsidR="001C2068" w:rsidRPr="001C2068" w:rsidRDefault="001C2068" w:rsidP="001C2068">
      <w:pPr>
        <w:jc w:val="both"/>
        <w:rPr>
          <w:rFonts w:eastAsia="Calibri"/>
          <w:color w:val="C45911"/>
        </w:rPr>
      </w:pPr>
    </w:p>
    <w:p w:rsidR="001C2068" w:rsidRDefault="001C2068" w:rsidP="001C2068">
      <w:pPr>
        <w:jc w:val="both"/>
        <w:rPr>
          <w:rFonts w:eastAsia="Calibri"/>
        </w:rPr>
      </w:pPr>
      <w:r>
        <w:rPr>
          <w:rFonts w:eastAsia="Calibri"/>
        </w:rPr>
        <w:tab/>
        <w:t>(3) Poruší-li dlužník povinného, plátce mzdy nebo plátce jiného příjmu podle § 304d odst. 1 povinnost podle § 304d odst. 2, může se oprávněný domáhat, aby mu dlužník povinného, plátce mzdy nebo plátce jiného příjmu podle § 304d odst. 1 zaplatil částku, na kterou by měl právo, kdyby dlužník povinného, plátce mzdy nebo plátce jiného příjmu podle § 304d odst. 1 tuto povinnost splnil. O tom musí být dlužník povinného, plátce mzdy nebo plátce jiného příjmu podle § 304d odst. 1 na formuláři podle § 304d odst. 1 poučen.</w:t>
      </w:r>
    </w:p>
    <w:p w:rsidR="001C2068" w:rsidRPr="001C2068" w:rsidRDefault="001C2068" w:rsidP="001C2068">
      <w:pPr>
        <w:jc w:val="both"/>
        <w:rPr>
          <w:rFonts w:eastAsia="Calibri"/>
          <w:strike/>
          <w:color w:val="C45911"/>
        </w:rPr>
      </w:pPr>
    </w:p>
    <w:p w:rsidR="001C2068" w:rsidRDefault="001C2068" w:rsidP="001C2068">
      <w:pPr>
        <w:jc w:val="both"/>
        <w:rPr>
          <w:rFonts w:eastAsia="Calibri"/>
        </w:rPr>
      </w:pPr>
      <w:r>
        <w:rPr>
          <w:rFonts w:eastAsia="Calibri"/>
        </w:rPr>
        <w:tab/>
        <w:t>(4) V usnesení o nařízení výkonu rozhodnutí soud poučí povinného podle § 304c, 304d a odstavců 1 až 3.“.</w:t>
      </w:r>
    </w:p>
    <w:p w:rsidR="001C2068" w:rsidRDefault="001C2068" w:rsidP="001C2068">
      <w:pPr>
        <w:jc w:val="both"/>
        <w:rPr>
          <w:rFonts w:eastAsia="Calibri"/>
        </w:rPr>
      </w:pPr>
    </w:p>
    <w:p w:rsidR="001C2068" w:rsidRDefault="001C2068" w:rsidP="001C2068">
      <w:pPr>
        <w:jc w:val="both"/>
        <w:rPr>
          <w:rFonts w:eastAsia="Calibri"/>
        </w:rPr>
      </w:pPr>
      <w:r>
        <w:rPr>
          <w:rFonts w:eastAsia="Calibri"/>
        </w:rPr>
        <w:t>28. V § 306 odst. 1 se slovo „Nařízení“ nahrazuje slovy „Nestanoví-li tento zákon jinak, nařízení“.</w:t>
      </w:r>
    </w:p>
    <w:p w:rsidR="001C2068" w:rsidRDefault="001C2068" w:rsidP="001C2068">
      <w:pPr>
        <w:jc w:val="both"/>
        <w:rPr>
          <w:rFonts w:eastAsia="Calibri"/>
        </w:rPr>
      </w:pPr>
    </w:p>
    <w:p w:rsidR="001C2068" w:rsidRDefault="001C2068" w:rsidP="001C2068">
      <w:pPr>
        <w:jc w:val="both"/>
        <w:rPr>
          <w:rFonts w:eastAsia="Calibri"/>
        </w:rPr>
      </w:pPr>
      <w:r>
        <w:rPr>
          <w:rFonts w:eastAsia="Calibri"/>
        </w:rPr>
        <w:t>29. V § 306 se za odstavec 1 vkládá nový odstavec 2, který zní:</w:t>
      </w:r>
    </w:p>
    <w:p w:rsidR="001C2068" w:rsidRDefault="001C2068" w:rsidP="001C2068">
      <w:pPr>
        <w:jc w:val="both"/>
        <w:rPr>
          <w:rFonts w:eastAsia="Calibri"/>
        </w:rPr>
      </w:pPr>
    </w:p>
    <w:p w:rsidR="001C2068" w:rsidRDefault="001C2068" w:rsidP="001C2068">
      <w:pPr>
        <w:ind w:firstLine="708"/>
        <w:jc w:val="both"/>
        <w:rPr>
          <w:rFonts w:eastAsia="Calibri"/>
        </w:rPr>
      </w:pPr>
      <w:r>
        <w:rPr>
          <w:rFonts w:eastAsia="Calibri"/>
        </w:rPr>
        <w:t xml:space="preserve">„(2) Nařízení výkonu rozhodnutí přikázáním pohledávky z účtu manžela povinného u peněžního ústavu se vztahuje pouze na pohledávku manžela povinného z účtu ve výši, v jaké byly na účtu peněžní prostředky v okamžiku, v němž bylo peněžnímu ústavu doručeno usnesení o nařízení výkonu rozhodnutí; jinak se odstavec 1 použije obdobně. Ve výkonu rozhodnutí přikázáním </w:t>
      </w:r>
      <w:r>
        <w:rPr>
          <w:rFonts w:eastAsia="Calibri"/>
        </w:rPr>
        <w:lastRenderedPageBreak/>
        <w:t>pohledávky z účtu manžela povinného u peněžního ústavu se § 307 odst. 3 nepoužije.“.</w:t>
      </w:r>
    </w:p>
    <w:p w:rsidR="001C2068" w:rsidRDefault="001C2068" w:rsidP="001C2068">
      <w:pPr>
        <w:jc w:val="both"/>
        <w:rPr>
          <w:rFonts w:eastAsia="Calibri"/>
        </w:rPr>
      </w:pPr>
    </w:p>
    <w:p w:rsidR="001C2068" w:rsidRDefault="001C2068" w:rsidP="001C2068">
      <w:pPr>
        <w:jc w:val="both"/>
        <w:rPr>
          <w:rFonts w:eastAsia="Calibri"/>
        </w:rPr>
      </w:pPr>
      <w:r>
        <w:rPr>
          <w:rFonts w:eastAsia="Calibri"/>
        </w:rPr>
        <w:t>Dosavadní odstavec 2 se označuje jako odstavec 3.</w:t>
      </w:r>
    </w:p>
    <w:p w:rsidR="001C2068" w:rsidRDefault="001C2068" w:rsidP="001C2068">
      <w:pPr>
        <w:jc w:val="both"/>
        <w:rPr>
          <w:rFonts w:eastAsia="Calibri"/>
        </w:rPr>
      </w:pPr>
    </w:p>
    <w:p w:rsidR="001C2068" w:rsidRDefault="001C2068" w:rsidP="001C2068">
      <w:pPr>
        <w:jc w:val="both"/>
        <w:rPr>
          <w:rFonts w:eastAsia="Calibri"/>
        </w:rPr>
      </w:pPr>
      <w:r>
        <w:rPr>
          <w:rFonts w:eastAsia="Calibri"/>
        </w:rPr>
        <w:t>30. V § 307 odst. 3 větě druhé se za slovo „prostředků“ vkládají slova „nebo ohledně peněžních prostředků podle § 304b odst. 1 věty první“ a za větu druhou se vkládá věta „</w:t>
      </w:r>
      <w:r>
        <w:rPr>
          <w:bCs/>
        </w:rPr>
        <w:t xml:space="preserve">Byl-li podle § 304b odst. 2 věty první výkon rozhodnutí přikázáním pohledávky z téhož účtu nařízen k vydobytí více pohledávek, provede peněžní ústav výkon rozhodnutí ohledně peněžních prostředků </w:t>
      </w:r>
      <w:r>
        <w:rPr>
          <w:rFonts w:eastAsia="Calibri"/>
        </w:rPr>
        <w:t>podle § 304b odst. 1 věty první ve dni, který následuje po uplynutí doby podle věty druhé v posledním z těchto řízení“.“.</w:t>
      </w:r>
    </w:p>
    <w:p w:rsidR="001C2068" w:rsidRDefault="001C2068" w:rsidP="001C2068">
      <w:pPr>
        <w:jc w:val="both"/>
        <w:rPr>
          <w:rFonts w:eastAsia="Calibri"/>
        </w:rPr>
      </w:pPr>
    </w:p>
    <w:p w:rsidR="001C2068" w:rsidRDefault="001C2068" w:rsidP="001C2068">
      <w:pPr>
        <w:jc w:val="both"/>
        <w:rPr>
          <w:rFonts w:eastAsia="Calibri"/>
        </w:rPr>
      </w:pPr>
      <w:r>
        <w:rPr>
          <w:rFonts w:eastAsia="Calibri"/>
        </w:rPr>
        <w:t>Následující novelizační body se přeznačí.</w:t>
      </w:r>
    </w:p>
    <w:p w:rsidR="001C2068" w:rsidRDefault="001C2068" w:rsidP="001C2068">
      <w:pPr>
        <w:jc w:val="both"/>
        <w:rPr>
          <w:rFonts w:eastAsia="Calibri"/>
        </w:rPr>
      </w:pPr>
    </w:p>
    <w:p w:rsidR="001C2068" w:rsidRDefault="001C2068" w:rsidP="001C2068">
      <w:pPr>
        <w:jc w:val="both"/>
        <w:rPr>
          <w:rFonts w:eastAsia="Calibri"/>
        </w:rPr>
      </w:pPr>
      <w:r w:rsidRPr="00717522">
        <w:rPr>
          <w:rFonts w:eastAsia="Calibri"/>
          <w:b/>
        </w:rPr>
        <w:t>2.</w:t>
      </w:r>
      <w:r>
        <w:rPr>
          <w:rFonts w:eastAsia="Calibri"/>
        </w:rPr>
        <w:t xml:space="preserve"> V části první čl. II se na konci doplňuje nový bod 7, který zní:</w:t>
      </w:r>
    </w:p>
    <w:p w:rsidR="001C2068" w:rsidRDefault="001C2068" w:rsidP="001C2068">
      <w:pPr>
        <w:jc w:val="both"/>
        <w:rPr>
          <w:rFonts w:eastAsia="Calibri"/>
        </w:rPr>
      </w:pPr>
    </w:p>
    <w:p w:rsidR="001C2068" w:rsidRDefault="001C2068" w:rsidP="001C2068">
      <w:pPr>
        <w:jc w:val="both"/>
        <w:rPr>
          <w:rFonts w:eastAsia="Calibri"/>
        </w:rPr>
      </w:pPr>
      <w:r>
        <w:rPr>
          <w:rFonts w:eastAsia="Calibri"/>
        </w:rPr>
        <w:t>„7. V řízeních zahájených přede dnem nabytí účinnosti tohoto zákona, v nichž bylo peněžnímu ústavu doručeno usnesení o nařízení výkonu rozhodnutí přikázáním pohledávky z účtu u peněžního ústavu, se použije § 304b, 306 a § 307 odst. 3 zákona č. 99/1963 Sb., ve znění účinném přede dnem nabytí účinnosti tohoto zákona.“.</w:t>
      </w:r>
    </w:p>
    <w:p w:rsidR="001C2068" w:rsidRDefault="001C2068" w:rsidP="001C2068">
      <w:pPr>
        <w:jc w:val="both"/>
        <w:rPr>
          <w:rFonts w:eastAsia="Calibri"/>
        </w:rPr>
      </w:pPr>
    </w:p>
    <w:p w:rsidR="001C2068" w:rsidRDefault="001C2068" w:rsidP="001C2068">
      <w:pPr>
        <w:jc w:val="both"/>
        <w:rPr>
          <w:rFonts w:eastAsia="Calibri"/>
        </w:rPr>
      </w:pPr>
      <w:r w:rsidRPr="00717522">
        <w:rPr>
          <w:rFonts w:eastAsia="Calibri"/>
          <w:b/>
        </w:rPr>
        <w:t>3.</w:t>
      </w:r>
      <w:r>
        <w:rPr>
          <w:rFonts w:eastAsia="Calibri"/>
        </w:rPr>
        <w:t xml:space="preserve"> V části </w:t>
      </w:r>
      <w:proofErr w:type="gramStart"/>
      <w:r>
        <w:rPr>
          <w:rFonts w:eastAsia="Calibri"/>
        </w:rPr>
        <w:t>druhé čl.</w:t>
      </w:r>
      <w:proofErr w:type="gramEnd"/>
      <w:r>
        <w:rPr>
          <w:rFonts w:eastAsia="Calibri"/>
        </w:rPr>
        <w:t xml:space="preserve"> III </w:t>
      </w:r>
      <w:proofErr w:type="gramStart"/>
      <w:r>
        <w:rPr>
          <w:rFonts w:eastAsia="Calibri"/>
        </w:rPr>
        <w:t>se</w:t>
      </w:r>
      <w:proofErr w:type="gramEnd"/>
      <w:r>
        <w:rPr>
          <w:rFonts w:eastAsia="Calibri"/>
        </w:rPr>
        <w:t xml:space="preserve"> za bod 55 </w:t>
      </w:r>
      <w:proofErr w:type="gramStart"/>
      <w:r>
        <w:rPr>
          <w:rFonts w:eastAsia="Calibri"/>
        </w:rPr>
        <w:t>vkládá</w:t>
      </w:r>
      <w:proofErr w:type="gramEnd"/>
      <w:r>
        <w:rPr>
          <w:rFonts w:eastAsia="Calibri"/>
        </w:rPr>
        <w:t xml:space="preserve"> nový bod 56, který zní:</w:t>
      </w:r>
    </w:p>
    <w:p w:rsidR="001C2068" w:rsidRDefault="001C2068" w:rsidP="001C2068">
      <w:pPr>
        <w:jc w:val="both"/>
        <w:rPr>
          <w:rFonts w:eastAsia="Calibri"/>
        </w:rPr>
      </w:pPr>
    </w:p>
    <w:p w:rsidR="001C2068" w:rsidRDefault="001C2068" w:rsidP="001C2068">
      <w:pPr>
        <w:jc w:val="both"/>
        <w:rPr>
          <w:rFonts w:eastAsia="Calibri"/>
        </w:rPr>
      </w:pPr>
      <w:r>
        <w:rPr>
          <w:rFonts w:eastAsia="Calibri"/>
        </w:rPr>
        <w:t>„56. V § 42 se na konci odstavce 4 doplňuje věta „Exekuci přikázáním pohledávky z účtu manžela povinného u peněžního ústavu lze v jednom exekučním řízení provést nejvýše jednou.“.</w:t>
      </w:r>
    </w:p>
    <w:p w:rsidR="001C2068" w:rsidRDefault="001C2068" w:rsidP="001C2068">
      <w:pPr>
        <w:jc w:val="both"/>
        <w:rPr>
          <w:rFonts w:eastAsia="Calibri"/>
        </w:rPr>
      </w:pPr>
    </w:p>
    <w:p w:rsidR="001C2068" w:rsidRDefault="001C2068" w:rsidP="001C2068">
      <w:pPr>
        <w:jc w:val="both"/>
        <w:rPr>
          <w:rFonts w:eastAsia="Calibri"/>
        </w:rPr>
      </w:pPr>
      <w:r>
        <w:rPr>
          <w:rFonts w:eastAsia="Calibri"/>
        </w:rPr>
        <w:t>Následující body se přeznačí.</w:t>
      </w:r>
    </w:p>
    <w:p w:rsidR="001C2068" w:rsidRDefault="001C2068" w:rsidP="001C2068">
      <w:pPr>
        <w:jc w:val="both"/>
        <w:rPr>
          <w:rFonts w:eastAsia="Calibri"/>
        </w:rPr>
      </w:pPr>
    </w:p>
    <w:p w:rsidR="001C2068" w:rsidRDefault="001C2068" w:rsidP="001C2068">
      <w:pPr>
        <w:jc w:val="both"/>
        <w:rPr>
          <w:rFonts w:eastAsia="Calibri"/>
        </w:rPr>
      </w:pPr>
      <w:r w:rsidRPr="00717522">
        <w:rPr>
          <w:rFonts w:eastAsia="Calibri"/>
          <w:b/>
        </w:rPr>
        <w:t>4.</w:t>
      </w:r>
      <w:r>
        <w:rPr>
          <w:rFonts w:eastAsia="Calibri"/>
        </w:rPr>
        <w:t xml:space="preserve"> V části </w:t>
      </w:r>
      <w:proofErr w:type="gramStart"/>
      <w:r>
        <w:rPr>
          <w:rFonts w:eastAsia="Calibri"/>
        </w:rPr>
        <w:t>druhé čl. IV se</w:t>
      </w:r>
      <w:proofErr w:type="gramEnd"/>
      <w:r>
        <w:rPr>
          <w:rFonts w:eastAsia="Calibri"/>
        </w:rPr>
        <w:t xml:space="preserve"> za bod 11 </w:t>
      </w:r>
      <w:proofErr w:type="gramStart"/>
      <w:r>
        <w:rPr>
          <w:rFonts w:eastAsia="Calibri"/>
        </w:rPr>
        <w:t>vkládá</w:t>
      </w:r>
      <w:proofErr w:type="gramEnd"/>
      <w:r>
        <w:rPr>
          <w:rFonts w:eastAsia="Calibri"/>
        </w:rPr>
        <w:t xml:space="preserve"> nový bod 12, který zní:</w:t>
      </w:r>
    </w:p>
    <w:p w:rsidR="001C2068" w:rsidRDefault="001C2068" w:rsidP="001C2068">
      <w:pPr>
        <w:jc w:val="both"/>
        <w:rPr>
          <w:rFonts w:eastAsia="Calibri"/>
        </w:rPr>
      </w:pPr>
    </w:p>
    <w:p w:rsidR="001C2068" w:rsidRDefault="001C2068" w:rsidP="001C2068">
      <w:pPr>
        <w:jc w:val="both"/>
        <w:rPr>
          <w:rFonts w:eastAsia="Calibri"/>
        </w:rPr>
      </w:pPr>
      <w:r>
        <w:rPr>
          <w:rFonts w:eastAsia="Calibri"/>
        </w:rPr>
        <w:t xml:space="preserve">„12. </w:t>
      </w:r>
      <w:r>
        <w:t>V exekučním řízení zahájeném přede dnem nabytí účinnosti tohoto zákona se použije § 42 odst. 4 zákona č. 120/2001 Sb., ve znění účinném ode dne nabytí účinnosti tohoto zákona; k tomu, že přede dnem nabytí účinnosti tohoto zákona byla v tomto řízení provedena exekuce přikázáním pohledávky z účtu manžela povinného u peněžního ústavu, se nepřihlíží. Byl-li exekuční příkaz k provedení exekuce přikázáním pohledávky z účtu manžela povinného u peněžního ústavu vydán přede dnem nabytí účinnosti tohoto zákona, exekuce přikázáním pohledávky z účtu manžela povinného u peněžního ústavu se dokončí podle zákona č. 99/1963 Sb., ve znění účinném přede dnem nabytí účinnosti tohoto zákona, a zákona č. 120/2001 Sb., ve znění účinném přede dnem nabytí účinnosti tohoto zákona.“.</w:t>
      </w:r>
    </w:p>
    <w:p w:rsidR="001C2068" w:rsidRDefault="001C2068" w:rsidP="001C2068">
      <w:pPr>
        <w:jc w:val="both"/>
        <w:rPr>
          <w:rFonts w:eastAsia="Calibri"/>
        </w:rPr>
      </w:pPr>
    </w:p>
    <w:p w:rsidR="001C2068" w:rsidRDefault="001C2068" w:rsidP="001C2068">
      <w:pPr>
        <w:jc w:val="both"/>
        <w:rPr>
          <w:rFonts w:eastAsia="Calibri"/>
        </w:rPr>
      </w:pPr>
      <w:r>
        <w:rPr>
          <w:rFonts w:eastAsia="Calibri"/>
        </w:rPr>
        <w:t>Následující body se přeznačí.</w:t>
      </w:r>
    </w:p>
    <w:p w:rsidR="001C2068" w:rsidRDefault="001C2068" w:rsidP="001C2068">
      <w:pPr>
        <w:jc w:val="both"/>
        <w:rPr>
          <w:rFonts w:eastAsia="Calibri"/>
        </w:rPr>
      </w:pPr>
    </w:p>
    <w:p w:rsidR="001C2068" w:rsidRDefault="001C2068" w:rsidP="001C2068">
      <w:pPr>
        <w:jc w:val="both"/>
        <w:rPr>
          <w:rFonts w:eastAsia="Calibri"/>
        </w:rPr>
      </w:pPr>
      <w:r w:rsidRPr="00717522">
        <w:rPr>
          <w:rFonts w:eastAsia="Calibri"/>
          <w:b/>
        </w:rPr>
        <w:t>5.</w:t>
      </w:r>
      <w:r>
        <w:rPr>
          <w:rFonts w:eastAsia="Calibri"/>
        </w:rPr>
        <w:t xml:space="preserve"> Za část čtvrtou se vkládá nová část pátá, která včetně nadpisu zní:</w:t>
      </w:r>
    </w:p>
    <w:p w:rsidR="001C2068" w:rsidRDefault="001C2068" w:rsidP="001C2068">
      <w:pPr>
        <w:jc w:val="both"/>
        <w:rPr>
          <w:rFonts w:eastAsia="Calibri"/>
        </w:rPr>
      </w:pPr>
    </w:p>
    <w:p w:rsidR="001C2068" w:rsidRDefault="001C2068" w:rsidP="001C2068">
      <w:pPr>
        <w:jc w:val="center"/>
      </w:pPr>
      <w:r>
        <w:t>„ČÁST PÁTÁ</w:t>
      </w:r>
    </w:p>
    <w:p w:rsidR="001C2068" w:rsidRDefault="001C2068" w:rsidP="001C2068">
      <w:pPr>
        <w:jc w:val="center"/>
        <w:rPr>
          <w:b/>
        </w:rPr>
      </w:pPr>
      <w:r>
        <w:rPr>
          <w:b/>
        </w:rPr>
        <w:t>Změna zákona č. 119/2001 Sb.</w:t>
      </w:r>
    </w:p>
    <w:p w:rsidR="001C2068" w:rsidRDefault="001C2068" w:rsidP="001C2068"/>
    <w:p w:rsidR="001C2068" w:rsidRDefault="001C2068" w:rsidP="001C2068">
      <w:pPr>
        <w:jc w:val="center"/>
      </w:pPr>
      <w:r>
        <w:t>Čl. VIII</w:t>
      </w:r>
    </w:p>
    <w:p w:rsidR="001C2068" w:rsidRDefault="001C2068" w:rsidP="001C2068">
      <w:pPr>
        <w:jc w:val="center"/>
      </w:pPr>
    </w:p>
    <w:p w:rsidR="001C2068" w:rsidRDefault="001C2068" w:rsidP="001C2068">
      <w:pPr>
        <w:jc w:val="both"/>
      </w:pPr>
      <w:r>
        <w:rPr>
          <w:rFonts w:eastAsia="Calibri"/>
        </w:rPr>
        <w:tab/>
        <w:t>V § 8 zákona č. 119/2001 Sb., kterým se stanoví pravidla pro případy souběžně probíhajících výkonů rozhodnutí, se na konci odstavce 1 doplňuje věta „</w:t>
      </w:r>
      <w:r>
        <w:t>§ 304b odst. 2 věta první, § 304b odst. 5 věta druhá, § 304d odst. 4, § 307 odst. 3 věta třetí a § 309 odst. 3 občanského soudního řádu se použijí přiměřeně.“.</w:t>
      </w:r>
    </w:p>
    <w:p w:rsidR="001C2068" w:rsidRDefault="001C2068" w:rsidP="001C2068">
      <w:pPr>
        <w:jc w:val="both"/>
        <w:rPr>
          <w:rFonts w:eastAsia="Calibri"/>
        </w:rPr>
      </w:pPr>
    </w:p>
    <w:p w:rsidR="001C2068" w:rsidRDefault="001C2068" w:rsidP="001C2068">
      <w:pPr>
        <w:jc w:val="both"/>
        <w:rPr>
          <w:rFonts w:eastAsia="Calibri"/>
        </w:rPr>
      </w:pPr>
      <w:r>
        <w:rPr>
          <w:rFonts w:eastAsia="Calibri"/>
        </w:rPr>
        <w:t>Dosavadní část pátá se označí jako část šestá.</w:t>
      </w:r>
    </w:p>
    <w:p w:rsidR="001C2068" w:rsidRDefault="001C2068" w:rsidP="001C2068"/>
    <w:p w:rsidR="001C2068" w:rsidRDefault="001C2068" w:rsidP="001C2068"/>
    <w:p w:rsidR="001C2068" w:rsidRPr="007962F2" w:rsidRDefault="007962F2" w:rsidP="001C2068">
      <w:pPr>
        <w:rPr>
          <w:b/>
          <w:u w:val="single"/>
        </w:rPr>
      </w:pPr>
      <w:proofErr w:type="gramStart"/>
      <w:r>
        <w:rPr>
          <w:b/>
          <w:u w:val="single"/>
        </w:rPr>
        <w:t>A.</w:t>
      </w:r>
      <w:r w:rsidR="001C2068" w:rsidRPr="007962F2">
        <w:rPr>
          <w:b/>
          <w:u w:val="single"/>
        </w:rPr>
        <w:t>V. zastupování</w:t>
      </w:r>
      <w:proofErr w:type="gramEnd"/>
      <w:r w:rsidR="001C2068" w:rsidRPr="007962F2">
        <w:rPr>
          <w:b/>
          <w:u w:val="single"/>
        </w:rPr>
        <w:t xml:space="preserve"> a jmenování nového exekutora</w:t>
      </w:r>
    </w:p>
    <w:p w:rsidR="001C2068" w:rsidRPr="00181CD6" w:rsidRDefault="001C2068" w:rsidP="001C2068"/>
    <w:p w:rsidR="001C2068" w:rsidRPr="00F62FCA" w:rsidRDefault="001C2068" w:rsidP="001C2068">
      <w:pPr>
        <w:pStyle w:val="Normlnweb"/>
        <w:shd w:val="clear" w:color="auto" w:fill="FFFFFF"/>
        <w:spacing w:before="0" w:beforeAutospacing="0" w:after="0" w:afterAutospacing="0" w:line="20" w:lineRule="atLeast"/>
        <w:ind w:left="360"/>
        <w:rPr>
          <w:bCs/>
        </w:rPr>
      </w:pPr>
      <w:r w:rsidRPr="00F62FCA">
        <w:rPr>
          <w:b/>
          <w:bCs/>
        </w:rPr>
        <w:t>1.</w:t>
      </w:r>
      <w:r w:rsidRPr="00F62FCA">
        <w:rPr>
          <w:bCs/>
        </w:rPr>
        <w:t xml:space="preserve"> V části druhé čl. </w:t>
      </w:r>
      <w:proofErr w:type="gramStart"/>
      <w:r w:rsidRPr="00F62FCA">
        <w:rPr>
          <w:bCs/>
        </w:rPr>
        <w:t>III</w:t>
      </w:r>
      <w:proofErr w:type="gramEnd"/>
      <w:r w:rsidRPr="00F62FCA">
        <w:rPr>
          <w:bCs/>
        </w:rPr>
        <w:t xml:space="preserve"> dosavadní bod 11 nově zní:</w:t>
      </w:r>
      <w:r w:rsidRPr="00F62FCA">
        <w:rPr>
          <w:bCs/>
        </w:rPr>
        <w:br/>
      </w:r>
    </w:p>
    <w:p w:rsidR="001C2068" w:rsidRPr="00F62FCA" w:rsidRDefault="001C2068" w:rsidP="001C2068">
      <w:pPr>
        <w:pStyle w:val="Normlnweb"/>
        <w:shd w:val="clear" w:color="auto" w:fill="FFFFFF"/>
        <w:spacing w:beforeAutospacing="0" w:after="0" w:afterAutospacing="0" w:line="20" w:lineRule="atLeast"/>
        <w:ind w:left="284"/>
      </w:pPr>
      <w:r w:rsidRPr="00F62FCA">
        <w:t>„11. V § 15 odst</w:t>
      </w:r>
      <w:r>
        <w:t xml:space="preserve">avec 5 </w:t>
      </w:r>
      <w:r w:rsidRPr="00F62FCA">
        <w:t xml:space="preserve">zní: </w:t>
      </w:r>
    </w:p>
    <w:p w:rsidR="001C2068" w:rsidRPr="00F62FCA" w:rsidRDefault="001C2068" w:rsidP="001C2068">
      <w:pPr>
        <w:pStyle w:val="Normlnweb"/>
        <w:shd w:val="clear" w:color="auto" w:fill="FFFFFF"/>
        <w:spacing w:beforeAutospacing="0" w:after="0" w:afterAutospacing="0" w:line="20" w:lineRule="atLeast"/>
        <w:ind w:left="284"/>
      </w:pPr>
    </w:p>
    <w:p w:rsidR="001C2068" w:rsidRPr="00F62FCA" w:rsidRDefault="001C2068" w:rsidP="001C2068">
      <w:pPr>
        <w:pStyle w:val="Normlnweb"/>
        <w:shd w:val="clear" w:color="auto" w:fill="FFFFFF"/>
        <w:spacing w:beforeAutospacing="0" w:after="0" w:afterAutospacing="0" w:line="20" w:lineRule="atLeast"/>
        <w:ind w:left="284"/>
        <w:jc w:val="both"/>
        <w:rPr>
          <w:bCs/>
        </w:rPr>
      </w:pPr>
      <w:r w:rsidRPr="00F62FCA">
        <w:rPr>
          <w:bCs/>
        </w:rPr>
        <w:t xml:space="preserve">„(5) Exekutor jmenovaný do exekutorského úřadu, jehož výkon zanikl, převezme spisy tohoto exekutorského úřadu a provádí dále exekuční i další činnost. Účastníky exekučního řízení o tom informuje </w:t>
      </w:r>
      <w:r w:rsidRPr="00F62FCA">
        <w:t>nejpozději při prvním úkonu exekutora v řízení a oprávněného poučí, že může navrhnout změnu exekutora nebo požádat o změnu exekutora</w:t>
      </w:r>
      <w:r w:rsidRPr="00F62FCA">
        <w:rPr>
          <w:bCs/>
        </w:rPr>
        <w:t>. Exekutor, jemuž za</w:t>
      </w:r>
      <w:r>
        <w:rPr>
          <w:bCs/>
        </w:rPr>
        <w:t xml:space="preserve">nikl výkon exekutorského úřadu, </w:t>
      </w:r>
      <w:r w:rsidRPr="00F62FCA">
        <w:rPr>
          <w:bCs/>
        </w:rPr>
        <w:t>případně jeho zástupce, zajistí bez zbytečného odkladu předání spisů, plnění vymožených v exekuci, zajištěných věcí, exekutorských úschov a registrů, případně souvisejících dat, technických zařízení nebo nosičů dat nově jmenovanému exekutorovi a předání razítek, průkazů a pečetidel podle § 103 odst. 1; vlastnické právo exekutora, kterému zanikl výkon exekutorského úřadu, k technickým zařízením či nosičům dat tím není dotčeno. Exekutor jmenovaný do exekutorského úřadu, jehož výkon zanikl, není právním nástupcem exekutora, jemuž zanikl výkon exekutorského úřadu.“.“</w:t>
      </w:r>
    </w:p>
    <w:p w:rsidR="001C2068" w:rsidRPr="00F62FCA" w:rsidRDefault="001C2068" w:rsidP="001C2068">
      <w:pPr>
        <w:pStyle w:val="Normlnweb"/>
        <w:shd w:val="clear" w:color="auto" w:fill="FFFFFF"/>
        <w:spacing w:beforeAutospacing="0" w:after="0" w:afterAutospacing="0" w:line="20" w:lineRule="atLeast"/>
        <w:ind w:left="284"/>
        <w:jc w:val="both"/>
        <w:rPr>
          <w:bCs/>
        </w:rPr>
      </w:pPr>
    </w:p>
    <w:p w:rsidR="001C2068" w:rsidRPr="006C7893" w:rsidRDefault="001C2068" w:rsidP="001C2068">
      <w:pPr>
        <w:pStyle w:val="Normlnweb"/>
        <w:shd w:val="clear" w:color="auto" w:fill="FFFFFF"/>
        <w:spacing w:before="0" w:beforeAutospacing="0" w:after="0" w:afterAutospacing="0" w:line="20" w:lineRule="atLeast"/>
        <w:ind w:left="360"/>
        <w:rPr>
          <w:bCs/>
        </w:rPr>
      </w:pPr>
      <w:r w:rsidRPr="006C7893">
        <w:rPr>
          <w:b/>
          <w:bCs/>
        </w:rPr>
        <w:t>2.</w:t>
      </w:r>
      <w:r w:rsidRPr="006C7893">
        <w:rPr>
          <w:bCs/>
        </w:rPr>
        <w:t xml:space="preserve"> V části druhé čl. </w:t>
      </w:r>
      <w:proofErr w:type="gramStart"/>
      <w:r w:rsidRPr="006C7893">
        <w:rPr>
          <w:bCs/>
        </w:rPr>
        <w:t>III</w:t>
      </w:r>
      <w:proofErr w:type="gramEnd"/>
      <w:r w:rsidRPr="006C7893">
        <w:rPr>
          <w:bCs/>
        </w:rPr>
        <w:t xml:space="preserve"> dosavadní bod 14 nově zní:</w:t>
      </w:r>
    </w:p>
    <w:p w:rsidR="001C2068" w:rsidRPr="006C7893" w:rsidRDefault="001C2068" w:rsidP="001C2068">
      <w:pPr>
        <w:pStyle w:val="Normlnweb"/>
        <w:shd w:val="clear" w:color="auto" w:fill="FFFFFF"/>
        <w:spacing w:beforeAutospacing="0" w:after="0" w:afterAutospacing="0" w:line="20" w:lineRule="atLeast"/>
        <w:ind w:left="284"/>
        <w:rPr>
          <w:bCs/>
        </w:rPr>
      </w:pPr>
    </w:p>
    <w:p w:rsidR="001C2068" w:rsidRPr="006C7893" w:rsidRDefault="001C2068" w:rsidP="001C2068">
      <w:pPr>
        <w:ind w:firstLine="284"/>
      </w:pPr>
      <w:r w:rsidRPr="006C7893">
        <w:t xml:space="preserve">„14. V § 16 odstavec 1 zní: </w:t>
      </w:r>
    </w:p>
    <w:p w:rsidR="001C2068" w:rsidRPr="006C7893" w:rsidRDefault="001C2068" w:rsidP="001C2068"/>
    <w:p w:rsidR="001C2068" w:rsidRPr="006C7893" w:rsidRDefault="001C2068" w:rsidP="001C2068">
      <w:pPr>
        <w:pStyle w:val="Normlnweb"/>
        <w:shd w:val="clear" w:color="auto" w:fill="FFFFFF"/>
        <w:spacing w:beforeAutospacing="0" w:after="0" w:afterAutospacing="0" w:line="20" w:lineRule="atLeast"/>
        <w:ind w:left="284"/>
        <w:jc w:val="both"/>
        <w:rPr>
          <w:bCs/>
        </w:rPr>
      </w:pPr>
      <w:r w:rsidRPr="006C7893">
        <w:rPr>
          <w:bCs/>
        </w:rPr>
        <w:t xml:space="preserve">„(1) Po jmenování exekutora do exekutorského úřadu mu Komora ustanoví na jeho návrh zástupce pro případ nemoci, dovolené, pozastavení nebo zániku výkonu exekutorského </w:t>
      </w:r>
      <w:proofErr w:type="gramStart"/>
      <w:r w:rsidRPr="006C7893">
        <w:rPr>
          <w:bCs/>
        </w:rPr>
        <w:t>úřadu a nebo z jiných</w:t>
      </w:r>
      <w:proofErr w:type="gramEnd"/>
      <w:r w:rsidRPr="006C7893">
        <w:rPr>
          <w:bCs/>
        </w:rPr>
        <w:t xml:space="preserve"> vážných důvodů, pro které nemůže vykonávat svůj úřad po dobu delší než 1 měsíc. Nenavrhne-li exekutor svého zástupce do 1 měsíce od svého jmenování, ustanoví mu zástupce Komora. Zastupovaný exekutor a zástupce si dohodnou podíl zástupce na odměně zastupovaného exekutora. Nebude-li dohoda doručena Komoře do dvou měsíců od ustanovení zástupce, rozhodne Komora podle zásad spravedlivého uspořádání.“.“</w:t>
      </w:r>
    </w:p>
    <w:p w:rsidR="001C2068" w:rsidRPr="006C7893" w:rsidRDefault="001C2068" w:rsidP="001C2068">
      <w:pPr>
        <w:pStyle w:val="Normlnweb"/>
        <w:shd w:val="clear" w:color="auto" w:fill="FFFFFF"/>
        <w:spacing w:beforeAutospacing="0" w:after="0" w:afterAutospacing="0" w:line="20" w:lineRule="atLeast"/>
        <w:ind w:left="284"/>
        <w:jc w:val="both"/>
        <w:rPr>
          <w:bCs/>
        </w:rPr>
      </w:pPr>
    </w:p>
    <w:p w:rsidR="001C2068" w:rsidRPr="006C7893" w:rsidRDefault="001C2068" w:rsidP="001C2068">
      <w:pPr>
        <w:pStyle w:val="Normlnweb"/>
        <w:shd w:val="clear" w:color="auto" w:fill="FFFFFF"/>
        <w:spacing w:beforeAutospacing="0" w:after="0" w:afterAutospacing="0" w:line="20" w:lineRule="atLeast"/>
        <w:ind w:left="284"/>
        <w:jc w:val="both"/>
        <w:rPr>
          <w:bCs/>
        </w:rPr>
      </w:pPr>
    </w:p>
    <w:p w:rsidR="001C2068" w:rsidRPr="006C7893" w:rsidRDefault="001C2068" w:rsidP="001C2068">
      <w:pPr>
        <w:pStyle w:val="Normlnweb"/>
        <w:shd w:val="clear" w:color="auto" w:fill="FFFFFF"/>
        <w:spacing w:before="0" w:beforeAutospacing="0" w:after="0" w:afterAutospacing="0" w:line="20" w:lineRule="atLeast"/>
        <w:ind w:left="360"/>
        <w:rPr>
          <w:bCs/>
        </w:rPr>
      </w:pPr>
      <w:r w:rsidRPr="006C7893">
        <w:rPr>
          <w:b/>
          <w:bCs/>
        </w:rPr>
        <w:t>3.</w:t>
      </w:r>
      <w:r w:rsidRPr="006C7893">
        <w:rPr>
          <w:bCs/>
        </w:rPr>
        <w:t xml:space="preserve"> V části druhé čl. </w:t>
      </w:r>
      <w:proofErr w:type="gramStart"/>
      <w:r w:rsidRPr="006C7893">
        <w:rPr>
          <w:bCs/>
        </w:rPr>
        <w:t>III</w:t>
      </w:r>
      <w:proofErr w:type="gramEnd"/>
      <w:r w:rsidRPr="006C7893">
        <w:rPr>
          <w:bCs/>
        </w:rPr>
        <w:t xml:space="preserve"> dosavadní bod 16 nově zní:</w:t>
      </w:r>
    </w:p>
    <w:p w:rsidR="001C2068" w:rsidRPr="006C7893" w:rsidRDefault="001C2068" w:rsidP="001C2068">
      <w:pPr>
        <w:pStyle w:val="Normlnweb"/>
        <w:shd w:val="clear" w:color="auto" w:fill="FFFFFF"/>
        <w:spacing w:beforeAutospacing="0" w:after="0" w:afterAutospacing="0" w:line="20" w:lineRule="atLeast"/>
        <w:rPr>
          <w:bCs/>
        </w:rPr>
      </w:pPr>
    </w:p>
    <w:p w:rsidR="001C2068" w:rsidRPr="006C7893" w:rsidRDefault="001C2068" w:rsidP="001C2068">
      <w:pPr>
        <w:pStyle w:val="Normlnweb"/>
        <w:shd w:val="clear" w:color="auto" w:fill="FFFFFF"/>
        <w:spacing w:beforeAutospacing="0" w:after="0" w:afterAutospacing="0" w:line="20" w:lineRule="atLeast"/>
        <w:ind w:firstLine="284"/>
        <w:rPr>
          <w:bCs/>
        </w:rPr>
      </w:pPr>
      <w:r w:rsidRPr="006C7893">
        <w:t xml:space="preserve">„16. V § 16 odstavec 3 zní: </w:t>
      </w:r>
    </w:p>
    <w:p w:rsidR="001C2068" w:rsidRPr="006C7893" w:rsidRDefault="001C2068" w:rsidP="001C2068">
      <w:pPr>
        <w:pStyle w:val="Normlnweb"/>
        <w:shd w:val="clear" w:color="auto" w:fill="FFFFFF"/>
        <w:spacing w:beforeAutospacing="0" w:after="0" w:afterAutospacing="0"/>
        <w:jc w:val="both"/>
        <w:rPr>
          <w:bCs/>
        </w:rPr>
      </w:pPr>
    </w:p>
    <w:p w:rsidR="001C2068" w:rsidRPr="006C7893" w:rsidRDefault="001C2068" w:rsidP="001C2068">
      <w:pPr>
        <w:pStyle w:val="Normlnweb"/>
        <w:shd w:val="clear" w:color="auto" w:fill="FFFFFF"/>
        <w:spacing w:beforeAutospacing="0" w:after="0" w:afterAutospacing="0"/>
        <w:ind w:left="284"/>
        <w:jc w:val="both"/>
        <w:rPr>
          <w:bCs/>
        </w:rPr>
      </w:pPr>
      <w:r w:rsidRPr="006C7893">
        <w:rPr>
          <w:bCs/>
        </w:rPr>
        <w:t xml:space="preserve">„(3) Exekutor je povinen bez zbytečného odkladu oznámit vznik či zánik skutečností podle odstavce 1 písemně Komoře a svému ustanovenému zástupci. Oznámení o vzniku skutečností podle odstavce 1 obsahuje zejména důvod a den, od kterého exekutor nemůže vykonávat svůj úřad. Oznámení o zániku skutečností podle odstavce 1 obsahuje důvod a den, od kterého exekutor může vykonávat svůj úřad. Zastupování začíná dnem, kdy se zástupce dozví o skutečnostech podle odstavce 1, a končí dnem, kdy zástupce obdrží písemné vyrozumění nově jmenovaného exekutora, že nově jmenovaný exekutor otevřel po zániku výkonu exekutorského úřadu v sídle exekutorského úřadu, do kterého byl jmenován, kancelář, a je připraven vykonávat exekuční činnost anebo </w:t>
      </w:r>
      <w:r w:rsidRPr="006C7893">
        <w:rPr>
          <w:bCs/>
        </w:rPr>
        <w:lastRenderedPageBreak/>
        <w:t xml:space="preserve">pominou-li jiné důvody, pro které zastupování vzniklo. Bez zbytečného odkladu po dni ukončení zastupování se provede vyrovnání mezi zástupcem a zastupovaným exekutorem, popřípadě jeho dědici nebo </w:t>
      </w:r>
      <w:proofErr w:type="spellStart"/>
      <w:r w:rsidRPr="006C7893">
        <w:rPr>
          <w:bCs/>
        </w:rPr>
        <w:t>odkazovníky</w:t>
      </w:r>
      <w:proofErr w:type="spellEnd"/>
      <w:r w:rsidRPr="006C7893">
        <w:rPr>
          <w:bCs/>
        </w:rPr>
        <w:t xml:space="preserve">, a to </w:t>
      </w:r>
      <w:r>
        <w:rPr>
          <w:bCs/>
        </w:rPr>
        <w:t>ke dni ukončení zastupování.“.“</w:t>
      </w:r>
    </w:p>
    <w:p w:rsidR="001C2068" w:rsidRPr="006C7893" w:rsidRDefault="001C2068" w:rsidP="001C2068">
      <w:pPr>
        <w:pStyle w:val="Normlnweb"/>
        <w:shd w:val="clear" w:color="auto" w:fill="FFFFFF"/>
        <w:spacing w:beforeAutospacing="0" w:after="0" w:afterAutospacing="0"/>
        <w:jc w:val="both"/>
        <w:rPr>
          <w:bCs/>
        </w:rPr>
      </w:pPr>
    </w:p>
    <w:p w:rsidR="001C2068" w:rsidRPr="006C7893" w:rsidRDefault="001C2068" w:rsidP="001C2068">
      <w:pPr>
        <w:pStyle w:val="Normlnweb"/>
        <w:shd w:val="clear" w:color="auto" w:fill="FFFFFF"/>
        <w:spacing w:before="0" w:beforeAutospacing="0" w:after="0" w:afterAutospacing="0" w:line="20" w:lineRule="atLeast"/>
        <w:ind w:left="360"/>
        <w:rPr>
          <w:bCs/>
        </w:rPr>
      </w:pPr>
      <w:r w:rsidRPr="006C7893">
        <w:rPr>
          <w:b/>
          <w:bCs/>
        </w:rPr>
        <w:t>4.</w:t>
      </w:r>
      <w:r w:rsidRPr="006C7893">
        <w:rPr>
          <w:bCs/>
        </w:rPr>
        <w:t xml:space="preserve"> V části druhé čl. </w:t>
      </w:r>
      <w:proofErr w:type="gramStart"/>
      <w:r w:rsidRPr="006C7893">
        <w:rPr>
          <w:bCs/>
        </w:rPr>
        <w:t>III</w:t>
      </w:r>
      <w:proofErr w:type="gramEnd"/>
      <w:r w:rsidRPr="006C7893">
        <w:rPr>
          <w:bCs/>
        </w:rPr>
        <w:t xml:space="preserve"> dosavadní bod 18 nově zní:</w:t>
      </w:r>
      <w:r w:rsidRPr="006C7893">
        <w:rPr>
          <w:bCs/>
        </w:rPr>
        <w:br/>
      </w:r>
    </w:p>
    <w:p w:rsidR="001C2068" w:rsidRPr="006C7893" w:rsidRDefault="001C2068" w:rsidP="001C2068">
      <w:pPr>
        <w:rPr>
          <w:bCs/>
        </w:rPr>
      </w:pPr>
      <w:r w:rsidRPr="006C7893">
        <w:rPr>
          <w:bCs/>
        </w:rPr>
        <w:t>„18. V § 16 odstavec 6 zní:</w:t>
      </w:r>
    </w:p>
    <w:p w:rsidR="001C2068" w:rsidRPr="006C7893" w:rsidRDefault="001C2068" w:rsidP="001C2068">
      <w:pPr>
        <w:rPr>
          <w:bCs/>
        </w:rPr>
      </w:pPr>
    </w:p>
    <w:p w:rsidR="001C2068" w:rsidRPr="006C7893" w:rsidRDefault="001C2068" w:rsidP="001C2068">
      <w:pPr>
        <w:rPr>
          <w:bCs/>
        </w:rPr>
      </w:pPr>
      <w:r w:rsidRPr="006C7893">
        <w:rPr>
          <w:bCs/>
        </w:rPr>
        <w:t>„(6) Ustanovený zástupce může být na svoji žádost nebo na žádost zastupovaného exekutora uvolněn z funkce zástupce pouze z důvodů zvláštního zřetele hodných.“.</w:t>
      </w:r>
    </w:p>
    <w:p w:rsidR="001C2068" w:rsidRDefault="001C2068" w:rsidP="001C2068">
      <w:pPr>
        <w:jc w:val="center"/>
        <w:rPr>
          <w:rFonts w:eastAsia="Calibri"/>
          <w:b/>
          <w:bCs/>
          <w:szCs w:val="20"/>
          <w:u w:val="single"/>
        </w:rPr>
      </w:pPr>
    </w:p>
    <w:p w:rsidR="001C2068" w:rsidRDefault="001C2068" w:rsidP="001C2068">
      <w:pPr>
        <w:jc w:val="center"/>
        <w:rPr>
          <w:rFonts w:eastAsia="Calibri"/>
          <w:b/>
          <w:bCs/>
          <w:szCs w:val="20"/>
          <w:u w:val="single"/>
        </w:rPr>
      </w:pPr>
    </w:p>
    <w:p w:rsidR="001C2068" w:rsidRPr="007962F2" w:rsidRDefault="00641CA0" w:rsidP="001C2068">
      <w:pPr>
        <w:jc w:val="both"/>
        <w:rPr>
          <w:rFonts w:eastAsia="Calibri"/>
          <w:b/>
          <w:bCs/>
          <w:szCs w:val="20"/>
          <w:u w:val="single"/>
        </w:rPr>
      </w:pPr>
      <w:proofErr w:type="gramStart"/>
      <w:r w:rsidRPr="007962F2">
        <w:rPr>
          <w:rFonts w:eastAsia="Calibri"/>
          <w:b/>
          <w:bCs/>
          <w:szCs w:val="20"/>
          <w:u w:val="single"/>
        </w:rPr>
        <w:t>A.</w:t>
      </w:r>
      <w:r w:rsidR="001C2068" w:rsidRPr="007962F2">
        <w:rPr>
          <w:rFonts w:eastAsia="Calibri"/>
          <w:b/>
          <w:bCs/>
          <w:szCs w:val="20"/>
          <w:u w:val="single"/>
        </w:rPr>
        <w:t>VI</w:t>
      </w:r>
      <w:proofErr w:type="gramEnd"/>
      <w:r w:rsidR="001C2068" w:rsidRPr="007962F2">
        <w:rPr>
          <w:rFonts w:eastAsia="Calibri"/>
          <w:b/>
          <w:bCs/>
          <w:szCs w:val="20"/>
          <w:u w:val="single"/>
        </w:rPr>
        <w:t>. další úpravy exekučního řádu</w:t>
      </w:r>
    </w:p>
    <w:p w:rsidR="001C2068" w:rsidRDefault="001C2068" w:rsidP="001C2068">
      <w:pPr>
        <w:jc w:val="both"/>
        <w:rPr>
          <w:rFonts w:eastAsia="Calibri"/>
          <w:bCs/>
          <w:szCs w:val="20"/>
        </w:rPr>
      </w:pPr>
    </w:p>
    <w:p w:rsidR="001C2068" w:rsidRPr="00EA63B1" w:rsidRDefault="001C2068" w:rsidP="001C2068">
      <w:pPr>
        <w:pStyle w:val="Normlnweb"/>
        <w:shd w:val="clear" w:color="auto" w:fill="FFFFFF"/>
        <w:spacing w:before="0" w:beforeAutospacing="0" w:after="0" w:afterAutospacing="0" w:line="20" w:lineRule="atLeast"/>
        <w:ind w:left="360"/>
        <w:rPr>
          <w:bCs/>
        </w:rPr>
      </w:pPr>
      <w:r w:rsidRPr="00EA63B1">
        <w:rPr>
          <w:b/>
          <w:bCs/>
        </w:rPr>
        <w:t>1.</w:t>
      </w:r>
      <w:r w:rsidRPr="00EA63B1">
        <w:rPr>
          <w:bCs/>
        </w:rPr>
        <w:t xml:space="preserve"> V části druhé čl. </w:t>
      </w:r>
      <w:proofErr w:type="gramStart"/>
      <w:r w:rsidRPr="00EA63B1">
        <w:rPr>
          <w:bCs/>
        </w:rPr>
        <w:t>III</w:t>
      </w:r>
      <w:proofErr w:type="gramEnd"/>
      <w:r w:rsidRPr="00EA63B1">
        <w:rPr>
          <w:bCs/>
        </w:rPr>
        <w:t xml:space="preserve"> dosavadní bod 73 nově zní:</w:t>
      </w:r>
    </w:p>
    <w:p w:rsidR="001C2068" w:rsidRPr="00EA63B1" w:rsidRDefault="001C2068" w:rsidP="001C2068">
      <w:pPr>
        <w:pStyle w:val="Normlnweb"/>
        <w:shd w:val="clear" w:color="auto" w:fill="FFFFFF"/>
        <w:spacing w:beforeAutospacing="0" w:after="0" w:afterAutospacing="0" w:line="20" w:lineRule="atLeast"/>
        <w:ind w:left="284"/>
        <w:rPr>
          <w:bCs/>
        </w:rPr>
      </w:pPr>
    </w:p>
    <w:p w:rsidR="001C2068" w:rsidRPr="00EA63B1" w:rsidRDefault="001C2068" w:rsidP="001C2068">
      <w:pPr>
        <w:ind w:firstLine="284"/>
      </w:pPr>
      <w:r w:rsidRPr="00EA63B1">
        <w:t>„73. V § 46 odstavec 4 zní:</w:t>
      </w:r>
    </w:p>
    <w:p w:rsidR="001C2068" w:rsidRPr="00EA63B1" w:rsidRDefault="001C2068" w:rsidP="001C2068">
      <w:pPr>
        <w:jc w:val="both"/>
        <w:rPr>
          <w:bCs/>
        </w:rPr>
      </w:pPr>
    </w:p>
    <w:p w:rsidR="001C2068" w:rsidRPr="00EA63B1" w:rsidRDefault="001C2068" w:rsidP="001C2068">
      <w:pPr>
        <w:jc w:val="both"/>
        <w:rPr>
          <w:bCs/>
        </w:rPr>
      </w:pPr>
      <w:r w:rsidRPr="00EA63B1">
        <w:rPr>
          <w:bCs/>
        </w:rPr>
        <w:t>„(4) Peněžitá plnění na vymáhanou povinnost se hradí exekutorovi nebo oprávněnému. Nedohodnou-li se exekutor a oprávněný jinak, exekutor po uplynutí lhůty podle odstavce 6 zajistí po odpočtu nákladů exekuce výplatu celé vymožené pohledávky oprávněnému do 30 dnů od doby, kdy peněžité plnění obdržel. Vymožené částečné plnění exekutor vyplatí po odpočtu nákladů exekuce oprávněnému, nedohodl-li se s ním na jiné lhůtě či jiné částce, ve stejné lhůtě v případě, kdy toto nevyplacené částečné plnění převyšuje částku 1 000 Kč. Ze zvláštního účtu podle odstavce 5 vyplatí exekutor peněžní prostředky z vymoženého plnění s úrokem, pokud přirostl, za dobu ode dne připsání vymožených peněžních prostředků na zvláštní účet podle odstavce 5 do dne předcházejícího dni jejich odepsání ze zvláštního účtu. Za vymožené plnění se považuje plnění</w:t>
      </w:r>
    </w:p>
    <w:p w:rsidR="001C2068" w:rsidRPr="00EA63B1" w:rsidRDefault="001C2068" w:rsidP="001C2068">
      <w:pPr>
        <w:jc w:val="both"/>
        <w:rPr>
          <w:bCs/>
        </w:rPr>
      </w:pPr>
      <w:r w:rsidRPr="00EA63B1">
        <w:rPr>
          <w:bCs/>
        </w:rPr>
        <w:t>a)</w:t>
      </w:r>
      <w:r w:rsidRPr="00EA63B1">
        <w:rPr>
          <w:bCs/>
        </w:rPr>
        <w:tab/>
        <w:t>získané prováděním exekuce způsobem podle § 59 odst. 1,</w:t>
      </w:r>
    </w:p>
    <w:p w:rsidR="001C2068" w:rsidRPr="00EA63B1" w:rsidRDefault="001C2068" w:rsidP="001C2068">
      <w:pPr>
        <w:jc w:val="both"/>
        <w:rPr>
          <w:bCs/>
        </w:rPr>
      </w:pPr>
      <w:r w:rsidRPr="00EA63B1">
        <w:rPr>
          <w:bCs/>
        </w:rPr>
        <w:t>b)</w:t>
      </w:r>
      <w:r w:rsidRPr="00EA63B1">
        <w:rPr>
          <w:bCs/>
        </w:rPr>
        <w:tab/>
        <w:t>získané provedením exekuce podle odstavce 6, nebo</w:t>
      </w:r>
    </w:p>
    <w:p w:rsidR="001C2068" w:rsidRPr="00EA63B1" w:rsidRDefault="001C2068" w:rsidP="001C2068">
      <w:pPr>
        <w:ind w:left="709" w:hanging="709"/>
        <w:jc w:val="both"/>
        <w:rPr>
          <w:bCs/>
        </w:rPr>
      </w:pPr>
      <w:r w:rsidRPr="00EA63B1">
        <w:rPr>
          <w:bCs/>
        </w:rPr>
        <w:t>c)</w:t>
      </w:r>
      <w:r w:rsidRPr="00EA63B1">
        <w:rPr>
          <w:bCs/>
        </w:rPr>
        <w:tab/>
        <w:t>hrazené na vymáhanou povinnost od doručení vyrozumění o zahájení exekuce povinnému do skončení exekuce, nebylo-li získáno podle písmene a) nebo b).“.“</w:t>
      </w:r>
    </w:p>
    <w:p w:rsidR="001C2068" w:rsidRPr="00EA63B1" w:rsidRDefault="001C2068" w:rsidP="001C2068">
      <w:pPr>
        <w:jc w:val="both"/>
        <w:rPr>
          <w:bCs/>
        </w:rPr>
      </w:pPr>
      <w:r w:rsidRPr="00EA63B1">
        <w:rPr>
          <w:bCs/>
        </w:rPr>
        <w:br/>
      </w:r>
    </w:p>
    <w:p w:rsidR="001C2068" w:rsidRPr="00EA63B1" w:rsidRDefault="001C2068" w:rsidP="001C2068">
      <w:pPr>
        <w:pStyle w:val="Normlnweb"/>
        <w:shd w:val="clear" w:color="auto" w:fill="FFFFFF"/>
        <w:spacing w:before="0" w:beforeAutospacing="0" w:after="0" w:afterAutospacing="0" w:line="20" w:lineRule="atLeast"/>
        <w:ind w:left="360"/>
        <w:rPr>
          <w:bCs/>
        </w:rPr>
      </w:pPr>
      <w:r w:rsidRPr="00EA63B1">
        <w:rPr>
          <w:b/>
          <w:bCs/>
        </w:rPr>
        <w:t>2.</w:t>
      </w:r>
      <w:r w:rsidRPr="00EA63B1">
        <w:rPr>
          <w:bCs/>
        </w:rPr>
        <w:t xml:space="preserve"> V části druhé čl. </w:t>
      </w:r>
      <w:proofErr w:type="gramStart"/>
      <w:r w:rsidRPr="00EA63B1">
        <w:rPr>
          <w:bCs/>
        </w:rPr>
        <w:t>III</w:t>
      </w:r>
      <w:proofErr w:type="gramEnd"/>
      <w:r w:rsidRPr="00EA63B1">
        <w:rPr>
          <w:bCs/>
        </w:rPr>
        <w:t xml:space="preserve"> dosavadní bod 126 nově zní:</w:t>
      </w:r>
      <w:r w:rsidRPr="00EA63B1">
        <w:rPr>
          <w:bCs/>
        </w:rPr>
        <w:br/>
      </w:r>
    </w:p>
    <w:p w:rsidR="001C2068" w:rsidRPr="00EA63B1" w:rsidRDefault="001C2068" w:rsidP="001C2068">
      <w:pPr>
        <w:jc w:val="both"/>
      </w:pPr>
      <w:r w:rsidRPr="00EA63B1">
        <w:t>„126. V § 94 se doplňuje odstavec 4, který zní:</w:t>
      </w:r>
    </w:p>
    <w:p w:rsidR="001C2068" w:rsidRPr="00EA63B1" w:rsidRDefault="001C2068" w:rsidP="001C2068">
      <w:pPr>
        <w:ind w:left="720"/>
        <w:jc w:val="both"/>
        <w:rPr>
          <w:bCs/>
        </w:rPr>
      </w:pPr>
    </w:p>
    <w:p w:rsidR="001C2068" w:rsidRPr="00EA63B1" w:rsidRDefault="001C2068" w:rsidP="001C2068">
      <w:pPr>
        <w:jc w:val="both"/>
        <w:rPr>
          <w:bCs/>
        </w:rPr>
      </w:pPr>
      <w:r w:rsidRPr="00EA63B1">
        <w:rPr>
          <w:bCs/>
        </w:rPr>
        <w:t>„(4) Exekutor zašle jednou za kalendářní rok, nedohodne-li se s účastníkem řízení jinak, účastníku řízení na jeho žádost informaci o výši vymoženého plnění a o datu, kdy k vymožení došlo. Informace podle věty první se zašle elektronicky, nevysloví-li s tím účastník řízení v žádosti nesouhlas.“.“.</w:t>
      </w:r>
    </w:p>
    <w:p w:rsidR="001C2068" w:rsidRPr="00EA63B1" w:rsidRDefault="001C2068" w:rsidP="001C2068">
      <w:pPr>
        <w:jc w:val="both"/>
        <w:rPr>
          <w:bCs/>
        </w:rPr>
      </w:pPr>
    </w:p>
    <w:p w:rsidR="001C2068" w:rsidRPr="00EA63B1" w:rsidRDefault="001C2068" w:rsidP="001C2068">
      <w:pPr>
        <w:jc w:val="both"/>
        <w:rPr>
          <w:bCs/>
        </w:rPr>
      </w:pPr>
    </w:p>
    <w:p w:rsidR="001C2068" w:rsidRPr="00EA63B1" w:rsidRDefault="001C2068" w:rsidP="001C2068">
      <w:pPr>
        <w:pStyle w:val="Normlnweb"/>
        <w:shd w:val="clear" w:color="auto" w:fill="FFFFFF"/>
        <w:spacing w:before="0" w:beforeAutospacing="0" w:after="0" w:afterAutospacing="0" w:line="20" w:lineRule="atLeast"/>
        <w:ind w:left="360"/>
        <w:rPr>
          <w:bCs/>
        </w:rPr>
      </w:pPr>
      <w:r w:rsidRPr="00EA63B1">
        <w:rPr>
          <w:b/>
          <w:bCs/>
        </w:rPr>
        <w:t>3.</w:t>
      </w:r>
      <w:r w:rsidRPr="00EA63B1">
        <w:rPr>
          <w:bCs/>
        </w:rPr>
        <w:t xml:space="preserve"> V části </w:t>
      </w:r>
      <w:proofErr w:type="gramStart"/>
      <w:r w:rsidRPr="00EA63B1">
        <w:rPr>
          <w:bCs/>
        </w:rPr>
        <w:t>druhé čl.</w:t>
      </w:r>
      <w:proofErr w:type="gramEnd"/>
      <w:r w:rsidRPr="00EA63B1">
        <w:rPr>
          <w:bCs/>
        </w:rPr>
        <w:t xml:space="preserve"> III </w:t>
      </w:r>
      <w:proofErr w:type="gramStart"/>
      <w:r w:rsidRPr="00EA63B1">
        <w:rPr>
          <w:bCs/>
        </w:rPr>
        <w:t>se</w:t>
      </w:r>
      <w:proofErr w:type="gramEnd"/>
      <w:r w:rsidRPr="00EA63B1">
        <w:rPr>
          <w:bCs/>
        </w:rPr>
        <w:t xml:space="preserve"> za dosavadní bod 128 </w:t>
      </w:r>
      <w:proofErr w:type="gramStart"/>
      <w:r w:rsidRPr="00EA63B1">
        <w:rPr>
          <w:bCs/>
        </w:rPr>
        <w:t>vkládá</w:t>
      </w:r>
      <w:proofErr w:type="gramEnd"/>
      <w:r w:rsidRPr="00EA63B1">
        <w:rPr>
          <w:bCs/>
        </w:rPr>
        <w:t xml:space="preserve"> nový bod, který zní:</w:t>
      </w:r>
    </w:p>
    <w:p w:rsidR="001C2068" w:rsidRPr="00EA63B1" w:rsidRDefault="001C2068" w:rsidP="001C2068">
      <w:pPr>
        <w:pStyle w:val="Normlnweb"/>
        <w:shd w:val="clear" w:color="auto" w:fill="FFFFFF"/>
        <w:spacing w:beforeAutospacing="0" w:after="0" w:afterAutospacing="0" w:line="20" w:lineRule="atLeast"/>
        <w:ind w:left="284"/>
        <w:rPr>
          <w:bCs/>
        </w:rPr>
      </w:pPr>
    </w:p>
    <w:p w:rsidR="001C2068" w:rsidRPr="00EA63B1" w:rsidRDefault="001C2068" w:rsidP="001C2068">
      <w:pPr>
        <w:pStyle w:val="Normlnweb"/>
        <w:shd w:val="clear" w:color="auto" w:fill="FFFFFF"/>
        <w:spacing w:beforeAutospacing="0" w:after="0" w:afterAutospacing="0" w:line="20" w:lineRule="atLeast"/>
        <w:jc w:val="both"/>
      </w:pPr>
      <w:r w:rsidRPr="00EA63B1">
        <w:t xml:space="preserve">„X. V § 112 se na konci odstavce 1 tečka nahrazuje čárkou a doplňuje se písmeno f), které včetně poznámek pod čarou č. x a </w:t>
      </w:r>
      <w:proofErr w:type="spellStart"/>
      <w:r w:rsidRPr="00EA63B1">
        <w:t>xx</w:t>
      </w:r>
      <w:proofErr w:type="spellEnd"/>
      <w:r w:rsidRPr="00EA63B1">
        <w:t xml:space="preserve"> zní:</w:t>
      </w:r>
    </w:p>
    <w:p w:rsidR="001C2068" w:rsidRPr="00EA63B1" w:rsidRDefault="001C2068" w:rsidP="001C2068">
      <w:pPr>
        <w:pStyle w:val="Normlnweb"/>
        <w:shd w:val="clear" w:color="auto" w:fill="FFFFFF"/>
        <w:spacing w:beforeAutospacing="0" w:after="0" w:afterAutospacing="0" w:line="20" w:lineRule="atLeast"/>
        <w:jc w:val="both"/>
      </w:pPr>
    </w:p>
    <w:p w:rsidR="001C2068" w:rsidRPr="00EA63B1" w:rsidRDefault="001C2068" w:rsidP="001C2068">
      <w:pPr>
        <w:pStyle w:val="Normlnweb"/>
        <w:shd w:val="clear" w:color="auto" w:fill="FFFFFF"/>
        <w:spacing w:beforeAutospacing="0" w:after="0" w:afterAutospacing="0" w:line="20" w:lineRule="atLeast"/>
        <w:jc w:val="both"/>
        <w:rPr>
          <w:bCs/>
        </w:rPr>
      </w:pPr>
      <w:r w:rsidRPr="00EA63B1">
        <w:t xml:space="preserve">„f) </w:t>
      </w:r>
      <w:r w:rsidRPr="00EA63B1">
        <w:rPr>
          <w:bCs/>
        </w:rPr>
        <w:t>rozhoduje o odvoláních proti rozhodnutí Komory vydaných ve správním řízení</w:t>
      </w:r>
      <w:r w:rsidRPr="00EA63B1">
        <w:rPr>
          <w:b/>
          <w:bCs/>
          <w:vertAlign w:val="superscript"/>
        </w:rPr>
        <w:t xml:space="preserve"> x)</w:t>
      </w:r>
      <w:r w:rsidRPr="00EA63B1">
        <w:rPr>
          <w:bCs/>
        </w:rPr>
        <w:t>; ustanovení o rozkladových komisích se použije obdobně</w:t>
      </w:r>
      <w:r w:rsidRPr="00EA63B1">
        <w:rPr>
          <w:b/>
          <w:bCs/>
          <w:vertAlign w:val="superscript"/>
        </w:rPr>
        <w:t xml:space="preserve"> </w:t>
      </w:r>
      <w:proofErr w:type="spellStart"/>
      <w:r w:rsidRPr="00EA63B1">
        <w:rPr>
          <w:b/>
          <w:bCs/>
          <w:vertAlign w:val="superscript"/>
        </w:rPr>
        <w:t>xx</w:t>
      </w:r>
      <w:proofErr w:type="spellEnd"/>
      <w:r w:rsidRPr="00EA63B1">
        <w:rPr>
          <w:b/>
          <w:bCs/>
          <w:vertAlign w:val="superscript"/>
        </w:rPr>
        <w:t>)</w:t>
      </w:r>
      <w:r w:rsidRPr="00EA63B1">
        <w:rPr>
          <w:bCs/>
        </w:rPr>
        <w:t>.“.“.</w:t>
      </w:r>
    </w:p>
    <w:p w:rsidR="001C2068" w:rsidRPr="00EA63B1" w:rsidRDefault="001C2068" w:rsidP="001C2068">
      <w:pPr>
        <w:pStyle w:val="Normlnweb"/>
        <w:shd w:val="clear" w:color="auto" w:fill="FFFFFF"/>
        <w:spacing w:beforeAutospacing="0" w:after="0" w:afterAutospacing="0" w:line="20" w:lineRule="atLeast"/>
        <w:jc w:val="both"/>
        <w:rPr>
          <w:bCs/>
        </w:rPr>
      </w:pPr>
    </w:p>
    <w:p w:rsidR="001C2068" w:rsidRPr="00EA63B1" w:rsidRDefault="001C2068" w:rsidP="001C2068">
      <w:pPr>
        <w:pStyle w:val="Normlnweb"/>
        <w:shd w:val="clear" w:color="auto" w:fill="FFFFFF"/>
        <w:spacing w:beforeAutospacing="0" w:after="0" w:afterAutospacing="0" w:line="20" w:lineRule="atLeast"/>
        <w:ind w:left="284"/>
        <w:rPr>
          <w:bCs/>
        </w:rPr>
      </w:pPr>
      <w:r w:rsidRPr="00EA63B1">
        <w:rPr>
          <w:bCs/>
        </w:rPr>
        <w:t>x) Zákon č. 500/2004 Sb., správní řád, ve znění pozdějších předpisů.</w:t>
      </w:r>
    </w:p>
    <w:p w:rsidR="001C2068" w:rsidRPr="00EA63B1" w:rsidRDefault="001C2068" w:rsidP="001C2068">
      <w:pPr>
        <w:pStyle w:val="Normlnweb"/>
        <w:shd w:val="clear" w:color="auto" w:fill="FFFFFF"/>
        <w:spacing w:beforeAutospacing="0" w:after="0" w:afterAutospacing="0" w:line="20" w:lineRule="atLeast"/>
        <w:ind w:left="284"/>
        <w:rPr>
          <w:bCs/>
        </w:rPr>
      </w:pPr>
      <w:proofErr w:type="spellStart"/>
      <w:r w:rsidRPr="00EA63B1">
        <w:rPr>
          <w:bCs/>
        </w:rPr>
        <w:t>xx</w:t>
      </w:r>
      <w:proofErr w:type="spellEnd"/>
      <w:r w:rsidRPr="00EA63B1">
        <w:rPr>
          <w:bCs/>
        </w:rPr>
        <w:t>) § 152 a násl. správního řádu.“.</w:t>
      </w:r>
    </w:p>
    <w:p w:rsidR="001C2068" w:rsidRPr="00EA63B1" w:rsidRDefault="001C2068" w:rsidP="001C2068">
      <w:pPr>
        <w:pStyle w:val="Normlnweb"/>
        <w:shd w:val="clear" w:color="auto" w:fill="FFFFFF"/>
        <w:spacing w:beforeAutospacing="0" w:after="0" w:afterAutospacing="0" w:line="20" w:lineRule="atLeast"/>
        <w:jc w:val="both"/>
      </w:pPr>
    </w:p>
    <w:p w:rsidR="001C2068" w:rsidRPr="00EA63B1" w:rsidRDefault="001C2068" w:rsidP="001C2068">
      <w:pPr>
        <w:pStyle w:val="Normlnweb"/>
        <w:shd w:val="clear" w:color="auto" w:fill="FFFFFF"/>
        <w:spacing w:beforeAutospacing="0" w:after="0" w:afterAutospacing="0" w:line="20" w:lineRule="atLeast"/>
        <w:jc w:val="both"/>
      </w:pPr>
      <w:r w:rsidRPr="00EA63B1">
        <w:rPr>
          <w:bCs/>
        </w:rPr>
        <w:t>Následující body se přeznačí.</w:t>
      </w:r>
      <w:r w:rsidRPr="00EA63B1">
        <w:t xml:space="preserve"> </w:t>
      </w:r>
    </w:p>
    <w:p w:rsidR="001C2068" w:rsidRPr="00EA63B1" w:rsidRDefault="001C2068" w:rsidP="001C2068">
      <w:pPr>
        <w:pStyle w:val="Normlnweb"/>
        <w:shd w:val="clear" w:color="auto" w:fill="FFFFFF"/>
        <w:spacing w:beforeAutospacing="0" w:after="0" w:afterAutospacing="0"/>
        <w:rPr>
          <w:bCs/>
        </w:rPr>
      </w:pPr>
    </w:p>
    <w:p w:rsidR="001C2068" w:rsidRPr="00EA63B1" w:rsidRDefault="001C2068" w:rsidP="001C2068">
      <w:pPr>
        <w:pStyle w:val="Normlnweb"/>
        <w:shd w:val="clear" w:color="auto" w:fill="FFFFFF"/>
        <w:spacing w:before="0" w:beforeAutospacing="0" w:after="0" w:afterAutospacing="0" w:line="20" w:lineRule="atLeast"/>
        <w:ind w:left="360"/>
        <w:rPr>
          <w:bCs/>
        </w:rPr>
      </w:pPr>
      <w:r w:rsidRPr="00EA63B1">
        <w:rPr>
          <w:b/>
          <w:bCs/>
        </w:rPr>
        <w:t>4.</w:t>
      </w:r>
      <w:r w:rsidRPr="00EA63B1">
        <w:rPr>
          <w:bCs/>
        </w:rPr>
        <w:t xml:space="preserve"> V části druhé čl. </w:t>
      </w:r>
      <w:proofErr w:type="gramStart"/>
      <w:r w:rsidRPr="00EA63B1">
        <w:rPr>
          <w:bCs/>
        </w:rPr>
        <w:t>III</w:t>
      </w:r>
      <w:proofErr w:type="gramEnd"/>
      <w:r w:rsidRPr="00EA63B1">
        <w:rPr>
          <w:bCs/>
        </w:rPr>
        <w:t xml:space="preserve"> dosavadní bod 136 nově zní:</w:t>
      </w:r>
    </w:p>
    <w:p w:rsidR="001C2068" w:rsidRPr="00EA63B1" w:rsidRDefault="001C2068" w:rsidP="001C2068">
      <w:pPr>
        <w:pStyle w:val="Normlnweb"/>
        <w:shd w:val="clear" w:color="auto" w:fill="FFFFFF"/>
        <w:spacing w:beforeAutospacing="0" w:after="0" w:afterAutospacing="0" w:line="20" w:lineRule="atLeast"/>
        <w:ind w:left="284"/>
        <w:rPr>
          <w:bCs/>
        </w:rPr>
      </w:pPr>
    </w:p>
    <w:p w:rsidR="001C2068" w:rsidRPr="00EA63B1" w:rsidRDefault="001C2068" w:rsidP="001C2068">
      <w:pPr>
        <w:jc w:val="both"/>
      </w:pPr>
      <w:r w:rsidRPr="00EA63B1">
        <w:t>„136. V § 124a se na konci odstavce 1 tečka nahrazuje čárkou a doplňují se písmena d) a e), která znějí:</w:t>
      </w:r>
    </w:p>
    <w:p w:rsidR="001C2068" w:rsidRPr="00EA63B1" w:rsidRDefault="001C2068" w:rsidP="001C2068">
      <w:pPr>
        <w:jc w:val="both"/>
      </w:pPr>
    </w:p>
    <w:p w:rsidR="001C2068" w:rsidRPr="00EA63B1" w:rsidRDefault="001C2068" w:rsidP="001C2068">
      <w:pPr>
        <w:ind w:left="709" w:hanging="709"/>
        <w:jc w:val="both"/>
        <w:rPr>
          <w:bCs/>
        </w:rPr>
      </w:pPr>
      <w:r w:rsidRPr="00EA63B1">
        <w:rPr>
          <w:bCs/>
        </w:rPr>
        <w:t>„d)</w:t>
      </w:r>
      <w:r w:rsidRPr="00EA63B1">
        <w:rPr>
          <w:bCs/>
        </w:rPr>
        <w:tab/>
        <w:t>jako exekutor, kterému zanikl výkon exekutorského úřadu, v rozporu s § 15 odst. 5 nebo 9 nezajistí bez zbytečného odkladu</w:t>
      </w:r>
    </w:p>
    <w:p w:rsidR="001C2068" w:rsidRPr="00EA63B1" w:rsidRDefault="001C2068" w:rsidP="001C2068">
      <w:pPr>
        <w:ind w:left="1416"/>
        <w:jc w:val="both"/>
        <w:rPr>
          <w:bCs/>
        </w:rPr>
      </w:pPr>
      <w:r w:rsidRPr="00EA63B1">
        <w:rPr>
          <w:bCs/>
        </w:rPr>
        <w:t>1. předání spisů, plnění vymožených v exekuci, zajištěných věcí, exekutorských úschov a registrů, případně souvisejících dat, technických zařízení nebo nosičů dat nově jmenovanému exekutorovi, nebo</w:t>
      </w:r>
    </w:p>
    <w:p w:rsidR="001C2068" w:rsidRPr="00EA63B1" w:rsidRDefault="001C2068" w:rsidP="001C2068">
      <w:pPr>
        <w:ind w:left="708" w:firstLine="708"/>
        <w:jc w:val="both"/>
        <w:rPr>
          <w:bCs/>
        </w:rPr>
      </w:pPr>
      <w:r w:rsidRPr="00EA63B1">
        <w:rPr>
          <w:bCs/>
        </w:rPr>
        <w:t>2. předání razítek, průkazů a pečetidel Komoře,</w:t>
      </w:r>
    </w:p>
    <w:p w:rsidR="001C2068" w:rsidRPr="00EA63B1" w:rsidRDefault="001C2068" w:rsidP="001C2068">
      <w:pPr>
        <w:ind w:left="708" w:firstLine="708"/>
        <w:jc w:val="both"/>
        <w:rPr>
          <w:bCs/>
        </w:rPr>
      </w:pPr>
    </w:p>
    <w:p w:rsidR="001C2068" w:rsidRPr="00EA63B1" w:rsidRDefault="001C2068" w:rsidP="001C2068">
      <w:pPr>
        <w:pStyle w:val="Normlnweb"/>
        <w:shd w:val="clear" w:color="auto" w:fill="FFFFFF"/>
        <w:spacing w:beforeAutospacing="0" w:after="0" w:afterAutospacing="0" w:line="20" w:lineRule="atLeast"/>
        <w:ind w:left="284"/>
        <w:jc w:val="both"/>
        <w:rPr>
          <w:bCs/>
        </w:rPr>
      </w:pPr>
      <w:r w:rsidRPr="00EA63B1">
        <w:rPr>
          <w:bCs/>
        </w:rPr>
        <w:t>e)</w:t>
      </w:r>
      <w:r w:rsidRPr="00EA63B1">
        <w:rPr>
          <w:bCs/>
        </w:rPr>
        <w:tab/>
        <w:t>jako exekutor, kterému zanikl výkon exekutorského úřadu, v rozporu s § 15 odst. 9 neposkytne předsedovi soudu údaje potřebné pro rozvržení exekučních řízení.“.“.</w:t>
      </w:r>
    </w:p>
    <w:p w:rsidR="001C2068" w:rsidRPr="00EA63B1" w:rsidRDefault="001C2068" w:rsidP="001C2068">
      <w:pPr>
        <w:pStyle w:val="Normlnweb"/>
        <w:shd w:val="clear" w:color="auto" w:fill="FFFFFF"/>
        <w:spacing w:beforeAutospacing="0" w:after="0" w:afterAutospacing="0" w:line="20" w:lineRule="atLeast"/>
        <w:ind w:left="284"/>
        <w:rPr>
          <w:bCs/>
        </w:rPr>
      </w:pPr>
    </w:p>
    <w:p w:rsidR="001C2068" w:rsidRPr="00EA63B1" w:rsidRDefault="001C2068" w:rsidP="001C2068">
      <w:pPr>
        <w:pStyle w:val="Normlnweb"/>
        <w:shd w:val="clear" w:color="auto" w:fill="FFFFFF"/>
        <w:spacing w:beforeAutospacing="0" w:after="0" w:afterAutospacing="0" w:line="20" w:lineRule="atLeast"/>
        <w:ind w:left="284"/>
        <w:rPr>
          <w:bCs/>
        </w:rPr>
      </w:pPr>
    </w:p>
    <w:p w:rsidR="001C2068" w:rsidRPr="00EA63B1" w:rsidRDefault="001C2068" w:rsidP="001C2068">
      <w:pPr>
        <w:pStyle w:val="Normlnweb"/>
        <w:shd w:val="clear" w:color="auto" w:fill="FFFFFF"/>
        <w:spacing w:before="0" w:beforeAutospacing="0" w:after="0" w:afterAutospacing="0" w:line="20" w:lineRule="atLeast"/>
        <w:ind w:left="360"/>
        <w:rPr>
          <w:bCs/>
        </w:rPr>
      </w:pPr>
      <w:r w:rsidRPr="00EA63B1">
        <w:rPr>
          <w:b/>
          <w:bCs/>
        </w:rPr>
        <w:t>5.</w:t>
      </w:r>
      <w:r w:rsidRPr="00EA63B1">
        <w:rPr>
          <w:bCs/>
        </w:rPr>
        <w:t xml:space="preserve"> V části druhé čl. </w:t>
      </w:r>
      <w:proofErr w:type="gramStart"/>
      <w:r w:rsidRPr="00EA63B1">
        <w:rPr>
          <w:bCs/>
        </w:rPr>
        <w:t>III</w:t>
      </w:r>
      <w:proofErr w:type="gramEnd"/>
      <w:r w:rsidRPr="00EA63B1">
        <w:rPr>
          <w:bCs/>
        </w:rPr>
        <w:t xml:space="preserve"> dosavadní bod 137 nově zní:</w:t>
      </w:r>
    </w:p>
    <w:p w:rsidR="001C2068" w:rsidRPr="00EA63B1" w:rsidRDefault="001C2068" w:rsidP="001C2068">
      <w:pPr>
        <w:pStyle w:val="Normlnweb"/>
        <w:shd w:val="clear" w:color="auto" w:fill="FFFFFF"/>
        <w:spacing w:beforeAutospacing="0" w:after="0" w:afterAutospacing="0" w:line="20" w:lineRule="atLeast"/>
        <w:rPr>
          <w:bCs/>
        </w:rPr>
      </w:pPr>
    </w:p>
    <w:p w:rsidR="001C2068" w:rsidRPr="00EA63B1" w:rsidRDefault="001C2068" w:rsidP="001C2068">
      <w:r w:rsidRPr="00EA63B1">
        <w:t>„137. V § 124a odst. 2 se slova „nebo b)“ nahrazují slovy „b), d) nebo e)“.“.</w:t>
      </w:r>
    </w:p>
    <w:p w:rsidR="001C2068" w:rsidRDefault="001C2068" w:rsidP="001C2068">
      <w:pPr>
        <w:pStyle w:val="Normlnweb"/>
        <w:shd w:val="clear" w:color="auto" w:fill="FFFFFF"/>
        <w:spacing w:beforeAutospacing="0" w:after="0" w:afterAutospacing="0" w:line="20" w:lineRule="atLeast"/>
        <w:rPr>
          <w:bCs/>
          <w:sz w:val="22"/>
          <w:szCs w:val="22"/>
        </w:rPr>
      </w:pPr>
    </w:p>
    <w:p w:rsidR="001C2068" w:rsidRPr="007962F2" w:rsidRDefault="00641CA0" w:rsidP="001C2068">
      <w:pPr>
        <w:pStyle w:val="Normlnweb"/>
        <w:shd w:val="clear" w:color="auto" w:fill="FFFFFF"/>
        <w:spacing w:beforeAutospacing="0" w:after="0" w:afterAutospacing="0" w:line="20" w:lineRule="atLeast"/>
        <w:jc w:val="both"/>
        <w:rPr>
          <w:b/>
          <w:bCs/>
          <w:u w:val="single"/>
        </w:rPr>
      </w:pPr>
      <w:proofErr w:type="gramStart"/>
      <w:r w:rsidRPr="007962F2">
        <w:rPr>
          <w:b/>
          <w:bCs/>
          <w:u w:val="single"/>
        </w:rPr>
        <w:t>A.</w:t>
      </w:r>
      <w:r w:rsidR="001C2068" w:rsidRPr="007962F2">
        <w:rPr>
          <w:b/>
          <w:bCs/>
          <w:u w:val="single"/>
        </w:rPr>
        <w:t>VII</w:t>
      </w:r>
      <w:proofErr w:type="gramEnd"/>
      <w:r w:rsidR="001C2068" w:rsidRPr="007962F2">
        <w:rPr>
          <w:b/>
          <w:bCs/>
          <w:u w:val="single"/>
        </w:rPr>
        <w:t>. součinnost a elektronické exekuční příkazy</w:t>
      </w:r>
    </w:p>
    <w:p w:rsidR="001C2068" w:rsidRPr="00181CD6" w:rsidRDefault="001C2068" w:rsidP="001C2068">
      <w:pPr>
        <w:pStyle w:val="Normlnweb"/>
        <w:shd w:val="clear" w:color="auto" w:fill="FFFFFF"/>
        <w:spacing w:beforeAutospacing="0" w:after="0" w:afterAutospacing="0" w:line="20" w:lineRule="atLeast"/>
        <w:jc w:val="both"/>
        <w:rPr>
          <w:bCs/>
        </w:rPr>
      </w:pPr>
    </w:p>
    <w:p w:rsidR="001C2068" w:rsidRPr="007B61DA" w:rsidRDefault="001C2068" w:rsidP="001C2068">
      <w:pPr>
        <w:pStyle w:val="Normlnweb"/>
        <w:shd w:val="clear" w:color="auto" w:fill="FFFFFF"/>
        <w:spacing w:before="0" w:beforeAutospacing="0" w:after="0" w:afterAutospacing="0" w:line="20" w:lineRule="atLeast"/>
        <w:ind w:left="360"/>
        <w:rPr>
          <w:bCs/>
        </w:rPr>
      </w:pPr>
      <w:r w:rsidRPr="007B61DA">
        <w:rPr>
          <w:b/>
          <w:bCs/>
        </w:rPr>
        <w:t>1.</w:t>
      </w:r>
      <w:r w:rsidRPr="007B61DA">
        <w:rPr>
          <w:bCs/>
        </w:rPr>
        <w:t xml:space="preserve"> V části druhé čl. </w:t>
      </w:r>
      <w:proofErr w:type="gramStart"/>
      <w:r w:rsidRPr="007B61DA">
        <w:rPr>
          <w:bCs/>
        </w:rPr>
        <w:t>III</w:t>
      </w:r>
      <w:proofErr w:type="gramEnd"/>
      <w:r w:rsidRPr="007B61DA">
        <w:rPr>
          <w:bCs/>
        </w:rPr>
        <w:t xml:space="preserve"> dosavadní bod 32 nově zní:</w:t>
      </w:r>
    </w:p>
    <w:p w:rsidR="001C2068" w:rsidRPr="007B61DA" w:rsidRDefault="001C2068" w:rsidP="001C2068">
      <w:pPr>
        <w:pStyle w:val="Normlnweb"/>
        <w:shd w:val="clear" w:color="auto" w:fill="FFFFFF"/>
        <w:spacing w:after="0" w:afterAutospacing="0" w:line="20" w:lineRule="atLeast"/>
        <w:rPr>
          <w:bCs/>
        </w:rPr>
      </w:pPr>
    </w:p>
    <w:p w:rsidR="001C2068" w:rsidRPr="007B61DA" w:rsidRDefault="001C2068" w:rsidP="001C2068">
      <w:r w:rsidRPr="007B61DA">
        <w:t>„32. V § 34 se za odstavec 3 vkládá nový odstavec 4, který zní:</w:t>
      </w:r>
    </w:p>
    <w:p w:rsidR="001C2068" w:rsidRPr="007B61DA" w:rsidRDefault="001C2068" w:rsidP="001C2068"/>
    <w:p w:rsidR="001C2068" w:rsidRPr="007B61DA" w:rsidRDefault="001C2068" w:rsidP="001C2068">
      <w:pPr>
        <w:ind w:firstLine="708"/>
        <w:jc w:val="both"/>
      </w:pPr>
      <w:r w:rsidRPr="007B61DA">
        <w:t>„(4) Exekutor požádá plátce mzdy na formuláři, jehož náležitosti a vzor stanoví prováděcí právní předpis, o sdělení údajů podle § 33 odst. 5, případně o sdělení jiných údajů potřebných k vedení exekuce, jejichž potřebnost v žádosti odůvodní. Plátce mzdy poskytne exekutorovi požadované údaje na formuláři, jehož náležitosti a vzor stanoví prováděcí právní předpis a který je součástí formuláře podle věty první. Doručuje-li exekutor žádost prostřednictvím veřejné datové sítě do datové schránky, požádá plátce mzdy o údaje podle § 33 odst. 5 i elektronicky datovým souborem. Plátce mzdy, jehož celkový roční úhrn čistého obratu podle zákona o účetnictví za poslední účetní období předcházející žádosti o součinnost dosáhl alespoň částku 100 000 000 Kč, nebo zaměstnává-li nejméně 50 zaměstnanců v pracovním poměru (dále jen „kvalifikovaný plátce mzdy“), údaje podle § 33 odst. 5 elektronicky datovým souborem poskytne. Kvalifikovaný plátce mzdy není povinen poskytnout exekutorovi údaje podle § 33 odst. 5, není-li žádost o tyto údaje podána elektronicky datovým souborem na formuláři podle věty první nebo nemá-li datový soubor stanovený formát nebo strukturu. Ministerstvo stanoví vyhláškou formát a strukturu datového souboru.“.</w:t>
      </w:r>
    </w:p>
    <w:p w:rsidR="001C2068" w:rsidRPr="007B61DA" w:rsidRDefault="001C2068" w:rsidP="001C2068"/>
    <w:p w:rsidR="001C2068" w:rsidRPr="007B61DA" w:rsidRDefault="001C2068" w:rsidP="001C2068">
      <w:r w:rsidRPr="007B61DA">
        <w:t>Dosavadní odstavce 4 a 5 se označují jako odstavce 5 a 6.“.</w:t>
      </w:r>
    </w:p>
    <w:p w:rsidR="001C2068" w:rsidRPr="007B61DA" w:rsidRDefault="001C2068" w:rsidP="001C2068">
      <w:pPr>
        <w:pStyle w:val="Normlnweb"/>
        <w:shd w:val="clear" w:color="auto" w:fill="FFFFFF"/>
        <w:spacing w:after="0" w:afterAutospacing="0" w:line="20" w:lineRule="atLeast"/>
        <w:jc w:val="both"/>
        <w:rPr>
          <w:bCs/>
        </w:rPr>
      </w:pPr>
    </w:p>
    <w:p w:rsidR="001C2068" w:rsidRPr="007B61DA" w:rsidRDefault="001C2068" w:rsidP="001C2068">
      <w:pPr>
        <w:pStyle w:val="Normlnweb"/>
        <w:shd w:val="clear" w:color="auto" w:fill="FFFFFF"/>
        <w:spacing w:before="0" w:beforeAutospacing="0" w:after="0" w:afterAutospacing="0" w:line="20" w:lineRule="atLeast"/>
        <w:ind w:left="360"/>
        <w:rPr>
          <w:bCs/>
        </w:rPr>
      </w:pPr>
      <w:r w:rsidRPr="007B61DA">
        <w:rPr>
          <w:b/>
          <w:bCs/>
        </w:rPr>
        <w:t>2.</w:t>
      </w:r>
      <w:r w:rsidRPr="007B61DA">
        <w:rPr>
          <w:bCs/>
        </w:rPr>
        <w:t xml:space="preserve"> V části </w:t>
      </w:r>
      <w:proofErr w:type="gramStart"/>
      <w:r w:rsidRPr="007B61DA">
        <w:rPr>
          <w:bCs/>
        </w:rPr>
        <w:t>druhé čl.</w:t>
      </w:r>
      <w:proofErr w:type="gramEnd"/>
      <w:r w:rsidRPr="007B61DA">
        <w:rPr>
          <w:bCs/>
        </w:rPr>
        <w:t xml:space="preserve"> III </w:t>
      </w:r>
      <w:proofErr w:type="gramStart"/>
      <w:r w:rsidRPr="007B61DA">
        <w:rPr>
          <w:bCs/>
        </w:rPr>
        <w:t>se</w:t>
      </w:r>
      <w:proofErr w:type="gramEnd"/>
      <w:r w:rsidRPr="007B61DA">
        <w:rPr>
          <w:bCs/>
        </w:rPr>
        <w:t xml:space="preserve"> za dosavadní bod 81 </w:t>
      </w:r>
      <w:proofErr w:type="gramStart"/>
      <w:r w:rsidRPr="007B61DA">
        <w:rPr>
          <w:bCs/>
        </w:rPr>
        <w:t>vkládá</w:t>
      </w:r>
      <w:proofErr w:type="gramEnd"/>
      <w:r w:rsidRPr="007B61DA">
        <w:rPr>
          <w:bCs/>
        </w:rPr>
        <w:t xml:space="preserve"> nový bod, který zní:</w:t>
      </w:r>
      <w:r w:rsidRPr="007B61DA">
        <w:rPr>
          <w:bCs/>
        </w:rPr>
        <w:br/>
      </w:r>
    </w:p>
    <w:p w:rsidR="001C2068" w:rsidRPr="007B61DA" w:rsidRDefault="001C2068" w:rsidP="001C2068">
      <w:pPr>
        <w:jc w:val="both"/>
        <w:rPr>
          <w:bCs/>
        </w:rPr>
      </w:pPr>
      <w:r w:rsidRPr="007B61DA">
        <w:rPr>
          <w:bCs/>
        </w:rPr>
        <w:t>„X.  V § 49 odst. 2 se slova „údaj podle § 48 písm. e)“ nahrazují slovy „pořadí vymáhané pohledávky“.“.</w:t>
      </w:r>
    </w:p>
    <w:p w:rsidR="001C2068" w:rsidRPr="007B61DA" w:rsidRDefault="001C2068" w:rsidP="001C2068">
      <w:pPr>
        <w:jc w:val="both"/>
        <w:rPr>
          <w:bCs/>
        </w:rPr>
      </w:pPr>
    </w:p>
    <w:p w:rsidR="001C2068" w:rsidRPr="007B61DA" w:rsidRDefault="001C2068" w:rsidP="001C2068">
      <w:pPr>
        <w:pStyle w:val="Normlnweb"/>
        <w:shd w:val="clear" w:color="auto" w:fill="FFFFFF"/>
        <w:spacing w:after="0" w:afterAutospacing="0" w:line="20" w:lineRule="atLeast"/>
        <w:jc w:val="both"/>
        <w:rPr>
          <w:bCs/>
        </w:rPr>
      </w:pPr>
      <w:r w:rsidRPr="007B61DA">
        <w:rPr>
          <w:bCs/>
        </w:rPr>
        <w:t xml:space="preserve">Následující body se přeznačí. </w:t>
      </w:r>
    </w:p>
    <w:p w:rsidR="001C2068" w:rsidRPr="007B61DA" w:rsidRDefault="001C2068" w:rsidP="001C2068">
      <w:pPr>
        <w:pStyle w:val="Normlnweb"/>
        <w:shd w:val="clear" w:color="auto" w:fill="FFFFFF"/>
        <w:spacing w:after="0" w:afterAutospacing="0" w:line="20" w:lineRule="atLeast"/>
        <w:rPr>
          <w:bCs/>
        </w:rPr>
      </w:pPr>
    </w:p>
    <w:p w:rsidR="001C2068" w:rsidRPr="007B61DA" w:rsidRDefault="001C2068" w:rsidP="001C2068">
      <w:pPr>
        <w:pStyle w:val="Normlnweb"/>
        <w:shd w:val="clear" w:color="auto" w:fill="FFFFFF"/>
        <w:spacing w:before="0" w:beforeAutospacing="0" w:after="0" w:afterAutospacing="0" w:line="20" w:lineRule="atLeast"/>
        <w:ind w:left="360"/>
        <w:rPr>
          <w:bCs/>
        </w:rPr>
      </w:pPr>
      <w:r w:rsidRPr="007B61DA">
        <w:rPr>
          <w:b/>
          <w:bCs/>
        </w:rPr>
        <w:t>3.</w:t>
      </w:r>
      <w:r w:rsidRPr="007B61DA">
        <w:rPr>
          <w:bCs/>
        </w:rPr>
        <w:t xml:space="preserve"> V části </w:t>
      </w:r>
      <w:proofErr w:type="gramStart"/>
      <w:r w:rsidRPr="007B61DA">
        <w:rPr>
          <w:bCs/>
        </w:rPr>
        <w:t>druhé čl.</w:t>
      </w:r>
      <w:proofErr w:type="gramEnd"/>
      <w:r w:rsidRPr="007B61DA">
        <w:rPr>
          <w:bCs/>
        </w:rPr>
        <w:t xml:space="preserve"> III </w:t>
      </w:r>
      <w:proofErr w:type="gramStart"/>
      <w:r w:rsidRPr="007B61DA">
        <w:rPr>
          <w:bCs/>
        </w:rPr>
        <w:t>se vkládá</w:t>
      </w:r>
      <w:proofErr w:type="gramEnd"/>
      <w:r w:rsidRPr="007B61DA">
        <w:rPr>
          <w:bCs/>
        </w:rPr>
        <w:t xml:space="preserve"> nový bod, který zní:</w:t>
      </w:r>
    </w:p>
    <w:p w:rsidR="001C2068" w:rsidRPr="007B61DA" w:rsidRDefault="001C2068" w:rsidP="001C2068">
      <w:pPr>
        <w:pStyle w:val="Normlnweb"/>
        <w:shd w:val="clear" w:color="auto" w:fill="FFFFFF"/>
        <w:spacing w:before="0" w:beforeAutospacing="0" w:after="0" w:afterAutospacing="0" w:line="20" w:lineRule="atLeast"/>
        <w:ind w:left="284"/>
        <w:rPr>
          <w:bCs/>
        </w:rPr>
      </w:pPr>
    </w:p>
    <w:p w:rsidR="001C2068" w:rsidRPr="007B61DA" w:rsidRDefault="001C2068" w:rsidP="001C2068">
      <w:r w:rsidRPr="007B61DA">
        <w:t>„X. V § 49 se za odstavec 2 vkládá nový odstavec 3, který zní:</w:t>
      </w:r>
    </w:p>
    <w:p w:rsidR="001C2068" w:rsidRPr="007B61DA" w:rsidRDefault="001C2068" w:rsidP="001C2068">
      <w:pPr>
        <w:pStyle w:val="Normlnweb"/>
        <w:shd w:val="clear" w:color="auto" w:fill="FFFFFF"/>
        <w:spacing w:after="0" w:afterAutospacing="0" w:line="20" w:lineRule="atLeast"/>
        <w:jc w:val="both"/>
        <w:rPr>
          <w:color w:val="000000"/>
        </w:rPr>
      </w:pPr>
      <w:r w:rsidRPr="007B61DA">
        <w:rPr>
          <w:color w:val="000000"/>
        </w:rPr>
        <w:t xml:space="preserve">„(3) Nestanoví-li se v odstavci 2 jinak, je přílohou exekučního příkazu podle odstavce 1 písm. a) vyrozumění o tom, že byly splněny podmínky podle § 52 odst. 3, nebo usnesení o změně nebo zrušení exekučního příkazu podle odstavce 1 písm. a), je-li plátci mzdy doručováno prostřednictvím veřejné datové sítě do datové schránky, datový soubor, který obsahuje údaje uvedené v těchto písemnostech. Po obdržení datového souboru podle věty předchozí kvalifikovaný plátce mzdy bez zbytečného odkladu sdělí exekutorovi datovým souborem </w:t>
      </w:r>
      <w:r w:rsidRPr="007B61DA">
        <w:rPr>
          <w:bCs/>
        </w:rPr>
        <w:t>pořadí vymáhané pohledávky.</w:t>
      </w:r>
      <w:r w:rsidRPr="007B61DA">
        <w:rPr>
          <w:color w:val="000000"/>
        </w:rPr>
        <w:t>“.“</w:t>
      </w:r>
    </w:p>
    <w:p w:rsidR="001C2068" w:rsidRPr="007B61DA" w:rsidRDefault="001C2068" w:rsidP="001C2068">
      <w:pPr>
        <w:pStyle w:val="Normlnweb"/>
        <w:shd w:val="clear" w:color="auto" w:fill="FFFFFF"/>
        <w:spacing w:after="0" w:afterAutospacing="0" w:line="20" w:lineRule="atLeast"/>
        <w:jc w:val="both"/>
        <w:rPr>
          <w:color w:val="000000"/>
        </w:rPr>
      </w:pPr>
    </w:p>
    <w:p w:rsidR="001C2068" w:rsidRPr="007B61DA" w:rsidRDefault="001C2068" w:rsidP="001C2068">
      <w:r w:rsidRPr="007B61DA">
        <w:t>Dosavadní odstavce 3 až 8 se označují jako odstavce 4 až 9.</w:t>
      </w:r>
    </w:p>
    <w:p w:rsidR="001C2068" w:rsidRDefault="001C2068" w:rsidP="001C2068">
      <w:pPr>
        <w:pStyle w:val="Normlnweb"/>
        <w:shd w:val="clear" w:color="auto" w:fill="FFFFFF"/>
        <w:spacing w:before="0" w:beforeAutospacing="0" w:after="0" w:afterAutospacing="0"/>
        <w:jc w:val="both"/>
        <w:rPr>
          <w:bCs/>
        </w:rPr>
      </w:pPr>
    </w:p>
    <w:p w:rsidR="001C2068" w:rsidRPr="007B61DA" w:rsidRDefault="001C2068" w:rsidP="001C2068">
      <w:pPr>
        <w:pStyle w:val="Normlnweb"/>
        <w:shd w:val="clear" w:color="auto" w:fill="FFFFFF"/>
        <w:spacing w:before="0" w:beforeAutospacing="0" w:after="0" w:afterAutospacing="0"/>
        <w:jc w:val="both"/>
      </w:pPr>
      <w:r w:rsidRPr="007B61DA">
        <w:rPr>
          <w:bCs/>
        </w:rPr>
        <w:t>Následující body se přeznačí.</w:t>
      </w:r>
      <w:r w:rsidRPr="007B61DA">
        <w:t xml:space="preserve"> </w:t>
      </w:r>
    </w:p>
    <w:p w:rsidR="001C2068" w:rsidRPr="007B61DA" w:rsidRDefault="001C2068" w:rsidP="001C2068">
      <w:pPr>
        <w:pStyle w:val="Normlnweb"/>
        <w:shd w:val="clear" w:color="auto" w:fill="FFFFFF"/>
        <w:spacing w:after="0" w:afterAutospacing="0" w:line="20" w:lineRule="atLeast"/>
        <w:jc w:val="both"/>
        <w:rPr>
          <w:bCs/>
        </w:rPr>
      </w:pPr>
    </w:p>
    <w:p w:rsidR="001C2068" w:rsidRPr="007B61DA" w:rsidRDefault="001C2068" w:rsidP="001C2068">
      <w:pPr>
        <w:pStyle w:val="Normlnweb"/>
        <w:shd w:val="clear" w:color="auto" w:fill="FFFFFF"/>
        <w:spacing w:before="0" w:beforeAutospacing="0" w:after="0" w:afterAutospacing="0" w:line="20" w:lineRule="atLeast"/>
        <w:ind w:left="360"/>
        <w:rPr>
          <w:bCs/>
        </w:rPr>
      </w:pPr>
      <w:r w:rsidRPr="007B61DA">
        <w:rPr>
          <w:b/>
          <w:bCs/>
        </w:rPr>
        <w:t>4.</w:t>
      </w:r>
      <w:r w:rsidRPr="007B61DA">
        <w:rPr>
          <w:bCs/>
        </w:rPr>
        <w:t xml:space="preserve"> V části </w:t>
      </w:r>
      <w:proofErr w:type="gramStart"/>
      <w:r w:rsidRPr="007B61DA">
        <w:rPr>
          <w:bCs/>
        </w:rPr>
        <w:t>druhé čl.</w:t>
      </w:r>
      <w:proofErr w:type="gramEnd"/>
      <w:r w:rsidRPr="007B61DA">
        <w:rPr>
          <w:bCs/>
        </w:rPr>
        <w:t xml:space="preserve"> III </w:t>
      </w:r>
      <w:proofErr w:type="gramStart"/>
      <w:r w:rsidRPr="007B61DA">
        <w:rPr>
          <w:bCs/>
        </w:rPr>
        <w:t>se vkládá</w:t>
      </w:r>
      <w:proofErr w:type="gramEnd"/>
      <w:r w:rsidRPr="007B61DA">
        <w:rPr>
          <w:bCs/>
        </w:rPr>
        <w:t xml:space="preserve"> nový bod, který zní:</w:t>
      </w:r>
    </w:p>
    <w:p w:rsidR="001C2068" w:rsidRPr="007B61DA" w:rsidRDefault="001C2068" w:rsidP="001C2068">
      <w:pPr>
        <w:pStyle w:val="Normlnweb"/>
        <w:shd w:val="clear" w:color="auto" w:fill="FFFFFF"/>
        <w:spacing w:before="0" w:beforeAutospacing="0" w:after="0" w:afterAutospacing="0" w:line="20" w:lineRule="atLeast"/>
        <w:ind w:left="284"/>
        <w:rPr>
          <w:bCs/>
        </w:rPr>
      </w:pPr>
    </w:p>
    <w:p w:rsidR="001C2068" w:rsidRPr="007B61DA" w:rsidRDefault="001C2068" w:rsidP="001C2068">
      <w:pPr>
        <w:jc w:val="both"/>
      </w:pPr>
      <w:r w:rsidRPr="007B61DA">
        <w:t>„X. V § 49 odst. 4 se slova „čísla účtů a výši peněžních prostředků, na něž se vztahují zákazy podle § 304 odst. 1 a 3 občanského soudního řádu, a údaj podle § 48 písm. e)“ nahrazují slovy „pořadí vymáhané pohledávky.“.“</w:t>
      </w:r>
    </w:p>
    <w:p w:rsidR="001C2068" w:rsidRPr="007B61DA" w:rsidRDefault="001C2068" w:rsidP="001C2068">
      <w:pPr>
        <w:jc w:val="both"/>
        <w:rPr>
          <w:bCs/>
        </w:rPr>
      </w:pPr>
    </w:p>
    <w:p w:rsidR="001C2068" w:rsidRPr="007B61DA" w:rsidRDefault="001C2068" w:rsidP="001C2068">
      <w:pPr>
        <w:pStyle w:val="Normlnweb"/>
        <w:shd w:val="clear" w:color="auto" w:fill="FFFFFF"/>
        <w:spacing w:after="0" w:afterAutospacing="0" w:line="20" w:lineRule="atLeast"/>
        <w:jc w:val="both"/>
        <w:rPr>
          <w:bCs/>
        </w:rPr>
      </w:pPr>
      <w:r w:rsidRPr="007B61DA">
        <w:rPr>
          <w:bCs/>
        </w:rPr>
        <w:t xml:space="preserve">Následující body se přeznačí. </w:t>
      </w:r>
    </w:p>
    <w:p w:rsidR="001C2068" w:rsidRPr="007B61DA" w:rsidRDefault="001C2068" w:rsidP="001C2068">
      <w:pPr>
        <w:pStyle w:val="Normlnweb"/>
        <w:shd w:val="clear" w:color="auto" w:fill="FFFFFF"/>
        <w:spacing w:after="0" w:afterAutospacing="0" w:line="20" w:lineRule="atLeast"/>
        <w:rPr>
          <w:bCs/>
        </w:rPr>
      </w:pPr>
    </w:p>
    <w:p w:rsidR="001C2068" w:rsidRPr="007B61DA" w:rsidRDefault="001C2068" w:rsidP="001C2068">
      <w:pPr>
        <w:pStyle w:val="Normlnweb"/>
        <w:shd w:val="clear" w:color="auto" w:fill="FFFFFF"/>
        <w:spacing w:before="0" w:beforeAutospacing="0" w:after="0" w:afterAutospacing="0" w:line="20" w:lineRule="atLeast"/>
        <w:ind w:left="360"/>
        <w:rPr>
          <w:bCs/>
        </w:rPr>
      </w:pPr>
      <w:r w:rsidRPr="007B61DA">
        <w:rPr>
          <w:b/>
          <w:bCs/>
        </w:rPr>
        <w:t>5.</w:t>
      </w:r>
      <w:r w:rsidRPr="007B61DA">
        <w:rPr>
          <w:bCs/>
        </w:rPr>
        <w:t xml:space="preserve"> V části </w:t>
      </w:r>
      <w:proofErr w:type="gramStart"/>
      <w:r w:rsidRPr="007B61DA">
        <w:rPr>
          <w:bCs/>
        </w:rPr>
        <w:t>druhé čl.</w:t>
      </w:r>
      <w:proofErr w:type="gramEnd"/>
      <w:r w:rsidRPr="007B61DA">
        <w:rPr>
          <w:bCs/>
        </w:rPr>
        <w:t xml:space="preserve"> III </w:t>
      </w:r>
      <w:proofErr w:type="gramStart"/>
      <w:r w:rsidRPr="007B61DA">
        <w:rPr>
          <w:bCs/>
        </w:rPr>
        <w:t>se vkládá</w:t>
      </w:r>
      <w:proofErr w:type="gramEnd"/>
      <w:r w:rsidRPr="007B61DA">
        <w:rPr>
          <w:bCs/>
        </w:rPr>
        <w:t xml:space="preserve"> nový bod, který zní:</w:t>
      </w:r>
    </w:p>
    <w:p w:rsidR="001C2068" w:rsidRPr="007B61DA" w:rsidRDefault="001C2068" w:rsidP="001C2068">
      <w:pPr>
        <w:pStyle w:val="Normlnweb"/>
        <w:shd w:val="clear" w:color="auto" w:fill="FFFFFF"/>
        <w:spacing w:before="0" w:beforeAutospacing="0" w:after="0" w:afterAutospacing="0" w:line="20" w:lineRule="atLeast"/>
        <w:ind w:left="284"/>
        <w:rPr>
          <w:bCs/>
        </w:rPr>
      </w:pPr>
    </w:p>
    <w:p w:rsidR="001C2068" w:rsidRPr="007B61DA" w:rsidRDefault="001C2068" w:rsidP="001C2068">
      <w:pPr>
        <w:pStyle w:val="Normlnweb"/>
        <w:shd w:val="clear" w:color="auto" w:fill="FFFFFF"/>
        <w:spacing w:after="0" w:afterAutospacing="0" w:line="20" w:lineRule="atLeast"/>
        <w:rPr>
          <w:color w:val="000000"/>
        </w:rPr>
      </w:pPr>
      <w:r w:rsidRPr="007B61DA">
        <w:rPr>
          <w:color w:val="000000"/>
        </w:rPr>
        <w:t xml:space="preserve">„X. V § 49 odst. 5 se slova „2 a 3“ nahrazují slovy „2 až 4“.“. </w:t>
      </w:r>
    </w:p>
    <w:p w:rsidR="001C2068" w:rsidRPr="007B61DA" w:rsidRDefault="001C2068" w:rsidP="001C2068">
      <w:pPr>
        <w:pStyle w:val="Normlnweb"/>
        <w:shd w:val="clear" w:color="auto" w:fill="FFFFFF"/>
        <w:spacing w:after="0" w:afterAutospacing="0" w:line="20" w:lineRule="atLeast"/>
        <w:jc w:val="both"/>
        <w:rPr>
          <w:bCs/>
        </w:rPr>
      </w:pPr>
      <w:r w:rsidRPr="007B61DA">
        <w:rPr>
          <w:bCs/>
        </w:rPr>
        <w:t xml:space="preserve">Následující body se přeznačí. </w:t>
      </w:r>
    </w:p>
    <w:p w:rsidR="001C2068" w:rsidRPr="007B61DA" w:rsidRDefault="001C2068" w:rsidP="001C2068">
      <w:pPr>
        <w:pStyle w:val="Normlnweb"/>
        <w:shd w:val="clear" w:color="auto" w:fill="FFFFFF"/>
        <w:spacing w:after="0" w:afterAutospacing="0" w:line="20" w:lineRule="atLeast"/>
        <w:rPr>
          <w:bCs/>
        </w:rPr>
      </w:pPr>
    </w:p>
    <w:p w:rsidR="001C2068" w:rsidRPr="007B61DA" w:rsidRDefault="001C2068" w:rsidP="001C2068">
      <w:pPr>
        <w:pStyle w:val="Normlnweb"/>
        <w:shd w:val="clear" w:color="auto" w:fill="FFFFFF"/>
        <w:spacing w:after="0" w:afterAutospacing="0" w:line="20" w:lineRule="atLeast"/>
        <w:ind w:firstLine="284"/>
        <w:rPr>
          <w:bCs/>
        </w:rPr>
      </w:pPr>
      <w:r w:rsidRPr="007B61DA">
        <w:rPr>
          <w:b/>
          <w:bCs/>
        </w:rPr>
        <w:t>6.</w:t>
      </w:r>
      <w:r w:rsidRPr="007B61DA">
        <w:rPr>
          <w:bCs/>
        </w:rPr>
        <w:t xml:space="preserve"> V části </w:t>
      </w:r>
      <w:proofErr w:type="gramStart"/>
      <w:r w:rsidRPr="007B61DA">
        <w:rPr>
          <w:bCs/>
        </w:rPr>
        <w:t>druhé čl.</w:t>
      </w:r>
      <w:proofErr w:type="gramEnd"/>
      <w:r w:rsidRPr="007B61DA">
        <w:rPr>
          <w:bCs/>
        </w:rPr>
        <w:t xml:space="preserve"> III </w:t>
      </w:r>
      <w:proofErr w:type="gramStart"/>
      <w:r w:rsidRPr="007B61DA">
        <w:rPr>
          <w:bCs/>
        </w:rPr>
        <w:t>se</w:t>
      </w:r>
      <w:proofErr w:type="gramEnd"/>
      <w:r w:rsidRPr="007B61DA">
        <w:rPr>
          <w:bCs/>
        </w:rPr>
        <w:t xml:space="preserve"> dosavadní bod 83 </w:t>
      </w:r>
      <w:proofErr w:type="gramStart"/>
      <w:r w:rsidRPr="007B61DA">
        <w:rPr>
          <w:bCs/>
        </w:rPr>
        <w:t>zrušuje</w:t>
      </w:r>
      <w:proofErr w:type="gramEnd"/>
      <w:r w:rsidRPr="007B61DA">
        <w:rPr>
          <w:bCs/>
        </w:rPr>
        <w:t>.</w:t>
      </w:r>
    </w:p>
    <w:p w:rsidR="001C2068" w:rsidRPr="007B61DA" w:rsidRDefault="001C2068" w:rsidP="001C2068">
      <w:pPr>
        <w:pStyle w:val="Normlnweb"/>
        <w:shd w:val="clear" w:color="auto" w:fill="FFFFFF"/>
        <w:spacing w:after="0" w:afterAutospacing="0" w:line="20" w:lineRule="atLeast"/>
        <w:jc w:val="both"/>
      </w:pPr>
      <w:r w:rsidRPr="007B61DA">
        <w:rPr>
          <w:bCs/>
        </w:rPr>
        <w:t>Následující body se přeznačí.</w:t>
      </w:r>
      <w:r w:rsidRPr="007B61DA">
        <w:t xml:space="preserve"> </w:t>
      </w:r>
    </w:p>
    <w:p w:rsidR="001C2068" w:rsidRPr="007B61DA" w:rsidRDefault="001C2068" w:rsidP="001C2068">
      <w:pPr>
        <w:pStyle w:val="Normlnweb"/>
        <w:shd w:val="clear" w:color="auto" w:fill="FFFFFF"/>
        <w:spacing w:after="0" w:afterAutospacing="0" w:line="20" w:lineRule="atLeast"/>
        <w:rPr>
          <w:bCs/>
          <w:highlight w:val="green"/>
        </w:rPr>
      </w:pPr>
    </w:p>
    <w:p w:rsidR="001C2068" w:rsidRPr="007B61DA" w:rsidRDefault="001C2068" w:rsidP="001C2068">
      <w:pPr>
        <w:pStyle w:val="Normlnweb"/>
        <w:shd w:val="clear" w:color="auto" w:fill="FFFFFF"/>
        <w:spacing w:after="0" w:afterAutospacing="0" w:line="20" w:lineRule="atLeast"/>
        <w:ind w:firstLine="284"/>
        <w:rPr>
          <w:bCs/>
        </w:rPr>
      </w:pPr>
      <w:r w:rsidRPr="007B61DA">
        <w:rPr>
          <w:b/>
          <w:bCs/>
        </w:rPr>
        <w:t xml:space="preserve">7. </w:t>
      </w:r>
      <w:r w:rsidRPr="007B61DA">
        <w:rPr>
          <w:bCs/>
        </w:rPr>
        <w:t xml:space="preserve"> V části </w:t>
      </w:r>
      <w:proofErr w:type="gramStart"/>
      <w:r w:rsidRPr="007B61DA">
        <w:rPr>
          <w:bCs/>
        </w:rPr>
        <w:t>druhé čl.</w:t>
      </w:r>
      <w:proofErr w:type="gramEnd"/>
      <w:r w:rsidRPr="007B61DA">
        <w:rPr>
          <w:bCs/>
        </w:rPr>
        <w:t xml:space="preserve"> III </w:t>
      </w:r>
      <w:proofErr w:type="gramStart"/>
      <w:r w:rsidRPr="007B61DA">
        <w:rPr>
          <w:bCs/>
        </w:rPr>
        <w:t>se</w:t>
      </w:r>
      <w:proofErr w:type="gramEnd"/>
      <w:r w:rsidRPr="007B61DA">
        <w:rPr>
          <w:bCs/>
        </w:rPr>
        <w:t xml:space="preserve"> za dosavadní bod 151 </w:t>
      </w:r>
      <w:proofErr w:type="gramStart"/>
      <w:r w:rsidRPr="007B61DA">
        <w:rPr>
          <w:bCs/>
        </w:rPr>
        <w:t>vkládá</w:t>
      </w:r>
      <w:proofErr w:type="gramEnd"/>
      <w:r w:rsidRPr="007B61DA">
        <w:rPr>
          <w:bCs/>
        </w:rPr>
        <w:t xml:space="preserve"> nový bod, který zní:</w:t>
      </w:r>
    </w:p>
    <w:p w:rsidR="001C2068" w:rsidRPr="007B61DA" w:rsidRDefault="001C2068" w:rsidP="001C2068">
      <w:pPr>
        <w:pStyle w:val="Normlnweb"/>
        <w:shd w:val="clear" w:color="auto" w:fill="FFFFFF"/>
        <w:spacing w:before="0" w:beforeAutospacing="0" w:after="0" w:afterAutospacing="0" w:line="20" w:lineRule="atLeast"/>
        <w:ind w:left="284"/>
        <w:rPr>
          <w:bCs/>
        </w:rPr>
      </w:pPr>
    </w:p>
    <w:p w:rsidR="001C2068" w:rsidRPr="007B61DA" w:rsidRDefault="001C2068" w:rsidP="001C2068">
      <w:pPr>
        <w:jc w:val="both"/>
      </w:pPr>
      <w:r w:rsidRPr="007B61DA">
        <w:t xml:space="preserve">„X. V § 131 písm. g) se za slovo „zákona“ vkládají </w:t>
      </w:r>
      <w:proofErr w:type="gramStart"/>
      <w:r w:rsidRPr="007B61DA">
        <w:t>slova „ , náležitosti</w:t>
      </w:r>
      <w:proofErr w:type="gramEnd"/>
      <w:r w:rsidRPr="007B61DA">
        <w:t xml:space="preserve"> a vzor formuláře žádosti exekutora určené plátci mzdy o sdělení údajů, náležitosti a vzor formuláře sdělení požadovaných údajů plátcem mzdy exekutorovi podle § 34 odst. 4, včetně formátu a struktury datových souborů“.“.</w:t>
      </w:r>
    </w:p>
    <w:p w:rsidR="001C2068" w:rsidRDefault="001C2068" w:rsidP="001C2068">
      <w:pPr>
        <w:pStyle w:val="Normlnweb"/>
        <w:shd w:val="clear" w:color="auto" w:fill="FFFFFF"/>
        <w:spacing w:after="0" w:afterAutospacing="0" w:line="20" w:lineRule="atLeast"/>
        <w:jc w:val="both"/>
      </w:pPr>
      <w:r w:rsidRPr="007B61DA">
        <w:rPr>
          <w:bCs/>
        </w:rPr>
        <w:t>Následující body se přeznačí.</w:t>
      </w:r>
      <w:r w:rsidRPr="007B61DA">
        <w:t xml:space="preserve"> </w:t>
      </w:r>
    </w:p>
    <w:p w:rsidR="001C2068" w:rsidRDefault="001C2068" w:rsidP="001C2068">
      <w:pPr>
        <w:pStyle w:val="Normlnweb"/>
        <w:shd w:val="clear" w:color="auto" w:fill="FFFFFF"/>
        <w:spacing w:after="0" w:afterAutospacing="0" w:line="20" w:lineRule="atLeast"/>
        <w:ind w:firstLine="426"/>
        <w:jc w:val="both"/>
        <w:rPr>
          <w:b/>
        </w:rPr>
      </w:pPr>
    </w:p>
    <w:p w:rsidR="001C2068" w:rsidRPr="007B61DA" w:rsidRDefault="001C2068" w:rsidP="001C2068">
      <w:pPr>
        <w:pStyle w:val="Normlnweb"/>
        <w:shd w:val="clear" w:color="auto" w:fill="FFFFFF"/>
        <w:spacing w:after="0" w:afterAutospacing="0" w:line="20" w:lineRule="atLeast"/>
        <w:ind w:firstLine="426"/>
        <w:jc w:val="both"/>
      </w:pPr>
      <w:r w:rsidRPr="007B61DA">
        <w:rPr>
          <w:b/>
        </w:rPr>
        <w:lastRenderedPageBreak/>
        <w:t>8.</w:t>
      </w:r>
      <w:r w:rsidRPr="007B61DA">
        <w:t xml:space="preserve"> </w:t>
      </w:r>
      <w:r>
        <w:t>V části páté</w:t>
      </w:r>
      <w:r w:rsidRPr="007B61DA">
        <w:t xml:space="preserve"> čl. VIII</w:t>
      </w:r>
      <w:r>
        <w:t xml:space="preserve"> se za slovo „vyhlášení“ vkládají </w:t>
      </w:r>
      <w:proofErr w:type="gramStart"/>
      <w:r>
        <w:t>slova „</w:t>
      </w:r>
      <w:r w:rsidRPr="007B61DA">
        <w:t xml:space="preserve"> , s výjimkou</w:t>
      </w:r>
      <w:proofErr w:type="gramEnd"/>
      <w:r w:rsidRPr="007B61DA">
        <w:t xml:space="preserve"> ustanovení</w:t>
      </w:r>
      <w:r w:rsidRPr="007B61DA">
        <w:rPr>
          <w:bCs/>
        </w:rPr>
        <w:t> části druhé čl. III bodu 32</w:t>
      </w:r>
      <w:r w:rsidRPr="007B61DA">
        <w:t>, které nabývá účinnosti prvním dnem třicátého kalendářního měsíce následujícího po jeho vyhlášení.“.</w:t>
      </w:r>
    </w:p>
    <w:p w:rsidR="001C2068" w:rsidRDefault="001C2068" w:rsidP="001C2068">
      <w:pPr>
        <w:jc w:val="both"/>
        <w:rPr>
          <w:bCs/>
        </w:rPr>
      </w:pPr>
    </w:p>
    <w:p w:rsidR="001C2068" w:rsidRDefault="001C2068" w:rsidP="001C2068">
      <w:pPr>
        <w:jc w:val="both"/>
        <w:rPr>
          <w:bCs/>
        </w:rPr>
      </w:pPr>
    </w:p>
    <w:p w:rsidR="001C2068" w:rsidRPr="007962F2" w:rsidRDefault="00641CA0" w:rsidP="001C2068">
      <w:pPr>
        <w:jc w:val="both"/>
        <w:rPr>
          <w:b/>
          <w:bCs/>
          <w:u w:val="single"/>
        </w:rPr>
      </w:pPr>
      <w:proofErr w:type="gramStart"/>
      <w:r w:rsidRPr="007962F2">
        <w:rPr>
          <w:b/>
          <w:bCs/>
          <w:u w:val="single"/>
        </w:rPr>
        <w:t>A.</w:t>
      </w:r>
      <w:r w:rsidR="001C2068" w:rsidRPr="007962F2">
        <w:rPr>
          <w:b/>
          <w:bCs/>
          <w:u w:val="single"/>
        </w:rPr>
        <w:t>VIII</w:t>
      </w:r>
      <w:proofErr w:type="gramEnd"/>
      <w:r w:rsidR="001C2068" w:rsidRPr="007962F2">
        <w:rPr>
          <w:b/>
          <w:bCs/>
          <w:u w:val="single"/>
        </w:rPr>
        <w:t>. úprava zastavení marných exekucí a ztráty pořadí</w:t>
      </w:r>
    </w:p>
    <w:p w:rsidR="001C2068" w:rsidRPr="00181CD6" w:rsidRDefault="001C2068" w:rsidP="001C2068">
      <w:pPr>
        <w:jc w:val="both"/>
        <w:rPr>
          <w:bCs/>
        </w:rPr>
      </w:pPr>
    </w:p>
    <w:p w:rsidR="001C2068" w:rsidRPr="008A3DE9" w:rsidRDefault="001C2068" w:rsidP="001C2068">
      <w:pPr>
        <w:jc w:val="both"/>
        <w:rPr>
          <w:b/>
        </w:rPr>
      </w:pPr>
      <w:r>
        <w:rPr>
          <w:b/>
        </w:rPr>
        <w:t xml:space="preserve">V ČÁSTI </w:t>
      </w:r>
      <w:r w:rsidRPr="008A3DE9">
        <w:rPr>
          <w:b/>
        </w:rPr>
        <w:t xml:space="preserve">DRUHÉ </w:t>
      </w:r>
      <w:r>
        <w:rPr>
          <w:b/>
        </w:rPr>
        <w:t>(Změna exekučního řádu) Čl. III,</w:t>
      </w:r>
      <w:r w:rsidRPr="008A3DE9">
        <w:rPr>
          <w:b/>
        </w:rPr>
        <w:t xml:space="preserve"> v</w:t>
      </w:r>
      <w:r>
        <w:rPr>
          <w:b/>
        </w:rPr>
        <w:t xml:space="preserve"> dosavadním </w:t>
      </w:r>
      <w:r w:rsidRPr="008A3DE9">
        <w:rPr>
          <w:b/>
        </w:rPr>
        <w:t>novelizačním bodu 95</w:t>
      </w:r>
      <w:r>
        <w:rPr>
          <w:b/>
        </w:rPr>
        <w:t xml:space="preserve"> v</w:t>
      </w:r>
      <w:r w:rsidRPr="008A3DE9">
        <w:rPr>
          <w:b/>
        </w:rPr>
        <w:t xml:space="preserve"> § 55 odstavec 7 zní:</w:t>
      </w:r>
    </w:p>
    <w:p w:rsidR="001C2068" w:rsidRPr="008A3DE9" w:rsidRDefault="001C2068" w:rsidP="001C2068">
      <w:pPr>
        <w:jc w:val="both"/>
        <w:rPr>
          <w:b/>
        </w:rPr>
      </w:pPr>
    </w:p>
    <w:p w:rsidR="001C2068" w:rsidRPr="008A3DE9" w:rsidRDefault="001C2068" w:rsidP="001C2068">
      <w:pPr>
        <w:ind w:firstLine="708"/>
        <w:jc w:val="both"/>
        <w:rPr>
          <w:bCs/>
        </w:rPr>
      </w:pPr>
      <w:r w:rsidRPr="008A3DE9">
        <w:t>„(7) Exekutor zastaví i bez návrhu a souhlasu oprávněného exekuci, nedošlo-li v ní po dobu posledních 3 let ani k částečnému uspokojení vymáhané povinnosti ve výši postačující alespoň ke krytí nákladů exekuce a nebyl-li v ní po dobu posledních 3 let zjištěn či zajištěn žádný majetek postižitelný v exekuci, který by postačoval alespoň ke krytí nákladů exekuce, a to ani pro účely uspokojení přednostních pohledávek nebo pohledávek s dřívějším pořadím. Exekutor exekuci nezastaví, složí-li oprávněný, který není zproštěn od složení zálohy na náklady exekuce podle § 43b odst. 2, na výzvu exekutora další zálohu na náklady exekuce ve výši stanovené prováděcím právním předpisem (dále jen „další záloha“), nebo sdělí-li exekutorovi na jeho výzvu oprávněný, který je zproštěn od složení zálohy na náklady exekuce podle § 43b odst. 2, že nesouhlasí s tím, aby exekuce byla zastavena</w:t>
      </w:r>
      <w:r w:rsidRPr="008A3DE9">
        <w:rPr>
          <w:i/>
          <w:iCs/>
        </w:rPr>
        <w:t>.</w:t>
      </w:r>
      <w:r w:rsidRPr="008A3DE9">
        <w:t>“.</w:t>
      </w:r>
    </w:p>
    <w:p w:rsidR="001C2068" w:rsidRDefault="001C2068" w:rsidP="001C2068">
      <w:pPr>
        <w:spacing w:line="360" w:lineRule="auto"/>
        <w:rPr>
          <w:b/>
        </w:rPr>
      </w:pPr>
    </w:p>
    <w:p w:rsidR="001C2068" w:rsidRPr="007962F2" w:rsidRDefault="00641CA0" w:rsidP="001C2068">
      <w:pPr>
        <w:spacing w:line="360" w:lineRule="auto"/>
        <w:rPr>
          <w:b/>
          <w:u w:val="single"/>
        </w:rPr>
      </w:pPr>
      <w:proofErr w:type="gramStart"/>
      <w:r w:rsidRPr="007962F2">
        <w:rPr>
          <w:b/>
          <w:u w:val="single"/>
        </w:rPr>
        <w:t>A.</w:t>
      </w:r>
      <w:r w:rsidR="001C2068" w:rsidRPr="007962F2">
        <w:rPr>
          <w:b/>
          <w:u w:val="single"/>
        </w:rPr>
        <w:t>IX</w:t>
      </w:r>
      <w:proofErr w:type="gramEnd"/>
      <w:r w:rsidR="001C2068" w:rsidRPr="007962F2">
        <w:rPr>
          <w:b/>
          <w:u w:val="single"/>
        </w:rPr>
        <w:t>. zastavení marných exekucí do 1.500 Kč</w:t>
      </w:r>
    </w:p>
    <w:p w:rsidR="001C2068" w:rsidRPr="00642F14" w:rsidRDefault="001C2068" w:rsidP="001C2068">
      <w:pPr>
        <w:spacing w:before="120"/>
        <w:jc w:val="both"/>
        <w:rPr>
          <w:b/>
        </w:rPr>
      </w:pPr>
      <w:r>
        <w:rPr>
          <w:b/>
        </w:rPr>
        <w:t xml:space="preserve">1. </w:t>
      </w:r>
      <w:r w:rsidRPr="00642F14">
        <w:t>V části druhé čl. IV se doplňují body 21 až 27, které znějí:</w:t>
      </w:r>
    </w:p>
    <w:p w:rsidR="001C2068" w:rsidRPr="00642F14" w:rsidRDefault="001C2068" w:rsidP="001C2068">
      <w:pPr>
        <w:spacing w:before="120"/>
        <w:jc w:val="center"/>
        <w:rPr>
          <w:b/>
        </w:rPr>
      </w:pPr>
    </w:p>
    <w:p w:rsidR="001C2068" w:rsidRPr="00642F14" w:rsidRDefault="001C2068" w:rsidP="001C2068">
      <w:pPr>
        <w:pStyle w:val="Odstavecseseznamem"/>
        <w:spacing w:before="120"/>
        <w:ind w:left="0"/>
        <w:contextualSpacing w:val="0"/>
        <w:jc w:val="both"/>
        <w:rPr>
          <w:sz w:val="24"/>
        </w:rPr>
      </w:pPr>
      <w:r>
        <w:rPr>
          <w:sz w:val="24"/>
        </w:rPr>
        <w:t>„</w:t>
      </w:r>
      <w:r w:rsidRPr="00642F14">
        <w:rPr>
          <w:sz w:val="24"/>
        </w:rPr>
        <w:t>21. V exekučních řízeních vedených podle zákona č. 120/2001 Sb., o soudních exekutorech a exekuční činnosti (exekuční řád)</w:t>
      </w:r>
      <w:r>
        <w:rPr>
          <w:sz w:val="24"/>
        </w:rPr>
        <w:t>,</w:t>
      </w:r>
      <w:r w:rsidRPr="00642F14">
        <w:rPr>
          <w:sz w:val="24"/>
        </w:rPr>
        <w:t xml:space="preserve"> zahájených přede dnem nabytí účinnosti tohoto zákona, která probíhala po dobu al</w:t>
      </w:r>
      <w:r>
        <w:rPr>
          <w:sz w:val="24"/>
        </w:rPr>
        <w:t>espoň tří let přede dnem nabytí</w:t>
      </w:r>
      <w:r w:rsidRPr="00642F14">
        <w:rPr>
          <w:sz w:val="24"/>
        </w:rPr>
        <w:t xml:space="preserve"> účinnosti tohoto zákona, jejichž předmětem byla v době zahájení řízení pohledávka oprávněného nepřevyšující částku 1500</w:t>
      </w:r>
      <w:r>
        <w:rPr>
          <w:sz w:val="24"/>
        </w:rPr>
        <w:t xml:space="preserve"> </w:t>
      </w:r>
      <w:r w:rsidRPr="00642F14">
        <w:rPr>
          <w:sz w:val="24"/>
        </w:rPr>
        <w:t>Kč bez příslušenství, a ve kterých v posledních třech letech přede dnem</w:t>
      </w:r>
      <w:r>
        <w:rPr>
          <w:sz w:val="24"/>
        </w:rPr>
        <w:t xml:space="preserve"> nabytí</w:t>
      </w:r>
      <w:r w:rsidRPr="00642F14">
        <w:rPr>
          <w:sz w:val="24"/>
        </w:rPr>
        <w:t xml:space="preserve"> účinnosti tohoto zákona nebylo nic vymoženo, exekutor do tří měsíců od</w:t>
      </w:r>
      <w:r>
        <w:rPr>
          <w:sz w:val="24"/>
        </w:rPr>
        <w:t>e dne nabytí</w:t>
      </w:r>
      <w:r w:rsidRPr="00642F14">
        <w:rPr>
          <w:sz w:val="24"/>
        </w:rPr>
        <w:t xml:space="preserve"> účinnosti </w:t>
      </w:r>
      <w:r>
        <w:rPr>
          <w:sz w:val="24"/>
        </w:rPr>
        <w:t xml:space="preserve">tohoto </w:t>
      </w:r>
      <w:r w:rsidRPr="00642F14">
        <w:rPr>
          <w:sz w:val="24"/>
        </w:rPr>
        <w:t>zákona vyzve oprávněného ke složení zálohy na náklady exekuce ve výši stanovené prováděcím právním předpisem, kterou oprávněný složí ve lhůtě 30 dnů od doručení výzvy. Nesloží-li oprávněný ve stanovené lhůtě zálohu na náklady exekuce, exekutor exekuci zastaví. Složí-li oprávněný zálohu na náklady exekuce podle věty první, soud po dobu 3 let od složení zálohy na náklady exekuce nerozhodne o zastavení exekuce pro nemajetnost bez návrhu a návrh na zastavení exekuce pro nemajetnost podaný před složením zálohy na náklady exekuce podle věty první, o kterém do složení zálohy na náklady exekuce podle věty první nebylo rozhodnuto, nebo podaný po dobu 3 let od složení zálohy na náklady exekuce podle věty první zamítne. Doba 3 let přede dnem nabytí účinnosti tohoto zákona podle věty první se započítává do doby 9 let podle § 55 odst. 9 zákona č. 120/2001 Sb., ve znění účinném ode dne nabytí účinnosti tohoto zákona.</w:t>
      </w:r>
    </w:p>
    <w:p w:rsidR="001C2068" w:rsidRPr="00642F14" w:rsidRDefault="001C2068" w:rsidP="001C2068">
      <w:pPr>
        <w:pStyle w:val="Odstavecseseznamem"/>
        <w:spacing w:before="120"/>
        <w:ind w:left="0"/>
        <w:contextualSpacing w:val="0"/>
        <w:jc w:val="both"/>
        <w:rPr>
          <w:sz w:val="24"/>
        </w:rPr>
      </w:pPr>
      <w:r w:rsidRPr="00642F14">
        <w:rPr>
          <w:sz w:val="24"/>
        </w:rPr>
        <w:t>22. Výzva ke složení zálohy se nezašle a exekutor exekuci nezastaví, probíhá-li insolvenční řízení na majetek povinného nebo pokud jsou vymáhány pohledávky výživného, pohledávky náhrady újmy způsobené poškozenému ublížením na zdraví nebo pohledávky náhrady újmy způsobené úmyslnými trestnými činy.</w:t>
      </w:r>
    </w:p>
    <w:p w:rsidR="001C2068" w:rsidRPr="00642F14" w:rsidRDefault="001C2068" w:rsidP="001C2068">
      <w:pPr>
        <w:pStyle w:val="Odstavecseseznamem"/>
        <w:spacing w:before="120"/>
        <w:ind w:left="0"/>
        <w:contextualSpacing w:val="0"/>
        <w:jc w:val="both"/>
        <w:rPr>
          <w:sz w:val="24"/>
        </w:rPr>
      </w:pPr>
      <w:r w:rsidRPr="00642F14">
        <w:rPr>
          <w:sz w:val="24"/>
        </w:rPr>
        <w:t xml:space="preserve">23. Skončí-li insolvenční řízení podle bodu </w:t>
      </w:r>
      <w:r>
        <w:rPr>
          <w:sz w:val="24"/>
        </w:rPr>
        <w:t>2</w:t>
      </w:r>
      <w:r w:rsidRPr="00642F14">
        <w:rPr>
          <w:sz w:val="24"/>
        </w:rPr>
        <w:t xml:space="preserve">2 jinak než osvobozením dlužníka od placení neuspokojených pohledávek, postupuje exekutor podle bodu </w:t>
      </w:r>
      <w:r>
        <w:rPr>
          <w:sz w:val="24"/>
        </w:rPr>
        <w:t>2</w:t>
      </w:r>
      <w:r w:rsidRPr="00642F14">
        <w:rPr>
          <w:sz w:val="24"/>
        </w:rPr>
        <w:t>1. Lhůta podle bodu 2</w:t>
      </w:r>
      <w:r>
        <w:rPr>
          <w:sz w:val="24"/>
        </w:rPr>
        <w:t>1</w:t>
      </w:r>
      <w:r w:rsidRPr="00642F14">
        <w:rPr>
          <w:sz w:val="24"/>
        </w:rPr>
        <w:t xml:space="preserve"> věty první běží od skončení insolvenčního řízení.</w:t>
      </w:r>
    </w:p>
    <w:p w:rsidR="001C2068" w:rsidRPr="00642F14" w:rsidRDefault="001C2068" w:rsidP="001C2068">
      <w:pPr>
        <w:pStyle w:val="Odstavecseseznamem"/>
        <w:spacing w:before="120"/>
        <w:ind w:left="0"/>
        <w:contextualSpacing w:val="0"/>
        <w:jc w:val="both"/>
        <w:rPr>
          <w:sz w:val="24"/>
        </w:rPr>
      </w:pPr>
      <w:r w:rsidRPr="00642F14">
        <w:rPr>
          <w:sz w:val="24"/>
        </w:rPr>
        <w:lastRenderedPageBreak/>
        <w:t xml:space="preserve">24. Oprávněnému za exekuci zastavenou podle bodu </w:t>
      </w:r>
      <w:r>
        <w:rPr>
          <w:sz w:val="24"/>
        </w:rPr>
        <w:t>2</w:t>
      </w:r>
      <w:r w:rsidRPr="00642F14">
        <w:rPr>
          <w:sz w:val="24"/>
        </w:rPr>
        <w:t xml:space="preserve">1 a </w:t>
      </w:r>
      <w:r>
        <w:rPr>
          <w:sz w:val="24"/>
        </w:rPr>
        <w:t xml:space="preserve">23 </w:t>
      </w:r>
      <w:r w:rsidRPr="00642F14">
        <w:rPr>
          <w:sz w:val="24"/>
        </w:rPr>
        <w:t xml:space="preserve">náleží náhrada ve výši 30 % vymáhané pohledávky bez příslušenství. Bylo-li na jistinu pohledávky v řízení před zastavením exekuce něčeho vymoženo, pak se náhrada snižuje o výši uhrazené částky. O přiznání náhrady rozhodne exekutor v usnesení o zastavení exekuce. Tato náhrada je poskytována formou slevy na dani z příjmů. Při zastavení exekuce podle bodu </w:t>
      </w:r>
      <w:r>
        <w:rPr>
          <w:sz w:val="24"/>
        </w:rPr>
        <w:t>2</w:t>
      </w:r>
      <w:r w:rsidRPr="00642F14">
        <w:rPr>
          <w:sz w:val="24"/>
        </w:rPr>
        <w:t xml:space="preserve">1 a </w:t>
      </w:r>
      <w:r>
        <w:rPr>
          <w:sz w:val="24"/>
        </w:rPr>
        <w:t>2</w:t>
      </w:r>
      <w:r w:rsidRPr="00642F14">
        <w:rPr>
          <w:sz w:val="24"/>
        </w:rPr>
        <w:t>3 nemá žádný z účastníků nárok na náhradu nákladů řízení.</w:t>
      </w:r>
    </w:p>
    <w:p w:rsidR="001C2068" w:rsidRPr="00642F14" w:rsidRDefault="001C2068" w:rsidP="001C2068">
      <w:pPr>
        <w:pStyle w:val="Odstavecseseznamem"/>
        <w:spacing w:before="120"/>
        <w:ind w:left="0"/>
        <w:contextualSpacing w:val="0"/>
        <w:jc w:val="both"/>
        <w:rPr>
          <w:sz w:val="24"/>
        </w:rPr>
      </w:pPr>
      <w:r w:rsidRPr="00642F14">
        <w:rPr>
          <w:sz w:val="24"/>
        </w:rPr>
        <w:t xml:space="preserve">25. Za úkony spojené </w:t>
      </w:r>
      <w:r>
        <w:rPr>
          <w:sz w:val="24"/>
        </w:rPr>
        <w:t>se zastavením exekuce podle bodů</w:t>
      </w:r>
      <w:r w:rsidRPr="00642F14">
        <w:rPr>
          <w:sz w:val="24"/>
        </w:rPr>
        <w:t xml:space="preserve"> </w:t>
      </w:r>
      <w:r>
        <w:rPr>
          <w:sz w:val="24"/>
        </w:rPr>
        <w:t>2</w:t>
      </w:r>
      <w:r w:rsidRPr="00642F14">
        <w:rPr>
          <w:sz w:val="24"/>
        </w:rPr>
        <w:t xml:space="preserve">1 až </w:t>
      </w:r>
      <w:r>
        <w:rPr>
          <w:sz w:val="24"/>
        </w:rPr>
        <w:t>2</w:t>
      </w:r>
      <w:r w:rsidRPr="00642F14">
        <w:rPr>
          <w:sz w:val="24"/>
        </w:rPr>
        <w:t xml:space="preserve">4 náleží exekutorovi paušální náhrada nákladů ve výši 30 % paušálních hotových výdajů </w:t>
      </w:r>
      <w:r>
        <w:rPr>
          <w:sz w:val="24"/>
        </w:rPr>
        <w:t>po</w:t>
      </w:r>
      <w:r w:rsidRPr="00642F14">
        <w:rPr>
          <w:sz w:val="24"/>
        </w:rPr>
        <w:t>dle § 13 odst</w:t>
      </w:r>
      <w:r>
        <w:rPr>
          <w:sz w:val="24"/>
        </w:rPr>
        <w:t xml:space="preserve">. 1 </w:t>
      </w:r>
      <w:r w:rsidRPr="00642F14">
        <w:rPr>
          <w:sz w:val="24"/>
        </w:rPr>
        <w:t>vyhl</w:t>
      </w:r>
      <w:r>
        <w:rPr>
          <w:sz w:val="24"/>
        </w:rPr>
        <w:t>ášky</w:t>
      </w:r>
      <w:r w:rsidRPr="00642F14">
        <w:rPr>
          <w:sz w:val="24"/>
        </w:rPr>
        <w:t xml:space="preserve"> č. 330/2001 Sb.</w:t>
      </w:r>
      <w:r>
        <w:rPr>
          <w:sz w:val="24"/>
        </w:rPr>
        <w:t>,</w:t>
      </w:r>
      <w:r w:rsidRPr="00642F14">
        <w:rPr>
          <w:sz w:val="24"/>
        </w:rPr>
        <w:t xml:space="preserve"> hrazená státem. Tuto náhradu vyplatí exekutorovi stát prostřednictvím exekučního soudu. O přiznání náhrady rozhodne exekutor v usnesení o zastavení exekuce. Další náklady exekuce není možné povinnému uložit.</w:t>
      </w:r>
    </w:p>
    <w:p w:rsidR="001C2068" w:rsidRPr="00642F14" w:rsidRDefault="001C2068" w:rsidP="001C2068">
      <w:pPr>
        <w:pStyle w:val="Odstavecseseznamem"/>
        <w:spacing w:before="120"/>
        <w:ind w:left="0"/>
        <w:contextualSpacing w:val="0"/>
        <w:jc w:val="both"/>
        <w:rPr>
          <w:sz w:val="24"/>
        </w:rPr>
      </w:pPr>
      <w:r w:rsidRPr="00642F14">
        <w:rPr>
          <w:sz w:val="24"/>
        </w:rPr>
        <w:t xml:space="preserve">26. Zastavil-li exekutor více exekucí proti témuž povinnému, náleží mu náhrada </w:t>
      </w:r>
      <w:r>
        <w:rPr>
          <w:sz w:val="24"/>
        </w:rPr>
        <w:t>po</w:t>
      </w:r>
      <w:r w:rsidRPr="00642F14">
        <w:rPr>
          <w:sz w:val="24"/>
        </w:rPr>
        <w:t xml:space="preserve">dle bodu </w:t>
      </w:r>
      <w:r>
        <w:rPr>
          <w:sz w:val="24"/>
        </w:rPr>
        <w:t>2</w:t>
      </w:r>
      <w:r w:rsidRPr="00642F14">
        <w:rPr>
          <w:sz w:val="24"/>
        </w:rPr>
        <w:t>5 nejvýše za 10 exekucí.</w:t>
      </w:r>
    </w:p>
    <w:p w:rsidR="001C2068" w:rsidRPr="00642F14" w:rsidRDefault="001C2068" w:rsidP="001C2068">
      <w:pPr>
        <w:pStyle w:val="Odstavecseseznamem"/>
        <w:spacing w:before="120"/>
        <w:ind w:left="0"/>
        <w:contextualSpacing w:val="0"/>
        <w:jc w:val="both"/>
        <w:rPr>
          <w:sz w:val="24"/>
        </w:rPr>
      </w:pPr>
      <w:r w:rsidRPr="00642F14">
        <w:rPr>
          <w:sz w:val="24"/>
        </w:rPr>
        <w:t xml:space="preserve">27. Je-li exekuce zastavena podle bodu </w:t>
      </w:r>
      <w:r>
        <w:rPr>
          <w:sz w:val="24"/>
        </w:rPr>
        <w:t>2</w:t>
      </w:r>
      <w:r w:rsidRPr="00642F14">
        <w:rPr>
          <w:sz w:val="24"/>
        </w:rPr>
        <w:t xml:space="preserve">1 nebo </w:t>
      </w:r>
      <w:r>
        <w:rPr>
          <w:sz w:val="24"/>
        </w:rPr>
        <w:t>2</w:t>
      </w:r>
      <w:r w:rsidRPr="00642F14">
        <w:rPr>
          <w:sz w:val="24"/>
        </w:rPr>
        <w:t xml:space="preserve">3 věty druhé, nelze pro pohledávku, která byla předmětem zastavené exekuce po skončení řízení podle tohoto zákona podat exekuční návrh a nemůže být </w:t>
      </w:r>
      <w:r>
        <w:rPr>
          <w:sz w:val="24"/>
        </w:rPr>
        <w:t>uplatněna před soudem ani jiným</w:t>
      </w:r>
      <w:r w:rsidRPr="00642F14">
        <w:rPr>
          <w:sz w:val="24"/>
        </w:rPr>
        <w:t xml:space="preserve"> orgánem. Závazek, z něhož měl oprávněný vůči povinnému pohledávku vymáhanou v zastavené exekuci, zaniká ke dni právní moci usnesení o zastavení exekuce v rozsahu, v jakém byla oprávněnému přiznána náhrada podle bodu </w:t>
      </w:r>
      <w:r>
        <w:rPr>
          <w:sz w:val="24"/>
        </w:rPr>
        <w:t>2</w:t>
      </w:r>
      <w:r w:rsidRPr="00642F14">
        <w:rPr>
          <w:sz w:val="24"/>
        </w:rPr>
        <w:t>4.</w:t>
      </w:r>
      <w:r>
        <w:rPr>
          <w:sz w:val="24"/>
        </w:rPr>
        <w:t>“.</w:t>
      </w:r>
    </w:p>
    <w:p w:rsidR="001C2068" w:rsidRPr="00642F14" w:rsidRDefault="001C2068" w:rsidP="001C2068">
      <w:pPr>
        <w:spacing w:before="120"/>
        <w:jc w:val="center"/>
        <w:rPr>
          <w:b/>
          <w:bCs/>
        </w:rPr>
      </w:pPr>
      <w:r w:rsidRPr="00642F14">
        <w:rPr>
          <w:b/>
          <w:bCs/>
        </w:rPr>
        <w:t xml:space="preserve"> </w:t>
      </w:r>
    </w:p>
    <w:p w:rsidR="001C2068" w:rsidRPr="00642F14" w:rsidRDefault="001C2068" w:rsidP="001C2068">
      <w:pPr>
        <w:spacing w:before="120"/>
        <w:jc w:val="both"/>
      </w:pPr>
      <w:r w:rsidRPr="00642F14">
        <w:rPr>
          <w:b/>
        </w:rPr>
        <w:t>2.</w:t>
      </w:r>
      <w:r>
        <w:t xml:space="preserve"> </w:t>
      </w:r>
      <w:r w:rsidRPr="00642F14">
        <w:t xml:space="preserve">V části páté čl. VIII se za slovo „vyhlášení“ vkládají </w:t>
      </w:r>
      <w:proofErr w:type="gramStart"/>
      <w:r w:rsidRPr="00642F14">
        <w:t>slova „ ,</w:t>
      </w:r>
      <w:r>
        <w:t xml:space="preserve"> </w:t>
      </w:r>
      <w:r w:rsidRPr="00642F14">
        <w:t>s výjimkou</w:t>
      </w:r>
      <w:proofErr w:type="gramEnd"/>
      <w:r w:rsidRPr="00642F14">
        <w:t xml:space="preserve"> ustanovení části druhé čl. IV bodů 21 až 27, </w:t>
      </w:r>
      <w:r>
        <w:t>která</w:t>
      </w:r>
      <w:r w:rsidRPr="00642F14">
        <w:t xml:space="preserve"> nabýv</w:t>
      </w:r>
      <w:r>
        <w:t>ají účinnosti devadesátým dnem ode dne vyhlášení tohoto zákona</w:t>
      </w:r>
      <w:r w:rsidRPr="00642F14">
        <w:t>“.</w:t>
      </w:r>
    </w:p>
    <w:p w:rsidR="001C2068" w:rsidRDefault="001C2068" w:rsidP="001C2068">
      <w:pPr>
        <w:spacing w:before="120"/>
        <w:jc w:val="center"/>
      </w:pPr>
    </w:p>
    <w:p w:rsidR="001C2068" w:rsidRPr="00642F14" w:rsidRDefault="001C2068" w:rsidP="001C2068">
      <w:pPr>
        <w:spacing w:before="120"/>
        <w:jc w:val="both"/>
      </w:pPr>
      <w:r w:rsidRPr="00642F14">
        <w:rPr>
          <w:b/>
        </w:rPr>
        <w:t>3.</w:t>
      </w:r>
      <w:r>
        <w:t xml:space="preserve"> </w:t>
      </w:r>
      <w:r w:rsidRPr="00642F14">
        <w:t>Za část druhou se vkládá nová část třetí, která včetně nadpisu zní:</w:t>
      </w:r>
    </w:p>
    <w:p w:rsidR="001C2068" w:rsidRPr="00642F14" w:rsidRDefault="001C2068" w:rsidP="001C2068">
      <w:pPr>
        <w:pStyle w:val="ST"/>
        <w:rPr>
          <w:szCs w:val="24"/>
        </w:rPr>
      </w:pPr>
      <w:r w:rsidRPr="00642F14">
        <w:rPr>
          <w:szCs w:val="24"/>
        </w:rPr>
        <w:t>„ČÁST třetí</w:t>
      </w:r>
    </w:p>
    <w:p w:rsidR="001C2068" w:rsidRPr="00642F14" w:rsidRDefault="001C2068" w:rsidP="001C2068">
      <w:pPr>
        <w:pStyle w:val="NADPISSTI"/>
        <w:rPr>
          <w:szCs w:val="24"/>
        </w:rPr>
      </w:pPr>
      <w:r w:rsidRPr="00642F14">
        <w:rPr>
          <w:szCs w:val="24"/>
        </w:rPr>
        <w:t>Změna zákona o daních z příjmů</w:t>
      </w:r>
    </w:p>
    <w:p w:rsidR="001C2068" w:rsidRPr="00642F14" w:rsidRDefault="001C2068" w:rsidP="001C2068">
      <w:pPr>
        <w:pStyle w:val="lnek"/>
        <w:numPr>
          <w:ilvl w:val="1"/>
          <w:numId w:val="8"/>
        </w:numPr>
        <w:rPr>
          <w:szCs w:val="24"/>
        </w:rPr>
      </w:pPr>
      <w:r w:rsidRPr="00642F14">
        <w:rPr>
          <w:szCs w:val="24"/>
        </w:rPr>
        <w:t>Čl. V</w:t>
      </w:r>
      <w:r w:rsidRPr="00642F14">
        <w:rPr>
          <w:szCs w:val="24"/>
        </w:rPr>
        <w:fldChar w:fldCharType="begin"/>
      </w:r>
      <w:r w:rsidRPr="00642F14">
        <w:rPr>
          <w:szCs w:val="24"/>
        </w:rPr>
        <w:instrText xml:space="preserve"> SEQ Článek \* Roman \* MERGEFORMAT </w:instrText>
      </w:r>
      <w:r w:rsidRPr="00642F14">
        <w:rPr>
          <w:szCs w:val="24"/>
        </w:rPr>
        <w:fldChar w:fldCharType="separate"/>
      </w:r>
      <w:r w:rsidR="00F11336">
        <w:rPr>
          <w:noProof/>
          <w:szCs w:val="24"/>
        </w:rPr>
        <w:t>I</w:t>
      </w:r>
      <w:r w:rsidRPr="00642F14">
        <w:rPr>
          <w:szCs w:val="24"/>
        </w:rPr>
        <w:fldChar w:fldCharType="end"/>
      </w:r>
    </w:p>
    <w:p w:rsidR="001C2068" w:rsidRPr="00642F14" w:rsidRDefault="001C2068" w:rsidP="001C2068">
      <w:pPr>
        <w:pStyle w:val="Textlnku"/>
        <w:ind w:firstLine="567"/>
        <w:rPr>
          <w:szCs w:val="24"/>
        </w:rPr>
      </w:pPr>
      <w:r w:rsidRPr="00642F14">
        <w:rPr>
          <w:szCs w:val="24"/>
        </w:rPr>
        <w:t xml:space="preserve">Zákon č. 586/1992 Sb., o daních z příjmů, ve znění zákona č. 35/1993 Sb., zákona č. 96/1993 Sb., zákona č. 157/1993 Sb., zákona č. 196/1993 Sb., zákona č. 323/1993 Sb., zákona č. 42/1994 Sb., zákona č. 85/1994 Sb., zákona č. 114/1994 Sb., zákona č. 259/1994 Sb., zákona č. 32/1995 Sb., zákona č. 87/1995 Sb., zákona č. 118/1995 Sb., zákona č. 149/1995 Sb., zákona č. 248/1995 Sb., zákona č. 316/1996 Sb., zákona č. 18/1997 Sb., zákona č. 151/1997 Sb., zákona č. 209/1997 Sb., zákona č. 210/1997 Sb., zákona č. 227/1997 Sb., zákona č. 111/1998 Sb., zákona č. 149/1998 Sb., zákona č. 168/1998 Sb., zákona č. 333/1998 Sb., zákona č. 63/1999 Sb., zákona č. 129/1999 Sb., zákona č. 144/1999 Sb., zákona č. 170/1999 Sb., zákona č. 225/1999 Sb., nálezu Ústavního soudu, vyhlášeného pod č. 3/2000 Sb., zákona č. 17/2000 Sb., zákona č. 27/2000 Sb., zákona č. 72/2000 Sb., zákona č. 100/2000 Sb., zákona č. 103/2000 Sb., zákona č. 121/2000 Sb., zákona č. 132/2000 Sb., zákona č. 241/2000 Sb., zákona č. 340/2000 Sb., zákona č. 492/2000 Sb., zákona č. 117/2001 Sb., zákona č. 120/2001 Sb., zákona č. 239/2001 Sb., zákona č. 453/2001 Sb., zákona č. 483/2001 Sb., zákona č. 50/2002 Sb., zákona č.128/2002 Sb., zákona č. 198/2002 Sb., zákona č. 210/2002 Sb., zákona č. 260/2002 Sb., zákona č. 308/2002 Sb., zákona č. 575/2002 Sb., zákona č. 162/2003 Sb., zákona č. 362/2003 Sb., zákona č. 438/2003 Sb., zákona č. 19/2004 Sb., zákona č. 47/2004 Sb., zákona č. 49/2004 Sb., zákona č. 257/2004 Sb., zákona č. 280/2004 Sb., zákona č. 359/2004 Sb., zákona č. 360/2004 Sb., zákona č. 436/2004 Sb., zákona č. 562/2004 Sb., zákona č. 628/2004 Sb., zákona č. 669/2004 Sb., zákona č. 676/2004 Sb., zákona č. 179/2005 Sb., zákona č. 217/2005 Sb., zákona č. 342/2005 Sb., zákona č. 357/2005 Sb., zákona č. 441/2005 Sb., zákona č. 530/2005 Sb., zákona č. 545/2005 Sb., zákona č. 552/2005 Sb., zákona č. 56/2006 Sb., zákona č. 57/2006 Sb., zákona č. 109/2006 Sb., zákona č. 112/2006 Sb., zákona č. 179/2006 Sb., zákona č. 189/2006 Sb., </w:t>
      </w:r>
      <w:r w:rsidRPr="00642F14">
        <w:rPr>
          <w:szCs w:val="24"/>
        </w:rPr>
        <w:lastRenderedPageBreak/>
        <w:t xml:space="preserve">zákona č. 203/2006 Sb., zákona č. 223/2006 Sb., zákona č. 245/2006 Sb., zákona č. 264/2006 Sb., zákona č. 267/2006 Sb., zákona č. 29/2007 Sb., zákona č. 67/2007 Sb., zákona č. 159/2007 Sb., zákona č. 261/2007 Sb., zákona č. 296/2007 Sb., zákona č. 362/2007 Sb., zákona č. 126/2008 Sb., zákona č. 306/2008 Sb., zákona č. 482/2008 Sb., zákona č. 2/2009 Sb., zákona č. 87/2009 Sb., zákona č. 216/2009 Sb., zákona č. 221/2009 Sb., zákona č. 227/2009 Sb., zákona č. 281/2009 Sb., zákona č. 289/2009 Sb., zákona č. 303/2009 Sb., zákona č. 304/2009 Sb., zákona č. 326/2009 Sb., zákona č. 362/2009 Sb., zákona č. 199/2010 Sb., zákona č. 346/2010 Sb., zákona č. 348/2010 Sb., zákona č. 73/2011 Sb., nálezu Ústavního soudu, vyhlášeného pod č. 119/2011 Sb., zákona č. 188/2011 Sb., zákona č. 329/2011 Sb., zákona č. 353/2011 Sb., zákona č. 355/2011 Sb., zákona č. 370/2011 Sb., zákona č. 375/2011 Sb., zákona č. 420/2011 Sb., zákona č. 428/2011 Sb., zákona č. 458/2011 Sb., zákona č. 466/2011 Sb., zákona č. 470/2011 Sb., zákona č. 192/2012 Sb., zákona č. 399/2012 Sb., zákona č. 401/2012 Sb., zákona č. 403/2012 Sb., zákona č. 428/2012 Sb., zákona č. 500/2012 Sb., zákona č. 503/2012 Sb., zákona č. 44/2013 Sb., zákona č. 80/2013 Sb., zákona č. 105/2013 Sb., zákona č. 160/2013 Sb., zákona č. 215/2013 Sb., zákona č. 241/2013 Sb., zákonného opatření Senátu č. 344/2013 Sb., nálezu Ústavního soudu, vyhlášeného pod č. 162/2014 Sb., zákona č. 247/2014 Sb., zákona č. 267/2014 Sb., zákona č. 332/2014 Sb., zákona č. 84/2015 Sb., zákona č. 127/2015 Sb., zákona č. 221/2015 Sb., zákona č. 375/2015 Sb., zákona č. 377/2015 Sb., zákona č. 47/2016 Sb., zákona č. 105/2016 Sb., zákona č. 113/2016 Sb., zákona č. 125/2016 Sb., zákona č. 148/2016 Sb., zákona č. 188/2016 Sb., nálezu Ústavního soudu, vyhlášeného pod č. 271/2016 Sb., zákona č. 321/2016 Sb., zákona č. 454/2016 Sb., zákona č. 170/2017 Sb., zákona č. 200/2017 Sb., zákona č. 225/2017 Sb., zákona č. 246/2017 Sb., zákona č. 254/2017 Sb., zákona č. 293/2017 Sb., zákona č. 306/2018 Sb., zákona č. 32/2019 Sb., zákona č. 80/2019 Sb., zákona č. 125/2019 Sb., nálezu Ústavního soudu, vyhlášeného pod č. 303/2019 Sb., zákona č. 364/2019 Sb. a zákona č. …/2020 Sb., se mění takto: </w:t>
      </w:r>
    </w:p>
    <w:p w:rsidR="001C2068" w:rsidRPr="00642F14" w:rsidRDefault="001C2068" w:rsidP="001C2068">
      <w:pPr>
        <w:pStyle w:val="Novelizanbod"/>
        <w:numPr>
          <w:ilvl w:val="0"/>
          <w:numId w:val="9"/>
        </w:numPr>
        <w:rPr>
          <w:szCs w:val="24"/>
        </w:rPr>
      </w:pPr>
      <w:r w:rsidRPr="00642F14">
        <w:rPr>
          <w:szCs w:val="24"/>
        </w:rPr>
        <w:t>V § 35 se za odstavec 3 vkládá nový odstavec 4, který zní:</w:t>
      </w:r>
    </w:p>
    <w:p w:rsidR="001C2068" w:rsidRPr="00642F14" w:rsidRDefault="001C2068" w:rsidP="001C2068">
      <w:pPr>
        <w:tabs>
          <w:tab w:val="left" w:pos="851"/>
        </w:tabs>
        <w:spacing w:before="120" w:after="120"/>
        <w:ind w:firstLine="425"/>
        <w:jc w:val="both"/>
        <w:outlineLvl w:val="6"/>
      </w:pPr>
      <w:r w:rsidRPr="00642F14">
        <w:t xml:space="preserve">„(4) Daň poplatníka vypočtená za zdaňovací období nebo období, za které se podává daňové přiznání, se snižuje o slevu za zastavenou exekuci, jejíž výše odpovídá výši náhrady, kterou oprávněnému v daném zdaňovacím období nebo období, za které se podává daňové přiznání, přizná exekutor při zastavení exekuce, jejímž předmětem byla pohledávka </w:t>
      </w:r>
      <w:r>
        <w:t>nepřevyšující částku</w:t>
      </w:r>
      <w:r w:rsidRPr="00642F14">
        <w:t xml:space="preserve"> 1 500 Kč bez příslušenství</w:t>
      </w:r>
      <w:r>
        <w:t>,</w:t>
      </w:r>
      <w:r w:rsidRPr="00642F14">
        <w:t xml:space="preserve"> a která probíhala po dobu alespoň tří let přede dnem</w:t>
      </w:r>
      <w:r>
        <w:t xml:space="preserve"> nabytí</w:t>
      </w:r>
      <w:r w:rsidRPr="00642F14">
        <w:t xml:space="preserve"> účinnosti zákona č…/20</w:t>
      </w:r>
      <w:r>
        <w:t>21</w:t>
      </w:r>
      <w:r w:rsidRPr="00642F14">
        <w:t xml:space="preserve"> Sb., z důvodu, že v těchto třech letech nebyla tato pohledávka vymožena ani z části.</w:t>
      </w:r>
      <w:r>
        <w:t>“.</w:t>
      </w:r>
    </w:p>
    <w:p w:rsidR="001C2068" w:rsidRPr="00642F14" w:rsidRDefault="001C2068" w:rsidP="001C2068">
      <w:pPr>
        <w:tabs>
          <w:tab w:val="left" w:pos="851"/>
        </w:tabs>
        <w:spacing w:before="120" w:after="120"/>
        <w:jc w:val="both"/>
        <w:outlineLvl w:val="6"/>
      </w:pPr>
      <w:r w:rsidRPr="00642F14">
        <w:t xml:space="preserve">Dosavadní odstavec 4 se označuje jako odstavec 5. </w:t>
      </w:r>
    </w:p>
    <w:p w:rsidR="001C2068" w:rsidRPr="00642F14" w:rsidRDefault="001C2068" w:rsidP="001C2068">
      <w:pPr>
        <w:pStyle w:val="Novelizanbod"/>
        <w:numPr>
          <w:ilvl w:val="0"/>
          <w:numId w:val="9"/>
        </w:numPr>
        <w:rPr>
          <w:szCs w:val="24"/>
        </w:rPr>
      </w:pPr>
      <w:r w:rsidRPr="00642F14">
        <w:rPr>
          <w:szCs w:val="24"/>
        </w:rPr>
        <w:t xml:space="preserve">V § 35 odst. 5 se slova „odstavce 1“ nahrazují slovy „odstavců 1 a 4“. </w:t>
      </w:r>
    </w:p>
    <w:p w:rsidR="001C2068" w:rsidRPr="00642F14" w:rsidRDefault="001C2068" w:rsidP="001C2068">
      <w:pPr>
        <w:pStyle w:val="Novelizanbod"/>
        <w:keepNext w:val="0"/>
        <w:keepLines w:val="0"/>
        <w:numPr>
          <w:ilvl w:val="0"/>
          <w:numId w:val="9"/>
        </w:numPr>
        <w:rPr>
          <w:szCs w:val="24"/>
        </w:rPr>
      </w:pPr>
      <w:r w:rsidRPr="00642F14" w:rsidDel="002E55F0">
        <w:rPr>
          <w:szCs w:val="24"/>
        </w:rPr>
        <w:t xml:space="preserve"> </w:t>
      </w:r>
      <w:r w:rsidRPr="00642F14">
        <w:rPr>
          <w:szCs w:val="24"/>
        </w:rPr>
        <w:t xml:space="preserve">V § 38g odst. 3 větě druhé se slova „podle § 35ba“ zrušují. </w:t>
      </w:r>
    </w:p>
    <w:p w:rsidR="001C2068" w:rsidRPr="00642F14" w:rsidRDefault="001C2068" w:rsidP="001C2068">
      <w:pPr>
        <w:pStyle w:val="Novelizanbod"/>
        <w:keepNext w:val="0"/>
        <w:keepLines w:val="0"/>
        <w:numPr>
          <w:ilvl w:val="0"/>
          <w:numId w:val="9"/>
        </w:numPr>
        <w:rPr>
          <w:szCs w:val="24"/>
        </w:rPr>
      </w:pPr>
      <w:r w:rsidRPr="00642F14">
        <w:rPr>
          <w:szCs w:val="24"/>
        </w:rPr>
        <w:t xml:space="preserve">V § 38h odst. 6 se za slova „dani podle“ vkládají slova „§ 35 odst. 4 a“. </w:t>
      </w:r>
    </w:p>
    <w:p w:rsidR="001C2068" w:rsidRPr="00642F14" w:rsidRDefault="001C2068" w:rsidP="001C2068">
      <w:pPr>
        <w:pStyle w:val="Novelizanbod"/>
        <w:keepNext w:val="0"/>
        <w:keepLines w:val="0"/>
        <w:numPr>
          <w:ilvl w:val="0"/>
          <w:numId w:val="9"/>
        </w:numPr>
        <w:rPr>
          <w:szCs w:val="24"/>
        </w:rPr>
      </w:pPr>
      <w:r w:rsidRPr="00642F14">
        <w:rPr>
          <w:szCs w:val="24"/>
        </w:rPr>
        <w:t>V § 38j odst. 2 písm. d) se za slova „slevy na dani podle“ vkládají slova „§ 35 odst. 4 a“.</w:t>
      </w:r>
    </w:p>
    <w:p w:rsidR="001C2068" w:rsidRPr="00642F14" w:rsidRDefault="001C2068" w:rsidP="001C2068">
      <w:pPr>
        <w:pStyle w:val="Novelizanbod"/>
        <w:keepNext w:val="0"/>
        <w:keepLines w:val="0"/>
        <w:numPr>
          <w:ilvl w:val="0"/>
          <w:numId w:val="9"/>
        </w:numPr>
        <w:rPr>
          <w:szCs w:val="24"/>
        </w:rPr>
      </w:pPr>
      <w:r w:rsidRPr="00642F14">
        <w:rPr>
          <w:szCs w:val="24"/>
        </w:rPr>
        <w:t xml:space="preserve">V § 38j odst. 3 </w:t>
      </w:r>
      <w:r>
        <w:rPr>
          <w:szCs w:val="24"/>
        </w:rPr>
        <w:t>se slova „podle § 35ba“ zrušují</w:t>
      </w:r>
      <w:r w:rsidRPr="00642F14">
        <w:rPr>
          <w:szCs w:val="24"/>
        </w:rPr>
        <w:t>.</w:t>
      </w:r>
    </w:p>
    <w:p w:rsidR="001C2068" w:rsidRPr="00181CD6" w:rsidRDefault="001C2068" w:rsidP="001C2068">
      <w:pPr>
        <w:pStyle w:val="Novelizanbod"/>
        <w:keepNext w:val="0"/>
        <w:keepLines w:val="0"/>
        <w:numPr>
          <w:ilvl w:val="0"/>
          <w:numId w:val="9"/>
        </w:numPr>
        <w:rPr>
          <w:szCs w:val="24"/>
        </w:rPr>
      </w:pPr>
      <w:r w:rsidRPr="00642F14">
        <w:rPr>
          <w:szCs w:val="24"/>
        </w:rPr>
        <w:lastRenderedPageBreak/>
        <w:t>V</w:t>
      </w:r>
      <w:r>
        <w:rPr>
          <w:szCs w:val="24"/>
        </w:rPr>
        <w:t> </w:t>
      </w:r>
      <w:r w:rsidRPr="00642F14">
        <w:rPr>
          <w:szCs w:val="24"/>
        </w:rPr>
        <w:t>nadpisu</w:t>
      </w:r>
      <w:r>
        <w:rPr>
          <w:szCs w:val="24"/>
        </w:rPr>
        <w:t xml:space="preserve"> pod označením </w:t>
      </w:r>
      <w:r w:rsidRPr="00642F14">
        <w:rPr>
          <w:szCs w:val="24"/>
        </w:rPr>
        <w:t xml:space="preserve">§ 38k se za slovo </w:t>
      </w:r>
      <w:r w:rsidRPr="00181CD6">
        <w:rPr>
          <w:szCs w:val="24"/>
        </w:rPr>
        <w:t>„podle“ vkládají slova „§ 35 odst. 4 a“.</w:t>
      </w:r>
    </w:p>
    <w:p w:rsidR="001C2068" w:rsidRPr="00642F14" w:rsidRDefault="001C2068" w:rsidP="001C2068">
      <w:pPr>
        <w:pStyle w:val="Novelizanbod"/>
        <w:keepNext w:val="0"/>
        <w:keepLines w:val="0"/>
        <w:numPr>
          <w:ilvl w:val="0"/>
          <w:numId w:val="9"/>
        </w:numPr>
        <w:rPr>
          <w:szCs w:val="24"/>
        </w:rPr>
      </w:pPr>
      <w:r w:rsidRPr="00642F14">
        <w:rPr>
          <w:szCs w:val="24"/>
        </w:rPr>
        <w:t xml:space="preserve">V § 38k odst. 5 úvodní části ustanovení se za slova „dani podle“ vkládají slova „§ 35 odst. 4 a“. </w:t>
      </w:r>
    </w:p>
    <w:p w:rsidR="001C2068" w:rsidRPr="00642F14" w:rsidRDefault="001C2068" w:rsidP="001C2068">
      <w:pPr>
        <w:pStyle w:val="Novelizanbod"/>
        <w:keepNext w:val="0"/>
        <w:keepLines w:val="0"/>
        <w:numPr>
          <w:ilvl w:val="0"/>
          <w:numId w:val="9"/>
        </w:numPr>
        <w:rPr>
          <w:szCs w:val="24"/>
        </w:rPr>
      </w:pPr>
      <w:r w:rsidRPr="00642F14">
        <w:rPr>
          <w:szCs w:val="24"/>
        </w:rPr>
        <w:t>V § 38k se na konci odstavce 5 tečka nahrazuje čárkou a doplňuje se písmeno k), které zní:</w:t>
      </w:r>
    </w:p>
    <w:p w:rsidR="001C2068" w:rsidRPr="00642F14" w:rsidRDefault="001C2068" w:rsidP="001C2068">
      <w:pPr>
        <w:spacing w:before="120"/>
        <w:ind w:left="425" w:hanging="425"/>
        <w:jc w:val="both"/>
      </w:pPr>
      <w:r w:rsidRPr="00642F14">
        <w:t>„k)</w:t>
      </w:r>
      <w:r w:rsidRPr="00642F14">
        <w:tab/>
        <w:t xml:space="preserve">v jaké výši mu byla přiznána náhrada za zastavenou exekuci.“.  </w:t>
      </w:r>
    </w:p>
    <w:p w:rsidR="001C2068" w:rsidRPr="00181CD6" w:rsidRDefault="001C2068" w:rsidP="001C2068">
      <w:pPr>
        <w:pStyle w:val="Novelizanbod"/>
        <w:keepNext w:val="0"/>
        <w:keepLines w:val="0"/>
        <w:numPr>
          <w:ilvl w:val="0"/>
          <w:numId w:val="9"/>
        </w:numPr>
        <w:rPr>
          <w:szCs w:val="24"/>
        </w:rPr>
      </w:pPr>
      <w:r w:rsidRPr="00642F14">
        <w:rPr>
          <w:szCs w:val="24"/>
        </w:rPr>
        <w:t xml:space="preserve">V nadpisu </w:t>
      </w:r>
      <w:r>
        <w:rPr>
          <w:szCs w:val="24"/>
        </w:rPr>
        <w:t xml:space="preserve">pod označením </w:t>
      </w:r>
      <w:r w:rsidRPr="00642F14">
        <w:rPr>
          <w:szCs w:val="24"/>
        </w:rPr>
        <w:t xml:space="preserve">§ 38l se za slovo </w:t>
      </w:r>
      <w:r w:rsidRPr="00181CD6">
        <w:rPr>
          <w:szCs w:val="24"/>
        </w:rPr>
        <w:t>„podle“ vkládají slova „§ 35 odst. 4 a“.</w:t>
      </w:r>
    </w:p>
    <w:p w:rsidR="001C2068" w:rsidRPr="00642F14" w:rsidRDefault="001C2068" w:rsidP="001C2068">
      <w:pPr>
        <w:pStyle w:val="Novelizanbod"/>
        <w:keepNext w:val="0"/>
        <w:keepLines w:val="0"/>
        <w:numPr>
          <w:ilvl w:val="0"/>
          <w:numId w:val="9"/>
        </w:numPr>
        <w:rPr>
          <w:szCs w:val="24"/>
        </w:rPr>
      </w:pPr>
      <w:r w:rsidRPr="00642F14">
        <w:rPr>
          <w:szCs w:val="24"/>
        </w:rPr>
        <w:t>V § 38l odst. 2 úvodní části ustanovení se za slovo „podle“ vkládají slova „§ 35 odst. 4 a“.</w:t>
      </w:r>
    </w:p>
    <w:p w:rsidR="001C2068" w:rsidRPr="00642F14" w:rsidRDefault="001C2068" w:rsidP="001C2068">
      <w:pPr>
        <w:pStyle w:val="Novelizanbod"/>
        <w:keepNext w:val="0"/>
        <w:keepLines w:val="0"/>
        <w:numPr>
          <w:ilvl w:val="0"/>
          <w:numId w:val="9"/>
        </w:numPr>
        <w:rPr>
          <w:szCs w:val="24"/>
        </w:rPr>
      </w:pPr>
      <w:r w:rsidRPr="00642F14">
        <w:rPr>
          <w:szCs w:val="24"/>
        </w:rPr>
        <w:t>V § 38l se na konci odstavce 2 tečka nahrazuje čárkou a doplňuje se písmeno g), které zní:</w:t>
      </w:r>
    </w:p>
    <w:p w:rsidR="001C2068" w:rsidRPr="00642F14" w:rsidRDefault="001C2068" w:rsidP="001C2068">
      <w:pPr>
        <w:spacing w:before="120"/>
        <w:ind w:left="425" w:hanging="425"/>
        <w:jc w:val="both"/>
      </w:pPr>
      <w:r w:rsidRPr="00642F14">
        <w:t>„g)</w:t>
      </w:r>
      <w:r w:rsidRPr="00642F14">
        <w:tab/>
        <w:t xml:space="preserve">usnesením o zastavení exekuce, uplatňuje-li slevu za zastavenou exekuci.“.  </w:t>
      </w:r>
    </w:p>
    <w:p w:rsidR="001C2068" w:rsidRPr="00642F14" w:rsidRDefault="001C2068" w:rsidP="001C2068">
      <w:pPr>
        <w:pStyle w:val="Novelizanbod"/>
        <w:keepNext w:val="0"/>
        <w:keepLines w:val="0"/>
        <w:numPr>
          <w:ilvl w:val="0"/>
          <w:numId w:val="9"/>
        </w:numPr>
        <w:rPr>
          <w:szCs w:val="24"/>
        </w:rPr>
      </w:pPr>
      <w:r w:rsidRPr="00642F14">
        <w:rPr>
          <w:szCs w:val="24"/>
        </w:rPr>
        <w:t>V § 38l odst. 5 se za slova „dani podle“ vkládají slova „§ 35 odst. 4 nebo“.</w:t>
      </w:r>
      <w:r>
        <w:rPr>
          <w:szCs w:val="24"/>
        </w:rPr>
        <w:t>“.</w:t>
      </w:r>
    </w:p>
    <w:p w:rsidR="001C2068" w:rsidRDefault="001C2068" w:rsidP="001C2068">
      <w:pPr>
        <w:jc w:val="both"/>
        <w:rPr>
          <w:bCs/>
        </w:rPr>
      </w:pPr>
    </w:p>
    <w:p w:rsidR="001C2068" w:rsidRDefault="001C2068" w:rsidP="001C2068">
      <w:pPr>
        <w:jc w:val="both"/>
        <w:rPr>
          <w:bCs/>
        </w:rPr>
      </w:pPr>
      <w:r>
        <w:rPr>
          <w:bCs/>
        </w:rPr>
        <w:t>Následující části se přeznačí.</w:t>
      </w:r>
    </w:p>
    <w:p w:rsidR="001C2068" w:rsidRDefault="001C2068" w:rsidP="001C2068">
      <w:pPr>
        <w:jc w:val="both"/>
        <w:rPr>
          <w:bCs/>
        </w:rPr>
      </w:pPr>
    </w:p>
    <w:p w:rsidR="001C2068" w:rsidRDefault="001C2068" w:rsidP="001C2068">
      <w:pPr>
        <w:jc w:val="both"/>
        <w:rPr>
          <w:bCs/>
        </w:rPr>
      </w:pPr>
    </w:p>
    <w:p w:rsidR="001C2068" w:rsidRPr="007962F2" w:rsidRDefault="00641CA0" w:rsidP="001C2068">
      <w:pPr>
        <w:jc w:val="both"/>
        <w:rPr>
          <w:b/>
          <w:bCs/>
          <w:u w:val="single"/>
        </w:rPr>
      </w:pPr>
      <w:proofErr w:type="gramStart"/>
      <w:r w:rsidRPr="007962F2">
        <w:rPr>
          <w:b/>
          <w:bCs/>
          <w:u w:val="single"/>
        </w:rPr>
        <w:t>A.</w:t>
      </w:r>
      <w:r w:rsidR="001C2068" w:rsidRPr="007962F2">
        <w:rPr>
          <w:b/>
          <w:bCs/>
          <w:u w:val="single"/>
        </w:rPr>
        <w:t>X. ukončení</w:t>
      </w:r>
      <w:proofErr w:type="gramEnd"/>
      <w:r w:rsidR="001C2068" w:rsidRPr="007962F2">
        <w:rPr>
          <w:b/>
          <w:bCs/>
          <w:u w:val="single"/>
        </w:rPr>
        <w:t xml:space="preserve"> dříve zahájených exekucí („milostivé léto“)</w:t>
      </w:r>
    </w:p>
    <w:p w:rsidR="001C2068" w:rsidRDefault="001C2068" w:rsidP="001C2068">
      <w:pPr>
        <w:jc w:val="both"/>
        <w:rPr>
          <w:bCs/>
        </w:rPr>
      </w:pPr>
    </w:p>
    <w:p w:rsidR="001C2068" w:rsidRPr="00FC414C" w:rsidRDefault="001C2068" w:rsidP="001C2068">
      <w:pPr>
        <w:rPr>
          <w:bCs/>
        </w:rPr>
      </w:pPr>
      <w:r w:rsidRPr="00FC414C">
        <w:rPr>
          <w:bCs/>
        </w:rPr>
        <w:t xml:space="preserve">V části druhé, čl. IV se vkládá nový bod </w:t>
      </w:r>
      <w:r>
        <w:rPr>
          <w:bCs/>
        </w:rPr>
        <w:t>XX</w:t>
      </w:r>
      <w:r w:rsidRPr="00FC414C">
        <w:rPr>
          <w:bCs/>
        </w:rPr>
        <w:t>, který zní:</w:t>
      </w:r>
    </w:p>
    <w:p w:rsidR="001C2068" w:rsidRPr="00FC414C" w:rsidRDefault="001C2068" w:rsidP="001C2068">
      <w:pPr>
        <w:rPr>
          <w:bCs/>
        </w:rPr>
      </w:pPr>
    </w:p>
    <w:p w:rsidR="001C2068" w:rsidRPr="00FC414C" w:rsidRDefault="001C2068" w:rsidP="001C2068">
      <w:pPr>
        <w:rPr>
          <w:bCs/>
        </w:rPr>
      </w:pPr>
      <w:r w:rsidRPr="00FC414C">
        <w:rPr>
          <w:bCs/>
        </w:rPr>
        <w:t>„</w:t>
      </w:r>
      <w:r>
        <w:rPr>
          <w:bCs/>
        </w:rPr>
        <w:t>XX</w:t>
      </w:r>
      <w:r w:rsidRPr="00FC414C">
        <w:rPr>
          <w:bCs/>
        </w:rPr>
        <w:t xml:space="preserve">. </w:t>
      </w:r>
    </w:p>
    <w:p w:rsidR="001C2068" w:rsidRPr="00FC414C" w:rsidRDefault="001C2068" w:rsidP="001C2068">
      <w:pPr>
        <w:rPr>
          <w:bCs/>
        </w:rPr>
      </w:pPr>
    </w:p>
    <w:p w:rsidR="001C2068" w:rsidRPr="00FC414C" w:rsidRDefault="001C2068" w:rsidP="001C2068">
      <w:r w:rsidRPr="00FC414C">
        <w:rPr>
          <w:bCs/>
        </w:rPr>
        <w:t xml:space="preserve">(1) </w:t>
      </w:r>
      <w:r w:rsidRPr="00FC414C">
        <w:t>Řízení zahájená přede dnem nabytí účinnosti tohoto zákona, ve kterých je oprávněným</w:t>
      </w:r>
    </w:p>
    <w:p w:rsidR="001C2068" w:rsidRPr="00FC414C" w:rsidRDefault="001C2068" w:rsidP="001C2068"/>
    <w:p w:rsidR="001C2068" w:rsidRPr="00824FEA" w:rsidRDefault="001C2068" w:rsidP="001C2068">
      <w:pPr>
        <w:pStyle w:val="l3"/>
        <w:spacing w:before="0" w:beforeAutospacing="0" w:after="0" w:afterAutospacing="0"/>
        <w:rPr>
          <w:i/>
        </w:rPr>
      </w:pPr>
      <w:r w:rsidRPr="00824FEA">
        <w:rPr>
          <w:rStyle w:val="PromnnHTML"/>
        </w:rPr>
        <w:t>a)</w:t>
      </w:r>
      <w:r w:rsidRPr="00824FEA">
        <w:rPr>
          <w:i/>
        </w:rPr>
        <w:t xml:space="preserve"> </w:t>
      </w:r>
      <w:r w:rsidRPr="00824FEA">
        <w:t>Česká republika</w:t>
      </w:r>
      <w:r w:rsidRPr="00824FEA">
        <w:rPr>
          <w:i/>
        </w:rPr>
        <w:t>,</w:t>
      </w:r>
    </w:p>
    <w:p w:rsidR="001C2068" w:rsidRPr="00824FEA" w:rsidRDefault="001C2068" w:rsidP="001C2068">
      <w:pPr>
        <w:pStyle w:val="l3"/>
        <w:spacing w:before="0" w:beforeAutospacing="0" w:after="0" w:afterAutospacing="0"/>
      </w:pPr>
      <w:r w:rsidRPr="00824FEA">
        <w:rPr>
          <w:rStyle w:val="PromnnHTML"/>
        </w:rPr>
        <w:t>b)</w:t>
      </w:r>
      <w:r w:rsidRPr="00824FEA">
        <w:rPr>
          <w:i/>
        </w:rPr>
        <w:t xml:space="preserve"> </w:t>
      </w:r>
      <w:r w:rsidRPr="00824FEA">
        <w:t>územní samosprávný celek, včetně městské části nebo městského obvodu územně členěného statutárního města nebo městské části hlavního města Prahy,</w:t>
      </w:r>
    </w:p>
    <w:p w:rsidR="001C2068" w:rsidRPr="00824FEA" w:rsidRDefault="001C2068" w:rsidP="001C2068">
      <w:pPr>
        <w:pStyle w:val="l3"/>
        <w:spacing w:before="0" w:beforeAutospacing="0" w:after="0" w:afterAutospacing="0"/>
      </w:pPr>
      <w:r w:rsidRPr="00824FEA">
        <w:rPr>
          <w:rStyle w:val="PromnnHTML"/>
        </w:rPr>
        <w:t>c)</w:t>
      </w:r>
      <w:r w:rsidRPr="00824FEA">
        <w:rPr>
          <w:i/>
        </w:rPr>
        <w:t xml:space="preserve"> </w:t>
      </w:r>
      <w:r w:rsidRPr="00824FEA">
        <w:t>státní příspěvková organizace,</w:t>
      </w:r>
    </w:p>
    <w:p w:rsidR="001C2068" w:rsidRPr="00824FEA" w:rsidRDefault="001C2068" w:rsidP="001C2068">
      <w:pPr>
        <w:pStyle w:val="l3"/>
        <w:spacing w:before="0" w:beforeAutospacing="0" w:after="0" w:afterAutospacing="0"/>
      </w:pPr>
      <w:r w:rsidRPr="00824FEA">
        <w:rPr>
          <w:rStyle w:val="PromnnHTML"/>
        </w:rPr>
        <w:t>d)</w:t>
      </w:r>
      <w:r w:rsidRPr="00824FEA">
        <w:rPr>
          <w:i/>
        </w:rPr>
        <w:t xml:space="preserve"> </w:t>
      </w:r>
      <w:r w:rsidRPr="00824FEA">
        <w:t>státní fond,</w:t>
      </w:r>
    </w:p>
    <w:p w:rsidR="001C2068" w:rsidRPr="00824FEA" w:rsidRDefault="001C2068" w:rsidP="001C2068">
      <w:pPr>
        <w:pStyle w:val="l3"/>
        <w:spacing w:before="0" w:beforeAutospacing="0" w:after="0" w:afterAutospacing="0"/>
      </w:pPr>
      <w:r w:rsidRPr="00824FEA">
        <w:rPr>
          <w:rStyle w:val="PromnnHTML"/>
        </w:rPr>
        <w:t>e)</w:t>
      </w:r>
      <w:r w:rsidRPr="00824FEA">
        <w:rPr>
          <w:i/>
        </w:rPr>
        <w:t xml:space="preserve"> </w:t>
      </w:r>
      <w:r w:rsidRPr="00824FEA">
        <w:t>veřejná výzkumná instituce nebo veřejná vysoká škola,</w:t>
      </w:r>
    </w:p>
    <w:p w:rsidR="001C2068" w:rsidRPr="00824FEA" w:rsidRDefault="001C2068" w:rsidP="001C2068">
      <w:pPr>
        <w:pStyle w:val="l3"/>
        <w:spacing w:before="0" w:beforeAutospacing="0" w:after="0" w:afterAutospacing="0"/>
        <w:rPr>
          <w:i/>
        </w:rPr>
      </w:pPr>
      <w:r w:rsidRPr="00824FEA">
        <w:rPr>
          <w:rStyle w:val="PromnnHTML"/>
        </w:rPr>
        <w:t>f)</w:t>
      </w:r>
      <w:r w:rsidRPr="00824FEA">
        <w:rPr>
          <w:i/>
        </w:rPr>
        <w:t xml:space="preserve"> </w:t>
      </w:r>
      <w:r w:rsidRPr="00824FEA">
        <w:t>dobrovolný svazek obcí,</w:t>
      </w:r>
    </w:p>
    <w:p w:rsidR="001C2068" w:rsidRPr="00824FEA" w:rsidRDefault="001C2068" w:rsidP="001C2068">
      <w:pPr>
        <w:pStyle w:val="l3"/>
        <w:spacing w:before="0" w:beforeAutospacing="0" w:after="0" w:afterAutospacing="0"/>
        <w:rPr>
          <w:i/>
        </w:rPr>
      </w:pPr>
      <w:r w:rsidRPr="00824FEA">
        <w:rPr>
          <w:rStyle w:val="PromnnHTML"/>
        </w:rPr>
        <w:t>g)</w:t>
      </w:r>
      <w:r w:rsidRPr="00824FEA">
        <w:rPr>
          <w:i/>
        </w:rPr>
        <w:t xml:space="preserve"> </w:t>
      </w:r>
      <w:r w:rsidRPr="00824FEA">
        <w:t>regionální rada regionu soudržnosti,</w:t>
      </w:r>
    </w:p>
    <w:p w:rsidR="001C2068" w:rsidRPr="00824FEA" w:rsidRDefault="001C2068" w:rsidP="001C2068">
      <w:pPr>
        <w:pStyle w:val="l3"/>
        <w:spacing w:before="0" w:beforeAutospacing="0" w:after="0" w:afterAutospacing="0"/>
      </w:pPr>
      <w:r w:rsidRPr="00824FEA">
        <w:rPr>
          <w:rStyle w:val="PromnnHTML"/>
        </w:rPr>
        <w:t>h)</w:t>
      </w:r>
      <w:r w:rsidRPr="00824FEA">
        <w:rPr>
          <w:i/>
        </w:rPr>
        <w:t xml:space="preserve"> </w:t>
      </w:r>
      <w:r w:rsidRPr="00824FEA">
        <w:t>příspěvková organizace územního samosprávného celku,</w:t>
      </w:r>
    </w:p>
    <w:p w:rsidR="001C2068" w:rsidRPr="00824FEA" w:rsidRDefault="001C2068" w:rsidP="001C2068">
      <w:pPr>
        <w:pStyle w:val="l3"/>
        <w:spacing w:before="0" w:beforeAutospacing="0" w:after="0" w:afterAutospacing="0"/>
      </w:pPr>
      <w:r w:rsidRPr="00824FEA">
        <w:rPr>
          <w:rStyle w:val="PromnnHTML"/>
        </w:rPr>
        <w:t>i)</w:t>
      </w:r>
      <w:r w:rsidRPr="00824FEA">
        <w:rPr>
          <w:i/>
        </w:rPr>
        <w:t xml:space="preserve"> </w:t>
      </w:r>
      <w:r w:rsidRPr="00824FEA">
        <w:t>ústav založený státem nebo územním samosprávným celkem,</w:t>
      </w:r>
    </w:p>
    <w:p w:rsidR="001C2068" w:rsidRPr="0010341A" w:rsidRDefault="001C2068" w:rsidP="001C2068">
      <w:pPr>
        <w:pStyle w:val="l3"/>
        <w:spacing w:before="0" w:beforeAutospacing="0" w:after="0" w:afterAutospacing="0"/>
      </w:pPr>
      <w:r w:rsidRPr="00824FEA">
        <w:rPr>
          <w:rStyle w:val="PromnnHTML"/>
        </w:rPr>
        <w:t>j)</w:t>
      </w:r>
      <w:r w:rsidRPr="00824FEA">
        <w:rPr>
          <w:i/>
        </w:rPr>
        <w:t xml:space="preserve"> </w:t>
      </w:r>
      <w:r w:rsidRPr="0010341A">
        <w:t>obecně prospěšná společnost založená státem nebo územním samosprávným celkem,</w:t>
      </w:r>
    </w:p>
    <w:p w:rsidR="001C2068" w:rsidRPr="00824FEA" w:rsidRDefault="001C2068" w:rsidP="001C2068">
      <w:pPr>
        <w:pStyle w:val="l3"/>
        <w:spacing w:before="0" w:beforeAutospacing="0" w:after="0" w:afterAutospacing="0"/>
        <w:rPr>
          <w:i/>
        </w:rPr>
      </w:pPr>
      <w:r w:rsidRPr="00824FEA">
        <w:rPr>
          <w:rStyle w:val="PromnnHTML"/>
        </w:rPr>
        <w:t>k)</w:t>
      </w:r>
      <w:r w:rsidRPr="00824FEA">
        <w:rPr>
          <w:i/>
        </w:rPr>
        <w:t xml:space="preserve"> </w:t>
      </w:r>
      <w:r w:rsidRPr="0010341A">
        <w:t>státní podnik nebo národní podnik,</w:t>
      </w:r>
    </w:p>
    <w:p w:rsidR="001C2068" w:rsidRPr="0010341A" w:rsidRDefault="001C2068" w:rsidP="001C2068">
      <w:pPr>
        <w:pStyle w:val="l3"/>
        <w:spacing w:before="0" w:beforeAutospacing="0" w:after="0" w:afterAutospacing="0"/>
      </w:pPr>
      <w:r w:rsidRPr="00824FEA">
        <w:rPr>
          <w:rStyle w:val="PromnnHTML"/>
        </w:rPr>
        <w:t>l)</w:t>
      </w:r>
      <w:r w:rsidRPr="00824FEA">
        <w:rPr>
          <w:i/>
        </w:rPr>
        <w:t xml:space="preserve"> </w:t>
      </w:r>
      <w:r w:rsidRPr="0010341A">
        <w:t>zdravotní pojišťovna,</w:t>
      </w:r>
    </w:p>
    <w:p w:rsidR="001C2068" w:rsidRPr="0010341A" w:rsidRDefault="001C2068" w:rsidP="001C2068">
      <w:pPr>
        <w:pStyle w:val="l3"/>
        <w:spacing w:before="0" w:beforeAutospacing="0" w:after="0" w:afterAutospacing="0"/>
      </w:pPr>
      <w:r w:rsidRPr="00824FEA">
        <w:rPr>
          <w:rStyle w:val="PromnnHTML"/>
        </w:rPr>
        <w:t>m)</w:t>
      </w:r>
      <w:r w:rsidRPr="00824FEA">
        <w:rPr>
          <w:i/>
        </w:rPr>
        <w:t xml:space="preserve"> </w:t>
      </w:r>
      <w:r w:rsidRPr="0010341A">
        <w:t>Český rozhlas nebo Česká televize, nebo</w:t>
      </w:r>
    </w:p>
    <w:p w:rsidR="001C2068" w:rsidRPr="00FC414C" w:rsidRDefault="001C2068" w:rsidP="001C2068">
      <w:pPr>
        <w:pStyle w:val="l3"/>
        <w:spacing w:before="0" w:beforeAutospacing="0" w:after="0" w:afterAutospacing="0"/>
      </w:pPr>
      <w:r w:rsidRPr="00824FEA">
        <w:rPr>
          <w:rStyle w:val="PromnnHTML"/>
        </w:rPr>
        <w:lastRenderedPageBreak/>
        <w:t>n)</w:t>
      </w:r>
      <w:r w:rsidRPr="00824FEA">
        <w:rPr>
          <w:i/>
        </w:rPr>
        <w:t xml:space="preserve"> </w:t>
      </w:r>
      <w:r w:rsidRPr="0010341A">
        <w:t>právnická osoba,</w:t>
      </w:r>
      <w:r w:rsidRPr="00FC414C">
        <w:t xml:space="preserve"> v níž má stát nebo územní samosprávný celek sám nebo s jinými územními samosprávnými celky většinovou majetkovou účast, a to i prostřednictvím jiné právnické osoby (dále jen „veřejnoprávní oprávnění“)</w:t>
      </w:r>
    </w:p>
    <w:p w:rsidR="001C2068" w:rsidRPr="001C2068" w:rsidRDefault="001C2068" w:rsidP="001C2068">
      <w:pPr>
        <w:pStyle w:val="l3"/>
        <w:spacing w:before="0" w:beforeAutospacing="0" w:after="0" w:afterAutospacing="0"/>
        <w:jc w:val="both"/>
        <w:rPr>
          <w:rFonts w:eastAsia="Calibri"/>
          <w:lang w:eastAsia="en-US"/>
        </w:rPr>
      </w:pPr>
    </w:p>
    <w:p w:rsidR="001C2068" w:rsidRPr="001C2068" w:rsidRDefault="001C2068" w:rsidP="001C2068">
      <w:pPr>
        <w:pStyle w:val="l3"/>
        <w:spacing w:before="0" w:beforeAutospacing="0" w:after="0" w:afterAutospacing="0"/>
        <w:jc w:val="both"/>
        <w:rPr>
          <w:rFonts w:eastAsia="Calibri"/>
          <w:lang w:eastAsia="en-US"/>
        </w:rPr>
      </w:pPr>
      <w:r w:rsidRPr="001C2068">
        <w:rPr>
          <w:rFonts w:eastAsia="Calibri"/>
          <w:lang w:eastAsia="en-US"/>
        </w:rPr>
        <w:t>exekutor i bez souhlasu oprávněného a bez návrhu exekuci zastaví, pokud</w:t>
      </w:r>
    </w:p>
    <w:p w:rsidR="001C2068" w:rsidRPr="001C2068" w:rsidRDefault="001C2068" w:rsidP="001C2068">
      <w:pPr>
        <w:pStyle w:val="l3"/>
        <w:spacing w:before="0" w:beforeAutospacing="0" w:after="0" w:afterAutospacing="0"/>
        <w:jc w:val="both"/>
        <w:rPr>
          <w:rFonts w:eastAsia="Calibri"/>
          <w:lang w:eastAsia="en-US"/>
        </w:rPr>
      </w:pPr>
    </w:p>
    <w:p w:rsidR="001C2068" w:rsidRPr="001C2068" w:rsidRDefault="001C2068" w:rsidP="001C2068">
      <w:pPr>
        <w:pStyle w:val="l3"/>
        <w:numPr>
          <w:ilvl w:val="0"/>
          <w:numId w:val="10"/>
        </w:numPr>
        <w:spacing w:before="0" w:beforeAutospacing="0" w:after="0" w:afterAutospacing="0"/>
        <w:jc w:val="both"/>
        <w:rPr>
          <w:rFonts w:eastAsia="Calibri"/>
          <w:lang w:eastAsia="en-US"/>
        </w:rPr>
      </w:pPr>
      <w:r w:rsidRPr="001C2068">
        <w:rPr>
          <w:rFonts w:eastAsia="Calibri"/>
          <w:lang w:eastAsia="en-US"/>
        </w:rPr>
        <w:t>uhradí povinný, který je fyzickou osobou, do tří měsíců ode dne nabytí účinnosti tohoto zákona nezaplacenou nebo jinak nezaniklou jistinu vymáhanou v exekučním řízení a na nákladech exekuce částku 750 Kč zvýšenou o daň z přidané hodnoty, je-li exekutor plátcem daně z přidané hodnoty, nebo</w:t>
      </w:r>
    </w:p>
    <w:p w:rsidR="001C2068" w:rsidRPr="001C2068" w:rsidRDefault="001C2068" w:rsidP="001C2068">
      <w:pPr>
        <w:pStyle w:val="l3"/>
        <w:numPr>
          <w:ilvl w:val="0"/>
          <w:numId w:val="10"/>
        </w:numPr>
        <w:spacing w:before="0" w:beforeAutospacing="0" w:after="0" w:afterAutospacing="0"/>
        <w:jc w:val="both"/>
        <w:rPr>
          <w:rFonts w:eastAsia="Calibri"/>
          <w:lang w:eastAsia="en-US"/>
        </w:rPr>
      </w:pPr>
      <w:r w:rsidRPr="001C2068">
        <w:rPr>
          <w:rFonts w:eastAsia="Calibri"/>
          <w:lang w:eastAsia="en-US"/>
        </w:rPr>
        <w:t>byla ke dni nabytí účinnosti tohoto zákona v exekučním řízení vymožena nejméně celá vymáhaná jistina a 750 Kč zvýšených o daň z přidané hodnoty, je-li exekutor plátcem daně z přidané hodnoty, a takto vymožené plnění není dotčeno právy třetích osob.</w:t>
      </w:r>
    </w:p>
    <w:p w:rsidR="001C2068" w:rsidRPr="001C2068" w:rsidRDefault="001C2068" w:rsidP="001C2068">
      <w:pPr>
        <w:pStyle w:val="l3"/>
        <w:spacing w:before="0" w:beforeAutospacing="0" w:after="0" w:afterAutospacing="0"/>
        <w:jc w:val="both"/>
        <w:rPr>
          <w:rFonts w:eastAsia="Calibri"/>
          <w:lang w:eastAsia="en-US"/>
        </w:rPr>
      </w:pPr>
    </w:p>
    <w:p w:rsidR="001C2068" w:rsidRPr="001C2068" w:rsidRDefault="001C2068" w:rsidP="001C2068">
      <w:pPr>
        <w:pStyle w:val="l3"/>
        <w:spacing w:before="0" w:beforeAutospacing="0" w:after="0" w:afterAutospacing="0"/>
        <w:jc w:val="both"/>
        <w:rPr>
          <w:rFonts w:eastAsia="Calibri"/>
          <w:lang w:eastAsia="en-US"/>
        </w:rPr>
      </w:pPr>
      <w:r w:rsidRPr="001C2068">
        <w:rPr>
          <w:rFonts w:eastAsia="Calibri"/>
          <w:lang w:eastAsia="en-US"/>
        </w:rPr>
        <w:t>Nebyla-li exekuce ještě nařízena, exekutor zastaví exekuční řízení. Je-li exekuce vedena jen pro část jistiny, postupuje se podle ustanovení tohoto bodu přiměřeně a povinný může doplatit pouze nezaplacenou nebo jinak nezaniklou část jistiny vymáhané v exekučním řízení a na nákladech exekuce částku 750 Kč zvýšenou o daň z přidané hodnoty, je-li exekutor plátcem daně z přidané hodnoty. Je-li exekuce vedena jen pro vymožení příslušenství, postupuje se podle ustanovení tohoto bodu přiměřeně. Ustanovení tohoto odstavce se vztahují přiměřeně i na pohledávky veřejnoprávních oprávněných, kteří jsou dalšími oprávněnými, zástavními věřiteli nebo přihlášenými věřiteli v exekučním řízení.</w:t>
      </w:r>
    </w:p>
    <w:p w:rsidR="001C2068" w:rsidRPr="001C2068" w:rsidRDefault="001C2068" w:rsidP="001C2068">
      <w:pPr>
        <w:pStyle w:val="l3"/>
        <w:spacing w:before="0" w:beforeAutospacing="0" w:after="0" w:afterAutospacing="0"/>
        <w:jc w:val="both"/>
        <w:rPr>
          <w:rFonts w:eastAsia="Calibri"/>
          <w:color w:val="C45911"/>
          <w:lang w:eastAsia="en-US"/>
        </w:rPr>
      </w:pPr>
    </w:p>
    <w:p w:rsidR="001C2068" w:rsidRPr="001C2068" w:rsidRDefault="001C2068" w:rsidP="001C2068">
      <w:pPr>
        <w:pStyle w:val="l3"/>
        <w:spacing w:before="0" w:beforeAutospacing="0" w:after="0" w:afterAutospacing="0"/>
        <w:jc w:val="both"/>
        <w:rPr>
          <w:rFonts w:eastAsia="Calibri"/>
          <w:lang w:eastAsia="en-US"/>
        </w:rPr>
      </w:pPr>
      <w:r w:rsidRPr="001C2068">
        <w:rPr>
          <w:rFonts w:eastAsia="Calibri"/>
          <w:lang w:eastAsia="en-US"/>
        </w:rPr>
        <w:t>(2) Částka 750 Kč se považuje za paušální výši nákladů exekuce zahrnující odměnu exekutora i jeho hotové výdaje.</w:t>
      </w:r>
    </w:p>
    <w:p w:rsidR="001C2068" w:rsidRPr="001C2068" w:rsidRDefault="001C2068" w:rsidP="001C2068">
      <w:pPr>
        <w:pStyle w:val="l3"/>
        <w:spacing w:before="0" w:beforeAutospacing="0" w:after="0" w:afterAutospacing="0"/>
        <w:jc w:val="both"/>
        <w:rPr>
          <w:rFonts w:eastAsia="Calibri"/>
          <w:lang w:eastAsia="en-US"/>
        </w:rPr>
      </w:pPr>
    </w:p>
    <w:p w:rsidR="001C2068" w:rsidRPr="001C2068" w:rsidRDefault="001C2068" w:rsidP="001C2068">
      <w:pPr>
        <w:pStyle w:val="l3"/>
        <w:spacing w:before="0" w:beforeAutospacing="0" w:after="0" w:afterAutospacing="0"/>
        <w:jc w:val="both"/>
        <w:rPr>
          <w:rFonts w:eastAsia="Calibri"/>
          <w:lang w:eastAsia="en-US"/>
        </w:rPr>
      </w:pPr>
      <w:r w:rsidRPr="00FC414C">
        <w:t>(3) Po zaplacení jistiny vymáhané v exekučním řízení a nákladů exekuce ve výši 750</w:t>
      </w:r>
      <w:r>
        <w:t xml:space="preserve"> </w:t>
      </w:r>
      <w:r w:rsidRPr="00FC414C">
        <w:t xml:space="preserve">Kč zvýšených o daň z přidané hodnoty, je-li exekutor plátcem daně z přidané hodnoty, vydá exekutor rozhodnutí, jímž povinného, který je fyzickou osobou, osvobodí od placení veškerých dalších vymáhaných pohledávek přesahujících zaplacenou jistinu v exekučním řízení v rozsahu, v němž nebyly dosud uspokojeny, a povinným zaplacenou jistinu vyplatí oprávněnému, dalšímu oprávněnému, věřiteli ze zástavního práva anebo přihlášenému věřiteli podle toho, čí jistinu povinný zaplatil. Vymožené, avšak oprávněnému nevyplacené plnění, se použije na úhradu nezaplacených anebo nezaniklých pohledávek dalších oprávněných, pohledávek zajištěných zástavním právem a pohledávek přihlášených do exekuce podle pravidel pro rozvrh. Není-li jich, vyplatí se vymožené, avšak nevyplacené plnění, povinnému. S rozhodnutím o osvobození od placení spojí exekutor i bez návrhu rozhodnutí o zastavení exekuce v rozsahu zaplacených anebo zaniklých pohledávek, ledaže jsou do exekuce přihlášeny další pohledávky, které postupem podle tohoto odstavce nebo jinak nezanikly a exekuce tak k jejich vymožení trvá. </w:t>
      </w:r>
      <w:r w:rsidRPr="001C2068">
        <w:rPr>
          <w:rFonts w:eastAsia="Calibri"/>
          <w:lang w:eastAsia="en-US"/>
        </w:rPr>
        <w:t>Veškeré dosud vymožené a vyplacené plnění na jakýkoliv nárok, byť by přesahovalo vymáhanou jistinu v exekučním řízení, přísluší tomu, komu již bylo vyplaceno.</w:t>
      </w:r>
      <w:r w:rsidRPr="00FC414C">
        <w:t xml:space="preserve"> Vymáhané příslušenství pohledávky, od jehož placení je dlužník osvobozen, zaniká právní mocí usnesení exekutora o osvobození od placení</w:t>
      </w:r>
      <w:r w:rsidRPr="001C2068">
        <w:rPr>
          <w:rFonts w:eastAsia="Calibri"/>
          <w:lang w:eastAsia="en-US"/>
        </w:rPr>
        <w:t xml:space="preserve">. </w:t>
      </w:r>
    </w:p>
    <w:p w:rsidR="001C2068" w:rsidRPr="001C2068" w:rsidRDefault="001C2068" w:rsidP="001C2068">
      <w:pPr>
        <w:pStyle w:val="l3"/>
        <w:spacing w:before="0" w:beforeAutospacing="0" w:after="0" w:afterAutospacing="0"/>
        <w:jc w:val="both"/>
        <w:rPr>
          <w:rFonts w:eastAsia="Calibri"/>
          <w:lang w:eastAsia="en-US"/>
        </w:rPr>
      </w:pPr>
    </w:p>
    <w:p w:rsidR="001C2068" w:rsidRPr="001C2068" w:rsidRDefault="001C2068" w:rsidP="001C2068">
      <w:pPr>
        <w:pStyle w:val="l3"/>
        <w:spacing w:before="0" w:beforeAutospacing="0" w:after="0" w:afterAutospacing="0"/>
        <w:jc w:val="both"/>
        <w:rPr>
          <w:rFonts w:eastAsia="Calibri"/>
          <w:lang w:eastAsia="en-US"/>
        </w:rPr>
      </w:pPr>
      <w:r w:rsidRPr="001C2068">
        <w:rPr>
          <w:rFonts w:eastAsia="Calibri"/>
          <w:lang w:eastAsia="en-US"/>
        </w:rPr>
        <w:t xml:space="preserve">(4) Je-li vymáhaných jistin veřejnoprávních oprávněných v postavení oprávněného, dalšího oprávněného, věřitelů ze zástavního práva anebo přihlášených věřitelů v jednom exekučním řízení více, použije se ustanovení odstavce 1 na každou jistinu vymáhanou v exekučním řízení zvlášť s tím, že v případě zaplacení jen některých jistin vymáhaných v exekučním řízení zanikají pouze pohledávky, které jsou příslušenstvím zaplacené jistiny. O osvobození od placení a zastavení exekuce rozhodne exekutor pouze v rozsahu, v němž pohledávky zanikly. </w:t>
      </w:r>
    </w:p>
    <w:p w:rsidR="001C2068" w:rsidRPr="001C2068" w:rsidRDefault="001C2068" w:rsidP="001C2068">
      <w:pPr>
        <w:pStyle w:val="l3"/>
        <w:spacing w:before="0" w:beforeAutospacing="0" w:after="0" w:afterAutospacing="0"/>
        <w:jc w:val="both"/>
        <w:rPr>
          <w:rFonts w:eastAsia="Calibri"/>
          <w:lang w:eastAsia="en-US"/>
        </w:rPr>
      </w:pPr>
    </w:p>
    <w:p w:rsidR="001C2068" w:rsidRPr="001C2068" w:rsidRDefault="001C2068" w:rsidP="001C2068">
      <w:pPr>
        <w:pStyle w:val="l3"/>
        <w:spacing w:before="0" w:beforeAutospacing="0" w:after="0" w:afterAutospacing="0"/>
        <w:jc w:val="both"/>
        <w:rPr>
          <w:rFonts w:eastAsia="Calibri"/>
          <w:lang w:eastAsia="en-US"/>
        </w:rPr>
      </w:pPr>
      <w:r w:rsidRPr="001C2068">
        <w:rPr>
          <w:rFonts w:eastAsia="Calibri"/>
          <w:lang w:eastAsia="en-US"/>
        </w:rPr>
        <w:t>(5) Osvobození podle odstavců 3 a 4 se vztahuje i na ručitele a jiné osoby, které měly vůči povinnému pro tyto pohledávky právo postihu.</w:t>
      </w:r>
    </w:p>
    <w:p w:rsidR="001C2068" w:rsidRPr="001C2068" w:rsidRDefault="001C2068" w:rsidP="001C2068">
      <w:pPr>
        <w:pStyle w:val="l3"/>
        <w:spacing w:before="0" w:beforeAutospacing="0" w:after="0" w:afterAutospacing="0"/>
        <w:jc w:val="both"/>
        <w:rPr>
          <w:rFonts w:eastAsia="Calibri"/>
          <w:lang w:eastAsia="en-US"/>
        </w:rPr>
      </w:pPr>
    </w:p>
    <w:p w:rsidR="001C2068" w:rsidRPr="001C2068" w:rsidRDefault="001C2068" w:rsidP="001C2068">
      <w:pPr>
        <w:pStyle w:val="l3"/>
        <w:spacing w:before="0" w:beforeAutospacing="0" w:after="0" w:afterAutospacing="0"/>
        <w:jc w:val="both"/>
        <w:rPr>
          <w:rFonts w:eastAsia="Calibri"/>
          <w:lang w:eastAsia="en-US"/>
        </w:rPr>
      </w:pPr>
      <w:r w:rsidRPr="001C2068">
        <w:rPr>
          <w:rFonts w:eastAsia="Calibri"/>
          <w:lang w:eastAsia="en-US"/>
        </w:rPr>
        <w:t>(6) Proti rozhodnutí, jímž exekutor přizná povinnému osvobození podle odstavce 3 anebo 4, se může odvolat pouze oprávněný, další oprávněný, věřitel ze zástavního práva a přihlášený věřitel, v případě, že jejich pohledávka na jistině vymáhaná v exekučním řízení vůči povinnému nebyla v exekučním řízení zcela uspokojena. Odvoláním však lze namítat pouze to, že nebyly splněny předpoklady pro přiznání osvobození povinnému.</w:t>
      </w:r>
    </w:p>
    <w:p w:rsidR="001C2068" w:rsidRPr="001C2068" w:rsidRDefault="001C2068" w:rsidP="001C2068">
      <w:pPr>
        <w:pStyle w:val="l3"/>
        <w:spacing w:before="0" w:beforeAutospacing="0" w:after="0" w:afterAutospacing="0"/>
        <w:jc w:val="both"/>
        <w:rPr>
          <w:rFonts w:eastAsia="Calibri"/>
          <w:lang w:eastAsia="en-US"/>
        </w:rPr>
      </w:pPr>
    </w:p>
    <w:p w:rsidR="001C2068" w:rsidRPr="001C2068" w:rsidRDefault="001C2068" w:rsidP="001C2068">
      <w:pPr>
        <w:pStyle w:val="l3"/>
        <w:spacing w:before="0" w:beforeAutospacing="0" w:after="0" w:afterAutospacing="0"/>
        <w:jc w:val="both"/>
        <w:rPr>
          <w:rFonts w:eastAsia="Calibri"/>
          <w:lang w:eastAsia="en-US"/>
        </w:rPr>
      </w:pPr>
      <w:r w:rsidRPr="001C2068">
        <w:rPr>
          <w:rFonts w:eastAsia="Calibri"/>
          <w:lang w:eastAsia="en-US"/>
        </w:rPr>
        <w:t>(7) Ustanovení předchozích odstavců se vztahují obdobně i na pohledávky dalších oprávněných, pohledávky zajištěné zástavním právem anebo pohledávky přihlášené do exekučního řízení, jde-li o pohledávky veřejnoprávních oprávněných.</w:t>
      </w:r>
    </w:p>
    <w:p w:rsidR="001C2068" w:rsidRPr="001C2068" w:rsidRDefault="001C2068" w:rsidP="001C2068">
      <w:pPr>
        <w:pStyle w:val="l3"/>
        <w:spacing w:before="0" w:beforeAutospacing="0" w:after="0" w:afterAutospacing="0"/>
        <w:jc w:val="both"/>
        <w:rPr>
          <w:rFonts w:eastAsia="Calibri"/>
          <w:lang w:eastAsia="en-US"/>
        </w:rPr>
      </w:pPr>
    </w:p>
    <w:p w:rsidR="001C2068" w:rsidRPr="001C2068" w:rsidRDefault="001C2068" w:rsidP="001C2068">
      <w:pPr>
        <w:pStyle w:val="l3"/>
        <w:spacing w:before="0" w:beforeAutospacing="0" w:after="0" w:afterAutospacing="0"/>
        <w:jc w:val="both"/>
        <w:rPr>
          <w:rFonts w:eastAsia="Calibri"/>
          <w:lang w:eastAsia="en-US"/>
        </w:rPr>
      </w:pPr>
      <w:r w:rsidRPr="001C2068">
        <w:rPr>
          <w:rFonts w:eastAsia="Calibri"/>
          <w:lang w:eastAsia="en-US"/>
        </w:rPr>
        <w:t>(8) Ustanovení odstavců 1 až 7 se nevztahují na peněžité tresty nebo jiné majetkové sankce, které byly dlužníku uloženy v trestním řízení pro úmyslný trestný čin, pohledávky na náhradu škody způsobené úmyslným porušením právní povinnosti a dále pohledávky věřitelů na výživném ze zákona a pohledávky věřitelů na náhradu škody způsobené na zdraví.</w:t>
      </w:r>
    </w:p>
    <w:p w:rsidR="001C2068" w:rsidRPr="001C2068" w:rsidRDefault="001C2068" w:rsidP="001C2068">
      <w:pPr>
        <w:pStyle w:val="l3"/>
        <w:spacing w:before="0" w:beforeAutospacing="0" w:after="0" w:afterAutospacing="0"/>
        <w:jc w:val="both"/>
        <w:rPr>
          <w:rFonts w:eastAsia="Calibri"/>
          <w:lang w:eastAsia="en-US"/>
        </w:rPr>
      </w:pPr>
    </w:p>
    <w:p w:rsidR="001C2068" w:rsidRPr="001C2068" w:rsidRDefault="001C2068" w:rsidP="001C2068">
      <w:pPr>
        <w:pStyle w:val="l3"/>
        <w:spacing w:before="0" w:beforeAutospacing="0" w:after="0" w:afterAutospacing="0"/>
        <w:jc w:val="both"/>
        <w:rPr>
          <w:rFonts w:eastAsia="Calibri"/>
          <w:lang w:eastAsia="en-US"/>
        </w:rPr>
      </w:pPr>
      <w:r w:rsidRPr="001C2068">
        <w:rPr>
          <w:rFonts w:eastAsia="Calibri"/>
          <w:lang w:eastAsia="en-US"/>
        </w:rPr>
        <w:t>(9) Tento bod nabývá účinnosti 90 dnů od vyhlášení tohoto zákona</w:t>
      </w:r>
      <w:r w:rsidRPr="001C2068">
        <w:rPr>
          <w:rFonts w:ascii="TimesNewRomanPSMT" w:eastAsia="Calibri" w:hAnsi="TimesNewRomanPSMT" w:cs="TimesNewRomanPSMT"/>
          <w:lang w:eastAsia="en-US"/>
        </w:rPr>
        <w:t>.“.</w:t>
      </w:r>
    </w:p>
    <w:p w:rsidR="001C2068" w:rsidRPr="00FC414C" w:rsidRDefault="001C2068" w:rsidP="001C2068">
      <w:pPr>
        <w:jc w:val="center"/>
        <w:rPr>
          <w:b/>
          <w:bCs/>
          <w:u w:val="single"/>
        </w:rPr>
      </w:pPr>
    </w:p>
    <w:p w:rsidR="001C2068" w:rsidRDefault="001C2068" w:rsidP="001C2068">
      <w:pPr>
        <w:jc w:val="both"/>
        <w:rPr>
          <w:bCs/>
        </w:rPr>
      </w:pPr>
    </w:p>
    <w:p w:rsidR="001C2068" w:rsidRPr="007962F2" w:rsidRDefault="00641CA0" w:rsidP="001C2068">
      <w:pPr>
        <w:jc w:val="both"/>
        <w:rPr>
          <w:b/>
          <w:bCs/>
          <w:u w:val="single"/>
        </w:rPr>
      </w:pPr>
      <w:proofErr w:type="gramStart"/>
      <w:r w:rsidRPr="007962F2">
        <w:rPr>
          <w:b/>
          <w:bCs/>
          <w:u w:val="single"/>
        </w:rPr>
        <w:t>A.</w:t>
      </w:r>
      <w:r w:rsidR="001C2068" w:rsidRPr="007962F2">
        <w:rPr>
          <w:b/>
          <w:bCs/>
          <w:u w:val="single"/>
        </w:rPr>
        <w:t>XI</w:t>
      </w:r>
      <w:proofErr w:type="gramEnd"/>
      <w:r w:rsidR="001C2068" w:rsidRPr="007962F2">
        <w:rPr>
          <w:b/>
          <w:bCs/>
          <w:u w:val="single"/>
        </w:rPr>
        <w:t>. úprava zákonů o pojistném na zdravotní a sociální pojištění – změna výše penále</w:t>
      </w:r>
    </w:p>
    <w:p w:rsidR="001C2068" w:rsidRDefault="001C2068" w:rsidP="001C2068">
      <w:pPr>
        <w:jc w:val="both"/>
        <w:rPr>
          <w:b/>
          <w:bCs/>
          <w:i/>
          <w:u w:val="single"/>
        </w:rPr>
      </w:pPr>
    </w:p>
    <w:p w:rsidR="001C2068" w:rsidRPr="0097402D" w:rsidRDefault="001C2068" w:rsidP="001C2068">
      <w:pPr>
        <w:jc w:val="both"/>
        <w:rPr>
          <w:rFonts w:eastAsia="Calibri"/>
          <w:bCs/>
        </w:rPr>
      </w:pPr>
      <w:r>
        <w:rPr>
          <w:rFonts w:eastAsia="Calibri"/>
          <w:b/>
          <w:bCs/>
        </w:rPr>
        <w:t>1.</w:t>
      </w:r>
      <w:r w:rsidRPr="0097402D">
        <w:rPr>
          <w:rFonts w:eastAsia="Calibri"/>
          <w:bCs/>
        </w:rPr>
        <w:t xml:space="preserve"> Za část čtvrtou se vkládá nová část pátá, která zní:</w:t>
      </w:r>
    </w:p>
    <w:p w:rsidR="001C2068" w:rsidRPr="00A515A6" w:rsidRDefault="001C2068" w:rsidP="001C2068">
      <w:pPr>
        <w:jc w:val="both"/>
        <w:rPr>
          <w:rFonts w:eastAsia="Calibri"/>
          <w:bCs/>
          <w:highlight w:val="yellow"/>
        </w:rPr>
      </w:pPr>
    </w:p>
    <w:p w:rsidR="001C2068" w:rsidRPr="00F44186" w:rsidRDefault="001C2068" w:rsidP="001C2068">
      <w:pPr>
        <w:jc w:val="center"/>
        <w:rPr>
          <w:rFonts w:eastAsia="Calibri"/>
          <w:bCs/>
        </w:rPr>
      </w:pPr>
      <w:r>
        <w:rPr>
          <w:rFonts w:eastAsia="Calibri"/>
          <w:bCs/>
        </w:rPr>
        <w:t>„</w:t>
      </w:r>
      <w:r w:rsidRPr="00F44186">
        <w:rPr>
          <w:rFonts w:eastAsia="Calibri"/>
          <w:bCs/>
        </w:rPr>
        <w:t>ČÁST PÁTÁ</w:t>
      </w:r>
    </w:p>
    <w:p w:rsidR="001C2068" w:rsidRDefault="001C2068" w:rsidP="001C2068">
      <w:pPr>
        <w:jc w:val="center"/>
        <w:rPr>
          <w:b/>
          <w:bCs/>
        </w:rPr>
      </w:pPr>
      <w:r w:rsidRPr="0097402D">
        <w:rPr>
          <w:rFonts w:eastAsia="Calibri"/>
          <w:b/>
          <w:bCs/>
        </w:rPr>
        <w:t>Změna zákona o</w:t>
      </w:r>
      <w:r w:rsidRPr="00A515A6">
        <w:rPr>
          <w:rFonts w:eastAsia="Calibri"/>
          <w:b/>
          <w:bCs/>
        </w:rPr>
        <w:t xml:space="preserve"> </w:t>
      </w:r>
      <w:r w:rsidRPr="00A515A6">
        <w:rPr>
          <w:b/>
          <w:bCs/>
        </w:rPr>
        <w:t>pojistném na veřejné zdravotní pojištění</w:t>
      </w:r>
    </w:p>
    <w:p w:rsidR="001C2068" w:rsidRPr="00F44186" w:rsidRDefault="001C2068" w:rsidP="001C2068">
      <w:pPr>
        <w:jc w:val="center"/>
        <w:rPr>
          <w:bCs/>
        </w:rPr>
      </w:pPr>
    </w:p>
    <w:p w:rsidR="001C2068" w:rsidRPr="00F44186" w:rsidRDefault="001C2068" w:rsidP="001C2068">
      <w:pPr>
        <w:jc w:val="center"/>
        <w:rPr>
          <w:rFonts w:eastAsia="Calibri"/>
          <w:bCs/>
        </w:rPr>
      </w:pPr>
      <w:r w:rsidRPr="00F44186">
        <w:rPr>
          <w:bCs/>
        </w:rPr>
        <w:t>Čl. VIII</w:t>
      </w:r>
    </w:p>
    <w:p w:rsidR="001C2068" w:rsidRPr="00F44186" w:rsidRDefault="001C2068" w:rsidP="001C2068">
      <w:pPr>
        <w:jc w:val="center"/>
        <w:rPr>
          <w:rFonts w:eastAsia="Calibri"/>
          <w:bCs/>
        </w:rPr>
      </w:pPr>
    </w:p>
    <w:p w:rsidR="001C2068" w:rsidRDefault="001C2068" w:rsidP="001C2068">
      <w:pPr>
        <w:rPr>
          <w:bCs/>
        </w:rPr>
      </w:pPr>
      <w:r>
        <w:rPr>
          <w:bCs/>
        </w:rPr>
        <w:t xml:space="preserve">   V § 18 odst. 1 z</w:t>
      </w:r>
      <w:r w:rsidRPr="00F44186">
        <w:rPr>
          <w:bCs/>
        </w:rPr>
        <w:t>ákon</w:t>
      </w:r>
      <w:r>
        <w:rPr>
          <w:bCs/>
        </w:rPr>
        <w:t>a</w:t>
      </w:r>
      <w:r w:rsidRPr="00F44186">
        <w:rPr>
          <w:bCs/>
        </w:rPr>
        <w:t xml:space="preserve"> č. 592/1992 Sb., o pojistném na veřejné zdravotní pojištění</w:t>
      </w:r>
      <w:r>
        <w:rPr>
          <w:bCs/>
        </w:rPr>
        <w:t xml:space="preserve">, ve znění pozdějších předpisů, se ve větě první slova </w:t>
      </w:r>
      <w:r w:rsidRPr="00A515A6">
        <w:rPr>
          <w:bCs/>
        </w:rPr>
        <w:t>„</w:t>
      </w:r>
      <w:r w:rsidRPr="003656C3">
        <w:rPr>
          <w:bCs/>
        </w:rPr>
        <w:t>ve výši 0,05 % dlužné částky za každý kalendářní den, ve kterém některá z těchto skutečností trvala</w:t>
      </w:r>
      <w:r>
        <w:rPr>
          <w:bCs/>
        </w:rPr>
        <w:t xml:space="preserve">“ zrušují </w:t>
      </w:r>
      <w:r w:rsidRPr="00A515A6">
        <w:rPr>
          <w:bCs/>
        </w:rPr>
        <w:t>a</w:t>
      </w:r>
      <w:r>
        <w:rPr>
          <w:bCs/>
        </w:rPr>
        <w:t xml:space="preserve"> na konci odstavce se doplňuje vě</w:t>
      </w:r>
      <w:r w:rsidRPr="00A515A6">
        <w:rPr>
          <w:bCs/>
        </w:rPr>
        <w:t>ta „Výš</w:t>
      </w:r>
      <w:r>
        <w:rPr>
          <w:bCs/>
        </w:rPr>
        <w:t>e</w:t>
      </w:r>
      <w:r w:rsidRPr="00A515A6">
        <w:rPr>
          <w:bCs/>
        </w:rPr>
        <w:t xml:space="preserve"> penále se stanoví podle předpisů práva občanského o výši úroku z prodlení.“</w:t>
      </w:r>
      <w:r>
        <w:rPr>
          <w:bCs/>
        </w:rPr>
        <w:t>.“.</w:t>
      </w:r>
    </w:p>
    <w:p w:rsidR="001C2068" w:rsidRDefault="001C2068" w:rsidP="001C2068">
      <w:pPr>
        <w:rPr>
          <w:bCs/>
        </w:rPr>
      </w:pPr>
    </w:p>
    <w:p w:rsidR="001C2068" w:rsidRDefault="001C2068" w:rsidP="001C2068">
      <w:pPr>
        <w:rPr>
          <w:bCs/>
        </w:rPr>
      </w:pPr>
    </w:p>
    <w:p w:rsidR="001C2068" w:rsidRPr="009A220A" w:rsidRDefault="001C2068" w:rsidP="001C2068">
      <w:pPr>
        <w:rPr>
          <w:rFonts w:eastAsia="Calibri"/>
          <w:bCs/>
        </w:rPr>
      </w:pPr>
      <w:r>
        <w:rPr>
          <w:rFonts w:eastAsia="Calibri"/>
          <w:b/>
          <w:bCs/>
        </w:rPr>
        <w:t>2.</w:t>
      </w:r>
      <w:r>
        <w:rPr>
          <w:rFonts w:eastAsia="Calibri"/>
          <w:bCs/>
        </w:rPr>
        <w:t xml:space="preserve"> </w:t>
      </w:r>
      <w:r w:rsidRPr="009A220A">
        <w:rPr>
          <w:rFonts w:eastAsia="Calibri"/>
          <w:bCs/>
        </w:rPr>
        <w:t xml:space="preserve">Za část </w:t>
      </w:r>
      <w:r>
        <w:rPr>
          <w:rFonts w:eastAsia="Calibri"/>
          <w:bCs/>
        </w:rPr>
        <w:t>pátou</w:t>
      </w:r>
      <w:r w:rsidRPr="009A220A">
        <w:rPr>
          <w:rFonts w:eastAsia="Calibri"/>
          <w:bCs/>
        </w:rPr>
        <w:t xml:space="preserve"> se vkládá nová část </w:t>
      </w:r>
      <w:r>
        <w:rPr>
          <w:rFonts w:eastAsia="Calibri"/>
          <w:bCs/>
        </w:rPr>
        <w:t>šestá</w:t>
      </w:r>
      <w:r w:rsidRPr="009A220A">
        <w:rPr>
          <w:rFonts w:eastAsia="Calibri"/>
          <w:bCs/>
        </w:rPr>
        <w:t>, která zní:</w:t>
      </w:r>
    </w:p>
    <w:p w:rsidR="001C2068" w:rsidRDefault="001C2068" w:rsidP="001C2068">
      <w:pPr>
        <w:jc w:val="center"/>
        <w:rPr>
          <w:rFonts w:eastAsia="Calibri"/>
          <w:bCs/>
        </w:rPr>
      </w:pPr>
    </w:p>
    <w:p w:rsidR="001C2068" w:rsidRPr="009A220A" w:rsidRDefault="001C2068" w:rsidP="001C2068">
      <w:pPr>
        <w:jc w:val="center"/>
        <w:rPr>
          <w:rFonts w:eastAsia="Calibri"/>
          <w:bCs/>
        </w:rPr>
      </w:pPr>
      <w:r>
        <w:rPr>
          <w:rFonts w:eastAsia="Calibri"/>
          <w:bCs/>
        </w:rPr>
        <w:t>„</w:t>
      </w:r>
      <w:r w:rsidRPr="009A220A">
        <w:rPr>
          <w:rFonts w:eastAsia="Calibri"/>
          <w:bCs/>
        </w:rPr>
        <w:t xml:space="preserve">ČÁST </w:t>
      </w:r>
      <w:r>
        <w:rPr>
          <w:rFonts w:eastAsia="Calibri"/>
          <w:bCs/>
        </w:rPr>
        <w:t>ŠESTÁ</w:t>
      </w:r>
    </w:p>
    <w:p w:rsidR="001C2068" w:rsidRPr="009A220A" w:rsidRDefault="001C2068" w:rsidP="001C2068">
      <w:pPr>
        <w:jc w:val="center"/>
        <w:rPr>
          <w:rFonts w:eastAsia="Calibri"/>
          <w:b/>
          <w:bCs/>
        </w:rPr>
      </w:pPr>
      <w:r w:rsidRPr="009A220A">
        <w:rPr>
          <w:rFonts w:eastAsia="Calibri"/>
          <w:b/>
          <w:bCs/>
        </w:rPr>
        <w:t>Změna zákona o pojistném na sociální zabezpečení a příspěvku na státní politiku zaměstnanosti</w:t>
      </w:r>
    </w:p>
    <w:p w:rsidR="001C2068" w:rsidRPr="009A220A" w:rsidRDefault="001C2068" w:rsidP="001C2068">
      <w:pPr>
        <w:jc w:val="center"/>
        <w:rPr>
          <w:rFonts w:eastAsia="Calibri"/>
          <w:bCs/>
        </w:rPr>
      </w:pPr>
    </w:p>
    <w:p w:rsidR="001C2068" w:rsidRPr="009A220A" w:rsidRDefault="001C2068" w:rsidP="001C2068">
      <w:pPr>
        <w:jc w:val="center"/>
        <w:rPr>
          <w:rFonts w:eastAsia="Calibri"/>
          <w:bCs/>
        </w:rPr>
      </w:pPr>
      <w:r>
        <w:rPr>
          <w:rFonts w:eastAsia="Calibri"/>
          <w:bCs/>
        </w:rPr>
        <w:t>Čl. IX</w:t>
      </w:r>
    </w:p>
    <w:p w:rsidR="001C2068" w:rsidRDefault="001C2068" w:rsidP="001C2068">
      <w:pPr>
        <w:jc w:val="center"/>
        <w:rPr>
          <w:rFonts w:eastAsia="Calibri"/>
          <w:bCs/>
        </w:rPr>
      </w:pPr>
    </w:p>
    <w:p w:rsidR="001C2068" w:rsidRPr="007528AA" w:rsidRDefault="001C2068" w:rsidP="001C2068">
      <w:pPr>
        <w:jc w:val="both"/>
        <w:rPr>
          <w:rFonts w:eastAsia="Calibri"/>
          <w:bCs/>
        </w:rPr>
      </w:pPr>
      <w:r>
        <w:rPr>
          <w:bCs/>
        </w:rPr>
        <w:t xml:space="preserve">   V § 20 odst. 1 z</w:t>
      </w:r>
      <w:r w:rsidRPr="009A220A">
        <w:rPr>
          <w:bCs/>
        </w:rPr>
        <w:t>ákon</w:t>
      </w:r>
      <w:r>
        <w:rPr>
          <w:bCs/>
        </w:rPr>
        <w:t>a</w:t>
      </w:r>
      <w:r w:rsidRPr="009A220A">
        <w:rPr>
          <w:bCs/>
        </w:rPr>
        <w:t xml:space="preserve"> č. 589/1992 Sb., o pojistném na sociální zabezpečení a příspěvku na státní politiku zaměstnanosti</w:t>
      </w:r>
      <w:r>
        <w:rPr>
          <w:bCs/>
        </w:rPr>
        <w:t>, ve znění pozdějších předpisů, se věta druhá zrušuje a na konci odstavce se doplňuje věta „Výše</w:t>
      </w:r>
      <w:r w:rsidRPr="00A515A6">
        <w:rPr>
          <w:bCs/>
        </w:rPr>
        <w:t xml:space="preserve"> penále se stanoví podle předpisů práva občanského o výši úroku z prodlení.“</w:t>
      </w:r>
      <w:r>
        <w:rPr>
          <w:bCs/>
        </w:rPr>
        <w:t>.“.</w:t>
      </w:r>
    </w:p>
    <w:p w:rsidR="001C2068" w:rsidRDefault="001C2068" w:rsidP="001C2068">
      <w:pPr>
        <w:jc w:val="both"/>
        <w:rPr>
          <w:bCs/>
        </w:rPr>
      </w:pPr>
    </w:p>
    <w:p w:rsidR="001C2068" w:rsidRDefault="001C2068" w:rsidP="001C2068">
      <w:pPr>
        <w:jc w:val="both"/>
        <w:rPr>
          <w:bCs/>
        </w:rPr>
      </w:pPr>
      <w:r>
        <w:rPr>
          <w:bCs/>
        </w:rPr>
        <w:t>Následující části a články se přeznačí.</w:t>
      </w:r>
    </w:p>
    <w:p w:rsidR="000C6893" w:rsidRDefault="000C6893"/>
    <w:p w:rsidR="00B66A22" w:rsidRDefault="00B66A22">
      <w:pPr>
        <w:widowControl/>
        <w:suppressAutoHyphens w:val="0"/>
        <w:rPr>
          <w:b/>
          <w:sz w:val="28"/>
        </w:rPr>
      </w:pPr>
      <w:r>
        <w:rPr>
          <w:b/>
        </w:rPr>
        <w:br w:type="page"/>
      </w:r>
    </w:p>
    <w:p w:rsidR="000C6893" w:rsidRDefault="000C6893">
      <w:pPr>
        <w:pStyle w:val="Nadpis4"/>
        <w:jc w:val="center"/>
      </w:pPr>
      <w:r>
        <w:rPr>
          <w:b/>
        </w:rPr>
        <w:lastRenderedPageBreak/>
        <w:t xml:space="preserve">Pozměňovací návrhy přednesené ve druhém čtení dne </w:t>
      </w:r>
      <w:r w:rsidR="00FB38B3">
        <w:rPr>
          <w:b/>
        </w:rPr>
        <w:t>1</w:t>
      </w:r>
      <w:r w:rsidR="00B60199">
        <w:rPr>
          <w:b/>
        </w:rPr>
        <w:t>2</w:t>
      </w:r>
      <w:r w:rsidR="00634C85">
        <w:rPr>
          <w:b/>
        </w:rPr>
        <w:t xml:space="preserve">. </w:t>
      </w:r>
      <w:r w:rsidR="00FB38B3">
        <w:rPr>
          <w:b/>
        </w:rPr>
        <w:t>února</w:t>
      </w:r>
      <w:r w:rsidR="00634C85">
        <w:rPr>
          <w:b/>
        </w:rPr>
        <w:t xml:space="preserve"> 202</w:t>
      </w:r>
      <w:r w:rsidR="00FB38B3">
        <w:rPr>
          <w:b/>
        </w:rPr>
        <w:t>1</w:t>
      </w:r>
    </w:p>
    <w:p w:rsidR="000C6893" w:rsidRDefault="000C6893"/>
    <w:p w:rsidR="000C6893" w:rsidRDefault="000C6893" w:rsidP="00511F8C">
      <w:pPr>
        <w:pStyle w:val="PNposlanec"/>
      </w:pPr>
      <w:r>
        <w:t>Poslanec</w:t>
      </w:r>
      <w:r w:rsidR="00634C85">
        <w:t xml:space="preserve"> </w:t>
      </w:r>
      <w:r w:rsidR="00B60199">
        <w:t xml:space="preserve"> Marek Výborný</w:t>
      </w:r>
    </w:p>
    <w:p w:rsidR="000C6893" w:rsidRDefault="00B60199">
      <w:pPr>
        <w:rPr>
          <w:i/>
        </w:rPr>
      </w:pPr>
      <w:r w:rsidRPr="00B60199">
        <w:rPr>
          <w:i/>
        </w:rPr>
        <w:t>SD 7421</w:t>
      </w:r>
    </w:p>
    <w:p w:rsidR="003C2BB9" w:rsidRPr="003C2BB9" w:rsidRDefault="003C2BB9">
      <w:pPr>
        <w:rPr>
          <w:b/>
        </w:rPr>
      </w:pPr>
      <w:r w:rsidRPr="003C2BB9">
        <w:rPr>
          <w:b/>
        </w:rPr>
        <w:t>B1.</w:t>
      </w:r>
    </w:p>
    <w:p w:rsidR="00B60199" w:rsidRPr="001A0C60" w:rsidRDefault="00B60199" w:rsidP="00B60199">
      <w:pPr>
        <w:widowControl/>
        <w:numPr>
          <w:ilvl w:val="0"/>
          <w:numId w:val="11"/>
        </w:numPr>
        <w:pBdr>
          <w:top w:val="nil"/>
          <w:left w:val="nil"/>
          <w:bottom w:val="nil"/>
          <w:right w:val="nil"/>
          <w:between w:val="nil"/>
        </w:pBdr>
        <w:shd w:val="clear" w:color="auto" w:fill="FFFFFF"/>
        <w:suppressAutoHyphens w:val="0"/>
        <w:ind w:left="284" w:hanging="284"/>
        <w:jc w:val="both"/>
      </w:pPr>
      <w:r w:rsidRPr="001A0C60">
        <w:t xml:space="preserve">V části druhé čl. </w:t>
      </w:r>
      <w:proofErr w:type="gramStart"/>
      <w:r w:rsidRPr="001A0C60">
        <w:t>III</w:t>
      </w:r>
      <w:proofErr w:type="gramEnd"/>
      <w:r w:rsidRPr="001A0C60">
        <w:t xml:space="preserve"> dosavadní bod 11 nově zní:</w:t>
      </w:r>
    </w:p>
    <w:p w:rsidR="00B60199" w:rsidRPr="001A0C60" w:rsidRDefault="00B60199" w:rsidP="00B60199">
      <w:pPr>
        <w:widowControl/>
        <w:pBdr>
          <w:top w:val="nil"/>
          <w:left w:val="nil"/>
          <w:bottom w:val="nil"/>
          <w:right w:val="nil"/>
          <w:between w:val="nil"/>
        </w:pBdr>
        <w:shd w:val="clear" w:color="auto" w:fill="FFFFFF"/>
        <w:suppressAutoHyphens w:val="0"/>
        <w:ind w:left="284"/>
        <w:jc w:val="both"/>
      </w:pPr>
      <w:r w:rsidRPr="001A0C60">
        <w:t>„11. § 15 odst. 5 nově zní:</w:t>
      </w:r>
    </w:p>
    <w:p w:rsidR="001A0C60" w:rsidRDefault="001A0C60" w:rsidP="00B60199">
      <w:pPr>
        <w:widowControl/>
        <w:pBdr>
          <w:top w:val="nil"/>
          <w:left w:val="nil"/>
          <w:bottom w:val="nil"/>
          <w:right w:val="nil"/>
          <w:between w:val="nil"/>
        </w:pBdr>
        <w:shd w:val="clear" w:color="auto" w:fill="FFFFFF"/>
        <w:suppressAutoHyphens w:val="0"/>
        <w:ind w:left="284"/>
        <w:jc w:val="both"/>
      </w:pPr>
    </w:p>
    <w:p w:rsidR="00B60199" w:rsidRDefault="00B60199" w:rsidP="00B60199">
      <w:pPr>
        <w:widowControl/>
        <w:pBdr>
          <w:top w:val="nil"/>
          <w:left w:val="nil"/>
          <w:bottom w:val="nil"/>
          <w:right w:val="nil"/>
          <w:between w:val="nil"/>
        </w:pBdr>
        <w:shd w:val="clear" w:color="auto" w:fill="FFFFFF"/>
        <w:suppressAutoHyphens w:val="0"/>
        <w:ind w:left="284"/>
        <w:jc w:val="both"/>
      </w:pPr>
      <w:r w:rsidRPr="001A0C60">
        <w:t>„(5) Exekutor jmenovaný do exekutorského úřadu, jehož výkon zanikl, převezme spisy tohoto exekutorského úřadu a provádí dále exekuční i další činnost. Účastníky exekučního řízení o tom informuje nejpozději při prvním úkonu exekutora v řízení a v případech, kdy to připouští § 39b oprávněného poučí, že může navrhnout změnu exekutora nebo požádat o změnu exekutora. Exekutor, jemuž zanikl výkon exekutorského úřadu, případně jeho zástupce, zajistí bez zbytečného odkladu předání spisů, plnění vymožených v exekuci, zajištěných věcí, exekutorských úschov a registrů, případně souvisejících dat, technických zařízení nebo nosičů dat nově jmenovanému exekutorovi a předání razítek, průkazů a pečetidel podle § 103 odst. 1; vlastnické právo exekutora, kterému zanikl výkon exekutorského úřadu, k technickým zařízením či nosičům dat tím není dotčeno. Exekutor jmenovaný do exekutorského úřadu, jehož výkon zanikl, není právním nástupcem exekutora, jemuž zanikl výkon exekutorského úřadu.“.“</w:t>
      </w:r>
      <w:r w:rsidR="001A0C60">
        <w:t>.</w:t>
      </w:r>
    </w:p>
    <w:p w:rsidR="001A0C60" w:rsidRPr="001A0C60" w:rsidRDefault="001A0C60" w:rsidP="00B60199">
      <w:pPr>
        <w:widowControl/>
        <w:pBdr>
          <w:top w:val="nil"/>
          <w:left w:val="nil"/>
          <w:bottom w:val="nil"/>
          <w:right w:val="nil"/>
          <w:between w:val="nil"/>
        </w:pBdr>
        <w:shd w:val="clear" w:color="auto" w:fill="FFFFFF"/>
        <w:suppressAutoHyphens w:val="0"/>
        <w:ind w:left="284"/>
        <w:jc w:val="both"/>
      </w:pPr>
    </w:p>
    <w:p w:rsidR="001A0C60" w:rsidRDefault="00B60199" w:rsidP="00B60199">
      <w:pPr>
        <w:widowControl/>
        <w:numPr>
          <w:ilvl w:val="0"/>
          <w:numId w:val="11"/>
        </w:numPr>
        <w:pBdr>
          <w:top w:val="nil"/>
          <w:left w:val="nil"/>
          <w:bottom w:val="nil"/>
          <w:right w:val="nil"/>
          <w:between w:val="nil"/>
        </w:pBdr>
        <w:shd w:val="clear" w:color="auto" w:fill="FFFFFF"/>
        <w:suppressAutoHyphens w:val="0"/>
        <w:ind w:left="284" w:hanging="284"/>
      </w:pPr>
      <w:r w:rsidRPr="001A0C60">
        <w:t>V části druhé čl. III se se za bod 22 vkládá nový bod, který zní:</w:t>
      </w:r>
    </w:p>
    <w:p w:rsidR="001A0C60" w:rsidRDefault="001A0C60" w:rsidP="001A0C60">
      <w:pPr>
        <w:widowControl/>
        <w:pBdr>
          <w:top w:val="nil"/>
          <w:left w:val="nil"/>
          <w:bottom w:val="nil"/>
          <w:right w:val="nil"/>
          <w:between w:val="nil"/>
        </w:pBdr>
        <w:shd w:val="clear" w:color="auto" w:fill="FFFFFF"/>
        <w:suppressAutoHyphens w:val="0"/>
        <w:ind w:left="284"/>
      </w:pPr>
    </w:p>
    <w:p w:rsidR="00B60199" w:rsidRPr="001A0C60" w:rsidRDefault="00B60199" w:rsidP="001A0C60">
      <w:pPr>
        <w:widowControl/>
        <w:pBdr>
          <w:top w:val="nil"/>
          <w:left w:val="nil"/>
          <w:bottom w:val="nil"/>
          <w:right w:val="nil"/>
          <w:between w:val="nil"/>
        </w:pBdr>
        <w:shd w:val="clear" w:color="auto" w:fill="FFFFFF"/>
        <w:suppressAutoHyphens w:val="0"/>
        <w:ind w:left="284"/>
      </w:pPr>
      <w:r w:rsidRPr="001A0C60">
        <w:t>„V § 28 větě první se slova „kterého v exekučním návrhu označí oprávněný“ nahrazují slovy „který je soudem pověřen k provedení exekuce“.“</w:t>
      </w:r>
      <w:r w:rsidRPr="001A0C60">
        <w:br/>
      </w:r>
    </w:p>
    <w:p w:rsidR="00B60199" w:rsidRPr="001A0C60" w:rsidRDefault="00B60199" w:rsidP="00B60199">
      <w:pPr>
        <w:pBdr>
          <w:top w:val="nil"/>
          <w:left w:val="nil"/>
          <w:bottom w:val="nil"/>
          <w:right w:val="nil"/>
          <w:between w:val="nil"/>
        </w:pBdr>
        <w:shd w:val="clear" w:color="auto" w:fill="FFFFFF"/>
        <w:ind w:left="284"/>
      </w:pPr>
      <w:r w:rsidRPr="001A0C60">
        <w:t>Následující body přečíslovat.</w:t>
      </w:r>
    </w:p>
    <w:p w:rsidR="00B60199" w:rsidRPr="001A0C60" w:rsidRDefault="00B60199" w:rsidP="00B60199">
      <w:pPr>
        <w:widowControl/>
        <w:numPr>
          <w:ilvl w:val="0"/>
          <w:numId w:val="11"/>
        </w:numPr>
        <w:pBdr>
          <w:top w:val="nil"/>
          <w:left w:val="nil"/>
          <w:bottom w:val="nil"/>
          <w:right w:val="nil"/>
          <w:between w:val="nil"/>
        </w:pBdr>
        <w:shd w:val="clear" w:color="auto" w:fill="FFFFFF"/>
        <w:suppressAutoHyphens w:val="0"/>
        <w:spacing w:before="280" w:after="280"/>
        <w:ind w:left="284" w:hanging="284"/>
      </w:pPr>
      <w:r w:rsidRPr="001A0C60">
        <w:t xml:space="preserve">V části </w:t>
      </w:r>
      <w:proofErr w:type="gramStart"/>
      <w:r w:rsidRPr="001A0C60">
        <w:t>druhé čl.</w:t>
      </w:r>
      <w:proofErr w:type="gramEnd"/>
      <w:r w:rsidRPr="001A0C60">
        <w:t xml:space="preserve"> III </w:t>
      </w:r>
      <w:proofErr w:type="gramStart"/>
      <w:r w:rsidRPr="001A0C60">
        <w:t>se</w:t>
      </w:r>
      <w:proofErr w:type="gramEnd"/>
      <w:r w:rsidRPr="001A0C60">
        <w:t xml:space="preserve"> za bod 22 </w:t>
      </w:r>
      <w:proofErr w:type="gramStart"/>
      <w:r w:rsidRPr="001A0C60">
        <w:t>vkládá</w:t>
      </w:r>
      <w:proofErr w:type="gramEnd"/>
      <w:r w:rsidRPr="001A0C60">
        <w:t xml:space="preserve"> nový bod, který zní:</w:t>
      </w:r>
    </w:p>
    <w:p w:rsidR="00B60199" w:rsidRPr="001A0C60" w:rsidRDefault="00B60199" w:rsidP="001A0C60">
      <w:pPr>
        <w:pBdr>
          <w:top w:val="nil"/>
          <w:left w:val="nil"/>
          <w:bottom w:val="nil"/>
          <w:right w:val="nil"/>
          <w:between w:val="nil"/>
        </w:pBdr>
        <w:shd w:val="clear" w:color="auto" w:fill="FFFFFF"/>
        <w:spacing w:before="120" w:after="120"/>
        <w:ind w:left="284"/>
      </w:pPr>
      <w:r w:rsidRPr="001A0C60">
        <w:t>„</w:t>
      </w:r>
      <w:proofErr w:type="spellStart"/>
      <w:r w:rsidRPr="001A0C60">
        <w:t>Ust</w:t>
      </w:r>
      <w:proofErr w:type="spellEnd"/>
      <w:r w:rsidRPr="001A0C60">
        <w:t xml:space="preserve">. § 29 odstavec 11 nově zní: </w:t>
      </w:r>
    </w:p>
    <w:p w:rsidR="00B60199" w:rsidRPr="001A0C60" w:rsidRDefault="00B60199" w:rsidP="001A0C60">
      <w:pPr>
        <w:pBdr>
          <w:top w:val="nil"/>
          <w:left w:val="nil"/>
          <w:bottom w:val="nil"/>
          <w:right w:val="nil"/>
          <w:between w:val="nil"/>
        </w:pBdr>
        <w:shd w:val="clear" w:color="auto" w:fill="FFFFFF"/>
        <w:ind w:left="284"/>
        <w:jc w:val="both"/>
      </w:pPr>
      <w:bookmarkStart w:id="0" w:name="_heading=h.gjdgxs" w:colFirst="0" w:colLast="0"/>
      <w:bookmarkEnd w:id="0"/>
      <w:r w:rsidRPr="001A0C60">
        <w:t>„(11) Jestliže bylo rozhodnuto, že exekutor je vyloučen, v exekuci pokračuje ten exekutor, kterého současně s rozhodnutím o vyloučení pověří exekuční soud. Při určení se postupuje obdobně podle § 39a odst. 2 až 4. Postupuje-li soud podle § 39a odst. 2 poučí soud oprávněného o možnosti navrhnout exekutora, který má být pověřen vedením exekuce a o následcích nepodání návrhu. Současně stanoví oprávněnému přiměřenou lhůtu k podání návrhu a poučí jej, že k později učiněnému návrhu se nepřihlíží. Exekuční soud provede změnu údaje podle § 35b odst. 1 písm. b). Nově pověřený exekutor rozhodne příkazem k úhradě nákladů exekuce o dosud vzniklých nákladech exekuce.“.“</w:t>
      </w:r>
    </w:p>
    <w:p w:rsidR="00B60199" w:rsidRPr="001A0C60" w:rsidRDefault="00B60199" w:rsidP="00B60199">
      <w:pPr>
        <w:pBdr>
          <w:top w:val="nil"/>
          <w:left w:val="nil"/>
          <w:bottom w:val="nil"/>
          <w:right w:val="nil"/>
          <w:between w:val="nil"/>
        </w:pBdr>
        <w:shd w:val="clear" w:color="auto" w:fill="FFFFFF"/>
        <w:ind w:left="284"/>
        <w:jc w:val="both"/>
      </w:pPr>
      <w:bookmarkStart w:id="1" w:name="_heading=h.mhrrn3qar2jr" w:colFirst="0" w:colLast="0"/>
      <w:bookmarkEnd w:id="1"/>
    </w:p>
    <w:p w:rsidR="00B60199" w:rsidRPr="001A0C60" w:rsidRDefault="00B60199" w:rsidP="00B60199">
      <w:pPr>
        <w:pBdr>
          <w:top w:val="nil"/>
          <w:left w:val="nil"/>
          <w:bottom w:val="nil"/>
          <w:right w:val="nil"/>
          <w:between w:val="nil"/>
        </w:pBdr>
        <w:shd w:val="clear" w:color="auto" w:fill="FFFFFF"/>
        <w:ind w:left="284"/>
        <w:jc w:val="both"/>
      </w:pPr>
      <w:bookmarkStart w:id="2" w:name="_heading=h.1fh32ris9js9" w:colFirst="0" w:colLast="0"/>
      <w:bookmarkEnd w:id="2"/>
      <w:r w:rsidRPr="001A0C60">
        <w:t>Následující body přečíslovat.</w:t>
      </w:r>
    </w:p>
    <w:p w:rsidR="00B60199" w:rsidRPr="001A0C60" w:rsidRDefault="00B60199" w:rsidP="00B60199">
      <w:pPr>
        <w:pBdr>
          <w:top w:val="nil"/>
          <w:left w:val="nil"/>
          <w:bottom w:val="nil"/>
          <w:right w:val="nil"/>
          <w:between w:val="nil"/>
        </w:pBdr>
        <w:shd w:val="clear" w:color="auto" w:fill="FFFFFF"/>
        <w:ind w:left="284"/>
        <w:jc w:val="both"/>
      </w:pPr>
    </w:p>
    <w:p w:rsidR="00B60199" w:rsidRPr="001A0C60" w:rsidRDefault="00B60199" w:rsidP="00B60199">
      <w:pPr>
        <w:widowControl/>
        <w:numPr>
          <w:ilvl w:val="0"/>
          <w:numId w:val="11"/>
        </w:numPr>
        <w:pBdr>
          <w:top w:val="nil"/>
          <w:left w:val="nil"/>
          <w:bottom w:val="nil"/>
          <w:right w:val="nil"/>
          <w:between w:val="nil"/>
        </w:pBdr>
        <w:shd w:val="clear" w:color="auto" w:fill="FFFFFF"/>
        <w:suppressAutoHyphens w:val="0"/>
        <w:ind w:left="284" w:hanging="284"/>
        <w:jc w:val="both"/>
      </w:pPr>
      <w:r w:rsidRPr="001A0C60">
        <w:t xml:space="preserve">V části druhé čl. </w:t>
      </w:r>
      <w:proofErr w:type="gramStart"/>
      <w:r w:rsidRPr="001A0C60">
        <w:t>III</w:t>
      </w:r>
      <w:proofErr w:type="gramEnd"/>
      <w:r w:rsidRPr="001A0C60">
        <w:t xml:space="preserve"> dosavadní bod 30 nově zní:</w:t>
      </w:r>
    </w:p>
    <w:p w:rsidR="00B60199" w:rsidRPr="001A0C60" w:rsidRDefault="00B60199" w:rsidP="00B60199">
      <w:pPr>
        <w:pBdr>
          <w:top w:val="nil"/>
          <w:left w:val="nil"/>
          <w:bottom w:val="nil"/>
          <w:right w:val="nil"/>
          <w:between w:val="nil"/>
        </w:pBdr>
        <w:shd w:val="clear" w:color="auto" w:fill="FFFFFF"/>
        <w:ind w:left="284"/>
        <w:jc w:val="both"/>
      </w:pPr>
    </w:p>
    <w:p w:rsidR="00B60199" w:rsidRPr="001A0C60" w:rsidRDefault="00B60199" w:rsidP="00B60199">
      <w:pPr>
        <w:pBdr>
          <w:top w:val="nil"/>
          <w:left w:val="nil"/>
          <w:bottom w:val="nil"/>
          <w:right w:val="nil"/>
          <w:between w:val="nil"/>
        </w:pBdr>
        <w:shd w:val="clear" w:color="auto" w:fill="FFFFFF"/>
        <w:ind w:left="284"/>
        <w:jc w:val="both"/>
      </w:pPr>
      <w:r w:rsidRPr="001A0C60">
        <w:t xml:space="preserve">„30. V § 35 odst. 2 se za slovo „dnem“ vkládají </w:t>
      </w:r>
      <w:proofErr w:type="gramStart"/>
      <w:r w:rsidRPr="001A0C60">
        <w:t>slova „ , hodinou</w:t>
      </w:r>
      <w:proofErr w:type="gramEnd"/>
      <w:r w:rsidRPr="001A0C60">
        <w:t xml:space="preserve"> a minutou,“ a slovo „exekutorovi“ se nahrazuje slovy „exekučnímu soudu. Je-li v exekučním titulu uvedeno více povinných, podává se návrh exekučnímu soudu toho povinného, proti kterému je navrhováno provedení exekuce a zároveň je v exekučním titulu uveden v pořadí nejdříve.“.“</w:t>
      </w:r>
    </w:p>
    <w:p w:rsidR="00B60199" w:rsidRPr="001A0C60" w:rsidRDefault="00B60199" w:rsidP="00B60199">
      <w:pPr>
        <w:pBdr>
          <w:top w:val="nil"/>
          <w:left w:val="nil"/>
          <w:bottom w:val="nil"/>
          <w:right w:val="nil"/>
          <w:between w:val="nil"/>
        </w:pBdr>
        <w:shd w:val="clear" w:color="auto" w:fill="FFFFFF"/>
        <w:ind w:left="284"/>
        <w:jc w:val="both"/>
      </w:pPr>
    </w:p>
    <w:p w:rsidR="00B60199" w:rsidRPr="001A0C60" w:rsidRDefault="00B60199" w:rsidP="00B60199">
      <w:pPr>
        <w:widowControl/>
        <w:numPr>
          <w:ilvl w:val="0"/>
          <w:numId w:val="11"/>
        </w:numPr>
        <w:pBdr>
          <w:top w:val="nil"/>
          <w:left w:val="nil"/>
          <w:bottom w:val="nil"/>
          <w:right w:val="nil"/>
          <w:between w:val="nil"/>
        </w:pBdr>
        <w:shd w:val="clear" w:color="auto" w:fill="FFFFFF"/>
        <w:suppressAutoHyphens w:val="0"/>
        <w:ind w:left="284" w:hanging="284"/>
        <w:jc w:val="both"/>
      </w:pPr>
      <w:r w:rsidRPr="001A0C60">
        <w:t xml:space="preserve">V části druhé čl. </w:t>
      </w:r>
      <w:proofErr w:type="gramStart"/>
      <w:r w:rsidRPr="001A0C60">
        <w:t>III</w:t>
      </w:r>
      <w:proofErr w:type="gramEnd"/>
      <w:r w:rsidRPr="001A0C60">
        <w:t xml:space="preserve"> dosavadní bod 31 nově zní:</w:t>
      </w:r>
    </w:p>
    <w:p w:rsidR="00B60199" w:rsidRPr="001A0C60" w:rsidRDefault="00B60199" w:rsidP="00B60199">
      <w:pPr>
        <w:pBdr>
          <w:top w:val="nil"/>
          <w:left w:val="nil"/>
          <w:bottom w:val="nil"/>
          <w:right w:val="nil"/>
          <w:between w:val="nil"/>
        </w:pBdr>
        <w:shd w:val="clear" w:color="auto" w:fill="FFFFFF"/>
        <w:ind w:left="284" w:hanging="284"/>
        <w:jc w:val="both"/>
      </w:pPr>
    </w:p>
    <w:p w:rsidR="00B60199" w:rsidRPr="001A0C60" w:rsidRDefault="00B60199" w:rsidP="00B60199">
      <w:pPr>
        <w:pBdr>
          <w:top w:val="nil"/>
          <w:left w:val="nil"/>
          <w:bottom w:val="nil"/>
          <w:right w:val="nil"/>
          <w:between w:val="nil"/>
        </w:pBdr>
        <w:shd w:val="clear" w:color="auto" w:fill="FFFFFF"/>
        <w:ind w:left="284"/>
        <w:jc w:val="both"/>
      </w:pPr>
      <w:r w:rsidRPr="001A0C60">
        <w:lastRenderedPageBreak/>
        <w:t>„31. V § 35 se doplňuje odstavec 6, který zní:</w:t>
      </w:r>
    </w:p>
    <w:p w:rsidR="00B60199" w:rsidRPr="001A0C60" w:rsidRDefault="00B60199" w:rsidP="00B60199">
      <w:pPr>
        <w:pBdr>
          <w:top w:val="nil"/>
          <w:left w:val="nil"/>
          <w:bottom w:val="nil"/>
          <w:right w:val="nil"/>
          <w:between w:val="nil"/>
        </w:pBdr>
        <w:shd w:val="clear" w:color="auto" w:fill="FFFFFF"/>
        <w:ind w:left="284" w:hanging="284"/>
        <w:jc w:val="both"/>
      </w:pPr>
    </w:p>
    <w:p w:rsidR="00B60199" w:rsidRPr="001A0C60" w:rsidRDefault="00B60199" w:rsidP="00B60199">
      <w:pPr>
        <w:pBdr>
          <w:top w:val="nil"/>
          <w:left w:val="nil"/>
          <w:bottom w:val="nil"/>
          <w:right w:val="nil"/>
          <w:between w:val="nil"/>
        </w:pBdr>
        <w:shd w:val="clear" w:color="auto" w:fill="FFFFFF"/>
        <w:ind w:left="284"/>
        <w:jc w:val="both"/>
      </w:pPr>
      <w:r w:rsidRPr="001A0C60">
        <w:t>„(6) Současně s exekučním návrhem může být podán i návrh na prohlášení vykonatelnosti nebo na uznání. Nestanoví-li se dále jinak, je k rozhodnutí o návrhu na prohlášení vykonatelnosti nebo na uznání příslušný exekuční soud. Řízení je zahájeno dnem, kdy návrh na prohlášení vykonatelnosti nebo na uznání došel exekučnímu soudu.“.“</w:t>
      </w:r>
    </w:p>
    <w:p w:rsidR="00B60199" w:rsidRPr="001A0C60" w:rsidRDefault="00B60199" w:rsidP="00B60199">
      <w:pPr>
        <w:pBdr>
          <w:top w:val="nil"/>
          <w:left w:val="nil"/>
          <w:bottom w:val="nil"/>
          <w:right w:val="nil"/>
          <w:between w:val="nil"/>
        </w:pBdr>
        <w:shd w:val="clear" w:color="auto" w:fill="FFFFFF"/>
        <w:ind w:left="284" w:hanging="284"/>
      </w:pPr>
    </w:p>
    <w:p w:rsidR="00B60199" w:rsidRPr="001A0C60" w:rsidRDefault="00B60199" w:rsidP="00B60199">
      <w:pPr>
        <w:widowControl/>
        <w:numPr>
          <w:ilvl w:val="0"/>
          <w:numId w:val="11"/>
        </w:numPr>
        <w:pBdr>
          <w:top w:val="nil"/>
          <w:left w:val="nil"/>
          <w:bottom w:val="nil"/>
          <w:right w:val="nil"/>
          <w:between w:val="nil"/>
        </w:pBdr>
        <w:suppressAutoHyphens w:val="0"/>
        <w:ind w:left="284" w:hanging="284"/>
      </w:pPr>
      <w:r w:rsidRPr="001A0C60">
        <w:t xml:space="preserve">V části </w:t>
      </w:r>
      <w:proofErr w:type="gramStart"/>
      <w:r w:rsidRPr="001A0C60">
        <w:t>druhé čl.</w:t>
      </w:r>
      <w:proofErr w:type="gramEnd"/>
      <w:r w:rsidRPr="001A0C60">
        <w:t xml:space="preserve"> III </w:t>
      </w:r>
      <w:proofErr w:type="gramStart"/>
      <w:r w:rsidRPr="001A0C60">
        <w:t>se</w:t>
      </w:r>
      <w:proofErr w:type="gramEnd"/>
      <w:r w:rsidRPr="001A0C60">
        <w:t xml:space="preserve"> za bod 31 </w:t>
      </w:r>
      <w:proofErr w:type="gramStart"/>
      <w:r w:rsidRPr="001A0C60">
        <w:t>vkládá</w:t>
      </w:r>
      <w:proofErr w:type="gramEnd"/>
      <w:r w:rsidRPr="001A0C60">
        <w:t xml:space="preserve"> nový bod, který zní:</w:t>
      </w:r>
    </w:p>
    <w:p w:rsidR="00B60199" w:rsidRPr="001A0C60" w:rsidRDefault="00B60199" w:rsidP="00B60199">
      <w:pPr>
        <w:pBdr>
          <w:top w:val="nil"/>
          <w:left w:val="nil"/>
          <w:bottom w:val="nil"/>
          <w:right w:val="nil"/>
          <w:between w:val="nil"/>
        </w:pBdr>
        <w:shd w:val="clear" w:color="auto" w:fill="FFFFFF"/>
        <w:ind w:left="284" w:hanging="284"/>
      </w:pPr>
    </w:p>
    <w:p w:rsidR="00B60199" w:rsidRPr="001A0C60" w:rsidRDefault="00B60199" w:rsidP="00B60199">
      <w:pPr>
        <w:pBdr>
          <w:top w:val="nil"/>
          <w:left w:val="nil"/>
          <w:bottom w:val="nil"/>
          <w:right w:val="nil"/>
          <w:between w:val="nil"/>
        </w:pBdr>
        <w:shd w:val="clear" w:color="auto" w:fill="FFFFFF"/>
        <w:ind w:left="284"/>
        <w:jc w:val="both"/>
      </w:pPr>
      <w:r w:rsidRPr="001A0C60">
        <w:t>„V § 35b odst. 1 písm. a) se slova „exekutora, u kterého bylo zahájeno exekuční řízení“ nahrazují slovy „exekučního soudu a spisovou značku exekučního soudu“.“</w:t>
      </w:r>
    </w:p>
    <w:p w:rsidR="00B60199" w:rsidRPr="001A0C60" w:rsidRDefault="00B60199" w:rsidP="00B60199">
      <w:pPr>
        <w:pBdr>
          <w:top w:val="nil"/>
          <w:left w:val="nil"/>
          <w:bottom w:val="nil"/>
          <w:right w:val="nil"/>
          <w:between w:val="nil"/>
        </w:pBdr>
        <w:shd w:val="clear" w:color="auto" w:fill="FFFFFF"/>
        <w:ind w:left="284"/>
        <w:jc w:val="both"/>
      </w:pPr>
    </w:p>
    <w:p w:rsidR="00B60199" w:rsidRPr="001A0C60" w:rsidRDefault="00B60199" w:rsidP="00B60199">
      <w:pPr>
        <w:pBdr>
          <w:top w:val="nil"/>
          <w:left w:val="nil"/>
          <w:bottom w:val="nil"/>
          <w:right w:val="nil"/>
          <w:between w:val="nil"/>
        </w:pBdr>
        <w:shd w:val="clear" w:color="auto" w:fill="FFFFFF"/>
        <w:ind w:left="284"/>
        <w:jc w:val="both"/>
      </w:pPr>
      <w:r w:rsidRPr="001A0C60">
        <w:t>Následující body přečíslovat.</w:t>
      </w:r>
    </w:p>
    <w:p w:rsidR="00B60199" w:rsidRPr="001A0C60" w:rsidRDefault="00B60199" w:rsidP="00B60199">
      <w:pPr>
        <w:pBdr>
          <w:top w:val="nil"/>
          <w:left w:val="nil"/>
          <w:bottom w:val="nil"/>
          <w:right w:val="nil"/>
          <w:between w:val="nil"/>
        </w:pBdr>
        <w:shd w:val="clear" w:color="auto" w:fill="FFFFFF"/>
        <w:ind w:left="284"/>
        <w:jc w:val="both"/>
      </w:pPr>
    </w:p>
    <w:p w:rsidR="00B60199" w:rsidRPr="001A0C60" w:rsidRDefault="00B60199" w:rsidP="00B60199">
      <w:pPr>
        <w:widowControl/>
        <w:numPr>
          <w:ilvl w:val="0"/>
          <w:numId w:val="11"/>
        </w:numPr>
        <w:suppressAutoHyphens w:val="0"/>
        <w:jc w:val="both"/>
      </w:pPr>
      <w:r w:rsidRPr="001A0C60">
        <w:t xml:space="preserve">V části </w:t>
      </w:r>
      <w:proofErr w:type="gramStart"/>
      <w:r w:rsidRPr="001A0C60">
        <w:t>druhé čl.</w:t>
      </w:r>
      <w:proofErr w:type="gramEnd"/>
      <w:r w:rsidRPr="001A0C60">
        <w:t xml:space="preserve"> III </w:t>
      </w:r>
      <w:proofErr w:type="gramStart"/>
      <w:r w:rsidRPr="001A0C60">
        <w:t>se</w:t>
      </w:r>
      <w:proofErr w:type="gramEnd"/>
      <w:r w:rsidRPr="001A0C60">
        <w:t xml:space="preserve"> za bod 31 </w:t>
      </w:r>
      <w:proofErr w:type="gramStart"/>
      <w:r w:rsidRPr="001A0C60">
        <w:t>vkládá</w:t>
      </w:r>
      <w:proofErr w:type="gramEnd"/>
      <w:r w:rsidRPr="001A0C60">
        <w:t xml:space="preserve"> nový bod, který zní:</w:t>
      </w:r>
    </w:p>
    <w:p w:rsidR="00B60199" w:rsidRPr="001A0C60" w:rsidRDefault="00B60199" w:rsidP="00B60199">
      <w:pPr>
        <w:ind w:left="360"/>
        <w:jc w:val="both"/>
      </w:pPr>
    </w:p>
    <w:p w:rsidR="00B60199" w:rsidRPr="001A0C60" w:rsidRDefault="00B60199" w:rsidP="00B60199">
      <w:pPr>
        <w:ind w:left="360"/>
        <w:jc w:val="both"/>
      </w:pPr>
      <w:r w:rsidRPr="001A0C60">
        <w:t xml:space="preserve">“V § 35b odst. 1 písm. b) se </w:t>
      </w:r>
      <w:proofErr w:type="gramStart"/>
      <w:r w:rsidRPr="001A0C60">
        <w:t>slova „ , je</w:t>
      </w:r>
      <w:proofErr w:type="gramEnd"/>
      <w:r w:rsidRPr="001A0C60">
        <w:t>-li odlišný od exekutora podle písmene a)“ zrušují.”</w:t>
      </w:r>
    </w:p>
    <w:p w:rsidR="00B60199" w:rsidRPr="001A0C60" w:rsidRDefault="00B60199" w:rsidP="00B60199">
      <w:pPr>
        <w:ind w:left="360"/>
        <w:jc w:val="both"/>
      </w:pPr>
    </w:p>
    <w:p w:rsidR="00B60199" w:rsidRPr="001A0C60" w:rsidRDefault="00B60199" w:rsidP="00B60199">
      <w:pPr>
        <w:ind w:left="360"/>
        <w:jc w:val="both"/>
      </w:pPr>
      <w:r w:rsidRPr="001A0C60">
        <w:t>Následující body přečíslovat.</w:t>
      </w:r>
    </w:p>
    <w:p w:rsidR="00B60199" w:rsidRPr="001A0C60" w:rsidRDefault="00B60199" w:rsidP="00B60199">
      <w:pPr>
        <w:pBdr>
          <w:top w:val="nil"/>
          <w:left w:val="nil"/>
          <w:bottom w:val="nil"/>
          <w:right w:val="nil"/>
          <w:between w:val="nil"/>
        </w:pBdr>
        <w:shd w:val="clear" w:color="auto" w:fill="FFFFFF"/>
        <w:ind w:left="284"/>
        <w:jc w:val="both"/>
      </w:pPr>
    </w:p>
    <w:p w:rsidR="00B60199" w:rsidRPr="001A0C60" w:rsidRDefault="00B60199" w:rsidP="00B60199">
      <w:pPr>
        <w:widowControl/>
        <w:numPr>
          <w:ilvl w:val="0"/>
          <w:numId w:val="11"/>
        </w:numPr>
        <w:pBdr>
          <w:top w:val="nil"/>
          <w:left w:val="nil"/>
          <w:bottom w:val="nil"/>
          <w:right w:val="nil"/>
          <w:between w:val="nil"/>
        </w:pBdr>
        <w:shd w:val="clear" w:color="auto" w:fill="FFFFFF"/>
        <w:suppressAutoHyphens w:val="0"/>
        <w:ind w:left="284" w:hanging="284"/>
        <w:jc w:val="both"/>
      </w:pPr>
      <w:r w:rsidRPr="001A0C60">
        <w:t xml:space="preserve">V části </w:t>
      </w:r>
      <w:proofErr w:type="gramStart"/>
      <w:r w:rsidRPr="001A0C60">
        <w:t>druhé čl.</w:t>
      </w:r>
      <w:proofErr w:type="gramEnd"/>
      <w:r w:rsidRPr="001A0C60">
        <w:t xml:space="preserve"> III </w:t>
      </w:r>
      <w:proofErr w:type="gramStart"/>
      <w:r w:rsidRPr="001A0C60">
        <w:t>se</w:t>
      </w:r>
      <w:proofErr w:type="gramEnd"/>
      <w:r w:rsidRPr="001A0C60">
        <w:t xml:space="preserve"> za bod 31 </w:t>
      </w:r>
      <w:proofErr w:type="gramStart"/>
      <w:r w:rsidRPr="001A0C60">
        <w:t>vkládá</w:t>
      </w:r>
      <w:proofErr w:type="gramEnd"/>
      <w:r w:rsidRPr="001A0C60">
        <w:t xml:space="preserve"> nový bod, který zní:</w:t>
      </w:r>
    </w:p>
    <w:p w:rsidR="00B60199" w:rsidRPr="001A0C60" w:rsidRDefault="00B60199" w:rsidP="00B60199">
      <w:pPr>
        <w:pBdr>
          <w:top w:val="nil"/>
          <w:left w:val="nil"/>
          <w:bottom w:val="nil"/>
          <w:right w:val="nil"/>
          <w:between w:val="nil"/>
        </w:pBdr>
        <w:shd w:val="clear" w:color="auto" w:fill="FFFFFF"/>
        <w:ind w:left="284" w:hanging="284"/>
        <w:jc w:val="both"/>
      </w:pPr>
    </w:p>
    <w:p w:rsidR="00B60199" w:rsidRPr="001A0C60" w:rsidRDefault="00B60199" w:rsidP="00B60199">
      <w:pPr>
        <w:pBdr>
          <w:top w:val="nil"/>
          <w:left w:val="nil"/>
          <w:bottom w:val="nil"/>
          <w:right w:val="nil"/>
          <w:between w:val="nil"/>
        </w:pBdr>
        <w:shd w:val="clear" w:color="auto" w:fill="FFFFFF"/>
        <w:ind w:left="284"/>
        <w:jc w:val="both"/>
      </w:pPr>
      <w:r w:rsidRPr="001A0C60">
        <w:t>„V § 35b odst. 1 písm. h) se slova „a b)“ nahrazují slovy „až c)“.“</w:t>
      </w:r>
    </w:p>
    <w:p w:rsidR="00B60199" w:rsidRPr="001A0C60" w:rsidRDefault="00B60199" w:rsidP="00B60199">
      <w:pPr>
        <w:pBdr>
          <w:top w:val="nil"/>
          <w:left w:val="nil"/>
          <w:bottom w:val="nil"/>
          <w:right w:val="nil"/>
          <w:between w:val="nil"/>
        </w:pBdr>
        <w:shd w:val="clear" w:color="auto" w:fill="FFFFFF"/>
        <w:ind w:left="284"/>
        <w:jc w:val="both"/>
      </w:pPr>
    </w:p>
    <w:p w:rsidR="00B60199" w:rsidRPr="001A0C60" w:rsidRDefault="00B60199" w:rsidP="00B60199">
      <w:pPr>
        <w:pBdr>
          <w:top w:val="nil"/>
          <w:left w:val="nil"/>
          <w:bottom w:val="nil"/>
          <w:right w:val="nil"/>
          <w:between w:val="nil"/>
        </w:pBdr>
        <w:shd w:val="clear" w:color="auto" w:fill="FFFFFF"/>
        <w:ind w:left="284"/>
        <w:jc w:val="both"/>
      </w:pPr>
      <w:r w:rsidRPr="001A0C60">
        <w:t>Následující body přečíslovat.</w:t>
      </w:r>
    </w:p>
    <w:p w:rsidR="00B60199" w:rsidRPr="001A0C60" w:rsidRDefault="00B60199" w:rsidP="00B60199">
      <w:pPr>
        <w:pBdr>
          <w:top w:val="nil"/>
          <w:left w:val="nil"/>
          <w:bottom w:val="nil"/>
          <w:right w:val="nil"/>
          <w:between w:val="nil"/>
        </w:pBdr>
        <w:shd w:val="clear" w:color="auto" w:fill="FFFFFF"/>
        <w:ind w:left="284"/>
        <w:jc w:val="both"/>
      </w:pPr>
    </w:p>
    <w:p w:rsidR="00B60199" w:rsidRPr="001A0C60" w:rsidRDefault="00B60199" w:rsidP="00B60199">
      <w:pPr>
        <w:widowControl/>
        <w:numPr>
          <w:ilvl w:val="0"/>
          <w:numId w:val="11"/>
        </w:numPr>
        <w:shd w:val="clear" w:color="auto" w:fill="FFFFFF"/>
        <w:suppressAutoHyphens w:val="0"/>
        <w:jc w:val="both"/>
      </w:pPr>
      <w:r w:rsidRPr="001A0C60">
        <w:t xml:space="preserve">V části </w:t>
      </w:r>
      <w:proofErr w:type="gramStart"/>
      <w:r w:rsidRPr="001A0C60">
        <w:t>druhé čl.</w:t>
      </w:r>
      <w:proofErr w:type="gramEnd"/>
      <w:r w:rsidRPr="001A0C60">
        <w:t xml:space="preserve"> III </w:t>
      </w:r>
      <w:proofErr w:type="gramStart"/>
      <w:r w:rsidRPr="001A0C60">
        <w:t>se</w:t>
      </w:r>
      <w:proofErr w:type="gramEnd"/>
      <w:r w:rsidRPr="001A0C60">
        <w:t xml:space="preserve"> za bod 31 </w:t>
      </w:r>
      <w:proofErr w:type="gramStart"/>
      <w:r w:rsidRPr="001A0C60">
        <w:t>vkládá</w:t>
      </w:r>
      <w:proofErr w:type="gramEnd"/>
      <w:r w:rsidRPr="001A0C60">
        <w:t xml:space="preserve"> nový bod, který zní:</w:t>
      </w:r>
    </w:p>
    <w:p w:rsidR="00B60199" w:rsidRPr="001A0C60" w:rsidRDefault="00B60199" w:rsidP="00B60199">
      <w:pPr>
        <w:shd w:val="clear" w:color="auto" w:fill="FFFFFF"/>
        <w:ind w:left="360"/>
        <w:jc w:val="both"/>
      </w:pPr>
    </w:p>
    <w:p w:rsidR="00B60199" w:rsidRPr="001A0C60" w:rsidRDefault="00B60199" w:rsidP="00B60199">
      <w:pPr>
        <w:shd w:val="clear" w:color="auto" w:fill="FFFFFF"/>
        <w:ind w:left="360"/>
        <w:jc w:val="both"/>
      </w:pPr>
      <w:r w:rsidRPr="001A0C60">
        <w:t>“V § 35b odst. 2 se na konec odstavce 2 se doplňuje věta „Ostatní údaje zapíše do rejstříku soud.“.“</w:t>
      </w:r>
    </w:p>
    <w:p w:rsidR="00B60199" w:rsidRPr="001A0C60" w:rsidRDefault="00B60199" w:rsidP="00B60199">
      <w:pPr>
        <w:shd w:val="clear" w:color="auto" w:fill="FFFFFF"/>
        <w:ind w:left="360"/>
        <w:jc w:val="both"/>
      </w:pPr>
    </w:p>
    <w:p w:rsidR="00B60199" w:rsidRPr="001A0C60" w:rsidRDefault="00B60199" w:rsidP="00B60199">
      <w:pPr>
        <w:shd w:val="clear" w:color="auto" w:fill="FFFFFF"/>
        <w:ind w:left="360"/>
        <w:jc w:val="both"/>
      </w:pPr>
      <w:r w:rsidRPr="001A0C60">
        <w:t>Následující body přečíslovat.</w:t>
      </w:r>
    </w:p>
    <w:p w:rsidR="00B60199" w:rsidRPr="001A0C60" w:rsidRDefault="00B60199" w:rsidP="00B60199">
      <w:pPr>
        <w:pBdr>
          <w:top w:val="nil"/>
          <w:left w:val="nil"/>
          <w:bottom w:val="nil"/>
          <w:right w:val="nil"/>
          <w:between w:val="nil"/>
        </w:pBdr>
        <w:shd w:val="clear" w:color="auto" w:fill="FFFFFF"/>
        <w:jc w:val="both"/>
        <w:rPr>
          <w:b/>
        </w:rPr>
      </w:pPr>
    </w:p>
    <w:p w:rsidR="00B60199" w:rsidRPr="001A0C60" w:rsidRDefault="00B60199" w:rsidP="00B60199">
      <w:pPr>
        <w:widowControl/>
        <w:numPr>
          <w:ilvl w:val="0"/>
          <w:numId w:val="11"/>
        </w:numPr>
        <w:pBdr>
          <w:top w:val="nil"/>
          <w:left w:val="nil"/>
          <w:bottom w:val="nil"/>
          <w:right w:val="nil"/>
          <w:between w:val="nil"/>
        </w:pBdr>
        <w:shd w:val="clear" w:color="auto" w:fill="FFFFFF"/>
        <w:suppressAutoHyphens w:val="0"/>
        <w:ind w:left="284" w:hanging="284"/>
        <w:jc w:val="both"/>
        <w:rPr>
          <w:b/>
        </w:rPr>
      </w:pPr>
      <w:r w:rsidRPr="001A0C60">
        <w:t xml:space="preserve">V části </w:t>
      </w:r>
      <w:proofErr w:type="gramStart"/>
      <w:r w:rsidRPr="001A0C60">
        <w:t>druhé čl.</w:t>
      </w:r>
      <w:proofErr w:type="gramEnd"/>
      <w:r w:rsidRPr="001A0C60">
        <w:t xml:space="preserve"> III </w:t>
      </w:r>
      <w:proofErr w:type="gramStart"/>
      <w:r w:rsidRPr="001A0C60">
        <w:t>se</w:t>
      </w:r>
      <w:proofErr w:type="gramEnd"/>
      <w:r w:rsidRPr="001A0C60">
        <w:t xml:space="preserve"> za bod 34 </w:t>
      </w:r>
      <w:proofErr w:type="gramStart"/>
      <w:r w:rsidRPr="001A0C60">
        <w:t>vkládá</w:t>
      </w:r>
      <w:proofErr w:type="gramEnd"/>
      <w:r w:rsidRPr="001A0C60">
        <w:t xml:space="preserve"> nový bod, který zní: </w:t>
      </w:r>
    </w:p>
    <w:p w:rsidR="00B60199" w:rsidRPr="001A0C60" w:rsidRDefault="00B60199" w:rsidP="00B60199">
      <w:pPr>
        <w:pBdr>
          <w:top w:val="nil"/>
          <w:left w:val="nil"/>
          <w:bottom w:val="nil"/>
          <w:right w:val="nil"/>
          <w:between w:val="nil"/>
        </w:pBdr>
        <w:shd w:val="clear" w:color="auto" w:fill="FFFFFF"/>
        <w:ind w:left="284"/>
        <w:jc w:val="both"/>
      </w:pPr>
    </w:p>
    <w:p w:rsidR="00B60199" w:rsidRPr="001A0C60" w:rsidRDefault="00B60199" w:rsidP="00B60199">
      <w:pPr>
        <w:pBdr>
          <w:top w:val="nil"/>
          <w:left w:val="nil"/>
          <w:bottom w:val="nil"/>
          <w:right w:val="nil"/>
          <w:between w:val="nil"/>
        </w:pBdr>
        <w:shd w:val="clear" w:color="auto" w:fill="FFFFFF"/>
        <w:ind w:left="284"/>
        <w:jc w:val="both"/>
        <w:rPr>
          <w:b/>
        </w:rPr>
      </w:pPr>
      <w:r w:rsidRPr="001A0C60">
        <w:t xml:space="preserve">„V § 38 se věta první a druhá nahrazuje slovy: </w:t>
      </w:r>
      <w:r w:rsidRPr="001A0C60">
        <w:rPr>
          <w:bCs/>
        </w:rPr>
        <w:t>Exekuční návrh se podává na elektronickém formuláři prostřednictvím k tomu určeného informačního systému veřejné správy, který umožňuje prokázání totožnosti toho, kdo úkon činí, s využitím elektronické identifikace, autorizaci úkonu tím, kdo úkon činí, a zpětné prokázání projevu vůle toho, kdo úkon činí; návrh podaný prostřednictvím tohoto informačního systému se považuje za podepsaný. Správcem tohoto informačního systému je Ministerstvo. Exekuční návrh je možné podat i prostřednictvím veřejné datové sítě do datové schránky, případně v listinné podobě. Návrh musí obsahovat označení exekučního soudu a musí z něj být patrné, kdo ho činí, které věci se týká a co sleduje, a musí být podepsán a datován.“.“</w:t>
      </w:r>
    </w:p>
    <w:p w:rsidR="00B60199" w:rsidRPr="001A0C60" w:rsidRDefault="00B60199" w:rsidP="00B60199">
      <w:pPr>
        <w:pBdr>
          <w:top w:val="nil"/>
          <w:left w:val="nil"/>
          <w:bottom w:val="nil"/>
          <w:right w:val="nil"/>
          <w:between w:val="nil"/>
        </w:pBdr>
        <w:shd w:val="clear" w:color="auto" w:fill="FFFFFF"/>
        <w:ind w:left="284"/>
        <w:jc w:val="both"/>
      </w:pPr>
    </w:p>
    <w:p w:rsidR="00B60199" w:rsidRPr="001A0C60" w:rsidRDefault="00B60199" w:rsidP="00B60199">
      <w:pPr>
        <w:pBdr>
          <w:top w:val="nil"/>
          <w:left w:val="nil"/>
          <w:bottom w:val="nil"/>
          <w:right w:val="nil"/>
          <w:between w:val="nil"/>
        </w:pBdr>
        <w:shd w:val="clear" w:color="auto" w:fill="FFFFFF"/>
        <w:ind w:left="284"/>
        <w:jc w:val="both"/>
        <w:rPr>
          <w:highlight w:val="yellow"/>
        </w:rPr>
      </w:pPr>
      <w:r w:rsidRPr="001A0C60">
        <w:t>Následující body přečíslovat.</w:t>
      </w:r>
    </w:p>
    <w:p w:rsidR="00B60199" w:rsidRPr="001A0C60" w:rsidRDefault="00B60199" w:rsidP="00B60199">
      <w:pPr>
        <w:pBdr>
          <w:top w:val="nil"/>
          <w:left w:val="nil"/>
          <w:bottom w:val="nil"/>
          <w:right w:val="nil"/>
          <w:between w:val="nil"/>
        </w:pBdr>
        <w:shd w:val="clear" w:color="auto" w:fill="FFFFFF"/>
        <w:jc w:val="both"/>
        <w:rPr>
          <w:b/>
        </w:rPr>
      </w:pPr>
    </w:p>
    <w:p w:rsidR="00B60199" w:rsidRPr="001A0C60" w:rsidRDefault="00B60199" w:rsidP="00B60199">
      <w:pPr>
        <w:widowControl/>
        <w:numPr>
          <w:ilvl w:val="0"/>
          <w:numId w:val="11"/>
        </w:numPr>
        <w:pBdr>
          <w:top w:val="nil"/>
          <w:left w:val="nil"/>
          <w:bottom w:val="nil"/>
          <w:right w:val="nil"/>
          <w:between w:val="nil"/>
        </w:pBdr>
        <w:shd w:val="clear" w:color="auto" w:fill="FFFFFF"/>
        <w:suppressAutoHyphens w:val="0"/>
        <w:ind w:left="284" w:hanging="284"/>
        <w:jc w:val="both"/>
        <w:rPr>
          <w:b/>
        </w:rPr>
      </w:pPr>
      <w:r w:rsidRPr="001A0C60">
        <w:t xml:space="preserve">V části </w:t>
      </w:r>
      <w:proofErr w:type="gramStart"/>
      <w:r w:rsidRPr="001A0C60">
        <w:t>druhé čl.</w:t>
      </w:r>
      <w:proofErr w:type="gramEnd"/>
      <w:r w:rsidRPr="001A0C60">
        <w:t xml:space="preserve"> III </w:t>
      </w:r>
      <w:proofErr w:type="gramStart"/>
      <w:r w:rsidRPr="001A0C60">
        <w:t>se</w:t>
      </w:r>
      <w:proofErr w:type="gramEnd"/>
      <w:r w:rsidRPr="001A0C60">
        <w:t xml:space="preserve"> za dosavadní bod 35 </w:t>
      </w:r>
      <w:proofErr w:type="gramStart"/>
      <w:r w:rsidRPr="001A0C60">
        <w:t>vkládá</w:t>
      </w:r>
      <w:proofErr w:type="gramEnd"/>
      <w:r w:rsidRPr="001A0C60">
        <w:t xml:space="preserve"> nový bod, který zní:</w:t>
      </w:r>
    </w:p>
    <w:p w:rsidR="00B60199" w:rsidRPr="001A0C60" w:rsidRDefault="00B60199" w:rsidP="00B60199">
      <w:pPr>
        <w:pBdr>
          <w:top w:val="nil"/>
          <w:left w:val="nil"/>
          <w:bottom w:val="nil"/>
          <w:right w:val="nil"/>
          <w:between w:val="nil"/>
        </w:pBdr>
        <w:shd w:val="clear" w:color="auto" w:fill="FFFFFF"/>
        <w:ind w:left="284"/>
        <w:jc w:val="both"/>
        <w:rPr>
          <w:b/>
        </w:rPr>
      </w:pPr>
      <w:r w:rsidRPr="001A0C60">
        <w:br/>
        <w:t>„V § 38 se vkládá nový odst. 3, který zní:</w:t>
      </w:r>
    </w:p>
    <w:p w:rsidR="00B60199" w:rsidRPr="001A0C60" w:rsidRDefault="00B60199" w:rsidP="00B60199">
      <w:pPr>
        <w:pBdr>
          <w:top w:val="nil"/>
          <w:left w:val="nil"/>
          <w:bottom w:val="nil"/>
          <w:right w:val="nil"/>
          <w:between w:val="nil"/>
        </w:pBdr>
        <w:shd w:val="clear" w:color="auto" w:fill="FFFFFF"/>
        <w:ind w:left="284"/>
        <w:jc w:val="both"/>
      </w:pPr>
    </w:p>
    <w:p w:rsidR="001A0C60" w:rsidRDefault="00B60199" w:rsidP="00B60199">
      <w:pPr>
        <w:pBdr>
          <w:top w:val="nil"/>
          <w:left w:val="nil"/>
          <w:bottom w:val="nil"/>
          <w:right w:val="nil"/>
          <w:between w:val="nil"/>
        </w:pBdr>
        <w:shd w:val="clear" w:color="auto" w:fill="FFFFFF"/>
        <w:ind w:left="284"/>
        <w:jc w:val="both"/>
      </w:pPr>
      <w:r w:rsidRPr="001A0C60">
        <w:t xml:space="preserve">(3) V exekučním návrhu může být označen exekutor, který má exekuci vést, s uvedením jeho sídla, </w:t>
      </w:r>
      <w:r w:rsidRPr="001A0C60">
        <w:lastRenderedPageBreak/>
        <w:t>jsou-li splněny podmínky dle § 39b. Splnění podmínek je oprávněný povinen nejpozději při podání exekučního návrhu prokázat, jinak se k označení exekutora nepřihlíží.“.“</w:t>
      </w:r>
    </w:p>
    <w:p w:rsidR="001A0C60" w:rsidRDefault="001A0C60" w:rsidP="00B60199">
      <w:pPr>
        <w:pBdr>
          <w:top w:val="nil"/>
          <w:left w:val="nil"/>
          <w:bottom w:val="nil"/>
          <w:right w:val="nil"/>
          <w:between w:val="nil"/>
        </w:pBdr>
        <w:shd w:val="clear" w:color="auto" w:fill="FFFFFF"/>
        <w:ind w:left="284"/>
        <w:jc w:val="both"/>
      </w:pPr>
    </w:p>
    <w:p w:rsidR="00B60199" w:rsidRPr="001A0C60" w:rsidRDefault="00B60199" w:rsidP="00B60199">
      <w:pPr>
        <w:pBdr>
          <w:top w:val="nil"/>
          <w:left w:val="nil"/>
          <w:bottom w:val="nil"/>
          <w:right w:val="nil"/>
          <w:between w:val="nil"/>
        </w:pBdr>
        <w:shd w:val="clear" w:color="auto" w:fill="FFFFFF"/>
        <w:ind w:left="284"/>
        <w:jc w:val="both"/>
        <w:rPr>
          <w:b/>
        </w:rPr>
      </w:pPr>
      <w:r w:rsidRPr="001A0C60">
        <w:t>Následující body přečíslovat.</w:t>
      </w:r>
    </w:p>
    <w:p w:rsidR="00B60199" w:rsidRPr="001A0C60" w:rsidRDefault="00B60199" w:rsidP="00B60199">
      <w:pPr>
        <w:pBdr>
          <w:top w:val="nil"/>
          <w:left w:val="nil"/>
          <w:bottom w:val="nil"/>
          <w:right w:val="nil"/>
          <w:between w:val="nil"/>
        </w:pBdr>
        <w:shd w:val="clear" w:color="auto" w:fill="FFFFFF"/>
        <w:ind w:left="284" w:hanging="284"/>
        <w:jc w:val="both"/>
      </w:pPr>
    </w:p>
    <w:p w:rsidR="00B60199" w:rsidRPr="001A0C60" w:rsidRDefault="00B60199" w:rsidP="00B60199">
      <w:pPr>
        <w:widowControl/>
        <w:numPr>
          <w:ilvl w:val="0"/>
          <w:numId w:val="11"/>
        </w:numPr>
        <w:pBdr>
          <w:top w:val="nil"/>
          <w:left w:val="nil"/>
          <w:bottom w:val="nil"/>
          <w:right w:val="nil"/>
          <w:between w:val="nil"/>
        </w:pBdr>
        <w:shd w:val="clear" w:color="auto" w:fill="FFFFFF"/>
        <w:suppressAutoHyphens w:val="0"/>
        <w:ind w:left="284" w:hanging="284"/>
        <w:jc w:val="both"/>
      </w:pPr>
      <w:r w:rsidRPr="001A0C60">
        <w:t xml:space="preserve">V části druhé čl. </w:t>
      </w:r>
      <w:proofErr w:type="gramStart"/>
      <w:r w:rsidRPr="001A0C60">
        <w:t>III</w:t>
      </w:r>
      <w:proofErr w:type="gramEnd"/>
      <w:r w:rsidRPr="001A0C60">
        <w:t xml:space="preserve"> dosavadní bod 38 nově zní:</w:t>
      </w:r>
    </w:p>
    <w:p w:rsidR="00B60199" w:rsidRPr="001A0C60" w:rsidRDefault="00B60199" w:rsidP="00B60199">
      <w:pPr>
        <w:pBdr>
          <w:top w:val="nil"/>
          <w:left w:val="nil"/>
          <w:bottom w:val="nil"/>
          <w:right w:val="nil"/>
          <w:between w:val="nil"/>
        </w:pBdr>
        <w:shd w:val="clear" w:color="auto" w:fill="FFFFFF"/>
        <w:ind w:left="284" w:hanging="284"/>
        <w:jc w:val="both"/>
      </w:pPr>
    </w:p>
    <w:p w:rsidR="00B60199" w:rsidRPr="001A0C60" w:rsidRDefault="00B60199" w:rsidP="00B60199">
      <w:pPr>
        <w:pBdr>
          <w:top w:val="nil"/>
          <w:left w:val="nil"/>
          <w:bottom w:val="nil"/>
          <w:right w:val="nil"/>
          <w:between w:val="nil"/>
        </w:pBdr>
        <w:shd w:val="clear" w:color="auto" w:fill="FFFFFF"/>
        <w:ind w:left="284"/>
        <w:jc w:val="both"/>
      </w:pPr>
      <w:r w:rsidRPr="001A0C60">
        <w:t>„38. V § 39 odst. 1 se za slova “kdy mu došel exekuční návrh nebo návrh na prohlášení vykonatelnosti nebo na uznání” doplňují slova “podle § 39a odst. 1”. V § 39 odst. 3 se slova „ve lhůtě podle § 43a odst. 1“ se nahrazují slovy „do 15 dnů od jeho doručení podle § 39a odst. 1“ a za slovo „zamítne“ se doplňují slova „nebo řízení zastaví“.“</w:t>
      </w:r>
    </w:p>
    <w:p w:rsidR="00B60199" w:rsidRPr="001A0C60" w:rsidRDefault="00B60199" w:rsidP="00B60199">
      <w:pPr>
        <w:pBdr>
          <w:top w:val="nil"/>
          <w:left w:val="nil"/>
          <w:bottom w:val="nil"/>
          <w:right w:val="nil"/>
          <w:between w:val="nil"/>
        </w:pBdr>
        <w:shd w:val="clear" w:color="auto" w:fill="FFFFFF"/>
        <w:ind w:left="284" w:hanging="284"/>
        <w:jc w:val="both"/>
      </w:pPr>
    </w:p>
    <w:p w:rsidR="00B60199" w:rsidRPr="001A0C60" w:rsidRDefault="00B60199" w:rsidP="00B60199">
      <w:pPr>
        <w:widowControl/>
        <w:numPr>
          <w:ilvl w:val="0"/>
          <w:numId w:val="11"/>
        </w:numPr>
        <w:pBdr>
          <w:top w:val="nil"/>
          <w:left w:val="nil"/>
          <w:bottom w:val="nil"/>
          <w:right w:val="nil"/>
          <w:between w:val="nil"/>
        </w:pBdr>
        <w:shd w:val="clear" w:color="auto" w:fill="FFFFFF"/>
        <w:suppressAutoHyphens w:val="0"/>
        <w:ind w:left="284" w:hanging="284"/>
        <w:jc w:val="both"/>
      </w:pPr>
      <w:r w:rsidRPr="001A0C60">
        <w:t xml:space="preserve">V části </w:t>
      </w:r>
      <w:proofErr w:type="gramStart"/>
      <w:r w:rsidRPr="001A0C60">
        <w:t>druhé čl.</w:t>
      </w:r>
      <w:proofErr w:type="gramEnd"/>
      <w:r w:rsidRPr="001A0C60">
        <w:t xml:space="preserve"> III </w:t>
      </w:r>
      <w:proofErr w:type="gramStart"/>
      <w:r w:rsidRPr="001A0C60">
        <w:t>se</w:t>
      </w:r>
      <w:proofErr w:type="gramEnd"/>
      <w:r w:rsidRPr="001A0C60">
        <w:t xml:space="preserve"> za dosavadní bod 39 </w:t>
      </w:r>
      <w:proofErr w:type="gramStart"/>
      <w:r w:rsidRPr="001A0C60">
        <w:t>vkládá</w:t>
      </w:r>
      <w:proofErr w:type="gramEnd"/>
      <w:r w:rsidRPr="001A0C60">
        <w:t xml:space="preserve"> nový bod, který zní:</w:t>
      </w:r>
    </w:p>
    <w:p w:rsidR="00B60199" w:rsidRPr="001A0C60" w:rsidRDefault="00B60199" w:rsidP="00B60199">
      <w:pPr>
        <w:pBdr>
          <w:top w:val="nil"/>
          <w:left w:val="nil"/>
          <w:bottom w:val="nil"/>
          <w:right w:val="nil"/>
          <w:between w:val="nil"/>
        </w:pBdr>
        <w:shd w:val="clear" w:color="auto" w:fill="FFFFFF"/>
        <w:ind w:left="284" w:hanging="284"/>
        <w:jc w:val="both"/>
      </w:pPr>
    </w:p>
    <w:p w:rsidR="00B60199" w:rsidRPr="001A0C60" w:rsidRDefault="00B60199" w:rsidP="00B60199">
      <w:pPr>
        <w:pBdr>
          <w:top w:val="nil"/>
          <w:left w:val="nil"/>
          <w:bottom w:val="nil"/>
          <w:right w:val="nil"/>
          <w:between w:val="nil"/>
        </w:pBdr>
        <w:shd w:val="clear" w:color="auto" w:fill="FFFFFF"/>
        <w:ind w:left="284"/>
        <w:jc w:val="both"/>
      </w:pPr>
      <w:r w:rsidRPr="001A0C60">
        <w:t>„Za § 39 se vkládá nový § 39a, který zní:</w:t>
      </w:r>
    </w:p>
    <w:p w:rsidR="00B60199" w:rsidRPr="001A0C60" w:rsidRDefault="00B60199" w:rsidP="00B60199">
      <w:pPr>
        <w:pBdr>
          <w:top w:val="nil"/>
          <w:left w:val="nil"/>
          <w:bottom w:val="nil"/>
          <w:right w:val="nil"/>
          <w:between w:val="nil"/>
        </w:pBdr>
        <w:shd w:val="clear" w:color="auto" w:fill="FFFFFF"/>
        <w:ind w:left="284" w:hanging="284"/>
        <w:jc w:val="both"/>
      </w:pPr>
    </w:p>
    <w:p w:rsidR="00B60199" w:rsidRPr="001A0C60" w:rsidRDefault="00B60199" w:rsidP="00B60199">
      <w:pPr>
        <w:pBdr>
          <w:top w:val="nil"/>
          <w:left w:val="nil"/>
          <w:bottom w:val="nil"/>
          <w:right w:val="nil"/>
          <w:between w:val="nil"/>
        </w:pBdr>
        <w:shd w:val="clear" w:color="auto" w:fill="FFFFFF"/>
        <w:ind w:left="284" w:hanging="284"/>
        <w:jc w:val="center"/>
      </w:pPr>
      <w:r w:rsidRPr="001A0C60">
        <w:t>„§ 39a</w:t>
      </w:r>
    </w:p>
    <w:p w:rsidR="00B60199" w:rsidRPr="001A0C60" w:rsidRDefault="00B60199" w:rsidP="00B60199">
      <w:pPr>
        <w:pBdr>
          <w:top w:val="nil"/>
          <w:left w:val="nil"/>
          <w:bottom w:val="nil"/>
          <w:right w:val="nil"/>
          <w:between w:val="nil"/>
        </w:pBdr>
        <w:shd w:val="clear" w:color="auto" w:fill="FFFFFF"/>
        <w:ind w:left="284" w:hanging="284"/>
        <w:jc w:val="both"/>
      </w:pPr>
    </w:p>
    <w:p w:rsidR="00B60199" w:rsidRPr="001A0C60" w:rsidRDefault="00B60199" w:rsidP="00B60199">
      <w:pPr>
        <w:ind w:firstLine="709"/>
        <w:jc w:val="both"/>
      </w:pPr>
      <w:r w:rsidRPr="001A0C60">
        <w:t>(1) Exekuční soud určí ve lhůtě 15 dnů ode dne doručení exekučního návrhu exekutora, kterému exekuční návrh spolu se všemi přílohami, případně též s návrhem na zproštění od složení zálohy na náklady exekuce, je-li přiložen, postoupí</w:t>
      </w:r>
      <w:r w:rsidRPr="001A0C60">
        <w:rPr>
          <w:b/>
        </w:rPr>
        <w:t>.</w:t>
      </w:r>
    </w:p>
    <w:p w:rsidR="00B60199" w:rsidRPr="001A0C60" w:rsidRDefault="00B60199" w:rsidP="00B60199">
      <w:pPr>
        <w:jc w:val="both"/>
      </w:pPr>
    </w:p>
    <w:p w:rsidR="00B60199" w:rsidRPr="001A0C60" w:rsidRDefault="00B60199" w:rsidP="00B60199">
      <w:pPr>
        <w:ind w:firstLine="709"/>
        <w:jc w:val="both"/>
      </w:pPr>
      <w:r w:rsidRPr="001A0C60">
        <w:t>(2) Pokud oprávněný označil v návrhu exekutora a splňuje podmínky dle § 39b, určí exekuční soud k provedení exekuce označeného exekutora.</w:t>
      </w:r>
    </w:p>
    <w:p w:rsidR="00B60199" w:rsidRPr="001A0C60" w:rsidRDefault="00B60199" w:rsidP="00B60199">
      <w:pPr>
        <w:ind w:firstLine="709"/>
        <w:jc w:val="both"/>
      </w:pPr>
    </w:p>
    <w:p w:rsidR="00B60199" w:rsidRPr="001A0C60" w:rsidRDefault="00B60199" w:rsidP="00B60199">
      <w:pPr>
        <w:ind w:firstLine="709"/>
        <w:jc w:val="both"/>
      </w:pPr>
      <w:r w:rsidRPr="001A0C60">
        <w:t xml:space="preserve">(3) Nepostupuje-li exekuční soud podle </w:t>
      </w:r>
      <w:proofErr w:type="gramStart"/>
      <w:r w:rsidRPr="001A0C60">
        <w:t>odstavce 2 a pokud</w:t>
      </w:r>
      <w:proofErr w:type="gramEnd"/>
      <w:r w:rsidRPr="001A0C60">
        <w:t xml:space="preserve"> je proti povinnému již vedeno exekuční řízení, určí exekuční soud k provedení exekuce téhož exekutora, který již řízení proti povinnému vede. Vede-li proti povinnému exekuční řízení více exekutorů, určí kteréhokoliv z nich, při výběru přihlíží zejména k hospodárnosti a efektivitě řízení.</w:t>
      </w:r>
    </w:p>
    <w:p w:rsidR="00B60199" w:rsidRPr="001A0C60" w:rsidRDefault="00B60199" w:rsidP="00B60199">
      <w:pPr>
        <w:ind w:firstLine="709"/>
        <w:jc w:val="both"/>
      </w:pPr>
    </w:p>
    <w:p w:rsidR="00B60199" w:rsidRPr="001A0C60" w:rsidRDefault="00B60199" w:rsidP="00B60199">
      <w:pPr>
        <w:ind w:firstLine="709"/>
        <w:jc w:val="both"/>
      </w:pPr>
      <w:r w:rsidRPr="001A0C60">
        <w:t>(4) Nepostupuje-li exekuční soud podle odstavce 2 nebo 3, určí k vedení exekuce exekutora ze seznamu exekutorů, jejichž sídlo exekutorského úřadu je v obvodu krajského soudu, ve kterém je sídlo exekučního soudu. Exekuční soud přiděluje exekutorům na tomto seznamu věci vždy postupně, podle abecedního pořadí příjmení exekutora. Pro určení exekutora je rozhodný stav v okamžiku doručení exekučního návrhu.</w:t>
      </w:r>
    </w:p>
    <w:p w:rsidR="00B60199" w:rsidRPr="001A0C60" w:rsidRDefault="00B60199" w:rsidP="00B60199">
      <w:pPr>
        <w:ind w:firstLine="709"/>
        <w:jc w:val="both"/>
      </w:pPr>
    </w:p>
    <w:p w:rsidR="00B60199" w:rsidRDefault="00B60199" w:rsidP="00B60199">
      <w:pPr>
        <w:ind w:firstLine="709"/>
        <w:jc w:val="both"/>
      </w:pPr>
      <w:r w:rsidRPr="001A0C60">
        <w:t>(5) Je-li v exekučním titulu uvedeno více povinných, proti kterým je podáván exekuční návrh, určí exekuční soud exekutora podle toho povinného, proti kterému je navrhováno provedení exekuce a zároveň je v exekučním titulu uveden v pořadí nejdříve, a vydá mu pověření vedením exekuce i vůči ostatním povinným. V zájmu hospodárnosti a efektivity může soud některé věci vyloučit k samostatnému řízení a určit pro ně exekutora samostatně.“.“</w:t>
      </w:r>
    </w:p>
    <w:p w:rsidR="001A0C60" w:rsidRDefault="001A0C60" w:rsidP="00B60199">
      <w:pPr>
        <w:ind w:firstLine="709"/>
        <w:jc w:val="both"/>
      </w:pPr>
    </w:p>
    <w:p w:rsidR="00B60199" w:rsidRPr="001A0C60" w:rsidRDefault="00B60199" w:rsidP="001A0C60">
      <w:pPr>
        <w:jc w:val="both"/>
      </w:pPr>
      <w:r w:rsidRPr="001A0C60">
        <w:t>Následující body přečíslovat.</w:t>
      </w:r>
    </w:p>
    <w:p w:rsidR="00B60199" w:rsidRPr="001A0C60" w:rsidRDefault="00B60199" w:rsidP="00B60199">
      <w:pPr>
        <w:widowControl/>
        <w:numPr>
          <w:ilvl w:val="0"/>
          <w:numId w:val="11"/>
        </w:numPr>
        <w:pBdr>
          <w:top w:val="nil"/>
          <w:left w:val="nil"/>
          <w:bottom w:val="nil"/>
          <w:right w:val="nil"/>
          <w:between w:val="nil"/>
        </w:pBdr>
        <w:shd w:val="clear" w:color="auto" w:fill="FFFFFF"/>
        <w:suppressAutoHyphens w:val="0"/>
        <w:spacing w:before="280" w:after="280"/>
        <w:ind w:left="284" w:hanging="284"/>
        <w:jc w:val="both"/>
      </w:pPr>
      <w:r w:rsidRPr="001A0C60">
        <w:t xml:space="preserve">V části </w:t>
      </w:r>
      <w:proofErr w:type="gramStart"/>
      <w:r w:rsidRPr="001A0C60">
        <w:t>druhé čl.</w:t>
      </w:r>
      <w:proofErr w:type="gramEnd"/>
      <w:r w:rsidRPr="001A0C60">
        <w:t xml:space="preserve"> III </w:t>
      </w:r>
      <w:proofErr w:type="gramStart"/>
      <w:r w:rsidRPr="001A0C60">
        <w:t>se</w:t>
      </w:r>
      <w:proofErr w:type="gramEnd"/>
      <w:r w:rsidRPr="001A0C60">
        <w:t xml:space="preserve"> za dosavadní bod 39 </w:t>
      </w:r>
      <w:proofErr w:type="gramStart"/>
      <w:r w:rsidRPr="001A0C60">
        <w:t>vkládá</w:t>
      </w:r>
      <w:proofErr w:type="gramEnd"/>
      <w:r w:rsidRPr="001A0C60">
        <w:t xml:space="preserve"> nový bod, který zní:</w:t>
      </w:r>
    </w:p>
    <w:p w:rsidR="00B60199" w:rsidRPr="001A0C60" w:rsidRDefault="00B60199" w:rsidP="001A0C60">
      <w:pPr>
        <w:pBdr>
          <w:top w:val="nil"/>
          <w:left w:val="nil"/>
          <w:bottom w:val="nil"/>
          <w:right w:val="nil"/>
          <w:between w:val="nil"/>
        </w:pBdr>
        <w:shd w:val="clear" w:color="auto" w:fill="FFFFFF"/>
        <w:spacing w:before="120" w:after="120"/>
        <w:ind w:left="284"/>
        <w:jc w:val="both"/>
      </w:pPr>
      <w:r w:rsidRPr="001A0C60">
        <w:t>„Za § 39a se vkládá nový § 39b, který včetně poznámky pod čarou č. 13 zní:</w:t>
      </w:r>
    </w:p>
    <w:p w:rsidR="00B60199" w:rsidRPr="001A0C60" w:rsidRDefault="00B60199" w:rsidP="001A0C60">
      <w:pPr>
        <w:pBdr>
          <w:top w:val="nil"/>
          <w:left w:val="nil"/>
          <w:bottom w:val="nil"/>
          <w:right w:val="nil"/>
          <w:between w:val="nil"/>
        </w:pBdr>
        <w:shd w:val="clear" w:color="auto" w:fill="FFFFFF"/>
        <w:spacing w:before="120" w:after="120"/>
        <w:ind w:left="284"/>
        <w:jc w:val="center"/>
      </w:pPr>
      <w:r w:rsidRPr="001A0C60">
        <w:t>„§ 39b</w:t>
      </w:r>
    </w:p>
    <w:p w:rsidR="00B60199" w:rsidRPr="001A0C60" w:rsidRDefault="00B60199" w:rsidP="00B60199">
      <w:pPr>
        <w:pBdr>
          <w:top w:val="nil"/>
          <w:left w:val="nil"/>
          <w:bottom w:val="nil"/>
          <w:right w:val="nil"/>
          <w:between w:val="nil"/>
        </w:pBdr>
        <w:shd w:val="clear" w:color="auto" w:fill="FFFFFF"/>
        <w:spacing w:before="280" w:after="280"/>
        <w:ind w:left="284" w:hanging="284"/>
        <w:jc w:val="both"/>
      </w:pPr>
      <w:r w:rsidRPr="001A0C60">
        <w:tab/>
        <w:t xml:space="preserve">Exekuční soud určí k provedení exekuce exekutora označeného podle § 38 odstavce 3, je-li splněna </w:t>
      </w:r>
      <w:r w:rsidRPr="001A0C60">
        <w:lastRenderedPageBreak/>
        <w:t>některá z těchto podmínek k okamžiku podání exekučního návrhu:</w:t>
      </w:r>
    </w:p>
    <w:p w:rsidR="00B60199" w:rsidRPr="001A0C60" w:rsidRDefault="00B60199" w:rsidP="00B60199">
      <w:pPr>
        <w:pBdr>
          <w:top w:val="nil"/>
          <w:left w:val="nil"/>
          <w:bottom w:val="nil"/>
          <w:right w:val="nil"/>
          <w:between w:val="nil"/>
        </w:pBdr>
        <w:shd w:val="clear" w:color="auto" w:fill="FFFFFF"/>
        <w:spacing w:before="280"/>
        <w:ind w:left="284" w:hanging="284"/>
        <w:jc w:val="both"/>
      </w:pPr>
      <w:r w:rsidRPr="001A0C60">
        <w:tab/>
        <w:t>a) povinný je právnickou osobou,</w:t>
      </w:r>
    </w:p>
    <w:p w:rsidR="00B60199" w:rsidRPr="001A0C60" w:rsidRDefault="00B60199" w:rsidP="00B60199">
      <w:pPr>
        <w:pBdr>
          <w:top w:val="nil"/>
          <w:left w:val="nil"/>
          <w:bottom w:val="nil"/>
          <w:right w:val="nil"/>
          <w:between w:val="nil"/>
        </w:pBdr>
        <w:shd w:val="clear" w:color="auto" w:fill="FFFFFF"/>
        <w:ind w:left="284" w:hanging="284"/>
        <w:jc w:val="both"/>
      </w:pPr>
      <w:r w:rsidRPr="001A0C60">
        <w:tab/>
        <w:t>b) povinný je podnikající fyzickou osobou,</w:t>
      </w:r>
    </w:p>
    <w:p w:rsidR="00B60199" w:rsidRPr="001A0C60" w:rsidRDefault="00B60199" w:rsidP="00B60199">
      <w:pPr>
        <w:pBdr>
          <w:top w:val="nil"/>
          <w:left w:val="nil"/>
          <w:bottom w:val="nil"/>
          <w:right w:val="nil"/>
          <w:between w:val="nil"/>
        </w:pBdr>
        <w:shd w:val="clear" w:color="auto" w:fill="FFFFFF"/>
        <w:ind w:left="284"/>
        <w:jc w:val="both"/>
      </w:pPr>
      <w:r w:rsidRPr="001A0C60">
        <w:t>c) oprávněný vymáhá pohledávku výživného, pohledávku náhrady újmy způsobené poškozenému ublížením na zdraví, nebo pohledávku náhrady újmy, způsobené úmyslnými trestnými činy</w:t>
      </w:r>
      <w:r w:rsidRPr="001A0C60">
        <w:rPr>
          <w:vertAlign w:val="superscript"/>
        </w:rPr>
        <w:t xml:space="preserve">14 </w:t>
      </w:r>
      <w:r w:rsidRPr="001A0C60">
        <w:t>nebo</w:t>
      </w:r>
    </w:p>
    <w:p w:rsidR="00B60199" w:rsidRPr="001A0C60" w:rsidRDefault="00B60199" w:rsidP="00B60199">
      <w:pPr>
        <w:pBdr>
          <w:top w:val="nil"/>
          <w:left w:val="nil"/>
          <w:bottom w:val="nil"/>
          <w:right w:val="nil"/>
          <w:between w:val="nil"/>
        </w:pBdr>
        <w:shd w:val="clear" w:color="auto" w:fill="FFFFFF"/>
        <w:ind w:left="284"/>
        <w:jc w:val="both"/>
        <w:rPr>
          <w:vertAlign w:val="superscript"/>
        </w:rPr>
      </w:pPr>
      <w:r w:rsidRPr="001A0C60">
        <w:t xml:space="preserve">d) </w:t>
      </w:r>
      <w:r w:rsidRPr="001A0C60">
        <w:rPr>
          <w:lang w:eastAsia="en-US"/>
        </w:rPr>
        <w:t>oprávněný je společenstvím vlastníků, bytovým družstvem nebo obcí vykonávající přenesenou působnost pouze v základním rozsahu.</w:t>
      </w:r>
    </w:p>
    <w:p w:rsidR="00B60199" w:rsidRPr="001A0C60" w:rsidRDefault="00B60199" w:rsidP="00B60199">
      <w:pPr>
        <w:pBdr>
          <w:top w:val="nil"/>
          <w:left w:val="nil"/>
          <w:bottom w:val="nil"/>
          <w:right w:val="nil"/>
          <w:between w:val="nil"/>
        </w:pBdr>
        <w:shd w:val="clear" w:color="auto" w:fill="FFFFFF"/>
        <w:ind w:left="284"/>
        <w:jc w:val="both"/>
        <w:rPr>
          <w:vertAlign w:val="superscript"/>
        </w:rPr>
      </w:pPr>
    </w:p>
    <w:p w:rsidR="00B60199" w:rsidRPr="001A0C60" w:rsidRDefault="00B60199" w:rsidP="00B60199">
      <w:pPr>
        <w:pBdr>
          <w:top w:val="nil"/>
          <w:left w:val="nil"/>
          <w:bottom w:val="nil"/>
          <w:right w:val="nil"/>
          <w:between w:val="nil"/>
        </w:pBdr>
        <w:shd w:val="clear" w:color="auto" w:fill="FFFFFF"/>
        <w:ind w:left="284" w:hanging="284"/>
        <w:jc w:val="both"/>
      </w:pPr>
      <w:r w:rsidRPr="001A0C60">
        <w:t>-------------------------------------------------------------</w:t>
      </w:r>
    </w:p>
    <w:p w:rsidR="001A0C60" w:rsidRDefault="00B60199" w:rsidP="00B60199">
      <w:pPr>
        <w:pBdr>
          <w:top w:val="nil"/>
          <w:left w:val="nil"/>
          <w:bottom w:val="nil"/>
          <w:right w:val="nil"/>
          <w:between w:val="nil"/>
        </w:pBdr>
        <w:shd w:val="clear" w:color="auto" w:fill="FFFFFF"/>
        <w:ind w:left="284" w:hanging="284"/>
        <w:jc w:val="both"/>
      </w:pPr>
      <w:r w:rsidRPr="001A0C60">
        <w:rPr>
          <w:vertAlign w:val="superscript"/>
        </w:rPr>
        <w:t>14)</w:t>
      </w:r>
      <w:r w:rsidRPr="001A0C60">
        <w:t xml:space="preserve"> § 279 odst. 2 písm. a) až c) zákona č. 99/1963 Sb. (občanský soudní řád) ve znění pozdějších předpisů“.“</w:t>
      </w:r>
      <w:r w:rsidR="001A0C60">
        <w:t>.</w:t>
      </w:r>
    </w:p>
    <w:p w:rsidR="00B60199" w:rsidRPr="001A0C60" w:rsidRDefault="00B60199" w:rsidP="00B60199">
      <w:pPr>
        <w:pBdr>
          <w:top w:val="nil"/>
          <w:left w:val="nil"/>
          <w:bottom w:val="nil"/>
          <w:right w:val="nil"/>
          <w:between w:val="nil"/>
        </w:pBdr>
        <w:shd w:val="clear" w:color="auto" w:fill="FFFFFF"/>
        <w:ind w:left="284" w:hanging="284"/>
        <w:jc w:val="both"/>
      </w:pPr>
    </w:p>
    <w:p w:rsidR="00B60199" w:rsidRPr="001A0C60" w:rsidRDefault="00B60199" w:rsidP="00B60199">
      <w:pPr>
        <w:pBdr>
          <w:top w:val="nil"/>
          <w:left w:val="nil"/>
          <w:bottom w:val="nil"/>
          <w:right w:val="nil"/>
          <w:between w:val="nil"/>
        </w:pBdr>
        <w:shd w:val="clear" w:color="auto" w:fill="FFFFFF"/>
        <w:ind w:left="284" w:hanging="284"/>
        <w:jc w:val="both"/>
      </w:pPr>
      <w:r w:rsidRPr="001A0C60">
        <w:t>Následující body a poznámky pod čarou přečíslovat.</w:t>
      </w:r>
    </w:p>
    <w:p w:rsidR="00B60199" w:rsidRPr="001A0C60" w:rsidRDefault="00B60199" w:rsidP="00B60199">
      <w:pPr>
        <w:pBdr>
          <w:top w:val="nil"/>
          <w:left w:val="nil"/>
          <w:bottom w:val="nil"/>
          <w:right w:val="nil"/>
          <w:between w:val="nil"/>
        </w:pBdr>
        <w:shd w:val="clear" w:color="auto" w:fill="FFFFFF"/>
        <w:ind w:left="284" w:hanging="284"/>
        <w:jc w:val="both"/>
      </w:pPr>
    </w:p>
    <w:p w:rsidR="00B60199" w:rsidRPr="001A0C60" w:rsidRDefault="00B60199" w:rsidP="00B60199">
      <w:pPr>
        <w:widowControl/>
        <w:numPr>
          <w:ilvl w:val="0"/>
          <w:numId w:val="11"/>
        </w:numPr>
        <w:pBdr>
          <w:top w:val="nil"/>
          <w:left w:val="nil"/>
          <w:bottom w:val="nil"/>
          <w:right w:val="nil"/>
          <w:between w:val="nil"/>
        </w:pBdr>
        <w:shd w:val="clear" w:color="auto" w:fill="FFFFFF"/>
        <w:suppressAutoHyphens w:val="0"/>
        <w:ind w:left="284" w:hanging="284"/>
        <w:jc w:val="both"/>
      </w:pPr>
      <w:r w:rsidRPr="001A0C60">
        <w:t xml:space="preserve"> V části </w:t>
      </w:r>
      <w:proofErr w:type="gramStart"/>
      <w:r w:rsidRPr="001A0C60">
        <w:t>druhé čl.</w:t>
      </w:r>
      <w:proofErr w:type="gramEnd"/>
      <w:r w:rsidRPr="001A0C60">
        <w:t xml:space="preserve"> III </w:t>
      </w:r>
      <w:proofErr w:type="gramStart"/>
      <w:r w:rsidRPr="001A0C60">
        <w:t>se</w:t>
      </w:r>
      <w:proofErr w:type="gramEnd"/>
      <w:r w:rsidRPr="001A0C60">
        <w:t xml:space="preserve"> dosavadní bod 48 </w:t>
      </w:r>
      <w:proofErr w:type="gramStart"/>
      <w:r w:rsidRPr="001A0C60">
        <w:t>nahrazuje</w:t>
      </w:r>
      <w:proofErr w:type="gramEnd"/>
      <w:r w:rsidRPr="001A0C60">
        <w:t xml:space="preserve"> novým bodem, který zní:</w:t>
      </w:r>
    </w:p>
    <w:p w:rsidR="00B60199" w:rsidRPr="001A0C60" w:rsidRDefault="00B60199" w:rsidP="00B60199">
      <w:pPr>
        <w:pBdr>
          <w:top w:val="nil"/>
          <w:left w:val="nil"/>
          <w:bottom w:val="nil"/>
          <w:right w:val="nil"/>
          <w:between w:val="nil"/>
        </w:pBdr>
        <w:shd w:val="clear" w:color="auto" w:fill="FFFFFF"/>
        <w:ind w:left="284" w:hanging="284"/>
        <w:jc w:val="both"/>
      </w:pPr>
    </w:p>
    <w:p w:rsidR="00B60199" w:rsidRPr="001A0C60" w:rsidRDefault="00B60199" w:rsidP="00B60199">
      <w:pPr>
        <w:pBdr>
          <w:top w:val="nil"/>
          <w:left w:val="nil"/>
          <w:bottom w:val="nil"/>
          <w:right w:val="nil"/>
          <w:between w:val="nil"/>
        </w:pBdr>
        <w:shd w:val="clear" w:color="auto" w:fill="FFFFFF"/>
        <w:ind w:left="284"/>
        <w:jc w:val="both"/>
      </w:pPr>
      <w:r w:rsidRPr="001A0C60">
        <w:t>„48. § 44b včetně nadpisu nově zní:</w:t>
      </w:r>
    </w:p>
    <w:p w:rsidR="00B60199" w:rsidRPr="001A0C60" w:rsidRDefault="00B60199" w:rsidP="00B60199">
      <w:pPr>
        <w:pBdr>
          <w:top w:val="nil"/>
          <w:left w:val="nil"/>
          <w:bottom w:val="nil"/>
          <w:right w:val="nil"/>
          <w:between w:val="nil"/>
        </w:pBdr>
        <w:shd w:val="clear" w:color="auto" w:fill="FFFFFF"/>
        <w:ind w:left="284" w:hanging="284"/>
        <w:jc w:val="both"/>
      </w:pPr>
    </w:p>
    <w:p w:rsidR="00B60199" w:rsidRPr="001A0C60" w:rsidRDefault="00B60199" w:rsidP="001A0C60">
      <w:pPr>
        <w:pBdr>
          <w:top w:val="nil"/>
          <w:left w:val="nil"/>
          <w:bottom w:val="nil"/>
          <w:right w:val="nil"/>
          <w:between w:val="nil"/>
        </w:pBdr>
        <w:shd w:val="clear" w:color="auto" w:fill="FFFFFF"/>
        <w:ind w:left="284" w:hanging="284"/>
        <w:jc w:val="center"/>
      </w:pPr>
      <w:r w:rsidRPr="001A0C60">
        <w:t>„§ 44b</w:t>
      </w:r>
    </w:p>
    <w:p w:rsidR="00B60199" w:rsidRPr="001A0C60" w:rsidRDefault="00B60199" w:rsidP="001A0C60">
      <w:pPr>
        <w:spacing w:before="120" w:after="120"/>
        <w:jc w:val="center"/>
      </w:pPr>
      <w:r w:rsidRPr="001A0C60">
        <w:t>Změna exekutora</w:t>
      </w:r>
    </w:p>
    <w:p w:rsidR="00B60199" w:rsidRPr="001A0C60" w:rsidRDefault="00B60199" w:rsidP="001A0C60">
      <w:pPr>
        <w:ind w:firstLine="720"/>
        <w:jc w:val="both"/>
      </w:pPr>
      <w:r w:rsidRPr="001A0C60">
        <w:t>(1) Exekuční soud může změnit exekutora, pokud</w:t>
      </w:r>
    </w:p>
    <w:p w:rsidR="00B60199" w:rsidRPr="001A0C60" w:rsidRDefault="00B60199" w:rsidP="001A0C60">
      <w:pPr>
        <w:jc w:val="both"/>
      </w:pPr>
      <w:r w:rsidRPr="001A0C60">
        <w:t>a)  jeho vinou vznikají v řízení závažné průtahy, nebo mu v činnosti brání zákonná překážka, kterou nelze bez nepřiměřených nákladů či průtahů odstranit jinak,</w:t>
      </w:r>
    </w:p>
    <w:p w:rsidR="00B60199" w:rsidRPr="001A0C60" w:rsidRDefault="00B60199" w:rsidP="001A0C60">
      <w:pPr>
        <w:jc w:val="both"/>
      </w:pPr>
      <w:r w:rsidRPr="001A0C60">
        <w:t>b) vyjde najevo, že byl exekutor určen v rozporu s tímto zákonem,</w:t>
      </w:r>
    </w:p>
    <w:p w:rsidR="001A0C60" w:rsidRDefault="001A0C60" w:rsidP="001A0C60">
      <w:pPr>
        <w:ind w:firstLine="720"/>
        <w:jc w:val="both"/>
      </w:pPr>
    </w:p>
    <w:p w:rsidR="00B60199" w:rsidRPr="001A0C60" w:rsidRDefault="00B60199" w:rsidP="001A0C60">
      <w:pPr>
        <w:ind w:firstLine="720"/>
        <w:jc w:val="both"/>
      </w:pPr>
      <w:r w:rsidRPr="001A0C60">
        <w:t>(2) Změnit exekutora z důvodu podle odstavce 1 písmene b) může soud pouze</w:t>
      </w:r>
    </w:p>
    <w:p w:rsidR="00B60199" w:rsidRPr="001A0C60" w:rsidRDefault="00B60199" w:rsidP="001A0C60">
      <w:pPr>
        <w:jc w:val="both"/>
      </w:pPr>
      <w:r w:rsidRPr="001A0C60">
        <w:t>a) na návrh povinného podaný do 15 dnů ode dne, kdy bylo povinnému doručeno vyrozumění o zahájení exekuce,</w:t>
      </w:r>
    </w:p>
    <w:p w:rsidR="00B60199" w:rsidRPr="001A0C60" w:rsidRDefault="00B60199" w:rsidP="001A0C60">
      <w:pPr>
        <w:jc w:val="both"/>
      </w:pPr>
      <w:r w:rsidRPr="001A0C60">
        <w:t>b) na návrh oprávněného podaný do 15 dnů ode dne, kdy je oprávněnému doručeno vyrozumění o pověření exekutora vedením exekuce,</w:t>
      </w:r>
    </w:p>
    <w:p w:rsidR="00B60199" w:rsidRPr="001A0C60" w:rsidRDefault="00B60199" w:rsidP="001A0C60">
      <w:pPr>
        <w:jc w:val="both"/>
      </w:pPr>
      <w:r w:rsidRPr="001A0C60">
        <w:t>c) do 15 dnů ode dne vydání pověření vedením exekuce v ostatních případech.</w:t>
      </w:r>
    </w:p>
    <w:p w:rsidR="001A0C60" w:rsidRDefault="001A0C60" w:rsidP="001A0C60">
      <w:pPr>
        <w:ind w:firstLine="720"/>
        <w:jc w:val="both"/>
      </w:pPr>
    </w:p>
    <w:p w:rsidR="00B60199" w:rsidRPr="001A0C60" w:rsidRDefault="00B60199" w:rsidP="001A0C60">
      <w:pPr>
        <w:ind w:firstLine="720"/>
        <w:jc w:val="both"/>
      </w:pPr>
      <w:r w:rsidRPr="001A0C60">
        <w:t>(3) Návrh na změnu exekutora může podat účastník řízení a exekutor. Návrh musí vedle obecných náležitostí obsahovat označení exekutora a uvedení okolností, ze kterých navrhovatel dovozuje důvody ke změně exekutora. Soud může změnit exekutora i bez návrhu. Je-li splněna podmínka dle § 39b, oprávněný může v návrhu označit exekutora, který má exekucí vést, s uvedením jeho sídla.</w:t>
      </w:r>
    </w:p>
    <w:p w:rsidR="001A0C60" w:rsidRDefault="00B60199" w:rsidP="001A0C60">
      <w:pPr>
        <w:ind w:firstLine="700"/>
        <w:jc w:val="both"/>
      </w:pPr>
      <w:r w:rsidRPr="001A0C60">
        <w:t>(</w:t>
      </w:r>
    </w:p>
    <w:p w:rsidR="00B60199" w:rsidRPr="001A0C60" w:rsidRDefault="00B60199" w:rsidP="001A0C60">
      <w:pPr>
        <w:ind w:firstLine="700"/>
        <w:jc w:val="both"/>
      </w:pPr>
      <w:r w:rsidRPr="001A0C60">
        <w:t>4) O právu podat návrh na změnu exekutora musí být účastník poučen. Nebyl-li účastník poučen o právu návrh podat, exekuční soud na návrh tohoto účastníka změní exekutora i po uplynutí lhůty podle odstavce 2. Byl-li účastník poučen dodatečně, exekuční soud na návrh tohoto změní exekutora z důvodu podle odstavce 1 písmene b) do 15 dnů od dne, kdy bylo doručeno dodatečné poučení.</w:t>
      </w:r>
    </w:p>
    <w:p w:rsidR="001A0C60" w:rsidRDefault="001A0C60" w:rsidP="001A0C60">
      <w:pPr>
        <w:ind w:firstLine="700"/>
        <w:jc w:val="both"/>
      </w:pPr>
    </w:p>
    <w:p w:rsidR="00B60199" w:rsidRPr="001A0C60" w:rsidRDefault="00B60199" w:rsidP="001A0C60">
      <w:pPr>
        <w:ind w:firstLine="700"/>
        <w:jc w:val="both"/>
      </w:pPr>
      <w:r w:rsidRPr="001A0C60">
        <w:t>(5) Účinky původního exekučního návrhu zůstávají při změně exekutora zachovány, platnost úkonů učiněných původním exekutorem není dotčena.</w:t>
      </w:r>
    </w:p>
    <w:p w:rsidR="001A0C60" w:rsidRDefault="001A0C60" w:rsidP="001A0C60">
      <w:pPr>
        <w:ind w:firstLine="700"/>
        <w:jc w:val="both"/>
      </w:pPr>
    </w:p>
    <w:p w:rsidR="00B60199" w:rsidRPr="001A0C60" w:rsidRDefault="00B60199" w:rsidP="001A0C60">
      <w:pPr>
        <w:ind w:firstLine="700"/>
        <w:jc w:val="both"/>
      </w:pPr>
      <w:r w:rsidRPr="001A0C60">
        <w:t>(6) Rozhodnutí o změně exekutora se doručí účastníkům exekučního řízení a původnímu i novému exekutorovi. Odvolání proti rozhodnutí o změně exekutora nemá odkladný účinek.</w:t>
      </w:r>
    </w:p>
    <w:p w:rsidR="001A0C60" w:rsidRDefault="001A0C60" w:rsidP="001A0C60">
      <w:pPr>
        <w:ind w:firstLine="700"/>
        <w:jc w:val="both"/>
      </w:pPr>
    </w:p>
    <w:p w:rsidR="00B60199" w:rsidRPr="001A0C60" w:rsidRDefault="00B60199" w:rsidP="001A0C60">
      <w:pPr>
        <w:ind w:firstLine="700"/>
        <w:jc w:val="both"/>
      </w:pPr>
      <w:r w:rsidRPr="001A0C60">
        <w:t>(7) V exekuci pokračuje ten exekutor, kterého určí soud. Při určení se postupuje obdobně podle § 39a. Nový exekutor provede změnu údaje podle § 35b odst. 1 písm. b) a rozhodne příkazem k úhradě nákladů exekuce o dosud vzniklých nákladech exekuce. Odměna exekutora, který exekuci dosud vedl, se určí tak, jako by došlo k zastavení exekuce.“.“</w:t>
      </w:r>
    </w:p>
    <w:p w:rsidR="00B60199" w:rsidRPr="001A0C60" w:rsidRDefault="00B60199" w:rsidP="00B60199">
      <w:pPr>
        <w:pBdr>
          <w:top w:val="nil"/>
          <w:left w:val="nil"/>
          <w:bottom w:val="nil"/>
          <w:right w:val="nil"/>
          <w:between w:val="nil"/>
        </w:pBdr>
        <w:shd w:val="clear" w:color="auto" w:fill="FFFFFF"/>
        <w:ind w:left="284" w:hanging="284"/>
        <w:jc w:val="both"/>
      </w:pPr>
    </w:p>
    <w:p w:rsidR="00B60199" w:rsidRPr="001A0C60" w:rsidRDefault="00B60199" w:rsidP="00B60199">
      <w:pPr>
        <w:widowControl/>
        <w:numPr>
          <w:ilvl w:val="0"/>
          <w:numId w:val="11"/>
        </w:numPr>
        <w:pBdr>
          <w:top w:val="nil"/>
          <w:left w:val="nil"/>
          <w:bottom w:val="nil"/>
          <w:right w:val="nil"/>
          <w:between w:val="nil"/>
        </w:pBdr>
        <w:shd w:val="clear" w:color="auto" w:fill="FFFFFF"/>
        <w:suppressAutoHyphens w:val="0"/>
        <w:ind w:left="284" w:hanging="284"/>
        <w:jc w:val="both"/>
      </w:pPr>
      <w:r w:rsidRPr="001A0C60">
        <w:t xml:space="preserve">V části </w:t>
      </w:r>
      <w:proofErr w:type="gramStart"/>
      <w:r w:rsidRPr="001A0C60">
        <w:t>druhé čl.</w:t>
      </w:r>
      <w:proofErr w:type="gramEnd"/>
      <w:r w:rsidRPr="001A0C60">
        <w:t xml:space="preserve"> III </w:t>
      </w:r>
      <w:proofErr w:type="gramStart"/>
      <w:r w:rsidRPr="001A0C60">
        <w:t>se</w:t>
      </w:r>
      <w:proofErr w:type="gramEnd"/>
      <w:r w:rsidRPr="001A0C60">
        <w:t xml:space="preserve"> dosavadní bod 49 </w:t>
      </w:r>
      <w:proofErr w:type="gramStart"/>
      <w:r w:rsidRPr="001A0C60">
        <w:t>zrušuje</w:t>
      </w:r>
      <w:proofErr w:type="gramEnd"/>
      <w:r w:rsidRPr="001A0C60">
        <w:t>.</w:t>
      </w:r>
    </w:p>
    <w:p w:rsidR="00B60199" w:rsidRPr="001A0C60" w:rsidRDefault="00B60199" w:rsidP="00B60199">
      <w:pPr>
        <w:pBdr>
          <w:top w:val="nil"/>
          <w:left w:val="nil"/>
          <w:bottom w:val="nil"/>
          <w:right w:val="nil"/>
          <w:between w:val="nil"/>
        </w:pBdr>
        <w:shd w:val="clear" w:color="auto" w:fill="FFFFFF"/>
        <w:ind w:left="284" w:hanging="284"/>
        <w:jc w:val="both"/>
      </w:pPr>
    </w:p>
    <w:p w:rsidR="00B60199" w:rsidRPr="001A0C60" w:rsidRDefault="00B60199" w:rsidP="00B60199">
      <w:pPr>
        <w:pBdr>
          <w:top w:val="nil"/>
          <w:left w:val="nil"/>
          <w:bottom w:val="nil"/>
          <w:right w:val="nil"/>
          <w:between w:val="nil"/>
        </w:pBdr>
        <w:shd w:val="clear" w:color="auto" w:fill="FFFFFF"/>
        <w:ind w:left="284"/>
        <w:jc w:val="both"/>
      </w:pPr>
      <w:r w:rsidRPr="001A0C60">
        <w:t>Následující body přečíslovat.</w:t>
      </w:r>
    </w:p>
    <w:p w:rsidR="00B60199" w:rsidRPr="001A0C60" w:rsidRDefault="00B60199" w:rsidP="00B60199">
      <w:pPr>
        <w:pBdr>
          <w:top w:val="nil"/>
          <w:left w:val="nil"/>
          <w:bottom w:val="nil"/>
          <w:right w:val="nil"/>
          <w:between w:val="nil"/>
        </w:pBdr>
        <w:shd w:val="clear" w:color="auto" w:fill="FFFFFF"/>
        <w:jc w:val="both"/>
      </w:pPr>
    </w:p>
    <w:p w:rsidR="00B60199" w:rsidRPr="001A0C60" w:rsidRDefault="00B60199" w:rsidP="00B60199">
      <w:pPr>
        <w:pStyle w:val="Odstavecseseznamem"/>
        <w:numPr>
          <w:ilvl w:val="0"/>
          <w:numId w:val="11"/>
        </w:numPr>
        <w:spacing w:line="276" w:lineRule="auto"/>
        <w:ind w:left="357" w:hanging="357"/>
        <w:jc w:val="both"/>
        <w:rPr>
          <w:sz w:val="24"/>
        </w:rPr>
      </w:pPr>
      <w:r w:rsidRPr="001A0C60">
        <w:rPr>
          <w:sz w:val="24"/>
        </w:rPr>
        <w:t xml:space="preserve">V části </w:t>
      </w:r>
      <w:proofErr w:type="gramStart"/>
      <w:r w:rsidRPr="001A0C60">
        <w:rPr>
          <w:sz w:val="24"/>
        </w:rPr>
        <w:t>druhé čl.</w:t>
      </w:r>
      <w:proofErr w:type="gramEnd"/>
      <w:r w:rsidRPr="001A0C60">
        <w:rPr>
          <w:sz w:val="24"/>
        </w:rPr>
        <w:t xml:space="preserve"> III </w:t>
      </w:r>
      <w:proofErr w:type="gramStart"/>
      <w:r w:rsidRPr="001A0C60">
        <w:rPr>
          <w:sz w:val="24"/>
        </w:rPr>
        <w:t>se</w:t>
      </w:r>
      <w:proofErr w:type="gramEnd"/>
      <w:r w:rsidRPr="001A0C60">
        <w:rPr>
          <w:sz w:val="24"/>
        </w:rPr>
        <w:t xml:space="preserve"> za dosavadní bod 85 </w:t>
      </w:r>
      <w:proofErr w:type="gramStart"/>
      <w:r w:rsidRPr="001A0C60">
        <w:rPr>
          <w:sz w:val="24"/>
        </w:rPr>
        <w:t>vkládá</w:t>
      </w:r>
      <w:proofErr w:type="gramEnd"/>
      <w:r w:rsidRPr="001A0C60">
        <w:rPr>
          <w:sz w:val="24"/>
        </w:rPr>
        <w:t xml:space="preserve"> nový bod, který zní:</w:t>
      </w:r>
    </w:p>
    <w:p w:rsidR="00B60199" w:rsidRPr="001A0C60" w:rsidRDefault="00B60199" w:rsidP="00B60199">
      <w:pPr>
        <w:pBdr>
          <w:top w:val="nil"/>
          <w:left w:val="nil"/>
          <w:bottom w:val="nil"/>
          <w:right w:val="nil"/>
          <w:between w:val="nil"/>
        </w:pBdr>
        <w:shd w:val="clear" w:color="auto" w:fill="FFFFFF"/>
        <w:ind w:left="284"/>
        <w:jc w:val="both"/>
      </w:pPr>
    </w:p>
    <w:p w:rsidR="00B60199" w:rsidRPr="001A0C60" w:rsidRDefault="00B60199" w:rsidP="00B60199">
      <w:pPr>
        <w:pBdr>
          <w:top w:val="nil"/>
          <w:left w:val="nil"/>
          <w:bottom w:val="nil"/>
          <w:right w:val="nil"/>
          <w:between w:val="nil"/>
        </w:pBdr>
        <w:shd w:val="clear" w:color="auto" w:fill="FFFFFF"/>
        <w:ind w:left="284"/>
        <w:jc w:val="both"/>
      </w:pPr>
      <w:r w:rsidRPr="001A0C60">
        <w:t>„V § 46 odst. 3 se slova „mu byly doručeny exekuční návrhy“ nahrazují slovy „byl provedením exekuce pověřen.“</w:t>
      </w:r>
    </w:p>
    <w:p w:rsidR="00B60199" w:rsidRPr="001A0C60" w:rsidRDefault="00B60199" w:rsidP="00B60199">
      <w:pPr>
        <w:pBdr>
          <w:top w:val="nil"/>
          <w:left w:val="nil"/>
          <w:bottom w:val="nil"/>
          <w:right w:val="nil"/>
          <w:between w:val="nil"/>
        </w:pBdr>
        <w:shd w:val="clear" w:color="auto" w:fill="FFFFFF"/>
        <w:ind w:left="284"/>
        <w:jc w:val="both"/>
      </w:pPr>
    </w:p>
    <w:p w:rsidR="00B60199" w:rsidRPr="001A0C60" w:rsidRDefault="00B60199" w:rsidP="00B60199">
      <w:pPr>
        <w:pBdr>
          <w:top w:val="nil"/>
          <w:left w:val="nil"/>
          <w:bottom w:val="nil"/>
          <w:right w:val="nil"/>
          <w:between w:val="nil"/>
        </w:pBdr>
        <w:shd w:val="clear" w:color="auto" w:fill="FFFFFF"/>
        <w:ind w:left="284"/>
        <w:jc w:val="both"/>
      </w:pPr>
      <w:r w:rsidRPr="001A0C60">
        <w:t>Následující body přečíslovat.</w:t>
      </w:r>
    </w:p>
    <w:p w:rsidR="00B60199" w:rsidRPr="001A0C60" w:rsidRDefault="00B60199" w:rsidP="00B60199">
      <w:pPr>
        <w:pBdr>
          <w:top w:val="nil"/>
          <w:left w:val="nil"/>
          <w:bottom w:val="nil"/>
          <w:right w:val="nil"/>
          <w:between w:val="nil"/>
        </w:pBdr>
        <w:shd w:val="clear" w:color="auto" w:fill="FFFFFF"/>
        <w:ind w:left="284"/>
        <w:jc w:val="both"/>
      </w:pPr>
    </w:p>
    <w:p w:rsidR="00B60199" w:rsidRPr="001A0C60" w:rsidRDefault="00B60199" w:rsidP="00B60199">
      <w:pPr>
        <w:widowControl/>
        <w:numPr>
          <w:ilvl w:val="0"/>
          <w:numId w:val="11"/>
        </w:numPr>
        <w:pBdr>
          <w:top w:val="nil"/>
          <w:left w:val="nil"/>
          <w:bottom w:val="nil"/>
          <w:right w:val="nil"/>
          <w:between w:val="nil"/>
        </w:pBdr>
        <w:shd w:val="clear" w:color="auto" w:fill="FFFFFF"/>
        <w:suppressAutoHyphens w:val="0"/>
        <w:ind w:left="284" w:hanging="284"/>
        <w:jc w:val="both"/>
      </w:pPr>
      <w:r w:rsidRPr="001A0C60">
        <w:t xml:space="preserve">V části </w:t>
      </w:r>
      <w:proofErr w:type="gramStart"/>
      <w:r w:rsidRPr="001A0C60">
        <w:t>druhé čl.</w:t>
      </w:r>
      <w:proofErr w:type="gramEnd"/>
      <w:r w:rsidRPr="001A0C60">
        <w:t xml:space="preserve"> III </w:t>
      </w:r>
      <w:proofErr w:type="gramStart"/>
      <w:r w:rsidRPr="001A0C60">
        <w:t>se</w:t>
      </w:r>
      <w:proofErr w:type="gramEnd"/>
      <w:r w:rsidRPr="001A0C60">
        <w:t xml:space="preserve"> za dosavadní bod 85 </w:t>
      </w:r>
      <w:proofErr w:type="gramStart"/>
      <w:r w:rsidRPr="001A0C60">
        <w:t>vkládá</w:t>
      </w:r>
      <w:proofErr w:type="gramEnd"/>
      <w:r w:rsidRPr="001A0C60">
        <w:t xml:space="preserve"> nový bod, který zní:</w:t>
      </w:r>
    </w:p>
    <w:p w:rsidR="00B60199" w:rsidRPr="001A0C60" w:rsidRDefault="00B60199" w:rsidP="00B60199">
      <w:pPr>
        <w:pBdr>
          <w:top w:val="nil"/>
          <w:left w:val="nil"/>
          <w:bottom w:val="nil"/>
          <w:right w:val="nil"/>
          <w:between w:val="nil"/>
        </w:pBdr>
        <w:shd w:val="clear" w:color="auto" w:fill="FFFFFF"/>
        <w:ind w:left="284" w:hanging="284"/>
        <w:jc w:val="both"/>
      </w:pPr>
    </w:p>
    <w:p w:rsidR="00B60199" w:rsidRPr="001A0C60" w:rsidRDefault="00B60199" w:rsidP="00B60199">
      <w:pPr>
        <w:pBdr>
          <w:top w:val="nil"/>
          <w:left w:val="nil"/>
          <w:bottom w:val="nil"/>
          <w:right w:val="nil"/>
          <w:between w:val="nil"/>
        </w:pBdr>
        <w:shd w:val="clear" w:color="auto" w:fill="FFFFFF"/>
        <w:ind w:left="284"/>
        <w:jc w:val="both"/>
      </w:pPr>
      <w:r w:rsidRPr="001A0C60">
        <w:t>„V § 73a odst. 1 a 6 se slovo „exekutorovi“ nahrazuje slovy „exekučnímu soudu“ a v § 73a odst. 2 se slovo „exekutor“ nahrazuje slovem „exekuční soud“.“</w:t>
      </w:r>
    </w:p>
    <w:p w:rsidR="00B60199" w:rsidRPr="001A0C60" w:rsidRDefault="00B60199" w:rsidP="00B60199">
      <w:pPr>
        <w:pBdr>
          <w:top w:val="nil"/>
          <w:left w:val="nil"/>
          <w:bottom w:val="nil"/>
          <w:right w:val="nil"/>
          <w:between w:val="nil"/>
        </w:pBdr>
        <w:shd w:val="clear" w:color="auto" w:fill="FFFFFF"/>
        <w:ind w:left="284"/>
        <w:jc w:val="both"/>
      </w:pPr>
    </w:p>
    <w:p w:rsidR="00B60199" w:rsidRPr="001A0C60" w:rsidRDefault="00B60199" w:rsidP="00B60199">
      <w:pPr>
        <w:pBdr>
          <w:top w:val="nil"/>
          <w:left w:val="nil"/>
          <w:bottom w:val="nil"/>
          <w:right w:val="nil"/>
          <w:between w:val="nil"/>
        </w:pBdr>
        <w:shd w:val="clear" w:color="auto" w:fill="FFFFFF"/>
        <w:ind w:left="284"/>
        <w:jc w:val="both"/>
      </w:pPr>
      <w:r w:rsidRPr="001A0C60">
        <w:t>Následující body přečíslovat.</w:t>
      </w:r>
    </w:p>
    <w:p w:rsidR="00B60199" w:rsidRPr="001A0C60" w:rsidRDefault="00B60199" w:rsidP="00B60199">
      <w:pPr>
        <w:pBdr>
          <w:top w:val="nil"/>
          <w:left w:val="nil"/>
          <w:bottom w:val="nil"/>
          <w:right w:val="nil"/>
          <w:between w:val="nil"/>
        </w:pBdr>
        <w:shd w:val="clear" w:color="auto" w:fill="FFFFFF"/>
        <w:ind w:left="284" w:hanging="284"/>
        <w:jc w:val="both"/>
      </w:pPr>
    </w:p>
    <w:p w:rsidR="00B60199" w:rsidRPr="001A0C60" w:rsidRDefault="00B60199" w:rsidP="00B60199">
      <w:pPr>
        <w:widowControl/>
        <w:numPr>
          <w:ilvl w:val="0"/>
          <w:numId w:val="11"/>
        </w:numPr>
        <w:pBdr>
          <w:top w:val="nil"/>
          <w:left w:val="nil"/>
          <w:bottom w:val="nil"/>
          <w:right w:val="nil"/>
          <w:between w:val="nil"/>
        </w:pBdr>
        <w:shd w:val="clear" w:color="auto" w:fill="FFFFFF"/>
        <w:suppressAutoHyphens w:val="0"/>
        <w:jc w:val="both"/>
      </w:pPr>
      <w:r w:rsidRPr="001A0C60">
        <w:t xml:space="preserve">V části </w:t>
      </w:r>
      <w:proofErr w:type="gramStart"/>
      <w:r w:rsidRPr="001A0C60">
        <w:t>druhé čl. IV se</w:t>
      </w:r>
      <w:proofErr w:type="gramEnd"/>
      <w:r w:rsidRPr="001A0C60">
        <w:t xml:space="preserve"> za dosavadní bod 6 </w:t>
      </w:r>
      <w:proofErr w:type="gramStart"/>
      <w:r w:rsidRPr="001A0C60">
        <w:t>vkládá</w:t>
      </w:r>
      <w:proofErr w:type="gramEnd"/>
      <w:r w:rsidRPr="001A0C60">
        <w:t xml:space="preserve"> nový bod, který zní:</w:t>
      </w:r>
    </w:p>
    <w:p w:rsidR="00B60199" w:rsidRPr="001A0C60" w:rsidRDefault="00B60199" w:rsidP="00B60199">
      <w:pPr>
        <w:pBdr>
          <w:top w:val="nil"/>
          <w:left w:val="nil"/>
          <w:bottom w:val="nil"/>
          <w:right w:val="nil"/>
          <w:between w:val="nil"/>
        </w:pBdr>
        <w:shd w:val="clear" w:color="auto" w:fill="FFFFFF"/>
        <w:ind w:left="360"/>
        <w:jc w:val="both"/>
      </w:pPr>
      <w:r w:rsidRPr="001A0C60">
        <w:br/>
        <w:t>„7. Postup podle ustanovení § 39a odst. 3 zákona č. 120/2001 Sb., ve znění účinném ode dne nabytí účinnosti tohoto zákona, se použije pouze, bylo-li již vedené exekuční řízení zahájeno po dni nabytí účinnosti tohoto zákona.“</w:t>
      </w:r>
    </w:p>
    <w:p w:rsidR="00B60199" w:rsidRPr="001A0C60" w:rsidRDefault="00B60199" w:rsidP="00B60199">
      <w:pPr>
        <w:pBdr>
          <w:top w:val="nil"/>
          <w:left w:val="nil"/>
          <w:bottom w:val="nil"/>
          <w:right w:val="nil"/>
          <w:between w:val="nil"/>
        </w:pBdr>
        <w:shd w:val="clear" w:color="auto" w:fill="FFFFFF"/>
        <w:ind w:left="360"/>
        <w:jc w:val="both"/>
      </w:pPr>
    </w:p>
    <w:p w:rsidR="00B60199" w:rsidRDefault="00B60199" w:rsidP="00B60199">
      <w:pPr>
        <w:pBdr>
          <w:top w:val="nil"/>
          <w:left w:val="nil"/>
          <w:bottom w:val="nil"/>
          <w:right w:val="nil"/>
          <w:between w:val="nil"/>
        </w:pBdr>
        <w:shd w:val="clear" w:color="auto" w:fill="FFFFFF"/>
        <w:ind w:left="360"/>
        <w:jc w:val="both"/>
      </w:pPr>
      <w:r w:rsidRPr="001A0C60">
        <w:t>Následující body přečíslovat.</w:t>
      </w:r>
    </w:p>
    <w:p w:rsidR="001A0C60" w:rsidRPr="001A0C60" w:rsidRDefault="001A0C60" w:rsidP="00B60199">
      <w:pPr>
        <w:pBdr>
          <w:top w:val="nil"/>
          <w:left w:val="nil"/>
          <w:bottom w:val="nil"/>
          <w:right w:val="nil"/>
          <w:between w:val="nil"/>
        </w:pBdr>
        <w:shd w:val="clear" w:color="auto" w:fill="FFFFFF"/>
        <w:ind w:left="360"/>
        <w:jc w:val="both"/>
      </w:pPr>
    </w:p>
    <w:p w:rsidR="00B60199" w:rsidRPr="001A0C60" w:rsidRDefault="00B60199" w:rsidP="001A0C60">
      <w:pPr>
        <w:widowControl/>
        <w:numPr>
          <w:ilvl w:val="0"/>
          <w:numId w:val="11"/>
        </w:numPr>
        <w:pBdr>
          <w:top w:val="nil"/>
          <w:left w:val="nil"/>
          <w:bottom w:val="nil"/>
          <w:right w:val="nil"/>
          <w:between w:val="nil"/>
        </w:pBdr>
        <w:suppressAutoHyphens w:val="0"/>
        <w:spacing w:before="120" w:after="120"/>
        <w:ind w:left="357" w:hanging="357"/>
        <w:jc w:val="both"/>
      </w:pPr>
      <w:r w:rsidRPr="001A0C60">
        <w:t xml:space="preserve">V části </w:t>
      </w:r>
      <w:proofErr w:type="gramStart"/>
      <w:r w:rsidRPr="001A0C60">
        <w:t>druhé čl. IV se</w:t>
      </w:r>
      <w:proofErr w:type="gramEnd"/>
      <w:r w:rsidRPr="001A0C60">
        <w:t xml:space="preserve"> za dosavadní bod 7 </w:t>
      </w:r>
      <w:proofErr w:type="gramStart"/>
      <w:r w:rsidRPr="001A0C60">
        <w:t>vkládá</w:t>
      </w:r>
      <w:proofErr w:type="gramEnd"/>
      <w:r w:rsidRPr="001A0C60">
        <w:t xml:space="preserve"> nový bod, který zní:</w:t>
      </w:r>
    </w:p>
    <w:p w:rsidR="00B60199" w:rsidRPr="001A0C60" w:rsidRDefault="00B60199" w:rsidP="001A0C60">
      <w:pPr>
        <w:pBdr>
          <w:top w:val="nil"/>
          <w:left w:val="nil"/>
          <w:bottom w:val="nil"/>
          <w:right w:val="nil"/>
          <w:between w:val="nil"/>
        </w:pBdr>
        <w:spacing w:before="120"/>
        <w:ind w:left="357"/>
        <w:jc w:val="both"/>
      </w:pPr>
      <w:r w:rsidRPr="001A0C60">
        <w:t>„Dojde-li po dni nabytí účinnosti tohoto zákona ke spojení řízení zahájeného po dni nabytí účinnosti tohoto zákona s řízením zahájeným přede dnem nabytí účinnosti tohoto zákona, spojené řízení se povede podle právních předpisů platných ode dne nabytí účinnosti tohoto zákona.“</w:t>
      </w:r>
    </w:p>
    <w:p w:rsidR="00B60199" w:rsidRPr="001A0C60" w:rsidRDefault="00B60199" w:rsidP="001A0C60">
      <w:pPr>
        <w:pBdr>
          <w:top w:val="nil"/>
          <w:left w:val="nil"/>
          <w:bottom w:val="nil"/>
          <w:right w:val="nil"/>
          <w:between w:val="nil"/>
        </w:pBdr>
        <w:spacing w:before="120"/>
        <w:ind w:left="357"/>
      </w:pPr>
      <w:r w:rsidRPr="001A0C60">
        <w:t>Následující body přečíslovat.</w:t>
      </w:r>
    </w:p>
    <w:p w:rsidR="00B60199" w:rsidRPr="001A0C60" w:rsidRDefault="00B60199"/>
    <w:p w:rsidR="00B60199" w:rsidRPr="002277B6" w:rsidRDefault="00B60199">
      <w:pPr>
        <w:rPr>
          <w:i/>
        </w:rPr>
      </w:pPr>
      <w:r w:rsidRPr="002277B6">
        <w:rPr>
          <w:i/>
        </w:rPr>
        <w:t>SD 7422</w:t>
      </w:r>
    </w:p>
    <w:p w:rsidR="002277B6" w:rsidRPr="008A01F7" w:rsidRDefault="008A01F7" w:rsidP="002277B6">
      <w:pPr>
        <w:pBdr>
          <w:top w:val="nil"/>
          <w:left w:val="nil"/>
          <w:bottom w:val="nil"/>
          <w:right w:val="nil"/>
          <w:between w:val="nil"/>
        </w:pBdr>
        <w:shd w:val="clear" w:color="auto" w:fill="FFFFFF"/>
        <w:ind w:left="284" w:hanging="284"/>
        <w:rPr>
          <w:b/>
          <w:szCs w:val="22"/>
        </w:rPr>
      </w:pPr>
      <w:r w:rsidRPr="008A01F7">
        <w:rPr>
          <w:b/>
          <w:szCs w:val="22"/>
        </w:rPr>
        <w:t>B2.</w:t>
      </w:r>
    </w:p>
    <w:p w:rsidR="002277B6" w:rsidRPr="001A0C60" w:rsidRDefault="002277B6" w:rsidP="00DE0363">
      <w:pPr>
        <w:widowControl/>
        <w:numPr>
          <w:ilvl w:val="0"/>
          <w:numId w:val="12"/>
        </w:numPr>
        <w:pBdr>
          <w:top w:val="nil"/>
          <w:left w:val="nil"/>
          <w:bottom w:val="nil"/>
          <w:right w:val="nil"/>
          <w:between w:val="nil"/>
        </w:pBdr>
        <w:shd w:val="clear" w:color="auto" w:fill="FFFFFF"/>
        <w:suppressAutoHyphens w:val="0"/>
        <w:jc w:val="both"/>
        <w:rPr>
          <w:lang w:val="en-US"/>
        </w:rPr>
      </w:pPr>
      <w:bookmarkStart w:id="3" w:name="_Hlk63776814"/>
      <w:r w:rsidRPr="001A0C60">
        <w:t xml:space="preserve">V části druhé čl. </w:t>
      </w:r>
      <w:proofErr w:type="gramStart"/>
      <w:r w:rsidRPr="001A0C60">
        <w:t>III</w:t>
      </w:r>
      <w:proofErr w:type="gramEnd"/>
      <w:r w:rsidRPr="001A0C60">
        <w:t xml:space="preserve"> dosavadní bod 11 nově zní:</w:t>
      </w:r>
    </w:p>
    <w:p w:rsidR="001A0C60" w:rsidRDefault="001A0C60" w:rsidP="002277B6">
      <w:pPr>
        <w:widowControl/>
        <w:pBdr>
          <w:top w:val="nil"/>
          <w:left w:val="nil"/>
          <w:bottom w:val="nil"/>
          <w:right w:val="nil"/>
          <w:between w:val="nil"/>
        </w:pBdr>
        <w:shd w:val="clear" w:color="auto" w:fill="FFFFFF"/>
        <w:suppressAutoHyphens w:val="0"/>
        <w:ind w:left="360"/>
        <w:jc w:val="both"/>
      </w:pPr>
    </w:p>
    <w:p w:rsidR="002277B6" w:rsidRPr="001A0C60" w:rsidRDefault="002277B6" w:rsidP="002277B6">
      <w:pPr>
        <w:widowControl/>
        <w:pBdr>
          <w:top w:val="nil"/>
          <w:left w:val="nil"/>
          <w:bottom w:val="nil"/>
          <w:right w:val="nil"/>
          <w:between w:val="nil"/>
        </w:pBdr>
        <w:shd w:val="clear" w:color="auto" w:fill="FFFFFF"/>
        <w:suppressAutoHyphens w:val="0"/>
        <w:ind w:left="360"/>
        <w:jc w:val="both"/>
      </w:pPr>
      <w:r w:rsidRPr="001A0C60">
        <w:t>„11. § 15 odst. 5 nově zní:</w:t>
      </w:r>
    </w:p>
    <w:p w:rsidR="001A0C60" w:rsidRDefault="001A0C60" w:rsidP="002277B6">
      <w:pPr>
        <w:widowControl/>
        <w:pBdr>
          <w:top w:val="nil"/>
          <w:left w:val="nil"/>
          <w:bottom w:val="nil"/>
          <w:right w:val="nil"/>
          <w:between w:val="nil"/>
        </w:pBdr>
        <w:shd w:val="clear" w:color="auto" w:fill="FFFFFF"/>
        <w:suppressAutoHyphens w:val="0"/>
        <w:ind w:left="360"/>
        <w:jc w:val="both"/>
      </w:pPr>
    </w:p>
    <w:p w:rsidR="002277B6" w:rsidRPr="001A0C60" w:rsidRDefault="002277B6" w:rsidP="002277B6">
      <w:pPr>
        <w:widowControl/>
        <w:pBdr>
          <w:top w:val="nil"/>
          <w:left w:val="nil"/>
          <w:bottom w:val="nil"/>
          <w:right w:val="nil"/>
          <w:between w:val="nil"/>
        </w:pBdr>
        <w:shd w:val="clear" w:color="auto" w:fill="FFFFFF"/>
        <w:suppressAutoHyphens w:val="0"/>
        <w:ind w:left="360"/>
        <w:jc w:val="both"/>
        <w:rPr>
          <w:lang w:val="en-US"/>
        </w:rPr>
      </w:pPr>
      <w:r w:rsidRPr="001A0C60">
        <w:t xml:space="preserve">„(5) Exekutor jmenovaný do exekutorského úřadu, jehož výkon zanikl, převezme spisy tohoto exekutorského úřadu a provádí dále exekuční i další činnost. Účastníky exekučního řízení o tom informuje nejpozději při prvním úkonu exekutora v řízení a v případech, kdy to připouští § 39b oprávněného poučí, že může navrhnout změnu exekutora nebo požádat o změnu exekutora. Exekutor, jemuž zanikl výkon exekutorského úřadu, případně jeho zástupce, zajistí bez zbytečného odkladu předání spisů, plnění vymožených v exekuci, zajištěných věcí, </w:t>
      </w:r>
      <w:r w:rsidRPr="001A0C60">
        <w:lastRenderedPageBreak/>
        <w:t>exekutorských úschov a registrů, případně souvisejících dat, technických zařízení nebo nosičů dat nově jmenovanému exekutorovi a předání razítek, průkazů a pečetidel podle § 103 odst. 1; vlastnické právo exekutora, kterému zanikl výkon exekutorského úřadu, k technickým zařízením či nosičům dat tím není dotčeno. Exekutor jmenovaný do exekutorského úřadu, jehož výkon zanikl, není právním nástupcem exekutora, jemuž zanikl výkon exekutorského úřadu.“.“</w:t>
      </w:r>
      <w:r w:rsidRPr="001A0C60">
        <w:br/>
      </w:r>
    </w:p>
    <w:p w:rsidR="001A0C60" w:rsidRDefault="002277B6" w:rsidP="00DE0363">
      <w:pPr>
        <w:widowControl/>
        <w:numPr>
          <w:ilvl w:val="0"/>
          <w:numId w:val="12"/>
        </w:numPr>
        <w:pBdr>
          <w:top w:val="nil"/>
          <w:left w:val="nil"/>
          <w:bottom w:val="nil"/>
          <w:right w:val="nil"/>
          <w:between w:val="nil"/>
        </w:pBdr>
        <w:shd w:val="clear" w:color="auto" w:fill="FFFFFF"/>
        <w:suppressAutoHyphens w:val="0"/>
        <w:ind w:left="284" w:hanging="284"/>
      </w:pPr>
      <w:r w:rsidRPr="001A0C60">
        <w:t>V části druhé čl. III se se za bod 22 vkládá nový bod, který zní:</w:t>
      </w:r>
      <w:r w:rsidRPr="001A0C60">
        <w:br/>
      </w:r>
    </w:p>
    <w:p w:rsidR="002277B6" w:rsidRPr="001A0C60" w:rsidRDefault="002277B6" w:rsidP="001A0C60">
      <w:pPr>
        <w:widowControl/>
        <w:pBdr>
          <w:top w:val="nil"/>
          <w:left w:val="nil"/>
          <w:bottom w:val="nil"/>
          <w:right w:val="nil"/>
          <w:between w:val="nil"/>
        </w:pBdr>
        <w:shd w:val="clear" w:color="auto" w:fill="FFFFFF"/>
        <w:suppressAutoHyphens w:val="0"/>
        <w:ind w:left="284"/>
      </w:pPr>
      <w:r w:rsidRPr="001A0C60">
        <w:t>„V § 28 větě první se slova „kterého v exekučním návrhu označí oprávněný“ nahrazují slovy „který je soudem pověřen k provedení exekuce“.“</w:t>
      </w:r>
      <w:r w:rsidRPr="001A0C60">
        <w:br/>
      </w:r>
    </w:p>
    <w:p w:rsidR="002277B6" w:rsidRPr="001A0C60" w:rsidRDefault="002277B6" w:rsidP="002277B6">
      <w:pPr>
        <w:pBdr>
          <w:top w:val="nil"/>
          <w:left w:val="nil"/>
          <w:bottom w:val="nil"/>
          <w:right w:val="nil"/>
          <w:between w:val="nil"/>
        </w:pBdr>
        <w:shd w:val="clear" w:color="auto" w:fill="FFFFFF"/>
        <w:ind w:left="284"/>
      </w:pPr>
      <w:r w:rsidRPr="001A0C60">
        <w:t>Následující body přečíslovat.</w:t>
      </w:r>
    </w:p>
    <w:p w:rsidR="002277B6" w:rsidRPr="001A0C60" w:rsidRDefault="002277B6" w:rsidP="001A0C60">
      <w:pPr>
        <w:widowControl/>
        <w:numPr>
          <w:ilvl w:val="0"/>
          <w:numId w:val="12"/>
        </w:numPr>
        <w:pBdr>
          <w:top w:val="nil"/>
          <w:left w:val="nil"/>
          <w:bottom w:val="nil"/>
          <w:right w:val="nil"/>
          <w:between w:val="nil"/>
        </w:pBdr>
        <w:shd w:val="clear" w:color="auto" w:fill="FFFFFF"/>
        <w:suppressAutoHyphens w:val="0"/>
        <w:spacing w:before="280"/>
        <w:ind w:left="284" w:hanging="284"/>
      </w:pPr>
      <w:r w:rsidRPr="001A0C60">
        <w:t xml:space="preserve">V části </w:t>
      </w:r>
      <w:proofErr w:type="gramStart"/>
      <w:r w:rsidRPr="001A0C60">
        <w:t>druhé čl.</w:t>
      </w:r>
      <w:proofErr w:type="gramEnd"/>
      <w:r w:rsidRPr="001A0C60">
        <w:t xml:space="preserve"> III </w:t>
      </w:r>
      <w:proofErr w:type="gramStart"/>
      <w:r w:rsidRPr="001A0C60">
        <w:t>se</w:t>
      </w:r>
      <w:proofErr w:type="gramEnd"/>
      <w:r w:rsidRPr="001A0C60">
        <w:t xml:space="preserve"> za bod 22 </w:t>
      </w:r>
      <w:proofErr w:type="gramStart"/>
      <w:r w:rsidRPr="001A0C60">
        <w:t>vkládá</w:t>
      </w:r>
      <w:proofErr w:type="gramEnd"/>
      <w:r w:rsidRPr="001A0C60">
        <w:t xml:space="preserve"> nový bod, který zní:</w:t>
      </w:r>
    </w:p>
    <w:p w:rsidR="002277B6" w:rsidRPr="001A0C60" w:rsidRDefault="002277B6" w:rsidP="002277B6">
      <w:pPr>
        <w:pBdr>
          <w:top w:val="nil"/>
          <w:left w:val="nil"/>
          <w:bottom w:val="nil"/>
          <w:right w:val="nil"/>
          <w:between w:val="nil"/>
        </w:pBdr>
        <w:shd w:val="clear" w:color="auto" w:fill="FFFFFF"/>
        <w:spacing w:before="280" w:after="280"/>
        <w:ind w:left="284"/>
      </w:pPr>
      <w:r w:rsidRPr="001A0C60">
        <w:t>„</w:t>
      </w:r>
      <w:proofErr w:type="spellStart"/>
      <w:r w:rsidRPr="001A0C60">
        <w:t>Ust</w:t>
      </w:r>
      <w:proofErr w:type="spellEnd"/>
      <w:r w:rsidRPr="001A0C60">
        <w:t xml:space="preserve">. § 29 odstavec 11 nově zní: </w:t>
      </w:r>
    </w:p>
    <w:p w:rsidR="002277B6" w:rsidRPr="001A0C60" w:rsidRDefault="002277B6" w:rsidP="002277B6">
      <w:pPr>
        <w:pBdr>
          <w:top w:val="nil"/>
          <w:left w:val="nil"/>
          <w:bottom w:val="nil"/>
          <w:right w:val="nil"/>
          <w:between w:val="nil"/>
        </w:pBdr>
        <w:shd w:val="clear" w:color="auto" w:fill="FFFFFF"/>
        <w:ind w:left="284"/>
        <w:jc w:val="both"/>
      </w:pPr>
      <w:r w:rsidRPr="001A0C60">
        <w:t>„(11) Jestliže bylo rozhodnuto, že exekutor je vyloučen, v exekuci pokračuje ten exekutor, kterého současně s rozhodnutím o vyloučení pověří exekuční soud. Při určení se postupuje obdobně podle § 39a odst. 2 až 4. Postupuje-li soud podle § 39a odst. 2 poučí soud oprávněného o možnosti navrhnout exekutora, který má být pověřen vedením exekuce a o následcích nepodání návrhu. Současně stanoví oprávněnému přiměřenou lhůtu k podání návrhu a poučí jej, že k později učiněnému návrhu se nepřihlíží. Exekuční soud provede změnu údaje podle § 35b odst. 1 písm. b). Nově pověřený exekutor rozhodne příkazem k úhradě nákladů exekuce o dosud vzniklých nákladech exekuce.“.“</w:t>
      </w:r>
    </w:p>
    <w:p w:rsidR="002277B6" w:rsidRPr="001A0C60" w:rsidRDefault="002277B6" w:rsidP="002277B6">
      <w:pPr>
        <w:pBdr>
          <w:top w:val="nil"/>
          <w:left w:val="nil"/>
          <w:bottom w:val="nil"/>
          <w:right w:val="nil"/>
          <w:between w:val="nil"/>
        </w:pBdr>
        <w:shd w:val="clear" w:color="auto" w:fill="FFFFFF"/>
        <w:ind w:left="284"/>
        <w:jc w:val="both"/>
      </w:pPr>
    </w:p>
    <w:p w:rsidR="002277B6" w:rsidRPr="001A0C60" w:rsidRDefault="002277B6" w:rsidP="002277B6">
      <w:pPr>
        <w:pBdr>
          <w:top w:val="nil"/>
          <w:left w:val="nil"/>
          <w:bottom w:val="nil"/>
          <w:right w:val="nil"/>
          <w:between w:val="nil"/>
        </w:pBdr>
        <w:shd w:val="clear" w:color="auto" w:fill="FFFFFF"/>
        <w:ind w:left="284"/>
        <w:jc w:val="both"/>
      </w:pPr>
      <w:r w:rsidRPr="001A0C60">
        <w:t>Následující body přečíslovat.</w:t>
      </w:r>
    </w:p>
    <w:p w:rsidR="002277B6" w:rsidRPr="001A0C60" w:rsidRDefault="002277B6" w:rsidP="002277B6">
      <w:pPr>
        <w:pBdr>
          <w:top w:val="nil"/>
          <w:left w:val="nil"/>
          <w:bottom w:val="nil"/>
          <w:right w:val="nil"/>
          <w:between w:val="nil"/>
        </w:pBdr>
        <w:shd w:val="clear" w:color="auto" w:fill="FFFFFF"/>
        <w:ind w:left="284"/>
        <w:jc w:val="both"/>
      </w:pPr>
    </w:p>
    <w:p w:rsidR="002277B6" w:rsidRPr="001A0C60" w:rsidRDefault="002277B6" w:rsidP="00DE0363">
      <w:pPr>
        <w:widowControl/>
        <w:numPr>
          <w:ilvl w:val="0"/>
          <w:numId w:val="12"/>
        </w:numPr>
        <w:pBdr>
          <w:top w:val="nil"/>
          <w:left w:val="nil"/>
          <w:bottom w:val="nil"/>
          <w:right w:val="nil"/>
          <w:between w:val="nil"/>
        </w:pBdr>
        <w:shd w:val="clear" w:color="auto" w:fill="FFFFFF"/>
        <w:suppressAutoHyphens w:val="0"/>
        <w:ind w:left="284" w:hanging="284"/>
        <w:jc w:val="both"/>
      </w:pPr>
      <w:r w:rsidRPr="001A0C60">
        <w:t xml:space="preserve">V části druhé čl. </w:t>
      </w:r>
      <w:proofErr w:type="gramStart"/>
      <w:r w:rsidRPr="001A0C60">
        <w:t>III</w:t>
      </w:r>
      <w:proofErr w:type="gramEnd"/>
      <w:r w:rsidRPr="001A0C60">
        <w:t xml:space="preserve"> dosavadní bod 30 nově zní:</w:t>
      </w:r>
    </w:p>
    <w:p w:rsidR="002277B6" w:rsidRPr="001A0C60" w:rsidRDefault="002277B6" w:rsidP="002277B6">
      <w:pPr>
        <w:pBdr>
          <w:top w:val="nil"/>
          <w:left w:val="nil"/>
          <w:bottom w:val="nil"/>
          <w:right w:val="nil"/>
          <w:between w:val="nil"/>
        </w:pBdr>
        <w:shd w:val="clear" w:color="auto" w:fill="FFFFFF"/>
        <w:ind w:left="284"/>
        <w:jc w:val="both"/>
      </w:pPr>
    </w:p>
    <w:p w:rsidR="002277B6" w:rsidRPr="001A0C60" w:rsidRDefault="002277B6" w:rsidP="002277B6">
      <w:pPr>
        <w:pBdr>
          <w:top w:val="nil"/>
          <w:left w:val="nil"/>
          <w:bottom w:val="nil"/>
          <w:right w:val="nil"/>
          <w:between w:val="nil"/>
        </w:pBdr>
        <w:shd w:val="clear" w:color="auto" w:fill="FFFFFF"/>
        <w:ind w:left="284"/>
        <w:jc w:val="both"/>
      </w:pPr>
      <w:r w:rsidRPr="001A0C60">
        <w:t xml:space="preserve">„30. V § 35 odst. 2 se za slovo „dnem“ vkládají </w:t>
      </w:r>
      <w:proofErr w:type="gramStart"/>
      <w:r w:rsidRPr="001A0C60">
        <w:t>slova „ ,hodinou</w:t>
      </w:r>
      <w:proofErr w:type="gramEnd"/>
      <w:r w:rsidRPr="001A0C60">
        <w:t xml:space="preserve"> a minutou,“ a slovo „exekutorovi“ se nahrazuje slovy „exekučnímu soudu. Je-li v exekučním titulu uvedeno více povinných, podává se návrh exekučnímu soudu toho povinného, proti kterému je navrhováno provedení exekuce a zároveň je v exekučním titulu uveden v pořadí nejdříve.“.“</w:t>
      </w:r>
    </w:p>
    <w:p w:rsidR="002277B6" w:rsidRPr="001A0C60" w:rsidRDefault="002277B6" w:rsidP="002277B6">
      <w:pPr>
        <w:pBdr>
          <w:top w:val="nil"/>
          <w:left w:val="nil"/>
          <w:bottom w:val="nil"/>
          <w:right w:val="nil"/>
          <w:between w:val="nil"/>
        </w:pBdr>
        <w:shd w:val="clear" w:color="auto" w:fill="FFFFFF"/>
        <w:ind w:left="284"/>
        <w:jc w:val="both"/>
      </w:pPr>
    </w:p>
    <w:p w:rsidR="002277B6" w:rsidRPr="001A0C60" w:rsidRDefault="002277B6" w:rsidP="00DE0363">
      <w:pPr>
        <w:widowControl/>
        <w:numPr>
          <w:ilvl w:val="0"/>
          <w:numId w:val="12"/>
        </w:numPr>
        <w:pBdr>
          <w:top w:val="nil"/>
          <w:left w:val="nil"/>
          <w:bottom w:val="nil"/>
          <w:right w:val="nil"/>
          <w:between w:val="nil"/>
        </w:pBdr>
        <w:shd w:val="clear" w:color="auto" w:fill="FFFFFF"/>
        <w:suppressAutoHyphens w:val="0"/>
        <w:ind w:left="284" w:hanging="284"/>
        <w:jc w:val="both"/>
      </w:pPr>
      <w:r w:rsidRPr="001A0C60">
        <w:t xml:space="preserve">V části druhé čl. </w:t>
      </w:r>
      <w:proofErr w:type="gramStart"/>
      <w:r w:rsidRPr="001A0C60">
        <w:t>III</w:t>
      </w:r>
      <w:proofErr w:type="gramEnd"/>
      <w:r w:rsidRPr="001A0C60">
        <w:t xml:space="preserve"> dosavadní bod 31 nově zní:</w:t>
      </w:r>
    </w:p>
    <w:p w:rsidR="002277B6" w:rsidRPr="001A0C60" w:rsidRDefault="002277B6" w:rsidP="002277B6">
      <w:pPr>
        <w:pBdr>
          <w:top w:val="nil"/>
          <w:left w:val="nil"/>
          <w:bottom w:val="nil"/>
          <w:right w:val="nil"/>
          <w:between w:val="nil"/>
        </w:pBdr>
        <w:shd w:val="clear" w:color="auto" w:fill="FFFFFF"/>
        <w:ind w:left="284" w:hanging="284"/>
        <w:jc w:val="both"/>
      </w:pPr>
    </w:p>
    <w:p w:rsidR="002277B6" w:rsidRPr="001A0C60" w:rsidRDefault="002277B6" w:rsidP="002277B6">
      <w:pPr>
        <w:pBdr>
          <w:top w:val="nil"/>
          <w:left w:val="nil"/>
          <w:bottom w:val="nil"/>
          <w:right w:val="nil"/>
          <w:between w:val="nil"/>
        </w:pBdr>
        <w:shd w:val="clear" w:color="auto" w:fill="FFFFFF"/>
        <w:ind w:left="284"/>
        <w:jc w:val="both"/>
      </w:pPr>
      <w:r w:rsidRPr="001A0C60">
        <w:t>„31. V § 35 se doplňuje odstavec 6, který zní:</w:t>
      </w:r>
    </w:p>
    <w:p w:rsidR="002277B6" w:rsidRPr="001A0C60" w:rsidRDefault="002277B6" w:rsidP="002277B6">
      <w:pPr>
        <w:pBdr>
          <w:top w:val="nil"/>
          <w:left w:val="nil"/>
          <w:bottom w:val="nil"/>
          <w:right w:val="nil"/>
          <w:between w:val="nil"/>
        </w:pBdr>
        <w:shd w:val="clear" w:color="auto" w:fill="FFFFFF"/>
        <w:ind w:left="284" w:hanging="284"/>
        <w:jc w:val="both"/>
      </w:pPr>
    </w:p>
    <w:p w:rsidR="002277B6" w:rsidRPr="001A0C60" w:rsidRDefault="002277B6" w:rsidP="002277B6">
      <w:pPr>
        <w:pBdr>
          <w:top w:val="nil"/>
          <w:left w:val="nil"/>
          <w:bottom w:val="nil"/>
          <w:right w:val="nil"/>
          <w:between w:val="nil"/>
        </w:pBdr>
        <w:shd w:val="clear" w:color="auto" w:fill="FFFFFF"/>
        <w:ind w:left="284"/>
        <w:jc w:val="both"/>
      </w:pPr>
      <w:r w:rsidRPr="001A0C60">
        <w:t>„(6) Současně s exekučním návrhem může být podán i návrh na prohlášení vykonatelnosti nebo na uznání. Nestanoví-li se dále jinak, je k rozhodnutí o návrhu na prohlášení vykonatelnosti nebo na uznání příslušný exekuční soud. Řízení je zahájeno dnem, kdy návrh na prohlášení vykonatelnosti nebo na uznání došel exekučnímu soudu.“.“</w:t>
      </w:r>
    </w:p>
    <w:p w:rsidR="002277B6" w:rsidRPr="001A0C60" w:rsidRDefault="002277B6" w:rsidP="002277B6">
      <w:pPr>
        <w:pBdr>
          <w:top w:val="nil"/>
          <w:left w:val="nil"/>
          <w:bottom w:val="nil"/>
          <w:right w:val="nil"/>
          <w:between w:val="nil"/>
        </w:pBdr>
        <w:shd w:val="clear" w:color="auto" w:fill="FFFFFF"/>
        <w:ind w:left="284" w:hanging="284"/>
      </w:pPr>
    </w:p>
    <w:p w:rsidR="002277B6" w:rsidRPr="001A0C60" w:rsidRDefault="002277B6" w:rsidP="00DE0363">
      <w:pPr>
        <w:widowControl/>
        <w:numPr>
          <w:ilvl w:val="0"/>
          <w:numId w:val="12"/>
        </w:numPr>
        <w:pBdr>
          <w:top w:val="nil"/>
          <w:left w:val="nil"/>
          <w:bottom w:val="nil"/>
          <w:right w:val="nil"/>
          <w:between w:val="nil"/>
        </w:pBdr>
        <w:suppressAutoHyphens w:val="0"/>
        <w:ind w:left="284" w:hanging="284"/>
      </w:pPr>
      <w:r w:rsidRPr="001A0C60">
        <w:t xml:space="preserve">V části </w:t>
      </w:r>
      <w:proofErr w:type="gramStart"/>
      <w:r w:rsidRPr="001A0C60">
        <w:t>druhé čl.</w:t>
      </w:r>
      <w:proofErr w:type="gramEnd"/>
      <w:r w:rsidRPr="001A0C60">
        <w:t xml:space="preserve"> III </w:t>
      </w:r>
      <w:proofErr w:type="gramStart"/>
      <w:r w:rsidRPr="001A0C60">
        <w:t>se</w:t>
      </w:r>
      <w:proofErr w:type="gramEnd"/>
      <w:r w:rsidRPr="001A0C60">
        <w:t xml:space="preserve"> za bod 31 </w:t>
      </w:r>
      <w:proofErr w:type="gramStart"/>
      <w:r w:rsidRPr="001A0C60">
        <w:t>vkládá</w:t>
      </w:r>
      <w:proofErr w:type="gramEnd"/>
      <w:r w:rsidRPr="001A0C60">
        <w:t xml:space="preserve"> nový bod, který zní:</w:t>
      </w:r>
    </w:p>
    <w:p w:rsidR="002277B6" w:rsidRPr="001A0C60" w:rsidRDefault="002277B6" w:rsidP="002277B6">
      <w:pPr>
        <w:pBdr>
          <w:top w:val="nil"/>
          <w:left w:val="nil"/>
          <w:bottom w:val="nil"/>
          <w:right w:val="nil"/>
          <w:between w:val="nil"/>
        </w:pBdr>
        <w:shd w:val="clear" w:color="auto" w:fill="FFFFFF"/>
        <w:ind w:left="284" w:hanging="284"/>
      </w:pPr>
    </w:p>
    <w:p w:rsidR="002277B6" w:rsidRPr="001A0C60" w:rsidRDefault="002277B6" w:rsidP="002277B6">
      <w:pPr>
        <w:pBdr>
          <w:top w:val="nil"/>
          <w:left w:val="nil"/>
          <w:bottom w:val="nil"/>
          <w:right w:val="nil"/>
          <w:between w:val="nil"/>
        </w:pBdr>
        <w:shd w:val="clear" w:color="auto" w:fill="FFFFFF"/>
        <w:ind w:left="284"/>
        <w:jc w:val="both"/>
      </w:pPr>
      <w:r w:rsidRPr="001A0C60">
        <w:t>„V § 35b odst. 1 písm. a) se slova „exekutora, u kterého bylo zahájeno exekuční řízení“ nahrazují slovy „exekučního soudu a spisovou značku exekučního soudu“.“</w:t>
      </w:r>
    </w:p>
    <w:p w:rsidR="002277B6" w:rsidRPr="001A0C60" w:rsidRDefault="002277B6" w:rsidP="002277B6">
      <w:pPr>
        <w:pBdr>
          <w:top w:val="nil"/>
          <w:left w:val="nil"/>
          <w:bottom w:val="nil"/>
          <w:right w:val="nil"/>
          <w:between w:val="nil"/>
        </w:pBdr>
        <w:shd w:val="clear" w:color="auto" w:fill="FFFFFF"/>
        <w:ind w:left="284"/>
        <w:jc w:val="both"/>
      </w:pPr>
    </w:p>
    <w:p w:rsidR="002277B6" w:rsidRPr="001A0C60" w:rsidRDefault="002277B6" w:rsidP="002277B6">
      <w:pPr>
        <w:pBdr>
          <w:top w:val="nil"/>
          <w:left w:val="nil"/>
          <w:bottom w:val="nil"/>
          <w:right w:val="nil"/>
          <w:between w:val="nil"/>
        </w:pBdr>
        <w:shd w:val="clear" w:color="auto" w:fill="FFFFFF"/>
        <w:ind w:left="284"/>
        <w:jc w:val="both"/>
      </w:pPr>
      <w:r w:rsidRPr="001A0C60">
        <w:t>Následující body přečíslovat.</w:t>
      </w:r>
    </w:p>
    <w:p w:rsidR="002277B6" w:rsidRPr="001A0C60" w:rsidRDefault="002277B6" w:rsidP="002277B6">
      <w:pPr>
        <w:pBdr>
          <w:top w:val="nil"/>
          <w:left w:val="nil"/>
          <w:bottom w:val="nil"/>
          <w:right w:val="nil"/>
          <w:between w:val="nil"/>
        </w:pBdr>
        <w:shd w:val="clear" w:color="auto" w:fill="FFFFFF"/>
        <w:ind w:left="284"/>
        <w:jc w:val="both"/>
      </w:pPr>
    </w:p>
    <w:p w:rsidR="002277B6" w:rsidRPr="001A0C60" w:rsidRDefault="002277B6" w:rsidP="00DE0363">
      <w:pPr>
        <w:widowControl/>
        <w:numPr>
          <w:ilvl w:val="0"/>
          <w:numId w:val="12"/>
        </w:numPr>
        <w:suppressAutoHyphens w:val="0"/>
        <w:jc w:val="both"/>
      </w:pPr>
      <w:r w:rsidRPr="001A0C60">
        <w:t xml:space="preserve">V části </w:t>
      </w:r>
      <w:proofErr w:type="gramStart"/>
      <w:r w:rsidRPr="001A0C60">
        <w:t>druhé čl.</w:t>
      </w:r>
      <w:proofErr w:type="gramEnd"/>
      <w:r w:rsidRPr="001A0C60">
        <w:t xml:space="preserve"> III </w:t>
      </w:r>
      <w:proofErr w:type="gramStart"/>
      <w:r w:rsidRPr="001A0C60">
        <w:t>se</w:t>
      </w:r>
      <w:proofErr w:type="gramEnd"/>
      <w:r w:rsidRPr="001A0C60">
        <w:t xml:space="preserve"> za bod 31 </w:t>
      </w:r>
      <w:proofErr w:type="gramStart"/>
      <w:r w:rsidRPr="001A0C60">
        <w:t>vkládá</w:t>
      </w:r>
      <w:proofErr w:type="gramEnd"/>
      <w:r w:rsidRPr="001A0C60">
        <w:t xml:space="preserve"> nový bod, který zní:</w:t>
      </w:r>
    </w:p>
    <w:p w:rsidR="002277B6" w:rsidRPr="001A0C60" w:rsidRDefault="002277B6" w:rsidP="002277B6">
      <w:pPr>
        <w:ind w:left="360"/>
        <w:jc w:val="both"/>
      </w:pPr>
    </w:p>
    <w:p w:rsidR="002277B6" w:rsidRPr="001A0C60" w:rsidRDefault="002277B6" w:rsidP="002277B6">
      <w:pPr>
        <w:ind w:left="360"/>
        <w:jc w:val="both"/>
      </w:pPr>
      <w:r w:rsidRPr="001A0C60">
        <w:t xml:space="preserve">“V § 35b odst. 1 písm. b) se </w:t>
      </w:r>
      <w:proofErr w:type="gramStart"/>
      <w:r w:rsidRPr="001A0C60">
        <w:t>slova „ , je</w:t>
      </w:r>
      <w:proofErr w:type="gramEnd"/>
      <w:r w:rsidRPr="001A0C60">
        <w:t>-li odlišný od exekutora podle písmene a)“ zrušují.”</w:t>
      </w:r>
    </w:p>
    <w:p w:rsidR="002277B6" w:rsidRPr="001A0C60" w:rsidRDefault="002277B6" w:rsidP="002277B6">
      <w:pPr>
        <w:ind w:left="360"/>
        <w:jc w:val="both"/>
      </w:pPr>
    </w:p>
    <w:p w:rsidR="002277B6" w:rsidRPr="001A0C60" w:rsidRDefault="002277B6" w:rsidP="002277B6">
      <w:pPr>
        <w:ind w:left="360"/>
        <w:jc w:val="both"/>
      </w:pPr>
      <w:r w:rsidRPr="001A0C60">
        <w:t>Následující body přečíslovat.</w:t>
      </w:r>
    </w:p>
    <w:p w:rsidR="002277B6" w:rsidRPr="001A0C60" w:rsidRDefault="002277B6" w:rsidP="002277B6">
      <w:pPr>
        <w:pBdr>
          <w:top w:val="nil"/>
          <w:left w:val="nil"/>
          <w:bottom w:val="nil"/>
          <w:right w:val="nil"/>
          <w:between w:val="nil"/>
        </w:pBdr>
        <w:shd w:val="clear" w:color="auto" w:fill="FFFFFF"/>
        <w:ind w:left="284"/>
        <w:jc w:val="both"/>
      </w:pPr>
    </w:p>
    <w:p w:rsidR="002277B6" w:rsidRPr="001A0C60" w:rsidRDefault="002277B6" w:rsidP="00DE0363">
      <w:pPr>
        <w:widowControl/>
        <w:numPr>
          <w:ilvl w:val="0"/>
          <w:numId w:val="12"/>
        </w:numPr>
        <w:pBdr>
          <w:top w:val="nil"/>
          <w:left w:val="nil"/>
          <w:bottom w:val="nil"/>
          <w:right w:val="nil"/>
          <w:between w:val="nil"/>
        </w:pBdr>
        <w:shd w:val="clear" w:color="auto" w:fill="FFFFFF"/>
        <w:suppressAutoHyphens w:val="0"/>
        <w:ind w:left="284" w:hanging="284"/>
        <w:jc w:val="both"/>
      </w:pPr>
      <w:r w:rsidRPr="001A0C60">
        <w:t xml:space="preserve">V části </w:t>
      </w:r>
      <w:proofErr w:type="gramStart"/>
      <w:r w:rsidRPr="001A0C60">
        <w:t>druhé čl.</w:t>
      </w:r>
      <w:proofErr w:type="gramEnd"/>
      <w:r w:rsidRPr="001A0C60">
        <w:t xml:space="preserve"> III </w:t>
      </w:r>
      <w:proofErr w:type="gramStart"/>
      <w:r w:rsidRPr="001A0C60">
        <w:t>se</w:t>
      </w:r>
      <w:proofErr w:type="gramEnd"/>
      <w:r w:rsidRPr="001A0C60">
        <w:t xml:space="preserve"> za bod 31 </w:t>
      </w:r>
      <w:proofErr w:type="gramStart"/>
      <w:r w:rsidRPr="001A0C60">
        <w:t>vkládá</w:t>
      </w:r>
      <w:proofErr w:type="gramEnd"/>
      <w:r w:rsidRPr="001A0C60">
        <w:t xml:space="preserve"> nový bod, který zní:</w:t>
      </w:r>
    </w:p>
    <w:p w:rsidR="002277B6" w:rsidRPr="001A0C60" w:rsidRDefault="002277B6" w:rsidP="002277B6">
      <w:pPr>
        <w:pBdr>
          <w:top w:val="nil"/>
          <w:left w:val="nil"/>
          <w:bottom w:val="nil"/>
          <w:right w:val="nil"/>
          <w:between w:val="nil"/>
        </w:pBdr>
        <w:shd w:val="clear" w:color="auto" w:fill="FFFFFF"/>
        <w:ind w:left="284" w:hanging="284"/>
        <w:jc w:val="both"/>
      </w:pPr>
    </w:p>
    <w:p w:rsidR="002277B6" w:rsidRPr="001A0C60" w:rsidRDefault="002277B6" w:rsidP="002277B6">
      <w:pPr>
        <w:pBdr>
          <w:top w:val="nil"/>
          <w:left w:val="nil"/>
          <w:bottom w:val="nil"/>
          <w:right w:val="nil"/>
          <w:between w:val="nil"/>
        </w:pBdr>
        <w:shd w:val="clear" w:color="auto" w:fill="FFFFFF"/>
        <w:ind w:left="284"/>
        <w:jc w:val="both"/>
      </w:pPr>
      <w:r w:rsidRPr="001A0C60">
        <w:t>„V § 35b odst. 1 písm. h) se slova „a b)“ nahrazují slovy „až c)“.“</w:t>
      </w:r>
    </w:p>
    <w:p w:rsidR="002277B6" w:rsidRPr="001A0C60" w:rsidRDefault="002277B6" w:rsidP="002277B6">
      <w:pPr>
        <w:pBdr>
          <w:top w:val="nil"/>
          <w:left w:val="nil"/>
          <w:bottom w:val="nil"/>
          <w:right w:val="nil"/>
          <w:between w:val="nil"/>
        </w:pBdr>
        <w:shd w:val="clear" w:color="auto" w:fill="FFFFFF"/>
        <w:ind w:left="284"/>
        <w:jc w:val="both"/>
      </w:pPr>
    </w:p>
    <w:p w:rsidR="002277B6" w:rsidRPr="001A0C60" w:rsidRDefault="002277B6" w:rsidP="002277B6">
      <w:pPr>
        <w:pBdr>
          <w:top w:val="nil"/>
          <w:left w:val="nil"/>
          <w:bottom w:val="nil"/>
          <w:right w:val="nil"/>
          <w:between w:val="nil"/>
        </w:pBdr>
        <w:shd w:val="clear" w:color="auto" w:fill="FFFFFF"/>
        <w:ind w:left="284"/>
        <w:jc w:val="both"/>
      </w:pPr>
      <w:r w:rsidRPr="001A0C60">
        <w:t>Následující body přečíslovat.</w:t>
      </w:r>
    </w:p>
    <w:p w:rsidR="002277B6" w:rsidRPr="001A0C60" w:rsidRDefault="002277B6" w:rsidP="002277B6">
      <w:pPr>
        <w:pBdr>
          <w:top w:val="nil"/>
          <w:left w:val="nil"/>
          <w:bottom w:val="nil"/>
          <w:right w:val="nil"/>
          <w:between w:val="nil"/>
        </w:pBdr>
        <w:shd w:val="clear" w:color="auto" w:fill="FFFFFF"/>
        <w:ind w:left="284"/>
        <w:jc w:val="both"/>
      </w:pPr>
    </w:p>
    <w:p w:rsidR="002277B6" w:rsidRPr="001A0C60" w:rsidRDefault="002277B6" w:rsidP="00DE0363">
      <w:pPr>
        <w:widowControl/>
        <w:numPr>
          <w:ilvl w:val="0"/>
          <w:numId w:val="12"/>
        </w:numPr>
        <w:shd w:val="clear" w:color="auto" w:fill="FFFFFF"/>
        <w:suppressAutoHyphens w:val="0"/>
        <w:jc w:val="both"/>
      </w:pPr>
      <w:r w:rsidRPr="001A0C60">
        <w:t xml:space="preserve">V části </w:t>
      </w:r>
      <w:proofErr w:type="gramStart"/>
      <w:r w:rsidRPr="001A0C60">
        <w:t>druhé čl.</w:t>
      </w:r>
      <w:proofErr w:type="gramEnd"/>
      <w:r w:rsidRPr="001A0C60">
        <w:t xml:space="preserve"> III </w:t>
      </w:r>
      <w:proofErr w:type="gramStart"/>
      <w:r w:rsidRPr="001A0C60">
        <w:t>se</w:t>
      </w:r>
      <w:proofErr w:type="gramEnd"/>
      <w:r w:rsidRPr="001A0C60">
        <w:t xml:space="preserve"> za bod 31 </w:t>
      </w:r>
      <w:proofErr w:type="gramStart"/>
      <w:r w:rsidRPr="001A0C60">
        <w:t>vkládá</w:t>
      </w:r>
      <w:proofErr w:type="gramEnd"/>
      <w:r w:rsidRPr="001A0C60">
        <w:t xml:space="preserve"> nový bod, který zní:</w:t>
      </w:r>
    </w:p>
    <w:p w:rsidR="002277B6" w:rsidRPr="001A0C60" w:rsidRDefault="002277B6" w:rsidP="002277B6">
      <w:pPr>
        <w:shd w:val="clear" w:color="auto" w:fill="FFFFFF"/>
        <w:ind w:left="360"/>
        <w:jc w:val="both"/>
      </w:pPr>
    </w:p>
    <w:p w:rsidR="002277B6" w:rsidRPr="001A0C60" w:rsidRDefault="002277B6" w:rsidP="002277B6">
      <w:pPr>
        <w:shd w:val="clear" w:color="auto" w:fill="FFFFFF"/>
        <w:ind w:left="360"/>
        <w:jc w:val="both"/>
      </w:pPr>
      <w:r w:rsidRPr="001A0C60">
        <w:t>“V § 35b odst. 2 se na konec odstavce 2 se doplňuje věta „Ostatní údaje zapíše do rejstříku soud.“.“</w:t>
      </w:r>
    </w:p>
    <w:p w:rsidR="002277B6" w:rsidRPr="001A0C60" w:rsidRDefault="002277B6" w:rsidP="002277B6">
      <w:pPr>
        <w:shd w:val="clear" w:color="auto" w:fill="FFFFFF"/>
        <w:ind w:left="360"/>
        <w:jc w:val="both"/>
      </w:pPr>
    </w:p>
    <w:p w:rsidR="002277B6" w:rsidRPr="001A0C60" w:rsidRDefault="002277B6" w:rsidP="002277B6">
      <w:pPr>
        <w:shd w:val="clear" w:color="auto" w:fill="FFFFFF"/>
        <w:ind w:left="360"/>
        <w:jc w:val="both"/>
      </w:pPr>
      <w:r w:rsidRPr="001A0C60">
        <w:t>Následující body přečíslovat.</w:t>
      </w:r>
    </w:p>
    <w:p w:rsidR="002277B6" w:rsidRPr="001A0C60" w:rsidRDefault="002277B6" w:rsidP="002277B6">
      <w:pPr>
        <w:pBdr>
          <w:top w:val="nil"/>
          <w:left w:val="nil"/>
          <w:bottom w:val="nil"/>
          <w:right w:val="nil"/>
          <w:between w:val="nil"/>
        </w:pBdr>
        <w:shd w:val="clear" w:color="auto" w:fill="FFFFFF"/>
        <w:jc w:val="both"/>
        <w:rPr>
          <w:b/>
        </w:rPr>
      </w:pPr>
    </w:p>
    <w:p w:rsidR="002277B6" w:rsidRPr="001A0C60" w:rsidRDefault="002277B6" w:rsidP="00DE0363">
      <w:pPr>
        <w:widowControl/>
        <w:numPr>
          <w:ilvl w:val="0"/>
          <w:numId w:val="12"/>
        </w:numPr>
        <w:pBdr>
          <w:top w:val="nil"/>
          <w:left w:val="nil"/>
          <w:bottom w:val="nil"/>
          <w:right w:val="nil"/>
          <w:between w:val="nil"/>
        </w:pBdr>
        <w:shd w:val="clear" w:color="auto" w:fill="FFFFFF"/>
        <w:suppressAutoHyphens w:val="0"/>
        <w:ind w:left="284" w:hanging="284"/>
        <w:jc w:val="both"/>
        <w:rPr>
          <w:b/>
        </w:rPr>
      </w:pPr>
      <w:r w:rsidRPr="001A0C60">
        <w:t xml:space="preserve">V části </w:t>
      </w:r>
      <w:proofErr w:type="gramStart"/>
      <w:r w:rsidRPr="001A0C60">
        <w:t>druhé čl.</w:t>
      </w:r>
      <w:proofErr w:type="gramEnd"/>
      <w:r w:rsidRPr="001A0C60">
        <w:t xml:space="preserve"> III </w:t>
      </w:r>
      <w:proofErr w:type="gramStart"/>
      <w:r w:rsidRPr="001A0C60">
        <w:t>se</w:t>
      </w:r>
      <w:proofErr w:type="gramEnd"/>
      <w:r w:rsidRPr="001A0C60">
        <w:t xml:space="preserve"> za bod 34 </w:t>
      </w:r>
      <w:proofErr w:type="gramStart"/>
      <w:r w:rsidRPr="001A0C60">
        <w:t>vkládá</w:t>
      </w:r>
      <w:proofErr w:type="gramEnd"/>
      <w:r w:rsidRPr="001A0C60">
        <w:t xml:space="preserve"> nový bod, který zní: </w:t>
      </w:r>
    </w:p>
    <w:p w:rsidR="002277B6" w:rsidRPr="001A0C60" w:rsidRDefault="002277B6" w:rsidP="002277B6">
      <w:pPr>
        <w:pBdr>
          <w:top w:val="nil"/>
          <w:left w:val="nil"/>
          <w:bottom w:val="nil"/>
          <w:right w:val="nil"/>
          <w:between w:val="nil"/>
        </w:pBdr>
        <w:shd w:val="clear" w:color="auto" w:fill="FFFFFF"/>
        <w:ind w:left="284"/>
        <w:jc w:val="both"/>
      </w:pPr>
    </w:p>
    <w:p w:rsidR="002277B6" w:rsidRPr="001A0C60" w:rsidRDefault="002277B6" w:rsidP="002277B6">
      <w:pPr>
        <w:pBdr>
          <w:top w:val="nil"/>
          <w:left w:val="nil"/>
          <w:bottom w:val="nil"/>
          <w:right w:val="nil"/>
          <w:between w:val="nil"/>
        </w:pBdr>
        <w:shd w:val="clear" w:color="auto" w:fill="FFFFFF"/>
        <w:ind w:left="284"/>
        <w:jc w:val="both"/>
        <w:rPr>
          <w:b/>
        </w:rPr>
      </w:pPr>
      <w:r w:rsidRPr="001A0C60">
        <w:t xml:space="preserve">„V § 38 se věta první a druhá nahrazuje slovy: </w:t>
      </w:r>
      <w:r w:rsidRPr="001A0C60">
        <w:rPr>
          <w:bCs/>
        </w:rPr>
        <w:t>Exekuční návrh se podává na elektronickém formuláři prostřednictvím k tomu určeného informačního systému veřejné správy, který umožňuje prokázání totožnosti toho, kdo úkon činí, s využitím elektronické identifikace, autorizaci úkonu tím, kdo úkon činí, a zpětné prokázání projevu vůle toho, kdo úkon činí; návrh podaný prostřednictvím tohoto informačního systému se považuje za podepsaný. Správcem tohoto informačního systému je Ministerstvo. Exekuční návrh je možné podat i prostřednictvím veřejné datové sítě do datové schránky, případně v listinné podobě. Návrh musí obsahovat označení exekučního soudu a musí z něj být patrné, kdo ho činí, které věci se týká a co sleduje, a musí být podepsán a datován.“.“</w:t>
      </w:r>
    </w:p>
    <w:p w:rsidR="002277B6" w:rsidRPr="001A0C60" w:rsidRDefault="002277B6" w:rsidP="002277B6">
      <w:pPr>
        <w:pBdr>
          <w:top w:val="nil"/>
          <w:left w:val="nil"/>
          <w:bottom w:val="nil"/>
          <w:right w:val="nil"/>
          <w:between w:val="nil"/>
        </w:pBdr>
        <w:shd w:val="clear" w:color="auto" w:fill="FFFFFF"/>
        <w:ind w:left="284"/>
        <w:jc w:val="both"/>
      </w:pPr>
    </w:p>
    <w:p w:rsidR="002277B6" w:rsidRPr="001A0C60" w:rsidRDefault="002277B6" w:rsidP="002277B6">
      <w:pPr>
        <w:pBdr>
          <w:top w:val="nil"/>
          <w:left w:val="nil"/>
          <w:bottom w:val="nil"/>
          <w:right w:val="nil"/>
          <w:between w:val="nil"/>
        </w:pBdr>
        <w:shd w:val="clear" w:color="auto" w:fill="FFFFFF"/>
        <w:ind w:left="284"/>
        <w:jc w:val="both"/>
        <w:rPr>
          <w:highlight w:val="yellow"/>
        </w:rPr>
      </w:pPr>
      <w:r w:rsidRPr="001A0C60">
        <w:t>Následující body přečíslovat.</w:t>
      </w:r>
    </w:p>
    <w:p w:rsidR="002277B6" w:rsidRPr="001A0C60" w:rsidRDefault="002277B6" w:rsidP="002277B6">
      <w:pPr>
        <w:pBdr>
          <w:top w:val="nil"/>
          <w:left w:val="nil"/>
          <w:bottom w:val="nil"/>
          <w:right w:val="nil"/>
          <w:between w:val="nil"/>
        </w:pBdr>
        <w:shd w:val="clear" w:color="auto" w:fill="FFFFFF"/>
        <w:jc w:val="both"/>
        <w:rPr>
          <w:b/>
        </w:rPr>
      </w:pPr>
    </w:p>
    <w:p w:rsidR="002277B6" w:rsidRPr="001A0C60" w:rsidRDefault="002277B6" w:rsidP="00DE0363">
      <w:pPr>
        <w:widowControl/>
        <w:numPr>
          <w:ilvl w:val="0"/>
          <w:numId w:val="12"/>
        </w:numPr>
        <w:pBdr>
          <w:top w:val="nil"/>
          <w:left w:val="nil"/>
          <w:bottom w:val="nil"/>
          <w:right w:val="nil"/>
          <w:between w:val="nil"/>
        </w:pBdr>
        <w:shd w:val="clear" w:color="auto" w:fill="FFFFFF"/>
        <w:suppressAutoHyphens w:val="0"/>
        <w:ind w:left="284" w:hanging="284"/>
        <w:jc w:val="both"/>
        <w:rPr>
          <w:b/>
        </w:rPr>
      </w:pPr>
      <w:r w:rsidRPr="001A0C60">
        <w:t xml:space="preserve">V části </w:t>
      </w:r>
      <w:proofErr w:type="gramStart"/>
      <w:r w:rsidRPr="001A0C60">
        <w:t>druhé čl.</w:t>
      </w:r>
      <w:proofErr w:type="gramEnd"/>
      <w:r w:rsidRPr="001A0C60">
        <w:t xml:space="preserve"> III </w:t>
      </w:r>
      <w:proofErr w:type="gramStart"/>
      <w:r w:rsidRPr="001A0C60">
        <w:t>se</w:t>
      </w:r>
      <w:proofErr w:type="gramEnd"/>
      <w:r w:rsidRPr="001A0C60">
        <w:t xml:space="preserve"> za dosavadní bod 35 </w:t>
      </w:r>
      <w:proofErr w:type="gramStart"/>
      <w:r w:rsidRPr="001A0C60">
        <w:t>vkládá</w:t>
      </w:r>
      <w:proofErr w:type="gramEnd"/>
      <w:r w:rsidRPr="001A0C60">
        <w:t xml:space="preserve"> nový bod, který zní:</w:t>
      </w:r>
    </w:p>
    <w:p w:rsidR="001A0C60" w:rsidRDefault="001A0C60" w:rsidP="002277B6">
      <w:pPr>
        <w:pBdr>
          <w:top w:val="nil"/>
          <w:left w:val="nil"/>
          <w:bottom w:val="nil"/>
          <w:right w:val="nil"/>
          <w:between w:val="nil"/>
        </w:pBdr>
        <w:shd w:val="clear" w:color="auto" w:fill="FFFFFF"/>
        <w:ind w:left="284"/>
        <w:jc w:val="both"/>
      </w:pPr>
    </w:p>
    <w:p w:rsidR="002277B6" w:rsidRPr="001A0C60" w:rsidRDefault="002277B6" w:rsidP="002277B6">
      <w:pPr>
        <w:pBdr>
          <w:top w:val="nil"/>
          <w:left w:val="nil"/>
          <w:bottom w:val="nil"/>
          <w:right w:val="nil"/>
          <w:between w:val="nil"/>
        </w:pBdr>
        <w:shd w:val="clear" w:color="auto" w:fill="FFFFFF"/>
        <w:ind w:left="284"/>
        <w:jc w:val="both"/>
        <w:rPr>
          <w:b/>
        </w:rPr>
      </w:pPr>
      <w:r w:rsidRPr="001A0C60">
        <w:t>„V § 38 se vkládá nový odst. 3, který zní:</w:t>
      </w:r>
    </w:p>
    <w:p w:rsidR="002277B6" w:rsidRPr="001A0C60" w:rsidRDefault="002277B6" w:rsidP="002277B6">
      <w:pPr>
        <w:pBdr>
          <w:top w:val="nil"/>
          <w:left w:val="nil"/>
          <w:bottom w:val="nil"/>
          <w:right w:val="nil"/>
          <w:between w:val="nil"/>
        </w:pBdr>
        <w:shd w:val="clear" w:color="auto" w:fill="FFFFFF"/>
        <w:ind w:left="284"/>
        <w:jc w:val="both"/>
      </w:pPr>
    </w:p>
    <w:p w:rsidR="002277B6" w:rsidRPr="001A0C60" w:rsidRDefault="002277B6" w:rsidP="002277B6">
      <w:pPr>
        <w:pBdr>
          <w:top w:val="nil"/>
          <w:left w:val="nil"/>
          <w:bottom w:val="nil"/>
          <w:right w:val="nil"/>
          <w:between w:val="nil"/>
        </w:pBdr>
        <w:shd w:val="clear" w:color="auto" w:fill="FFFFFF"/>
        <w:ind w:left="284"/>
        <w:jc w:val="both"/>
      </w:pPr>
      <w:r w:rsidRPr="001A0C60">
        <w:t>(3) V exekučním návrhu může být označen exekutor, který má exekuci vést, s uvedením jeho sídla, jsou-li splněny podmínky dle § 39b. Splnění podmínek je oprávněný povinen nejpozději při podání exekučního návrhu prokázat, jinak se k označení exekutora nepřihlíží.“.“</w:t>
      </w:r>
    </w:p>
    <w:p w:rsidR="001A0C60" w:rsidRDefault="001A0C60" w:rsidP="002277B6">
      <w:pPr>
        <w:pBdr>
          <w:top w:val="nil"/>
          <w:left w:val="nil"/>
          <w:bottom w:val="nil"/>
          <w:right w:val="nil"/>
          <w:between w:val="nil"/>
        </w:pBdr>
        <w:shd w:val="clear" w:color="auto" w:fill="FFFFFF"/>
        <w:ind w:left="284"/>
        <w:jc w:val="both"/>
      </w:pPr>
    </w:p>
    <w:p w:rsidR="002277B6" w:rsidRPr="001A0C60" w:rsidRDefault="002277B6" w:rsidP="002277B6">
      <w:pPr>
        <w:pBdr>
          <w:top w:val="nil"/>
          <w:left w:val="nil"/>
          <w:bottom w:val="nil"/>
          <w:right w:val="nil"/>
          <w:between w:val="nil"/>
        </w:pBdr>
        <w:shd w:val="clear" w:color="auto" w:fill="FFFFFF"/>
        <w:ind w:left="284"/>
        <w:jc w:val="both"/>
        <w:rPr>
          <w:b/>
        </w:rPr>
      </w:pPr>
      <w:r w:rsidRPr="001A0C60">
        <w:t>Následující body přečíslovat.</w:t>
      </w:r>
    </w:p>
    <w:p w:rsidR="002277B6" w:rsidRPr="001A0C60" w:rsidRDefault="002277B6" w:rsidP="002277B6">
      <w:pPr>
        <w:pBdr>
          <w:top w:val="nil"/>
          <w:left w:val="nil"/>
          <w:bottom w:val="nil"/>
          <w:right w:val="nil"/>
          <w:between w:val="nil"/>
        </w:pBdr>
        <w:shd w:val="clear" w:color="auto" w:fill="FFFFFF"/>
        <w:ind w:left="284" w:hanging="284"/>
        <w:jc w:val="both"/>
      </w:pPr>
    </w:p>
    <w:p w:rsidR="002277B6" w:rsidRPr="001A0C60" w:rsidRDefault="002277B6" w:rsidP="00DE0363">
      <w:pPr>
        <w:widowControl/>
        <w:numPr>
          <w:ilvl w:val="0"/>
          <w:numId w:val="12"/>
        </w:numPr>
        <w:pBdr>
          <w:top w:val="nil"/>
          <w:left w:val="nil"/>
          <w:bottom w:val="nil"/>
          <w:right w:val="nil"/>
          <w:between w:val="nil"/>
        </w:pBdr>
        <w:shd w:val="clear" w:color="auto" w:fill="FFFFFF"/>
        <w:suppressAutoHyphens w:val="0"/>
        <w:ind w:left="284" w:hanging="284"/>
        <w:jc w:val="both"/>
      </w:pPr>
      <w:r w:rsidRPr="001A0C60">
        <w:t xml:space="preserve">V části druhé čl. </w:t>
      </w:r>
      <w:proofErr w:type="gramStart"/>
      <w:r w:rsidRPr="001A0C60">
        <w:t>III</w:t>
      </w:r>
      <w:proofErr w:type="gramEnd"/>
      <w:r w:rsidRPr="001A0C60">
        <w:t xml:space="preserve"> dosavadní bod 38 nově zní:</w:t>
      </w:r>
    </w:p>
    <w:p w:rsidR="002277B6" w:rsidRPr="001A0C60" w:rsidRDefault="002277B6" w:rsidP="002277B6">
      <w:pPr>
        <w:pBdr>
          <w:top w:val="nil"/>
          <w:left w:val="nil"/>
          <w:bottom w:val="nil"/>
          <w:right w:val="nil"/>
          <w:between w:val="nil"/>
        </w:pBdr>
        <w:shd w:val="clear" w:color="auto" w:fill="FFFFFF"/>
        <w:ind w:left="284" w:hanging="284"/>
        <w:jc w:val="both"/>
      </w:pPr>
    </w:p>
    <w:p w:rsidR="002277B6" w:rsidRPr="001A0C60" w:rsidRDefault="002277B6" w:rsidP="002277B6">
      <w:pPr>
        <w:pBdr>
          <w:top w:val="nil"/>
          <w:left w:val="nil"/>
          <w:bottom w:val="nil"/>
          <w:right w:val="nil"/>
          <w:between w:val="nil"/>
        </w:pBdr>
        <w:shd w:val="clear" w:color="auto" w:fill="FFFFFF"/>
        <w:ind w:left="284"/>
        <w:jc w:val="both"/>
      </w:pPr>
      <w:r w:rsidRPr="001A0C60">
        <w:t>„38. V § 39 odst. 1 se za slova “kdy mu došel exekuční návrh nebo návrh na prohlášení vykonatelnosti nebo na uznání” doplňují slova “podle § 39a odst. 1”. V § 39 odst. 3 se slova „ve lhůtě podle § 43a odst. 1“ se nahrazují slovy „do 15 dnů od jeho doručení podle § 39a odst. 1“ a za slovo „zamítne“ se doplňují slova „nebo řízení zastaví“.“</w:t>
      </w:r>
    </w:p>
    <w:p w:rsidR="002277B6" w:rsidRPr="001A0C60" w:rsidRDefault="002277B6" w:rsidP="002277B6">
      <w:pPr>
        <w:pBdr>
          <w:top w:val="nil"/>
          <w:left w:val="nil"/>
          <w:bottom w:val="nil"/>
          <w:right w:val="nil"/>
          <w:between w:val="nil"/>
        </w:pBdr>
        <w:shd w:val="clear" w:color="auto" w:fill="FFFFFF"/>
        <w:ind w:left="284" w:hanging="284"/>
        <w:jc w:val="both"/>
      </w:pPr>
    </w:p>
    <w:p w:rsidR="006C0672" w:rsidRDefault="006C0672">
      <w:pPr>
        <w:widowControl/>
        <w:suppressAutoHyphens w:val="0"/>
      </w:pPr>
      <w:r>
        <w:br w:type="page"/>
      </w:r>
    </w:p>
    <w:p w:rsidR="002277B6" w:rsidRPr="001A0C60" w:rsidRDefault="002277B6" w:rsidP="00DE0363">
      <w:pPr>
        <w:widowControl/>
        <w:numPr>
          <w:ilvl w:val="0"/>
          <w:numId w:val="12"/>
        </w:numPr>
        <w:pBdr>
          <w:top w:val="nil"/>
          <w:left w:val="nil"/>
          <w:bottom w:val="nil"/>
          <w:right w:val="nil"/>
          <w:between w:val="nil"/>
        </w:pBdr>
        <w:shd w:val="clear" w:color="auto" w:fill="FFFFFF"/>
        <w:suppressAutoHyphens w:val="0"/>
        <w:ind w:left="284" w:hanging="284"/>
        <w:jc w:val="both"/>
      </w:pPr>
      <w:r w:rsidRPr="001A0C60">
        <w:lastRenderedPageBreak/>
        <w:t xml:space="preserve">V části </w:t>
      </w:r>
      <w:proofErr w:type="gramStart"/>
      <w:r w:rsidRPr="001A0C60">
        <w:t>druhé čl.</w:t>
      </w:r>
      <w:proofErr w:type="gramEnd"/>
      <w:r w:rsidRPr="001A0C60">
        <w:t xml:space="preserve"> III </w:t>
      </w:r>
      <w:proofErr w:type="gramStart"/>
      <w:r w:rsidRPr="001A0C60">
        <w:t>se</w:t>
      </w:r>
      <w:proofErr w:type="gramEnd"/>
      <w:r w:rsidRPr="001A0C60">
        <w:t xml:space="preserve"> za dosavadní bod 39 </w:t>
      </w:r>
      <w:proofErr w:type="gramStart"/>
      <w:r w:rsidRPr="001A0C60">
        <w:t>vkládá</w:t>
      </w:r>
      <w:proofErr w:type="gramEnd"/>
      <w:r w:rsidRPr="001A0C60">
        <w:t xml:space="preserve"> nový bod, který zní:</w:t>
      </w:r>
    </w:p>
    <w:p w:rsidR="002277B6" w:rsidRPr="001A0C60" w:rsidRDefault="002277B6" w:rsidP="002277B6">
      <w:pPr>
        <w:pBdr>
          <w:top w:val="nil"/>
          <w:left w:val="nil"/>
          <w:bottom w:val="nil"/>
          <w:right w:val="nil"/>
          <w:between w:val="nil"/>
        </w:pBdr>
        <w:shd w:val="clear" w:color="auto" w:fill="FFFFFF"/>
        <w:ind w:left="284" w:hanging="284"/>
        <w:jc w:val="both"/>
      </w:pPr>
    </w:p>
    <w:p w:rsidR="002277B6" w:rsidRPr="001A0C60" w:rsidRDefault="002277B6" w:rsidP="002277B6">
      <w:pPr>
        <w:pBdr>
          <w:top w:val="nil"/>
          <w:left w:val="nil"/>
          <w:bottom w:val="nil"/>
          <w:right w:val="nil"/>
          <w:between w:val="nil"/>
        </w:pBdr>
        <w:shd w:val="clear" w:color="auto" w:fill="FFFFFF"/>
        <w:ind w:left="284"/>
        <w:jc w:val="both"/>
      </w:pPr>
      <w:r w:rsidRPr="001A0C60">
        <w:t>„Za § 39 se vkládá nový § 39a, který zní:</w:t>
      </w:r>
    </w:p>
    <w:p w:rsidR="002277B6" w:rsidRPr="001A0C60" w:rsidRDefault="002277B6" w:rsidP="002277B6">
      <w:pPr>
        <w:pBdr>
          <w:top w:val="nil"/>
          <w:left w:val="nil"/>
          <w:bottom w:val="nil"/>
          <w:right w:val="nil"/>
          <w:between w:val="nil"/>
        </w:pBdr>
        <w:shd w:val="clear" w:color="auto" w:fill="FFFFFF"/>
        <w:ind w:left="284" w:hanging="284"/>
        <w:jc w:val="both"/>
      </w:pPr>
    </w:p>
    <w:p w:rsidR="002277B6" w:rsidRPr="001A0C60" w:rsidRDefault="002277B6" w:rsidP="002277B6">
      <w:pPr>
        <w:pBdr>
          <w:top w:val="nil"/>
          <w:left w:val="nil"/>
          <w:bottom w:val="nil"/>
          <w:right w:val="nil"/>
          <w:between w:val="nil"/>
        </w:pBdr>
        <w:shd w:val="clear" w:color="auto" w:fill="FFFFFF"/>
        <w:ind w:left="284" w:hanging="284"/>
        <w:jc w:val="center"/>
      </w:pPr>
      <w:r w:rsidRPr="001A0C60">
        <w:t>„§ 39a</w:t>
      </w:r>
    </w:p>
    <w:p w:rsidR="002277B6" w:rsidRPr="001A0C60" w:rsidRDefault="002277B6" w:rsidP="002277B6">
      <w:pPr>
        <w:pBdr>
          <w:top w:val="nil"/>
          <w:left w:val="nil"/>
          <w:bottom w:val="nil"/>
          <w:right w:val="nil"/>
          <w:between w:val="nil"/>
        </w:pBdr>
        <w:shd w:val="clear" w:color="auto" w:fill="FFFFFF"/>
        <w:ind w:left="284" w:hanging="284"/>
        <w:jc w:val="both"/>
      </w:pPr>
    </w:p>
    <w:p w:rsidR="002277B6" w:rsidRPr="001A0C60" w:rsidRDefault="002277B6" w:rsidP="002277B6">
      <w:pPr>
        <w:ind w:firstLine="709"/>
        <w:jc w:val="both"/>
      </w:pPr>
      <w:r w:rsidRPr="001A0C60">
        <w:t>(1) Exekuční soud určí ve lhůtě 15 dnů ode dne doručení exekučního návrhu exekutora, kterému exekuční návrh spolu se všemi přílohami, případně též s návrhem na zproštění od složení zálohy na náklady exekuce, je-li přiložen, postoupí</w:t>
      </w:r>
      <w:r w:rsidRPr="001A0C60">
        <w:rPr>
          <w:b/>
        </w:rPr>
        <w:t>.</w:t>
      </w:r>
    </w:p>
    <w:p w:rsidR="002277B6" w:rsidRPr="001A0C60" w:rsidRDefault="002277B6" w:rsidP="002277B6">
      <w:pPr>
        <w:jc w:val="both"/>
      </w:pPr>
    </w:p>
    <w:p w:rsidR="002277B6" w:rsidRPr="001A0C60" w:rsidRDefault="002277B6" w:rsidP="002277B6">
      <w:pPr>
        <w:ind w:firstLine="709"/>
        <w:jc w:val="both"/>
      </w:pPr>
      <w:r w:rsidRPr="001A0C60">
        <w:t>(2) Pokud oprávněný označil v návrhu exekutora a splňuje podmínky dle § 39b, určí exekuční soud k provedení exekuce označeného exekutora.</w:t>
      </w:r>
    </w:p>
    <w:p w:rsidR="002277B6" w:rsidRPr="001A0C60" w:rsidRDefault="002277B6" w:rsidP="002277B6">
      <w:pPr>
        <w:ind w:firstLine="709"/>
        <w:jc w:val="both"/>
      </w:pPr>
    </w:p>
    <w:p w:rsidR="002277B6" w:rsidRPr="001A0C60" w:rsidRDefault="002277B6" w:rsidP="002277B6">
      <w:pPr>
        <w:ind w:firstLine="709"/>
        <w:jc w:val="both"/>
      </w:pPr>
      <w:r w:rsidRPr="001A0C60">
        <w:t xml:space="preserve">(3) Nepostupuje-li exekuční soud podle </w:t>
      </w:r>
      <w:proofErr w:type="gramStart"/>
      <w:r w:rsidRPr="001A0C60">
        <w:t>odstavce 2 a pokud</w:t>
      </w:r>
      <w:proofErr w:type="gramEnd"/>
      <w:r w:rsidRPr="001A0C60">
        <w:t xml:space="preserve"> je proti povinnému již vedeno exekuční řízení, určí exekuční soud k provedení exekuce téhož exekutora, který již řízení proti povinnému vede. Vede-li proti povinnému exekuční řízení více exekutorů, určí kteréhokoliv z nich, při výběru přihlíží zejména k hospodárnosti a efektivitě řízení.</w:t>
      </w:r>
    </w:p>
    <w:p w:rsidR="002277B6" w:rsidRPr="001A0C60" w:rsidRDefault="002277B6" w:rsidP="002277B6">
      <w:pPr>
        <w:ind w:firstLine="709"/>
        <w:jc w:val="both"/>
      </w:pPr>
    </w:p>
    <w:p w:rsidR="002277B6" w:rsidRPr="001A0C60" w:rsidRDefault="002277B6" w:rsidP="002277B6">
      <w:pPr>
        <w:ind w:firstLine="709"/>
        <w:jc w:val="both"/>
      </w:pPr>
      <w:r w:rsidRPr="001A0C60">
        <w:t>(4) Nepostupuje-li exekuční soud podle odstavce 2 nebo 3, určí k vedení exekuce exekutora ze seznamu exekutorů, jejichž sídlo exekutorského úřadu je v obvodu krajského soudu, ve kterém je sídlo exekučního soudu. Exekuční soud přiděluje exekutorům na tomto seznamu věci vždy postupně, podle abecedního pořadí příjmení exekutora. Pro určení exekutora je rozhodný stav v okamžiku doručení exekučního návrhu.</w:t>
      </w:r>
    </w:p>
    <w:p w:rsidR="002277B6" w:rsidRPr="001A0C60" w:rsidRDefault="002277B6" w:rsidP="002277B6">
      <w:pPr>
        <w:ind w:firstLine="709"/>
        <w:jc w:val="both"/>
      </w:pPr>
    </w:p>
    <w:p w:rsidR="002277B6" w:rsidRPr="001A0C60" w:rsidRDefault="002277B6" w:rsidP="002277B6">
      <w:pPr>
        <w:ind w:firstLine="709"/>
        <w:jc w:val="both"/>
      </w:pPr>
      <w:r w:rsidRPr="001A0C60">
        <w:t>(5) Je-li v exekučním titulu uvedeno více povinných, proti kterým je podáván exekuční návrh, určí exekuční soud exekutora podle toho povinného, proti kterému je navrhováno provedení exekuce a zároveň je v exekučním titulu uveden v pořadí nejdříve, a vydá mu pověření vedením exekuce i vůči ostatním povinným. V zájmu hospodárnosti a efektivity může soud některé věci vyloučit k samostatnému řízení a určit pro ně exekutora samostatně.“.“</w:t>
      </w:r>
    </w:p>
    <w:p w:rsidR="006C0672" w:rsidRDefault="006C0672" w:rsidP="002277B6">
      <w:pPr>
        <w:ind w:firstLine="709"/>
        <w:jc w:val="both"/>
      </w:pPr>
    </w:p>
    <w:p w:rsidR="002277B6" w:rsidRPr="001A0C60" w:rsidRDefault="002277B6" w:rsidP="006C0672">
      <w:pPr>
        <w:jc w:val="both"/>
      </w:pPr>
      <w:r w:rsidRPr="001A0C60">
        <w:t>Následující body přečíslovat.</w:t>
      </w:r>
    </w:p>
    <w:p w:rsidR="002277B6" w:rsidRPr="001A0C60" w:rsidRDefault="002277B6" w:rsidP="006C0672">
      <w:pPr>
        <w:widowControl/>
        <w:numPr>
          <w:ilvl w:val="0"/>
          <w:numId w:val="12"/>
        </w:numPr>
        <w:pBdr>
          <w:top w:val="nil"/>
          <w:left w:val="nil"/>
          <w:bottom w:val="nil"/>
          <w:right w:val="nil"/>
          <w:between w:val="nil"/>
        </w:pBdr>
        <w:shd w:val="clear" w:color="auto" w:fill="FFFFFF"/>
        <w:suppressAutoHyphens w:val="0"/>
        <w:spacing w:before="280"/>
        <w:ind w:left="284" w:hanging="284"/>
        <w:jc w:val="both"/>
      </w:pPr>
      <w:r w:rsidRPr="001A0C60">
        <w:t xml:space="preserve">V části </w:t>
      </w:r>
      <w:proofErr w:type="gramStart"/>
      <w:r w:rsidRPr="001A0C60">
        <w:t>druhé čl.</w:t>
      </w:r>
      <w:proofErr w:type="gramEnd"/>
      <w:r w:rsidRPr="001A0C60">
        <w:t xml:space="preserve"> III </w:t>
      </w:r>
      <w:proofErr w:type="gramStart"/>
      <w:r w:rsidRPr="001A0C60">
        <w:t>se</w:t>
      </w:r>
      <w:proofErr w:type="gramEnd"/>
      <w:r w:rsidRPr="001A0C60">
        <w:t xml:space="preserve"> za dosavadní bod 39 </w:t>
      </w:r>
      <w:proofErr w:type="gramStart"/>
      <w:r w:rsidRPr="001A0C60">
        <w:t>vkládá</w:t>
      </w:r>
      <w:proofErr w:type="gramEnd"/>
      <w:r w:rsidRPr="001A0C60">
        <w:t xml:space="preserve"> nový bod, který zní:</w:t>
      </w:r>
    </w:p>
    <w:p w:rsidR="002277B6" w:rsidRPr="001A0C60" w:rsidRDefault="002277B6" w:rsidP="002277B6">
      <w:pPr>
        <w:pBdr>
          <w:top w:val="nil"/>
          <w:left w:val="nil"/>
          <w:bottom w:val="nil"/>
          <w:right w:val="nil"/>
          <w:between w:val="nil"/>
        </w:pBdr>
        <w:shd w:val="clear" w:color="auto" w:fill="FFFFFF"/>
        <w:spacing w:before="280" w:after="280"/>
        <w:ind w:left="284"/>
        <w:jc w:val="both"/>
      </w:pPr>
      <w:r w:rsidRPr="001A0C60">
        <w:t>„Za § 39a se vkládá nový § 39b, který včetně poznámky pod čarou č. 13 zní:</w:t>
      </w:r>
    </w:p>
    <w:p w:rsidR="002277B6" w:rsidRPr="001A0C60" w:rsidRDefault="002277B6" w:rsidP="006C0672">
      <w:pPr>
        <w:pBdr>
          <w:top w:val="nil"/>
          <w:left w:val="nil"/>
          <w:bottom w:val="nil"/>
          <w:right w:val="nil"/>
          <w:between w:val="nil"/>
        </w:pBdr>
        <w:shd w:val="clear" w:color="auto" w:fill="FFFFFF"/>
        <w:spacing w:before="120" w:after="120"/>
        <w:ind w:left="284"/>
        <w:jc w:val="center"/>
      </w:pPr>
      <w:r w:rsidRPr="001A0C60">
        <w:t>„§ 39b</w:t>
      </w:r>
    </w:p>
    <w:p w:rsidR="002277B6" w:rsidRPr="001A0C60" w:rsidRDefault="002277B6" w:rsidP="006C0672">
      <w:pPr>
        <w:pBdr>
          <w:top w:val="nil"/>
          <w:left w:val="nil"/>
          <w:bottom w:val="nil"/>
          <w:right w:val="nil"/>
          <w:between w:val="nil"/>
        </w:pBdr>
        <w:shd w:val="clear" w:color="auto" w:fill="FFFFFF"/>
        <w:spacing w:before="120"/>
        <w:ind w:left="284" w:hanging="284"/>
        <w:jc w:val="both"/>
      </w:pPr>
      <w:r w:rsidRPr="001A0C60">
        <w:tab/>
        <w:t>Exekuční soud určí k provedení exekuce exekutora označeného podle § 38 odstavce 3, je-li splněna některá z těchto podmínek k okamžiku podání exekučního návrhu:</w:t>
      </w:r>
    </w:p>
    <w:p w:rsidR="002277B6" w:rsidRPr="001A0C60" w:rsidRDefault="002277B6" w:rsidP="006C0672">
      <w:pPr>
        <w:pBdr>
          <w:top w:val="nil"/>
          <w:left w:val="nil"/>
          <w:bottom w:val="nil"/>
          <w:right w:val="nil"/>
          <w:between w:val="nil"/>
        </w:pBdr>
        <w:shd w:val="clear" w:color="auto" w:fill="FFFFFF"/>
        <w:spacing w:before="120"/>
        <w:ind w:left="284" w:hanging="284"/>
        <w:jc w:val="both"/>
      </w:pPr>
      <w:r w:rsidRPr="001A0C60">
        <w:tab/>
        <w:t>a) povinný je právnickou osobou,</w:t>
      </w:r>
    </w:p>
    <w:p w:rsidR="002277B6" w:rsidRPr="001A0C60" w:rsidRDefault="002277B6" w:rsidP="002277B6">
      <w:pPr>
        <w:pBdr>
          <w:top w:val="nil"/>
          <w:left w:val="nil"/>
          <w:bottom w:val="nil"/>
          <w:right w:val="nil"/>
          <w:between w:val="nil"/>
        </w:pBdr>
        <w:shd w:val="clear" w:color="auto" w:fill="FFFFFF"/>
        <w:ind w:left="284" w:hanging="284"/>
        <w:jc w:val="both"/>
      </w:pPr>
      <w:r w:rsidRPr="001A0C60">
        <w:tab/>
        <w:t>b) povinný je podnikající fyzickou osobou nebo</w:t>
      </w:r>
    </w:p>
    <w:p w:rsidR="002277B6" w:rsidRPr="001A0C60" w:rsidRDefault="002277B6" w:rsidP="002277B6">
      <w:pPr>
        <w:pBdr>
          <w:top w:val="nil"/>
          <w:left w:val="nil"/>
          <w:bottom w:val="nil"/>
          <w:right w:val="nil"/>
          <w:between w:val="nil"/>
        </w:pBdr>
        <w:shd w:val="clear" w:color="auto" w:fill="FFFFFF"/>
        <w:ind w:left="284"/>
        <w:jc w:val="both"/>
      </w:pPr>
      <w:r w:rsidRPr="001A0C60">
        <w:t xml:space="preserve">c) oprávněný vymáhá pohledávku výživného, pohledávku náhrady újmy způsobené poškozenému ublížením na zdraví, nebo pohledávku náhrady újmy, způsobené úmyslnými trestnými </w:t>
      </w:r>
      <w:proofErr w:type="gramStart"/>
      <w:r w:rsidRPr="001A0C60">
        <w:t>činy.</w:t>
      </w:r>
      <w:r w:rsidRPr="001A0C60">
        <w:rPr>
          <w:vertAlign w:val="superscript"/>
        </w:rPr>
        <w:t>14</w:t>
      </w:r>
      <w:proofErr w:type="gramEnd"/>
      <w:r w:rsidRPr="001A0C60">
        <w:rPr>
          <w:vertAlign w:val="superscript"/>
        </w:rPr>
        <w:t>)</w:t>
      </w:r>
    </w:p>
    <w:p w:rsidR="002277B6" w:rsidRPr="001A0C60" w:rsidRDefault="002277B6" w:rsidP="002277B6">
      <w:pPr>
        <w:pBdr>
          <w:top w:val="nil"/>
          <w:left w:val="nil"/>
          <w:bottom w:val="nil"/>
          <w:right w:val="nil"/>
          <w:between w:val="nil"/>
        </w:pBdr>
        <w:shd w:val="clear" w:color="auto" w:fill="FFFFFF"/>
        <w:ind w:left="284" w:hanging="284"/>
        <w:jc w:val="both"/>
      </w:pPr>
      <w:r w:rsidRPr="001A0C60">
        <w:t>-------------------------------------------------------------</w:t>
      </w:r>
    </w:p>
    <w:p w:rsidR="002277B6" w:rsidRPr="001A0C60" w:rsidRDefault="002277B6" w:rsidP="002277B6">
      <w:pPr>
        <w:pBdr>
          <w:top w:val="nil"/>
          <w:left w:val="nil"/>
          <w:bottom w:val="nil"/>
          <w:right w:val="nil"/>
          <w:between w:val="nil"/>
        </w:pBdr>
        <w:shd w:val="clear" w:color="auto" w:fill="FFFFFF"/>
        <w:ind w:left="284" w:hanging="284"/>
        <w:jc w:val="both"/>
      </w:pPr>
      <w:r w:rsidRPr="001A0C60">
        <w:rPr>
          <w:vertAlign w:val="superscript"/>
        </w:rPr>
        <w:t>14)</w:t>
      </w:r>
      <w:r w:rsidRPr="001A0C60">
        <w:t xml:space="preserve"> § 279 odst. 2 písm. a) až c) zákona č. 99/1963 Sb. (občanský soudní řád) ve znění pozdějších předpisů“.“</w:t>
      </w:r>
      <w:r w:rsidRPr="001A0C60">
        <w:br/>
      </w:r>
    </w:p>
    <w:p w:rsidR="002277B6" w:rsidRPr="001A0C60" w:rsidRDefault="002277B6" w:rsidP="002277B6">
      <w:pPr>
        <w:pBdr>
          <w:top w:val="nil"/>
          <w:left w:val="nil"/>
          <w:bottom w:val="nil"/>
          <w:right w:val="nil"/>
          <w:between w:val="nil"/>
        </w:pBdr>
        <w:shd w:val="clear" w:color="auto" w:fill="FFFFFF"/>
        <w:ind w:left="284" w:hanging="284"/>
        <w:jc w:val="both"/>
      </w:pPr>
      <w:r w:rsidRPr="001A0C60">
        <w:t>Následující body a poznámky pod čarou přečíslovat.</w:t>
      </w:r>
    </w:p>
    <w:p w:rsidR="002277B6" w:rsidRPr="001A0C60" w:rsidRDefault="002277B6" w:rsidP="002277B6">
      <w:pPr>
        <w:pBdr>
          <w:top w:val="nil"/>
          <w:left w:val="nil"/>
          <w:bottom w:val="nil"/>
          <w:right w:val="nil"/>
          <w:between w:val="nil"/>
        </w:pBdr>
        <w:shd w:val="clear" w:color="auto" w:fill="FFFFFF"/>
        <w:ind w:left="284" w:hanging="284"/>
        <w:jc w:val="both"/>
      </w:pPr>
    </w:p>
    <w:p w:rsidR="006C0672" w:rsidRDefault="006C0672">
      <w:pPr>
        <w:widowControl/>
        <w:suppressAutoHyphens w:val="0"/>
      </w:pPr>
      <w:r>
        <w:br w:type="page"/>
      </w:r>
    </w:p>
    <w:p w:rsidR="002277B6" w:rsidRPr="001A0C60" w:rsidRDefault="002277B6" w:rsidP="00DE0363">
      <w:pPr>
        <w:widowControl/>
        <w:numPr>
          <w:ilvl w:val="0"/>
          <w:numId w:val="12"/>
        </w:numPr>
        <w:pBdr>
          <w:top w:val="nil"/>
          <w:left w:val="nil"/>
          <w:bottom w:val="nil"/>
          <w:right w:val="nil"/>
          <w:between w:val="nil"/>
        </w:pBdr>
        <w:shd w:val="clear" w:color="auto" w:fill="FFFFFF"/>
        <w:suppressAutoHyphens w:val="0"/>
        <w:ind w:left="284" w:hanging="284"/>
        <w:jc w:val="both"/>
      </w:pPr>
      <w:r w:rsidRPr="001A0C60">
        <w:lastRenderedPageBreak/>
        <w:t xml:space="preserve">V části </w:t>
      </w:r>
      <w:proofErr w:type="gramStart"/>
      <w:r w:rsidRPr="001A0C60">
        <w:t>druhé čl.</w:t>
      </w:r>
      <w:proofErr w:type="gramEnd"/>
      <w:r w:rsidRPr="001A0C60">
        <w:t xml:space="preserve"> III </w:t>
      </w:r>
      <w:proofErr w:type="gramStart"/>
      <w:r w:rsidRPr="001A0C60">
        <w:t>se</w:t>
      </w:r>
      <w:proofErr w:type="gramEnd"/>
      <w:r w:rsidRPr="001A0C60">
        <w:t xml:space="preserve"> dosavadní bod 48 </w:t>
      </w:r>
      <w:proofErr w:type="gramStart"/>
      <w:r w:rsidRPr="001A0C60">
        <w:t>nahrazuje</w:t>
      </w:r>
      <w:proofErr w:type="gramEnd"/>
      <w:r w:rsidRPr="001A0C60">
        <w:t xml:space="preserve"> novým bodem, který zní:</w:t>
      </w:r>
    </w:p>
    <w:p w:rsidR="002277B6" w:rsidRPr="001A0C60" w:rsidRDefault="002277B6" w:rsidP="002277B6">
      <w:pPr>
        <w:pBdr>
          <w:top w:val="nil"/>
          <w:left w:val="nil"/>
          <w:bottom w:val="nil"/>
          <w:right w:val="nil"/>
          <w:between w:val="nil"/>
        </w:pBdr>
        <w:shd w:val="clear" w:color="auto" w:fill="FFFFFF"/>
        <w:ind w:left="284" w:hanging="284"/>
        <w:jc w:val="both"/>
      </w:pPr>
    </w:p>
    <w:p w:rsidR="002277B6" w:rsidRPr="001A0C60" w:rsidRDefault="002277B6" w:rsidP="002277B6">
      <w:pPr>
        <w:pBdr>
          <w:top w:val="nil"/>
          <w:left w:val="nil"/>
          <w:bottom w:val="nil"/>
          <w:right w:val="nil"/>
          <w:between w:val="nil"/>
        </w:pBdr>
        <w:shd w:val="clear" w:color="auto" w:fill="FFFFFF"/>
        <w:ind w:left="284"/>
        <w:jc w:val="both"/>
      </w:pPr>
      <w:r w:rsidRPr="001A0C60">
        <w:t>„48. § 44b včetně nadpisu nově zní:</w:t>
      </w:r>
    </w:p>
    <w:p w:rsidR="002277B6" w:rsidRPr="001A0C60" w:rsidRDefault="002277B6" w:rsidP="002277B6">
      <w:pPr>
        <w:pBdr>
          <w:top w:val="nil"/>
          <w:left w:val="nil"/>
          <w:bottom w:val="nil"/>
          <w:right w:val="nil"/>
          <w:between w:val="nil"/>
        </w:pBdr>
        <w:shd w:val="clear" w:color="auto" w:fill="FFFFFF"/>
        <w:ind w:left="284" w:hanging="284"/>
        <w:jc w:val="both"/>
      </w:pPr>
    </w:p>
    <w:p w:rsidR="002277B6" w:rsidRPr="001A0C60" w:rsidRDefault="002277B6" w:rsidP="006C0672">
      <w:pPr>
        <w:pBdr>
          <w:top w:val="nil"/>
          <w:left w:val="nil"/>
          <w:bottom w:val="nil"/>
          <w:right w:val="nil"/>
          <w:between w:val="nil"/>
        </w:pBdr>
        <w:shd w:val="clear" w:color="auto" w:fill="FFFFFF"/>
        <w:ind w:left="284" w:hanging="284"/>
        <w:jc w:val="center"/>
      </w:pPr>
      <w:r w:rsidRPr="001A0C60">
        <w:t>„§ 44b</w:t>
      </w:r>
    </w:p>
    <w:p w:rsidR="002277B6" w:rsidRPr="006C0672" w:rsidRDefault="002277B6" w:rsidP="006C0672">
      <w:pPr>
        <w:spacing w:before="120"/>
        <w:jc w:val="center"/>
        <w:rPr>
          <w:b/>
        </w:rPr>
      </w:pPr>
      <w:r w:rsidRPr="006C0672">
        <w:rPr>
          <w:b/>
        </w:rPr>
        <w:t>Změna exekutora</w:t>
      </w:r>
    </w:p>
    <w:p w:rsidR="002277B6" w:rsidRPr="001A0C60" w:rsidRDefault="002277B6" w:rsidP="006C0672">
      <w:pPr>
        <w:spacing w:before="120"/>
        <w:ind w:firstLine="720"/>
        <w:jc w:val="both"/>
      </w:pPr>
      <w:r w:rsidRPr="001A0C60">
        <w:t>(1) Exekuční soud může změnit exekutora, pokud</w:t>
      </w:r>
    </w:p>
    <w:p w:rsidR="002277B6" w:rsidRPr="001A0C60" w:rsidRDefault="002277B6" w:rsidP="006C0672">
      <w:pPr>
        <w:jc w:val="both"/>
      </w:pPr>
      <w:r w:rsidRPr="001A0C60">
        <w:t>a)  jeho vinou vznikají v řízení závažné průtahy, nebo mu v činnosti brání zákonná překážka, kterou nelze bez nepřiměřených nákladů či průtahů odstranit jinak,</w:t>
      </w:r>
    </w:p>
    <w:p w:rsidR="002277B6" w:rsidRPr="001A0C60" w:rsidRDefault="002277B6" w:rsidP="006C0672">
      <w:pPr>
        <w:jc w:val="both"/>
      </w:pPr>
      <w:r w:rsidRPr="001A0C60">
        <w:t>b) vyjde najevo, že byl exekutor určen v rozporu s tímto zákonem,</w:t>
      </w:r>
    </w:p>
    <w:p w:rsidR="006C0672" w:rsidRDefault="006C0672" w:rsidP="006C0672">
      <w:pPr>
        <w:ind w:firstLine="720"/>
        <w:jc w:val="both"/>
      </w:pPr>
    </w:p>
    <w:p w:rsidR="002277B6" w:rsidRPr="001A0C60" w:rsidRDefault="002277B6" w:rsidP="006C0672">
      <w:pPr>
        <w:ind w:firstLine="720"/>
        <w:jc w:val="both"/>
      </w:pPr>
      <w:r w:rsidRPr="001A0C60">
        <w:t>(2) Změnit exekutora z důvodu podle odstavce 1 písmene b) může soud pouze</w:t>
      </w:r>
    </w:p>
    <w:p w:rsidR="002277B6" w:rsidRPr="001A0C60" w:rsidRDefault="002277B6" w:rsidP="006C0672">
      <w:pPr>
        <w:jc w:val="both"/>
      </w:pPr>
      <w:r w:rsidRPr="001A0C60">
        <w:t>a) na návrh povinného podaný do 15 dnů ode dne, kdy bylo povinnému doručeno vyrozumění o zahájení exekuce,</w:t>
      </w:r>
    </w:p>
    <w:p w:rsidR="002277B6" w:rsidRPr="001A0C60" w:rsidRDefault="002277B6" w:rsidP="006C0672">
      <w:pPr>
        <w:jc w:val="both"/>
      </w:pPr>
      <w:r w:rsidRPr="001A0C60">
        <w:t>b) na návrh oprávněného podaný do 15 dnů ode dne, kdy je oprávněnému doručeno vyrozumění o pověření exekutora vedením exekuce,</w:t>
      </w:r>
    </w:p>
    <w:p w:rsidR="002277B6" w:rsidRPr="001A0C60" w:rsidRDefault="002277B6" w:rsidP="006C0672">
      <w:pPr>
        <w:jc w:val="both"/>
      </w:pPr>
      <w:r w:rsidRPr="001A0C60">
        <w:t>c) do 15 dnů ode dne vydání pověření vedením exekuce v ostatních případech.</w:t>
      </w:r>
    </w:p>
    <w:p w:rsidR="006C0672" w:rsidRDefault="006C0672" w:rsidP="006C0672">
      <w:pPr>
        <w:ind w:firstLine="720"/>
        <w:jc w:val="both"/>
      </w:pPr>
    </w:p>
    <w:p w:rsidR="002277B6" w:rsidRPr="001A0C60" w:rsidRDefault="002277B6" w:rsidP="006C0672">
      <w:pPr>
        <w:ind w:firstLine="720"/>
        <w:jc w:val="both"/>
      </w:pPr>
      <w:r w:rsidRPr="001A0C60">
        <w:t>(3) Návrh na změnu exekutora může podat účastník řízení a exekutor. Návrh musí vedle obecných náležitostí obsahovat označení exekutora a uvedení okolností, ze kterých navrhovatel dovozuje důvody ke změně exekutora. Soud může změnit exekutora i bez návrhu. Je-li splněna podmínka dle § 39b, oprávněný může v návrhu označit exekutora, který má exekucí vést, s uvedením jeho sídla.</w:t>
      </w:r>
    </w:p>
    <w:p w:rsidR="006C0672" w:rsidRDefault="006C0672" w:rsidP="006C0672">
      <w:pPr>
        <w:ind w:firstLine="700"/>
        <w:jc w:val="both"/>
      </w:pPr>
    </w:p>
    <w:p w:rsidR="002277B6" w:rsidRPr="001A0C60" w:rsidRDefault="002277B6" w:rsidP="006C0672">
      <w:pPr>
        <w:ind w:firstLine="700"/>
        <w:jc w:val="both"/>
      </w:pPr>
      <w:r w:rsidRPr="001A0C60">
        <w:t>(4) O právu podat návrh na změnu exekutora musí být účastník poučen. Nebyl-li účastník poučen o právu návrh podat, exekuční soud na návrh tohoto účastníka změní exekutora i po uplynutí lhůty podle odstavce 2. Byl-li účastník poučen dodatečně, exekuční soud na návrh tohoto změní exekutora z důvodu podle odstavce 1 písmene b) do 15 dnů od dne, kdy bylo doručeno dodatečné poučení.</w:t>
      </w:r>
    </w:p>
    <w:p w:rsidR="006C0672" w:rsidRDefault="006C0672" w:rsidP="006C0672">
      <w:pPr>
        <w:ind w:firstLine="700"/>
        <w:jc w:val="both"/>
      </w:pPr>
    </w:p>
    <w:p w:rsidR="002277B6" w:rsidRPr="001A0C60" w:rsidRDefault="002277B6" w:rsidP="006C0672">
      <w:pPr>
        <w:ind w:firstLine="700"/>
        <w:jc w:val="both"/>
      </w:pPr>
      <w:r w:rsidRPr="001A0C60">
        <w:t>(5) Účinky původního exekučního návrhu zůstávají při změně exekutora zachovány, platnost úkonů učiněných původním exekutorem není dotčena.</w:t>
      </w:r>
    </w:p>
    <w:p w:rsidR="006C0672" w:rsidRDefault="006C0672" w:rsidP="006C0672">
      <w:pPr>
        <w:ind w:firstLine="700"/>
        <w:jc w:val="both"/>
      </w:pPr>
    </w:p>
    <w:p w:rsidR="002277B6" w:rsidRPr="001A0C60" w:rsidRDefault="002277B6" w:rsidP="006C0672">
      <w:pPr>
        <w:ind w:firstLine="700"/>
        <w:jc w:val="both"/>
      </w:pPr>
      <w:r w:rsidRPr="001A0C60">
        <w:t>(6) Rozhodnutí o změně exekutora se doručí účastníkům exekučního řízení a původnímu i novému exekutorovi. Odvolání proti rozhodnutí o změně exekutora nemá odkladný účinek.</w:t>
      </w:r>
    </w:p>
    <w:p w:rsidR="006C0672" w:rsidRDefault="006C0672" w:rsidP="006C0672">
      <w:pPr>
        <w:ind w:firstLine="697"/>
        <w:jc w:val="both"/>
      </w:pPr>
    </w:p>
    <w:p w:rsidR="002277B6" w:rsidRPr="001A0C60" w:rsidRDefault="002277B6" w:rsidP="006C0672">
      <w:pPr>
        <w:ind w:firstLine="697"/>
        <w:jc w:val="both"/>
      </w:pPr>
      <w:r w:rsidRPr="001A0C60">
        <w:t>(7) V exekuci pokračuje ten exekutor, kterého určí soud. Při určení se postupuje obdobně podle § 39a. Nový exekutor provede změnu údaje podle § 35b odst. 1 písm. b) a rozhodne příkazem k úhradě nákladů exekuce o dosud vzniklých nákladech exekuce. Odměna exekutora, který exekuci dosud vedl, se určí tak, jako by došlo k zastavení exekuce.“.“</w:t>
      </w:r>
    </w:p>
    <w:p w:rsidR="002277B6" w:rsidRPr="001A0C60" w:rsidRDefault="002277B6" w:rsidP="002277B6">
      <w:pPr>
        <w:pBdr>
          <w:top w:val="nil"/>
          <w:left w:val="nil"/>
          <w:bottom w:val="nil"/>
          <w:right w:val="nil"/>
          <w:between w:val="nil"/>
        </w:pBdr>
        <w:shd w:val="clear" w:color="auto" w:fill="FFFFFF"/>
        <w:ind w:left="284" w:hanging="284"/>
        <w:jc w:val="both"/>
      </w:pPr>
    </w:p>
    <w:p w:rsidR="002277B6" w:rsidRPr="001A0C60" w:rsidRDefault="002277B6" w:rsidP="00DE0363">
      <w:pPr>
        <w:widowControl/>
        <w:numPr>
          <w:ilvl w:val="0"/>
          <w:numId w:val="12"/>
        </w:numPr>
        <w:pBdr>
          <w:top w:val="nil"/>
          <w:left w:val="nil"/>
          <w:bottom w:val="nil"/>
          <w:right w:val="nil"/>
          <w:between w:val="nil"/>
        </w:pBdr>
        <w:shd w:val="clear" w:color="auto" w:fill="FFFFFF"/>
        <w:suppressAutoHyphens w:val="0"/>
        <w:ind w:left="284" w:hanging="284"/>
        <w:jc w:val="both"/>
      </w:pPr>
      <w:r w:rsidRPr="001A0C60">
        <w:t xml:space="preserve">V části </w:t>
      </w:r>
      <w:proofErr w:type="gramStart"/>
      <w:r w:rsidRPr="001A0C60">
        <w:t>druhé čl.</w:t>
      </w:r>
      <w:proofErr w:type="gramEnd"/>
      <w:r w:rsidRPr="001A0C60">
        <w:t xml:space="preserve"> III </w:t>
      </w:r>
      <w:proofErr w:type="gramStart"/>
      <w:r w:rsidRPr="001A0C60">
        <w:t>se</w:t>
      </w:r>
      <w:proofErr w:type="gramEnd"/>
      <w:r w:rsidRPr="001A0C60">
        <w:t xml:space="preserve"> dosavadní bod 49 </w:t>
      </w:r>
      <w:proofErr w:type="gramStart"/>
      <w:r w:rsidRPr="001A0C60">
        <w:t>zrušuje</w:t>
      </w:r>
      <w:proofErr w:type="gramEnd"/>
      <w:r w:rsidRPr="001A0C60">
        <w:t>.</w:t>
      </w:r>
    </w:p>
    <w:p w:rsidR="002277B6" w:rsidRPr="001A0C60" w:rsidRDefault="002277B6" w:rsidP="002277B6">
      <w:pPr>
        <w:pBdr>
          <w:top w:val="nil"/>
          <w:left w:val="nil"/>
          <w:bottom w:val="nil"/>
          <w:right w:val="nil"/>
          <w:between w:val="nil"/>
        </w:pBdr>
        <w:shd w:val="clear" w:color="auto" w:fill="FFFFFF"/>
        <w:ind w:left="284" w:hanging="284"/>
        <w:jc w:val="both"/>
      </w:pPr>
    </w:p>
    <w:p w:rsidR="002277B6" w:rsidRPr="001A0C60" w:rsidRDefault="002277B6" w:rsidP="002277B6">
      <w:pPr>
        <w:pBdr>
          <w:top w:val="nil"/>
          <w:left w:val="nil"/>
          <w:bottom w:val="nil"/>
          <w:right w:val="nil"/>
          <w:between w:val="nil"/>
        </w:pBdr>
        <w:shd w:val="clear" w:color="auto" w:fill="FFFFFF"/>
        <w:ind w:left="284"/>
        <w:jc w:val="both"/>
      </w:pPr>
      <w:r w:rsidRPr="001A0C60">
        <w:t>Následující body přečíslovat.</w:t>
      </w:r>
    </w:p>
    <w:p w:rsidR="002277B6" w:rsidRPr="001A0C60" w:rsidRDefault="002277B6" w:rsidP="002277B6">
      <w:pPr>
        <w:pBdr>
          <w:top w:val="nil"/>
          <w:left w:val="nil"/>
          <w:bottom w:val="nil"/>
          <w:right w:val="nil"/>
          <w:between w:val="nil"/>
        </w:pBdr>
        <w:shd w:val="clear" w:color="auto" w:fill="FFFFFF"/>
        <w:jc w:val="both"/>
      </w:pPr>
    </w:p>
    <w:p w:rsidR="002277B6" w:rsidRPr="001A0C60" w:rsidRDefault="002277B6" w:rsidP="00DE0363">
      <w:pPr>
        <w:pStyle w:val="Odstavecseseznamem"/>
        <w:numPr>
          <w:ilvl w:val="0"/>
          <w:numId w:val="12"/>
        </w:numPr>
        <w:spacing w:line="276" w:lineRule="auto"/>
        <w:ind w:left="357" w:hanging="357"/>
        <w:jc w:val="both"/>
        <w:rPr>
          <w:sz w:val="24"/>
        </w:rPr>
      </w:pPr>
      <w:r w:rsidRPr="001A0C60">
        <w:rPr>
          <w:sz w:val="24"/>
        </w:rPr>
        <w:t xml:space="preserve">V části </w:t>
      </w:r>
      <w:proofErr w:type="gramStart"/>
      <w:r w:rsidRPr="001A0C60">
        <w:rPr>
          <w:sz w:val="24"/>
        </w:rPr>
        <w:t>druhé čl.</w:t>
      </w:r>
      <w:proofErr w:type="gramEnd"/>
      <w:r w:rsidRPr="001A0C60">
        <w:rPr>
          <w:sz w:val="24"/>
        </w:rPr>
        <w:t xml:space="preserve"> III </w:t>
      </w:r>
      <w:proofErr w:type="gramStart"/>
      <w:r w:rsidRPr="001A0C60">
        <w:rPr>
          <w:sz w:val="24"/>
        </w:rPr>
        <w:t>se</w:t>
      </w:r>
      <w:proofErr w:type="gramEnd"/>
      <w:r w:rsidRPr="001A0C60">
        <w:rPr>
          <w:sz w:val="24"/>
        </w:rPr>
        <w:t xml:space="preserve"> za dosavadní bod 85 </w:t>
      </w:r>
      <w:proofErr w:type="gramStart"/>
      <w:r w:rsidRPr="001A0C60">
        <w:rPr>
          <w:sz w:val="24"/>
        </w:rPr>
        <w:t>vkládá</w:t>
      </w:r>
      <w:proofErr w:type="gramEnd"/>
      <w:r w:rsidRPr="001A0C60">
        <w:rPr>
          <w:sz w:val="24"/>
        </w:rPr>
        <w:t xml:space="preserve"> nový bod, který zní:</w:t>
      </w:r>
    </w:p>
    <w:p w:rsidR="002277B6" w:rsidRPr="001A0C60" w:rsidRDefault="002277B6" w:rsidP="002277B6">
      <w:pPr>
        <w:pBdr>
          <w:top w:val="nil"/>
          <w:left w:val="nil"/>
          <w:bottom w:val="nil"/>
          <w:right w:val="nil"/>
          <w:between w:val="nil"/>
        </w:pBdr>
        <w:shd w:val="clear" w:color="auto" w:fill="FFFFFF"/>
        <w:ind w:left="284"/>
        <w:jc w:val="both"/>
      </w:pPr>
    </w:p>
    <w:p w:rsidR="002277B6" w:rsidRPr="001A0C60" w:rsidRDefault="002277B6" w:rsidP="002277B6">
      <w:pPr>
        <w:pBdr>
          <w:top w:val="nil"/>
          <w:left w:val="nil"/>
          <w:bottom w:val="nil"/>
          <w:right w:val="nil"/>
          <w:between w:val="nil"/>
        </w:pBdr>
        <w:shd w:val="clear" w:color="auto" w:fill="FFFFFF"/>
        <w:ind w:left="284"/>
        <w:jc w:val="both"/>
      </w:pPr>
      <w:r w:rsidRPr="001A0C60">
        <w:t>„V § 46 odst. 3 se slova „mu byly doručeny exekuční návrhy“ nahrazují slovy „byl provedením exekuce pověřen.“</w:t>
      </w:r>
    </w:p>
    <w:p w:rsidR="002277B6" w:rsidRPr="001A0C60" w:rsidRDefault="002277B6" w:rsidP="002277B6">
      <w:pPr>
        <w:pBdr>
          <w:top w:val="nil"/>
          <w:left w:val="nil"/>
          <w:bottom w:val="nil"/>
          <w:right w:val="nil"/>
          <w:between w:val="nil"/>
        </w:pBdr>
        <w:shd w:val="clear" w:color="auto" w:fill="FFFFFF"/>
        <w:ind w:left="284"/>
        <w:jc w:val="both"/>
      </w:pPr>
    </w:p>
    <w:p w:rsidR="002277B6" w:rsidRPr="001A0C60" w:rsidRDefault="002277B6" w:rsidP="002277B6">
      <w:pPr>
        <w:pBdr>
          <w:top w:val="nil"/>
          <w:left w:val="nil"/>
          <w:bottom w:val="nil"/>
          <w:right w:val="nil"/>
          <w:between w:val="nil"/>
        </w:pBdr>
        <w:shd w:val="clear" w:color="auto" w:fill="FFFFFF"/>
        <w:ind w:left="284"/>
        <w:jc w:val="both"/>
      </w:pPr>
      <w:r w:rsidRPr="001A0C60">
        <w:t>Následující body přečíslovat.</w:t>
      </w:r>
    </w:p>
    <w:p w:rsidR="002277B6" w:rsidRPr="001A0C60" w:rsidRDefault="002277B6" w:rsidP="002277B6">
      <w:pPr>
        <w:pBdr>
          <w:top w:val="nil"/>
          <w:left w:val="nil"/>
          <w:bottom w:val="nil"/>
          <w:right w:val="nil"/>
          <w:between w:val="nil"/>
        </w:pBdr>
        <w:shd w:val="clear" w:color="auto" w:fill="FFFFFF"/>
        <w:ind w:left="284"/>
        <w:jc w:val="both"/>
      </w:pPr>
    </w:p>
    <w:p w:rsidR="002277B6" w:rsidRPr="001A0C60" w:rsidRDefault="002277B6" w:rsidP="00DE0363">
      <w:pPr>
        <w:widowControl/>
        <w:numPr>
          <w:ilvl w:val="0"/>
          <w:numId w:val="12"/>
        </w:numPr>
        <w:pBdr>
          <w:top w:val="nil"/>
          <w:left w:val="nil"/>
          <w:bottom w:val="nil"/>
          <w:right w:val="nil"/>
          <w:between w:val="nil"/>
        </w:pBdr>
        <w:shd w:val="clear" w:color="auto" w:fill="FFFFFF"/>
        <w:suppressAutoHyphens w:val="0"/>
        <w:ind w:left="284" w:hanging="284"/>
        <w:jc w:val="both"/>
      </w:pPr>
      <w:r w:rsidRPr="001A0C60">
        <w:t xml:space="preserve">V části </w:t>
      </w:r>
      <w:proofErr w:type="gramStart"/>
      <w:r w:rsidRPr="001A0C60">
        <w:t>druhé čl.</w:t>
      </w:r>
      <w:proofErr w:type="gramEnd"/>
      <w:r w:rsidRPr="001A0C60">
        <w:t xml:space="preserve"> III </w:t>
      </w:r>
      <w:proofErr w:type="gramStart"/>
      <w:r w:rsidRPr="001A0C60">
        <w:t>se</w:t>
      </w:r>
      <w:proofErr w:type="gramEnd"/>
      <w:r w:rsidRPr="001A0C60">
        <w:t xml:space="preserve"> za dosavadní bod 85 </w:t>
      </w:r>
      <w:proofErr w:type="gramStart"/>
      <w:r w:rsidRPr="001A0C60">
        <w:t>vkládá</w:t>
      </w:r>
      <w:proofErr w:type="gramEnd"/>
      <w:r w:rsidRPr="001A0C60">
        <w:t xml:space="preserve"> nový bod, který zní:</w:t>
      </w:r>
    </w:p>
    <w:p w:rsidR="002277B6" w:rsidRPr="001A0C60" w:rsidRDefault="002277B6" w:rsidP="002277B6">
      <w:pPr>
        <w:pBdr>
          <w:top w:val="nil"/>
          <w:left w:val="nil"/>
          <w:bottom w:val="nil"/>
          <w:right w:val="nil"/>
          <w:between w:val="nil"/>
        </w:pBdr>
        <w:shd w:val="clear" w:color="auto" w:fill="FFFFFF"/>
        <w:ind w:left="284" w:hanging="284"/>
        <w:jc w:val="both"/>
      </w:pPr>
    </w:p>
    <w:p w:rsidR="002277B6" w:rsidRPr="001A0C60" w:rsidRDefault="002277B6" w:rsidP="002277B6">
      <w:pPr>
        <w:pBdr>
          <w:top w:val="nil"/>
          <w:left w:val="nil"/>
          <w:bottom w:val="nil"/>
          <w:right w:val="nil"/>
          <w:between w:val="nil"/>
        </w:pBdr>
        <w:shd w:val="clear" w:color="auto" w:fill="FFFFFF"/>
        <w:ind w:left="284"/>
        <w:jc w:val="both"/>
      </w:pPr>
      <w:r w:rsidRPr="001A0C60">
        <w:t>„V § 73a odst. 1 a 6 se slovo „exekutorovi“ nahrazuje slovy „exekučnímu soudu“ a v § 73a odst. 2 se slovo „exekutor“ nahrazuje slovem „exekuční soud“.“</w:t>
      </w:r>
    </w:p>
    <w:p w:rsidR="002277B6" w:rsidRPr="001A0C60" w:rsidRDefault="002277B6" w:rsidP="002277B6">
      <w:pPr>
        <w:pBdr>
          <w:top w:val="nil"/>
          <w:left w:val="nil"/>
          <w:bottom w:val="nil"/>
          <w:right w:val="nil"/>
          <w:between w:val="nil"/>
        </w:pBdr>
        <w:shd w:val="clear" w:color="auto" w:fill="FFFFFF"/>
        <w:ind w:left="284"/>
        <w:jc w:val="both"/>
      </w:pPr>
    </w:p>
    <w:p w:rsidR="002277B6" w:rsidRPr="001A0C60" w:rsidRDefault="002277B6" w:rsidP="002277B6">
      <w:pPr>
        <w:pBdr>
          <w:top w:val="nil"/>
          <w:left w:val="nil"/>
          <w:bottom w:val="nil"/>
          <w:right w:val="nil"/>
          <w:between w:val="nil"/>
        </w:pBdr>
        <w:shd w:val="clear" w:color="auto" w:fill="FFFFFF"/>
        <w:ind w:left="284"/>
        <w:jc w:val="both"/>
      </w:pPr>
      <w:r w:rsidRPr="001A0C60">
        <w:t>Následující body přečíslovat.</w:t>
      </w:r>
    </w:p>
    <w:p w:rsidR="002277B6" w:rsidRPr="001A0C60" w:rsidRDefault="002277B6" w:rsidP="002277B6">
      <w:pPr>
        <w:pBdr>
          <w:top w:val="nil"/>
          <w:left w:val="nil"/>
          <w:bottom w:val="nil"/>
          <w:right w:val="nil"/>
          <w:between w:val="nil"/>
        </w:pBdr>
        <w:shd w:val="clear" w:color="auto" w:fill="FFFFFF"/>
        <w:ind w:left="284" w:hanging="284"/>
        <w:jc w:val="both"/>
      </w:pPr>
    </w:p>
    <w:p w:rsidR="002277B6" w:rsidRPr="001A0C60" w:rsidRDefault="002277B6" w:rsidP="00DE0363">
      <w:pPr>
        <w:widowControl/>
        <w:numPr>
          <w:ilvl w:val="0"/>
          <w:numId w:val="12"/>
        </w:numPr>
        <w:pBdr>
          <w:top w:val="nil"/>
          <w:left w:val="nil"/>
          <w:bottom w:val="nil"/>
          <w:right w:val="nil"/>
          <w:between w:val="nil"/>
        </w:pBdr>
        <w:shd w:val="clear" w:color="auto" w:fill="FFFFFF"/>
        <w:suppressAutoHyphens w:val="0"/>
        <w:jc w:val="both"/>
      </w:pPr>
      <w:r w:rsidRPr="001A0C60">
        <w:t xml:space="preserve">V části </w:t>
      </w:r>
      <w:proofErr w:type="gramStart"/>
      <w:r w:rsidRPr="001A0C60">
        <w:t>druhé čl. IV se</w:t>
      </w:r>
      <w:proofErr w:type="gramEnd"/>
      <w:r w:rsidRPr="001A0C60">
        <w:t xml:space="preserve"> za dosavadní bod 6 </w:t>
      </w:r>
      <w:proofErr w:type="gramStart"/>
      <w:r w:rsidRPr="001A0C60">
        <w:t>vkládá</w:t>
      </w:r>
      <w:proofErr w:type="gramEnd"/>
      <w:r w:rsidRPr="001A0C60">
        <w:t xml:space="preserve"> nový bod, který zní:</w:t>
      </w:r>
    </w:p>
    <w:p w:rsidR="002277B6" w:rsidRPr="001A0C60" w:rsidRDefault="002277B6" w:rsidP="002277B6">
      <w:pPr>
        <w:pBdr>
          <w:top w:val="nil"/>
          <w:left w:val="nil"/>
          <w:bottom w:val="nil"/>
          <w:right w:val="nil"/>
          <w:between w:val="nil"/>
        </w:pBdr>
        <w:shd w:val="clear" w:color="auto" w:fill="FFFFFF"/>
        <w:ind w:left="360"/>
        <w:jc w:val="both"/>
      </w:pPr>
      <w:r w:rsidRPr="001A0C60">
        <w:br/>
        <w:t>„7. Postup podle ustanovení § 39a odst. 3 zákona č. 120/2001 Sb., ve znění účinném ode dne nabytí účinnosti tohoto zákona, se použije pouze, bylo-li již vedené exekuční řízení zahájeno po dni nabytí účinnosti tohoto zákona.“</w:t>
      </w:r>
    </w:p>
    <w:p w:rsidR="002277B6" w:rsidRPr="001A0C60" w:rsidRDefault="002277B6" w:rsidP="002277B6">
      <w:pPr>
        <w:pBdr>
          <w:top w:val="nil"/>
          <w:left w:val="nil"/>
          <w:bottom w:val="nil"/>
          <w:right w:val="nil"/>
          <w:between w:val="nil"/>
        </w:pBdr>
        <w:shd w:val="clear" w:color="auto" w:fill="FFFFFF"/>
        <w:ind w:left="360"/>
        <w:jc w:val="both"/>
      </w:pPr>
    </w:p>
    <w:p w:rsidR="002277B6" w:rsidRPr="001A0C60" w:rsidRDefault="002277B6" w:rsidP="002277B6">
      <w:pPr>
        <w:pBdr>
          <w:top w:val="nil"/>
          <w:left w:val="nil"/>
          <w:bottom w:val="nil"/>
          <w:right w:val="nil"/>
          <w:between w:val="nil"/>
        </w:pBdr>
        <w:shd w:val="clear" w:color="auto" w:fill="FFFFFF"/>
        <w:ind w:left="360"/>
        <w:jc w:val="both"/>
      </w:pPr>
      <w:r w:rsidRPr="001A0C60">
        <w:t>Následující body přečíslovat.</w:t>
      </w:r>
    </w:p>
    <w:p w:rsidR="002277B6" w:rsidRPr="001A0C60" w:rsidRDefault="002277B6" w:rsidP="00DE0363">
      <w:pPr>
        <w:widowControl/>
        <w:numPr>
          <w:ilvl w:val="0"/>
          <w:numId w:val="12"/>
        </w:numPr>
        <w:pBdr>
          <w:top w:val="nil"/>
          <w:left w:val="nil"/>
          <w:bottom w:val="nil"/>
          <w:right w:val="nil"/>
          <w:between w:val="nil"/>
        </w:pBdr>
        <w:suppressAutoHyphens w:val="0"/>
        <w:spacing w:before="280" w:after="280"/>
        <w:jc w:val="both"/>
      </w:pPr>
      <w:r w:rsidRPr="001A0C60">
        <w:t xml:space="preserve">V části </w:t>
      </w:r>
      <w:proofErr w:type="gramStart"/>
      <w:r w:rsidRPr="001A0C60">
        <w:t>druhé čl. IV se</w:t>
      </w:r>
      <w:proofErr w:type="gramEnd"/>
      <w:r w:rsidRPr="001A0C60">
        <w:t xml:space="preserve"> za dosavadní bod 7 </w:t>
      </w:r>
      <w:proofErr w:type="gramStart"/>
      <w:r w:rsidRPr="001A0C60">
        <w:t>vkládá</w:t>
      </w:r>
      <w:proofErr w:type="gramEnd"/>
      <w:r w:rsidRPr="001A0C60">
        <w:t xml:space="preserve"> nový bod, který zní:</w:t>
      </w:r>
    </w:p>
    <w:p w:rsidR="002277B6" w:rsidRPr="001A0C60" w:rsidRDefault="002277B6" w:rsidP="006C0672">
      <w:pPr>
        <w:pBdr>
          <w:top w:val="nil"/>
          <w:left w:val="nil"/>
          <w:bottom w:val="nil"/>
          <w:right w:val="nil"/>
          <w:between w:val="nil"/>
        </w:pBdr>
        <w:spacing w:before="120" w:after="120"/>
        <w:ind w:left="357"/>
        <w:jc w:val="both"/>
      </w:pPr>
      <w:r w:rsidRPr="001A0C60">
        <w:t>„Dojde-li po dni nabytí účinnosti tohoto zákona ke spojení řízení zahájeného po dni nabytí účinnosti tohoto zákona s řízením zahájeným přede dnem nabytí účinnosti tohoto zákona, spojené řízení se povede podle právních předpisů platných ode dne nabytí účinnosti tohoto zákona.“</w:t>
      </w:r>
      <w:r w:rsidR="006C0672">
        <w:t>.</w:t>
      </w:r>
    </w:p>
    <w:p w:rsidR="002277B6" w:rsidRPr="001A0C60" w:rsidRDefault="002277B6" w:rsidP="006C0672">
      <w:pPr>
        <w:pBdr>
          <w:top w:val="nil"/>
          <w:left w:val="nil"/>
          <w:bottom w:val="nil"/>
          <w:right w:val="nil"/>
          <w:between w:val="nil"/>
        </w:pBdr>
        <w:spacing w:before="120"/>
        <w:ind w:left="357"/>
      </w:pPr>
      <w:r w:rsidRPr="001A0C60">
        <w:t>Následující body přečíslovat.</w:t>
      </w:r>
    </w:p>
    <w:bookmarkEnd w:id="3"/>
    <w:p w:rsidR="00B60199" w:rsidRDefault="00B60199"/>
    <w:p w:rsidR="00B60199" w:rsidRPr="000F3714" w:rsidRDefault="00B60199">
      <w:pPr>
        <w:rPr>
          <w:i/>
        </w:rPr>
      </w:pPr>
      <w:r w:rsidRPr="000F3714">
        <w:rPr>
          <w:i/>
        </w:rPr>
        <w:t>SD 7423</w:t>
      </w:r>
    </w:p>
    <w:p w:rsidR="000F3714" w:rsidRPr="008A01F7" w:rsidRDefault="008A01F7" w:rsidP="000F3714">
      <w:pPr>
        <w:pBdr>
          <w:top w:val="nil"/>
          <w:left w:val="nil"/>
          <w:bottom w:val="nil"/>
          <w:right w:val="nil"/>
          <w:between w:val="nil"/>
        </w:pBdr>
        <w:shd w:val="clear" w:color="auto" w:fill="FFFFFF"/>
        <w:ind w:left="284" w:hanging="284"/>
        <w:rPr>
          <w:b/>
          <w:szCs w:val="22"/>
        </w:rPr>
      </w:pPr>
      <w:r w:rsidRPr="008A01F7">
        <w:rPr>
          <w:b/>
          <w:szCs w:val="22"/>
        </w:rPr>
        <w:t>B3.</w:t>
      </w:r>
    </w:p>
    <w:p w:rsidR="006C0672" w:rsidRDefault="000F3714" w:rsidP="008A01F7">
      <w:pPr>
        <w:widowControl/>
        <w:pBdr>
          <w:top w:val="nil"/>
          <w:left w:val="nil"/>
          <w:bottom w:val="nil"/>
          <w:right w:val="nil"/>
          <w:between w:val="nil"/>
        </w:pBdr>
        <w:shd w:val="clear" w:color="auto" w:fill="FFFFFF"/>
        <w:suppressAutoHyphens w:val="0"/>
        <w:rPr>
          <w:szCs w:val="22"/>
        </w:rPr>
      </w:pPr>
      <w:r w:rsidRPr="0007526D">
        <w:rPr>
          <w:szCs w:val="22"/>
        </w:rPr>
        <w:t xml:space="preserve">V části druhé čl. </w:t>
      </w:r>
      <w:proofErr w:type="gramStart"/>
      <w:r w:rsidRPr="0007526D">
        <w:rPr>
          <w:szCs w:val="22"/>
        </w:rPr>
        <w:t>III</w:t>
      </w:r>
      <w:proofErr w:type="gramEnd"/>
      <w:r w:rsidRPr="0007526D">
        <w:rPr>
          <w:szCs w:val="22"/>
        </w:rPr>
        <w:t xml:space="preserve"> dosavadní bod 1</w:t>
      </w:r>
      <w:r w:rsidR="008A01F7">
        <w:rPr>
          <w:szCs w:val="22"/>
        </w:rPr>
        <w:t>2</w:t>
      </w:r>
      <w:r w:rsidRPr="0007526D">
        <w:rPr>
          <w:szCs w:val="22"/>
        </w:rPr>
        <w:t>4 nově zní:</w:t>
      </w:r>
    </w:p>
    <w:p w:rsidR="006C0672" w:rsidRDefault="006C0672" w:rsidP="006C0672">
      <w:pPr>
        <w:widowControl/>
        <w:pBdr>
          <w:top w:val="nil"/>
          <w:left w:val="nil"/>
          <w:bottom w:val="nil"/>
          <w:right w:val="nil"/>
          <w:between w:val="nil"/>
        </w:pBdr>
        <w:shd w:val="clear" w:color="auto" w:fill="FFFFFF"/>
        <w:suppressAutoHyphens w:val="0"/>
        <w:ind w:left="360"/>
        <w:rPr>
          <w:szCs w:val="22"/>
        </w:rPr>
      </w:pPr>
    </w:p>
    <w:p w:rsidR="000F3714" w:rsidRPr="0007526D" w:rsidRDefault="000F3714" w:rsidP="008A01F7">
      <w:pPr>
        <w:widowControl/>
        <w:pBdr>
          <w:top w:val="nil"/>
          <w:left w:val="nil"/>
          <w:bottom w:val="nil"/>
          <w:right w:val="nil"/>
          <w:between w:val="nil"/>
        </w:pBdr>
        <w:shd w:val="clear" w:color="auto" w:fill="FFFFFF"/>
        <w:suppressAutoHyphens w:val="0"/>
        <w:rPr>
          <w:szCs w:val="22"/>
        </w:rPr>
      </w:pPr>
      <w:r w:rsidRPr="0007526D">
        <w:rPr>
          <w:szCs w:val="22"/>
        </w:rPr>
        <w:t>„1</w:t>
      </w:r>
      <w:r w:rsidR="008A01F7">
        <w:rPr>
          <w:szCs w:val="22"/>
        </w:rPr>
        <w:t>2</w:t>
      </w:r>
      <w:r w:rsidRPr="0007526D">
        <w:rPr>
          <w:szCs w:val="22"/>
        </w:rPr>
        <w:t>4</w:t>
      </w:r>
      <w:r w:rsidR="008A01F7">
        <w:rPr>
          <w:szCs w:val="22"/>
        </w:rPr>
        <w:t>.</w:t>
      </w:r>
      <w:r w:rsidRPr="0007526D">
        <w:rPr>
          <w:szCs w:val="22"/>
        </w:rPr>
        <w:t xml:space="preserve"> V § 125 odstavce 2 a 3 znějí:</w:t>
      </w:r>
    </w:p>
    <w:p w:rsidR="000F3714" w:rsidRPr="0007526D" w:rsidRDefault="000F3714" w:rsidP="000F3714">
      <w:pPr>
        <w:pBdr>
          <w:top w:val="nil"/>
          <w:left w:val="nil"/>
          <w:bottom w:val="nil"/>
          <w:right w:val="nil"/>
          <w:between w:val="nil"/>
        </w:pBdr>
        <w:shd w:val="clear" w:color="auto" w:fill="FFFFFF"/>
        <w:rPr>
          <w:szCs w:val="22"/>
        </w:rPr>
      </w:pPr>
    </w:p>
    <w:p w:rsidR="000F3714" w:rsidRPr="0007526D" w:rsidRDefault="000F3714" w:rsidP="000F3714">
      <w:pPr>
        <w:pBdr>
          <w:top w:val="nil"/>
          <w:left w:val="nil"/>
          <w:bottom w:val="nil"/>
          <w:right w:val="nil"/>
          <w:between w:val="nil"/>
        </w:pBdr>
        <w:shd w:val="clear" w:color="auto" w:fill="FFFFFF"/>
        <w:rPr>
          <w:szCs w:val="22"/>
        </w:rPr>
      </w:pPr>
      <w:r w:rsidRPr="0007526D">
        <w:rPr>
          <w:szCs w:val="22"/>
        </w:rPr>
        <w:t>„(2) Do centrální evidence exekucí se zapisuje</w:t>
      </w:r>
    </w:p>
    <w:p w:rsidR="000F3714" w:rsidRPr="0007526D" w:rsidRDefault="000F3714" w:rsidP="000F3714">
      <w:pPr>
        <w:pBdr>
          <w:top w:val="nil"/>
          <w:left w:val="nil"/>
          <w:bottom w:val="nil"/>
          <w:right w:val="nil"/>
          <w:between w:val="nil"/>
        </w:pBdr>
        <w:shd w:val="clear" w:color="auto" w:fill="FFFFFF"/>
        <w:rPr>
          <w:szCs w:val="22"/>
        </w:rPr>
      </w:pPr>
    </w:p>
    <w:p w:rsidR="000F3714" w:rsidRPr="0007526D" w:rsidRDefault="000F3714" w:rsidP="000F3714">
      <w:pPr>
        <w:pBdr>
          <w:top w:val="nil"/>
          <w:left w:val="nil"/>
          <w:bottom w:val="nil"/>
          <w:right w:val="nil"/>
          <w:between w:val="nil"/>
        </w:pBdr>
        <w:shd w:val="clear" w:color="auto" w:fill="FFFFFF"/>
        <w:ind w:left="360"/>
        <w:rPr>
          <w:szCs w:val="22"/>
        </w:rPr>
      </w:pPr>
      <w:r w:rsidRPr="0007526D">
        <w:rPr>
          <w:szCs w:val="22"/>
        </w:rPr>
        <w:t>a)</w:t>
      </w:r>
      <w:r w:rsidRPr="0007526D">
        <w:rPr>
          <w:szCs w:val="22"/>
        </w:rPr>
        <w:tab/>
        <w:t>rodné číslo povinného, bylo-li přiděleno; tento údaj se však z evidence neposkytuje ani se neuvádí ve výpisu podle odstavce 10,</w:t>
      </w:r>
    </w:p>
    <w:p w:rsidR="000F3714" w:rsidRPr="0007526D" w:rsidRDefault="000F3714" w:rsidP="000F3714">
      <w:pPr>
        <w:pBdr>
          <w:top w:val="nil"/>
          <w:left w:val="nil"/>
          <w:bottom w:val="nil"/>
          <w:right w:val="nil"/>
          <w:between w:val="nil"/>
        </w:pBdr>
        <w:shd w:val="clear" w:color="auto" w:fill="FFFFFF"/>
        <w:ind w:left="360"/>
        <w:rPr>
          <w:szCs w:val="22"/>
        </w:rPr>
      </w:pPr>
      <w:r w:rsidRPr="0007526D">
        <w:rPr>
          <w:szCs w:val="22"/>
        </w:rPr>
        <w:t>b)</w:t>
      </w:r>
      <w:r w:rsidRPr="0007526D">
        <w:rPr>
          <w:szCs w:val="22"/>
        </w:rPr>
        <w:tab/>
        <w:t>údaj o tom, zda exekuční řízení byla spojena,</w:t>
      </w:r>
    </w:p>
    <w:p w:rsidR="000F3714" w:rsidRPr="0007526D" w:rsidRDefault="000F3714" w:rsidP="000F3714">
      <w:pPr>
        <w:pBdr>
          <w:top w:val="nil"/>
          <w:left w:val="nil"/>
          <w:bottom w:val="nil"/>
          <w:right w:val="nil"/>
          <w:between w:val="nil"/>
        </w:pBdr>
        <w:shd w:val="clear" w:color="auto" w:fill="FFFFFF"/>
        <w:ind w:left="360"/>
        <w:rPr>
          <w:szCs w:val="22"/>
        </w:rPr>
      </w:pPr>
      <w:r w:rsidRPr="0007526D">
        <w:rPr>
          <w:szCs w:val="22"/>
        </w:rPr>
        <w:t>c)</w:t>
      </w:r>
      <w:r w:rsidRPr="0007526D">
        <w:rPr>
          <w:szCs w:val="22"/>
        </w:rPr>
        <w:tab/>
        <w:t>údaj o tom, že došlo k zániku pověření soudního exekutora s uvedením důvodu zániku; vede-li po zániku pověření exekuci jiný soudní exekutor, zapíše se do centrální evidence exekucí i tento exekutor,</w:t>
      </w:r>
    </w:p>
    <w:p w:rsidR="000F3714" w:rsidRPr="0007526D" w:rsidRDefault="000F3714" w:rsidP="000F3714">
      <w:pPr>
        <w:pBdr>
          <w:top w:val="nil"/>
          <w:left w:val="nil"/>
          <w:bottom w:val="nil"/>
          <w:right w:val="nil"/>
          <w:between w:val="nil"/>
        </w:pBdr>
        <w:shd w:val="clear" w:color="auto" w:fill="FFFFFF"/>
        <w:ind w:left="360"/>
        <w:rPr>
          <w:szCs w:val="22"/>
        </w:rPr>
      </w:pPr>
      <w:r w:rsidRPr="0007526D">
        <w:rPr>
          <w:szCs w:val="22"/>
        </w:rPr>
        <w:t>d)</w:t>
      </w:r>
      <w:r w:rsidRPr="0007526D">
        <w:rPr>
          <w:szCs w:val="22"/>
        </w:rPr>
        <w:tab/>
        <w:t>celková výše vymáhaného peněžitého plnění ke dni provedení zápisu údajů z písemností podle odstavce 1 písm. a) a b) do centrální evidence exekucí.</w:t>
      </w:r>
    </w:p>
    <w:p w:rsidR="000F3714" w:rsidRPr="0007526D" w:rsidRDefault="000F3714" w:rsidP="000F3714">
      <w:pPr>
        <w:pBdr>
          <w:top w:val="nil"/>
          <w:left w:val="nil"/>
          <w:bottom w:val="nil"/>
          <w:right w:val="nil"/>
          <w:between w:val="nil"/>
        </w:pBdr>
        <w:shd w:val="clear" w:color="auto" w:fill="FFFFFF"/>
        <w:rPr>
          <w:szCs w:val="22"/>
        </w:rPr>
      </w:pPr>
    </w:p>
    <w:p w:rsidR="000F3714" w:rsidRPr="0007526D" w:rsidRDefault="000F3714" w:rsidP="000F3714">
      <w:pPr>
        <w:pBdr>
          <w:top w:val="nil"/>
          <w:left w:val="nil"/>
          <w:bottom w:val="nil"/>
          <w:right w:val="nil"/>
          <w:between w:val="nil"/>
        </w:pBdr>
        <w:shd w:val="clear" w:color="auto" w:fill="FFFFFF"/>
        <w:rPr>
          <w:szCs w:val="22"/>
        </w:rPr>
      </w:pPr>
      <w:r w:rsidRPr="0007526D">
        <w:rPr>
          <w:szCs w:val="22"/>
        </w:rPr>
        <w:t>(3) Vstoupil-li po vydání výzvy ke splnění vymáhané povinnosti namísto dosavadního oprávněného do řízení jeho právní nástupce, zapíší se do centrální evidence exekucí údaje o tom, kdo vstoupil do řízení namísto dosavadního oprávněného.“.“</w:t>
      </w:r>
      <w:r w:rsidR="00DC0896">
        <w:rPr>
          <w:szCs w:val="22"/>
        </w:rPr>
        <w:t>.</w:t>
      </w:r>
    </w:p>
    <w:p w:rsidR="00B60199" w:rsidRDefault="00B60199"/>
    <w:p w:rsidR="00B60199" w:rsidRPr="00DC0896" w:rsidRDefault="00B60199">
      <w:pPr>
        <w:rPr>
          <w:i/>
        </w:rPr>
      </w:pPr>
      <w:r w:rsidRPr="00DC0896">
        <w:rPr>
          <w:i/>
        </w:rPr>
        <w:t>SD 7424</w:t>
      </w:r>
    </w:p>
    <w:p w:rsidR="00DC0896" w:rsidRPr="003C3F74" w:rsidRDefault="003C3F74" w:rsidP="00DC0896">
      <w:pPr>
        <w:pBdr>
          <w:top w:val="nil"/>
          <w:left w:val="nil"/>
          <w:bottom w:val="nil"/>
          <w:right w:val="nil"/>
          <w:between w:val="nil"/>
        </w:pBdr>
        <w:shd w:val="clear" w:color="auto" w:fill="FFFFFF"/>
        <w:ind w:left="284" w:hanging="284"/>
        <w:rPr>
          <w:b/>
          <w:szCs w:val="22"/>
        </w:rPr>
      </w:pPr>
      <w:r w:rsidRPr="003C3F74">
        <w:rPr>
          <w:b/>
          <w:szCs w:val="22"/>
        </w:rPr>
        <w:t>B4.</w:t>
      </w:r>
    </w:p>
    <w:p w:rsidR="00DC0896" w:rsidRPr="00F51772" w:rsidRDefault="00DC0896" w:rsidP="003C3F74">
      <w:pPr>
        <w:widowControl/>
        <w:pBdr>
          <w:top w:val="nil"/>
          <w:left w:val="nil"/>
          <w:bottom w:val="nil"/>
          <w:right w:val="nil"/>
          <w:between w:val="nil"/>
        </w:pBdr>
        <w:shd w:val="clear" w:color="auto" w:fill="FFFFFF"/>
        <w:suppressAutoHyphens w:val="0"/>
        <w:rPr>
          <w:szCs w:val="22"/>
        </w:rPr>
      </w:pPr>
      <w:r w:rsidRPr="00F51772">
        <w:rPr>
          <w:szCs w:val="22"/>
        </w:rPr>
        <w:t xml:space="preserve">V části </w:t>
      </w:r>
      <w:proofErr w:type="gramStart"/>
      <w:r w:rsidRPr="00F51772">
        <w:rPr>
          <w:szCs w:val="22"/>
        </w:rPr>
        <w:t>druhé čl. IV se</w:t>
      </w:r>
      <w:proofErr w:type="gramEnd"/>
      <w:r w:rsidRPr="00F51772">
        <w:rPr>
          <w:szCs w:val="22"/>
        </w:rPr>
        <w:t xml:space="preserve"> za dosavadní bod 23 </w:t>
      </w:r>
      <w:proofErr w:type="gramStart"/>
      <w:r w:rsidRPr="00F51772">
        <w:rPr>
          <w:szCs w:val="22"/>
        </w:rPr>
        <w:t>vkládá</w:t>
      </w:r>
      <w:proofErr w:type="gramEnd"/>
      <w:r w:rsidRPr="00F51772">
        <w:rPr>
          <w:szCs w:val="22"/>
        </w:rPr>
        <w:t xml:space="preserve"> nový bod 24, který zní:</w:t>
      </w:r>
      <w:r w:rsidRPr="00F51772">
        <w:rPr>
          <w:szCs w:val="22"/>
        </w:rPr>
        <w:br/>
      </w:r>
    </w:p>
    <w:p w:rsidR="00DC0896" w:rsidRDefault="00DC0896" w:rsidP="00DC0896">
      <w:pPr>
        <w:jc w:val="both"/>
        <w:rPr>
          <w:szCs w:val="22"/>
        </w:rPr>
      </w:pPr>
      <w:r w:rsidRPr="00F51772">
        <w:rPr>
          <w:szCs w:val="22"/>
        </w:rPr>
        <w:t xml:space="preserve"> „24. (1) Řízení zahájené přede dnem nabytí účinnosti tohoto zákona, ve kterých není oprávněným</w:t>
      </w:r>
    </w:p>
    <w:p w:rsidR="00DC0896" w:rsidRPr="00F51772" w:rsidRDefault="00DC0896" w:rsidP="00DC0896">
      <w:pPr>
        <w:jc w:val="both"/>
        <w:rPr>
          <w:szCs w:val="22"/>
        </w:rPr>
      </w:pPr>
    </w:p>
    <w:p w:rsidR="00DC0896" w:rsidRPr="00F51772" w:rsidRDefault="00DC0896" w:rsidP="00DC0896">
      <w:pPr>
        <w:pStyle w:val="Odstavecseseznamem"/>
        <w:ind w:left="360"/>
        <w:jc w:val="both"/>
        <w:rPr>
          <w:sz w:val="24"/>
        </w:rPr>
      </w:pPr>
      <w:r w:rsidRPr="00F51772">
        <w:rPr>
          <w:sz w:val="24"/>
        </w:rPr>
        <w:t>a) Česká republika,</w:t>
      </w:r>
    </w:p>
    <w:p w:rsidR="00DC0896" w:rsidRPr="00F51772" w:rsidRDefault="00DC0896" w:rsidP="00DC0896">
      <w:pPr>
        <w:pStyle w:val="Odstavecseseznamem"/>
        <w:ind w:left="360"/>
        <w:jc w:val="both"/>
        <w:rPr>
          <w:sz w:val="24"/>
        </w:rPr>
      </w:pPr>
      <w:r w:rsidRPr="00F51772">
        <w:rPr>
          <w:sz w:val="24"/>
        </w:rPr>
        <w:lastRenderedPageBreak/>
        <w:t>b) územní samosprávný celek, včetně městské části nebo městského obvodu územně členěného statutárního města nebo městské části hlavního města Prahy,</w:t>
      </w:r>
    </w:p>
    <w:p w:rsidR="00DC0896" w:rsidRPr="00F51772" w:rsidRDefault="00DC0896" w:rsidP="00DC0896">
      <w:pPr>
        <w:pStyle w:val="Odstavecseseznamem"/>
        <w:ind w:left="360"/>
        <w:jc w:val="both"/>
        <w:rPr>
          <w:sz w:val="24"/>
        </w:rPr>
      </w:pPr>
      <w:r w:rsidRPr="00F51772">
        <w:rPr>
          <w:sz w:val="24"/>
        </w:rPr>
        <w:t>c) státní příspěvková organizace,</w:t>
      </w:r>
    </w:p>
    <w:p w:rsidR="00DC0896" w:rsidRPr="00F51772" w:rsidRDefault="00DC0896" w:rsidP="00DC0896">
      <w:pPr>
        <w:pStyle w:val="Odstavecseseznamem"/>
        <w:ind w:left="360"/>
        <w:jc w:val="both"/>
        <w:rPr>
          <w:sz w:val="24"/>
        </w:rPr>
      </w:pPr>
      <w:r w:rsidRPr="00F51772">
        <w:rPr>
          <w:sz w:val="24"/>
        </w:rPr>
        <w:t>d) státní fond,</w:t>
      </w:r>
    </w:p>
    <w:p w:rsidR="00DC0896" w:rsidRPr="00F51772" w:rsidRDefault="00DC0896" w:rsidP="00DC0896">
      <w:pPr>
        <w:pStyle w:val="Odstavecseseznamem"/>
        <w:ind w:left="360"/>
        <w:jc w:val="both"/>
        <w:rPr>
          <w:sz w:val="24"/>
        </w:rPr>
      </w:pPr>
      <w:r w:rsidRPr="00F51772">
        <w:rPr>
          <w:sz w:val="24"/>
        </w:rPr>
        <w:t>e) veřejná výzkumná instituce nebo veřejná vysoká škola,</w:t>
      </w:r>
    </w:p>
    <w:p w:rsidR="00DC0896" w:rsidRPr="00F51772" w:rsidRDefault="00DC0896" w:rsidP="00DC0896">
      <w:pPr>
        <w:pStyle w:val="Odstavecseseznamem"/>
        <w:ind w:left="360"/>
        <w:jc w:val="both"/>
        <w:rPr>
          <w:sz w:val="24"/>
        </w:rPr>
      </w:pPr>
      <w:r w:rsidRPr="00F51772">
        <w:rPr>
          <w:sz w:val="24"/>
        </w:rPr>
        <w:t>f) dobrovolný svazek obcí,</w:t>
      </w:r>
    </w:p>
    <w:p w:rsidR="00DC0896" w:rsidRPr="00F51772" w:rsidRDefault="00DC0896" w:rsidP="00DC0896">
      <w:pPr>
        <w:pStyle w:val="Odstavecseseznamem"/>
        <w:ind w:left="360"/>
        <w:jc w:val="both"/>
        <w:rPr>
          <w:sz w:val="24"/>
        </w:rPr>
      </w:pPr>
      <w:r w:rsidRPr="00F51772">
        <w:rPr>
          <w:sz w:val="24"/>
        </w:rPr>
        <w:t>g) regionální rada regionu soudržnosti,</w:t>
      </w:r>
    </w:p>
    <w:p w:rsidR="00DC0896" w:rsidRPr="00F51772" w:rsidRDefault="00DC0896" w:rsidP="00DC0896">
      <w:pPr>
        <w:pStyle w:val="Odstavecseseznamem"/>
        <w:ind w:left="360"/>
        <w:jc w:val="both"/>
        <w:rPr>
          <w:sz w:val="24"/>
        </w:rPr>
      </w:pPr>
      <w:r w:rsidRPr="00F51772">
        <w:rPr>
          <w:sz w:val="24"/>
        </w:rPr>
        <w:t>h) příspěvková organizace územního samosprávného celku,</w:t>
      </w:r>
    </w:p>
    <w:p w:rsidR="00DC0896" w:rsidRPr="00F51772" w:rsidRDefault="00DC0896" w:rsidP="00DC0896">
      <w:pPr>
        <w:pStyle w:val="Odstavecseseznamem"/>
        <w:ind w:left="360"/>
        <w:jc w:val="both"/>
        <w:rPr>
          <w:sz w:val="24"/>
        </w:rPr>
      </w:pPr>
      <w:r w:rsidRPr="00F51772">
        <w:rPr>
          <w:sz w:val="24"/>
        </w:rPr>
        <w:t>i) ústav založený státem nebo územním samosprávným celkem,</w:t>
      </w:r>
    </w:p>
    <w:p w:rsidR="00DC0896" w:rsidRPr="00F51772" w:rsidRDefault="00DC0896" w:rsidP="00DC0896">
      <w:pPr>
        <w:pStyle w:val="Odstavecseseznamem"/>
        <w:ind w:left="360"/>
        <w:jc w:val="both"/>
        <w:rPr>
          <w:sz w:val="24"/>
        </w:rPr>
      </w:pPr>
      <w:r w:rsidRPr="00F51772">
        <w:rPr>
          <w:sz w:val="24"/>
        </w:rPr>
        <w:t>j) obecně prospěšná společnost založená státem nebo územním samosprávným celkem,</w:t>
      </w:r>
    </w:p>
    <w:p w:rsidR="00DC0896" w:rsidRPr="00F51772" w:rsidRDefault="00DC0896" w:rsidP="00DC0896">
      <w:pPr>
        <w:pStyle w:val="Odstavecseseznamem"/>
        <w:ind w:left="360"/>
        <w:jc w:val="both"/>
        <w:rPr>
          <w:sz w:val="24"/>
        </w:rPr>
      </w:pPr>
      <w:r w:rsidRPr="00F51772">
        <w:rPr>
          <w:sz w:val="24"/>
        </w:rPr>
        <w:t>k) státní podnik nebo národní podnik,</w:t>
      </w:r>
    </w:p>
    <w:p w:rsidR="00DC0896" w:rsidRPr="00F51772" w:rsidRDefault="00DC0896" w:rsidP="00DC0896">
      <w:pPr>
        <w:pStyle w:val="Odstavecseseznamem"/>
        <w:ind w:left="360"/>
        <w:jc w:val="both"/>
        <w:rPr>
          <w:sz w:val="24"/>
        </w:rPr>
      </w:pPr>
      <w:r w:rsidRPr="00F51772">
        <w:rPr>
          <w:sz w:val="24"/>
        </w:rPr>
        <w:t>l) zdravotní pojišťovna,</w:t>
      </w:r>
    </w:p>
    <w:p w:rsidR="00DC0896" w:rsidRPr="00F51772" w:rsidRDefault="00DC0896" w:rsidP="00DC0896">
      <w:pPr>
        <w:pStyle w:val="Odstavecseseznamem"/>
        <w:ind w:left="360"/>
        <w:jc w:val="both"/>
        <w:rPr>
          <w:sz w:val="24"/>
        </w:rPr>
      </w:pPr>
      <w:r w:rsidRPr="00F51772">
        <w:rPr>
          <w:sz w:val="24"/>
        </w:rPr>
        <w:t>m) Český rozhlas nebo Česká televize, nebo</w:t>
      </w:r>
    </w:p>
    <w:p w:rsidR="00DC0896" w:rsidRPr="00F51772" w:rsidRDefault="00DC0896" w:rsidP="00DC0896">
      <w:pPr>
        <w:pStyle w:val="Odstavecseseznamem"/>
        <w:ind w:left="360"/>
        <w:jc w:val="both"/>
        <w:rPr>
          <w:sz w:val="24"/>
        </w:rPr>
      </w:pPr>
      <w:r w:rsidRPr="00F51772">
        <w:rPr>
          <w:sz w:val="24"/>
        </w:rPr>
        <w:t>n) právnická osoba, v níž má stát nebo územní samosprávný celek sám nebo s jinými územními samosprávnými celky většinovou majetkovou účast, a to i prostřednictvím jiné právnické osoby</w:t>
      </w:r>
    </w:p>
    <w:p w:rsidR="00DC0896" w:rsidRPr="00F51772" w:rsidRDefault="00DC0896" w:rsidP="00DC0896">
      <w:pPr>
        <w:pStyle w:val="Odstavecseseznamem"/>
        <w:ind w:left="360"/>
        <w:jc w:val="both"/>
        <w:rPr>
          <w:sz w:val="24"/>
        </w:rPr>
      </w:pPr>
      <w:r w:rsidRPr="00F51772">
        <w:rPr>
          <w:sz w:val="24"/>
        </w:rPr>
        <w:t>exekutor i bez souhlasu oprávněného exekuci zastaví, pokud</w:t>
      </w:r>
    </w:p>
    <w:p w:rsidR="00DC0896" w:rsidRPr="00F51772" w:rsidRDefault="00DC0896" w:rsidP="00DC0896">
      <w:pPr>
        <w:pStyle w:val="Odstavecseseznamem"/>
        <w:ind w:left="360" w:firstLine="360"/>
        <w:jc w:val="both"/>
        <w:rPr>
          <w:sz w:val="24"/>
        </w:rPr>
      </w:pPr>
      <w:r>
        <w:rPr>
          <w:sz w:val="24"/>
        </w:rPr>
        <w:t>a)</w:t>
      </w:r>
      <w:r w:rsidRPr="00F51772">
        <w:rPr>
          <w:sz w:val="24"/>
        </w:rPr>
        <w:t xml:space="preserve"> povinný, který je fyzickou osobou, do tří měsíců od účinnosti zákona uhradí dosud nezaplacenou jistinu vymáhanou v exekučním řízení a zároveň dosud nezaplacené vymáhané příslušenství, nejvýše však do výše vymáhané jistiny, nebo </w:t>
      </w:r>
    </w:p>
    <w:p w:rsidR="00DC0896" w:rsidRPr="00F51772" w:rsidRDefault="00DC0896" w:rsidP="00DC0896">
      <w:pPr>
        <w:pStyle w:val="Odstavecseseznamem"/>
        <w:ind w:left="360" w:firstLine="360"/>
        <w:jc w:val="both"/>
        <w:rPr>
          <w:sz w:val="24"/>
        </w:rPr>
      </w:pPr>
      <w:r>
        <w:rPr>
          <w:sz w:val="24"/>
        </w:rPr>
        <w:t xml:space="preserve">b) </w:t>
      </w:r>
      <w:r w:rsidRPr="00F51772">
        <w:rPr>
          <w:sz w:val="24"/>
        </w:rPr>
        <w:t>byl-li v exekučním řízení vymožen dvojnásobek vymáhané jistiny a více.</w:t>
      </w:r>
    </w:p>
    <w:p w:rsidR="00DC0896" w:rsidRPr="00F51772" w:rsidRDefault="00DC0896" w:rsidP="00DC0896">
      <w:pPr>
        <w:pStyle w:val="Odstavecseseznamem"/>
        <w:ind w:left="360"/>
        <w:jc w:val="both"/>
        <w:rPr>
          <w:sz w:val="24"/>
        </w:rPr>
      </w:pPr>
    </w:p>
    <w:p w:rsidR="00DC0896" w:rsidRPr="00F51772" w:rsidRDefault="00DC0896" w:rsidP="00DC0896">
      <w:pPr>
        <w:pStyle w:val="Odstavecseseznamem"/>
        <w:ind w:left="360"/>
        <w:jc w:val="both"/>
        <w:rPr>
          <w:sz w:val="24"/>
        </w:rPr>
      </w:pPr>
      <w:r w:rsidRPr="00F51772">
        <w:rPr>
          <w:sz w:val="24"/>
        </w:rPr>
        <w:t>(2) V případech dle odstavce 1 se na povinném vymožené plnění nebo povinným zaplacené plnění ve výši jistiny nejprve použije na úhradu vymáhané jistiny. Zbývající vymožené či zaplacené plnění se použije nejprve na náklady exekuce, poté na náklady předcházejících řízení, poté na jiné náklady spojené s uplatněním pohledávky a teprve poté se použije na jiné druhy příslušenství vymáhané jistiny.</w:t>
      </w:r>
    </w:p>
    <w:p w:rsidR="00DC0896" w:rsidRPr="00F51772" w:rsidRDefault="00DC0896" w:rsidP="00DC0896">
      <w:pPr>
        <w:pStyle w:val="Odstavecseseznamem"/>
        <w:ind w:left="360"/>
        <w:jc w:val="both"/>
        <w:rPr>
          <w:sz w:val="24"/>
        </w:rPr>
      </w:pPr>
    </w:p>
    <w:p w:rsidR="00DC0896" w:rsidRPr="00F51772" w:rsidRDefault="00DC0896" w:rsidP="00DC0896">
      <w:pPr>
        <w:pStyle w:val="Odstavecseseznamem"/>
        <w:ind w:left="360"/>
        <w:jc w:val="both"/>
        <w:rPr>
          <w:sz w:val="24"/>
        </w:rPr>
      </w:pPr>
      <w:r w:rsidRPr="00F51772">
        <w:rPr>
          <w:sz w:val="24"/>
        </w:rPr>
        <w:t>(3) Po zaplacení a/nebo vymožení dvojnásobku jistiny vymáhané v exekučním řízení vydá exekutor rozhodnutí, jímž povinného, který je fyzickou osobou, osvobodí od placení veškerých dalších vymáhaných pohledávek v exekučním řízení v rozsahu, v němž nebyly dosud uspokojeny, s tím, že veškeré dosud vymožené a vyplacené plnění, byť by přesahovalo dvojnásobek vymáhané jistiny v exekučním řízení, přísluší tomu, komu bylo vyplaceno. S rozhodnutím o osvobození od placení spojí exekutor i bez návrhu rozhodnutí o zastavení exekuce v rozsahu zaplacených anebo zaniklých pohledávek, ledaže jsou do exekuce přihlášeny další pohledávky, které postupem podle tohoto odstavce nebo jinak nezanikly a exekuce tak k jejich vymožení trvá. Vymáhané příslušenství pohledávky, od jehož placení je dlužník osvobozen, zaniká právní mocí usnesení exekutora o osvobození od placení.</w:t>
      </w:r>
    </w:p>
    <w:p w:rsidR="00DC0896" w:rsidRPr="00F51772" w:rsidRDefault="00DC0896" w:rsidP="00DC0896">
      <w:pPr>
        <w:pStyle w:val="Odstavecseseznamem"/>
        <w:ind w:left="360"/>
        <w:jc w:val="both"/>
        <w:rPr>
          <w:sz w:val="24"/>
        </w:rPr>
      </w:pPr>
    </w:p>
    <w:p w:rsidR="00DC0896" w:rsidRPr="00F51772" w:rsidRDefault="00DC0896" w:rsidP="00DC0896">
      <w:pPr>
        <w:pStyle w:val="Odstavecseseznamem"/>
        <w:ind w:left="360"/>
        <w:jc w:val="both"/>
        <w:rPr>
          <w:sz w:val="24"/>
        </w:rPr>
      </w:pPr>
      <w:r w:rsidRPr="00F51772">
        <w:rPr>
          <w:sz w:val="24"/>
        </w:rPr>
        <w:t>(4) Jsou-li zde důvody hodné zvláštního zřetele, zejména osobní či majetkové poměry oprávněného, byl-li oprávněný částečně osvobozen od placení soudních poplatků a nákladů řízení nebo je-li vymáhána pohledávka spotřebitelem proti podnikateli nebo společenstvím vlastníků proti jeho členu (a to i bývalému), může exekutor na návrh oprávněného nepřiznat zcela či částečně osvobození povinného od placení oprávněným zaplacených soudních poplatků v předchozích řízeních a zaplacených nákladů řízení, i když přesahují násobek jistiny. Takové rozhodnutí musí být odůvodněno.</w:t>
      </w:r>
    </w:p>
    <w:p w:rsidR="00DC0896" w:rsidRPr="00F51772" w:rsidRDefault="00DC0896" w:rsidP="00DC0896">
      <w:pPr>
        <w:pStyle w:val="Odstavecseseznamem"/>
        <w:ind w:left="360"/>
        <w:jc w:val="both"/>
        <w:rPr>
          <w:sz w:val="24"/>
        </w:rPr>
      </w:pPr>
    </w:p>
    <w:p w:rsidR="00DC0896" w:rsidRPr="00F51772" w:rsidRDefault="00DC0896" w:rsidP="00DC0896">
      <w:pPr>
        <w:pStyle w:val="Odstavecseseznamem"/>
        <w:ind w:left="360"/>
        <w:jc w:val="both"/>
        <w:rPr>
          <w:sz w:val="24"/>
        </w:rPr>
      </w:pPr>
      <w:r w:rsidRPr="00F51772">
        <w:rPr>
          <w:sz w:val="24"/>
        </w:rPr>
        <w:t>(5) Je-li vymáhaných jistin v jednom exekučním řízení více, použije se ustanovení odstavce 1 a 2 na každou jistinu vymáhanou v exekučním řízení zvlášť s tím, že v případě zaplacení jen některých jistin vymáhaných v exekučním řízení zanikají pouze pohledávky, které jsou příslušenstvím zaplacené jistiny. O osvobození od placení a zastavení exekuce rozhodne exekutor pouze v rozsahu, v němž pohledávky zanikly.</w:t>
      </w:r>
    </w:p>
    <w:p w:rsidR="00DC0896" w:rsidRPr="00F51772" w:rsidRDefault="00DC0896" w:rsidP="00DC0896">
      <w:pPr>
        <w:pStyle w:val="Odstavecseseznamem"/>
        <w:ind w:left="360"/>
        <w:jc w:val="both"/>
        <w:rPr>
          <w:sz w:val="24"/>
        </w:rPr>
      </w:pPr>
    </w:p>
    <w:p w:rsidR="00DC0896" w:rsidRPr="00F51772" w:rsidRDefault="00DC0896" w:rsidP="00DC0896">
      <w:pPr>
        <w:pStyle w:val="Odstavecseseznamem"/>
        <w:ind w:left="360"/>
        <w:jc w:val="both"/>
        <w:rPr>
          <w:sz w:val="24"/>
        </w:rPr>
      </w:pPr>
      <w:r w:rsidRPr="00F51772">
        <w:rPr>
          <w:sz w:val="24"/>
        </w:rPr>
        <w:lastRenderedPageBreak/>
        <w:t>(6) Osvobození podle odstavce 3 až 5 se vztahuje i na ručitele a jiné osoby, které měly vůči povinnému pro tyto pohledávky právo postihu.</w:t>
      </w:r>
    </w:p>
    <w:p w:rsidR="00DC0896" w:rsidRPr="00F51772" w:rsidRDefault="00DC0896" w:rsidP="00DC0896">
      <w:pPr>
        <w:pStyle w:val="Odstavecseseznamem"/>
        <w:ind w:left="360"/>
        <w:jc w:val="both"/>
        <w:rPr>
          <w:sz w:val="24"/>
        </w:rPr>
      </w:pPr>
    </w:p>
    <w:p w:rsidR="00DC0896" w:rsidRPr="00F51772" w:rsidRDefault="00DC0896" w:rsidP="00DC0896">
      <w:pPr>
        <w:pStyle w:val="Odstavecseseznamem"/>
        <w:ind w:left="360"/>
        <w:jc w:val="both"/>
        <w:rPr>
          <w:sz w:val="24"/>
        </w:rPr>
      </w:pPr>
      <w:r w:rsidRPr="00F51772">
        <w:rPr>
          <w:sz w:val="24"/>
        </w:rPr>
        <w:t>(7) Proti rozhodnutí, jímž exekutor přizná povinnému osvobození podle odstavce 3 až 5, se může odvolat pouze oprávněný nebo další oprávněný, jehož pohledávka na jistině vymáhaná v exekučním řízení vůči povinnému nebyla v exekučním řízení zcela uspokojena. Odvoláním však lze namítat pouze to, že nebyly splněny předpoklady pro přiznání osvobození od placení povinnému.</w:t>
      </w:r>
    </w:p>
    <w:p w:rsidR="00DC0896" w:rsidRPr="00F51772" w:rsidRDefault="00DC0896" w:rsidP="00DC0896">
      <w:pPr>
        <w:pStyle w:val="Odstavecseseznamem"/>
        <w:ind w:left="360"/>
        <w:jc w:val="both"/>
        <w:rPr>
          <w:sz w:val="24"/>
        </w:rPr>
      </w:pPr>
    </w:p>
    <w:p w:rsidR="00DC0896" w:rsidRPr="00F51772" w:rsidRDefault="00DC0896" w:rsidP="00DC0896">
      <w:pPr>
        <w:pStyle w:val="Odstavecseseznamem"/>
        <w:ind w:left="360"/>
        <w:jc w:val="both"/>
        <w:rPr>
          <w:sz w:val="24"/>
        </w:rPr>
      </w:pPr>
      <w:r w:rsidRPr="00F51772">
        <w:rPr>
          <w:sz w:val="24"/>
        </w:rPr>
        <w:t>(8) Ustanovení předchozích odstavců se vztahují obdobně i na pohledávky přihlášené do exekučního řízení, jde-li o pohledávky věřitelů uvedených v odst. 1.</w:t>
      </w:r>
    </w:p>
    <w:p w:rsidR="00DC0896" w:rsidRDefault="00DC0896" w:rsidP="00DC0896">
      <w:pPr>
        <w:pStyle w:val="Odstavecseseznamem"/>
        <w:ind w:left="360"/>
        <w:jc w:val="both"/>
        <w:rPr>
          <w:sz w:val="24"/>
        </w:rPr>
      </w:pPr>
    </w:p>
    <w:p w:rsidR="00DC0896" w:rsidRPr="00F51772" w:rsidRDefault="00DC0896" w:rsidP="00DC0896">
      <w:pPr>
        <w:pStyle w:val="Odstavecseseznamem"/>
        <w:ind w:left="360"/>
        <w:jc w:val="both"/>
        <w:rPr>
          <w:sz w:val="24"/>
        </w:rPr>
      </w:pPr>
      <w:r w:rsidRPr="00F51772">
        <w:rPr>
          <w:sz w:val="24"/>
        </w:rPr>
        <w:t>(9) Ustanovení odst. 1 až 8 se nevztahuje na peněžité tresty nebo jiné majetkové sankce, které byly dlužníku uloženy v trestním řízení pro úmyslný trestný čin, pohledávky na náhradu škody způsobené úmyslným porušením právní povinnosti, pohledávky věřitelů na výživném ze zákona a pohledávky věřitelů na náhradu škody způsobené na zdraví a dále na vymáhané pohledávky, které zanikly jinak než zaplacením.</w:t>
      </w:r>
    </w:p>
    <w:p w:rsidR="00DC0896" w:rsidRDefault="00DC0896" w:rsidP="00DC0896">
      <w:pPr>
        <w:pStyle w:val="Odstavecseseznamem"/>
        <w:ind w:left="360"/>
        <w:jc w:val="both"/>
        <w:rPr>
          <w:sz w:val="24"/>
        </w:rPr>
      </w:pPr>
    </w:p>
    <w:p w:rsidR="00DC0896" w:rsidRPr="00F51772" w:rsidRDefault="00DC0896" w:rsidP="00DC0896">
      <w:pPr>
        <w:pStyle w:val="Odstavecseseznamem"/>
        <w:ind w:left="360"/>
        <w:jc w:val="both"/>
        <w:rPr>
          <w:sz w:val="24"/>
        </w:rPr>
      </w:pPr>
      <w:r w:rsidRPr="00F51772">
        <w:rPr>
          <w:sz w:val="24"/>
        </w:rPr>
        <w:t>(10) Tento bod nabývá účinnosti 90 dnů od vyhlášení tohoto zákona.</w:t>
      </w:r>
      <w:r w:rsidR="003C3F74">
        <w:rPr>
          <w:sz w:val="24"/>
        </w:rPr>
        <w:t>“.</w:t>
      </w:r>
    </w:p>
    <w:p w:rsidR="00B60199" w:rsidRDefault="00B60199"/>
    <w:p w:rsidR="00B60199" w:rsidRPr="00A41D69" w:rsidRDefault="00B60199">
      <w:pPr>
        <w:rPr>
          <w:i/>
        </w:rPr>
      </w:pPr>
      <w:r w:rsidRPr="00A41D69">
        <w:rPr>
          <w:i/>
        </w:rPr>
        <w:t>SD 7425</w:t>
      </w:r>
    </w:p>
    <w:p w:rsidR="00A41D69" w:rsidRPr="003C3F74" w:rsidRDefault="003C3F74" w:rsidP="00A41D69">
      <w:pPr>
        <w:pBdr>
          <w:top w:val="nil"/>
          <w:left w:val="nil"/>
          <w:bottom w:val="nil"/>
          <w:right w:val="nil"/>
          <w:between w:val="nil"/>
        </w:pBdr>
        <w:shd w:val="clear" w:color="auto" w:fill="FFFFFF"/>
        <w:ind w:left="284" w:hanging="284"/>
        <w:rPr>
          <w:b/>
          <w:szCs w:val="22"/>
        </w:rPr>
      </w:pPr>
      <w:r w:rsidRPr="003C3F74">
        <w:rPr>
          <w:b/>
          <w:szCs w:val="22"/>
        </w:rPr>
        <w:t>B5.</w:t>
      </w:r>
    </w:p>
    <w:p w:rsidR="00A41D69" w:rsidRPr="006C0672" w:rsidRDefault="00A41D69" w:rsidP="00DE0363">
      <w:pPr>
        <w:widowControl/>
        <w:numPr>
          <w:ilvl w:val="0"/>
          <w:numId w:val="15"/>
        </w:numPr>
        <w:pBdr>
          <w:top w:val="nil"/>
          <w:left w:val="nil"/>
          <w:bottom w:val="nil"/>
          <w:right w:val="nil"/>
          <w:between w:val="nil"/>
        </w:pBdr>
        <w:shd w:val="clear" w:color="auto" w:fill="FFFFFF"/>
        <w:suppressAutoHyphens w:val="0"/>
        <w:rPr>
          <w:szCs w:val="22"/>
        </w:rPr>
      </w:pPr>
      <w:r w:rsidRPr="006C0672">
        <w:rPr>
          <w:szCs w:val="22"/>
        </w:rPr>
        <w:t xml:space="preserve">V části druhé čl. </w:t>
      </w:r>
      <w:proofErr w:type="gramStart"/>
      <w:r w:rsidRPr="006C0672">
        <w:rPr>
          <w:szCs w:val="22"/>
        </w:rPr>
        <w:t>IV</w:t>
      </w:r>
      <w:proofErr w:type="gramEnd"/>
      <w:r w:rsidRPr="006C0672">
        <w:rPr>
          <w:szCs w:val="22"/>
        </w:rPr>
        <w:t xml:space="preserve"> dosavadní bod 16 nově zní:</w:t>
      </w:r>
    </w:p>
    <w:p w:rsidR="00A41D69" w:rsidRPr="006C0672" w:rsidRDefault="00A41D69" w:rsidP="00A41D69">
      <w:pPr>
        <w:pBdr>
          <w:top w:val="nil"/>
          <w:left w:val="nil"/>
          <w:bottom w:val="nil"/>
          <w:right w:val="nil"/>
          <w:between w:val="nil"/>
        </w:pBdr>
        <w:shd w:val="clear" w:color="auto" w:fill="FFFFFF"/>
        <w:ind w:left="284"/>
        <w:rPr>
          <w:szCs w:val="22"/>
        </w:rPr>
      </w:pPr>
    </w:p>
    <w:p w:rsidR="00A41D69" w:rsidRPr="006C0672" w:rsidRDefault="00A41D69" w:rsidP="00A41D69">
      <w:pPr>
        <w:pBdr>
          <w:top w:val="nil"/>
          <w:left w:val="nil"/>
          <w:bottom w:val="nil"/>
          <w:right w:val="nil"/>
          <w:between w:val="nil"/>
        </w:pBdr>
        <w:shd w:val="clear" w:color="auto" w:fill="FFFFFF"/>
        <w:ind w:left="284"/>
        <w:jc w:val="both"/>
        <w:rPr>
          <w:szCs w:val="22"/>
        </w:rPr>
      </w:pPr>
      <w:r w:rsidRPr="006C0672">
        <w:rPr>
          <w:szCs w:val="22"/>
        </w:rPr>
        <w:t>„16.</w:t>
      </w:r>
      <w:r w:rsidRPr="006C0672">
        <w:rPr>
          <w:szCs w:val="22"/>
        </w:rPr>
        <w:tab/>
        <w:t>V exekučních řízeních vedených podle zákona č. 120/2001 Sb., o soudních exekutorech a exekuční činnosti (exekuční řád), ve kterých usnesení o nařízení exekuce nabylo právní moci nebo ve kterých nastaly skutečnosti podle § 52 odst. 1 písm. a) a b) ve znění účinném do dne nabytí účinnosti tohoto zákona před více než 3 lety přede dnem nabytí účinnosti tohoto zákona, jejichž předmětem byla ke dni nabytí právní moci usnesení o nařízení exekuce nebo dni, ke kterému nastaly skutečnosti podle § 52 odst. 1 písm. a) a b) ve znění účinném do dne nabytí účinnosti tohoto zákona, pohledávka oprávněného nepřevyšující částku 1500 Kč bez příslušenství, a ve kterých v posledních třech letech přede dnem nabytí účinnosti tohoto zákona nebylo nic vymoženo, exekutor do tří měsíců ode dne nabytí účinnosti tohoto zákona vyzve oprávněného ke složení zálohy na náklady exekuce ve výši stanovené prováděcím právním předpisem, kterou oprávněný složí ve lhůtě 30 dnů od doručení výzvy. Nesloží-li oprávněný ve stanovené lhůtě zálohu na náklady exekuce, exekutor exekuci zastaví. Složí-li oprávněný zálohu na náklady exekuce podle věty první, soud po dobu 3 let od složení zálohy na náklady exekuce nerozhodne o zastavení exekuce pro nemajetnost bez návrhu a návrh na zastavení exekuce pro nemajetnost podaný před složením zálohy na náklady exekuce podle věty první, o kterém do složení zálohy na náklady exekuce podle věty první nebylo rozhodnuto, nebo podaný po dobu 3 let od složení zálohy na náklady exekuce podle věty první zamítne. Pro účely ustanovení bodů 16 až 22 se na řízení spojená ke společnému řízení hledí, jako by ke spojení řízení ke společnému řízení nedošlo.“</w:t>
      </w:r>
      <w:r w:rsidR="008164C7">
        <w:rPr>
          <w:szCs w:val="22"/>
        </w:rPr>
        <w:t>.</w:t>
      </w:r>
    </w:p>
    <w:p w:rsidR="00A41D69" w:rsidRPr="006C0672" w:rsidRDefault="00A41D69" w:rsidP="00A41D69">
      <w:pPr>
        <w:pBdr>
          <w:top w:val="nil"/>
          <w:left w:val="nil"/>
          <w:bottom w:val="nil"/>
          <w:right w:val="nil"/>
          <w:between w:val="nil"/>
        </w:pBdr>
        <w:shd w:val="clear" w:color="auto" w:fill="FFFFFF"/>
        <w:ind w:left="284"/>
        <w:jc w:val="both"/>
        <w:rPr>
          <w:szCs w:val="22"/>
        </w:rPr>
      </w:pPr>
    </w:p>
    <w:p w:rsidR="00A41D69" w:rsidRPr="006C0672" w:rsidRDefault="00A41D69" w:rsidP="00A41D69">
      <w:pPr>
        <w:pBdr>
          <w:top w:val="nil"/>
          <w:left w:val="nil"/>
          <w:bottom w:val="nil"/>
          <w:right w:val="nil"/>
          <w:between w:val="nil"/>
        </w:pBdr>
        <w:shd w:val="clear" w:color="auto" w:fill="FFFFFF"/>
        <w:ind w:left="284"/>
        <w:rPr>
          <w:szCs w:val="22"/>
        </w:rPr>
      </w:pPr>
    </w:p>
    <w:p w:rsidR="00A41D69" w:rsidRPr="006C0672" w:rsidRDefault="00A41D69" w:rsidP="00DE0363">
      <w:pPr>
        <w:widowControl/>
        <w:numPr>
          <w:ilvl w:val="0"/>
          <w:numId w:val="15"/>
        </w:numPr>
        <w:pBdr>
          <w:top w:val="nil"/>
          <w:left w:val="nil"/>
          <w:bottom w:val="nil"/>
          <w:right w:val="nil"/>
          <w:between w:val="nil"/>
        </w:pBdr>
        <w:shd w:val="clear" w:color="auto" w:fill="FFFFFF"/>
        <w:suppressAutoHyphens w:val="0"/>
        <w:ind w:left="284" w:hanging="284"/>
        <w:rPr>
          <w:szCs w:val="22"/>
        </w:rPr>
      </w:pPr>
      <w:r w:rsidRPr="006C0672">
        <w:rPr>
          <w:szCs w:val="22"/>
        </w:rPr>
        <w:t xml:space="preserve">V části druhé čl. </w:t>
      </w:r>
      <w:proofErr w:type="gramStart"/>
      <w:r w:rsidRPr="006C0672">
        <w:rPr>
          <w:szCs w:val="22"/>
        </w:rPr>
        <w:t>IV</w:t>
      </w:r>
      <w:proofErr w:type="gramEnd"/>
      <w:r w:rsidRPr="006C0672">
        <w:rPr>
          <w:szCs w:val="22"/>
        </w:rPr>
        <w:t xml:space="preserve"> dosavadní bod 17 nově zní:</w:t>
      </w:r>
    </w:p>
    <w:p w:rsidR="00A41D69" w:rsidRPr="006C0672" w:rsidRDefault="00A41D69" w:rsidP="00A41D69">
      <w:pPr>
        <w:pBdr>
          <w:top w:val="nil"/>
          <w:left w:val="nil"/>
          <w:bottom w:val="nil"/>
          <w:right w:val="nil"/>
          <w:between w:val="nil"/>
        </w:pBdr>
        <w:shd w:val="clear" w:color="auto" w:fill="FFFFFF"/>
        <w:ind w:left="284"/>
        <w:rPr>
          <w:szCs w:val="22"/>
        </w:rPr>
      </w:pPr>
    </w:p>
    <w:p w:rsidR="00A41D69" w:rsidRPr="006C0672" w:rsidRDefault="00A41D69" w:rsidP="00A41D69">
      <w:pPr>
        <w:pBdr>
          <w:top w:val="nil"/>
          <w:left w:val="nil"/>
          <w:bottom w:val="nil"/>
          <w:right w:val="nil"/>
          <w:between w:val="nil"/>
        </w:pBdr>
        <w:shd w:val="clear" w:color="auto" w:fill="FFFFFF"/>
        <w:ind w:left="284"/>
        <w:jc w:val="both"/>
        <w:rPr>
          <w:szCs w:val="22"/>
        </w:rPr>
      </w:pPr>
      <w:r w:rsidRPr="006C0672">
        <w:rPr>
          <w:szCs w:val="22"/>
        </w:rPr>
        <w:t>„</w:t>
      </w:r>
      <w:r w:rsidR="008164C7">
        <w:rPr>
          <w:szCs w:val="22"/>
        </w:rPr>
        <w:t xml:space="preserve">17. </w:t>
      </w:r>
      <w:r w:rsidRPr="006C0672">
        <w:rPr>
          <w:szCs w:val="22"/>
        </w:rPr>
        <w:t>Výzva ke složení zálohy se nezašle a exekutor exekuci nezastaví, probíhá-li proti povinnému insolvenční řízení nebo pokud jsou vymáhány pohledávky výživného, pohledávky náhrady újmy způsobené poškozenému ublížením na zdraví nebo pohledávky náhrady újmy způsobené úmyslnými trestnými činy.“</w:t>
      </w:r>
      <w:r w:rsidR="008164C7">
        <w:rPr>
          <w:szCs w:val="22"/>
        </w:rPr>
        <w:t>.</w:t>
      </w:r>
    </w:p>
    <w:p w:rsidR="00A41D69" w:rsidRDefault="00A41D69" w:rsidP="00A41D69">
      <w:pPr>
        <w:pBdr>
          <w:top w:val="nil"/>
          <w:left w:val="nil"/>
          <w:bottom w:val="nil"/>
          <w:right w:val="nil"/>
          <w:between w:val="nil"/>
        </w:pBdr>
        <w:shd w:val="clear" w:color="auto" w:fill="FFFFFF"/>
        <w:ind w:left="284"/>
        <w:jc w:val="both"/>
        <w:rPr>
          <w:szCs w:val="22"/>
        </w:rPr>
      </w:pPr>
    </w:p>
    <w:p w:rsidR="00E712C6" w:rsidRPr="006C0672" w:rsidRDefault="00E712C6" w:rsidP="00A41D69">
      <w:pPr>
        <w:pBdr>
          <w:top w:val="nil"/>
          <w:left w:val="nil"/>
          <w:bottom w:val="nil"/>
          <w:right w:val="nil"/>
          <w:between w:val="nil"/>
        </w:pBdr>
        <w:shd w:val="clear" w:color="auto" w:fill="FFFFFF"/>
        <w:ind w:left="284"/>
        <w:jc w:val="both"/>
        <w:rPr>
          <w:szCs w:val="22"/>
        </w:rPr>
      </w:pPr>
    </w:p>
    <w:p w:rsidR="00A41D69" w:rsidRPr="006C0672" w:rsidRDefault="00A41D69" w:rsidP="00DE0363">
      <w:pPr>
        <w:widowControl/>
        <w:numPr>
          <w:ilvl w:val="0"/>
          <w:numId w:val="15"/>
        </w:numPr>
        <w:pBdr>
          <w:top w:val="nil"/>
          <w:left w:val="nil"/>
          <w:bottom w:val="nil"/>
          <w:right w:val="nil"/>
          <w:between w:val="nil"/>
        </w:pBdr>
        <w:shd w:val="clear" w:color="auto" w:fill="FFFFFF"/>
        <w:suppressAutoHyphens w:val="0"/>
        <w:ind w:left="284" w:hanging="284"/>
        <w:jc w:val="both"/>
        <w:rPr>
          <w:szCs w:val="22"/>
        </w:rPr>
      </w:pPr>
      <w:r w:rsidRPr="006C0672">
        <w:rPr>
          <w:szCs w:val="22"/>
        </w:rPr>
        <w:lastRenderedPageBreak/>
        <w:t xml:space="preserve">V části druhé čl. </w:t>
      </w:r>
      <w:proofErr w:type="gramStart"/>
      <w:r w:rsidRPr="006C0672">
        <w:rPr>
          <w:szCs w:val="22"/>
        </w:rPr>
        <w:t>I</w:t>
      </w:r>
      <w:r w:rsidR="008164C7">
        <w:rPr>
          <w:szCs w:val="22"/>
        </w:rPr>
        <w:t>V</w:t>
      </w:r>
      <w:proofErr w:type="gramEnd"/>
      <w:r w:rsidRPr="006C0672">
        <w:rPr>
          <w:szCs w:val="22"/>
        </w:rPr>
        <w:t xml:space="preserve"> dosavadní bod 20 nově zní:</w:t>
      </w:r>
    </w:p>
    <w:p w:rsidR="00A41D69" w:rsidRPr="006C0672" w:rsidRDefault="00A41D69" w:rsidP="00A41D69">
      <w:pPr>
        <w:pBdr>
          <w:top w:val="nil"/>
          <w:left w:val="nil"/>
          <w:bottom w:val="nil"/>
          <w:right w:val="nil"/>
          <w:between w:val="nil"/>
        </w:pBdr>
        <w:shd w:val="clear" w:color="auto" w:fill="FFFFFF"/>
        <w:ind w:left="284"/>
        <w:jc w:val="both"/>
        <w:rPr>
          <w:szCs w:val="22"/>
        </w:rPr>
      </w:pPr>
    </w:p>
    <w:p w:rsidR="00A41D69" w:rsidRPr="006C0672" w:rsidRDefault="00A41D69" w:rsidP="00A41D69">
      <w:pPr>
        <w:pBdr>
          <w:top w:val="nil"/>
          <w:left w:val="nil"/>
          <w:bottom w:val="nil"/>
          <w:right w:val="nil"/>
          <w:between w:val="nil"/>
        </w:pBdr>
        <w:shd w:val="clear" w:color="auto" w:fill="FFFFFF"/>
        <w:ind w:left="284"/>
        <w:jc w:val="both"/>
        <w:rPr>
          <w:szCs w:val="22"/>
        </w:rPr>
      </w:pPr>
      <w:r w:rsidRPr="006C0672">
        <w:rPr>
          <w:szCs w:val="22"/>
        </w:rPr>
        <w:t>„</w:t>
      </w:r>
      <w:r w:rsidR="008164C7">
        <w:rPr>
          <w:szCs w:val="22"/>
        </w:rPr>
        <w:t xml:space="preserve">20. </w:t>
      </w:r>
      <w:r w:rsidRPr="006C0672">
        <w:rPr>
          <w:szCs w:val="22"/>
        </w:rPr>
        <w:t>Za úkony spojené se zastavením exekuce podle bodů 16 až 19 náleží exekutorovi paušální náhrada nákladů ve výši 30 % paušálních hotových výdajů podle § 13 odst. 1 vyhlášky č. 330/2001 Sb., hrazená státem. Je-li exekutor plátcem daně z přidané hodnoty, náleží mu k náhradě nákladů podle věty první částka odpovídající této dani, kterou je exekutor povinen odvést podle zvláštního právního předpisu. Tuto náhradu vyplatí exekutorovi stát prostřednictvím exekučního soudu. O</w:t>
      </w:r>
      <w:r w:rsidR="008164C7">
        <w:rPr>
          <w:szCs w:val="22"/>
        </w:rPr>
        <w:t> </w:t>
      </w:r>
      <w:r w:rsidRPr="006C0672">
        <w:rPr>
          <w:szCs w:val="22"/>
        </w:rPr>
        <w:t>přiznání náhrady rozhodne exekutor v usnesení o zastavení exekuce. Další náklady exekuce není možné povinnému uložit.“</w:t>
      </w:r>
      <w:r w:rsidR="008164C7">
        <w:rPr>
          <w:szCs w:val="22"/>
        </w:rPr>
        <w:t>.</w:t>
      </w:r>
    </w:p>
    <w:p w:rsidR="00B60199" w:rsidRPr="006C0672" w:rsidRDefault="00B60199">
      <w:pPr>
        <w:rPr>
          <w:sz w:val="28"/>
        </w:rPr>
      </w:pPr>
    </w:p>
    <w:p w:rsidR="00B60199" w:rsidRDefault="00B60199">
      <w:pPr>
        <w:rPr>
          <w:i/>
        </w:rPr>
      </w:pPr>
      <w:r w:rsidRPr="00A41D69">
        <w:rPr>
          <w:i/>
        </w:rPr>
        <w:t>SD 7426</w:t>
      </w:r>
    </w:p>
    <w:p w:rsidR="008164C7" w:rsidRPr="008164C7" w:rsidRDefault="008164C7">
      <w:pPr>
        <w:rPr>
          <w:b/>
        </w:rPr>
      </w:pPr>
      <w:r w:rsidRPr="008164C7">
        <w:rPr>
          <w:b/>
        </w:rPr>
        <w:t xml:space="preserve">B6. </w:t>
      </w:r>
    </w:p>
    <w:p w:rsidR="00A41D69" w:rsidRPr="004727C1" w:rsidRDefault="00A41D69" w:rsidP="008164C7">
      <w:pPr>
        <w:widowControl/>
        <w:pBdr>
          <w:top w:val="nil"/>
          <w:left w:val="nil"/>
          <w:bottom w:val="nil"/>
          <w:right w:val="nil"/>
          <w:between w:val="nil"/>
        </w:pBdr>
        <w:shd w:val="clear" w:color="auto" w:fill="FFFFFF"/>
        <w:suppressAutoHyphens w:val="0"/>
        <w:rPr>
          <w:u w:val="single"/>
        </w:rPr>
      </w:pPr>
      <w:r w:rsidRPr="004727C1">
        <w:rPr>
          <w:szCs w:val="22"/>
        </w:rPr>
        <w:t xml:space="preserve">V části osmé </w:t>
      </w:r>
      <w:r w:rsidR="00B30805">
        <w:rPr>
          <w:szCs w:val="22"/>
        </w:rPr>
        <w:t xml:space="preserve"> (účinnost) </w:t>
      </w:r>
      <w:r w:rsidRPr="004727C1">
        <w:rPr>
          <w:szCs w:val="22"/>
        </w:rPr>
        <w:t>čl. XI nově zní:</w:t>
      </w:r>
    </w:p>
    <w:p w:rsidR="00A41D69" w:rsidRPr="004727C1" w:rsidRDefault="00A41D69" w:rsidP="00A41D69">
      <w:pPr>
        <w:pBdr>
          <w:top w:val="nil"/>
          <w:left w:val="nil"/>
          <w:bottom w:val="nil"/>
          <w:right w:val="nil"/>
          <w:between w:val="nil"/>
        </w:pBdr>
        <w:shd w:val="clear" w:color="auto" w:fill="FFFFFF"/>
        <w:ind w:left="284"/>
        <w:rPr>
          <w:szCs w:val="22"/>
        </w:rPr>
      </w:pPr>
    </w:p>
    <w:p w:rsidR="00A41D69" w:rsidRPr="004727C1" w:rsidRDefault="00A41D69" w:rsidP="00A41D69">
      <w:pPr>
        <w:jc w:val="center"/>
      </w:pPr>
      <w:r w:rsidRPr="004727C1">
        <w:t>„Čl. XI</w:t>
      </w:r>
    </w:p>
    <w:p w:rsidR="00A41D69" w:rsidRPr="004727C1" w:rsidRDefault="00A41D69" w:rsidP="00A41D69">
      <w:pPr>
        <w:rPr>
          <w:b/>
        </w:rPr>
      </w:pPr>
    </w:p>
    <w:p w:rsidR="00A41D69" w:rsidRPr="004727C1" w:rsidRDefault="00A41D69" w:rsidP="00A41D69">
      <w:pPr>
        <w:jc w:val="both"/>
      </w:pPr>
      <w:r w:rsidRPr="004727C1">
        <w:tab/>
        <w:t xml:space="preserve">Tento zákon nabývá účinnosti </w:t>
      </w:r>
      <w:r w:rsidR="00B30805">
        <w:t>dnem 1. ledna</w:t>
      </w:r>
      <w:r w:rsidRPr="004727C1">
        <w:t xml:space="preserve"> 2022, s výjimkou ustanovení</w:t>
      </w:r>
      <w:r w:rsidRPr="004727C1">
        <w:rPr>
          <w:bCs/>
        </w:rPr>
        <w:t> části druhé čl. III bodu 28</w:t>
      </w:r>
      <w:r w:rsidRPr="004727C1">
        <w:t>, které nabývá účinnosti prvním dnem třicátého kalendářního měsíce následujícího po jeho vyhlášení, a s výjimkou ustanovení části druhé čl. IV bodů 16 až 23, která nabývají účinnosti devadesátým dnem ode dne vyhlášení tohoto zákona.“</w:t>
      </w:r>
      <w:r w:rsidR="00B30805">
        <w:t>.</w:t>
      </w:r>
      <w:r w:rsidRPr="004727C1">
        <w:t xml:space="preserve"> </w:t>
      </w:r>
    </w:p>
    <w:p w:rsidR="00B60199" w:rsidRDefault="00B60199"/>
    <w:p w:rsidR="00B60199" w:rsidRPr="00A41D69" w:rsidRDefault="00B60199">
      <w:pPr>
        <w:rPr>
          <w:i/>
        </w:rPr>
      </w:pPr>
      <w:r w:rsidRPr="00A41D69">
        <w:rPr>
          <w:i/>
        </w:rPr>
        <w:t>SD 7431</w:t>
      </w:r>
    </w:p>
    <w:p w:rsidR="00A41D69" w:rsidRPr="008164C7" w:rsidRDefault="008164C7" w:rsidP="00A41D69">
      <w:pPr>
        <w:pBdr>
          <w:top w:val="nil"/>
          <w:left w:val="nil"/>
          <w:bottom w:val="nil"/>
          <w:right w:val="nil"/>
          <w:between w:val="nil"/>
        </w:pBdr>
        <w:shd w:val="clear" w:color="auto" w:fill="FFFFFF"/>
        <w:ind w:left="284" w:hanging="284"/>
        <w:rPr>
          <w:b/>
          <w:szCs w:val="22"/>
        </w:rPr>
      </w:pPr>
      <w:r w:rsidRPr="008164C7">
        <w:rPr>
          <w:b/>
          <w:szCs w:val="22"/>
        </w:rPr>
        <w:t xml:space="preserve">B7. </w:t>
      </w:r>
    </w:p>
    <w:p w:rsidR="00A41D69" w:rsidRPr="00E712C6" w:rsidRDefault="00A41D69" w:rsidP="008164C7">
      <w:pPr>
        <w:widowControl/>
        <w:pBdr>
          <w:top w:val="nil"/>
          <w:left w:val="nil"/>
          <w:bottom w:val="nil"/>
          <w:right w:val="nil"/>
          <w:between w:val="nil"/>
        </w:pBdr>
        <w:shd w:val="clear" w:color="auto" w:fill="FFFFFF"/>
        <w:suppressAutoHyphens w:val="0"/>
        <w:rPr>
          <w:szCs w:val="22"/>
        </w:rPr>
      </w:pPr>
      <w:r w:rsidRPr="00E712C6">
        <w:rPr>
          <w:szCs w:val="22"/>
        </w:rPr>
        <w:t xml:space="preserve">V části druhé čl. </w:t>
      </w:r>
      <w:proofErr w:type="gramStart"/>
      <w:r w:rsidRPr="00E712C6">
        <w:rPr>
          <w:szCs w:val="22"/>
        </w:rPr>
        <w:t>III</w:t>
      </w:r>
      <w:proofErr w:type="gramEnd"/>
      <w:r w:rsidRPr="00E712C6">
        <w:rPr>
          <w:szCs w:val="22"/>
        </w:rPr>
        <w:t xml:space="preserve"> dosavadní bod 106 zní:</w:t>
      </w:r>
    </w:p>
    <w:p w:rsidR="00A41D69" w:rsidRPr="00E712C6" w:rsidRDefault="00A41D69" w:rsidP="00A41D69">
      <w:pPr>
        <w:pBdr>
          <w:top w:val="nil"/>
          <w:left w:val="nil"/>
          <w:bottom w:val="nil"/>
          <w:right w:val="nil"/>
          <w:between w:val="nil"/>
        </w:pBdr>
        <w:shd w:val="clear" w:color="auto" w:fill="FFFFFF"/>
        <w:ind w:left="284"/>
        <w:rPr>
          <w:szCs w:val="22"/>
        </w:rPr>
      </w:pPr>
    </w:p>
    <w:p w:rsidR="00A41D69" w:rsidRPr="00E712C6" w:rsidRDefault="00A41D69" w:rsidP="00A41D69">
      <w:pPr>
        <w:pStyle w:val="Standard"/>
        <w:rPr>
          <w:rFonts w:ascii="Times New Roman" w:eastAsia="Times New Roman" w:hAnsi="Times New Roman" w:cs="Times New Roman"/>
          <w:color w:val="000000"/>
          <w:kern w:val="0"/>
          <w:szCs w:val="22"/>
        </w:rPr>
      </w:pPr>
      <w:r w:rsidRPr="00E712C6">
        <w:rPr>
          <w:rFonts w:ascii="Times New Roman" w:eastAsia="Times New Roman" w:hAnsi="Times New Roman" w:cs="Times New Roman"/>
          <w:color w:val="000000"/>
          <w:kern w:val="0"/>
          <w:szCs w:val="22"/>
        </w:rPr>
        <w:t>„106. V § 94 se za odstavec 2 vkládá nový odstavec 3, který zní:</w:t>
      </w:r>
    </w:p>
    <w:p w:rsidR="00A41D69" w:rsidRPr="00E712C6" w:rsidRDefault="00A41D69" w:rsidP="00A41D69">
      <w:pPr>
        <w:pStyle w:val="Standard"/>
        <w:rPr>
          <w:rFonts w:ascii="Times New Roman" w:eastAsia="Times New Roman" w:hAnsi="Times New Roman" w:cs="Times New Roman"/>
          <w:color w:val="000000"/>
          <w:kern w:val="0"/>
          <w:szCs w:val="22"/>
        </w:rPr>
      </w:pPr>
    </w:p>
    <w:p w:rsidR="00A41D69" w:rsidRPr="00E712C6" w:rsidRDefault="00A41D69" w:rsidP="00A41D69">
      <w:pPr>
        <w:pStyle w:val="Standard"/>
        <w:rPr>
          <w:rFonts w:ascii="Times New Roman" w:eastAsia="Times New Roman" w:hAnsi="Times New Roman" w:cs="Times New Roman"/>
          <w:color w:val="000000"/>
          <w:kern w:val="0"/>
          <w:szCs w:val="22"/>
        </w:rPr>
      </w:pPr>
      <w:r w:rsidRPr="00E712C6">
        <w:rPr>
          <w:rFonts w:ascii="Times New Roman" w:eastAsia="Times New Roman" w:hAnsi="Times New Roman" w:cs="Times New Roman"/>
          <w:color w:val="000000"/>
          <w:kern w:val="0"/>
          <w:szCs w:val="22"/>
        </w:rPr>
        <w:tab/>
        <w:t>„(3)</w:t>
      </w:r>
      <w:r w:rsidRPr="00E712C6">
        <w:rPr>
          <w:rFonts w:ascii="Times New Roman" w:eastAsia="Times New Roman" w:hAnsi="Times New Roman" w:cs="Times New Roman"/>
          <w:color w:val="000000"/>
          <w:kern w:val="0"/>
          <w:szCs w:val="22"/>
        </w:rPr>
        <w:tab/>
        <w:t>Na základě písemné žádosti oprávněných osob vydá exekutor kopii celého spisu na datovém nosiči oprávněné osobě. Požádá-li o to oprávněná osoba, zašle ji k jinému exekutorovi určenému v písemné žádosti, u nějž si oprávněná osoba může tuto kopii vyzvednout, nebo na adresu určenou oprávněnou osobou v této žádosti. Za opakovanou žádost o zaslání kopie spisu může exekutor požadovat úhradu nákladů v případě zneužití práva na nahlédnutí do spisu.“</w:t>
      </w:r>
      <w:r w:rsidR="00B30805">
        <w:rPr>
          <w:rFonts w:ascii="Times New Roman" w:eastAsia="Times New Roman" w:hAnsi="Times New Roman" w:cs="Times New Roman"/>
          <w:color w:val="000000"/>
          <w:kern w:val="0"/>
          <w:szCs w:val="22"/>
        </w:rPr>
        <w:t>.</w:t>
      </w:r>
    </w:p>
    <w:p w:rsidR="00A41D69" w:rsidRPr="00E712C6" w:rsidRDefault="00A41D69" w:rsidP="00A41D69">
      <w:pPr>
        <w:pStyle w:val="Standard"/>
        <w:rPr>
          <w:rFonts w:ascii="Times New Roman" w:eastAsia="Times New Roman" w:hAnsi="Times New Roman" w:cs="Times New Roman"/>
          <w:color w:val="000000"/>
          <w:kern w:val="0"/>
          <w:szCs w:val="22"/>
        </w:rPr>
      </w:pPr>
    </w:p>
    <w:p w:rsidR="00A41D69" w:rsidRPr="00E712C6" w:rsidRDefault="00A41D69" w:rsidP="00A41D69">
      <w:pPr>
        <w:pStyle w:val="Standard"/>
        <w:rPr>
          <w:rFonts w:ascii="Times New Roman" w:eastAsia="Times New Roman" w:hAnsi="Times New Roman" w:cs="Times New Roman"/>
          <w:color w:val="000000"/>
          <w:kern w:val="0"/>
          <w:szCs w:val="22"/>
        </w:rPr>
      </w:pPr>
      <w:r w:rsidRPr="00E712C6">
        <w:rPr>
          <w:rFonts w:ascii="Times New Roman" w:eastAsia="Times New Roman" w:hAnsi="Times New Roman" w:cs="Times New Roman"/>
          <w:color w:val="000000"/>
          <w:kern w:val="0"/>
          <w:szCs w:val="22"/>
        </w:rPr>
        <w:t>Dosavadní odstavec 3 se označuje jako odstavec 4.</w:t>
      </w:r>
    </w:p>
    <w:p w:rsidR="00A41D69" w:rsidRPr="00E712C6" w:rsidRDefault="00A41D69" w:rsidP="00A41D69">
      <w:pPr>
        <w:pStyle w:val="Standard"/>
        <w:rPr>
          <w:rFonts w:ascii="Times New Roman" w:eastAsia="Times New Roman" w:hAnsi="Times New Roman" w:cs="Times New Roman"/>
          <w:color w:val="000000"/>
          <w:kern w:val="0"/>
          <w:szCs w:val="22"/>
        </w:rPr>
      </w:pPr>
    </w:p>
    <w:p w:rsidR="00A41D69" w:rsidRPr="00E712C6" w:rsidRDefault="00A41D69" w:rsidP="00A41D69">
      <w:pPr>
        <w:pStyle w:val="Standard"/>
        <w:rPr>
          <w:rFonts w:ascii="Times New Roman" w:eastAsia="Times New Roman" w:hAnsi="Times New Roman" w:cs="Times New Roman"/>
          <w:color w:val="000000"/>
          <w:kern w:val="0"/>
          <w:szCs w:val="22"/>
        </w:rPr>
      </w:pPr>
      <w:r w:rsidRPr="00E712C6">
        <w:rPr>
          <w:rFonts w:ascii="Times New Roman" w:eastAsia="Times New Roman" w:hAnsi="Times New Roman" w:cs="Times New Roman"/>
          <w:color w:val="000000"/>
          <w:kern w:val="0"/>
          <w:szCs w:val="22"/>
        </w:rPr>
        <w:t>Za nový odstavec 4 se doplňuje odstavec 5, který zní:</w:t>
      </w:r>
    </w:p>
    <w:p w:rsidR="00A41D69" w:rsidRPr="00E712C6" w:rsidRDefault="00A41D69" w:rsidP="00A41D69">
      <w:pPr>
        <w:pStyle w:val="Standard"/>
        <w:rPr>
          <w:rFonts w:ascii="Times New Roman" w:eastAsia="Times New Roman" w:hAnsi="Times New Roman" w:cs="Times New Roman"/>
          <w:color w:val="000000"/>
          <w:kern w:val="0"/>
          <w:szCs w:val="22"/>
        </w:rPr>
      </w:pPr>
    </w:p>
    <w:p w:rsidR="00A41D69" w:rsidRPr="00E712C6" w:rsidRDefault="00A41D69" w:rsidP="00A41D69">
      <w:pPr>
        <w:pStyle w:val="Standard"/>
        <w:rPr>
          <w:rFonts w:ascii="Times New Roman" w:eastAsia="Times New Roman" w:hAnsi="Times New Roman" w:cs="Times New Roman"/>
          <w:color w:val="000000"/>
          <w:kern w:val="0"/>
          <w:szCs w:val="22"/>
        </w:rPr>
      </w:pPr>
      <w:r w:rsidRPr="00E712C6">
        <w:rPr>
          <w:rFonts w:ascii="Times New Roman" w:eastAsia="Times New Roman" w:hAnsi="Times New Roman" w:cs="Times New Roman"/>
          <w:color w:val="000000"/>
          <w:kern w:val="0"/>
          <w:szCs w:val="22"/>
        </w:rPr>
        <w:tab/>
        <w:t>„(</w:t>
      </w:r>
      <w:r w:rsidR="00B30805">
        <w:rPr>
          <w:rFonts w:ascii="Times New Roman" w:eastAsia="Times New Roman" w:hAnsi="Times New Roman" w:cs="Times New Roman"/>
          <w:color w:val="000000"/>
          <w:kern w:val="0"/>
          <w:szCs w:val="22"/>
        </w:rPr>
        <w:t>5</w:t>
      </w:r>
      <w:r w:rsidRPr="00E712C6">
        <w:rPr>
          <w:rFonts w:ascii="Times New Roman" w:eastAsia="Times New Roman" w:hAnsi="Times New Roman" w:cs="Times New Roman"/>
          <w:color w:val="000000"/>
          <w:kern w:val="0"/>
          <w:szCs w:val="22"/>
        </w:rPr>
        <w:t>)</w:t>
      </w:r>
      <w:r w:rsidRPr="00E712C6">
        <w:rPr>
          <w:rFonts w:ascii="Times New Roman" w:eastAsia="Times New Roman" w:hAnsi="Times New Roman" w:cs="Times New Roman"/>
          <w:color w:val="000000"/>
          <w:kern w:val="0"/>
          <w:szCs w:val="22"/>
        </w:rPr>
        <w:tab/>
        <w:t>Exekutor zašle jednou za kalendářní rok, nedohodne-li se s účastníkem řízení jinak, účastníku řízení na jeho žádost informaci o výši vymoženého plnění a o datu, kdy k vymožení došlo. Informace podle věty první se zašle elektronicky, nevysloví-li s tím účastník řízení v žádosti nesouhlas.“.“</w:t>
      </w:r>
      <w:r w:rsidR="007962F2">
        <w:rPr>
          <w:rFonts w:ascii="Times New Roman" w:eastAsia="Times New Roman" w:hAnsi="Times New Roman" w:cs="Times New Roman"/>
          <w:color w:val="000000"/>
          <w:kern w:val="0"/>
          <w:szCs w:val="22"/>
        </w:rPr>
        <w:t>.</w:t>
      </w:r>
    </w:p>
    <w:p w:rsidR="00B60199" w:rsidRDefault="00B60199"/>
    <w:p w:rsidR="00B60199" w:rsidRDefault="00B60199"/>
    <w:p w:rsidR="00E712C6" w:rsidRDefault="00E712C6"/>
    <w:p w:rsidR="000C6893" w:rsidRDefault="00081041" w:rsidP="00081041">
      <w:pPr>
        <w:pStyle w:val="PNposlanec"/>
      </w:pPr>
      <w:r>
        <w:t>Poslankyně Zuzana Ožanová</w:t>
      </w:r>
    </w:p>
    <w:p w:rsidR="000C6893" w:rsidRPr="00B82907" w:rsidRDefault="00B82907">
      <w:pPr>
        <w:rPr>
          <w:i/>
        </w:rPr>
      </w:pPr>
      <w:r w:rsidRPr="00B82907">
        <w:rPr>
          <w:i/>
        </w:rPr>
        <w:t>SD 7331</w:t>
      </w:r>
    </w:p>
    <w:p w:rsidR="00B82907" w:rsidRPr="008E7297" w:rsidRDefault="00B82907" w:rsidP="00B82907">
      <w:pPr>
        <w:rPr>
          <w:u w:val="single"/>
        </w:rPr>
      </w:pPr>
      <w:r w:rsidRPr="008E7297">
        <w:rPr>
          <w:u w:val="single"/>
        </w:rPr>
        <w:t>Občanský soudní řád</w:t>
      </w:r>
    </w:p>
    <w:p w:rsidR="00B82907" w:rsidRPr="008E7297" w:rsidRDefault="00B82907" w:rsidP="00B82907"/>
    <w:p w:rsidR="00B82907" w:rsidRPr="008E7297" w:rsidRDefault="001D004E" w:rsidP="00B82907">
      <w:r w:rsidRPr="001D004E">
        <w:rPr>
          <w:b/>
        </w:rPr>
        <w:t>C</w:t>
      </w:r>
      <w:r w:rsidR="00B82907" w:rsidRPr="001D004E">
        <w:rPr>
          <w:b/>
        </w:rPr>
        <w:t>1.</w:t>
      </w:r>
      <w:r w:rsidR="00B82907">
        <w:t xml:space="preserve"> V části první čl. I bod</w:t>
      </w:r>
      <w:r w:rsidR="00B82907" w:rsidRPr="00C91D15">
        <w:t xml:space="preserve"> 1 </w:t>
      </w:r>
      <w:r w:rsidR="00B82907">
        <w:t>zní:</w:t>
      </w:r>
    </w:p>
    <w:p w:rsidR="00B82907" w:rsidRDefault="00B82907" w:rsidP="00B82907"/>
    <w:p w:rsidR="00B82907" w:rsidRDefault="00B82907" w:rsidP="00B82907">
      <w:r>
        <w:t>„1. V § 238 se na konci odstavce 1 tečka nahrazuje čárkou a doplňuje se písmeno l), které zní:</w:t>
      </w:r>
    </w:p>
    <w:p w:rsidR="00B82907" w:rsidRDefault="00B82907" w:rsidP="00B82907"/>
    <w:p w:rsidR="00B82907" w:rsidRDefault="00B82907" w:rsidP="007962F2">
      <w:pPr>
        <w:ind w:left="709" w:hanging="709"/>
        <w:jc w:val="both"/>
      </w:pPr>
      <w:r>
        <w:t>„l)</w:t>
      </w:r>
      <w:r>
        <w:tab/>
        <w:t>proti usnesením, kterými bylo rozhodnuto o návrhu na zproštění od složení zálohy na náklady exekuce nebo zálohy podle § 55 odst. 7 a 8</w:t>
      </w:r>
      <w:r>
        <w:rPr>
          <w:b/>
        </w:rPr>
        <w:t xml:space="preserve"> </w:t>
      </w:r>
      <w:r>
        <w:t>exekučního řádu.“.“.</w:t>
      </w:r>
    </w:p>
    <w:p w:rsidR="00B82907" w:rsidRDefault="00B82907" w:rsidP="00B82907"/>
    <w:p w:rsidR="00B82907" w:rsidRPr="00C91D15" w:rsidRDefault="001D004E" w:rsidP="00B82907">
      <w:pPr>
        <w:rPr>
          <w:i/>
        </w:rPr>
      </w:pPr>
      <w:r w:rsidRPr="001D004E">
        <w:rPr>
          <w:b/>
        </w:rPr>
        <w:t>C</w:t>
      </w:r>
      <w:r w:rsidR="00B82907" w:rsidRPr="001D004E">
        <w:rPr>
          <w:b/>
        </w:rPr>
        <w:t>2.</w:t>
      </w:r>
      <w:r w:rsidR="00B82907">
        <w:t xml:space="preserve"> V části první čl. I se body 20 a 23</w:t>
      </w:r>
      <w:r w:rsidR="00B82907" w:rsidRPr="00C91D15">
        <w:t xml:space="preserve"> vypouštěj</w:t>
      </w:r>
      <w:r w:rsidR="00B82907">
        <w:t>í.</w:t>
      </w:r>
    </w:p>
    <w:p w:rsidR="00B82907" w:rsidRDefault="00B82907" w:rsidP="00B82907"/>
    <w:p w:rsidR="00B82907" w:rsidRPr="008E7297" w:rsidRDefault="00B82907" w:rsidP="00B82907">
      <w:r w:rsidRPr="008E7297">
        <w:t>Následují</w:t>
      </w:r>
      <w:r>
        <w:t>cí novelizační body se přeznačí</w:t>
      </w:r>
      <w:r w:rsidRPr="008E7297">
        <w:t>.</w:t>
      </w:r>
    </w:p>
    <w:p w:rsidR="00B82907" w:rsidRDefault="00B82907" w:rsidP="00B82907"/>
    <w:p w:rsidR="00B82907" w:rsidRPr="008A5512" w:rsidRDefault="001D004E" w:rsidP="00B82907">
      <w:r w:rsidRPr="001D004E">
        <w:rPr>
          <w:b/>
        </w:rPr>
        <w:t>C</w:t>
      </w:r>
      <w:r w:rsidR="00B82907" w:rsidRPr="001D004E">
        <w:rPr>
          <w:b/>
        </w:rPr>
        <w:t>3.</w:t>
      </w:r>
      <w:r w:rsidR="00B82907">
        <w:t xml:space="preserve"> </w:t>
      </w:r>
      <w:r w:rsidR="00B82907" w:rsidRPr="00840793">
        <w:t xml:space="preserve">V části </w:t>
      </w:r>
      <w:r w:rsidR="00B82907">
        <w:t xml:space="preserve">první </w:t>
      </w:r>
      <w:r w:rsidR="00B82907" w:rsidRPr="00840793">
        <w:t>čl. I</w:t>
      </w:r>
      <w:r w:rsidR="00B82907">
        <w:t>I</w:t>
      </w:r>
      <w:r w:rsidR="00B82907" w:rsidRPr="00840793">
        <w:t xml:space="preserve"> se </w:t>
      </w:r>
      <w:r w:rsidR="00B82907">
        <w:t>za bod 1</w:t>
      </w:r>
      <w:r w:rsidR="00B82907" w:rsidRPr="00840793">
        <w:t xml:space="preserve"> vkládá nový bod, který zní:</w:t>
      </w:r>
    </w:p>
    <w:p w:rsidR="00B82907" w:rsidRDefault="00B82907" w:rsidP="00B82907"/>
    <w:p w:rsidR="00B82907" w:rsidRPr="00893594" w:rsidRDefault="00B82907" w:rsidP="00B82907">
      <w:pPr>
        <w:ind w:left="709" w:hanging="709"/>
      </w:pPr>
      <w:r w:rsidRPr="00893594">
        <w:t>„X.</w:t>
      </w:r>
      <w:r w:rsidRPr="00893594">
        <w:tab/>
        <w:t xml:space="preserve">Na řízení zahájená přede dnem nabytí účinnosti tohoto zákona se ustanovení § 265a zákona č. 99/1963 Sb., ve znění účinném </w:t>
      </w:r>
      <w:r w:rsidR="00CF3E6E">
        <w:t xml:space="preserve">ode </w:t>
      </w:r>
      <w:r w:rsidRPr="00893594">
        <w:t>dn</w:t>
      </w:r>
      <w:r w:rsidR="00CF3E6E">
        <w:t>e</w:t>
      </w:r>
      <w:r w:rsidRPr="00893594">
        <w:t xml:space="preserve"> nabytí účinnosti tohoto zákona, nepoužije.“.</w:t>
      </w:r>
    </w:p>
    <w:p w:rsidR="00B82907" w:rsidRPr="00893594" w:rsidRDefault="00B82907" w:rsidP="00B82907"/>
    <w:p w:rsidR="00B82907" w:rsidRDefault="00B82907" w:rsidP="00B82907">
      <w:r>
        <w:t>Následující body se přeznačí.</w:t>
      </w:r>
    </w:p>
    <w:p w:rsidR="00B82907" w:rsidRPr="008E7297" w:rsidRDefault="00B82907" w:rsidP="00B82907"/>
    <w:p w:rsidR="00B82907" w:rsidRPr="008E7297" w:rsidRDefault="00B82907" w:rsidP="00B82907">
      <w:pPr>
        <w:rPr>
          <w:u w:val="single"/>
        </w:rPr>
      </w:pPr>
      <w:r w:rsidRPr="008E7297">
        <w:rPr>
          <w:u w:val="single"/>
        </w:rPr>
        <w:t>Exekuční řád</w:t>
      </w:r>
    </w:p>
    <w:p w:rsidR="00B82907" w:rsidRPr="008E7297" w:rsidRDefault="00B82907" w:rsidP="00B82907"/>
    <w:p w:rsidR="00B82907" w:rsidRPr="008E7297" w:rsidRDefault="001D004E" w:rsidP="00B82907">
      <w:r w:rsidRPr="001D004E">
        <w:rPr>
          <w:b/>
        </w:rPr>
        <w:t>C</w:t>
      </w:r>
      <w:r w:rsidR="00B82907" w:rsidRPr="001D004E">
        <w:rPr>
          <w:b/>
        </w:rPr>
        <w:t>4.</w:t>
      </w:r>
      <w:r w:rsidR="00B82907" w:rsidRPr="00C91D15">
        <w:t xml:space="preserve"> V části druhé čl. </w:t>
      </w:r>
      <w:proofErr w:type="gramStart"/>
      <w:r w:rsidR="00B82907" w:rsidRPr="00C91D15">
        <w:t>III</w:t>
      </w:r>
      <w:proofErr w:type="gramEnd"/>
      <w:r w:rsidR="00B82907" w:rsidRPr="00C91D15">
        <w:t xml:space="preserve"> bod 1 zní:</w:t>
      </w:r>
    </w:p>
    <w:p w:rsidR="00B82907" w:rsidRPr="008E7297" w:rsidRDefault="00B82907" w:rsidP="00B82907"/>
    <w:p w:rsidR="00B82907" w:rsidRPr="008E7297" w:rsidRDefault="00B82907" w:rsidP="00B82907">
      <w:r w:rsidRPr="008E7297">
        <w:t>„1. V § 7 odst. 1 větě první se slova „§ 76a a“ nahrazují textem „§ 76a,“, slovo „nebo“ se nahrazuje slovy „a § 75 odst. 2 a“ a čárka za slovem „účtu“ se zrušuje a ve větě druhé se slovo „i“ nahrazuje slovy „z vlastního podnětu nebo“.“.</w:t>
      </w:r>
    </w:p>
    <w:p w:rsidR="00B82907" w:rsidRPr="008E7297" w:rsidRDefault="00B82907" w:rsidP="00B82907"/>
    <w:p w:rsidR="00B82907" w:rsidRPr="00174582" w:rsidRDefault="001D004E" w:rsidP="00B82907">
      <w:r w:rsidRPr="001D004E">
        <w:rPr>
          <w:b/>
        </w:rPr>
        <w:t>C</w:t>
      </w:r>
      <w:r w:rsidR="00B82907" w:rsidRPr="001D004E">
        <w:rPr>
          <w:b/>
        </w:rPr>
        <w:t>5.</w:t>
      </w:r>
      <w:r w:rsidR="00B82907" w:rsidRPr="00174582">
        <w:t xml:space="preserve"> V části druhé čl. III se bod 3 vypouští.</w:t>
      </w:r>
    </w:p>
    <w:p w:rsidR="00B82907" w:rsidRPr="00174582" w:rsidRDefault="00B82907" w:rsidP="00B82907"/>
    <w:p w:rsidR="00B82907" w:rsidRPr="008E7297" w:rsidRDefault="00B82907" w:rsidP="00B82907">
      <w:r w:rsidRPr="008E7297">
        <w:t>Následují</w:t>
      </w:r>
      <w:r>
        <w:t>cí novelizační body se přeznačí</w:t>
      </w:r>
      <w:r w:rsidRPr="008E7297">
        <w:t>.</w:t>
      </w:r>
    </w:p>
    <w:p w:rsidR="00B82907" w:rsidRPr="008E7297" w:rsidRDefault="00B82907" w:rsidP="00B82907"/>
    <w:p w:rsidR="00B82907" w:rsidRPr="005259BC" w:rsidRDefault="001D004E" w:rsidP="00B82907">
      <w:r w:rsidRPr="001D004E">
        <w:rPr>
          <w:b/>
        </w:rPr>
        <w:t>C</w:t>
      </w:r>
      <w:r w:rsidR="00B82907" w:rsidRPr="001D004E">
        <w:rPr>
          <w:b/>
        </w:rPr>
        <w:t>6.</w:t>
      </w:r>
      <w:r w:rsidR="00B82907" w:rsidRPr="00EF6275">
        <w:t xml:space="preserve"> V části druhé čl. III se za dosavadní bod 22 vkládají nové body:</w:t>
      </w:r>
    </w:p>
    <w:p w:rsidR="00B82907" w:rsidRPr="005259BC" w:rsidRDefault="00B82907" w:rsidP="00B82907"/>
    <w:p w:rsidR="00B82907" w:rsidRPr="005259BC" w:rsidRDefault="00B82907" w:rsidP="00B82907">
      <w:r>
        <w:t>„X</w:t>
      </w:r>
      <w:r w:rsidR="002D6BAE">
        <w:t>1</w:t>
      </w:r>
      <w:r>
        <w:t>.</w:t>
      </w:r>
      <w:r w:rsidRPr="005259BC">
        <w:t xml:space="preserve"> V § 29 odst. 5 se věta poslední zrušuje.</w:t>
      </w:r>
    </w:p>
    <w:p w:rsidR="00B82907" w:rsidRPr="005259BC" w:rsidRDefault="00B82907" w:rsidP="00B82907"/>
    <w:p w:rsidR="00B82907" w:rsidRPr="0057045B" w:rsidRDefault="00B82907" w:rsidP="00B82907">
      <w:r>
        <w:t>X</w:t>
      </w:r>
      <w:r w:rsidR="002D6BAE">
        <w:t>2</w:t>
      </w:r>
      <w:r w:rsidRPr="0057045B">
        <w:t>. V § 29 odst. 7 se slovo „nejpozději“ zrušuje.</w:t>
      </w:r>
    </w:p>
    <w:p w:rsidR="00B82907" w:rsidRDefault="00B82907" w:rsidP="00B82907"/>
    <w:p w:rsidR="00B82907" w:rsidRDefault="00B82907" w:rsidP="00B82907">
      <w:r>
        <w:t>X</w:t>
      </w:r>
      <w:r w:rsidR="002D6BAE">
        <w:t>3</w:t>
      </w:r>
      <w:r w:rsidRPr="005259BC">
        <w:t>. V § 29 odst. 11 se text „</w:t>
      </w:r>
      <w:r>
        <w:t>a)“ nahrazuje slovy „b) a c)“.“.</w:t>
      </w:r>
    </w:p>
    <w:p w:rsidR="00B82907" w:rsidRDefault="00B82907" w:rsidP="00B82907"/>
    <w:p w:rsidR="00B82907" w:rsidRPr="008E7297" w:rsidRDefault="00B82907" w:rsidP="00B82907">
      <w:r w:rsidRPr="008E7297">
        <w:t>Následují</w:t>
      </w:r>
      <w:r>
        <w:t>cí novelizační body se přeznačí</w:t>
      </w:r>
      <w:r w:rsidRPr="008E7297">
        <w:t>.</w:t>
      </w:r>
    </w:p>
    <w:p w:rsidR="00B82907" w:rsidRPr="008E7297" w:rsidRDefault="00B82907" w:rsidP="00B82907"/>
    <w:p w:rsidR="00B82907" w:rsidRPr="008E7297" w:rsidRDefault="001D004E" w:rsidP="00B82907">
      <w:r w:rsidRPr="001D004E">
        <w:rPr>
          <w:b/>
        </w:rPr>
        <w:t>C</w:t>
      </w:r>
      <w:r w:rsidR="00B82907" w:rsidRPr="001D004E">
        <w:rPr>
          <w:b/>
        </w:rPr>
        <w:t>7.</w:t>
      </w:r>
      <w:r w:rsidR="00B82907" w:rsidRPr="005863E8">
        <w:t xml:space="preserve"> V části druhé čl. </w:t>
      </w:r>
      <w:proofErr w:type="gramStart"/>
      <w:r w:rsidR="00B82907" w:rsidRPr="005863E8">
        <w:t>III</w:t>
      </w:r>
      <w:proofErr w:type="gramEnd"/>
      <w:r w:rsidR="00B82907" w:rsidRPr="005863E8">
        <w:t xml:space="preserve"> dosavadní bod 31 zní:</w:t>
      </w:r>
    </w:p>
    <w:p w:rsidR="00B82907" w:rsidRPr="008E7297" w:rsidRDefault="00B82907" w:rsidP="00B82907"/>
    <w:p w:rsidR="00B82907" w:rsidRPr="008E7297" w:rsidRDefault="00B82907" w:rsidP="00B82907">
      <w:r>
        <w:t>„X</w:t>
      </w:r>
      <w:r w:rsidRPr="008E7297">
        <w:t>. V § 35 se doplňuje odstavec 6, který zní:</w:t>
      </w:r>
    </w:p>
    <w:p w:rsidR="00B82907" w:rsidRPr="008E7297" w:rsidRDefault="00B82907" w:rsidP="00B82907"/>
    <w:p w:rsidR="00B82907" w:rsidRPr="00510FB6" w:rsidRDefault="00B82907" w:rsidP="00B82907">
      <w:r w:rsidRPr="008E7297">
        <w:tab/>
        <w:t xml:space="preserve">„(6) Současně s exekučním návrhem může být podán i návrh na prohlášení vykonatelnosti nebo na uznání. Řízení je zahájeno dnem, kdy návrh na prohlášení vykonatelnosti nebo na uznání došel exekutorovi. Nestanoví-li se dále jinak, je k rozhodnutí </w:t>
      </w:r>
      <w:r w:rsidRPr="00510FB6">
        <w:t>o návrhu na prohlášení vykonatelnosti nebo na uznání příslušný exekuční soud.“.“</w:t>
      </w:r>
      <w:r>
        <w:t>.</w:t>
      </w:r>
    </w:p>
    <w:p w:rsidR="00B82907" w:rsidRPr="00510FB6" w:rsidRDefault="00B82907" w:rsidP="00B82907"/>
    <w:p w:rsidR="00B82907" w:rsidRPr="00510FB6" w:rsidRDefault="001D004E" w:rsidP="00B82907">
      <w:r w:rsidRPr="001D004E">
        <w:rPr>
          <w:b/>
        </w:rPr>
        <w:t>C</w:t>
      </w:r>
      <w:r w:rsidR="00B82907" w:rsidRPr="001D004E">
        <w:rPr>
          <w:b/>
        </w:rPr>
        <w:t>8.</w:t>
      </w:r>
      <w:r w:rsidR="00B82907" w:rsidRPr="00510FB6">
        <w:t xml:space="preserve"> V části druhé čl. III se za dosavadní bod 31 vkládají nové body, které znějí:</w:t>
      </w:r>
    </w:p>
    <w:p w:rsidR="00B82907" w:rsidRPr="00510FB6" w:rsidRDefault="00B82907" w:rsidP="00B82907"/>
    <w:p w:rsidR="00B82907" w:rsidRPr="00510FB6" w:rsidRDefault="00B82907" w:rsidP="001D004E">
      <w:pPr>
        <w:jc w:val="both"/>
      </w:pPr>
      <w:r w:rsidRPr="00510FB6">
        <w:t>„X</w:t>
      </w:r>
      <w:r w:rsidR="002D6BAE">
        <w:t>1</w:t>
      </w:r>
      <w:r w:rsidRPr="00510FB6">
        <w:t>. V § 35a se na konci odstavce 3 doplňují věty „Ministerstvo je oprávněno využívat údaje z rejstříku zahájených exekucí pro výkon své působnosti. Exekutorovi poskytuje ministerstvo údaje o jím vykonávané nebo vykonané exekuční činnosti.“.</w:t>
      </w:r>
    </w:p>
    <w:p w:rsidR="00B82907" w:rsidRPr="00510FB6" w:rsidRDefault="00B82907" w:rsidP="00B82907"/>
    <w:p w:rsidR="00B82907" w:rsidRPr="00184FCC" w:rsidRDefault="00B82907" w:rsidP="00B82907">
      <w:r w:rsidRPr="00510FB6">
        <w:lastRenderedPageBreak/>
        <w:t>X</w:t>
      </w:r>
      <w:r w:rsidR="002D6BAE">
        <w:t>2</w:t>
      </w:r>
      <w:r w:rsidRPr="00510FB6">
        <w:t>. V § 35a odst. 4 se text „i)“ nahrazuje textem „l)“.</w:t>
      </w:r>
    </w:p>
    <w:p w:rsidR="00B82907" w:rsidRDefault="00B82907" w:rsidP="00B82907"/>
    <w:p w:rsidR="00B82907" w:rsidRPr="00FA593F" w:rsidRDefault="00B82907" w:rsidP="00B82907">
      <w:r>
        <w:t>X</w:t>
      </w:r>
      <w:r w:rsidR="002D6BAE">
        <w:t>3</w:t>
      </w:r>
      <w:r w:rsidRPr="00FA593F">
        <w:t>. V § 35b odst. 1 písm. c) se za slovo „značkou“ vkládá slovo „exekutora“.</w:t>
      </w:r>
    </w:p>
    <w:p w:rsidR="00B82907" w:rsidRPr="00FA593F" w:rsidRDefault="00B82907" w:rsidP="00B82907"/>
    <w:p w:rsidR="00B82907" w:rsidRPr="00FA593F" w:rsidRDefault="00B82907" w:rsidP="00B82907">
      <w:r>
        <w:t>X</w:t>
      </w:r>
      <w:r w:rsidR="002D6BAE">
        <w:t>4</w:t>
      </w:r>
      <w:r w:rsidRPr="00FA593F">
        <w:t>. V § 35b odst. 1 se za písmeno c) vkládá nové písmeno d), které zní:</w:t>
      </w:r>
    </w:p>
    <w:p w:rsidR="00B82907" w:rsidRPr="00FA593F" w:rsidRDefault="00B82907" w:rsidP="00B82907"/>
    <w:p w:rsidR="00B82907" w:rsidRPr="00FA593F" w:rsidRDefault="00B82907" w:rsidP="00B82907">
      <w:r w:rsidRPr="00FA593F">
        <w:t>„d)</w:t>
      </w:r>
      <w:r w:rsidRPr="00FA593F">
        <w:tab/>
        <w:t>označení exekučního soudu a spisovou značku exekučního soudu,“.</w:t>
      </w:r>
    </w:p>
    <w:p w:rsidR="00B82907" w:rsidRPr="00FA593F" w:rsidRDefault="00B82907" w:rsidP="00B82907"/>
    <w:p w:rsidR="00B82907" w:rsidRPr="00FA593F" w:rsidRDefault="00B82907" w:rsidP="00B82907">
      <w:r w:rsidRPr="00FA593F">
        <w:t>Dosavadní písmena d) až i) se označují jako písmena e) až j).</w:t>
      </w:r>
    </w:p>
    <w:p w:rsidR="00B82907" w:rsidRPr="00FA593F" w:rsidRDefault="00B82907" w:rsidP="00B82907"/>
    <w:p w:rsidR="00B82907" w:rsidRPr="00FA593F" w:rsidRDefault="00B82907" w:rsidP="00B82907">
      <w:r>
        <w:t>X</w:t>
      </w:r>
      <w:r w:rsidR="002D6BAE">
        <w:t>5</w:t>
      </w:r>
      <w:r w:rsidRPr="00FA593F">
        <w:t>. V § 35b odst. 1 písm. i) se slova „a b)“ nahrazují slovy „až c)“.</w:t>
      </w:r>
    </w:p>
    <w:p w:rsidR="00B82907" w:rsidRPr="008E7297" w:rsidRDefault="00B82907" w:rsidP="00B82907"/>
    <w:p w:rsidR="00B82907" w:rsidRPr="008E7297" w:rsidRDefault="00B82907" w:rsidP="00B82907">
      <w:r>
        <w:t>X</w:t>
      </w:r>
      <w:r w:rsidR="002D6BAE">
        <w:t>6</w:t>
      </w:r>
      <w:r w:rsidRPr="008E7297">
        <w:t>. V § 35b odst. 1 se za písmeno i) vkládají nová písmena j) a k), která znějí:</w:t>
      </w:r>
    </w:p>
    <w:p w:rsidR="00B82907" w:rsidRPr="008E7297" w:rsidRDefault="00B82907" w:rsidP="00B82907"/>
    <w:p w:rsidR="00B82907" w:rsidRPr="008E7297" w:rsidRDefault="00B82907" w:rsidP="00B82907">
      <w:pPr>
        <w:ind w:left="709" w:hanging="709"/>
      </w:pPr>
      <w:r w:rsidRPr="008E7297">
        <w:t>„j)</w:t>
      </w:r>
      <w:r w:rsidRPr="008E7297">
        <w:tab/>
        <w:t>údaj o výši zálohy nebo o zproštění od složení zálohy na náklady exekuce,</w:t>
      </w:r>
    </w:p>
    <w:p w:rsidR="00B82907" w:rsidRPr="008E7297" w:rsidRDefault="00B82907" w:rsidP="00B82907">
      <w:r w:rsidRPr="008E7297">
        <w:t>k)</w:t>
      </w:r>
      <w:r w:rsidRPr="008E7297">
        <w:tab/>
        <w:t>datum složení zálohy na náklady exekuce,“.</w:t>
      </w:r>
    </w:p>
    <w:p w:rsidR="00B82907" w:rsidRPr="008E7297" w:rsidRDefault="00B82907" w:rsidP="00B82907"/>
    <w:p w:rsidR="00B82907" w:rsidRPr="008E7297" w:rsidRDefault="00B82907" w:rsidP="00B82907">
      <w:r w:rsidRPr="008E7297">
        <w:t>Dosavadní písmeno j) se označuje jako písmeno l).“.</w:t>
      </w:r>
    </w:p>
    <w:p w:rsidR="00B82907" w:rsidRPr="008E7297" w:rsidRDefault="00B82907" w:rsidP="00B82907"/>
    <w:p w:rsidR="00B82907" w:rsidRPr="00967D45" w:rsidRDefault="00B82907" w:rsidP="00B82907">
      <w:r>
        <w:t>X</w:t>
      </w:r>
      <w:r w:rsidR="002D6BAE">
        <w:t>7</w:t>
      </w:r>
      <w:r w:rsidRPr="00967D45">
        <w:t>. V § 35b odst. 1 písm. l) se slovo „exekuce“ nahrazuje slovy „exekučního řízení“.</w:t>
      </w:r>
      <w:r>
        <w:t>“.</w:t>
      </w:r>
    </w:p>
    <w:p w:rsidR="00B82907" w:rsidRPr="008E7297" w:rsidRDefault="00B82907" w:rsidP="00B82907"/>
    <w:p w:rsidR="00B82907" w:rsidRPr="008E7297" w:rsidRDefault="00B82907" w:rsidP="00B82907">
      <w:r>
        <w:t>X</w:t>
      </w:r>
      <w:r w:rsidR="002D6BAE">
        <w:t>8</w:t>
      </w:r>
      <w:r w:rsidRPr="008E7297">
        <w:t>. V § 35b odst. 2 se slova „b), h) a i)“ nahrazují slovy „b), d), i) až l)“.</w:t>
      </w:r>
      <w:r>
        <w:t>“.</w:t>
      </w:r>
    </w:p>
    <w:p w:rsidR="00B82907" w:rsidRDefault="00B82907" w:rsidP="00B82907"/>
    <w:p w:rsidR="00B82907" w:rsidRPr="008E7297" w:rsidRDefault="00B82907" w:rsidP="00B82907">
      <w:r w:rsidRPr="008E7297">
        <w:t>Následují</w:t>
      </w:r>
      <w:r>
        <w:t>cí novelizační body se přeznačí</w:t>
      </w:r>
      <w:r w:rsidRPr="008E7297">
        <w:t>.</w:t>
      </w:r>
    </w:p>
    <w:p w:rsidR="00B82907" w:rsidRPr="008E7297" w:rsidRDefault="00B82907" w:rsidP="00B82907"/>
    <w:p w:rsidR="00B82907" w:rsidRPr="007129FD" w:rsidRDefault="001D004E" w:rsidP="00B82907">
      <w:r w:rsidRPr="001D004E">
        <w:rPr>
          <w:b/>
        </w:rPr>
        <w:t>C</w:t>
      </w:r>
      <w:r w:rsidR="00B82907" w:rsidRPr="001D004E">
        <w:rPr>
          <w:b/>
        </w:rPr>
        <w:t>9.</w:t>
      </w:r>
      <w:r w:rsidR="00B82907" w:rsidRPr="007129FD">
        <w:t xml:space="preserve"> V části druhé čl. III se dosavadní bod 34 vypouští.</w:t>
      </w:r>
    </w:p>
    <w:p w:rsidR="00B82907" w:rsidRPr="007129FD" w:rsidRDefault="00B82907" w:rsidP="00B82907"/>
    <w:p w:rsidR="00B82907" w:rsidRPr="008E7297" w:rsidRDefault="00B82907" w:rsidP="00B82907">
      <w:r w:rsidRPr="007129FD">
        <w:t>Následující novelizační body se přeznačí.</w:t>
      </w:r>
    </w:p>
    <w:p w:rsidR="00B82907" w:rsidRDefault="00B82907" w:rsidP="00B82907"/>
    <w:p w:rsidR="00B82907" w:rsidRPr="007129FD" w:rsidRDefault="001D004E" w:rsidP="00B82907">
      <w:r w:rsidRPr="001D004E">
        <w:rPr>
          <w:b/>
        </w:rPr>
        <w:t>C</w:t>
      </w:r>
      <w:r w:rsidR="00B82907" w:rsidRPr="001D004E">
        <w:rPr>
          <w:b/>
        </w:rPr>
        <w:t>10.</w:t>
      </w:r>
      <w:r w:rsidR="00B82907" w:rsidRPr="007129FD">
        <w:t xml:space="preserve"> V části </w:t>
      </w:r>
      <w:proofErr w:type="gramStart"/>
      <w:r w:rsidR="00B82907" w:rsidRPr="007129FD">
        <w:t>druhé čl.</w:t>
      </w:r>
      <w:proofErr w:type="gramEnd"/>
      <w:r w:rsidR="00B82907" w:rsidRPr="007129FD">
        <w:t xml:space="preserve"> III </w:t>
      </w:r>
      <w:proofErr w:type="gramStart"/>
      <w:r w:rsidR="00B82907" w:rsidRPr="007129FD">
        <w:t>se</w:t>
      </w:r>
      <w:proofErr w:type="gramEnd"/>
      <w:r w:rsidR="00B82907" w:rsidRPr="007129FD">
        <w:t xml:space="preserve"> za dosavadní bod 39 </w:t>
      </w:r>
      <w:proofErr w:type="gramStart"/>
      <w:r w:rsidR="00B82907" w:rsidRPr="007129FD">
        <w:t>vkládá</w:t>
      </w:r>
      <w:proofErr w:type="gramEnd"/>
      <w:r w:rsidR="00B82907" w:rsidRPr="007129FD">
        <w:t xml:space="preserve"> nový bod, který zní:</w:t>
      </w:r>
    </w:p>
    <w:p w:rsidR="00B82907" w:rsidRPr="007129FD" w:rsidRDefault="00B82907" w:rsidP="00B82907"/>
    <w:p w:rsidR="00B82907" w:rsidRPr="007129FD" w:rsidRDefault="00B82907" w:rsidP="00B82907">
      <w:r w:rsidRPr="007129FD">
        <w:t>„X. V § 43 odst. 1 se slova „postupovat podle § 44“ nahrazují slovy „vydat pověření podle § 43a“.“.</w:t>
      </w:r>
    </w:p>
    <w:p w:rsidR="00B82907" w:rsidRPr="007129FD" w:rsidRDefault="00B82907" w:rsidP="00B82907"/>
    <w:p w:rsidR="00B82907" w:rsidRPr="008E7297" w:rsidRDefault="00B82907" w:rsidP="00B82907">
      <w:r w:rsidRPr="007129FD">
        <w:t>Následující novelizační body se přeznačí.</w:t>
      </w:r>
    </w:p>
    <w:p w:rsidR="00B82907" w:rsidRPr="008E7297" w:rsidRDefault="00B82907" w:rsidP="00B82907"/>
    <w:p w:rsidR="00B82907" w:rsidRPr="007129FD" w:rsidRDefault="001D004E" w:rsidP="00B82907">
      <w:r w:rsidRPr="001D004E">
        <w:rPr>
          <w:b/>
        </w:rPr>
        <w:t>C</w:t>
      </w:r>
      <w:r w:rsidR="00B82907" w:rsidRPr="001D004E">
        <w:rPr>
          <w:b/>
        </w:rPr>
        <w:t>11.</w:t>
      </w:r>
      <w:r w:rsidR="00B82907" w:rsidRPr="007129FD">
        <w:t xml:space="preserve"> V části druhé čl. </w:t>
      </w:r>
      <w:proofErr w:type="gramStart"/>
      <w:r w:rsidR="00B82907" w:rsidRPr="007129FD">
        <w:t>III</w:t>
      </w:r>
      <w:proofErr w:type="gramEnd"/>
      <w:r w:rsidR="00B82907" w:rsidRPr="007129FD">
        <w:t xml:space="preserve"> dosavadní bod 40 zní:</w:t>
      </w:r>
    </w:p>
    <w:p w:rsidR="00B82907" w:rsidRPr="007129FD" w:rsidRDefault="00B82907" w:rsidP="00B82907"/>
    <w:p w:rsidR="00B82907" w:rsidRPr="007129FD" w:rsidRDefault="00B82907" w:rsidP="00CF3E6E">
      <w:pPr>
        <w:jc w:val="both"/>
      </w:pPr>
      <w:r w:rsidRPr="007129FD">
        <w:t xml:space="preserve">„X. V § 43a odst. 1 </w:t>
      </w:r>
      <w:r w:rsidR="00CF3E6E">
        <w:t xml:space="preserve">větě druhé </w:t>
      </w:r>
      <w:r w:rsidRPr="007129FD">
        <w:t xml:space="preserve">se slova „návrh oprávněného“ nahrazují slovy „exekuční návrh, případně návrh na prohlášení vykonatelnosti nebo na uznání“ a </w:t>
      </w:r>
      <w:r w:rsidR="00CF3E6E">
        <w:t xml:space="preserve">ve větě poslední se </w:t>
      </w:r>
      <w:r w:rsidRPr="007129FD">
        <w:t>slova „a) a c) až g)“ nahrazují slovy „a), c) a e) až h)“.“.</w:t>
      </w:r>
    </w:p>
    <w:p w:rsidR="00B82907" w:rsidRPr="007129FD" w:rsidRDefault="00B82907" w:rsidP="00B82907"/>
    <w:p w:rsidR="00B82907" w:rsidRPr="007129FD" w:rsidRDefault="001D004E" w:rsidP="00B82907">
      <w:r w:rsidRPr="001D004E">
        <w:rPr>
          <w:b/>
        </w:rPr>
        <w:t>C</w:t>
      </w:r>
      <w:r w:rsidR="00B82907" w:rsidRPr="001D004E">
        <w:rPr>
          <w:b/>
        </w:rPr>
        <w:t>12.</w:t>
      </w:r>
      <w:r w:rsidR="00B82907" w:rsidRPr="007129FD">
        <w:t xml:space="preserve"> V části druhé čl. </w:t>
      </w:r>
      <w:proofErr w:type="gramStart"/>
      <w:r w:rsidR="00B82907" w:rsidRPr="007129FD">
        <w:t>III</w:t>
      </w:r>
      <w:proofErr w:type="gramEnd"/>
      <w:r w:rsidR="00B82907" w:rsidRPr="007129FD">
        <w:t xml:space="preserve"> dosavadní bod 41 zní:</w:t>
      </w:r>
    </w:p>
    <w:p w:rsidR="00B82907" w:rsidRPr="007129FD" w:rsidRDefault="00B82907" w:rsidP="00B82907"/>
    <w:p w:rsidR="00B82907" w:rsidRPr="008E7297" w:rsidRDefault="00B82907" w:rsidP="00CF3E6E">
      <w:pPr>
        <w:jc w:val="both"/>
      </w:pPr>
      <w:r w:rsidRPr="007129FD">
        <w:t xml:space="preserve">„X. V § 43a odst. 2 </w:t>
      </w:r>
      <w:r w:rsidR="00CF3E6E">
        <w:t xml:space="preserve">větě třetí </w:t>
      </w:r>
      <w:r w:rsidRPr="007129FD">
        <w:t xml:space="preserve">se slova „a) a c) až g)“ nahrazují slovy „a), c) a e) až h)“ a </w:t>
      </w:r>
      <w:r w:rsidR="00CF3E6E">
        <w:t xml:space="preserve">ve větě čtvrté se </w:t>
      </w:r>
      <w:r w:rsidRPr="007129FD">
        <w:t xml:space="preserve">za slova „exekuční návrh“ vkládají </w:t>
      </w:r>
      <w:proofErr w:type="gramStart"/>
      <w:r w:rsidRPr="007129FD">
        <w:t>slova „ , případně</w:t>
      </w:r>
      <w:proofErr w:type="gramEnd"/>
      <w:r w:rsidRPr="007129FD">
        <w:t xml:space="preserve"> návrh na prohlášení vykonatelnosti nebo na uznání“.“.</w:t>
      </w:r>
    </w:p>
    <w:p w:rsidR="00B82907" w:rsidRPr="008E7297" w:rsidRDefault="00B82907" w:rsidP="00B82907"/>
    <w:p w:rsidR="00B82907" w:rsidRPr="007129FD" w:rsidRDefault="001D004E" w:rsidP="00B82907">
      <w:r w:rsidRPr="001D004E">
        <w:rPr>
          <w:b/>
        </w:rPr>
        <w:t>C</w:t>
      </w:r>
      <w:r w:rsidR="00B82907" w:rsidRPr="001D004E">
        <w:rPr>
          <w:b/>
        </w:rPr>
        <w:t>13.</w:t>
      </w:r>
      <w:r w:rsidR="00B82907" w:rsidRPr="007129FD">
        <w:t xml:space="preserve"> V části </w:t>
      </w:r>
      <w:proofErr w:type="gramStart"/>
      <w:r w:rsidR="00B82907" w:rsidRPr="007129FD">
        <w:t>druhé čl.</w:t>
      </w:r>
      <w:proofErr w:type="gramEnd"/>
      <w:r w:rsidR="00B82907" w:rsidRPr="007129FD">
        <w:t xml:space="preserve"> III </w:t>
      </w:r>
      <w:proofErr w:type="gramStart"/>
      <w:r w:rsidR="00B82907" w:rsidRPr="007129FD">
        <w:t>se</w:t>
      </w:r>
      <w:proofErr w:type="gramEnd"/>
      <w:r w:rsidR="00B82907" w:rsidRPr="007129FD">
        <w:t xml:space="preserve"> za dosavadní bod 41 </w:t>
      </w:r>
      <w:proofErr w:type="gramStart"/>
      <w:r w:rsidR="00B82907" w:rsidRPr="007129FD">
        <w:t>vkládá</w:t>
      </w:r>
      <w:proofErr w:type="gramEnd"/>
      <w:r w:rsidR="00B82907" w:rsidRPr="007129FD">
        <w:t xml:space="preserve"> nový bod, který zní:</w:t>
      </w:r>
    </w:p>
    <w:p w:rsidR="00B82907" w:rsidRPr="007129FD" w:rsidRDefault="00B82907" w:rsidP="00B82907"/>
    <w:p w:rsidR="00B82907" w:rsidRPr="007129FD" w:rsidRDefault="00B82907" w:rsidP="00E712C6">
      <w:pPr>
        <w:jc w:val="both"/>
      </w:pPr>
      <w:r w:rsidRPr="007129FD">
        <w:t xml:space="preserve">„X. V § 43a se na konci odstavce 3 doplňují věty „Byl-li soudu s žádostí o pověření zaslán návrh na prohlášení vykonatelnosti nebo na uznání, vydá soud pověření poté, kdy rozhodl o návrhu na prohlášení vykonatelnosti nebo na uznání. O prohlášení vykonatelnosti nebo o uznání rozhodne </w:t>
      </w:r>
      <w:r w:rsidRPr="007129FD">
        <w:lastRenderedPageBreak/>
        <w:t>exekuční soud bez jednání. Usnesení či rozsudek o prohlášení vykonatelnosti nebo o uznání musí být odůvodněný.“.“.</w:t>
      </w:r>
    </w:p>
    <w:p w:rsidR="00B82907" w:rsidRPr="007129FD" w:rsidRDefault="00B82907" w:rsidP="00B82907"/>
    <w:p w:rsidR="00B82907" w:rsidRPr="008E7297" w:rsidRDefault="00B82907" w:rsidP="00B82907">
      <w:r w:rsidRPr="007129FD">
        <w:t>Následující novelizační body se přeznačí.</w:t>
      </w:r>
    </w:p>
    <w:p w:rsidR="00B82907" w:rsidRPr="008E7297" w:rsidRDefault="00B82907" w:rsidP="00B82907"/>
    <w:p w:rsidR="00B82907" w:rsidRPr="008E7297" w:rsidRDefault="001D004E" w:rsidP="00B82907">
      <w:r w:rsidRPr="001D004E">
        <w:rPr>
          <w:b/>
        </w:rPr>
        <w:t>C</w:t>
      </w:r>
      <w:r w:rsidR="00B82907" w:rsidRPr="001D004E">
        <w:rPr>
          <w:b/>
        </w:rPr>
        <w:t>14.</w:t>
      </w:r>
      <w:r w:rsidR="00B82907" w:rsidRPr="007129FD">
        <w:t xml:space="preserve"> V části druhé čl. III se v dosavadním bodu 46 slova „3 a 4“ nahrazují slovy „5 a 6“.</w:t>
      </w:r>
    </w:p>
    <w:p w:rsidR="00B82907" w:rsidRDefault="00B82907" w:rsidP="00B82907"/>
    <w:p w:rsidR="00B82907" w:rsidRPr="005C32FC" w:rsidRDefault="001D004E" w:rsidP="00B82907">
      <w:r w:rsidRPr="001D004E">
        <w:rPr>
          <w:b/>
        </w:rPr>
        <w:t>C</w:t>
      </w:r>
      <w:r w:rsidR="00B82907" w:rsidRPr="001D004E">
        <w:rPr>
          <w:b/>
        </w:rPr>
        <w:t>15.</w:t>
      </w:r>
      <w:r w:rsidR="00B82907" w:rsidRPr="007129FD">
        <w:t xml:space="preserve"> V části druhé čl. III se za dosavadní bod 49 vkládají nové body, které znějí:</w:t>
      </w:r>
    </w:p>
    <w:p w:rsidR="00B82907" w:rsidRPr="005C32FC" w:rsidRDefault="00B82907" w:rsidP="00B82907"/>
    <w:p w:rsidR="00B82907" w:rsidRPr="005C32FC" w:rsidRDefault="00B82907" w:rsidP="00B82907">
      <w:r>
        <w:t>„X</w:t>
      </w:r>
      <w:r w:rsidR="002D6BAE">
        <w:t>1</w:t>
      </w:r>
      <w:r w:rsidRPr="005C32FC">
        <w:t>. V § 44b odst. 4 se text „</w:t>
      </w:r>
      <w:r>
        <w:t>a)“ nahrazuje slovy „b) a c)“.</w:t>
      </w:r>
    </w:p>
    <w:p w:rsidR="00B82907" w:rsidRPr="005C32FC" w:rsidRDefault="00B82907" w:rsidP="00B82907"/>
    <w:p w:rsidR="00B82907" w:rsidRPr="005C32FC" w:rsidRDefault="00B82907" w:rsidP="00B82907">
      <w:r>
        <w:t>X</w:t>
      </w:r>
      <w:r w:rsidR="002D6BAE">
        <w:t>2</w:t>
      </w:r>
      <w:r w:rsidRPr="005C32FC">
        <w:t xml:space="preserve">. V § 44b odst. 5 se za text „odstavce 1“ vkládají </w:t>
      </w:r>
      <w:proofErr w:type="gramStart"/>
      <w:r w:rsidRPr="005C32FC">
        <w:t>slova „ , nejde</w:t>
      </w:r>
      <w:proofErr w:type="gramEnd"/>
      <w:r w:rsidRPr="005C32FC">
        <w:t>-li o změnu exekutora podle § 15 odst. 5,“.</w:t>
      </w:r>
    </w:p>
    <w:p w:rsidR="00B82907" w:rsidRDefault="00B82907" w:rsidP="00B82907"/>
    <w:p w:rsidR="00B82907" w:rsidRPr="00DB0ACD" w:rsidRDefault="00B82907" w:rsidP="00B82907">
      <w:r>
        <w:t>X</w:t>
      </w:r>
      <w:r w:rsidR="002D6BAE">
        <w:t>3</w:t>
      </w:r>
      <w:r w:rsidRPr="00DB0ACD">
        <w:t>. Za § 44b se vkládá nový § 44c, který zní:</w:t>
      </w:r>
    </w:p>
    <w:p w:rsidR="00B82907" w:rsidRPr="00DB0ACD" w:rsidRDefault="00B82907" w:rsidP="00B82907"/>
    <w:p w:rsidR="00B82907" w:rsidRPr="00DB0ACD" w:rsidRDefault="00B82907" w:rsidP="00B82907">
      <w:pPr>
        <w:jc w:val="center"/>
      </w:pPr>
      <w:r w:rsidRPr="00DB0ACD">
        <w:t>„§ 44c</w:t>
      </w:r>
    </w:p>
    <w:p w:rsidR="00B82907" w:rsidRPr="00DB0ACD" w:rsidRDefault="00B82907" w:rsidP="00B82907"/>
    <w:p w:rsidR="00B82907" w:rsidRPr="00DB0ACD" w:rsidRDefault="00B82907" w:rsidP="00E712C6">
      <w:pPr>
        <w:jc w:val="both"/>
      </w:pPr>
      <w:r w:rsidRPr="00DB0ACD">
        <w:tab/>
        <w:t>(1) Exekutor vyrozumí oprávněného na jeho žádost, že vymožené plnění postačuje, případně majetek postižitelný v exekuci by postačoval alespoň ke krytí nákladů exekuce. Nepostačuje-li vymožené plnění nebo majetek postižitelný v exekuci alespoň ke krytí nákladů exekuce a obsahuje-li žádost souhlas oprávněného se zastavením exekuce pro tento případ, exekutor exekuci zastaví.</w:t>
      </w:r>
    </w:p>
    <w:p w:rsidR="00B82907" w:rsidRPr="00DB0ACD" w:rsidRDefault="00B82907" w:rsidP="00B82907"/>
    <w:p w:rsidR="00B82907" w:rsidRPr="00DB0ACD" w:rsidRDefault="00B82907" w:rsidP="00B82907">
      <w:r w:rsidRPr="00DB0ACD">
        <w:tab/>
        <w:t>(2) Byla-li exekuce zastavena podle odstavce 1, náklady exekuce do výše složené zálohy na náklady exekuce hradí oprávněný.“.“.</w:t>
      </w:r>
    </w:p>
    <w:p w:rsidR="00B82907" w:rsidRDefault="00B82907" w:rsidP="00B82907"/>
    <w:p w:rsidR="00B82907" w:rsidRPr="008E7297" w:rsidRDefault="00B82907" w:rsidP="00B82907">
      <w:r w:rsidRPr="008E7297">
        <w:t>Následují</w:t>
      </w:r>
      <w:r>
        <w:t>cí novelizační body se přeznačí</w:t>
      </w:r>
      <w:r w:rsidRPr="008E7297">
        <w:t>.</w:t>
      </w:r>
    </w:p>
    <w:p w:rsidR="00B82907" w:rsidRPr="008E7297" w:rsidRDefault="00B82907" w:rsidP="00B82907"/>
    <w:p w:rsidR="00B82907" w:rsidRPr="008E7297" w:rsidRDefault="001D004E" w:rsidP="00B82907">
      <w:r w:rsidRPr="001D004E">
        <w:rPr>
          <w:b/>
        </w:rPr>
        <w:t>C</w:t>
      </w:r>
      <w:r w:rsidR="00B82907" w:rsidRPr="001D004E">
        <w:rPr>
          <w:b/>
        </w:rPr>
        <w:t>16.</w:t>
      </w:r>
      <w:r w:rsidR="00B82907" w:rsidRPr="00DB4170">
        <w:t xml:space="preserve"> V části druhé čl. </w:t>
      </w:r>
      <w:proofErr w:type="gramStart"/>
      <w:r w:rsidR="00B82907" w:rsidRPr="00DB4170">
        <w:t>III</w:t>
      </w:r>
      <w:proofErr w:type="gramEnd"/>
      <w:r w:rsidR="00B82907" w:rsidRPr="00DB4170">
        <w:t xml:space="preserve"> dosavadní bod 85 zní:</w:t>
      </w:r>
    </w:p>
    <w:p w:rsidR="00B82907" w:rsidRPr="008E7297" w:rsidRDefault="00B82907" w:rsidP="00B82907"/>
    <w:p w:rsidR="00B82907" w:rsidRPr="008E7297" w:rsidRDefault="00B82907" w:rsidP="00E712C6">
      <w:pPr>
        <w:jc w:val="both"/>
      </w:pPr>
      <w:r>
        <w:t>„X</w:t>
      </w:r>
      <w:r w:rsidRPr="008E7297">
        <w:t>. V § 73a odst. 3 se slova „3 a 4 a § 54“ nahrazují slovy „5 a 6, § 43b, § 44a odst. 1, § 54, § 55 odst. 6, § 87 odst. 2, 5 a 6 a poučení o podmínkách podání insolvenčního návrhu“ a slova „§ 35b odst. 1 písm. h), § 37 odst. 3 až 5, § 44 odst. 1 věty čtvrté, § 44a, § 47 odst. 5, § 50, 54, 58 až 73“ se nahrazují slovy „§ 35 odst. 6, § 35b odst. 1 písm. i) až k), § 37 odst. 5 až 7, § 43a odst. 3 věty druhé až čtvrté, § 43b, § 44 odst. 1 věty čtvrté, § 44a, § 44c, § 47 odst. 6, § 50, 54, § 55 odst. 6 až 9, § 58 až 73“.“.</w:t>
      </w:r>
    </w:p>
    <w:p w:rsidR="00B82907" w:rsidRPr="008E7297" w:rsidRDefault="00B82907" w:rsidP="00B82907"/>
    <w:p w:rsidR="00B82907" w:rsidRPr="008E7297" w:rsidRDefault="001D004E" w:rsidP="00B82907">
      <w:r w:rsidRPr="001D004E">
        <w:rPr>
          <w:b/>
        </w:rPr>
        <w:t>C</w:t>
      </w:r>
      <w:r w:rsidR="00B82907" w:rsidRPr="001D004E">
        <w:rPr>
          <w:b/>
        </w:rPr>
        <w:t>17.</w:t>
      </w:r>
      <w:r w:rsidR="00B82907" w:rsidRPr="00DB4170">
        <w:t xml:space="preserve"> V části </w:t>
      </w:r>
      <w:proofErr w:type="gramStart"/>
      <w:r>
        <w:t>druhé</w:t>
      </w:r>
      <w:r w:rsidR="00B82907" w:rsidRPr="00DB4170">
        <w:t xml:space="preserve"> čl.</w:t>
      </w:r>
      <w:proofErr w:type="gramEnd"/>
      <w:r w:rsidR="00B82907" w:rsidRPr="00DB4170">
        <w:t xml:space="preserve"> III </w:t>
      </w:r>
      <w:proofErr w:type="gramStart"/>
      <w:r w:rsidR="00B82907" w:rsidRPr="00DB4170">
        <w:t>se</w:t>
      </w:r>
      <w:proofErr w:type="gramEnd"/>
      <w:r w:rsidR="00B82907" w:rsidRPr="00DB4170">
        <w:t xml:space="preserve"> za dosavadní bod 86 </w:t>
      </w:r>
      <w:proofErr w:type="gramStart"/>
      <w:r w:rsidR="00B82907" w:rsidRPr="00DB4170">
        <w:t>vkládá</w:t>
      </w:r>
      <w:proofErr w:type="gramEnd"/>
      <w:r w:rsidR="00B82907" w:rsidRPr="00DB4170">
        <w:t xml:space="preserve"> nový bod, který zní:</w:t>
      </w:r>
    </w:p>
    <w:p w:rsidR="00B82907" w:rsidRPr="008E7297" w:rsidRDefault="00B82907" w:rsidP="00B82907"/>
    <w:p w:rsidR="00B82907" w:rsidRPr="008E7297" w:rsidRDefault="00B82907" w:rsidP="00B82907">
      <w:r>
        <w:t>„X</w:t>
      </w:r>
      <w:r w:rsidRPr="008E7297">
        <w:t>. V § 74 odstavec 1 včetně poznámky pod čarou č. 33 zní:</w:t>
      </w:r>
    </w:p>
    <w:p w:rsidR="00B82907" w:rsidRPr="008E7297" w:rsidRDefault="00B82907" w:rsidP="00B82907">
      <w:pPr>
        <w:rPr>
          <w:b/>
        </w:rPr>
      </w:pPr>
    </w:p>
    <w:p w:rsidR="00B82907" w:rsidRPr="008E7297" w:rsidRDefault="00B82907" w:rsidP="00B82907">
      <w:r w:rsidRPr="008E7297">
        <w:tab/>
        <w:t>„(1) Exekutor v rámci další činnosti</w:t>
      </w:r>
    </w:p>
    <w:p w:rsidR="00B82907" w:rsidRPr="008E7297" w:rsidRDefault="00B82907" w:rsidP="00B82907">
      <w:pPr>
        <w:ind w:left="709" w:hanging="709"/>
      </w:pPr>
      <w:r w:rsidRPr="008E7297">
        <w:t>a)</w:t>
      </w:r>
      <w:r w:rsidRPr="008E7297">
        <w:tab/>
        <w:t>poskytuje právní pomoc oprávněnému nebo povinnému po vydání exekučního titulu, jakož i v souvislosti s exekuční činností a další činností,</w:t>
      </w:r>
    </w:p>
    <w:p w:rsidR="00B82907" w:rsidRPr="008E7297" w:rsidRDefault="00B82907" w:rsidP="00B82907">
      <w:pPr>
        <w:ind w:left="709" w:hanging="709"/>
      </w:pPr>
      <w:r w:rsidRPr="008E7297">
        <w:t>b)</w:t>
      </w:r>
      <w:r w:rsidRPr="008E7297">
        <w:tab/>
        <w:t>provádí autorizovanou konverzi dokumentů podle zvláštního právního předpisu</w:t>
      </w:r>
      <w:r w:rsidRPr="008E7297">
        <w:rPr>
          <w:vertAlign w:val="superscript"/>
        </w:rPr>
        <w:t>33)</w:t>
      </w:r>
      <w:r w:rsidRPr="008E7297">
        <w:t>,</w:t>
      </w:r>
    </w:p>
    <w:p w:rsidR="00B82907" w:rsidRPr="008E7297" w:rsidRDefault="00B82907" w:rsidP="00B82907">
      <w:pPr>
        <w:ind w:left="709" w:hanging="709"/>
      </w:pPr>
      <w:r w:rsidRPr="008E7297">
        <w:t>c)</w:t>
      </w:r>
      <w:r w:rsidRPr="008E7297">
        <w:tab/>
        <w:t>sepisuje listiny a vykonává jinou činnost, stanoví-li tak tento zákon.</w:t>
      </w:r>
    </w:p>
    <w:p w:rsidR="00B82907" w:rsidRPr="008E7297" w:rsidRDefault="00B82907" w:rsidP="00B82907"/>
    <w:p w:rsidR="00B82907" w:rsidRPr="008E7297" w:rsidRDefault="00B82907" w:rsidP="00B82907">
      <w:r w:rsidRPr="008E7297">
        <w:t>-------------------------------------------------------------</w:t>
      </w:r>
    </w:p>
    <w:p w:rsidR="00B82907" w:rsidRPr="008E7297" w:rsidRDefault="00B82907" w:rsidP="00B82907">
      <w:r w:rsidRPr="008E7297">
        <w:rPr>
          <w:vertAlign w:val="superscript"/>
        </w:rPr>
        <w:t>33)</w:t>
      </w:r>
      <w:r w:rsidRPr="008E7297">
        <w:t xml:space="preserve"> Zákon č. 300/2008 Sb., o elektronických úkonech a autorizované konverzi dokumentů, ve znění pozdějších předpisů.“.“.</w:t>
      </w:r>
    </w:p>
    <w:p w:rsidR="00B82907" w:rsidRDefault="00B82907" w:rsidP="00B82907"/>
    <w:p w:rsidR="00B82907" w:rsidRPr="008E7297" w:rsidRDefault="00B82907" w:rsidP="00B82907">
      <w:r w:rsidRPr="008E7297">
        <w:t>Následují</w:t>
      </w:r>
      <w:r>
        <w:t>cí novelizační body se přeznačí</w:t>
      </w:r>
      <w:r w:rsidRPr="008E7297">
        <w:t>.</w:t>
      </w:r>
    </w:p>
    <w:p w:rsidR="00B82907" w:rsidRDefault="00B82907" w:rsidP="00B82907"/>
    <w:p w:rsidR="00B82907" w:rsidRPr="002D7D08" w:rsidRDefault="001D004E" w:rsidP="00B82907">
      <w:r w:rsidRPr="001D004E">
        <w:rPr>
          <w:b/>
        </w:rPr>
        <w:t>C</w:t>
      </w:r>
      <w:r w:rsidR="00B82907" w:rsidRPr="001D004E">
        <w:rPr>
          <w:b/>
        </w:rPr>
        <w:t>18.</w:t>
      </w:r>
      <w:r w:rsidR="00B82907" w:rsidRPr="00DB4170">
        <w:t xml:space="preserve"> V části </w:t>
      </w:r>
      <w:r>
        <w:t>druhé</w:t>
      </w:r>
      <w:r w:rsidR="00B82907" w:rsidRPr="00DB4170">
        <w:t xml:space="preserve"> čl. </w:t>
      </w:r>
      <w:proofErr w:type="gramStart"/>
      <w:r w:rsidR="00B82907" w:rsidRPr="00DB4170">
        <w:t>III</w:t>
      </w:r>
      <w:proofErr w:type="gramEnd"/>
      <w:r w:rsidR="00B82907" w:rsidRPr="00DB4170">
        <w:t xml:space="preserve"> dosavadní bod 124 zní:</w:t>
      </w:r>
    </w:p>
    <w:p w:rsidR="00B82907" w:rsidRPr="002D7D08" w:rsidRDefault="00B82907" w:rsidP="00B82907"/>
    <w:p w:rsidR="00B82907" w:rsidRPr="002D7D08" w:rsidRDefault="00B82907" w:rsidP="00B82907">
      <w:r w:rsidRPr="002D7D08">
        <w:t>„</w:t>
      </w:r>
      <w:r>
        <w:t>X</w:t>
      </w:r>
      <w:r w:rsidRPr="002D7D08">
        <w:t>. V § 125 odstavce 2 a 3 znějí:</w:t>
      </w:r>
    </w:p>
    <w:p w:rsidR="00B82907" w:rsidRPr="002D7D08" w:rsidRDefault="00B82907" w:rsidP="00B82907"/>
    <w:p w:rsidR="00B82907" w:rsidRPr="002D7D08" w:rsidRDefault="00B82907" w:rsidP="00B82907">
      <w:r w:rsidRPr="002D7D08">
        <w:tab/>
        <w:t>„(2) Do centrální evidence exekucí se zapisuje</w:t>
      </w:r>
    </w:p>
    <w:p w:rsidR="00B82907" w:rsidRPr="002D7D08" w:rsidRDefault="00B82907" w:rsidP="00B82907">
      <w:pPr>
        <w:ind w:left="709" w:hanging="709"/>
      </w:pPr>
      <w:r w:rsidRPr="002D7D08">
        <w:t>a)</w:t>
      </w:r>
      <w:r w:rsidRPr="002D7D08">
        <w:tab/>
        <w:t>rodné číslo povinného, bylo-li přiděleno; tento údaj se však z evidence neposkytuje ani se neuvádí ve výpisu podle odstavce 10,</w:t>
      </w:r>
    </w:p>
    <w:p w:rsidR="00B82907" w:rsidRPr="002D7D08" w:rsidRDefault="00B82907" w:rsidP="00B82907">
      <w:pPr>
        <w:ind w:left="709" w:hanging="709"/>
      </w:pPr>
      <w:r w:rsidRPr="002D7D08">
        <w:t>b)</w:t>
      </w:r>
      <w:r w:rsidRPr="002D7D08">
        <w:tab/>
        <w:t>údaj o tom, zda exekuční řízení byla spojena,</w:t>
      </w:r>
    </w:p>
    <w:p w:rsidR="00B82907" w:rsidRPr="002D7D08" w:rsidRDefault="00B82907" w:rsidP="00B82907">
      <w:pPr>
        <w:ind w:left="709" w:hanging="709"/>
      </w:pPr>
      <w:r w:rsidRPr="002D7D08">
        <w:t>c)</w:t>
      </w:r>
      <w:r w:rsidRPr="002D7D08">
        <w:tab/>
        <w:t>údaj o tom, že došlo k zániku pověření soudního exekutora s uvedením důvodu zániku; vede-li po zániku pověření exekuci jiný soudní exekutor, zapíše se do centrální evidence exekucí i tento exekutor,</w:t>
      </w:r>
    </w:p>
    <w:p w:rsidR="00B82907" w:rsidRPr="002D7D08" w:rsidRDefault="00B82907" w:rsidP="00B82907">
      <w:pPr>
        <w:ind w:left="709" w:hanging="709"/>
      </w:pPr>
      <w:r w:rsidRPr="002D7D08">
        <w:t>d)</w:t>
      </w:r>
      <w:r w:rsidRPr="002D7D08">
        <w:tab/>
        <w:t>celková výše vymáhaného peněžitého plnění bez nákladů exekuce a nákladů oprávněného ke dni provedení zápisu údajů z písemností podle odstavce 1 písm. a) a b) do centrální evidence exekucí.</w:t>
      </w:r>
    </w:p>
    <w:p w:rsidR="00B82907" w:rsidRPr="002D7D08" w:rsidRDefault="00B82907" w:rsidP="00B82907"/>
    <w:p w:rsidR="00B82907" w:rsidRDefault="00B82907" w:rsidP="00E712C6">
      <w:pPr>
        <w:jc w:val="both"/>
      </w:pPr>
      <w:r w:rsidRPr="002D7D08">
        <w:tab/>
        <w:t xml:space="preserve">(3) </w:t>
      </w:r>
      <w:r w:rsidRPr="00794F0C">
        <w:rPr>
          <w:u w:val="single"/>
        </w:rPr>
        <w:t>Údaje o oprávněném se poskytují pouze povinnému z téhož exekučního řízení nebo se uvádějí ve výpisu podle odstavce 10, který je vydáván povinnému z téhož exekučního řízení.</w:t>
      </w:r>
      <w:r w:rsidRPr="002D7D08">
        <w:rPr>
          <w:b/>
          <w:shd w:val="clear" w:color="auto" w:fill="E2EFD9" w:themeFill="accent6" w:themeFillTint="33"/>
        </w:rPr>
        <w:t xml:space="preserve"> </w:t>
      </w:r>
      <w:r w:rsidRPr="002D7D08">
        <w:t xml:space="preserve">Vstoupil-li po vydání výzvy ke splnění vymáhané povinnosti namísto dosavadního oprávněného do řízení jeho právní nástupce, zapíší se do centrální evidence exekucí údaje o tom, kdo vstoupil do řízení namísto dosavadního oprávněného. </w:t>
      </w:r>
      <w:r w:rsidRPr="002D7D08">
        <w:rPr>
          <w:u w:val="single"/>
        </w:rPr>
        <w:t xml:space="preserve">Údaj podle odstavce 2 písm. d) se aktualizuje vždy k 31. prosinci, došlo-li v průběhu </w:t>
      </w:r>
      <w:r>
        <w:rPr>
          <w:u w:val="single"/>
        </w:rPr>
        <w:t>příslušného kalendářního roku ke změně celkové výše vymáhaného peněžitého plnění bez nákladů exekuce a nákladů oprávněného.</w:t>
      </w:r>
      <w:r w:rsidRPr="002D7D08">
        <w:t>“.</w:t>
      </w:r>
      <w:r>
        <w:t>“.</w:t>
      </w:r>
    </w:p>
    <w:p w:rsidR="00B82907" w:rsidRPr="002D7D08" w:rsidRDefault="00B82907" w:rsidP="00B82907"/>
    <w:p w:rsidR="00B82907" w:rsidRPr="0030450E" w:rsidRDefault="001D004E" w:rsidP="00B82907">
      <w:r w:rsidRPr="001D004E">
        <w:rPr>
          <w:b/>
        </w:rPr>
        <w:t>C</w:t>
      </w:r>
      <w:r w:rsidR="00B82907" w:rsidRPr="001D004E">
        <w:rPr>
          <w:b/>
        </w:rPr>
        <w:t>19.</w:t>
      </w:r>
      <w:r w:rsidR="00B82907" w:rsidRPr="00254337">
        <w:t xml:space="preserve"> V části druhé čl. </w:t>
      </w:r>
      <w:proofErr w:type="gramStart"/>
      <w:r w:rsidR="00B82907" w:rsidRPr="00254337">
        <w:t>III</w:t>
      </w:r>
      <w:proofErr w:type="gramEnd"/>
      <w:r w:rsidR="00B82907" w:rsidRPr="00254337">
        <w:t xml:space="preserve"> dosavadní bod 133 zní:</w:t>
      </w:r>
    </w:p>
    <w:p w:rsidR="00B82907" w:rsidRDefault="00B82907" w:rsidP="00B82907"/>
    <w:p w:rsidR="00B82907" w:rsidRDefault="00B82907" w:rsidP="00E712C6">
      <w:pPr>
        <w:jc w:val="both"/>
      </w:pPr>
      <w:r>
        <w:t xml:space="preserve">„X. V § 131 písm. g) se za slovo „zákona“ vkládají </w:t>
      </w:r>
      <w:proofErr w:type="gramStart"/>
      <w:r>
        <w:t>slova „ , náležitosti</w:t>
      </w:r>
      <w:proofErr w:type="gramEnd"/>
      <w:r>
        <w:t xml:space="preserve"> a vzor formuláře žádosti exekutora určené plátci mzdy o sdělení údajů, náležitosti a vzor formuláře sdělení požadovaných údajů plátcem mzdy exekutorovi podle § 34 odst. 4, včetně formátu a struktury datových souborů</w:t>
      </w:r>
      <w:r w:rsidRPr="0030450E">
        <w:t>, a náležitosti formuláře potvrzení o osobních, majetkových a výdělkových poměrech</w:t>
      </w:r>
      <w:r>
        <w:t>“.“.</w:t>
      </w:r>
    </w:p>
    <w:p w:rsidR="00B82907" w:rsidRDefault="00B82907" w:rsidP="00B82907"/>
    <w:p w:rsidR="00B82907" w:rsidRDefault="001D004E" w:rsidP="00B82907">
      <w:r w:rsidRPr="001D004E">
        <w:rPr>
          <w:b/>
        </w:rPr>
        <w:t>C</w:t>
      </w:r>
      <w:r w:rsidR="00B82907" w:rsidRPr="001D004E">
        <w:rPr>
          <w:b/>
        </w:rPr>
        <w:t>20.</w:t>
      </w:r>
      <w:r w:rsidR="00B82907" w:rsidRPr="00840793">
        <w:t xml:space="preserve"> V části </w:t>
      </w:r>
      <w:proofErr w:type="gramStart"/>
      <w:r w:rsidR="00B82907" w:rsidRPr="00840793">
        <w:t>druhé čl.</w:t>
      </w:r>
      <w:proofErr w:type="gramEnd"/>
      <w:r w:rsidR="00B82907" w:rsidRPr="00840793">
        <w:t xml:space="preserve"> III </w:t>
      </w:r>
      <w:proofErr w:type="gramStart"/>
      <w:r w:rsidR="00B82907" w:rsidRPr="00840793">
        <w:t>se</w:t>
      </w:r>
      <w:proofErr w:type="gramEnd"/>
      <w:r w:rsidR="00B82907" w:rsidRPr="00840793">
        <w:t xml:space="preserve"> za dosavadní bod 133 </w:t>
      </w:r>
      <w:proofErr w:type="gramStart"/>
      <w:r w:rsidR="00B82907" w:rsidRPr="00840793">
        <w:t>vkládá</w:t>
      </w:r>
      <w:proofErr w:type="gramEnd"/>
      <w:r w:rsidR="00B82907" w:rsidRPr="00840793">
        <w:t xml:space="preserve"> nový bod, který zní:</w:t>
      </w:r>
    </w:p>
    <w:p w:rsidR="00B82907" w:rsidRDefault="00B82907" w:rsidP="00B82907"/>
    <w:p w:rsidR="00B82907" w:rsidRPr="0030450E" w:rsidRDefault="00B82907" w:rsidP="00B82907">
      <w:r>
        <w:t>„X</w:t>
      </w:r>
      <w:r w:rsidRPr="0030450E">
        <w:t>. V § 131 se dosavadní text označuje jako odstavec 1 a doplňuje se odstavec 2, který zní:</w:t>
      </w:r>
    </w:p>
    <w:p w:rsidR="00B82907" w:rsidRPr="0030450E" w:rsidRDefault="00B82907" w:rsidP="00B82907"/>
    <w:p w:rsidR="00B82907" w:rsidRPr="0030450E" w:rsidRDefault="00B82907" w:rsidP="00B82907">
      <w:r w:rsidRPr="0030450E">
        <w:tab/>
        <w:t>„(2) Formulář potvrzení o osobních, majetkových a výdělkových poměrech uveřejní ministerstvo a Komora způsobem umožňujícím dálkový přístup; tato služba není zpoplatněna.“.“.</w:t>
      </w:r>
    </w:p>
    <w:p w:rsidR="00B82907" w:rsidRDefault="00B82907" w:rsidP="00B82907"/>
    <w:p w:rsidR="00B82907" w:rsidRPr="008A5512" w:rsidRDefault="001D004E" w:rsidP="00B82907">
      <w:r w:rsidRPr="001D004E">
        <w:rPr>
          <w:b/>
        </w:rPr>
        <w:t>C</w:t>
      </w:r>
      <w:r w:rsidR="00B82907" w:rsidRPr="001D004E">
        <w:rPr>
          <w:b/>
        </w:rPr>
        <w:t>21.</w:t>
      </w:r>
      <w:r w:rsidR="00B82907" w:rsidRPr="00840793">
        <w:t xml:space="preserve"> V části druhé čl. </w:t>
      </w:r>
      <w:proofErr w:type="gramStart"/>
      <w:r w:rsidR="00B82907" w:rsidRPr="00840793">
        <w:t>IV</w:t>
      </w:r>
      <w:proofErr w:type="gramEnd"/>
      <w:r w:rsidR="00B82907" w:rsidRPr="00840793">
        <w:t xml:space="preserve"> dosavadní bod 6 zní:</w:t>
      </w:r>
    </w:p>
    <w:p w:rsidR="00B82907" w:rsidRPr="008A5512" w:rsidRDefault="00B82907" w:rsidP="00B82907"/>
    <w:p w:rsidR="00B82907" w:rsidRPr="00D20EA9" w:rsidRDefault="00B82907" w:rsidP="00E712C6">
      <w:pPr>
        <w:ind w:left="709" w:hanging="709"/>
        <w:jc w:val="both"/>
        <w:rPr>
          <w:szCs w:val="20"/>
        </w:rPr>
      </w:pPr>
      <w:r>
        <w:t>„6.</w:t>
      </w:r>
      <w:r>
        <w:tab/>
      </w:r>
      <w:r w:rsidRPr="008A5512">
        <w:t xml:space="preserve">V exekučních řízeních zahájených přede dnem nabytí účinnosti tohoto zákona se použijí § 29, § 33 odst. 4 a 5, § 34 odst. 3, 4 a 7, § 35a, § 35b odst. 1 písm. c), d) a l), § 35b odst. 2, § 39 odst. 3 a </w:t>
      </w:r>
      <w:r>
        <w:t xml:space="preserve">4, § 43 odst. 1, § 43a odst. 1 a 2, </w:t>
      </w:r>
      <w:r w:rsidRPr="008A5512">
        <w:t>§ 44c, § 46 odst. 2, 4 až 6 a 8, § 47 odst. 1, § 48 odst. 2, § 49 odst. 2 až 5, § 65a, § 66 odst. 3 a 7, § 70 odst. 4, § 73a odst. 8, § 87 odst. 1, 2, 5, 6, 8 a 9, § 88 odst. 3 písm. h), § 88 odst. 5</w:t>
      </w:r>
      <w:r>
        <w:t>,</w:t>
      </w:r>
      <w:r w:rsidRPr="008A5512">
        <w:t xml:space="preserve"> § 94 odst. 4 </w:t>
      </w:r>
      <w:r>
        <w:t xml:space="preserve">a § 125 odst. 3 </w:t>
      </w:r>
      <w:r w:rsidRPr="008A5512">
        <w:t>zákona č. 120/2001 Sb., ve znění účinném ode dne nabytí účinnosti tohoto zákona. Na zálohy na náklady exekuce a jistoty zaplacené exekutorovi přede dnem nabytí účinnosti tohoto zákona se použije § 46 odst. 5 zákona č. 120/2001 Sb., ve znění účinném přede dnem n</w:t>
      </w:r>
      <w:r>
        <w:t>abytí účinnosti tohoto zákona.“.</w:t>
      </w:r>
    </w:p>
    <w:p w:rsidR="00B82907" w:rsidRDefault="00B82907" w:rsidP="00B82907">
      <w:pPr>
        <w:rPr>
          <w:u w:val="single"/>
        </w:rPr>
      </w:pPr>
    </w:p>
    <w:p w:rsidR="002D6BAE" w:rsidRDefault="002D6BAE">
      <w:pPr>
        <w:widowControl/>
        <w:suppressAutoHyphens w:val="0"/>
      </w:pPr>
      <w:r>
        <w:br w:type="page"/>
      </w:r>
    </w:p>
    <w:p w:rsidR="001D004E" w:rsidRDefault="001D004E">
      <w:pPr>
        <w:widowControl/>
        <w:suppressAutoHyphens w:val="0"/>
      </w:pPr>
    </w:p>
    <w:p w:rsidR="00B82907" w:rsidRDefault="001D004E" w:rsidP="00B82907">
      <w:r w:rsidRPr="001D004E">
        <w:rPr>
          <w:b/>
        </w:rPr>
        <w:t>C</w:t>
      </w:r>
      <w:r w:rsidR="00B82907" w:rsidRPr="001D004E">
        <w:rPr>
          <w:b/>
        </w:rPr>
        <w:t>22.</w:t>
      </w:r>
      <w:r w:rsidR="00B82907" w:rsidRPr="00D045C6">
        <w:t xml:space="preserve"> </w:t>
      </w:r>
      <w:r w:rsidR="00B82907">
        <w:t xml:space="preserve">V části </w:t>
      </w:r>
      <w:proofErr w:type="gramStart"/>
      <w:r w:rsidR="00B82907">
        <w:t>druhé čl. IV se</w:t>
      </w:r>
      <w:proofErr w:type="gramEnd"/>
      <w:r w:rsidR="00B82907">
        <w:t xml:space="preserve"> za bod 12 </w:t>
      </w:r>
      <w:proofErr w:type="gramStart"/>
      <w:r w:rsidR="00B82907">
        <w:t>vkládá</w:t>
      </w:r>
      <w:proofErr w:type="gramEnd"/>
      <w:r w:rsidR="00B82907">
        <w:t xml:space="preserve"> nový bod, který zní:</w:t>
      </w:r>
    </w:p>
    <w:p w:rsidR="00B82907" w:rsidRDefault="00B82907" w:rsidP="00B82907"/>
    <w:p w:rsidR="00B82907" w:rsidRDefault="00B82907" w:rsidP="00B82907">
      <w:pPr>
        <w:ind w:left="709" w:hanging="709"/>
      </w:pPr>
      <w:r>
        <w:t>„</w:t>
      </w:r>
      <w:r w:rsidRPr="00893594">
        <w:t>X.</w:t>
      </w:r>
      <w:r w:rsidRPr="00893594">
        <w:tab/>
        <w:t xml:space="preserve">Na řízení zahájená přede dnem nabytí účinnosti tohoto zákona se ustanovení § 265a zákona č. 99/1963 Sb., ve znění účinném </w:t>
      </w:r>
      <w:r w:rsidR="001D004E">
        <w:t>ode dne</w:t>
      </w:r>
      <w:r w:rsidRPr="00893594">
        <w:t xml:space="preserve"> nabytí účinnosti tohoto zákona, nepoužije</w:t>
      </w:r>
      <w:r>
        <w:t>.“.</w:t>
      </w:r>
    </w:p>
    <w:p w:rsidR="00B82907" w:rsidRDefault="00B82907" w:rsidP="00B82907">
      <w:pPr>
        <w:ind w:left="709" w:hanging="709"/>
      </w:pPr>
    </w:p>
    <w:p w:rsidR="00B82907" w:rsidRPr="00840793" w:rsidRDefault="00B82907" w:rsidP="00B82907">
      <w:r w:rsidRPr="00840793">
        <w:t>Následující body se přeznačí.</w:t>
      </w:r>
    </w:p>
    <w:p w:rsidR="00B82907" w:rsidRDefault="00B82907" w:rsidP="00B82907">
      <w:pPr>
        <w:ind w:left="709" w:hanging="709"/>
      </w:pPr>
    </w:p>
    <w:p w:rsidR="00B82907" w:rsidRPr="008A5512" w:rsidRDefault="001D004E" w:rsidP="00B82907">
      <w:r w:rsidRPr="001D004E">
        <w:rPr>
          <w:b/>
        </w:rPr>
        <w:t>C</w:t>
      </w:r>
      <w:r w:rsidR="00B82907" w:rsidRPr="001D004E">
        <w:rPr>
          <w:b/>
        </w:rPr>
        <w:t>23.</w:t>
      </w:r>
      <w:r w:rsidR="00B82907" w:rsidRPr="00840793">
        <w:t xml:space="preserve"> V části </w:t>
      </w:r>
      <w:proofErr w:type="gramStart"/>
      <w:r w:rsidR="00B82907" w:rsidRPr="00840793">
        <w:t>druhé čl. IV se</w:t>
      </w:r>
      <w:proofErr w:type="gramEnd"/>
      <w:r w:rsidR="00B82907" w:rsidRPr="00840793">
        <w:t xml:space="preserve"> za bod 15 </w:t>
      </w:r>
      <w:proofErr w:type="gramStart"/>
      <w:r w:rsidR="00B82907" w:rsidRPr="00840793">
        <w:t>vkládá</w:t>
      </w:r>
      <w:proofErr w:type="gramEnd"/>
      <w:r w:rsidR="00B82907" w:rsidRPr="00840793">
        <w:t xml:space="preserve"> nový bod, který zní:</w:t>
      </w:r>
    </w:p>
    <w:p w:rsidR="00B82907" w:rsidRPr="008A5512" w:rsidRDefault="00B82907" w:rsidP="00B82907"/>
    <w:p w:rsidR="00B82907" w:rsidRPr="008A5512" w:rsidRDefault="00B82907" w:rsidP="00B82907">
      <w:pPr>
        <w:ind w:left="709" w:hanging="709"/>
      </w:pPr>
      <w:r>
        <w:t>„X</w:t>
      </w:r>
      <w:r w:rsidRPr="008A5512">
        <w:t>.</w:t>
      </w:r>
      <w:r w:rsidRPr="008A5512">
        <w:tab/>
        <w:t>Na rozhodování o odvolání proti rozhodnutím Komory vydaným ve správním řízení přede dnem nabytí účinnosti tohoto zákona se použije zákon č. 120/2001 Sb., ve znění účinném přede dnem nabytí účinnosti tohoto zákona.“.</w:t>
      </w:r>
    </w:p>
    <w:p w:rsidR="00B82907" w:rsidRDefault="00B82907" w:rsidP="00B82907">
      <w:pPr>
        <w:rPr>
          <w:u w:val="single"/>
        </w:rPr>
      </w:pPr>
    </w:p>
    <w:p w:rsidR="00B82907" w:rsidRPr="00840793" w:rsidRDefault="00B82907" w:rsidP="00B82907">
      <w:r w:rsidRPr="00840793">
        <w:t>Následující body se přeznačí.</w:t>
      </w:r>
    </w:p>
    <w:p w:rsidR="000C6893" w:rsidRDefault="000C6893"/>
    <w:p w:rsidR="00E712C6" w:rsidRDefault="00E712C6"/>
    <w:p w:rsidR="000C6893" w:rsidRDefault="000C6893"/>
    <w:p w:rsidR="000C6893" w:rsidRDefault="00B82907" w:rsidP="00B82907">
      <w:pPr>
        <w:pStyle w:val="PNposlanec"/>
      </w:pPr>
      <w:r>
        <w:t>Poslanec František Navrkal</w:t>
      </w:r>
    </w:p>
    <w:p w:rsidR="000C6893" w:rsidRPr="00B82907" w:rsidRDefault="00B82907">
      <w:pPr>
        <w:rPr>
          <w:i/>
        </w:rPr>
      </w:pPr>
      <w:r w:rsidRPr="00B82907">
        <w:rPr>
          <w:i/>
        </w:rPr>
        <w:t>SD 7432</w:t>
      </w:r>
    </w:p>
    <w:p w:rsidR="00B82907" w:rsidRDefault="00B82907" w:rsidP="00B82907">
      <w:pPr>
        <w:pBdr>
          <w:top w:val="nil"/>
          <w:left w:val="nil"/>
          <w:bottom w:val="nil"/>
          <w:right w:val="nil"/>
          <w:between w:val="nil"/>
        </w:pBdr>
        <w:jc w:val="both"/>
        <w:rPr>
          <w:rFonts w:eastAsia="Times New Roman" w:cs="Times New Roman"/>
        </w:rPr>
      </w:pPr>
      <w:r>
        <w:rPr>
          <w:rFonts w:eastAsia="Times New Roman" w:cs="Times New Roman"/>
        </w:rPr>
        <w:t xml:space="preserve">V části druhé, čl. III, se za bod 76 vkládá </w:t>
      </w:r>
      <w:r w:rsidR="0005178B">
        <w:rPr>
          <w:rFonts w:eastAsia="Times New Roman" w:cs="Times New Roman"/>
        </w:rPr>
        <w:t xml:space="preserve">nový </w:t>
      </w:r>
      <w:r>
        <w:rPr>
          <w:rFonts w:eastAsia="Times New Roman" w:cs="Times New Roman"/>
        </w:rPr>
        <w:t>bod 77, který zní:</w:t>
      </w:r>
    </w:p>
    <w:p w:rsidR="00B82907" w:rsidRDefault="00B82907" w:rsidP="00B82907">
      <w:pPr>
        <w:pBdr>
          <w:top w:val="nil"/>
          <w:left w:val="nil"/>
          <w:bottom w:val="nil"/>
          <w:right w:val="nil"/>
          <w:between w:val="nil"/>
        </w:pBdr>
        <w:jc w:val="both"/>
        <w:rPr>
          <w:rFonts w:eastAsia="Times New Roman" w:cs="Times New Roman"/>
        </w:rPr>
      </w:pPr>
    </w:p>
    <w:p w:rsidR="00B82907" w:rsidRDefault="00B82907" w:rsidP="00B82907">
      <w:pPr>
        <w:pBdr>
          <w:top w:val="nil"/>
          <w:left w:val="nil"/>
          <w:bottom w:val="nil"/>
          <w:right w:val="nil"/>
          <w:between w:val="nil"/>
        </w:pBdr>
        <w:jc w:val="both"/>
        <w:rPr>
          <w:rFonts w:eastAsia="Times New Roman" w:cs="Times New Roman"/>
        </w:rPr>
      </w:pPr>
      <w:r>
        <w:rPr>
          <w:rFonts w:eastAsia="Times New Roman" w:cs="Times New Roman"/>
        </w:rPr>
        <w:t xml:space="preserve">„77. Za § 57 se vkládá </w:t>
      </w:r>
      <w:r w:rsidR="0005178B">
        <w:rPr>
          <w:rFonts w:eastAsia="Times New Roman" w:cs="Times New Roman"/>
        </w:rPr>
        <w:t xml:space="preserve">nový </w:t>
      </w:r>
      <w:r>
        <w:rPr>
          <w:rFonts w:eastAsia="Times New Roman" w:cs="Times New Roman"/>
        </w:rPr>
        <w:t>§ 57a, který zní:</w:t>
      </w:r>
    </w:p>
    <w:p w:rsidR="00B82907" w:rsidRDefault="00B82907" w:rsidP="00B82907">
      <w:pPr>
        <w:pBdr>
          <w:top w:val="nil"/>
          <w:left w:val="nil"/>
          <w:bottom w:val="nil"/>
          <w:right w:val="nil"/>
          <w:between w:val="nil"/>
        </w:pBdr>
        <w:jc w:val="both"/>
        <w:rPr>
          <w:rFonts w:eastAsia="Times New Roman" w:cs="Times New Roman"/>
        </w:rPr>
      </w:pPr>
    </w:p>
    <w:p w:rsidR="00B82907" w:rsidRDefault="00B82907" w:rsidP="00B82907">
      <w:pPr>
        <w:pBdr>
          <w:top w:val="nil"/>
          <w:left w:val="nil"/>
          <w:bottom w:val="nil"/>
          <w:right w:val="nil"/>
          <w:between w:val="nil"/>
        </w:pBdr>
        <w:jc w:val="center"/>
        <w:rPr>
          <w:rFonts w:eastAsia="Times New Roman" w:cs="Times New Roman"/>
        </w:rPr>
      </w:pPr>
      <w:r>
        <w:rPr>
          <w:rFonts w:eastAsia="Times New Roman" w:cs="Times New Roman"/>
        </w:rPr>
        <w:t>„§ 57a</w:t>
      </w:r>
    </w:p>
    <w:p w:rsidR="00B82907" w:rsidRDefault="00B82907" w:rsidP="00B82907">
      <w:pPr>
        <w:pBdr>
          <w:top w:val="nil"/>
          <w:left w:val="nil"/>
          <w:bottom w:val="nil"/>
          <w:right w:val="nil"/>
          <w:between w:val="nil"/>
        </w:pBdr>
        <w:jc w:val="both"/>
        <w:rPr>
          <w:rFonts w:eastAsia="Times New Roman" w:cs="Times New Roman"/>
        </w:rPr>
      </w:pPr>
    </w:p>
    <w:p w:rsidR="00B82907" w:rsidRDefault="00B82907" w:rsidP="00DE0363">
      <w:pPr>
        <w:widowControl/>
        <w:numPr>
          <w:ilvl w:val="0"/>
          <w:numId w:val="18"/>
        </w:numPr>
        <w:pBdr>
          <w:top w:val="nil"/>
          <w:left w:val="nil"/>
          <w:bottom w:val="nil"/>
          <w:right w:val="nil"/>
          <w:between w:val="nil"/>
        </w:pBdr>
        <w:suppressAutoHyphens w:val="0"/>
        <w:jc w:val="both"/>
        <w:rPr>
          <w:rFonts w:eastAsia="Times New Roman" w:cs="Times New Roman"/>
        </w:rPr>
      </w:pPr>
      <w:r>
        <w:rPr>
          <w:rFonts w:eastAsia="Times New Roman" w:cs="Times New Roman"/>
        </w:rPr>
        <w:t>Exekutor zašle jednou za kalendářní rok účastníkům řízení a exekučnímu soudu informaci o stavu exekuce. Informace obsahuje stav řízení vždy k 1. lednu a exekutor ji zašle nejpozději do 31. ledna.</w:t>
      </w:r>
    </w:p>
    <w:p w:rsidR="00B82907" w:rsidRDefault="00B82907" w:rsidP="00DE0363">
      <w:pPr>
        <w:widowControl/>
        <w:numPr>
          <w:ilvl w:val="0"/>
          <w:numId w:val="18"/>
        </w:numPr>
        <w:pBdr>
          <w:top w:val="nil"/>
          <w:left w:val="nil"/>
          <w:bottom w:val="nil"/>
          <w:right w:val="nil"/>
          <w:between w:val="nil"/>
        </w:pBdr>
        <w:suppressAutoHyphens w:val="0"/>
        <w:jc w:val="both"/>
        <w:rPr>
          <w:rFonts w:eastAsia="Times New Roman" w:cs="Times New Roman"/>
        </w:rPr>
      </w:pPr>
      <w:r>
        <w:rPr>
          <w:rFonts w:eastAsia="Times New Roman" w:cs="Times New Roman"/>
        </w:rPr>
        <w:t>Informace o stavu exekuce obsahuje</w:t>
      </w:r>
    </w:p>
    <w:p w:rsidR="00B82907" w:rsidRDefault="00B82907" w:rsidP="00DE0363">
      <w:pPr>
        <w:widowControl/>
        <w:numPr>
          <w:ilvl w:val="1"/>
          <w:numId w:val="18"/>
        </w:numPr>
        <w:pBdr>
          <w:top w:val="nil"/>
          <w:left w:val="nil"/>
          <w:bottom w:val="nil"/>
          <w:right w:val="nil"/>
          <w:between w:val="nil"/>
        </w:pBdr>
        <w:suppressAutoHyphens w:val="0"/>
        <w:jc w:val="both"/>
        <w:rPr>
          <w:rFonts w:eastAsia="Times New Roman" w:cs="Times New Roman"/>
        </w:rPr>
      </w:pPr>
      <w:r>
        <w:rPr>
          <w:rFonts w:eastAsia="Times New Roman" w:cs="Times New Roman"/>
        </w:rPr>
        <w:t>označení oprávněného a povinného,</w:t>
      </w:r>
    </w:p>
    <w:p w:rsidR="00B82907" w:rsidRDefault="00B82907" w:rsidP="00DE0363">
      <w:pPr>
        <w:widowControl/>
        <w:numPr>
          <w:ilvl w:val="1"/>
          <w:numId w:val="18"/>
        </w:numPr>
        <w:pBdr>
          <w:top w:val="nil"/>
          <w:left w:val="nil"/>
          <w:bottom w:val="nil"/>
          <w:right w:val="nil"/>
          <w:between w:val="nil"/>
        </w:pBdr>
        <w:suppressAutoHyphens w:val="0"/>
        <w:jc w:val="both"/>
        <w:rPr>
          <w:rFonts w:eastAsia="Times New Roman" w:cs="Times New Roman"/>
        </w:rPr>
      </w:pPr>
      <w:r>
        <w:rPr>
          <w:rFonts w:eastAsia="Times New Roman" w:cs="Times New Roman"/>
        </w:rPr>
        <w:t>označení exekučního titulu,</w:t>
      </w:r>
    </w:p>
    <w:p w:rsidR="00B82907" w:rsidRDefault="00B82907" w:rsidP="00DE0363">
      <w:pPr>
        <w:widowControl/>
        <w:numPr>
          <w:ilvl w:val="1"/>
          <w:numId w:val="18"/>
        </w:numPr>
        <w:pBdr>
          <w:top w:val="nil"/>
          <w:left w:val="nil"/>
          <w:bottom w:val="nil"/>
          <w:right w:val="nil"/>
          <w:between w:val="nil"/>
        </w:pBdr>
        <w:suppressAutoHyphens w:val="0"/>
        <w:jc w:val="both"/>
        <w:rPr>
          <w:rFonts w:eastAsia="Times New Roman" w:cs="Times New Roman"/>
        </w:rPr>
      </w:pPr>
      <w:r>
        <w:rPr>
          <w:rFonts w:eastAsia="Times New Roman" w:cs="Times New Roman"/>
        </w:rPr>
        <w:t>výši vymáhané jistiny, příslušenství a nákladů exekutora a údaj o tom, jaká část jistiny, příslušenství a nákladů exekutora již byla uhrazena.</w:t>
      </w:r>
    </w:p>
    <w:p w:rsidR="00B82907" w:rsidRDefault="00B82907" w:rsidP="00DE0363">
      <w:pPr>
        <w:widowControl/>
        <w:numPr>
          <w:ilvl w:val="0"/>
          <w:numId w:val="18"/>
        </w:numPr>
        <w:pBdr>
          <w:top w:val="nil"/>
          <w:left w:val="nil"/>
          <w:bottom w:val="nil"/>
          <w:right w:val="nil"/>
          <w:between w:val="nil"/>
        </w:pBdr>
        <w:suppressAutoHyphens w:val="0"/>
        <w:jc w:val="both"/>
        <w:rPr>
          <w:rFonts w:eastAsia="Times New Roman" w:cs="Times New Roman"/>
        </w:rPr>
      </w:pPr>
      <w:r>
        <w:rPr>
          <w:rFonts w:eastAsia="Times New Roman" w:cs="Times New Roman"/>
        </w:rPr>
        <w:t xml:space="preserve">Účastníkům řízení zašle exekutor informaci elektronicky, pokud je to možné a nepožádá-li účastník řízení o zaslání </w:t>
      </w:r>
      <w:r w:rsidR="0005178B">
        <w:rPr>
          <w:rFonts w:eastAsia="Times New Roman" w:cs="Times New Roman"/>
        </w:rPr>
        <w:t xml:space="preserve">informace </w:t>
      </w:r>
      <w:r>
        <w:rPr>
          <w:rFonts w:eastAsia="Times New Roman" w:cs="Times New Roman"/>
        </w:rPr>
        <w:t>v listinné podobě. Exekučnímu soudu zašle exekutor informaci elektronicky vždy, a to v otevřeném, strojově čitelném formátu.”.”</w:t>
      </w:r>
      <w:r w:rsidR="00320E54">
        <w:rPr>
          <w:rFonts w:eastAsia="Times New Roman" w:cs="Times New Roman"/>
        </w:rPr>
        <w:t>.</w:t>
      </w:r>
    </w:p>
    <w:p w:rsidR="00B82907" w:rsidRDefault="00B82907" w:rsidP="00B82907">
      <w:pPr>
        <w:pBdr>
          <w:top w:val="nil"/>
          <w:left w:val="nil"/>
          <w:bottom w:val="nil"/>
          <w:right w:val="nil"/>
          <w:between w:val="nil"/>
        </w:pBdr>
        <w:jc w:val="both"/>
        <w:rPr>
          <w:rFonts w:eastAsia="Times New Roman" w:cs="Times New Roman"/>
        </w:rPr>
      </w:pPr>
    </w:p>
    <w:p w:rsidR="00B82907" w:rsidRDefault="00B82907" w:rsidP="00B82907">
      <w:pPr>
        <w:pBdr>
          <w:top w:val="nil"/>
          <w:left w:val="nil"/>
          <w:bottom w:val="nil"/>
          <w:right w:val="nil"/>
          <w:between w:val="nil"/>
        </w:pBdr>
        <w:jc w:val="both"/>
        <w:rPr>
          <w:rFonts w:eastAsia="Times New Roman" w:cs="Times New Roman"/>
        </w:rPr>
      </w:pPr>
      <w:r>
        <w:rPr>
          <w:rFonts w:eastAsia="Times New Roman" w:cs="Times New Roman"/>
        </w:rPr>
        <w:t>Následující body a odkazy na ně se pře</w:t>
      </w:r>
      <w:r w:rsidR="0005178B">
        <w:rPr>
          <w:rFonts w:eastAsia="Times New Roman" w:cs="Times New Roman"/>
        </w:rPr>
        <w:t>značí</w:t>
      </w:r>
      <w:r>
        <w:rPr>
          <w:rFonts w:eastAsia="Times New Roman" w:cs="Times New Roman"/>
        </w:rPr>
        <w:t>.</w:t>
      </w:r>
    </w:p>
    <w:p w:rsidR="000C6893" w:rsidRDefault="000C6893"/>
    <w:p w:rsidR="000C6893" w:rsidRDefault="000C6893"/>
    <w:p w:rsidR="00E712C6" w:rsidRDefault="00E712C6"/>
    <w:p w:rsidR="000C6893" w:rsidRDefault="00B82907" w:rsidP="00B82907">
      <w:pPr>
        <w:pStyle w:val="PNposlanec"/>
      </w:pPr>
      <w:r>
        <w:t xml:space="preserve">Poslanec Lukáš </w:t>
      </w:r>
      <w:proofErr w:type="spellStart"/>
      <w:r>
        <w:t>Kolářík</w:t>
      </w:r>
      <w:proofErr w:type="spellEnd"/>
    </w:p>
    <w:p w:rsidR="000C6893" w:rsidRPr="00B82907" w:rsidRDefault="00B82907">
      <w:pPr>
        <w:rPr>
          <w:i/>
        </w:rPr>
      </w:pPr>
      <w:r w:rsidRPr="00B82907">
        <w:rPr>
          <w:i/>
        </w:rPr>
        <w:t>SD 7393</w:t>
      </w:r>
    </w:p>
    <w:p w:rsidR="00B82907" w:rsidRDefault="001F451B" w:rsidP="00B82907">
      <w:pPr>
        <w:pBdr>
          <w:top w:val="nil"/>
          <w:left w:val="nil"/>
          <w:bottom w:val="nil"/>
          <w:right w:val="nil"/>
          <w:between w:val="nil"/>
        </w:pBdr>
        <w:jc w:val="both"/>
      </w:pPr>
      <w:r w:rsidRPr="001F451B">
        <w:rPr>
          <w:b/>
        </w:rPr>
        <w:t xml:space="preserve">E1. </w:t>
      </w:r>
      <w:r w:rsidR="00B82907">
        <w:t xml:space="preserve">V části druhé, čl. III, se vkládá </w:t>
      </w:r>
      <w:r>
        <w:t xml:space="preserve">nový </w:t>
      </w:r>
      <w:r w:rsidR="00B82907">
        <w:t>bod 130, který zní:</w:t>
      </w:r>
    </w:p>
    <w:p w:rsidR="00B82907" w:rsidRDefault="00B82907" w:rsidP="00B82907">
      <w:pPr>
        <w:pBdr>
          <w:top w:val="nil"/>
          <w:left w:val="nil"/>
          <w:bottom w:val="nil"/>
          <w:right w:val="nil"/>
          <w:between w:val="nil"/>
        </w:pBdr>
        <w:jc w:val="both"/>
      </w:pPr>
    </w:p>
    <w:p w:rsidR="00B82907" w:rsidRDefault="00B82907" w:rsidP="00B82907">
      <w:pPr>
        <w:pBdr>
          <w:top w:val="nil"/>
          <w:left w:val="nil"/>
          <w:bottom w:val="nil"/>
          <w:right w:val="nil"/>
          <w:between w:val="nil"/>
        </w:pBdr>
        <w:jc w:val="both"/>
      </w:pPr>
      <w:r>
        <w:t xml:space="preserve">„130. V § 125 se doplňují odstavce 11 a 12, které včetně poznámky pod čarou </w:t>
      </w:r>
      <w:r w:rsidR="001F451B">
        <w:t xml:space="preserve">č. </w:t>
      </w:r>
      <w:r>
        <w:t>X znějí:</w:t>
      </w:r>
    </w:p>
    <w:p w:rsidR="00B82907" w:rsidRDefault="00B82907" w:rsidP="00B82907">
      <w:pPr>
        <w:pBdr>
          <w:top w:val="nil"/>
          <w:left w:val="nil"/>
          <w:bottom w:val="nil"/>
          <w:right w:val="nil"/>
          <w:between w:val="nil"/>
        </w:pBdr>
        <w:jc w:val="both"/>
      </w:pPr>
    </w:p>
    <w:p w:rsidR="00B82907" w:rsidRDefault="001F451B" w:rsidP="0005178B">
      <w:pPr>
        <w:pBdr>
          <w:top w:val="nil"/>
          <w:left w:val="nil"/>
          <w:bottom w:val="nil"/>
          <w:right w:val="nil"/>
          <w:between w:val="nil"/>
        </w:pBdr>
        <w:ind w:firstLine="709"/>
        <w:jc w:val="both"/>
      </w:pPr>
      <w:r>
        <w:t>„</w:t>
      </w:r>
      <w:r w:rsidR="00B82907">
        <w:t xml:space="preserve">(11) Komora nejméně jednou za tři měsíce bezplatně zveřejňuje aktuální statistická data z centrální evidence exekucí jako otevřená </w:t>
      </w:r>
      <w:proofErr w:type="spellStart"/>
      <w:r w:rsidR="00B82907">
        <w:t>data</w:t>
      </w:r>
      <w:r w:rsidR="00B82907">
        <w:rPr>
          <w:vertAlign w:val="superscript"/>
        </w:rPr>
        <w:t>X</w:t>
      </w:r>
      <w:proofErr w:type="spellEnd"/>
      <w:r>
        <w:rPr>
          <w:vertAlign w:val="superscript"/>
        </w:rPr>
        <w:t>)</w:t>
      </w:r>
      <w:r>
        <w:t xml:space="preserve">, </w:t>
      </w:r>
      <w:r w:rsidR="00B82907">
        <w:t>a to nejméně v následujícím věcném rozsahu:</w:t>
      </w:r>
    </w:p>
    <w:p w:rsidR="00B82907" w:rsidRDefault="00B82907" w:rsidP="00B82907">
      <w:pPr>
        <w:pBdr>
          <w:top w:val="nil"/>
          <w:left w:val="nil"/>
          <w:bottom w:val="nil"/>
          <w:right w:val="nil"/>
          <w:between w:val="nil"/>
        </w:pBdr>
        <w:jc w:val="both"/>
      </w:pPr>
      <w:r>
        <w:t>a) počet exekucí vedených jednotlivými exekutorskými úřady,</w:t>
      </w:r>
    </w:p>
    <w:p w:rsidR="00B82907" w:rsidRDefault="00B82907" w:rsidP="00B82907">
      <w:pPr>
        <w:pBdr>
          <w:top w:val="nil"/>
          <w:left w:val="nil"/>
          <w:bottom w:val="nil"/>
          <w:right w:val="nil"/>
          <w:between w:val="nil"/>
        </w:pBdr>
        <w:jc w:val="both"/>
      </w:pPr>
      <w:r>
        <w:lastRenderedPageBreak/>
        <w:t>b) počet fyzických osob v exekuci s trvalým pobytem v jednotlivých obcích,</w:t>
      </w:r>
    </w:p>
    <w:p w:rsidR="00B82907" w:rsidRDefault="00B82907" w:rsidP="00B82907">
      <w:pPr>
        <w:pBdr>
          <w:top w:val="nil"/>
          <w:left w:val="nil"/>
          <w:bottom w:val="nil"/>
          <w:right w:val="nil"/>
          <w:between w:val="nil"/>
        </w:pBdr>
        <w:jc w:val="both"/>
      </w:pPr>
      <w:r>
        <w:t>c) celkový počet exekucí vůči fyzickým osobám s trvalým pobytem v jednotlivých obcích a anonymizovaný údaj o počtu exekucí vedených vůči jednotlivým fyzickým osobám v dané obci,</w:t>
      </w:r>
    </w:p>
    <w:p w:rsidR="00B82907" w:rsidRDefault="00B82907" w:rsidP="00B82907">
      <w:pPr>
        <w:pBdr>
          <w:top w:val="nil"/>
          <w:left w:val="nil"/>
          <w:bottom w:val="nil"/>
          <w:right w:val="nil"/>
          <w:between w:val="nil"/>
        </w:pBdr>
        <w:jc w:val="both"/>
      </w:pPr>
      <w:r>
        <w:t>d) celková výše vymáhaného peněžitého plnění od fyzických osob s trvalým pobytem v jednotlivých obcích,</w:t>
      </w:r>
    </w:p>
    <w:p w:rsidR="00B82907" w:rsidRDefault="00B82907" w:rsidP="00B82907">
      <w:pPr>
        <w:pBdr>
          <w:top w:val="nil"/>
          <w:left w:val="nil"/>
          <w:bottom w:val="nil"/>
          <w:right w:val="nil"/>
          <w:between w:val="nil"/>
        </w:pBdr>
        <w:jc w:val="both"/>
      </w:pPr>
      <w:r>
        <w:t>e) průměr a medián vymáhaného peněžitého plnění na jednu osobu v exekuci s trvalým pobytem v jednotlivých obcích,</w:t>
      </w:r>
    </w:p>
    <w:p w:rsidR="00B82907" w:rsidRDefault="00B82907" w:rsidP="00B82907">
      <w:pPr>
        <w:pBdr>
          <w:top w:val="nil"/>
          <w:left w:val="nil"/>
          <w:bottom w:val="nil"/>
          <w:right w:val="nil"/>
          <w:between w:val="nil"/>
        </w:pBdr>
        <w:jc w:val="both"/>
      </w:pPr>
      <w:r>
        <w:t>f) údaj o věkové kategorii fyzických osob v exekuci s trvalým pobytem v jednotlivých obcích; věkové kategorie jsou rozděleny v pětiletých intervalech.</w:t>
      </w:r>
    </w:p>
    <w:p w:rsidR="00B82907" w:rsidRDefault="00B82907" w:rsidP="00B82907">
      <w:pPr>
        <w:pBdr>
          <w:top w:val="nil"/>
          <w:left w:val="nil"/>
          <w:bottom w:val="nil"/>
          <w:right w:val="nil"/>
          <w:between w:val="nil"/>
        </w:pBdr>
        <w:jc w:val="both"/>
      </w:pPr>
    </w:p>
    <w:p w:rsidR="00B82907" w:rsidRDefault="00B82907" w:rsidP="0005178B">
      <w:pPr>
        <w:pBdr>
          <w:top w:val="nil"/>
          <w:left w:val="nil"/>
          <w:bottom w:val="nil"/>
          <w:right w:val="nil"/>
          <w:between w:val="nil"/>
        </w:pBdr>
        <w:ind w:firstLine="709"/>
        <w:jc w:val="both"/>
      </w:pPr>
      <w:r>
        <w:t>(12) Pokud by zveřejněním údajů podle odstavce 11 písm. d), e) a f) došlo k zjevně nepřiměřenému zásahu do práv na ochranu osobnosti, soukromí a osobních údajů fyzických osob, Komora před zveřejněním osobní údaje anonymizuje tak, aby vyloučila tento následek a zároveň zachovala v maximální míře informační hodnotu zveřejněných dat. Součástí zveřejněných dat musí být poznámka o tomto postupu.</w:t>
      </w:r>
    </w:p>
    <w:p w:rsidR="00B82907" w:rsidRDefault="00B82907" w:rsidP="00B82907">
      <w:pPr>
        <w:pBdr>
          <w:top w:val="nil"/>
          <w:left w:val="nil"/>
          <w:bottom w:val="nil"/>
          <w:right w:val="nil"/>
          <w:between w:val="nil"/>
        </w:pBdr>
        <w:jc w:val="both"/>
      </w:pPr>
    </w:p>
    <w:p w:rsidR="00B82907" w:rsidRDefault="00B82907" w:rsidP="00B82907">
      <w:pPr>
        <w:pBdr>
          <w:top w:val="nil"/>
          <w:left w:val="nil"/>
          <w:bottom w:val="nil"/>
          <w:right w:val="nil"/>
          <w:between w:val="nil"/>
        </w:pBdr>
        <w:jc w:val="both"/>
      </w:pPr>
      <w:r>
        <w:t>---------------------</w:t>
      </w:r>
    </w:p>
    <w:p w:rsidR="00B82907" w:rsidRDefault="00B82907" w:rsidP="00B82907">
      <w:pPr>
        <w:pBdr>
          <w:top w:val="nil"/>
          <w:left w:val="nil"/>
          <w:bottom w:val="nil"/>
          <w:right w:val="nil"/>
          <w:between w:val="nil"/>
        </w:pBdr>
        <w:jc w:val="both"/>
      </w:pPr>
      <w:r>
        <w:t>X) § 3 odst. 11 zákona č. 106/1999 Sb., o svobodném přístupu k informacím, ve znění pozdějších předpisů.</w:t>
      </w:r>
      <w:r w:rsidR="001F451B">
        <w:t>“</w:t>
      </w:r>
      <w:r>
        <w:t>.</w:t>
      </w:r>
      <w:r w:rsidR="001F451B">
        <w:t>“.</w:t>
      </w:r>
    </w:p>
    <w:p w:rsidR="00B82907" w:rsidRDefault="00B82907" w:rsidP="00B82907">
      <w:pPr>
        <w:pBdr>
          <w:top w:val="nil"/>
          <w:left w:val="nil"/>
          <w:bottom w:val="nil"/>
          <w:right w:val="nil"/>
          <w:between w:val="nil"/>
        </w:pBdr>
        <w:jc w:val="both"/>
      </w:pPr>
    </w:p>
    <w:p w:rsidR="00B82907" w:rsidRDefault="00B82907" w:rsidP="00B82907">
      <w:pPr>
        <w:pBdr>
          <w:top w:val="nil"/>
          <w:left w:val="nil"/>
          <w:bottom w:val="nil"/>
          <w:right w:val="nil"/>
          <w:between w:val="nil"/>
        </w:pBdr>
        <w:jc w:val="both"/>
      </w:pPr>
      <w:r>
        <w:t>Následující body a odkazy na ně se pře</w:t>
      </w:r>
      <w:r w:rsidR="001F451B">
        <w:t>značí</w:t>
      </w:r>
      <w:r>
        <w:t>.</w:t>
      </w:r>
    </w:p>
    <w:p w:rsidR="00B82907" w:rsidRDefault="00B82907"/>
    <w:p w:rsidR="000C6893" w:rsidRPr="00D54201" w:rsidRDefault="00D54201">
      <w:pPr>
        <w:rPr>
          <w:i/>
        </w:rPr>
      </w:pPr>
      <w:r w:rsidRPr="00D54201">
        <w:rPr>
          <w:i/>
        </w:rPr>
        <w:t>SD 7391</w:t>
      </w:r>
    </w:p>
    <w:p w:rsidR="00D54201" w:rsidRDefault="001F451B" w:rsidP="00D54201">
      <w:pPr>
        <w:pBdr>
          <w:top w:val="nil"/>
          <w:left w:val="nil"/>
          <w:bottom w:val="nil"/>
          <w:right w:val="nil"/>
          <w:between w:val="nil"/>
        </w:pBdr>
        <w:jc w:val="both"/>
      </w:pPr>
      <w:r w:rsidRPr="001F451B">
        <w:rPr>
          <w:b/>
        </w:rPr>
        <w:t>E2.</w:t>
      </w:r>
      <w:r w:rsidR="00D54201">
        <w:t xml:space="preserve">V části první, čl. I se za bod 6 vkládá </w:t>
      </w:r>
      <w:r w:rsidR="00CB2FFE">
        <w:t xml:space="preserve">nový </w:t>
      </w:r>
      <w:r w:rsidR="00D54201">
        <w:t>bod 7, který zní:</w:t>
      </w:r>
    </w:p>
    <w:p w:rsidR="00D54201" w:rsidRDefault="00D54201" w:rsidP="00D54201">
      <w:pPr>
        <w:pBdr>
          <w:top w:val="nil"/>
          <w:left w:val="nil"/>
          <w:bottom w:val="nil"/>
          <w:right w:val="nil"/>
          <w:between w:val="nil"/>
        </w:pBdr>
        <w:jc w:val="both"/>
      </w:pPr>
    </w:p>
    <w:p w:rsidR="00D54201" w:rsidRDefault="00D54201" w:rsidP="00D54201">
      <w:pPr>
        <w:pBdr>
          <w:top w:val="nil"/>
          <w:left w:val="nil"/>
          <w:bottom w:val="nil"/>
          <w:right w:val="nil"/>
          <w:between w:val="nil"/>
        </w:pBdr>
        <w:jc w:val="both"/>
      </w:pPr>
      <w:r>
        <w:t>„7. V § 263 odst. 3 se slovo „pětinásobku“ nahrazuje slovem „čtvrtiny“.“.</w:t>
      </w:r>
    </w:p>
    <w:p w:rsidR="00D54201" w:rsidRDefault="00D54201" w:rsidP="00D54201">
      <w:pPr>
        <w:pBdr>
          <w:top w:val="nil"/>
          <w:left w:val="nil"/>
          <w:bottom w:val="nil"/>
          <w:right w:val="nil"/>
          <w:between w:val="nil"/>
        </w:pBdr>
        <w:jc w:val="both"/>
      </w:pPr>
    </w:p>
    <w:p w:rsidR="00D54201" w:rsidRDefault="00D54201" w:rsidP="00D54201">
      <w:pPr>
        <w:pBdr>
          <w:top w:val="nil"/>
          <w:left w:val="nil"/>
          <w:bottom w:val="nil"/>
          <w:right w:val="nil"/>
          <w:between w:val="nil"/>
        </w:pBdr>
        <w:jc w:val="both"/>
      </w:pPr>
      <w:r>
        <w:t>Následující body a odkazy na ně se přečíslují.</w:t>
      </w:r>
    </w:p>
    <w:p w:rsidR="000C6893" w:rsidRDefault="000C6893"/>
    <w:p w:rsidR="00E712C6" w:rsidRDefault="00E712C6"/>
    <w:p w:rsidR="000C6893" w:rsidRPr="009C7D3D" w:rsidRDefault="009C7D3D">
      <w:pPr>
        <w:rPr>
          <w:i/>
        </w:rPr>
      </w:pPr>
      <w:r w:rsidRPr="009C7D3D">
        <w:rPr>
          <w:i/>
        </w:rPr>
        <w:t>SD 7382</w:t>
      </w:r>
    </w:p>
    <w:p w:rsidR="009C7D3D" w:rsidRDefault="00F06487" w:rsidP="00F06487">
      <w:pPr>
        <w:widowControl/>
        <w:pBdr>
          <w:top w:val="nil"/>
          <w:left w:val="nil"/>
          <w:bottom w:val="nil"/>
          <w:right w:val="nil"/>
          <w:between w:val="nil"/>
        </w:pBdr>
        <w:suppressAutoHyphens w:val="0"/>
        <w:jc w:val="both"/>
      </w:pPr>
      <w:r w:rsidRPr="00F06487">
        <w:rPr>
          <w:b/>
        </w:rPr>
        <w:t>E3.</w:t>
      </w:r>
      <w:r>
        <w:rPr>
          <w:b/>
        </w:rPr>
        <w:t xml:space="preserve"> </w:t>
      </w:r>
      <w:r w:rsidR="009C7D3D">
        <w:t>Za část sedmou se vkládá nová část osmá, která zní:</w:t>
      </w:r>
    </w:p>
    <w:p w:rsidR="009C7D3D" w:rsidRDefault="009C7D3D" w:rsidP="009C7D3D">
      <w:pPr>
        <w:pBdr>
          <w:top w:val="nil"/>
          <w:left w:val="nil"/>
          <w:bottom w:val="nil"/>
          <w:right w:val="nil"/>
          <w:between w:val="nil"/>
        </w:pBdr>
        <w:jc w:val="both"/>
      </w:pPr>
    </w:p>
    <w:p w:rsidR="009C7D3D" w:rsidRDefault="009C7D3D" w:rsidP="009C7D3D">
      <w:pPr>
        <w:pBdr>
          <w:top w:val="nil"/>
          <w:left w:val="nil"/>
          <w:bottom w:val="nil"/>
          <w:right w:val="nil"/>
          <w:between w:val="nil"/>
        </w:pBdr>
        <w:jc w:val="center"/>
      </w:pPr>
      <w:r>
        <w:t>„ČÁST OSMÁ</w:t>
      </w:r>
    </w:p>
    <w:p w:rsidR="009C7D3D" w:rsidRDefault="009C7D3D" w:rsidP="009C7D3D">
      <w:pPr>
        <w:pBdr>
          <w:top w:val="nil"/>
          <w:left w:val="nil"/>
          <w:bottom w:val="nil"/>
          <w:right w:val="nil"/>
          <w:between w:val="nil"/>
        </w:pBdr>
        <w:jc w:val="center"/>
        <w:rPr>
          <w:b/>
        </w:rPr>
      </w:pPr>
      <w:r>
        <w:rPr>
          <w:b/>
        </w:rPr>
        <w:t xml:space="preserve">Změna zákona o některých opatřeních ke zmírnění dopadů epidemie </w:t>
      </w:r>
      <w:proofErr w:type="spellStart"/>
      <w:r>
        <w:rPr>
          <w:b/>
        </w:rPr>
        <w:t>koronaviru</w:t>
      </w:r>
      <w:proofErr w:type="spellEnd"/>
      <w:r>
        <w:rPr>
          <w:b/>
        </w:rPr>
        <w:t xml:space="preserve"> SARS CoV-2 na osoby účastnící se soudního řízení, poškozené, oběti trestných činů a právnické osoby a o změně insolvenčního zákona a občanského soudního řádu</w:t>
      </w:r>
    </w:p>
    <w:p w:rsidR="009C7D3D" w:rsidRDefault="009C7D3D" w:rsidP="009C7D3D">
      <w:pPr>
        <w:pBdr>
          <w:top w:val="nil"/>
          <w:left w:val="nil"/>
          <w:bottom w:val="nil"/>
          <w:right w:val="nil"/>
          <w:between w:val="nil"/>
        </w:pBdr>
        <w:jc w:val="both"/>
      </w:pPr>
    </w:p>
    <w:p w:rsidR="009C7D3D" w:rsidRDefault="009C7D3D" w:rsidP="009C7D3D">
      <w:pPr>
        <w:pBdr>
          <w:top w:val="nil"/>
          <w:left w:val="nil"/>
          <w:bottom w:val="nil"/>
          <w:right w:val="nil"/>
          <w:between w:val="nil"/>
        </w:pBdr>
        <w:jc w:val="center"/>
      </w:pPr>
      <w:r>
        <w:t>Čl. XI</w:t>
      </w:r>
    </w:p>
    <w:p w:rsidR="009C7D3D" w:rsidRDefault="009C7D3D" w:rsidP="009C7D3D">
      <w:pPr>
        <w:pBdr>
          <w:top w:val="nil"/>
          <w:left w:val="nil"/>
          <w:bottom w:val="nil"/>
          <w:right w:val="nil"/>
          <w:between w:val="nil"/>
        </w:pBdr>
        <w:jc w:val="both"/>
      </w:pPr>
    </w:p>
    <w:p w:rsidR="009C7D3D" w:rsidRDefault="009C7D3D" w:rsidP="00F06487">
      <w:pPr>
        <w:pBdr>
          <w:top w:val="nil"/>
          <w:left w:val="nil"/>
          <w:bottom w:val="nil"/>
          <w:right w:val="nil"/>
          <w:between w:val="nil"/>
        </w:pBdr>
        <w:ind w:firstLine="426"/>
        <w:jc w:val="both"/>
      </w:pPr>
      <w:r>
        <w:t xml:space="preserve">Zákon č. 191/2020 Sb., o některých opatřeních ke zmírnění dopadů epidemie </w:t>
      </w:r>
      <w:proofErr w:type="spellStart"/>
      <w:r>
        <w:t>koronaviru</w:t>
      </w:r>
      <w:proofErr w:type="spellEnd"/>
      <w:r>
        <w:t xml:space="preserve"> SARS CoV-2 na osoby účastnící se soudního řízení, poškozené, oběti trestných činů a právnické osoby a o změně insolvenčního zákona a občanského soudního řádu, ve znění zákona č. 460/2020 Sb. a zákona č. 601/2020 Sb., se mění takto:</w:t>
      </w:r>
    </w:p>
    <w:p w:rsidR="009C7D3D" w:rsidRDefault="009C7D3D" w:rsidP="009C7D3D">
      <w:pPr>
        <w:pBdr>
          <w:top w:val="nil"/>
          <w:left w:val="nil"/>
          <w:bottom w:val="nil"/>
          <w:right w:val="nil"/>
          <w:between w:val="nil"/>
        </w:pBdr>
        <w:jc w:val="both"/>
      </w:pPr>
    </w:p>
    <w:p w:rsidR="009C7D3D" w:rsidRDefault="009C7D3D" w:rsidP="00DE0363">
      <w:pPr>
        <w:widowControl/>
        <w:numPr>
          <w:ilvl w:val="0"/>
          <w:numId w:val="20"/>
        </w:numPr>
        <w:pBdr>
          <w:top w:val="nil"/>
          <w:left w:val="nil"/>
          <w:bottom w:val="nil"/>
          <w:right w:val="nil"/>
          <w:between w:val="nil"/>
        </w:pBdr>
        <w:suppressAutoHyphens w:val="0"/>
        <w:jc w:val="both"/>
      </w:pPr>
      <w:r>
        <w:t xml:space="preserve">Za § 24 se vkládá </w:t>
      </w:r>
      <w:r w:rsidR="00CB2FFE">
        <w:t xml:space="preserve">nový </w:t>
      </w:r>
      <w:r>
        <w:t>§ 24a, který zní:</w:t>
      </w:r>
    </w:p>
    <w:p w:rsidR="009C7D3D" w:rsidRDefault="009C7D3D" w:rsidP="009C7D3D">
      <w:pPr>
        <w:pBdr>
          <w:top w:val="nil"/>
          <w:left w:val="nil"/>
          <w:bottom w:val="nil"/>
          <w:right w:val="nil"/>
          <w:between w:val="nil"/>
        </w:pBdr>
        <w:jc w:val="both"/>
      </w:pPr>
    </w:p>
    <w:p w:rsidR="009C7D3D" w:rsidRDefault="009C7D3D" w:rsidP="009C7D3D">
      <w:pPr>
        <w:pBdr>
          <w:top w:val="nil"/>
          <w:left w:val="nil"/>
          <w:bottom w:val="nil"/>
          <w:right w:val="nil"/>
          <w:between w:val="nil"/>
        </w:pBdr>
        <w:jc w:val="center"/>
      </w:pPr>
      <w:r>
        <w:t>„§ 24a</w:t>
      </w:r>
    </w:p>
    <w:p w:rsidR="009C7D3D" w:rsidRDefault="009C7D3D" w:rsidP="009C7D3D">
      <w:pPr>
        <w:pBdr>
          <w:top w:val="nil"/>
          <w:left w:val="nil"/>
          <w:bottom w:val="nil"/>
          <w:right w:val="nil"/>
          <w:between w:val="nil"/>
        </w:pBdr>
        <w:jc w:val="center"/>
      </w:pPr>
    </w:p>
    <w:p w:rsidR="009C7D3D" w:rsidRDefault="009C7D3D" w:rsidP="00DE0363">
      <w:pPr>
        <w:widowControl/>
        <w:numPr>
          <w:ilvl w:val="0"/>
          <w:numId w:val="21"/>
        </w:numPr>
        <w:pBdr>
          <w:top w:val="nil"/>
          <w:left w:val="nil"/>
          <w:bottom w:val="nil"/>
          <w:right w:val="nil"/>
          <w:between w:val="nil"/>
        </w:pBdr>
        <w:suppressAutoHyphens w:val="0"/>
        <w:jc w:val="both"/>
      </w:pPr>
      <w:r>
        <w:t xml:space="preserve">Odměna nebo jiné obdobné plnění poskytnuté zaměstnanci nebo příslušníku složky integrovaného záchranného systému nebo kritické infrastruktury za úspěšné splnění mimořádného nebo zvlášť významného pracovního nebo služebního úkolu, který souvisel s </w:t>
      </w:r>
      <w:r>
        <w:lastRenderedPageBreak/>
        <w:t>plněním úkolů stanovených krizovými opatřeními a mimořádnými opatřeními Ministerstva zdravotnictví v době epidemie COVID-19, podléhá výkonu rozhodnutí nebo exekuci pouze z jedné poloviny.</w:t>
      </w:r>
    </w:p>
    <w:p w:rsidR="009C7D3D" w:rsidRDefault="009C7D3D" w:rsidP="00DE0363">
      <w:pPr>
        <w:widowControl/>
        <w:numPr>
          <w:ilvl w:val="0"/>
          <w:numId w:val="21"/>
        </w:numPr>
        <w:pBdr>
          <w:top w:val="nil"/>
          <w:left w:val="nil"/>
          <w:bottom w:val="nil"/>
          <w:right w:val="nil"/>
          <w:between w:val="nil"/>
        </w:pBdr>
        <w:suppressAutoHyphens w:val="0"/>
        <w:jc w:val="both"/>
      </w:pPr>
      <w:r>
        <w:t>Ten, kdo vyplatil plnění podle odstavce 1, je povinen sdělit exekutorovi na jeho písemnou žádost, zda plnění je poskytnuté za splnění úkolu uvedeného v odstavci 1.”.</w:t>
      </w:r>
    </w:p>
    <w:p w:rsidR="009C7D3D" w:rsidRDefault="009C7D3D" w:rsidP="009C7D3D">
      <w:pPr>
        <w:pBdr>
          <w:top w:val="nil"/>
          <w:left w:val="nil"/>
          <w:bottom w:val="nil"/>
          <w:right w:val="nil"/>
          <w:between w:val="nil"/>
        </w:pBdr>
        <w:jc w:val="both"/>
      </w:pPr>
    </w:p>
    <w:p w:rsidR="009C7D3D" w:rsidRDefault="009C7D3D" w:rsidP="009C7D3D">
      <w:pPr>
        <w:pBdr>
          <w:top w:val="nil"/>
          <w:left w:val="nil"/>
          <w:bottom w:val="nil"/>
          <w:right w:val="nil"/>
          <w:between w:val="nil"/>
        </w:pBdr>
        <w:ind w:firstLine="720"/>
        <w:jc w:val="both"/>
      </w:pPr>
      <w:r>
        <w:t>2. V § 25 odst. 1 a 2 se text „§ 23 a 24“ nahrazuje textem „§ 23, § 24 a § 24a“.”.</w:t>
      </w:r>
    </w:p>
    <w:p w:rsidR="009C7D3D" w:rsidRDefault="009C7D3D" w:rsidP="009C7D3D">
      <w:pPr>
        <w:pBdr>
          <w:top w:val="nil"/>
          <w:left w:val="nil"/>
          <w:bottom w:val="nil"/>
          <w:right w:val="nil"/>
          <w:between w:val="nil"/>
        </w:pBdr>
        <w:jc w:val="both"/>
      </w:pPr>
    </w:p>
    <w:p w:rsidR="009C7D3D" w:rsidRDefault="009C7D3D" w:rsidP="009C7D3D">
      <w:pPr>
        <w:pBdr>
          <w:top w:val="nil"/>
          <w:left w:val="nil"/>
          <w:bottom w:val="nil"/>
          <w:right w:val="nil"/>
          <w:between w:val="nil"/>
        </w:pBdr>
        <w:jc w:val="both"/>
      </w:pPr>
      <w:r>
        <w:t>Dosavadní část osmá se označuje jako část devátá a dosavadní článek XI se označuje jako článek XII.</w:t>
      </w:r>
    </w:p>
    <w:p w:rsidR="009C7D3D" w:rsidRDefault="009C7D3D" w:rsidP="009C7D3D">
      <w:pPr>
        <w:pBdr>
          <w:top w:val="nil"/>
          <w:left w:val="nil"/>
          <w:bottom w:val="nil"/>
          <w:right w:val="nil"/>
          <w:between w:val="nil"/>
        </w:pBdr>
        <w:jc w:val="both"/>
      </w:pPr>
    </w:p>
    <w:p w:rsidR="009C7D3D" w:rsidRDefault="009C7D3D" w:rsidP="009C7D3D">
      <w:pPr>
        <w:pBdr>
          <w:top w:val="nil"/>
          <w:left w:val="nil"/>
          <w:bottom w:val="nil"/>
          <w:right w:val="nil"/>
          <w:between w:val="nil"/>
        </w:pBdr>
        <w:jc w:val="both"/>
      </w:pPr>
      <w:r>
        <w:t xml:space="preserve">2. V částí deváté, čl. XII, se na konci textu doplňují </w:t>
      </w:r>
      <w:proofErr w:type="gramStart"/>
      <w:r>
        <w:t>slova „</w:t>
      </w:r>
      <w:r w:rsidR="008B32DB">
        <w:t xml:space="preserve"> </w:t>
      </w:r>
      <w:r>
        <w:t>, a s výjimkou</w:t>
      </w:r>
      <w:proofErr w:type="gramEnd"/>
      <w:r>
        <w:t xml:space="preserve"> ustanovení části osmé, </w:t>
      </w:r>
      <w:r w:rsidR="00CB2FFE">
        <w:t xml:space="preserve">čl. XI, </w:t>
      </w:r>
      <w:r>
        <w:t>které nabývá účinnosti dnem vyhlášení”.</w:t>
      </w:r>
    </w:p>
    <w:p w:rsidR="009C7D3D" w:rsidRDefault="009C7D3D" w:rsidP="009C7D3D">
      <w:pPr>
        <w:pBdr>
          <w:top w:val="nil"/>
          <w:left w:val="nil"/>
          <w:bottom w:val="nil"/>
          <w:right w:val="nil"/>
          <w:between w:val="nil"/>
        </w:pBdr>
        <w:jc w:val="both"/>
        <w:rPr>
          <w:color w:val="000000"/>
        </w:rPr>
      </w:pPr>
    </w:p>
    <w:p w:rsidR="000C6893" w:rsidRDefault="000C6893"/>
    <w:p w:rsidR="009C7D3D" w:rsidRPr="009C7D3D" w:rsidRDefault="009C7D3D">
      <w:pPr>
        <w:rPr>
          <w:i/>
        </w:rPr>
      </w:pPr>
      <w:r w:rsidRPr="009C7D3D">
        <w:rPr>
          <w:i/>
        </w:rPr>
        <w:t>SD 7407</w:t>
      </w:r>
    </w:p>
    <w:p w:rsidR="00F06487" w:rsidRDefault="00F06487" w:rsidP="009C7D3D">
      <w:pPr>
        <w:pBdr>
          <w:top w:val="nil"/>
          <w:left w:val="nil"/>
          <w:bottom w:val="nil"/>
          <w:right w:val="nil"/>
          <w:between w:val="nil"/>
        </w:pBdr>
        <w:jc w:val="both"/>
        <w:rPr>
          <w:b/>
          <w:szCs w:val="22"/>
        </w:rPr>
      </w:pPr>
      <w:r w:rsidRPr="00F06487">
        <w:rPr>
          <w:b/>
          <w:szCs w:val="22"/>
        </w:rPr>
        <w:t xml:space="preserve">E4. </w:t>
      </w:r>
    </w:p>
    <w:p w:rsidR="009C7D3D" w:rsidRPr="00E712C6" w:rsidRDefault="00F06487" w:rsidP="009C7D3D">
      <w:pPr>
        <w:pBdr>
          <w:top w:val="nil"/>
          <w:left w:val="nil"/>
          <w:bottom w:val="nil"/>
          <w:right w:val="nil"/>
          <w:between w:val="nil"/>
        </w:pBdr>
        <w:jc w:val="both"/>
        <w:rPr>
          <w:szCs w:val="22"/>
        </w:rPr>
      </w:pPr>
      <w:r w:rsidRPr="00F06487">
        <w:rPr>
          <w:szCs w:val="22"/>
        </w:rPr>
        <w:t>1.</w:t>
      </w:r>
      <w:r>
        <w:rPr>
          <w:b/>
          <w:szCs w:val="22"/>
        </w:rPr>
        <w:t xml:space="preserve"> </w:t>
      </w:r>
      <w:r w:rsidR="009C7D3D" w:rsidRPr="00E712C6">
        <w:rPr>
          <w:szCs w:val="22"/>
        </w:rPr>
        <w:t>V části první, čl. I se za bod 20 vkládá nový bod, který zní:</w:t>
      </w:r>
    </w:p>
    <w:p w:rsidR="009C7D3D" w:rsidRPr="00E712C6" w:rsidRDefault="009C7D3D" w:rsidP="009C7D3D">
      <w:pPr>
        <w:pBdr>
          <w:top w:val="nil"/>
          <w:left w:val="nil"/>
          <w:bottom w:val="nil"/>
          <w:right w:val="nil"/>
          <w:between w:val="nil"/>
        </w:pBdr>
        <w:jc w:val="both"/>
        <w:rPr>
          <w:szCs w:val="22"/>
        </w:rPr>
      </w:pPr>
    </w:p>
    <w:p w:rsidR="009C7D3D" w:rsidRDefault="009C7D3D" w:rsidP="009C7D3D">
      <w:pPr>
        <w:pBdr>
          <w:top w:val="nil"/>
          <w:left w:val="nil"/>
          <w:bottom w:val="nil"/>
          <w:right w:val="nil"/>
          <w:between w:val="nil"/>
        </w:pBdr>
        <w:jc w:val="both"/>
        <w:rPr>
          <w:szCs w:val="22"/>
        </w:rPr>
      </w:pPr>
      <w:r w:rsidRPr="00E712C6">
        <w:rPr>
          <w:szCs w:val="22"/>
        </w:rPr>
        <w:t xml:space="preserve">„X1. V § 299 </w:t>
      </w:r>
      <w:r w:rsidR="00F06487">
        <w:rPr>
          <w:szCs w:val="22"/>
        </w:rPr>
        <w:t xml:space="preserve">odst. 1 </w:t>
      </w:r>
      <w:r w:rsidRPr="00E712C6">
        <w:rPr>
          <w:szCs w:val="22"/>
        </w:rPr>
        <w:t>se písmeno l) zrušuje.”.</w:t>
      </w:r>
    </w:p>
    <w:p w:rsidR="00F06487" w:rsidRDefault="00F06487" w:rsidP="009C7D3D">
      <w:pPr>
        <w:pBdr>
          <w:top w:val="nil"/>
          <w:left w:val="nil"/>
          <w:bottom w:val="nil"/>
          <w:right w:val="nil"/>
          <w:between w:val="nil"/>
        </w:pBdr>
        <w:jc w:val="both"/>
        <w:rPr>
          <w:szCs w:val="22"/>
        </w:rPr>
      </w:pPr>
    </w:p>
    <w:p w:rsidR="00F06487" w:rsidRPr="00E712C6" w:rsidRDefault="00F06487" w:rsidP="009C7D3D">
      <w:pPr>
        <w:pBdr>
          <w:top w:val="nil"/>
          <w:left w:val="nil"/>
          <w:bottom w:val="nil"/>
          <w:right w:val="nil"/>
          <w:between w:val="nil"/>
        </w:pBdr>
        <w:jc w:val="both"/>
        <w:rPr>
          <w:szCs w:val="22"/>
        </w:rPr>
      </w:pPr>
      <w:r>
        <w:rPr>
          <w:szCs w:val="22"/>
        </w:rPr>
        <w:t>Následující body se přeznačí.</w:t>
      </w:r>
    </w:p>
    <w:p w:rsidR="009C7D3D" w:rsidRPr="00E712C6" w:rsidRDefault="009C7D3D" w:rsidP="009C7D3D">
      <w:pPr>
        <w:pBdr>
          <w:top w:val="nil"/>
          <w:left w:val="nil"/>
          <w:bottom w:val="nil"/>
          <w:right w:val="nil"/>
          <w:between w:val="nil"/>
        </w:pBdr>
        <w:jc w:val="both"/>
        <w:rPr>
          <w:szCs w:val="22"/>
        </w:rPr>
      </w:pPr>
    </w:p>
    <w:p w:rsidR="009C7D3D" w:rsidRPr="00E712C6" w:rsidRDefault="00F06487" w:rsidP="009C7D3D">
      <w:pPr>
        <w:pBdr>
          <w:top w:val="nil"/>
          <w:left w:val="nil"/>
          <w:bottom w:val="nil"/>
          <w:right w:val="nil"/>
          <w:between w:val="nil"/>
        </w:pBdr>
        <w:jc w:val="both"/>
        <w:rPr>
          <w:szCs w:val="22"/>
        </w:rPr>
      </w:pPr>
      <w:r>
        <w:rPr>
          <w:szCs w:val="22"/>
        </w:rPr>
        <w:t xml:space="preserve">2. </w:t>
      </w:r>
      <w:r w:rsidR="009C7D3D" w:rsidRPr="00E712C6">
        <w:rPr>
          <w:szCs w:val="22"/>
        </w:rPr>
        <w:t>V části první, čl. I v dosavadním bodě 21 se text „m)” nahrazuje textem „l)”</w:t>
      </w:r>
      <w:r w:rsidR="00E712C6">
        <w:rPr>
          <w:szCs w:val="22"/>
        </w:rPr>
        <w:t>.</w:t>
      </w:r>
    </w:p>
    <w:p w:rsidR="009C7D3D" w:rsidRPr="00E712C6" w:rsidRDefault="009C7D3D" w:rsidP="009C7D3D">
      <w:pPr>
        <w:pBdr>
          <w:top w:val="nil"/>
          <w:left w:val="nil"/>
          <w:bottom w:val="nil"/>
          <w:right w:val="nil"/>
          <w:between w:val="nil"/>
        </w:pBdr>
        <w:jc w:val="both"/>
        <w:rPr>
          <w:szCs w:val="22"/>
        </w:rPr>
      </w:pPr>
    </w:p>
    <w:p w:rsidR="009C7D3D" w:rsidRPr="00E712C6" w:rsidRDefault="00F06487" w:rsidP="009C7D3D">
      <w:pPr>
        <w:jc w:val="both"/>
        <w:rPr>
          <w:szCs w:val="22"/>
        </w:rPr>
      </w:pPr>
      <w:r>
        <w:rPr>
          <w:szCs w:val="22"/>
        </w:rPr>
        <w:t xml:space="preserve">3. </w:t>
      </w:r>
      <w:r w:rsidR="009C7D3D" w:rsidRPr="00E712C6">
        <w:rPr>
          <w:szCs w:val="22"/>
        </w:rPr>
        <w:t>V části první, čl. I v dosavadním bodě 25 se text „m)” nahrazuje textem „l)”</w:t>
      </w:r>
      <w:r w:rsidR="00E712C6">
        <w:rPr>
          <w:szCs w:val="22"/>
        </w:rPr>
        <w:t>.</w:t>
      </w:r>
    </w:p>
    <w:p w:rsidR="009C7D3D" w:rsidRPr="00E712C6" w:rsidRDefault="009C7D3D" w:rsidP="009C7D3D">
      <w:pPr>
        <w:jc w:val="both"/>
        <w:rPr>
          <w:szCs w:val="22"/>
        </w:rPr>
      </w:pPr>
    </w:p>
    <w:p w:rsidR="009C7D3D" w:rsidRPr="00E712C6" w:rsidRDefault="00F06487" w:rsidP="009C7D3D">
      <w:pPr>
        <w:jc w:val="both"/>
        <w:rPr>
          <w:szCs w:val="22"/>
        </w:rPr>
      </w:pPr>
      <w:r>
        <w:rPr>
          <w:szCs w:val="22"/>
        </w:rPr>
        <w:t xml:space="preserve">4. </w:t>
      </w:r>
      <w:r w:rsidR="009C7D3D" w:rsidRPr="00E712C6">
        <w:rPr>
          <w:szCs w:val="22"/>
        </w:rPr>
        <w:t>V části první, čl. I se za bod 27 vkládá nový bod, který zní:</w:t>
      </w:r>
    </w:p>
    <w:p w:rsidR="009C7D3D" w:rsidRPr="00E712C6" w:rsidRDefault="009C7D3D" w:rsidP="009C7D3D">
      <w:pPr>
        <w:pBdr>
          <w:top w:val="nil"/>
          <w:left w:val="nil"/>
          <w:bottom w:val="nil"/>
          <w:right w:val="nil"/>
          <w:between w:val="nil"/>
        </w:pBdr>
        <w:jc w:val="both"/>
        <w:rPr>
          <w:szCs w:val="22"/>
        </w:rPr>
      </w:pPr>
    </w:p>
    <w:p w:rsidR="009C7D3D" w:rsidRPr="00E712C6" w:rsidRDefault="009C7D3D" w:rsidP="009C7D3D">
      <w:pPr>
        <w:pBdr>
          <w:top w:val="nil"/>
          <w:left w:val="nil"/>
          <w:bottom w:val="nil"/>
          <w:right w:val="nil"/>
          <w:between w:val="nil"/>
        </w:pBdr>
        <w:jc w:val="both"/>
        <w:rPr>
          <w:szCs w:val="22"/>
        </w:rPr>
      </w:pPr>
      <w:r w:rsidRPr="00E712C6">
        <w:rPr>
          <w:szCs w:val="22"/>
        </w:rPr>
        <w:t>„X2. V § 317 odst. 2 se za slovo „bydlení“ vklád</w:t>
      </w:r>
      <w:r w:rsidR="008B32DB">
        <w:rPr>
          <w:szCs w:val="22"/>
        </w:rPr>
        <w:t xml:space="preserve">ají </w:t>
      </w:r>
      <w:proofErr w:type="gramStart"/>
      <w:r w:rsidR="008B32DB">
        <w:rPr>
          <w:szCs w:val="22"/>
        </w:rPr>
        <w:t>slova</w:t>
      </w:r>
      <w:r w:rsidRPr="00E712C6">
        <w:rPr>
          <w:szCs w:val="22"/>
        </w:rPr>
        <w:t xml:space="preserve"> „</w:t>
      </w:r>
      <w:r w:rsidR="008B32DB">
        <w:rPr>
          <w:szCs w:val="22"/>
        </w:rPr>
        <w:t xml:space="preserve"> </w:t>
      </w:r>
      <w:r w:rsidRPr="00E712C6">
        <w:rPr>
          <w:szCs w:val="22"/>
        </w:rPr>
        <w:t>, příplatek</w:t>
      </w:r>
      <w:proofErr w:type="gramEnd"/>
      <w:r w:rsidRPr="00E712C6">
        <w:rPr>
          <w:szCs w:val="22"/>
        </w:rPr>
        <w:t xml:space="preserve"> k důchodu ke zmírnění některých křivd způsobených komunistickým režimem v oblasti sociální, příplatek k důchodu a zvláštní příspěvek k důchodu podle zákona upravujícího ocenění účastníků národního boje za vznik a osvobození Československa a některých pozůstalých po nich“.“.</w:t>
      </w:r>
    </w:p>
    <w:p w:rsidR="008B32DB" w:rsidRDefault="008B32DB" w:rsidP="008B32DB">
      <w:pPr>
        <w:pBdr>
          <w:top w:val="nil"/>
          <w:left w:val="nil"/>
          <w:bottom w:val="nil"/>
          <w:right w:val="nil"/>
          <w:between w:val="nil"/>
        </w:pBdr>
        <w:jc w:val="both"/>
        <w:rPr>
          <w:szCs w:val="22"/>
        </w:rPr>
      </w:pPr>
    </w:p>
    <w:p w:rsidR="008B32DB" w:rsidRPr="00E712C6" w:rsidRDefault="008B32DB" w:rsidP="008B32DB">
      <w:pPr>
        <w:pBdr>
          <w:top w:val="nil"/>
          <w:left w:val="nil"/>
          <w:bottom w:val="nil"/>
          <w:right w:val="nil"/>
          <w:between w:val="nil"/>
        </w:pBdr>
        <w:jc w:val="both"/>
        <w:rPr>
          <w:szCs w:val="22"/>
        </w:rPr>
      </w:pPr>
      <w:r>
        <w:rPr>
          <w:szCs w:val="22"/>
        </w:rPr>
        <w:t>Následující body se přeznačí.</w:t>
      </w:r>
    </w:p>
    <w:p w:rsidR="009C7D3D" w:rsidRDefault="009C7D3D"/>
    <w:p w:rsidR="009C7D3D" w:rsidRDefault="009C7D3D"/>
    <w:p w:rsidR="009C7D3D" w:rsidRPr="009C7D3D" w:rsidRDefault="009C7D3D">
      <w:pPr>
        <w:rPr>
          <w:i/>
        </w:rPr>
      </w:pPr>
      <w:r w:rsidRPr="009C7D3D">
        <w:rPr>
          <w:i/>
        </w:rPr>
        <w:t>SD 7406</w:t>
      </w:r>
    </w:p>
    <w:p w:rsidR="009C7D3D" w:rsidRDefault="00F06487" w:rsidP="009C7D3D">
      <w:pPr>
        <w:pBdr>
          <w:top w:val="nil"/>
          <w:left w:val="nil"/>
          <w:bottom w:val="nil"/>
          <w:right w:val="nil"/>
          <w:between w:val="nil"/>
        </w:pBdr>
        <w:jc w:val="both"/>
      </w:pPr>
      <w:r w:rsidRPr="00F06487">
        <w:rPr>
          <w:b/>
        </w:rPr>
        <w:t xml:space="preserve">E5. </w:t>
      </w:r>
      <w:r w:rsidR="009C7D3D">
        <w:t>Za část první se vkládá nová část druhá, která zní:</w:t>
      </w:r>
    </w:p>
    <w:p w:rsidR="009C7D3D" w:rsidRDefault="009C7D3D" w:rsidP="009C7D3D">
      <w:pPr>
        <w:pBdr>
          <w:top w:val="nil"/>
          <w:left w:val="nil"/>
          <w:bottom w:val="nil"/>
          <w:right w:val="nil"/>
          <w:between w:val="nil"/>
        </w:pBdr>
        <w:jc w:val="both"/>
      </w:pPr>
    </w:p>
    <w:p w:rsidR="009C7D3D" w:rsidRDefault="009C7D3D" w:rsidP="009C7D3D">
      <w:pPr>
        <w:pBdr>
          <w:top w:val="nil"/>
          <w:left w:val="nil"/>
          <w:bottom w:val="nil"/>
          <w:right w:val="nil"/>
          <w:between w:val="nil"/>
        </w:pBdr>
        <w:jc w:val="center"/>
      </w:pPr>
      <w:r>
        <w:t>„ČÁST DRUHÁ</w:t>
      </w:r>
    </w:p>
    <w:p w:rsidR="009C7D3D" w:rsidRDefault="009C7D3D" w:rsidP="009C7D3D">
      <w:pPr>
        <w:pBdr>
          <w:top w:val="nil"/>
          <w:left w:val="nil"/>
          <w:bottom w:val="nil"/>
          <w:right w:val="nil"/>
          <w:between w:val="nil"/>
        </w:pBdr>
        <w:jc w:val="center"/>
        <w:rPr>
          <w:b/>
        </w:rPr>
      </w:pPr>
      <w:r>
        <w:rPr>
          <w:b/>
        </w:rPr>
        <w:t>Změna zákona o soudních poplatcích</w:t>
      </w:r>
    </w:p>
    <w:p w:rsidR="009C7D3D" w:rsidRDefault="009C7D3D" w:rsidP="009C7D3D">
      <w:pPr>
        <w:pBdr>
          <w:top w:val="nil"/>
          <w:left w:val="nil"/>
          <w:bottom w:val="nil"/>
          <w:right w:val="nil"/>
          <w:between w:val="nil"/>
        </w:pBdr>
        <w:jc w:val="both"/>
      </w:pPr>
    </w:p>
    <w:p w:rsidR="009C7D3D" w:rsidRDefault="009C7D3D" w:rsidP="009C7D3D">
      <w:pPr>
        <w:pBdr>
          <w:top w:val="nil"/>
          <w:left w:val="nil"/>
          <w:bottom w:val="nil"/>
          <w:right w:val="nil"/>
          <w:between w:val="nil"/>
        </w:pBdr>
        <w:jc w:val="center"/>
      </w:pPr>
      <w:r>
        <w:t>Čl. III</w:t>
      </w:r>
    </w:p>
    <w:p w:rsidR="009C7D3D" w:rsidRDefault="009C7D3D" w:rsidP="009C7D3D">
      <w:pPr>
        <w:pBdr>
          <w:top w:val="nil"/>
          <w:left w:val="nil"/>
          <w:bottom w:val="nil"/>
          <w:right w:val="nil"/>
          <w:between w:val="nil"/>
        </w:pBdr>
        <w:jc w:val="both"/>
      </w:pPr>
    </w:p>
    <w:p w:rsidR="009C7D3D" w:rsidRDefault="009C7D3D" w:rsidP="008B32DB">
      <w:pPr>
        <w:pBdr>
          <w:top w:val="nil"/>
          <w:left w:val="nil"/>
          <w:bottom w:val="nil"/>
          <w:right w:val="nil"/>
          <w:between w:val="nil"/>
        </w:pBdr>
        <w:ind w:firstLine="426"/>
        <w:jc w:val="both"/>
      </w:pPr>
      <w:r>
        <w:t xml:space="preserve">Zákon č. 549/1991 Sb., o soudních poplatcích, ve znění zákona č. 271/1992 Sb., zákona č. 273/1994 Sb., zákona č. 36/1995 Sb., zákona č. 118/1995 Sb., zákona č. 160/1995 Sb., zákona č. 151/1997 Sb. zákona č. 209/1997 Sb., zákona č. 227/1997 Sb., zákona č. 103/2000 Sb., zákona č. 155/2000 Sb., zákona č. 241/2000 Sb., zákona č. 255/2000 Sb., zákona č. 451/2001 Sb., zákona č. 151/2002 Sb., zákona č. 309/2002 Sb., zákona č. 192/2003 Sb., zákona č. 555/2004 Sb., zákona č. 628/2004 Sb., zákona č. 357/2005 Sb., zákona č. 72/2006 Sb., zákona č. 112/2006 Sb., zákona č. 115/2006 Sb., zákona č. 159/2006 Sb., zákona č. 189/2006 Sb., zákona č. 296/2007 Sb., zákona č. 123/2008 Sb., zákona č. 216/2008 Sb., zákona č. 7/2009 Sb., zákona č. 217/2009 Sb., zákona č. </w:t>
      </w:r>
      <w:r>
        <w:lastRenderedPageBreak/>
        <w:t>281/2009 Sb., zákona č. 427/2010 Sb., zákona č. 218/2011 Sb., zákona č. 303/2011 Sb., zákona č. 457/2011 Sb., zákona č. 458/2011 Sb., zákona č. 19/2012 Sb., zákona č. 202/2012 Sb., zákona č. 396/2012 Sb., zákona č. 404/2012 Sb., zákona č. 45/2013 Sb., zákona č. 167/2013 Sb., zákona č. 293/2013 Sb., zákona č. 335/2014 Sb., zákona č. 87/2015 Sb., zákona č. 161/2016 Sb., zákona č. 258/2016 Sb., zákona č. 368/2016 Sb., zákona č. 460/2016 Sb., zákona č. 296/2017 Sb., zákona č. 303/2017 Sb. zákona č. 182/2018 Sb.</w:t>
      </w:r>
      <w:r w:rsidR="00623570">
        <w:t>,</w:t>
      </w:r>
      <w:r>
        <w:t xml:space="preserve"> zákona č. 255/2019 Sb. a zákona č. 527/2020 Sb., se mění takto:</w:t>
      </w:r>
    </w:p>
    <w:p w:rsidR="009C7D3D" w:rsidRDefault="009C7D3D" w:rsidP="009C7D3D">
      <w:pPr>
        <w:pBdr>
          <w:top w:val="nil"/>
          <w:left w:val="nil"/>
          <w:bottom w:val="nil"/>
          <w:right w:val="nil"/>
          <w:between w:val="nil"/>
        </w:pBdr>
        <w:jc w:val="both"/>
      </w:pPr>
    </w:p>
    <w:p w:rsidR="009C7D3D" w:rsidRDefault="009C7D3D" w:rsidP="00DE0363">
      <w:pPr>
        <w:widowControl/>
        <w:numPr>
          <w:ilvl w:val="0"/>
          <w:numId w:val="22"/>
        </w:numPr>
        <w:pBdr>
          <w:top w:val="nil"/>
          <w:left w:val="nil"/>
          <w:bottom w:val="nil"/>
          <w:right w:val="nil"/>
          <w:between w:val="nil"/>
        </w:pBdr>
        <w:suppressAutoHyphens w:val="0"/>
        <w:jc w:val="both"/>
      </w:pPr>
      <w:r>
        <w:t>V § 1 se na konci písmene c) tečka nahrazuje čárkou a doplňuje se písmeno d), které zní:</w:t>
      </w:r>
    </w:p>
    <w:p w:rsidR="009C7D3D" w:rsidRDefault="009C7D3D" w:rsidP="009C7D3D"/>
    <w:p w:rsidR="009C7D3D" w:rsidRDefault="009C7D3D" w:rsidP="009C7D3D">
      <w:r>
        <w:t>„d) zahájení exekučního řízení</w:t>
      </w:r>
      <w:r w:rsidR="0065604A">
        <w:t>.</w:t>
      </w:r>
      <w:r>
        <w:t>“.</w:t>
      </w:r>
    </w:p>
    <w:p w:rsidR="009C7D3D" w:rsidRDefault="009C7D3D" w:rsidP="009C7D3D">
      <w:pPr>
        <w:pBdr>
          <w:top w:val="nil"/>
          <w:left w:val="nil"/>
          <w:bottom w:val="nil"/>
          <w:right w:val="nil"/>
          <w:between w:val="nil"/>
        </w:pBdr>
        <w:ind w:left="720"/>
        <w:jc w:val="both"/>
      </w:pPr>
    </w:p>
    <w:p w:rsidR="009C7D3D" w:rsidRDefault="009C7D3D" w:rsidP="00DE0363">
      <w:pPr>
        <w:widowControl/>
        <w:numPr>
          <w:ilvl w:val="0"/>
          <w:numId w:val="22"/>
        </w:numPr>
        <w:pBdr>
          <w:top w:val="nil"/>
          <w:left w:val="nil"/>
          <w:bottom w:val="nil"/>
          <w:right w:val="nil"/>
          <w:between w:val="nil"/>
        </w:pBdr>
        <w:suppressAutoHyphens w:val="0"/>
        <w:jc w:val="both"/>
      </w:pPr>
      <w:r>
        <w:t xml:space="preserve">V § 3 se doplňuje odstavec 7, který </w:t>
      </w:r>
      <w:r w:rsidR="00E712C6">
        <w:t>z</w:t>
      </w:r>
      <w:r>
        <w:t>ní:</w:t>
      </w:r>
    </w:p>
    <w:p w:rsidR="009C7D3D" w:rsidRDefault="009C7D3D" w:rsidP="009C7D3D">
      <w:pPr>
        <w:pBdr>
          <w:top w:val="nil"/>
          <w:left w:val="nil"/>
          <w:bottom w:val="nil"/>
          <w:right w:val="nil"/>
          <w:between w:val="nil"/>
        </w:pBdr>
        <w:jc w:val="both"/>
      </w:pPr>
    </w:p>
    <w:p w:rsidR="009C7D3D" w:rsidRDefault="009C7D3D" w:rsidP="0065604A">
      <w:pPr>
        <w:pBdr>
          <w:top w:val="nil"/>
          <w:left w:val="nil"/>
          <w:bottom w:val="nil"/>
          <w:right w:val="nil"/>
          <w:between w:val="nil"/>
        </w:pBdr>
        <w:ind w:firstLine="360"/>
        <w:jc w:val="both"/>
      </w:pPr>
      <w:r>
        <w:t>„(7) Ve věcech poplatků za zahájení exekučního řízení rozhoduje exekutor, který má řízení vést.“.</w:t>
      </w:r>
    </w:p>
    <w:p w:rsidR="009C7D3D" w:rsidRDefault="009C7D3D" w:rsidP="009C7D3D">
      <w:pPr>
        <w:pBdr>
          <w:top w:val="nil"/>
          <w:left w:val="nil"/>
          <w:bottom w:val="nil"/>
          <w:right w:val="nil"/>
          <w:between w:val="nil"/>
        </w:pBdr>
      </w:pPr>
    </w:p>
    <w:p w:rsidR="009C7D3D" w:rsidRDefault="009C7D3D" w:rsidP="00DE0363">
      <w:pPr>
        <w:widowControl/>
        <w:numPr>
          <w:ilvl w:val="0"/>
          <w:numId w:val="22"/>
        </w:numPr>
        <w:pBdr>
          <w:top w:val="nil"/>
          <w:left w:val="nil"/>
          <w:bottom w:val="nil"/>
          <w:right w:val="nil"/>
          <w:between w:val="nil"/>
        </w:pBdr>
        <w:suppressAutoHyphens w:val="0"/>
      </w:pPr>
      <w:r>
        <w:t xml:space="preserve">Za § 16b se vkládá </w:t>
      </w:r>
      <w:r w:rsidR="0065604A">
        <w:t xml:space="preserve">nový </w:t>
      </w:r>
      <w:r>
        <w:t>§ 16c, který zní:</w:t>
      </w:r>
    </w:p>
    <w:p w:rsidR="009C7D3D" w:rsidRDefault="009C7D3D" w:rsidP="009C7D3D">
      <w:pPr>
        <w:pBdr>
          <w:top w:val="nil"/>
          <w:left w:val="nil"/>
          <w:bottom w:val="nil"/>
          <w:right w:val="nil"/>
          <w:between w:val="nil"/>
        </w:pBdr>
      </w:pPr>
    </w:p>
    <w:p w:rsidR="009C7D3D" w:rsidRDefault="009C7D3D" w:rsidP="009C7D3D">
      <w:pPr>
        <w:jc w:val="center"/>
      </w:pPr>
      <w:r>
        <w:t>„§ 16c</w:t>
      </w:r>
    </w:p>
    <w:p w:rsidR="009C7D3D" w:rsidRDefault="009C7D3D" w:rsidP="009C7D3D">
      <w:pPr>
        <w:jc w:val="center"/>
      </w:pPr>
    </w:p>
    <w:p w:rsidR="009C7D3D" w:rsidRDefault="009C7D3D" w:rsidP="00623570">
      <w:pPr>
        <w:ind w:firstLine="360"/>
        <w:jc w:val="both"/>
      </w:pPr>
      <w:r>
        <w:t>V případě poplatku za zahájení exekučního řízení plní exekutor úkoly uložené tímto zákonem soudu.“.</w:t>
      </w:r>
    </w:p>
    <w:p w:rsidR="009C7D3D" w:rsidRDefault="009C7D3D" w:rsidP="009C7D3D">
      <w:pPr>
        <w:pBdr>
          <w:top w:val="nil"/>
          <w:left w:val="nil"/>
          <w:bottom w:val="nil"/>
          <w:right w:val="nil"/>
          <w:between w:val="nil"/>
        </w:pBdr>
      </w:pPr>
    </w:p>
    <w:p w:rsidR="009C7D3D" w:rsidRDefault="009C7D3D" w:rsidP="00DE0363">
      <w:pPr>
        <w:widowControl/>
        <w:numPr>
          <w:ilvl w:val="0"/>
          <w:numId w:val="22"/>
        </w:numPr>
        <w:pBdr>
          <w:top w:val="nil"/>
          <w:left w:val="nil"/>
          <w:bottom w:val="nil"/>
          <w:right w:val="nil"/>
          <w:between w:val="nil"/>
        </w:pBdr>
        <w:suppressAutoHyphens w:val="0"/>
      </w:pPr>
      <w:r>
        <w:t>V</w:t>
      </w:r>
      <w:r w:rsidR="0065604A">
        <w:t> p</w:t>
      </w:r>
      <w:r>
        <w:t>říloze</w:t>
      </w:r>
      <w:r w:rsidR="0065604A">
        <w:t xml:space="preserve"> v</w:t>
      </w:r>
      <w:r>
        <w:t xml:space="preserve"> </w:t>
      </w:r>
      <w:r w:rsidR="0065604A">
        <w:t>p</w:t>
      </w:r>
      <w:r>
        <w:t>oložce 21 se doplňuje bod 5, který zní:</w:t>
      </w:r>
    </w:p>
    <w:p w:rsidR="009C7D3D" w:rsidRDefault="009C7D3D" w:rsidP="009C7D3D">
      <w:pPr>
        <w:pBdr>
          <w:top w:val="nil"/>
          <w:left w:val="nil"/>
          <w:bottom w:val="nil"/>
          <w:right w:val="nil"/>
          <w:between w:val="nil"/>
        </w:pBdr>
      </w:pPr>
    </w:p>
    <w:p w:rsidR="009C7D3D" w:rsidRDefault="009C7D3D" w:rsidP="009C7D3D">
      <w:pPr>
        <w:pBdr>
          <w:top w:val="nil"/>
          <w:left w:val="nil"/>
          <w:bottom w:val="nil"/>
          <w:right w:val="nil"/>
          <w:between w:val="nil"/>
        </w:pBdr>
        <w:jc w:val="both"/>
      </w:pPr>
      <w:r>
        <w:t>„5. Za návrh na zahájení exekučního řízení se zaplatí polovina poplatků, které by se zaplatily za návrh na nařízení výkonu rozhodnutí podle bodů 1. Za návrhy na druhé a další zahájení exekučního řízení na základě téhož vykonatelného rozhodnutí proti témuž účastníku se zaplatí polovina příslušných poplatků podle věty první, ne však méně než 250 Kč.“.</w:t>
      </w:r>
    </w:p>
    <w:p w:rsidR="009C7D3D" w:rsidRDefault="009C7D3D" w:rsidP="009C7D3D">
      <w:pPr>
        <w:pBdr>
          <w:top w:val="nil"/>
          <w:left w:val="nil"/>
          <w:bottom w:val="nil"/>
          <w:right w:val="nil"/>
          <w:between w:val="nil"/>
        </w:pBdr>
        <w:jc w:val="both"/>
      </w:pPr>
    </w:p>
    <w:p w:rsidR="009C7D3D" w:rsidRDefault="009C7D3D" w:rsidP="009C7D3D">
      <w:pPr>
        <w:pBdr>
          <w:top w:val="nil"/>
          <w:left w:val="nil"/>
          <w:bottom w:val="nil"/>
          <w:right w:val="nil"/>
          <w:between w:val="nil"/>
        </w:pBdr>
        <w:jc w:val="both"/>
      </w:pPr>
      <w:r>
        <w:t>Následující části a články a odkazy na ně se pře</w:t>
      </w:r>
      <w:r w:rsidR="0065604A">
        <w:t>značí</w:t>
      </w:r>
      <w:r>
        <w:t>.</w:t>
      </w:r>
    </w:p>
    <w:p w:rsidR="009C7D3D" w:rsidRDefault="009C7D3D"/>
    <w:p w:rsidR="009C7D3D" w:rsidRDefault="009C7D3D"/>
    <w:p w:rsidR="009C7D3D" w:rsidRPr="009C7D3D" w:rsidRDefault="009C7D3D">
      <w:pPr>
        <w:rPr>
          <w:i/>
        </w:rPr>
      </w:pPr>
      <w:r w:rsidRPr="009C7D3D">
        <w:rPr>
          <w:i/>
        </w:rPr>
        <w:t>SD 7394</w:t>
      </w:r>
    </w:p>
    <w:p w:rsidR="00BE3C0E" w:rsidRDefault="0065604A" w:rsidP="009C7D3D">
      <w:pPr>
        <w:pBdr>
          <w:top w:val="nil"/>
          <w:left w:val="nil"/>
          <w:bottom w:val="nil"/>
          <w:right w:val="nil"/>
          <w:between w:val="nil"/>
        </w:pBdr>
        <w:jc w:val="both"/>
      </w:pPr>
      <w:r w:rsidRPr="0065604A">
        <w:rPr>
          <w:b/>
        </w:rPr>
        <w:t>E6.</w:t>
      </w:r>
      <w:r>
        <w:t xml:space="preserve"> </w:t>
      </w:r>
    </w:p>
    <w:p w:rsidR="00BE3C0E" w:rsidRPr="001D146E" w:rsidRDefault="00BE3C0E" w:rsidP="00BE3C0E">
      <w:pPr>
        <w:pBdr>
          <w:top w:val="nil"/>
          <w:left w:val="nil"/>
          <w:bottom w:val="nil"/>
          <w:right w:val="nil"/>
          <w:between w:val="nil"/>
        </w:pBdr>
        <w:jc w:val="both"/>
        <w:rPr>
          <w:u w:val="single"/>
        </w:rPr>
      </w:pPr>
      <w:r w:rsidRPr="001D146E">
        <w:rPr>
          <w:u w:val="single"/>
        </w:rPr>
        <w:t>VARIANTA 1:</w:t>
      </w:r>
    </w:p>
    <w:p w:rsidR="00BE3C0E" w:rsidRDefault="001D146E" w:rsidP="00BE3C0E">
      <w:pPr>
        <w:pBdr>
          <w:top w:val="nil"/>
          <w:left w:val="nil"/>
          <w:bottom w:val="nil"/>
          <w:right w:val="nil"/>
          <w:between w:val="nil"/>
        </w:pBdr>
        <w:jc w:val="both"/>
      </w:pPr>
      <w:r>
        <w:t xml:space="preserve">1. </w:t>
      </w:r>
      <w:r w:rsidR="00BE3C0E">
        <w:t>V části druhé, čl. IV v bodě 21 se číslovka „10“ nahrazuje číslovkou „3“.</w:t>
      </w:r>
    </w:p>
    <w:p w:rsidR="00BE3C0E" w:rsidRDefault="00BE3C0E" w:rsidP="00BE3C0E">
      <w:pPr>
        <w:pBdr>
          <w:top w:val="nil"/>
          <w:left w:val="nil"/>
          <w:bottom w:val="nil"/>
          <w:right w:val="nil"/>
          <w:between w:val="nil"/>
        </w:pBdr>
        <w:jc w:val="both"/>
      </w:pPr>
    </w:p>
    <w:p w:rsidR="00BE3C0E" w:rsidRPr="001D146E" w:rsidRDefault="00BE3C0E" w:rsidP="00BE3C0E">
      <w:pPr>
        <w:jc w:val="both"/>
        <w:rPr>
          <w:u w:val="single"/>
        </w:rPr>
      </w:pPr>
      <w:r w:rsidRPr="001D146E">
        <w:rPr>
          <w:u w:val="single"/>
        </w:rPr>
        <w:t>VARIANTA 2:</w:t>
      </w:r>
    </w:p>
    <w:p w:rsidR="00BE3C0E" w:rsidRDefault="001D146E" w:rsidP="00BE3C0E">
      <w:pPr>
        <w:jc w:val="both"/>
      </w:pPr>
      <w:r>
        <w:t xml:space="preserve">2. </w:t>
      </w:r>
      <w:r w:rsidR="00BE3C0E">
        <w:t>V části druhé, čl. IV v bodě 21 se číslovka „10“ nahrazuje číslovkou „5“.</w:t>
      </w:r>
    </w:p>
    <w:p w:rsidR="00BE3C0E" w:rsidRDefault="00BE3C0E" w:rsidP="009C7D3D">
      <w:pPr>
        <w:pBdr>
          <w:top w:val="nil"/>
          <w:left w:val="nil"/>
          <w:bottom w:val="nil"/>
          <w:right w:val="nil"/>
          <w:between w:val="nil"/>
        </w:pBdr>
        <w:jc w:val="both"/>
      </w:pPr>
    </w:p>
    <w:p w:rsidR="009C7D3D" w:rsidRDefault="009C7D3D"/>
    <w:p w:rsidR="009C7D3D" w:rsidRDefault="009C7D3D">
      <w:pPr>
        <w:rPr>
          <w:i/>
        </w:rPr>
      </w:pPr>
      <w:r w:rsidRPr="009C7D3D">
        <w:rPr>
          <w:i/>
        </w:rPr>
        <w:t>SD 7403</w:t>
      </w:r>
    </w:p>
    <w:p w:rsidR="001D146E" w:rsidRPr="001D146E" w:rsidRDefault="001D146E">
      <w:pPr>
        <w:rPr>
          <w:b/>
        </w:rPr>
      </w:pPr>
      <w:r w:rsidRPr="001D146E">
        <w:rPr>
          <w:b/>
        </w:rPr>
        <w:t xml:space="preserve">E7. </w:t>
      </w:r>
    </w:p>
    <w:p w:rsidR="009C7D3D" w:rsidRDefault="009C7D3D" w:rsidP="00DE0363">
      <w:pPr>
        <w:widowControl/>
        <w:numPr>
          <w:ilvl w:val="0"/>
          <w:numId w:val="23"/>
        </w:numPr>
        <w:pBdr>
          <w:top w:val="nil"/>
          <w:left w:val="nil"/>
          <w:bottom w:val="nil"/>
          <w:right w:val="nil"/>
          <w:between w:val="nil"/>
        </w:pBdr>
        <w:shd w:val="clear" w:color="auto" w:fill="FFFFFF"/>
        <w:suppressAutoHyphens w:val="0"/>
        <w:ind w:left="284" w:hanging="284"/>
        <w:jc w:val="both"/>
        <w:rPr>
          <w:rFonts w:eastAsia="Times New Roman" w:cs="Times New Roman"/>
          <w:color w:val="000000"/>
        </w:rPr>
      </w:pPr>
      <w:r>
        <w:rPr>
          <w:rFonts w:eastAsia="Times New Roman" w:cs="Times New Roman"/>
          <w:color w:val="000000"/>
        </w:rPr>
        <w:t xml:space="preserve">V části druhé čl. </w:t>
      </w:r>
      <w:proofErr w:type="gramStart"/>
      <w:r>
        <w:rPr>
          <w:rFonts w:eastAsia="Times New Roman" w:cs="Times New Roman"/>
          <w:color w:val="000000"/>
        </w:rPr>
        <w:t>III</w:t>
      </w:r>
      <w:proofErr w:type="gramEnd"/>
      <w:r>
        <w:rPr>
          <w:rFonts w:eastAsia="Times New Roman" w:cs="Times New Roman"/>
          <w:color w:val="000000"/>
        </w:rPr>
        <w:t xml:space="preserve"> bod 11 zní:</w:t>
      </w:r>
    </w:p>
    <w:p w:rsidR="009C7D3D" w:rsidRDefault="009C7D3D" w:rsidP="009C7D3D">
      <w:pPr>
        <w:widowControl/>
        <w:pBdr>
          <w:top w:val="nil"/>
          <w:left w:val="nil"/>
          <w:bottom w:val="nil"/>
          <w:right w:val="nil"/>
          <w:between w:val="nil"/>
        </w:pBdr>
        <w:shd w:val="clear" w:color="auto" w:fill="FFFFFF"/>
        <w:suppressAutoHyphens w:val="0"/>
        <w:ind w:left="284"/>
        <w:jc w:val="both"/>
        <w:rPr>
          <w:rFonts w:eastAsia="Times New Roman" w:cs="Times New Roman"/>
          <w:color w:val="000000"/>
        </w:rPr>
      </w:pPr>
      <w:r>
        <w:rPr>
          <w:rFonts w:eastAsia="Times New Roman" w:cs="Times New Roman"/>
          <w:color w:val="000000"/>
        </w:rPr>
        <w:t xml:space="preserve">„11. </w:t>
      </w:r>
      <w:r w:rsidR="00CB1E24">
        <w:rPr>
          <w:rFonts w:eastAsia="Times New Roman" w:cs="Times New Roman"/>
          <w:color w:val="000000"/>
        </w:rPr>
        <w:t xml:space="preserve">V </w:t>
      </w:r>
      <w:r>
        <w:rPr>
          <w:rFonts w:eastAsia="Times New Roman" w:cs="Times New Roman"/>
          <w:color w:val="000000"/>
        </w:rPr>
        <w:t>§ 15 odst</w:t>
      </w:r>
      <w:r w:rsidR="00CB1E24">
        <w:rPr>
          <w:rFonts w:eastAsia="Times New Roman" w:cs="Times New Roman"/>
          <w:color w:val="000000"/>
        </w:rPr>
        <w:t>avec</w:t>
      </w:r>
      <w:r>
        <w:rPr>
          <w:rFonts w:eastAsia="Times New Roman" w:cs="Times New Roman"/>
          <w:color w:val="000000"/>
        </w:rPr>
        <w:t xml:space="preserve"> 5 zní:</w:t>
      </w:r>
    </w:p>
    <w:p w:rsidR="00E712C6" w:rsidRDefault="00E712C6" w:rsidP="009C7D3D">
      <w:pPr>
        <w:widowControl/>
        <w:pBdr>
          <w:top w:val="nil"/>
          <w:left w:val="nil"/>
          <w:bottom w:val="nil"/>
          <w:right w:val="nil"/>
          <w:between w:val="nil"/>
        </w:pBdr>
        <w:shd w:val="clear" w:color="auto" w:fill="FFFFFF"/>
        <w:suppressAutoHyphens w:val="0"/>
        <w:ind w:left="284"/>
        <w:jc w:val="both"/>
        <w:rPr>
          <w:rFonts w:eastAsia="Times New Roman" w:cs="Times New Roman"/>
          <w:color w:val="000000"/>
        </w:rPr>
      </w:pPr>
    </w:p>
    <w:p w:rsidR="009C7D3D" w:rsidRDefault="009C7D3D" w:rsidP="009C7D3D">
      <w:pPr>
        <w:widowControl/>
        <w:pBdr>
          <w:top w:val="nil"/>
          <w:left w:val="nil"/>
          <w:bottom w:val="nil"/>
          <w:right w:val="nil"/>
          <w:between w:val="nil"/>
        </w:pBdr>
        <w:shd w:val="clear" w:color="auto" w:fill="FFFFFF"/>
        <w:suppressAutoHyphens w:val="0"/>
        <w:ind w:left="284"/>
        <w:jc w:val="both"/>
        <w:rPr>
          <w:rFonts w:eastAsia="Times New Roman" w:cs="Times New Roman"/>
          <w:color w:val="000000"/>
        </w:rPr>
      </w:pPr>
      <w:r>
        <w:rPr>
          <w:rFonts w:eastAsia="Times New Roman" w:cs="Times New Roman"/>
          <w:color w:val="000000"/>
        </w:rPr>
        <w:t xml:space="preserve">„(5) Exekutor jmenovaný do exekutorského úřadu, jehož výkon zanikl, převezme spisy tohoto exekutorského úřadu a provádí dále exekuční i další činnost. Účastníky exekučního řízení o tom informuje nejpozději při prvním úkonu exekutora v řízení. Exekutor, jemuž zanikl výkon exekutorského úřadu, případně jeho zástupce, zajistí bez zbytečného odkladu předání spisů, plnění vymožených v exekuci, zajištěných věcí, exekutorských úschov a registrů, případně souvisejících </w:t>
      </w:r>
      <w:r>
        <w:rPr>
          <w:rFonts w:eastAsia="Times New Roman" w:cs="Times New Roman"/>
          <w:color w:val="000000"/>
        </w:rPr>
        <w:lastRenderedPageBreak/>
        <w:t>dat, technických zařízení nebo nosičů dat nově jmenovanému exekutorovi a předání razítek, průkazů a pečetidel podle § 103 odst. 1; vlastnické právo exekutora, kterému zanikl výkon exekutorského úřadu, k technickým zařízením či nosičům dat tím není dotčeno. Exekutor jmenovaný do exekutorského úřadu, jehož výkon zanikl, není právním nástupcem exekutora, jemuž zanikl výkon exekutorského úřadu.“.“.</w:t>
      </w:r>
    </w:p>
    <w:p w:rsidR="009C7D3D" w:rsidRDefault="009C7D3D" w:rsidP="009C7D3D">
      <w:pPr>
        <w:widowControl/>
        <w:pBdr>
          <w:top w:val="nil"/>
          <w:left w:val="nil"/>
          <w:bottom w:val="nil"/>
          <w:right w:val="nil"/>
          <w:between w:val="nil"/>
        </w:pBdr>
        <w:shd w:val="clear" w:color="auto" w:fill="FFFFFF"/>
        <w:suppressAutoHyphens w:val="0"/>
        <w:ind w:left="284"/>
        <w:jc w:val="both"/>
        <w:rPr>
          <w:rFonts w:eastAsia="Times New Roman" w:cs="Times New Roman"/>
          <w:color w:val="000000"/>
        </w:rPr>
      </w:pPr>
    </w:p>
    <w:p w:rsidR="00E712C6" w:rsidRDefault="009C7D3D" w:rsidP="00DE0363">
      <w:pPr>
        <w:widowControl/>
        <w:numPr>
          <w:ilvl w:val="0"/>
          <w:numId w:val="23"/>
        </w:numPr>
        <w:pBdr>
          <w:top w:val="nil"/>
          <w:left w:val="nil"/>
          <w:bottom w:val="nil"/>
          <w:right w:val="nil"/>
          <w:between w:val="nil"/>
        </w:pBdr>
        <w:shd w:val="clear" w:color="auto" w:fill="FFFFFF"/>
        <w:suppressAutoHyphens w:val="0"/>
        <w:ind w:left="284" w:hanging="284"/>
        <w:rPr>
          <w:rFonts w:eastAsia="Times New Roman" w:cs="Times New Roman"/>
          <w:color w:val="000000"/>
        </w:rPr>
      </w:pPr>
      <w:r>
        <w:rPr>
          <w:rFonts w:eastAsia="Times New Roman" w:cs="Times New Roman"/>
          <w:color w:val="000000"/>
        </w:rPr>
        <w:t>V části druhé čl. III se za bod 22 vkládají nové body X1 a X2, které znějí:</w:t>
      </w:r>
    </w:p>
    <w:p w:rsidR="00E712C6" w:rsidRDefault="00E712C6" w:rsidP="00E712C6">
      <w:pPr>
        <w:widowControl/>
        <w:pBdr>
          <w:top w:val="nil"/>
          <w:left w:val="nil"/>
          <w:bottom w:val="nil"/>
          <w:right w:val="nil"/>
          <w:between w:val="nil"/>
        </w:pBdr>
        <w:shd w:val="clear" w:color="auto" w:fill="FFFFFF"/>
        <w:suppressAutoHyphens w:val="0"/>
        <w:ind w:left="284"/>
        <w:rPr>
          <w:rFonts w:eastAsia="Times New Roman" w:cs="Times New Roman"/>
          <w:color w:val="000000"/>
        </w:rPr>
      </w:pPr>
    </w:p>
    <w:p w:rsidR="009C7D3D" w:rsidRDefault="009C7D3D" w:rsidP="00E712C6">
      <w:pPr>
        <w:widowControl/>
        <w:pBdr>
          <w:top w:val="nil"/>
          <w:left w:val="nil"/>
          <w:bottom w:val="nil"/>
          <w:right w:val="nil"/>
          <w:between w:val="nil"/>
        </w:pBdr>
        <w:shd w:val="clear" w:color="auto" w:fill="FFFFFF"/>
        <w:suppressAutoHyphens w:val="0"/>
        <w:ind w:left="284"/>
        <w:rPr>
          <w:rFonts w:eastAsia="Times New Roman" w:cs="Times New Roman"/>
          <w:color w:val="000000"/>
        </w:rPr>
      </w:pPr>
      <w:r>
        <w:rPr>
          <w:rFonts w:eastAsia="Times New Roman" w:cs="Times New Roman"/>
          <w:color w:val="000000"/>
        </w:rPr>
        <w:t xml:space="preserve">„X1. V § 28 větě první se slova „kterého v exekučním návrhu označí oprávněný“ nahrazují slovy „který je soudem pověřen k provedení exekuce“. </w:t>
      </w:r>
    </w:p>
    <w:p w:rsidR="009C7D3D" w:rsidRDefault="009C7D3D" w:rsidP="009C7D3D">
      <w:pPr>
        <w:pBdr>
          <w:top w:val="nil"/>
          <w:left w:val="nil"/>
          <w:bottom w:val="nil"/>
          <w:right w:val="nil"/>
          <w:between w:val="nil"/>
        </w:pBdr>
        <w:shd w:val="clear" w:color="auto" w:fill="FFFFFF"/>
        <w:spacing w:before="280" w:after="280"/>
        <w:ind w:left="284"/>
        <w:rPr>
          <w:rFonts w:eastAsia="Times New Roman" w:cs="Times New Roman"/>
          <w:color w:val="000000"/>
        </w:rPr>
      </w:pPr>
      <w:r>
        <w:rPr>
          <w:rFonts w:eastAsia="Times New Roman" w:cs="Times New Roman"/>
          <w:color w:val="000000"/>
        </w:rPr>
        <w:t xml:space="preserve">X2. </w:t>
      </w:r>
      <w:r w:rsidR="00CB1E24">
        <w:rPr>
          <w:rFonts w:eastAsia="Times New Roman" w:cs="Times New Roman"/>
          <w:color w:val="000000"/>
        </w:rPr>
        <w:t xml:space="preserve">V </w:t>
      </w:r>
      <w:r>
        <w:rPr>
          <w:rFonts w:eastAsia="Times New Roman" w:cs="Times New Roman"/>
          <w:color w:val="000000"/>
        </w:rPr>
        <w:t xml:space="preserve">§ 29 odstavec 11 zní: </w:t>
      </w:r>
    </w:p>
    <w:p w:rsidR="009C7D3D" w:rsidRDefault="009C7D3D" w:rsidP="009C7D3D">
      <w:pPr>
        <w:pBdr>
          <w:top w:val="nil"/>
          <w:left w:val="nil"/>
          <w:bottom w:val="nil"/>
          <w:right w:val="nil"/>
          <w:between w:val="nil"/>
        </w:pBdr>
        <w:shd w:val="clear" w:color="auto" w:fill="FFFFFF"/>
        <w:ind w:left="284"/>
        <w:jc w:val="both"/>
        <w:rPr>
          <w:rFonts w:eastAsia="Times New Roman" w:cs="Times New Roman"/>
          <w:color w:val="000000"/>
        </w:rPr>
      </w:pPr>
      <w:bookmarkStart w:id="4" w:name="_30j0zll" w:colFirst="0" w:colLast="0"/>
      <w:bookmarkEnd w:id="4"/>
      <w:r>
        <w:rPr>
          <w:rFonts w:eastAsia="Times New Roman" w:cs="Times New Roman"/>
          <w:color w:val="000000"/>
        </w:rPr>
        <w:t>„(11) Jestliže bylo rozhodnuto, že exekutor je vyloučen, v exekuci pokračuje ten exekutor, kterého současně s rozhodnutím o vyloučení určí a pověří exekuční soud. Při určení se postupuje obdobně podle § 39a</w:t>
      </w:r>
      <w:r>
        <w:rPr>
          <w:rFonts w:eastAsia="Times New Roman" w:cs="Times New Roman"/>
        </w:rPr>
        <w:t>, měl-li by však být určen tentýž exekutor, věc se přidělí dalšímu exekutorovi v pořadí</w:t>
      </w:r>
      <w:r>
        <w:rPr>
          <w:rFonts w:eastAsia="Times New Roman" w:cs="Times New Roman"/>
          <w:color w:val="000000"/>
        </w:rPr>
        <w:t>. Nový exekutor se zapíše do rejstříku zahájených exekucí tak, že provede změnu údaje podle § 35b odst. 1 písm. b); nově zaregistrovaný exekutor rozhodne příkazem k úhradě nákladů exekuce o dosud vzniklých nákladech exekuce.“.“</w:t>
      </w:r>
      <w:r w:rsidR="00CB1E24">
        <w:rPr>
          <w:rFonts w:eastAsia="Times New Roman" w:cs="Times New Roman"/>
          <w:color w:val="000000"/>
        </w:rPr>
        <w:t>.</w:t>
      </w:r>
    </w:p>
    <w:p w:rsidR="009C7D3D" w:rsidRDefault="009C7D3D" w:rsidP="009C7D3D">
      <w:pPr>
        <w:pBdr>
          <w:top w:val="nil"/>
          <w:left w:val="nil"/>
          <w:bottom w:val="nil"/>
          <w:right w:val="nil"/>
          <w:between w:val="nil"/>
        </w:pBdr>
        <w:shd w:val="clear" w:color="auto" w:fill="FFFFFF"/>
        <w:ind w:left="284"/>
        <w:jc w:val="both"/>
        <w:rPr>
          <w:rFonts w:eastAsia="Times New Roman" w:cs="Times New Roman"/>
          <w:color w:val="000000"/>
        </w:rPr>
      </w:pPr>
      <w:bookmarkStart w:id="5" w:name="_mhrrn3qar2jr" w:colFirst="0" w:colLast="0"/>
      <w:bookmarkEnd w:id="5"/>
    </w:p>
    <w:p w:rsidR="009C7D3D" w:rsidRDefault="009C7D3D" w:rsidP="009C7D3D">
      <w:pPr>
        <w:pBdr>
          <w:top w:val="nil"/>
          <w:left w:val="nil"/>
          <w:bottom w:val="nil"/>
          <w:right w:val="nil"/>
          <w:between w:val="nil"/>
        </w:pBdr>
        <w:shd w:val="clear" w:color="auto" w:fill="FFFFFF"/>
        <w:ind w:left="284"/>
        <w:rPr>
          <w:rFonts w:eastAsia="Times New Roman" w:cs="Times New Roman"/>
          <w:color w:val="000000"/>
        </w:rPr>
      </w:pPr>
      <w:bookmarkStart w:id="6" w:name="_1fh32ris9js9" w:colFirst="0" w:colLast="0"/>
      <w:bookmarkEnd w:id="6"/>
      <w:r>
        <w:rPr>
          <w:rFonts w:eastAsia="Times New Roman" w:cs="Times New Roman"/>
          <w:color w:val="000000"/>
        </w:rPr>
        <w:t>Následující body se přečíslují.</w:t>
      </w:r>
    </w:p>
    <w:p w:rsidR="009C7D3D" w:rsidRDefault="009C7D3D" w:rsidP="009C7D3D">
      <w:pPr>
        <w:pBdr>
          <w:top w:val="nil"/>
          <w:left w:val="nil"/>
          <w:bottom w:val="nil"/>
          <w:right w:val="nil"/>
          <w:between w:val="nil"/>
        </w:pBdr>
        <w:shd w:val="clear" w:color="auto" w:fill="FFFFFF"/>
        <w:ind w:left="284"/>
        <w:jc w:val="both"/>
        <w:rPr>
          <w:rFonts w:eastAsia="Times New Roman" w:cs="Times New Roman"/>
          <w:color w:val="000000"/>
        </w:rPr>
      </w:pPr>
    </w:p>
    <w:p w:rsidR="009C7D3D" w:rsidRDefault="009C7D3D" w:rsidP="00DE0363">
      <w:pPr>
        <w:widowControl/>
        <w:numPr>
          <w:ilvl w:val="0"/>
          <w:numId w:val="23"/>
        </w:numPr>
        <w:pBdr>
          <w:top w:val="nil"/>
          <w:left w:val="nil"/>
          <w:bottom w:val="nil"/>
          <w:right w:val="nil"/>
          <w:between w:val="nil"/>
        </w:pBdr>
        <w:shd w:val="clear" w:color="auto" w:fill="FFFFFF"/>
        <w:suppressAutoHyphens w:val="0"/>
        <w:ind w:left="284" w:hanging="284"/>
        <w:jc w:val="both"/>
        <w:rPr>
          <w:rFonts w:eastAsia="Times New Roman" w:cs="Times New Roman"/>
          <w:color w:val="000000"/>
        </w:rPr>
      </w:pPr>
      <w:r>
        <w:rPr>
          <w:rFonts w:eastAsia="Times New Roman" w:cs="Times New Roman"/>
          <w:color w:val="000000"/>
        </w:rPr>
        <w:t xml:space="preserve">V části druhé čl. </w:t>
      </w:r>
      <w:proofErr w:type="gramStart"/>
      <w:r>
        <w:rPr>
          <w:rFonts w:eastAsia="Times New Roman" w:cs="Times New Roman"/>
          <w:color w:val="000000"/>
        </w:rPr>
        <w:t>III</w:t>
      </w:r>
      <w:proofErr w:type="gramEnd"/>
      <w:r>
        <w:rPr>
          <w:rFonts w:eastAsia="Times New Roman" w:cs="Times New Roman"/>
          <w:color w:val="000000"/>
        </w:rPr>
        <w:t xml:space="preserve"> bod 30 (původní číslování) zní:</w:t>
      </w:r>
    </w:p>
    <w:p w:rsidR="009C7D3D" w:rsidRDefault="009C7D3D" w:rsidP="009C7D3D">
      <w:pPr>
        <w:pBdr>
          <w:top w:val="nil"/>
          <w:left w:val="nil"/>
          <w:bottom w:val="nil"/>
          <w:right w:val="nil"/>
          <w:between w:val="nil"/>
        </w:pBdr>
        <w:shd w:val="clear" w:color="auto" w:fill="FFFFFF"/>
        <w:ind w:left="284"/>
        <w:jc w:val="both"/>
        <w:rPr>
          <w:rFonts w:eastAsia="Times New Roman" w:cs="Times New Roman"/>
          <w:color w:val="000000"/>
        </w:rPr>
      </w:pPr>
    </w:p>
    <w:p w:rsidR="009C7D3D" w:rsidRDefault="009C7D3D" w:rsidP="009C7D3D">
      <w:pPr>
        <w:pBdr>
          <w:top w:val="nil"/>
          <w:left w:val="nil"/>
          <w:bottom w:val="nil"/>
          <w:right w:val="nil"/>
          <w:between w:val="nil"/>
        </w:pBdr>
        <w:shd w:val="clear" w:color="auto" w:fill="FFFFFF"/>
        <w:ind w:left="284"/>
        <w:jc w:val="both"/>
        <w:rPr>
          <w:rFonts w:eastAsia="Times New Roman" w:cs="Times New Roman"/>
          <w:color w:val="000000"/>
        </w:rPr>
      </w:pPr>
      <w:r>
        <w:rPr>
          <w:rFonts w:eastAsia="Times New Roman" w:cs="Times New Roman"/>
          <w:color w:val="000000"/>
        </w:rPr>
        <w:t xml:space="preserve">„30. V § 35 odst. 2 se za slovo „dnem“ vkládají </w:t>
      </w:r>
      <w:proofErr w:type="gramStart"/>
      <w:r>
        <w:rPr>
          <w:rFonts w:eastAsia="Times New Roman" w:cs="Times New Roman"/>
          <w:color w:val="000000"/>
        </w:rPr>
        <w:t>slova „ , hodinou</w:t>
      </w:r>
      <w:proofErr w:type="gramEnd"/>
      <w:r>
        <w:rPr>
          <w:rFonts w:eastAsia="Times New Roman" w:cs="Times New Roman"/>
          <w:color w:val="000000"/>
        </w:rPr>
        <w:t xml:space="preserve"> a minutou,“ a slovo „exekutorovi“ se nahrazuje textem „exekučnímu soudu. Je-li v exekučním titulu uvedeno více povinných, podává se návrh exekučnímu soudu toho povinného, proti kterému je navrhováno provedení exekuce a zároveň je v exekučním titulu uveden v pořadí nejdříve.“.“</w:t>
      </w:r>
    </w:p>
    <w:p w:rsidR="009C7D3D" w:rsidRDefault="009C7D3D" w:rsidP="009C7D3D">
      <w:pPr>
        <w:pBdr>
          <w:top w:val="nil"/>
          <w:left w:val="nil"/>
          <w:bottom w:val="nil"/>
          <w:right w:val="nil"/>
          <w:between w:val="nil"/>
        </w:pBdr>
        <w:shd w:val="clear" w:color="auto" w:fill="FFFFFF"/>
        <w:ind w:left="284"/>
        <w:jc w:val="both"/>
        <w:rPr>
          <w:rFonts w:eastAsia="Times New Roman" w:cs="Times New Roman"/>
          <w:color w:val="000000"/>
        </w:rPr>
      </w:pPr>
    </w:p>
    <w:p w:rsidR="009C7D3D" w:rsidRDefault="009C7D3D" w:rsidP="00DE0363">
      <w:pPr>
        <w:widowControl/>
        <w:numPr>
          <w:ilvl w:val="0"/>
          <w:numId w:val="23"/>
        </w:numPr>
        <w:pBdr>
          <w:top w:val="nil"/>
          <w:left w:val="nil"/>
          <w:bottom w:val="nil"/>
          <w:right w:val="nil"/>
          <w:between w:val="nil"/>
        </w:pBdr>
        <w:shd w:val="clear" w:color="auto" w:fill="FFFFFF"/>
        <w:suppressAutoHyphens w:val="0"/>
        <w:ind w:left="284" w:hanging="284"/>
        <w:jc w:val="both"/>
        <w:rPr>
          <w:rFonts w:eastAsia="Times New Roman" w:cs="Times New Roman"/>
          <w:color w:val="000000"/>
        </w:rPr>
      </w:pPr>
      <w:r>
        <w:rPr>
          <w:rFonts w:eastAsia="Times New Roman" w:cs="Times New Roman"/>
          <w:color w:val="000000"/>
        </w:rPr>
        <w:t xml:space="preserve">V části druhé čl. </w:t>
      </w:r>
      <w:proofErr w:type="gramStart"/>
      <w:r>
        <w:rPr>
          <w:rFonts w:eastAsia="Times New Roman" w:cs="Times New Roman"/>
          <w:color w:val="000000"/>
        </w:rPr>
        <w:t>III</w:t>
      </w:r>
      <w:proofErr w:type="gramEnd"/>
      <w:r>
        <w:rPr>
          <w:rFonts w:eastAsia="Times New Roman" w:cs="Times New Roman"/>
          <w:color w:val="000000"/>
        </w:rPr>
        <w:t xml:space="preserve"> bod 31 (původní číslování) zní:</w:t>
      </w:r>
    </w:p>
    <w:p w:rsidR="009C7D3D" w:rsidRDefault="009C7D3D" w:rsidP="009C7D3D">
      <w:pPr>
        <w:pBdr>
          <w:top w:val="nil"/>
          <w:left w:val="nil"/>
          <w:bottom w:val="nil"/>
          <w:right w:val="nil"/>
          <w:between w:val="nil"/>
        </w:pBdr>
        <w:shd w:val="clear" w:color="auto" w:fill="FFFFFF"/>
        <w:ind w:left="284" w:hanging="284"/>
        <w:jc w:val="both"/>
        <w:rPr>
          <w:rFonts w:eastAsia="Times New Roman" w:cs="Times New Roman"/>
          <w:color w:val="000000"/>
        </w:rPr>
      </w:pPr>
    </w:p>
    <w:p w:rsidR="009C7D3D" w:rsidRDefault="009C7D3D" w:rsidP="009C7D3D">
      <w:pPr>
        <w:pBdr>
          <w:top w:val="nil"/>
          <w:left w:val="nil"/>
          <w:bottom w:val="nil"/>
          <w:right w:val="nil"/>
          <w:between w:val="nil"/>
        </w:pBdr>
        <w:shd w:val="clear" w:color="auto" w:fill="FFFFFF"/>
        <w:ind w:left="284"/>
        <w:jc w:val="both"/>
        <w:rPr>
          <w:rFonts w:eastAsia="Times New Roman" w:cs="Times New Roman"/>
          <w:color w:val="000000"/>
        </w:rPr>
      </w:pPr>
      <w:r>
        <w:rPr>
          <w:rFonts w:eastAsia="Times New Roman" w:cs="Times New Roman"/>
          <w:color w:val="000000"/>
        </w:rPr>
        <w:t>„31. V § 35 se doplňuje odstavec 6, který zní:</w:t>
      </w:r>
    </w:p>
    <w:p w:rsidR="009C7D3D" w:rsidRDefault="009C7D3D" w:rsidP="009C7D3D">
      <w:pPr>
        <w:pBdr>
          <w:top w:val="nil"/>
          <w:left w:val="nil"/>
          <w:bottom w:val="nil"/>
          <w:right w:val="nil"/>
          <w:between w:val="nil"/>
        </w:pBdr>
        <w:shd w:val="clear" w:color="auto" w:fill="FFFFFF"/>
        <w:ind w:left="284" w:hanging="284"/>
        <w:jc w:val="both"/>
        <w:rPr>
          <w:rFonts w:eastAsia="Times New Roman" w:cs="Times New Roman"/>
          <w:color w:val="000000"/>
        </w:rPr>
      </w:pPr>
    </w:p>
    <w:p w:rsidR="009C7D3D" w:rsidRDefault="009C7D3D" w:rsidP="009C7D3D">
      <w:pPr>
        <w:pBdr>
          <w:top w:val="nil"/>
          <w:left w:val="nil"/>
          <w:bottom w:val="nil"/>
          <w:right w:val="nil"/>
          <w:between w:val="nil"/>
        </w:pBdr>
        <w:shd w:val="clear" w:color="auto" w:fill="FFFFFF"/>
        <w:ind w:left="284"/>
        <w:jc w:val="both"/>
        <w:rPr>
          <w:rFonts w:eastAsia="Times New Roman" w:cs="Times New Roman"/>
          <w:color w:val="000000"/>
        </w:rPr>
      </w:pPr>
      <w:r>
        <w:rPr>
          <w:rFonts w:eastAsia="Times New Roman" w:cs="Times New Roman"/>
          <w:color w:val="000000"/>
        </w:rPr>
        <w:t>„(6) Současně s exekučním návrhem může být podán i návrh na prohlášení vykonatelnosti nebo na uznání. Nestanoví-li se dále jinak, je k rozhodnutí o návrhu na prohlášení vykonatelnosti nebo na uznání příslušný exekuční soud. Řízení je zahájeno dnem, kdy návrh na prohlášení vykonatelnosti nebo na uznání došel exekučnímu soudu.“.“</w:t>
      </w:r>
    </w:p>
    <w:p w:rsidR="009C7D3D" w:rsidRDefault="009C7D3D" w:rsidP="009C7D3D">
      <w:pPr>
        <w:pBdr>
          <w:top w:val="nil"/>
          <w:left w:val="nil"/>
          <w:bottom w:val="nil"/>
          <w:right w:val="nil"/>
          <w:between w:val="nil"/>
        </w:pBdr>
        <w:shd w:val="clear" w:color="auto" w:fill="FFFFFF"/>
        <w:rPr>
          <w:rFonts w:eastAsia="Times New Roman" w:cs="Times New Roman"/>
          <w:color w:val="000000"/>
        </w:rPr>
      </w:pPr>
    </w:p>
    <w:p w:rsidR="00E712C6" w:rsidRPr="00E30AD3" w:rsidRDefault="009C7D3D" w:rsidP="00E30AD3">
      <w:pPr>
        <w:widowControl/>
        <w:numPr>
          <w:ilvl w:val="0"/>
          <w:numId w:val="23"/>
        </w:numPr>
        <w:pBdr>
          <w:top w:val="nil"/>
          <w:left w:val="nil"/>
          <w:bottom w:val="nil"/>
          <w:right w:val="nil"/>
          <w:between w:val="nil"/>
        </w:pBdr>
        <w:shd w:val="clear" w:color="auto" w:fill="FFFFFF"/>
        <w:suppressAutoHyphens w:val="0"/>
        <w:ind w:left="284" w:hanging="284"/>
        <w:jc w:val="both"/>
        <w:rPr>
          <w:rFonts w:eastAsia="Times New Roman" w:cs="Times New Roman"/>
          <w:color w:val="000000"/>
        </w:rPr>
      </w:pPr>
      <w:r w:rsidRPr="00E712C6">
        <w:rPr>
          <w:rFonts w:eastAsia="Times New Roman" w:cs="Times New Roman"/>
          <w:color w:val="000000"/>
          <w:szCs w:val="22"/>
        </w:rPr>
        <w:t>V části druhé čl. III se za bod 31 (původní číslování) vkládají nové body X3 až X10, které znějí:</w:t>
      </w:r>
    </w:p>
    <w:p w:rsidR="00E712C6" w:rsidRDefault="00E712C6" w:rsidP="00E712C6">
      <w:pPr>
        <w:widowControl/>
        <w:pBdr>
          <w:top w:val="nil"/>
          <w:left w:val="nil"/>
          <w:bottom w:val="nil"/>
          <w:right w:val="nil"/>
          <w:between w:val="nil"/>
        </w:pBdr>
        <w:shd w:val="clear" w:color="auto" w:fill="FFFFFF"/>
        <w:suppressAutoHyphens w:val="0"/>
        <w:ind w:left="284"/>
        <w:jc w:val="both"/>
        <w:rPr>
          <w:rFonts w:eastAsia="Times New Roman" w:cs="Times New Roman"/>
          <w:color w:val="000000"/>
          <w:szCs w:val="22"/>
        </w:rPr>
      </w:pPr>
    </w:p>
    <w:p w:rsidR="009C7D3D" w:rsidRPr="00E712C6" w:rsidRDefault="009C7D3D" w:rsidP="00E712C6">
      <w:pPr>
        <w:widowControl/>
        <w:pBdr>
          <w:top w:val="nil"/>
          <w:left w:val="nil"/>
          <w:bottom w:val="nil"/>
          <w:right w:val="nil"/>
          <w:between w:val="nil"/>
        </w:pBdr>
        <w:shd w:val="clear" w:color="auto" w:fill="FFFFFF"/>
        <w:suppressAutoHyphens w:val="0"/>
        <w:ind w:left="284"/>
        <w:jc w:val="both"/>
        <w:rPr>
          <w:rFonts w:eastAsia="Times New Roman" w:cs="Times New Roman"/>
          <w:color w:val="000000"/>
          <w:sz w:val="28"/>
        </w:rPr>
      </w:pPr>
      <w:r w:rsidRPr="00E712C6">
        <w:rPr>
          <w:rFonts w:eastAsia="Times New Roman" w:cs="Times New Roman"/>
          <w:color w:val="000000"/>
          <w:szCs w:val="22"/>
        </w:rPr>
        <w:t>„X3. V § 35a se na konci odstavce 3 doplňuje věta „Ministerstvo je oprávněno využívat údaje z rejstříku zahájených exekucí pro výkon své působnosti.“.</w:t>
      </w:r>
    </w:p>
    <w:p w:rsidR="00E712C6" w:rsidRDefault="00E712C6" w:rsidP="009C7D3D">
      <w:pPr>
        <w:pBdr>
          <w:top w:val="nil"/>
          <w:left w:val="nil"/>
          <w:bottom w:val="nil"/>
          <w:right w:val="nil"/>
          <w:between w:val="nil"/>
        </w:pBdr>
        <w:shd w:val="clear" w:color="auto" w:fill="FFFFFF"/>
        <w:ind w:left="284"/>
        <w:jc w:val="both"/>
        <w:rPr>
          <w:rFonts w:eastAsia="Times New Roman" w:cs="Times New Roman"/>
          <w:color w:val="000000"/>
          <w:szCs w:val="22"/>
        </w:rPr>
      </w:pPr>
    </w:p>
    <w:p w:rsidR="009C7D3D" w:rsidRPr="00E712C6" w:rsidRDefault="009C7D3D" w:rsidP="009C7D3D">
      <w:pPr>
        <w:pBdr>
          <w:top w:val="nil"/>
          <w:left w:val="nil"/>
          <w:bottom w:val="nil"/>
          <w:right w:val="nil"/>
          <w:between w:val="nil"/>
        </w:pBdr>
        <w:shd w:val="clear" w:color="auto" w:fill="FFFFFF"/>
        <w:ind w:left="284"/>
        <w:jc w:val="both"/>
        <w:rPr>
          <w:rFonts w:eastAsia="Times New Roman" w:cs="Times New Roman"/>
          <w:color w:val="000000"/>
          <w:sz w:val="28"/>
        </w:rPr>
      </w:pPr>
      <w:r w:rsidRPr="00E712C6">
        <w:rPr>
          <w:rFonts w:eastAsia="Times New Roman" w:cs="Times New Roman"/>
          <w:color w:val="000000"/>
          <w:szCs w:val="22"/>
        </w:rPr>
        <w:t>X4. V § 35a odst. 4 se slova „uvedeného v § 35b odst. 1 písm. i)“ nahrazují slovy „skončení exekučního řízení“.</w:t>
      </w:r>
    </w:p>
    <w:p w:rsidR="009C7D3D" w:rsidRPr="00E712C6" w:rsidRDefault="009C7D3D" w:rsidP="009C7D3D">
      <w:pPr>
        <w:pBdr>
          <w:top w:val="nil"/>
          <w:left w:val="nil"/>
          <w:bottom w:val="nil"/>
          <w:right w:val="nil"/>
          <w:between w:val="nil"/>
        </w:pBdr>
        <w:shd w:val="clear" w:color="auto" w:fill="FFFFFF"/>
        <w:ind w:left="284"/>
        <w:jc w:val="both"/>
        <w:rPr>
          <w:rFonts w:eastAsia="Times New Roman" w:cs="Times New Roman"/>
          <w:color w:val="000000"/>
          <w:sz w:val="28"/>
        </w:rPr>
      </w:pPr>
    </w:p>
    <w:p w:rsidR="009C7D3D" w:rsidRDefault="009C7D3D" w:rsidP="009C7D3D">
      <w:pPr>
        <w:pBdr>
          <w:top w:val="nil"/>
          <w:left w:val="nil"/>
          <w:bottom w:val="nil"/>
          <w:right w:val="nil"/>
          <w:between w:val="nil"/>
        </w:pBdr>
        <w:shd w:val="clear" w:color="auto" w:fill="FFFFFF"/>
        <w:ind w:left="284"/>
        <w:jc w:val="both"/>
        <w:rPr>
          <w:rFonts w:eastAsia="Times New Roman" w:cs="Times New Roman"/>
          <w:color w:val="000000"/>
        </w:rPr>
      </w:pPr>
      <w:r>
        <w:rPr>
          <w:rFonts w:eastAsia="Times New Roman" w:cs="Times New Roman"/>
          <w:color w:val="000000"/>
        </w:rPr>
        <w:t>X5. V § 35b odst. 1 písm. a) se slova „exekutora, u kterého bylo zahájeno exekuční řízení“ nahrazují slovy „exekučního soudu a spisovou značku exekučního soudu“.</w:t>
      </w:r>
    </w:p>
    <w:p w:rsidR="009C7D3D" w:rsidRDefault="009C7D3D" w:rsidP="009C7D3D">
      <w:pPr>
        <w:pBdr>
          <w:top w:val="nil"/>
          <w:left w:val="nil"/>
          <w:bottom w:val="nil"/>
          <w:right w:val="nil"/>
          <w:between w:val="nil"/>
        </w:pBdr>
        <w:shd w:val="clear" w:color="auto" w:fill="FFFFFF"/>
        <w:ind w:left="284"/>
        <w:jc w:val="both"/>
        <w:rPr>
          <w:rFonts w:eastAsia="Times New Roman" w:cs="Times New Roman"/>
          <w:color w:val="000000"/>
        </w:rPr>
      </w:pPr>
    </w:p>
    <w:p w:rsidR="009C7D3D" w:rsidRDefault="009C7D3D" w:rsidP="009C7D3D">
      <w:pPr>
        <w:ind w:firstLine="284"/>
        <w:jc w:val="both"/>
        <w:rPr>
          <w:rFonts w:eastAsia="Times New Roman" w:cs="Times New Roman"/>
          <w:color w:val="000000"/>
        </w:rPr>
      </w:pPr>
      <w:r>
        <w:rPr>
          <w:rFonts w:eastAsia="Times New Roman" w:cs="Times New Roman"/>
          <w:color w:val="000000"/>
        </w:rPr>
        <w:t xml:space="preserve">X6. V § 35b odst. 1 písm. b) se </w:t>
      </w:r>
      <w:proofErr w:type="gramStart"/>
      <w:r>
        <w:rPr>
          <w:rFonts w:eastAsia="Times New Roman" w:cs="Times New Roman"/>
          <w:color w:val="000000"/>
        </w:rPr>
        <w:t>slova „ , je</w:t>
      </w:r>
      <w:proofErr w:type="gramEnd"/>
      <w:r>
        <w:rPr>
          <w:rFonts w:eastAsia="Times New Roman" w:cs="Times New Roman"/>
          <w:color w:val="000000"/>
        </w:rPr>
        <w:t>-li odlišný od exekutora podle písmene a)“ zrušují.</w:t>
      </w:r>
    </w:p>
    <w:p w:rsidR="009C7D3D" w:rsidRDefault="009C7D3D" w:rsidP="009C7D3D">
      <w:pPr>
        <w:ind w:left="360"/>
        <w:jc w:val="both"/>
        <w:rPr>
          <w:rFonts w:eastAsia="Times New Roman" w:cs="Times New Roman"/>
          <w:color w:val="000000"/>
        </w:rPr>
      </w:pPr>
    </w:p>
    <w:p w:rsidR="009C7D3D" w:rsidRDefault="009C7D3D" w:rsidP="009C7D3D">
      <w:pPr>
        <w:pBdr>
          <w:top w:val="nil"/>
          <w:left w:val="nil"/>
          <w:bottom w:val="nil"/>
          <w:right w:val="nil"/>
          <w:between w:val="nil"/>
        </w:pBdr>
        <w:shd w:val="clear" w:color="auto" w:fill="FFFFFF"/>
        <w:ind w:left="284"/>
        <w:jc w:val="both"/>
        <w:rPr>
          <w:rFonts w:eastAsia="Times New Roman" w:cs="Times New Roman"/>
          <w:color w:val="000000"/>
        </w:rPr>
      </w:pPr>
      <w:r>
        <w:rPr>
          <w:rFonts w:eastAsia="Times New Roman" w:cs="Times New Roman"/>
          <w:color w:val="000000"/>
        </w:rPr>
        <w:t>X7. V § 35b odst. 1 písm. h) se slova „a b)“ nahrazují slovy „až c)“.</w:t>
      </w:r>
    </w:p>
    <w:p w:rsidR="009C7D3D" w:rsidRDefault="009C7D3D" w:rsidP="009C7D3D">
      <w:pPr>
        <w:pBdr>
          <w:top w:val="nil"/>
          <w:left w:val="nil"/>
          <w:bottom w:val="nil"/>
          <w:right w:val="nil"/>
          <w:between w:val="nil"/>
        </w:pBdr>
        <w:shd w:val="clear" w:color="auto" w:fill="FFFFFF"/>
        <w:ind w:left="284"/>
        <w:jc w:val="both"/>
        <w:rPr>
          <w:rFonts w:eastAsia="Times New Roman" w:cs="Times New Roman"/>
          <w:color w:val="000000"/>
        </w:rPr>
      </w:pPr>
    </w:p>
    <w:p w:rsidR="009C7D3D" w:rsidRDefault="009C7D3D" w:rsidP="009C7D3D">
      <w:pPr>
        <w:pBdr>
          <w:top w:val="nil"/>
          <w:left w:val="nil"/>
          <w:bottom w:val="nil"/>
          <w:right w:val="nil"/>
          <w:between w:val="nil"/>
        </w:pBdr>
        <w:shd w:val="clear" w:color="auto" w:fill="FFFFFF"/>
        <w:ind w:firstLine="284"/>
        <w:rPr>
          <w:rFonts w:eastAsia="Times New Roman" w:cs="Times New Roman"/>
          <w:color w:val="000000"/>
        </w:rPr>
      </w:pPr>
      <w:r>
        <w:rPr>
          <w:rFonts w:eastAsia="Times New Roman" w:cs="Times New Roman"/>
          <w:color w:val="000000"/>
        </w:rPr>
        <w:t>X8. V § 35b odst. 1 se za písmeno h) vkládají nová písmena i) a j), která znějí:</w:t>
      </w:r>
    </w:p>
    <w:p w:rsidR="009C7D3D" w:rsidRDefault="009C7D3D" w:rsidP="009C7D3D">
      <w:pPr>
        <w:pBdr>
          <w:top w:val="nil"/>
          <w:left w:val="nil"/>
          <w:bottom w:val="nil"/>
          <w:right w:val="nil"/>
          <w:between w:val="nil"/>
        </w:pBdr>
        <w:shd w:val="clear" w:color="auto" w:fill="FFFFFF"/>
        <w:rPr>
          <w:rFonts w:eastAsia="Times New Roman" w:cs="Times New Roman"/>
          <w:color w:val="000000"/>
        </w:rPr>
      </w:pPr>
    </w:p>
    <w:p w:rsidR="009C7D3D" w:rsidRDefault="009C7D3D" w:rsidP="009C7D3D">
      <w:pPr>
        <w:pBdr>
          <w:top w:val="nil"/>
          <w:left w:val="nil"/>
          <w:bottom w:val="nil"/>
          <w:right w:val="nil"/>
          <w:between w:val="nil"/>
        </w:pBdr>
        <w:shd w:val="clear" w:color="auto" w:fill="FFFFFF"/>
        <w:rPr>
          <w:rFonts w:eastAsia="Times New Roman" w:cs="Times New Roman"/>
          <w:color w:val="000000"/>
        </w:rPr>
      </w:pPr>
      <w:r>
        <w:rPr>
          <w:rFonts w:eastAsia="Times New Roman" w:cs="Times New Roman"/>
          <w:color w:val="000000"/>
        </w:rPr>
        <w:t>„i) údaj o výši zálohy nebo o zproštění od složení zálohy na náklady exekuce,</w:t>
      </w:r>
    </w:p>
    <w:p w:rsidR="009C7D3D" w:rsidRDefault="009C7D3D" w:rsidP="009C7D3D">
      <w:pPr>
        <w:pBdr>
          <w:top w:val="nil"/>
          <w:left w:val="nil"/>
          <w:bottom w:val="nil"/>
          <w:right w:val="nil"/>
          <w:between w:val="nil"/>
        </w:pBdr>
        <w:shd w:val="clear" w:color="auto" w:fill="FFFFFF"/>
        <w:rPr>
          <w:rFonts w:eastAsia="Times New Roman" w:cs="Times New Roman"/>
          <w:color w:val="000000"/>
        </w:rPr>
      </w:pPr>
      <w:r>
        <w:rPr>
          <w:rFonts w:eastAsia="Times New Roman" w:cs="Times New Roman"/>
          <w:color w:val="000000"/>
        </w:rPr>
        <w:t xml:space="preserve">j) datum složení zálohy na náklady exekuce,“. </w:t>
      </w:r>
    </w:p>
    <w:p w:rsidR="009C7D3D" w:rsidRDefault="009C7D3D" w:rsidP="009C7D3D">
      <w:pPr>
        <w:pBdr>
          <w:top w:val="nil"/>
          <w:left w:val="nil"/>
          <w:bottom w:val="nil"/>
          <w:right w:val="nil"/>
          <w:between w:val="nil"/>
        </w:pBdr>
        <w:shd w:val="clear" w:color="auto" w:fill="FFFFFF"/>
        <w:ind w:left="720"/>
        <w:rPr>
          <w:rFonts w:eastAsia="Times New Roman" w:cs="Times New Roman"/>
        </w:rPr>
      </w:pPr>
    </w:p>
    <w:p w:rsidR="009C7D3D" w:rsidRDefault="009C7D3D" w:rsidP="009C7D3D">
      <w:pPr>
        <w:pBdr>
          <w:top w:val="nil"/>
          <w:left w:val="nil"/>
          <w:bottom w:val="nil"/>
          <w:right w:val="nil"/>
          <w:between w:val="nil"/>
        </w:pBdr>
        <w:shd w:val="clear" w:color="auto" w:fill="FFFFFF"/>
        <w:rPr>
          <w:rFonts w:eastAsia="Times New Roman" w:cs="Times New Roman"/>
        </w:rPr>
      </w:pPr>
      <w:r>
        <w:rPr>
          <w:rFonts w:eastAsia="Times New Roman" w:cs="Times New Roman"/>
          <w:color w:val="000000"/>
        </w:rPr>
        <w:t>Dosavadní písmeno i) se označuje jako písmeno k).</w:t>
      </w:r>
    </w:p>
    <w:p w:rsidR="009C7D3D" w:rsidRDefault="009C7D3D" w:rsidP="009C7D3D">
      <w:pPr>
        <w:pBdr>
          <w:top w:val="nil"/>
          <w:left w:val="nil"/>
          <w:bottom w:val="nil"/>
          <w:right w:val="nil"/>
          <w:between w:val="nil"/>
        </w:pBdr>
        <w:shd w:val="clear" w:color="auto" w:fill="FFFFFF"/>
        <w:rPr>
          <w:rFonts w:eastAsia="Times New Roman" w:cs="Times New Roman"/>
        </w:rPr>
      </w:pPr>
    </w:p>
    <w:p w:rsidR="009C7D3D" w:rsidRDefault="009C7D3D" w:rsidP="009C7D3D">
      <w:pPr>
        <w:pBdr>
          <w:top w:val="nil"/>
          <w:left w:val="nil"/>
          <w:bottom w:val="nil"/>
          <w:right w:val="nil"/>
          <w:between w:val="nil"/>
        </w:pBdr>
        <w:shd w:val="clear" w:color="auto" w:fill="FFFFFF"/>
        <w:ind w:firstLine="283"/>
        <w:rPr>
          <w:rFonts w:eastAsia="Times New Roman" w:cs="Times New Roman"/>
        </w:rPr>
      </w:pPr>
      <w:r>
        <w:rPr>
          <w:rFonts w:eastAsia="Times New Roman" w:cs="Times New Roman"/>
          <w:color w:val="000000"/>
        </w:rPr>
        <w:t>X9. V § 35b odst. 1 písm. k) se slovo „exekuce“ nahrazuje slovy „exekučního řízení“.“</w:t>
      </w:r>
    </w:p>
    <w:p w:rsidR="009C7D3D" w:rsidRDefault="009C7D3D" w:rsidP="009C7D3D">
      <w:pPr>
        <w:pBdr>
          <w:top w:val="nil"/>
          <w:left w:val="nil"/>
          <w:bottom w:val="nil"/>
          <w:right w:val="nil"/>
          <w:between w:val="nil"/>
        </w:pBdr>
        <w:shd w:val="clear" w:color="auto" w:fill="FFFFFF"/>
        <w:ind w:firstLine="283"/>
        <w:rPr>
          <w:rFonts w:eastAsia="Times New Roman" w:cs="Times New Roman"/>
        </w:rPr>
      </w:pPr>
    </w:p>
    <w:p w:rsidR="009C7D3D" w:rsidRDefault="009C7D3D" w:rsidP="009C7D3D">
      <w:pPr>
        <w:pBdr>
          <w:top w:val="nil"/>
          <w:left w:val="nil"/>
          <w:bottom w:val="nil"/>
          <w:right w:val="nil"/>
          <w:between w:val="nil"/>
        </w:pBdr>
        <w:shd w:val="clear" w:color="auto" w:fill="FFFFFF"/>
        <w:ind w:firstLine="283"/>
        <w:rPr>
          <w:rFonts w:eastAsia="Times New Roman" w:cs="Times New Roman"/>
          <w:color w:val="000000"/>
        </w:rPr>
      </w:pPr>
      <w:r>
        <w:rPr>
          <w:rFonts w:eastAsia="Times New Roman" w:cs="Times New Roman"/>
          <w:color w:val="000000"/>
        </w:rPr>
        <w:t>X10. V § 35b odst. 2 se slova „b), h) a i)“ nahrazují slovy „h) až k)“ a na konc</w:t>
      </w:r>
      <w:r w:rsidR="00784176">
        <w:rPr>
          <w:rFonts w:eastAsia="Times New Roman" w:cs="Times New Roman"/>
          <w:color w:val="000000"/>
        </w:rPr>
        <w:t>i</w:t>
      </w:r>
      <w:r>
        <w:rPr>
          <w:rFonts w:eastAsia="Times New Roman" w:cs="Times New Roman"/>
          <w:color w:val="000000"/>
        </w:rPr>
        <w:t xml:space="preserve"> odstav</w:t>
      </w:r>
      <w:r w:rsidR="00784176">
        <w:rPr>
          <w:rFonts w:eastAsia="Times New Roman" w:cs="Times New Roman"/>
          <w:color w:val="000000"/>
        </w:rPr>
        <w:t>c</w:t>
      </w:r>
      <w:r>
        <w:rPr>
          <w:rFonts w:eastAsia="Times New Roman" w:cs="Times New Roman"/>
          <w:color w:val="000000"/>
        </w:rPr>
        <w:t>e 2 se doplňuje věta „Ostatní údaje zapíše do rejstříku exekuční soud.“.“</w:t>
      </w:r>
      <w:r w:rsidR="00784176">
        <w:rPr>
          <w:rFonts w:eastAsia="Times New Roman" w:cs="Times New Roman"/>
          <w:color w:val="000000"/>
        </w:rPr>
        <w:t>.</w:t>
      </w:r>
    </w:p>
    <w:p w:rsidR="009C7D3D" w:rsidRDefault="009C7D3D" w:rsidP="009C7D3D">
      <w:pPr>
        <w:shd w:val="clear" w:color="auto" w:fill="FFFFFF"/>
        <w:ind w:left="360"/>
        <w:jc w:val="both"/>
        <w:rPr>
          <w:rFonts w:eastAsia="Times New Roman" w:cs="Times New Roman"/>
          <w:color w:val="000000"/>
        </w:rPr>
      </w:pPr>
    </w:p>
    <w:p w:rsidR="009C7D3D" w:rsidRDefault="009C7D3D" w:rsidP="009C7D3D">
      <w:pPr>
        <w:pBdr>
          <w:top w:val="nil"/>
          <w:left w:val="nil"/>
          <w:bottom w:val="nil"/>
          <w:right w:val="nil"/>
          <w:between w:val="nil"/>
        </w:pBdr>
        <w:shd w:val="clear" w:color="auto" w:fill="FFFFFF"/>
        <w:ind w:left="284"/>
        <w:rPr>
          <w:rFonts w:eastAsia="Times New Roman" w:cs="Times New Roman"/>
          <w:color w:val="000000"/>
        </w:rPr>
      </w:pPr>
      <w:r>
        <w:rPr>
          <w:rFonts w:eastAsia="Times New Roman" w:cs="Times New Roman"/>
          <w:color w:val="000000"/>
        </w:rPr>
        <w:t>Následující body se přečíslují.</w:t>
      </w:r>
    </w:p>
    <w:p w:rsidR="009C7D3D" w:rsidRDefault="009C7D3D" w:rsidP="009C7D3D">
      <w:pPr>
        <w:shd w:val="clear" w:color="auto" w:fill="FFFFFF"/>
        <w:ind w:left="360"/>
        <w:jc w:val="both"/>
        <w:rPr>
          <w:rFonts w:eastAsia="Times New Roman" w:cs="Times New Roman"/>
          <w:color w:val="000000"/>
        </w:rPr>
      </w:pPr>
    </w:p>
    <w:p w:rsidR="00E712C6" w:rsidRPr="00E712C6" w:rsidRDefault="009C7D3D" w:rsidP="00DE0363">
      <w:pPr>
        <w:widowControl/>
        <w:numPr>
          <w:ilvl w:val="0"/>
          <w:numId w:val="23"/>
        </w:numPr>
        <w:pBdr>
          <w:top w:val="nil"/>
          <w:left w:val="nil"/>
          <w:bottom w:val="nil"/>
          <w:right w:val="nil"/>
          <w:between w:val="nil"/>
        </w:pBdr>
        <w:shd w:val="clear" w:color="auto" w:fill="FFFFFF"/>
        <w:suppressAutoHyphens w:val="0"/>
        <w:rPr>
          <w:rFonts w:eastAsia="Times New Roman" w:cs="Times New Roman"/>
          <w:color w:val="000000"/>
          <w:sz w:val="28"/>
        </w:rPr>
      </w:pPr>
      <w:r>
        <w:rPr>
          <w:rFonts w:eastAsia="Times New Roman" w:cs="Times New Roman"/>
          <w:color w:val="000000"/>
          <w:sz w:val="22"/>
          <w:szCs w:val="22"/>
        </w:rPr>
        <w:t xml:space="preserve"> </w:t>
      </w:r>
      <w:r w:rsidRPr="00E712C6">
        <w:rPr>
          <w:rFonts w:eastAsia="Times New Roman" w:cs="Times New Roman"/>
          <w:color w:val="000000"/>
          <w:szCs w:val="22"/>
        </w:rPr>
        <w:t xml:space="preserve">V části druhé čl. </w:t>
      </w:r>
      <w:proofErr w:type="gramStart"/>
      <w:r w:rsidRPr="00E712C6">
        <w:rPr>
          <w:rFonts w:eastAsia="Times New Roman" w:cs="Times New Roman"/>
          <w:color w:val="000000"/>
          <w:szCs w:val="22"/>
        </w:rPr>
        <w:t>III</w:t>
      </w:r>
      <w:proofErr w:type="gramEnd"/>
      <w:r w:rsidRPr="00E712C6">
        <w:rPr>
          <w:rFonts w:eastAsia="Times New Roman" w:cs="Times New Roman"/>
          <w:color w:val="000000"/>
          <w:szCs w:val="22"/>
        </w:rPr>
        <w:t xml:space="preserve"> bod 34 </w:t>
      </w:r>
      <w:r w:rsidRPr="00B74ADD">
        <w:rPr>
          <w:rFonts w:eastAsia="Times New Roman" w:cs="Times New Roman"/>
          <w:color w:val="000000"/>
        </w:rPr>
        <w:t>(původní číslování)</w:t>
      </w:r>
      <w:r w:rsidRPr="00B74ADD">
        <w:rPr>
          <w:rFonts w:eastAsia="Times New Roman" w:cs="Times New Roman"/>
          <w:color w:val="000000"/>
          <w:sz w:val="22"/>
          <w:szCs w:val="22"/>
        </w:rPr>
        <w:t xml:space="preserve"> </w:t>
      </w:r>
      <w:r w:rsidRPr="00E712C6">
        <w:rPr>
          <w:rFonts w:eastAsia="Times New Roman" w:cs="Times New Roman"/>
          <w:color w:val="000000"/>
          <w:szCs w:val="22"/>
        </w:rPr>
        <w:t xml:space="preserve">zní: </w:t>
      </w:r>
    </w:p>
    <w:p w:rsidR="00E712C6" w:rsidRDefault="00E712C6" w:rsidP="00E712C6">
      <w:pPr>
        <w:widowControl/>
        <w:pBdr>
          <w:top w:val="nil"/>
          <w:left w:val="nil"/>
          <w:bottom w:val="nil"/>
          <w:right w:val="nil"/>
          <w:between w:val="nil"/>
        </w:pBdr>
        <w:shd w:val="clear" w:color="auto" w:fill="FFFFFF"/>
        <w:suppressAutoHyphens w:val="0"/>
        <w:ind w:left="360"/>
        <w:rPr>
          <w:rFonts w:eastAsia="Times New Roman" w:cs="Times New Roman"/>
          <w:color w:val="000000"/>
          <w:szCs w:val="22"/>
        </w:rPr>
      </w:pPr>
    </w:p>
    <w:p w:rsidR="009C7D3D" w:rsidRPr="00E712C6" w:rsidRDefault="009C7D3D" w:rsidP="00E712C6">
      <w:pPr>
        <w:widowControl/>
        <w:pBdr>
          <w:top w:val="nil"/>
          <w:left w:val="nil"/>
          <w:bottom w:val="nil"/>
          <w:right w:val="nil"/>
          <w:between w:val="nil"/>
        </w:pBdr>
        <w:shd w:val="clear" w:color="auto" w:fill="FFFFFF"/>
        <w:suppressAutoHyphens w:val="0"/>
        <w:ind w:left="360"/>
        <w:rPr>
          <w:rFonts w:eastAsia="Times New Roman" w:cs="Times New Roman"/>
          <w:color w:val="000000"/>
          <w:sz w:val="28"/>
        </w:rPr>
      </w:pPr>
      <w:r w:rsidRPr="00E712C6">
        <w:rPr>
          <w:rFonts w:eastAsia="Times New Roman" w:cs="Times New Roman"/>
          <w:color w:val="000000"/>
          <w:szCs w:val="22"/>
        </w:rPr>
        <w:t>„34. V § 37 odstavec 5 zní:</w:t>
      </w:r>
    </w:p>
    <w:p w:rsidR="009C7D3D" w:rsidRPr="00E712C6" w:rsidRDefault="009C7D3D" w:rsidP="009C7D3D">
      <w:pPr>
        <w:pBdr>
          <w:top w:val="nil"/>
          <w:left w:val="nil"/>
          <w:bottom w:val="nil"/>
          <w:right w:val="nil"/>
          <w:between w:val="nil"/>
        </w:pBdr>
        <w:shd w:val="clear" w:color="auto" w:fill="FFFFFF"/>
        <w:rPr>
          <w:rFonts w:eastAsia="Times New Roman" w:cs="Times New Roman"/>
          <w:color w:val="000000"/>
          <w:sz w:val="28"/>
        </w:rPr>
      </w:pPr>
      <w:r w:rsidRPr="00E712C6">
        <w:rPr>
          <w:rFonts w:eastAsia="Times New Roman" w:cs="Times New Roman"/>
          <w:color w:val="000000"/>
          <w:szCs w:val="22"/>
        </w:rPr>
        <w:t> </w:t>
      </w:r>
    </w:p>
    <w:p w:rsidR="009C7D3D" w:rsidRPr="00E712C6" w:rsidRDefault="009C7D3D" w:rsidP="009C7D3D">
      <w:pPr>
        <w:pBdr>
          <w:top w:val="nil"/>
          <w:left w:val="nil"/>
          <w:bottom w:val="nil"/>
          <w:right w:val="nil"/>
          <w:between w:val="nil"/>
        </w:pBdr>
        <w:ind w:firstLine="709"/>
        <w:jc w:val="both"/>
        <w:rPr>
          <w:rFonts w:eastAsia="Times New Roman" w:cs="Times New Roman"/>
          <w:color w:val="000000"/>
          <w:sz w:val="28"/>
        </w:rPr>
      </w:pPr>
      <w:r w:rsidRPr="00E712C6">
        <w:rPr>
          <w:rFonts w:eastAsia="Times New Roman" w:cs="Times New Roman"/>
          <w:color w:val="000000"/>
          <w:szCs w:val="22"/>
        </w:rPr>
        <w:t>„(5)</w:t>
      </w:r>
      <w:r w:rsidRPr="00E712C6">
        <w:rPr>
          <w:rFonts w:eastAsia="Times New Roman" w:cs="Times New Roman"/>
          <w:b/>
          <w:color w:val="000000"/>
          <w:szCs w:val="22"/>
        </w:rPr>
        <w:t xml:space="preserve"> </w:t>
      </w:r>
      <w:r w:rsidRPr="00E712C6">
        <w:rPr>
          <w:rFonts w:eastAsia="Times New Roman" w:cs="Times New Roman"/>
          <w:color w:val="000000"/>
          <w:szCs w:val="22"/>
        </w:rPr>
        <w:t>Další řízení zahájené oprávněným proti témuž povinnému, jehož vedením je pověřen stejný exekutor, dříve, než zanikne oprávnění exekutora k vedení předchozí exekuce, se spojuje s předchozí exekucí ke společnému řízení, a to ode dne, kdy je exekutorovi doručeno pověření podle §</w:t>
      </w:r>
      <w:r w:rsidR="00B74ADD">
        <w:rPr>
          <w:rFonts w:eastAsia="Times New Roman" w:cs="Times New Roman"/>
          <w:color w:val="000000"/>
          <w:szCs w:val="22"/>
        </w:rPr>
        <w:t> </w:t>
      </w:r>
      <w:r w:rsidRPr="00E712C6">
        <w:rPr>
          <w:rFonts w:eastAsia="Times New Roman" w:cs="Times New Roman"/>
          <w:color w:val="000000"/>
          <w:szCs w:val="22"/>
        </w:rPr>
        <w:t>43a. V zájmu hospodárnosti řízení může exekutor věc podle věty první vyloučit k samostatnému řízení.“.“</w:t>
      </w:r>
    </w:p>
    <w:p w:rsidR="009C7D3D" w:rsidRDefault="009C7D3D" w:rsidP="009C7D3D">
      <w:pPr>
        <w:pBdr>
          <w:top w:val="nil"/>
          <w:left w:val="nil"/>
          <w:bottom w:val="nil"/>
          <w:right w:val="nil"/>
          <w:between w:val="nil"/>
        </w:pBdr>
        <w:shd w:val="clear" w:color="auto" w:fill="FFFFFF"/>
        <w:jc w:val="both"/>
        <w:rPr>
          <w:rFonts w:eastAsia="Times New Roman" w:cs="Times New Roman"/>
          <w:b/>
          <w:color w:val="000000"/>
        </w:rPr>
      </w:pPr>
    </w:p>
    <w:p w:rsidR="009C7D3D" w:rsidRDefault="009C7D3D" w:rsidP="00DE0363">
      <w:pPr>
        <w:widowControl/>
        <w:numPr>
          <w:ilvl w:val="0"/>
          <w:numId w:val="23"/>
        </w:numPr>
        <w:pBdr>
          <w:top w:val="nil"/>
          <w:left w:val="nil"/>
          <w:bottom w:val="nil"/>
          <w:right w:val="nil"/>
          <w:between w:val="nil"/>
        </w:pBdr>
        <w:shd w:val="clear" w:color="auto" w:fill="FFFFFF"/>
        <w:suppressAutoHyphens w:val="0"/>
        <w:ind w:left="284" w:hanging="284"/>
        <w:jc w:val="both"/>
        <w:rPr>
          <w:rFonts w:eastAsia="Times New Roman" w:cs="Times New Roman"/>
          <w:b/>
          <w:color w:val="000000"/>
        </w:rPr>
      </w:pPr>
      <w:r>
        <w:rPr>
          <w:rFonts w:eastAsia="Times New Roman" w:cs="Times New Roman"/>
          <w:color w:val="000000"/>
        </w:rPr>
        <w:t xml:space="preserve"> V části druhé čl. III se za bod 34 (původní číslování) vkládá bod X11, který zní: </w:t>
      </w:r>
    </w:p>
    <w:p w:rsidR="009C7D3D" w:rsidRDefault="009C7D3D" w:rsidP="009C7D3D">
      <w:pPr>
        <w:pBdr>
          <w:top w:val="nil"/>
          <w:left w:val="nil"/>
          <w:bottom w:val="nil"/>
          <w:right w:val="nil"/>
          <w:between w:val="nil"/>
        </w:pBdr>
        <w:shd w:val="clear" w:color="auto" w:fill="FFFFFF"/>
        <w:ind w:left="284"/>
        <w:jc w:val="both"/>
        <w:rPr>
          <w:rFonts w:eastAsia="Times New Roman" w:cs="Times New Roman"/>
          <w:color w:val="000000"/>
        </w:rPr>
      </w:pPr>
    </w:p>
    <w:p w:rsidR="009C7D3D" w:rsidRDefault="009C7D3D" w:rsidP="009C7D3D">
      <w:pPr>
        <w:pBdr>
          <w:top w:val="nil"/>
          <w:left w:val="nil"/>
          <w:bottom w:val="nil"/>
          <w:right w:val="nil"/>
          <w:between w:val="nil"/>
        </w:pBdr>
        <w:shd w:val="clear" w:color="auto" w:fill="FFFFFF"/>
        <w:ind w:left="284"/>
        <w:jc w:val="both"/>
        <w:rPr>
          <w:rFonts w:eastAsia="Times New Roman" w:cs="Times New Roman"/>
          <w:b/>
          <w:color w:val="000000"/>
        </w:rPr>
      </w:pPr>
      <w:r>
        <w:rPr>
          <w:rFonts w:eastAsia="Times New Roman" w:cs="Times New Roman"/>
          <w:color w:val="000000"/>
        </w:rPr>
        <w:t>„X11. V § 38 odst. 1 se vět</w:t>
      </w:r>
      <w:r w:rsidR="00784176">
        <w:rPr>
          <w:rFonts w:eastAsia="Times New Roman" w:cs="Times New Roman"/>
          <w:color w:val="000000"/>
        </w:rPr>
        <w:t>y</w:t>
      </w:r>
      <w:r>
        <w:rPr>
          <w:rFonts w:eastAsia="Times New Roman" w:cs="Times New Roman"/>
          <w:color w:val="000000"/>
        </w:rPr>
        <w:t xml:space="preserve"> první a druhá nahrazuj</w:t>
      </w:r>
      <w:r w:rsidR="00784176">
        <w:rPr>
          <w:rFonts w:eastAsia="Times New Roman" w:cs="Times New Roman"/>
          <w:color w:val="000000"/>
        </w:rPr>
        <w:t>í</w:t>
      </w:r>
      <w:r>
        <w:rPr>
          <w:rFonts w:eastAsia="Times New Roman" w:cs="Times New Roman"/>
          <w:color w:val="000000"/>
        </w:rPr>
        <w:t xml:space="preserve"> textem: „Exekuční návrh se podává na elektronickém formuláři prostřednictvím k tomu určeného informačního systému veřejné správy, který umožňuje prokázání totožnosti toho, kdo úkon činí, s využitím elektronické identifikace, autorizaci úkonu tím, kdo úkon činí, a zpětné prokázání projevu vůle toho, kdo úkon činí; návrh podaný prostřednictvím tohoto informačního systému se považuje za podepsaný. Správcem tohoto informačního systému je </w:t>
      </w:r>
      <w:r w:rsidR="00784176">
        <w:rPr>
          <w:rFonts w:eastAsia="Times New Roman" w:cs="Times New Roman"/>
          <w:color w:val="000000"/>
        </w:rPr>
        <w:t>m</w:t>
      </w:r>
      <w:r>
        <w:rPr>
          <w:rFonts w:eastAsia="Times New Roman" w:cs="Times New Roman"/>
          <w:color w:val="000000"/>
        </w:rPr>
        <w:t>inisterstvo. Exekuční návrh je možné podat i prostřednictvím veřejné datové sítě do datové schránky, případně v listinné podobě. Návrh musí obsahovat označení exekučního soudu a musí z něj být patrné, kdo ho činí, které věci se týká a co sleduje, a musí být podepsán a datován.“.“</w:t>
      </w:r>
      <w:r w:rsidR="00784176">
        <w:rPr>
          <w:rFonts w:eastAsia="Times New Roman" w:cs="Times New Roman"/>
          <w:color w:val="000000"/>
        </w:rPr>
        <w:t>.</w:t>
      </w:r>
    </w:p>
    <w:p w:rsidR="009C7D3D" w:rsidRDefault="009C7D3D" w:rsidP="009C7D3D">
      <w:pPr>
        <w:pBdr>
          <w:top w:val="nil"/>
          <w:left w:val="nil"/>
          <w:bottom w:val="nil"/>
          <w:right w:val="nil"/>
          <w:between w:val="nil"/>
        </w:pBdr>
        <w:shd w:val="clear" w:color="auto" w:fill="FFFFFF"/>
        <w:ind w:left="284"/>
        <w:jc w:val="both"/>
        <w:rPr>
          <w:rFonts w:eastAsia="Times New Roman" w:cs="Times New Roman"/>
          <w:color w:val="000000"/>
        </w:rPr>
      </w:pPr>
    </w:p>
    <w:p w:rsidR="009C7D3D" w:rsidRDefault="009C7D3D" w:rsidP="009C7D3D">
      <w:pPr>
        <w:pBdr>
          <w:top w:val="nil"/>
          <w:left w:val="nil"/>
          <w:bottom w:val="nil"/>
          <w:right w:val="nil"/>
          <w:between w:val="nil"/>
        </w:pBdr>
        <w:shd w:val="clear" w:color="auto" w:fill="FFFFFF"/>
        <w:ind w:left="284"/>
        <w:rPr>
          <w:rFonts w:eastAsia="Times New Roman" w:cs="Times New Roman"/>
          <w:color w:val="000000"/>
        </w:rPr>
      </w:pPr>
      <w:r>
        <w:rPr>
          <w:rFonts w:eastAsia="Times New Roman" w:cs="Times New Roman"/>
          <w:color w:val="000000"/>
        </w:rPr>
        <w:t>Následující body se přečíslují.</w:t>
      </w:r>
    </w:p>
    <w:p w:rsidR="009C7D3D" w:rsidRDefault="009C7D3D" w:rsidP="009C7D3D">
      <w:pPr>
        <w:pBdr>
          <w:top w:val="nil"/>
          <w:left w:val="nil"/>
          <w:bottom w:val="nil"/>
          <w:right w:val="nil"/>
          <w:between w:val="nil"/>
        </w:pBdr>
        <w:shd w:val="clear" w:color="auto" w:fill="FFFFFF"/>
        <w:jc w:val="both"/>
        <w:rPr>
          <w:rFonts w:eastAsia="Times New Roman" w:cs="Times New Roman"/>
          <w:color w:val="000000"/>
        </w:rPr>
      </w:pPr>
    </w:p>
    <w:p w:rsidR="009C7D3D" w:rsidRDefault="009C7D3D" w:rsidP="00DE0363">
      <w:pPr>
        <w:widowControl/>
        <w:numPr>
          <w:ilvl w:val="0"/>
          <w:numId w:val="23"/>
        </w:numPr>
        <w:pBdr>
          <w:top w:val="nil"/>
          <w:left w:val="nil"/>
          <w:bottom w:val="nil"/>
          <w:right w:val="nil"/>
          <w:between w:val="nil"/>
        </w:pBdr>
        <w:shd w:val="clear" w:color="auto" w:fill="FFFFFF"/>
        <w:suppressAutoHyphens w:val="0"/>
        <w:ind w:left="284" w:hanging="284"/>
        <w:jc w:val="both"/>
        <w:rPr>
          <w:rFonts w:eastAsia="Times New Roman" w:cs="Times New Roman"/>
          <w:color w:val="000000"/>
        </w:rPr>
      </w:pPr>
      <w:r>
        <w:rPr>
          <w:rFonts w:eastAsia="Times New Roman" w:cs="Times New Roman"/>
          <w:color w:val="000000"/>
        </w:rPr>
        <w:t xml:space="preserve">V části druhé čl. </w:t>
      </w:r>
      <w:proofErr w:type="gramStart"/>
      <w:r>
        <w:rPr>
          <w:rFonts w:eastAsia="Times New Roman" w:cs="Times New Roman"/>
          <w:color w:val="000000"/>
        </w:rPr>
        <w:t>III</w:t>
      </w:r>
      <w:proofErr w:type="gramEnd"/>
      <w:r>
        <w:rPr>
          <w:rFonts w:eastAsia="Times New Roman" w:cs="Times New Roman"/>
          <w:color w:val="000000"/>
        </w:rPr>
        <w:t xml:space="preserve"> bod 38 (původní číslování) zní:</w:t>
      </w:r>
    </w:p>
    <w:p w:rsidR="009C7D3D" w:rsidRDefault="009C7D3D" w:rsidP="009C7D3D">
      <w:pPr>
        <w:pBdr>
          <w:top w:val="nil"/>
          <w:left w:val="nil"/>
          <w:bottom w:val="nil"/>
          <w:right w:val="nil"/>
          <w:between w:val="nil"/>
        </w:pBdr>
        <w:shd w:val="clear" w:color="auto" w:fill="FFFFFF"/>
        <w:ind w:left="284" w:hanging="284"/>
        <w:jc w:val="both"/>
        <w:rPr>
          <w:rFonts w:eastAsia="Times New Roman" w:cs="Times New Roman"/>
          <w:color w:val="000000"/>
        </w:rPr>
      </w:pPr>
    </w:p>
    <w:p w:rsidR="009C7D3D" w:rsidRDefault="009C7D3D" w:rsidP="009C7D3D">
      <w:pPr>
        <w:pBdr>
          <w:top w:val="nil"/>
          <w:left w:val="nil"/>
          <w:bottom w:val="nil"/>
          <w:right w:val="nil"/>
          <w:between w:val="nil"/>
        </w:pBdr>
        <w:shd w:val="clear" w:color="auto" w:fill="FFFFFF"/>
        <w:ind w:left="284"/>
        <w:jc w:val="both"/>
        <w:rPr>
          <w:rFonts w:eastAsia="Times New Roman" w:cs="Times New Roman"/>
          <w:color w:val="000000"/>
        </w:rPr>
      </w:pPr>
      <w:r>
        <w:rPr>
          <w:rFonts w:eastAsia="Times New Roman" w:cs="Times New Roman"/>
          <w:color w:val="000000"/>
        </w:rPr>
        <w:t>„38. V § 39 odst. 1 se za slova „kdy mu došel exekuční návrh nebo návrh na prohlášení vykonatelnosti nebo na uznání” doplňují slova „podle § 39a odst. 1“.“.</w:t>
      </w:r>
    </w:p>
    <w:p w:rsidR="009C7D3D" w:rsidRDefault="009C7D3D" w:rsidP="009C7D3D">
      <w:pPr>
        <w:pBdr>
          <w:top w:val="nil"/>
          <w:left w:val="nil"/>
          <w:bottom w:val="nil"/>
          <w:right w:val="nil"/>
          <w:between w:val="nil"/>
        </w:pBdr>
        <w:shd w:val="clear" w:color="auto" w:fill="FFFFFF"/>
        <w:jc w:val="both"/>
        <w:rPr>
          <w:rFonts w:eastAsia="Times New Roman" w:cs="Times New Roman"/>
          <w:color w:val="000000"/>
        </w:rPr>
      </w:pPr>
    </w:p>
    <w:p w:rsidR="009C7D3D" w:rsidRDefault="009C7D3D" w:rsidP="00DE0363">
      <w:pPr>
        <w:widowControl/>
        <w:numPr>
          <w:ilvl w:val="0"/>
          <w:numId w:val="23"/>
        </w:numPr>
        <w:pBdr>
          <w:top w:val="nil"/>
          <w:left w:val="nil"/>
          <w:bottom w:val="nil"/>
          <w:right w:val="nil"/>
          <w:between w:val="nil"/>
        </w:pBdr>
        <w:shd w:val="clear" w:color="auto" w:fill="FFFFFF"/>
        <w:suppressAutoHyphens w:val="0"/>
        <w:ind w:left="284" w:hanging="284"/>
        <w:jc w:val="both"/>
        <w:rPr>
          <w:rFonts w:eastAsia="Times New Roman" w:cs="Times New Roman"/>
          <w:color w:val="000000"/>
        </w:rPr>
      </w:pPr>
      <w:r>
        <w:rPr>
          <w:rFonts w:eastAsia="Times New Roman" w:cs="Times New Roman"/>
          <w:color w:val="000000"/>
        </w:rPr>
        <w:t>V části druhé čl. III se za bod 38 (původní číslování) vkládá bod X12, který zní:</w:t>
      </w:r>
    </w:p>
    <w:p w:rsidR="009C7D3D" w:rsidRDefault="009C7D3D" w:rsidP="009C7D3D">
      <w:pPr>
        <w:pBdr>
          <w:top w:val="nil"/>
          <w:left w:val="nil"/>
          <w:bottom w:val="nil"/>
          <w:right w:val="nil"/>
          <w:between w:val="nil"/>
        </w:pBdr>
        <w:shd w:val="clear" w:color="auto" w:fill="FFFFFF"/>
        <w:ind w:left="284"/>
        <w:jc w:val="both"/>
        <w:rPr>
          <w:rFonts w:eastAsia="Times New Roman" w:cs="Times New Roman"/>
          <w:color w:val="000000"/>
        </w:rPr>
      </w:pPr>
    </w:p>
    <w:p w:rsidR="009C7D3D" w:rsidRDefault="009C7D3D" w:rsidP="009C7D3D">
      <w:pPr>
        <w:pBdr>
          <w:top w:val="nil"/>
          <w:left w:val="nil"/>
          <w:bottom w:val="nil"/>
          <w:right w:val="nil"/>
          <w:between w:val="nil"/>
        </w:pBdr>
        <w:shd w:val="clear" w:color="auto" w:fill="FFFFFF"/>
        <w:ind w:left="284"/>
        <w:jc w:val="both"/>
        <w:rPr>
          <w:rFonts w:eastAsia="Times New Roman" w:cs="Times New Roman"/>
          <w:color w:val="000000"/>
        </w:rPr>
      </w:pPr>
      <w:r>
        <w:rPr>
          <w:rFonts w:eastAsia="Times New Roman" w:cs="Times New Roman"/>
          <w:color w:val="000000"/>
        </w:rPr>
        <w:t>„X12. V § 39 odst. 3 se slova „ve lhůtě podle § 43a odst. 1“ nahrazují slovy „do 15 dnů od jeho doručení podle § 39a odst. 1“ a za slovo „zamítne“ se doplňují slova „nebo řízení zastaví“.“</w:t>
      </w:r>
      <w:r w:rsidR="00784176">
        <w:rPr>
          <w:rFonts w:eastAsia="Times New Roman" w:cs="Times New Roman"/>
          <w:color w:val="000000"/>
        </w:rPr>
        <w:t>.</w:t>
      </w:r>
    </w:p>
    <w:p w:rsidR="009C7D3D" w:rsidRDefault="009C7D3D" w:rsidP="009C7D3D">
      <w:pPr>
        <w:pBdr>
          <w:top w:val="nil"/>
          <w:left w:val="nil"/>
          <w:bottom w:val="nil"/>
          <w:right w:val="nil"/>
          <w:between w:val="nil"/>
        </w:pBdr>
        <w:shd w:val="clear" w:color="auto" w:fill="FFFFFF"/>
        <w:ind w:left="284"/>
        <w:jc w:val="both"/>
        <w:rPr>
          <w:rFonts w:eastAsia="Times New Roman" w:cs="Times New Roman"/>
          <w:color w:val="000000"/>
        </w:rPr>
      </w:pPr>
    </w:p>
    <w:p w:rsidR="009C7D3D" w:rsidRDefault="009C7D3D" w:rsidP="009C7D3D">
      <w:pPr>
        <w:pBdr>
          <w:top w:val="nil"/>
          <w:left w:val="nil"/>
          <w:bottom w:val="nil"/>
          <w:right w:val="nil"/>
          <w:between w:val="nil"/>
        </w:pBdr>
        <w:shd w:val="clear" w:color="auto" w:fill="FFFFFF"/>
        <w:ind w:left="284"/>
        <w:rPr>
          <w:rFonts w:eastAsia="Times New Roman" w:cs="Times New Roman"/>
          <w:color w:val="000000"/>
        </w:rPr>
      </w:pPr>
      <w:r>
        <w:rPr>
          <w:rFonts w:eastAsia="Times New Roman" w:cs="Times New Roman"/>
          <w:color w:val="000000"/>
        </w:rPr>
        <w:t>Následující body se přečíslují.</w:t>
      </w:r>
    </w:p>
    <w:p w:rsidR="009C7D3D" w:rsidRDefault="009C7D3D" w:rsidP="009C7D3D">
      <w:pPr>
        <w:pBdr>
          <w:top w:val="nil"/>
          <w:left w:val="nil"/>
          <w:bottom w:val="nil"/>
          <w:right w:val="nil"/>
          <w:between w:val="nil"/>
        </w:pBdr>
        <w:shd w:val="clear" w:color="auto" w:fill="FFFFFF"/>
        <w:ind w:left="284" w:hanging="284"/>
        <w:jc w:val="both"/>
        <w:rPr>
          <w:rFonts w:eastAsia="Times New Roman" w:cs="Times New Roman"/>
          <w:color w:val="000000"/>
        </w:rPr>
      </w:pPr>
    </w:p>
    <w:p w:rsidR="009C7D3D" w:rsidRDefault="009C7D3D" w:rsidP="00DE0363">
      <w:pPr>
        <w:widowControl/>
        <w:numPr>
          <w:ilvl w:val="0"/>
          <w:numId w:val="23"/>
        </w:numPr>
        <w:pBdr>
          <w:top w:val="nil"/>
          <w:left w:val="nil"/>
          <w:bottom w:val="nil"/>
          <w:right w:val="nil"/>
          <w:between w:val="nil"/>
        </w:pBdr>
        <w:shd w:val="clear" w:color="auto" w:fill="FFFFFF"/>
        <w:suppressAutoHyphens w:val="0"/>
        <w:ind w:left="284" w:hanging="284"/>
        <w:jc w:val="both"/>
        <w:rPr>
          <w:rFonts w:eastAsia="Times New Roman" w:cs="Times New Roman"/>
          <w:color w:val="000000"/>
        </w:rPr>
      </w:pPr>
      <w:r>
        <w:rPr>
          <w:rFonts w:eastAsia="Times New Roman" w:cs="Times New Roman"/>
          <w:color w:val="000000"/>
        </w:rPr>
        <w:t>V části druhé čl. III se za bod 39 (původní číslování) vkládá nový bod X13, který zní:</w:t>
      </w:r>
    </w:p>
    <w:p w:rsidR="009C7D3D" w:rsidRDefault="009C7D3D" w:rsidP="009C7D3D">
      <w:pPr>
        <w:pBdr>
          <w:top w:val="nil"/>
          <w:left w:val="nil"/>
          <w:bottom w:val="nil"/>
          <w:right w:val="nil"/>
          <w:between w:val="nil"/>
        </w:pBdr>
        <w:shd w:val="clear" w:color="auto" w:fill="FFFFFF"/>
        <w:ind w:left="284" w:hanging="284"/>
        <w:jc w:val="both"/>
        <w:rPr>
          <w:rFonts w:eastAsia="Times New Roman" w:cs="Times New Roman"/>
          <w:color w:val="000000"/>
        </w:rPr>
      </w:pPr>
    </w:p>
    <w:p w:rsidR="009C7D3D" w:rsidRDefault="009C7D3D" w:rsidP="009C7D3D">
      <w:pPr>
        <w:pBdr>
          <w:top w:val="nil"/>
          <w:left w:val="nil"/>
          <w:bottom w:val="nil"/>
          <w:right w:val="nil"/>
          <w:between w:val="nil"/>
        </w:pBdr>
        <w:shd w:val="clear" w:color="auto" w:fill="FFFFFF"/>
        <w:ind w:left="284"/>
        <w:jc w:val="both"/>
        <w:rPr>
          <w:rFonts w:eastAsia="Times New Roman" w:cs="Times New Roman"/>
          <w:color w:val="000000"/>
        </w:rPr>
      </w:pPr>
      <w:r>
        <w:rPr>
          <w:rFonts w:eastAsia="Times New Roman" w:cs="Times New Roman"/>
          <w:color w:val="000000"/>
        </w:rPr>
        <w:t>„X13. Za § 39 se vkládá nový § 39a, který zní:</w:t>
      </w:r>
    </w:p>
    <w:p w:rsidR="009C7D3D" w:rsidRDefault="009C7D3D" w:rsidP="009C7D3D">
      <w:pPr>
        <w:pBdr>
          <w:top w:val="nil"/>
          <w:left w:val="nil"/>
          <w:bottom w:val="nil"/>
          <w:right w:val="nil"/>
          <w:between w:val="nil"/>
        </w:pBdr>
        <w:shd w:val="clear" w:color="auto" w:fill="FFFFFF"/>
        <w:ind w:left="284" w:hanging="284"/>
        <w:jc w:val="both"/>
        <w:rPr>
          <w:rFonts w:eastAsia="Times New Roman" w:cs="Times New Roman"/>
          <w:color w:val="000000"/>
        </w:rPr>
      </w:pPr>
    </w:p>
    <w:p w:rsidR="009C7D3D" w:rsidRDefault="009C7D3D" w:rsidP="009C7D3D">
      <w:pPr>
        <w:pBdr>
          <w:top w:val="nil"/>
          <w:left w:val="nil"/>
          <w:bottom w:val="nil"/>
          <w:right w:val="nil"/>
          <w:between w:val="nil"/>
        </w:pBdr>
        <w:shd w:val="clear" w:color="auto" w:fill="FFFFFF"/>
        <w:ind w:left="284" w:hanging="284"/>
        <w:jc w:val="center"/>
        <w:rPr>
          <w:rFonts w:eastAsia="Times New Roman" w:cs="Times New Roman"/>
          <w:color w:val="000000"/>
        </w:rPr>
      </w:pPr>
      <w:r>
        <w:rPr>
          <w:rFonts w:eastAsia="Times New Roman" w:cs="Times New Roman"/>
          <w:color w:val="000000"/>
        </w:rPr>
        <w:t>„§ 39a</w:t>
      </w:r>
    </w:p>
    <w:p w:rsidR="009C7D3D" w:rsidRDefault="009C7D3D" w:rsidP="009C7D3D">
      <w:pPr>
        <w:pBdr>
          <w:top w:val="nil"/>
          <w:left w:val="nil"/>
          <w:bottom w:val="nil"/>
          <w:right w:val="nil"/>
          <w:between w:val="nil"/>
        </w:pBdr>
        <w:shd w:val="clear" w:color="auto" w:fill="FFFFFF"/>
        <w:ind w:left="284" w:hanging="284"/>
        <w:jc w:val="both"/>
        <w:rPr>
          <w:rFonts w:eastAsia="Times New Roman" w:cs="Times New Roman"/>
          <w:color w:val="000000"/>
        </w:rPr>
      </w:pPr>
    </w:p>
    <w:p w:rsidR="009C7D3D" w:rsidRDefault="009C7D3D" w:rsidP="009C7D3D">
      <w:pPr>
        <w:ind w:firstLine="709"/>
        <w:jc w:val="both"/>
        <w:rPr>
          <w:rFonts w:eastAsia="Times New Roman" w:cs="Times New Roman"/>
          <w:color w:val="000000"/>
        </w:rPr>
      </w:pPr>
      <w:r>
        <w:rPr>
          <w:rFonts w:eastAsia="Times New Roman" w:cs="Times New Roman"/>
          <w:color w:val="000000"/>
        </w:rPr>
        <w:t>(1) Exekuční soud určí ve lhůtě 15 dnů ode dne doručení exekučního návrhu exekutora, kterému exekuční návrh spolu se všemi přílohami, případně též s návrhem na zproštění od složení zálohy na náklady exekuce, je-li přiložen, postoupí. Pro určení exekutora je rozhodný stav v okamžiku doručení exekučního návrhu.</w:t>
      </w:r>
    </w:p>
    <w:p w:rsidR="009C7D3D" w:rsidRDefault="009C7D3D" w:rsidP="009C7D3D">
      <w:pPr>
        <w:ind w:firstLine="709"/>
        <w:jc w:val="both"/>
        <w:rPr>
          <w:rFonts w:eastAsia="Times New Roman" w:cs="Times New Roman"/>
          <w:color w:val="000000"/>
        </w:rPr>
      </w:pPr>
    </w:p>
    <w:p w:rsidR="009C7D3D" w:rsidRDefault="009C7D3D" w:rsidP="009C7D3D">
      <w:pPr>
        <w:ind w:firstLine="709"/>
        <w:jc w:val="both"/>
        <w:rPr>
          <w:rFonts w:eastAsia="Times New Roman" w:cs="Times New Roman"/>
          <w:color w:val="000000"/>
        </w:rPr>
      </w:pPr>
      <w:r>
        <w:rPr>
          <w:rFonts w:eastAsia="Times New Roman" w:cs="Times New Roman"/>
          <w:color w:val="000000"/>
        </w:rPr>
        <w:t>(2) Pokud je k okamžiku zahájení exekučního řízení proti povinnému již vedeno exekuční řízení, určí exekuční soud k provedení exekuce téhož exekutora, který již řízení proti povinnému vede. Vede-li proti povinnému exekuční řízení více exekutorů, určí kteréhokoliv z nich, při výběru přihlíží zejména k hospodárnosti a efektivitě řízení.</w:t>
      </w:r>
    </w:p>
    <w:p w:rsidR="009C7D3D" w:rsidRDefault="009C7D3D" w:rsidP="009C7D3D">
      <w:pPr>
        <w:ind w:firstLine="709"/>
        <w:jc w:val="both"/>
        <w:rPr>
          <w:rFonts w:eastAsia="Times New Roman" w:cs="Times New Roman"/>
          <w:color w:val="000000"/>
        </w:rPr>
      </w:pPr>
    </w:p>
    <w:p w:rsidR="009C7D3D" w:rsidRDefault="009C7D3D" w:rsidP="009C7D3D">
      <w:pPr>
        <w:ind w:firstLine="709"/>
        <w:jc w:val="both"/>
        <w:rPr>
          <w:rFonts w:eastAsia="Times New Roman" w:cs="Times New Roman"/>
          <w:color w:val="000000"/>
        </w:rPr>
      </w:pPr>
      <w:r>
        <w:rPr>
          <w:rFonts w:eastAsia="Times New Roman" w:cs="Times New Roman"/>
          <w:color w:val="000000"/>
        </w:rPr>
        <w:t>(3) Nepostupuje-li exekuční soud podle odstavce 2, určí k vedení exekuce exekutora ze seznamu exekutorů, jejichž sídlo exekutorského úřadu je v obvodu krajského soudu, ve kterém je sídlo exekučního soudu. Exekuční soud přiděluje exekutorům na tomto seznamu věci vždy postupně, podle abecedního pořadí příjmení exekutora. Pro určení exekutora je rozhodný stav v okamžiku doručení exekučního návrhu.</w:t>
      </w:r>
    </w:p>
    <w:p w:rsidR="009C7D3D" w:rsidRDefault="009C7D3D" w:rsidP="009C7D3D">
      <w:pPr>
        <w:ind w:firstLine="709"/>
        <w:jc w:val="both"/>
        <w:rPr>
          <w:rFonts w:eastAsia="Times New Roman" w:cs="Times New Roman"/>
          <w:color w:val="000000"/>
        </w:rPr>
      </w:pPr>
    </w:p>
    <w:p w:rsidR="009C7D3D" w:rsidRDefault="009C7D3D" w:rsidP="009C7D3D">
      <w:pPr>
        <w:ind w:firstLine="709"/>
        <w:jc w:val="both"/>
        <w:rPr>
          <w:rFonts w:eastAsia="Times New Roman" w:cs="Times New Roman"/>
          <w:color w:val="000000"/>
        </w:rPr>
      </w:pPr>
      <w:r>
        <w:rPr>
          <w:rFonts w:eastAsia="Times New Roman" w:cs="Times New Roman"/>
          <w:color w:val="000000"/>
        </w:rPr>
        <w:t>(4) Je-li v exekučním titulu uvedeno více povinných, proti kterým je podáván exekuční návrh, určí exekuční soud exekutora podle povinného, který je na titulu uveden jako první v pořadí, a vydá mu pověření vedením exekuce i vůči ostatním povinným; v zájmu hospodárnosti a efektivity řízení může soud některé věci vyloučit k samostatnému řízení a určit pro ně exekutora samostatně.“.“</w:t>
      </w:r>
      <w:r w:rsidR="00784176">
        <w:rPr>
          <w:rFonts w:eastAsia="Times New Roman" w:cs="Times New Roman"/>
          <w:color w:val="000000"/>
        </w:rPr>
        <w:t>.</w:t>
      </w:r>
      <w:r>
        <w:rPr>
          <w:rFonts w:eastAsia="Times New Roman" w:cs="Times New Roman"/>
          <w:color w:val="000000"/>
        </w:rPr>
        <w:br/>
      </w:r>
    </w:p>
    <w:p w:rsidR="009C7D3D" w:rsidRDefault="009C7D3D" w:rsidP="009C7D3D">
      <w:pPr>
        <w:pBdr>
          <w:top w:val="nil"/>
          <w:left w:val="nil"/>
          <w:bottom w:val="nil"/>
          <w:right w:val="nil"/>
          <w:between w:val="nil"/>
        </w:pBdr>
        <w:shd w:val="clear" w:color="auto" w:fill="FFFFFF"/>
        <w:rPr>
          <w:rFonts w:eastAsia="Times New Roman" w:cs="Times New Roman"/>
          <w:color w:val="000000"/>
        </w:rPr>
      </w:pPr>
      <w:r>
        <w:rPr>
          <w:rFonts w:eastAsia="Times New Roman" w:cs="Times New Roman"/>
          <w:color w:val="000000"/>
        </w:rPr>
        <w:t>Následující body se přečíslují.</w:t>
      </w:r>
    </w:p>
    <w:p w:rsidR="009C7D3D" w:rsidRDefault="009C7D3D" w:rsidP="009C7D3D">
      <w:pPr>
        <w:pBdr>
          <w:top w:val="nil"/>
          <w:left w:val="nil"/>
          <w:bottom w:val="nil"/>
          <w:right w:val="nil"/>
          <w:between w:val="nil"/>
        </w:pBdr>
        <w:shd w:val="clear" w:color="auto" w:fill="FFFFFF"/>
        <w:ind w:left="284" w:hanging="284"/>
        <w:jc w:val="both"/>
        <w:rPr>
          <w:rFonts w:eastAsia="Times New Roman" w:cs="Times New Roman"/>
          <w:color w:val="000000"/>
        </w:rPr>
      </w:pPr>
    </w:p>
    <w:p w:rsidR="009C7D3D" w:rsidRDefault="009C7D3D" w:rsidP="00DE0363">
      <w:pPr>
        <w:widowControl/>
        <w:numPr>
          <w:ilvl w:val="0"/>
          <w:numId w:val="23"/>
        </w:numPr>
        <w:pBdr>
          <w:top w:val="nil"/>
          <w:left w:val="nil"/>
          <w:bottom w:val="nil"/>
          <w:right w:val="nil"/>
          <w:between w:val="nil"/>
        </w:pBdr>
        <w:shd w:val="clear" w:color="auto" w:fill="FFFFFF"/>
        <w:suppressAutoHyphens w:val="0"/>
        <w:ind w:left="284" w:hanging="284"/>
        <w:jc w:val="both"/>
        <w:rPr>
          <w:rFonts w:eastAsia="Times New Roman" w:cs="Times New Roman"/>
          <w:color w:val="000000"/>
        </w:rPr>
      </w:pPr>
      <w:r>
        <w:rPr>
          <w:rFonts w:eastAsia="Times New Roman" w:cs="Times New Roman"/>
          <w:color w:val="000000"/>
        </w:rPr>
        <w:t xml:space="preserve">V části druhé čl. </w:t>
      </w:r>
      <w:proofErr w:type="gramStart"/>
      <w:r>
        <w:rPr>
          <w:rFonts w:eastAsia="Times New Roman" w:cs="Times New Roman"/>
          <w:color w:val="000000"/>
        </w:rPr>
        <w:t>III</w:t>
      </w:r>
      <w:proofErr w:type="gramEnd"/>
      <w:r>
        <w:rPr>
          <w:rFonts w:eastAsia="Times New Roman" w:cs="Times New Roman"/>
          <w:color w:val="000000"/>
        </w:rPr>
        <w:t xml:space="preserve"> bod 48 (původní číslování) zní:</w:t>
      </w:r>
    </w:p>
    <w:p w:rsidR="009C7D3D" w:rsidRDefault="009C7D3D" w:rsidP="009C7D3D">
      <w:pPr>
        <w:pBdr>
          <w:top w:val="nil"/>
          <w:left w:val="nil"/>
          <w:bottom w:val="nil"/>
          <w:right w:val="nil"/>
          <w:between w:val="nil"/>
        </w:pBdr>
        <w:shd w:val="clear" w:color="auto" w:fill="FFFFFF"/>
        <w:ind w:left="284" w:hanging="284"/>
        <w:jc w:val="both"/>
        <w:rPr>
          <w:rFonts w:eastAsia="Times New Roman" w:cs="Times New Roman"/>
          <w:color w:val="000000"/>
        </w:rPr>
      </w:pPr>
    </w:p>
    <w:p w:rsidR="009C7D3D" w:rsidRDefault="009C7D3D" w:rsidP="009C7D3D">
      <w:pPr>
        <w:pBdr>
          <w:top w:val="nil"/>
          <w:left w:val="nil"/>
          <w:bottom w:val="nil"/>
          <w:right w:val="nil"/>
          <w:between w:val="nil"/>
        </w:pBdr>
        <w:shd w:val="clear" w:color="auto" w:fill="FFFFFF"/>
        <w:ind w:left="284"/>
        <w:jc w:val="both"/>
        <w:rPr>
          <w:rFonts w:eastAsia="Times New Roman" w:cs="Times New Roman"/>
          <w:color w:val="000000"/>
        </w:rPr>
      </w:pPr>
      <w:r>
        <w:rPr>
          <w:rFonts w:eastAsia="Times New Roman" w:cs="Times New Roman"/>
          <w:color w:val="000000"/>
        </w:rPr>
        <w:t>„48. § 44b včetně nadpisu zní:</w:t>
      </w:r>
    </w:p>
    <w:p w:rsidR="009C7D3D" w:rsidRDefault="009C7D3D" w:rsidP="009C7D3D">
      <w:pPr>
        <w:pBdr>
          <w:top w:val="nil"/>
          <w:left w:val="nil"/>
          <w:bottom w:val="nil"/>
          <w:right w:val="nil"/>
          <w:between w:val="nil"/>
        </w:pBdr>
        <w:shd w:val="clear" w:color="auto" w:fill="FFFFFF"/>
        <w:ind w:left="284" w:hanging="284"/>
        <w:jc w:val="both"/>
        <w:rPr>
          <w:rFonts w:eastAsia="Times New Roman" w:cs="Times New Roman"/>
          <w:color w:val="000000"/>
        </w:rPr>
      </w:pPr>
    </w:p>
    <w:p w:rsidR="009C7D3D" w:rsidRDefault="009C7D3D" w:rsidP="009C7D3D">
      <w:pPr>
        <w:pBdr>
          <w:top w:val="nil"/>
          <w:left w:val="nil"/>
          <w:bottom w:val="nil"/>
          <w:right w:val="nil"/>
          <w:between w:val="nil"/>
        </w:pBdr>
        <w:shd w:val="clear" w:color="auto" w:fill="FFFFFF"/>
        <w:ind w:left="284" w:hanging="284"/>
        <w:jc w:val="center"/>
        <w:rPr>
          <w:rFonts w:eastAsia="Times New Roman" w:cs="Times New Roman"/>
          <w:color w:val="000000"/>
        </w:rPr>
      </w:pPr>
      <w:r>
        <w:rPr>
          <w:rFonts w:eastAsia="Times New Roman" w:cs="Times New Roman"/>
          <w:color w:val="000000"/>
        </w:rPr>
        <w:t>„§ 44b</w:t>
      </w:r>
    </w:p>
    <w:p w:rsidR="009C7D3D" w:rsidRPr="00B74ADD" w:rsidRDefault="009C7D3D" w:rsidP="009C7D3D">
      <w:pPr>
        <w:spacing w:before="240" w:after="240"/>
        <w:jc w:val="center"/>
        <w:rPr>
          <w:rFonts w:eastAsia="Times New Roman" w:cs="Times New Roman"/>
          <w:b/>
          <w:color w:val="000000"/>
        </w:rPr>
      </w:pPr>
      <w:r w:rsidRPr="00B74ADD">
        <w:rPr>
          <w:rFonts w:eastAsia="Times New Roman" w:cs="Times New Roman"/>
          <w:b/>
          <w:color w:val="000000"/>
        </w:rPr>
        <w:t>Změna exekutora</w:t>
      </w:r>
    </w:p>
    <w:p w:rsidR="009C7D3D" w:rsidRDefault="009C7D3D" w:rsidP="00B74ADD">
      <w:pPr>
        <w:ind w:firstLine="697"/>
        <w:jc w:val="both"/>
        <w:rPr>
          <w:rFonts w:eastAsia="Times New Roman" w:cs="Times New Roman"/>
          <w:color w:val="000000"/>
        </w:rPr>
      </w:pPr>
      <w:bookmarkStart w:id="7" w:name="_1fob9te" w:colFirst="0" w:colLast="0"/>
      <w:bookmarkEnd w:id="7"/>
      <w:r>
        <w:rPr>
          <w:rFonts w:eastAsia="Times New Roman" w:cs="Times New Roman"/>
          <w:color w:val="000000"/>
        </w:rPr>
        <w:t>(1) Exekuční soud může změnit exekutora, pokud</w:t>
      </w:r>
    </w:p>
    <w:p w:rsidR="009C7D3D" w:rsidRDefault="009C7D3D" w:rsidP="00B74ADD">
      <w:pPr>
        <w:jc w:val="both"/>
        <w:rPr>
          <w:rFonts w:eastAsia="Times New Roman" w:cs="Times New Roman"/>
          <w:color w:val="000000"/>
        </w:rPr>
      </w:pPr>
      <w:r>
        <w:rPr>
          <w:rFonts w:eastAsia="Times New Roman" w:cs="Times New Roman"/>
          <w:color w:val="000000"/>
        </w:rPr>
        <w:t>a) jeho vinou vznikají v řízení závažné průtahy, nebo mu v činnosti brání zákonná překážka, kterou nelze bez nepřiměřených nákladů či průtahů odstranit jinak, nebo</w:t>
      </w:r>
    </w:p>
    <w:p w:rsidR="009C7D3D" w:rsidRDefault="009C7D3D" w:rsidP="00B74ADD">
      <w:pPr>
        <w:jc w:val="both"/>
        <w:rPr>
          <w:rFonts w:eastAsia="Times New Roman" w:cs="Times New Roman"/>
          <w:color w:val="000000"/>
        </w:rPr>
      </w:pPr>
      <w:r>
        <w:rPr>
          <w:rFonts w:eastAsia="Times New Roman" w:cs="Times New Roman"/>
          <w:color w:val="000000"/>
        </w:rPr>
        <w:t>b) vyjde najevo, že byl exekutor určen v rozporu s tímto zákonem</w:t>
      </w:r>
      <w:r w:rsidR="00784176">
        <w:rPr>
          <w:rFonts w:eastAsia="Times New Roman" w:cs="Times New Roman"/>
          <w:color w:val="000000"/>
        </w:rPr>
        <w:t>.</w:t>
      </w:r>
    </w:p>
    <w:p w:rsidR="00B74ADD" w:rsidRDefault="00B74ADD" w:rsidP="00B74ADD">
      <w:pPr>
        <w:ind w:firstLine="697"/>
        <w:jc w:val="both"/>
        <w:rPr>
          <w:rFonts w:eastAsia="Times New Roman" w:cs="Times New Roman"/>
          <w:color w:val="000000"/>
        </w:rPr>
      </w:pPr>
    </w:p>
    <w:p w:rsidR="009C7D3D" w:rsidRDefault="009C7D3D" w:rsidP="00B74ADD">
      <w:pPr>
        <w:ind w:firstLine="697"/>
        <w:jc w:val="both"/>
        <w:rPr>
          <w:rFonts w:eastAsia="Times New Roman" w:cs="Times New Roman"/>
          <w:color w:val="000000"/>
        </w:rPr>
      </w:pPr>
      <w:r>
        <w:rPr>
          <w:rFonts w:eastAsia="Times New Roman" w:cs="Times New Roman"/>
          <w:color w:val="000000"/>
        </w:rPr>
        <w:t>(2) Změnit exekutora z důvodu podle odstavce 1 písmene b) může soud pouze</w:t>
      </w:r>
    </w:p>
    <w:p w:rsidR="009C7D3D" w:rsidRDefault="009C7D3D" w:rsidP="00B74ADD">
      <w:pPr>
        <w:jc w:val="both"/>
        <w:rPr>
          <w:rFonts w:eastAsia="Times New Roman" w:cs="Times New Roman"/>
          <w:color w:val="000000"/>
        </w:rPr>
      </w:pPr>
      <w:r>
        <w:rPr>
          <w:rFonts w:eastAsia="Times New Roman" w:cs="Times New Roman"/>
          <w:color w:val="000000"/>
        </w:rPr>
        <w:t>a) na návrh povinného podaný do 15 dnů ode dne, kdy bylo povinnému doručeno vyrozumění o zahájení exekuce,</w:t>
      </w:r>
    </w:p>
    <w:p w:rsidR="009C7D3D" w:rsidRDefault="009C7D3D" w:rsidP="00B74ADD">
      <w:pPr>
        <w:jc w:val="both"/>
        <w:rPr>
          <w:rFonts w:eastAsia="Times New Roman" w:cs="Times New Roman"/>
          <w:color w:val="000000"/>
        </w:rPr>
      </w:pPr>
      <w:r>
        <w:rPr>
          <w:rFonts w:eastAsia="Times New Roman" w:cs="Times New Roman"/>
          <w:color w:val="000000"/>
        </w:rPr>
        <w:t>b) na návrh oprávněného podaný do 15 dnů ode dne, kdy je oprávněnému doručeno vyrozumění o pověření exekutora vedením exekuce,</w:t>
      </w:r>
    </w:p>
    <w:p w:rsidR="009C7D3D" w:rsidRDefault="009C7D3D" w:rsidP="00B74ADD">
      <w:pPr>
        <w:jc w:val="both"/>
        <w:rPr>
          <w:rFonts w:eastAsia="Times New Roman" w:cs="Times New Roman"/>
          <w:color w:val="000000"/>
        </w:rPr>
      </w:pPr>
      <w:r>
        <w:rPr>
          <w:rFonts w:eastAsia="Times New Roman" w:cs="Times New Roman"/>
          <w:color w:val="000000"/>
        </w:rPr>
        <w:t>c) do 15 dnů ode dne vydání pověření vedením exekuce v ostatních případech.</w:t>
      </w:r>
    </w:p>
    <w:p w:rsidR="00B74ADD" w:rsidRDefault="00B74ADD" w:rsidP="00B74ADD">
      <w:pPr>
        <w:ind w:firstLine="697"/>
        <w:jc w:val="both"/>
        <w:rPr>
          <w:rFonts w:eastAsia="Times New Roman" w:cs="Times New Roman"/>
          <w:color w:val="000000"/>
        </w:rPr>
      </w:pPr>
    </w:p>
    <w:p w:rsidR="009C7D3D" w:rsidRDefault="009C7D3D" w:rsidP="00B74ADD">
      <w:pPr>
        <w:ind w:firstLine="697"/>
        <w:jc w:val="both"/>
        <w:rPr>
          <w:rFonts w:eastAsia="Times New Roman" w:cs="Times New Roman"/>
          <w:color w:val="000000"/>
        </w:rPr>
      </w:pPr>
      <w:r>
        <w:rPr>
          <w:rFonts w:eastAsia="Times New Roman" w:cs="Times New Roman"/>
          <w:color w:val="000000"/>
        </w:rPr>
        <w:t>(3) Návrh na změnu exekutora může podat účastník řízení a exekutor. Návrh musí vedle obecných náležitostí obsahovat označení exekutora a uvedení okolností, ze kterých navrhovatel dovozuje důvody ke změně exekutora. Soud může změnit exekutora i bez návrhu.</w:t>
      </w:r>
    </w:p>
    <w:p w:rsidR="00B74ADD" w:rsidRDefault="00B74ADD" w:rsidP="00B74ADD">
      <w:pPr>
        <w:ind w:firstLine="697"/>
        <w:jc w:val="both"/>
        <w:rPr>
          <w:rFonts w:eastAsia="Times New Roman" w:cs="Times New Roman"/>
          <w:color w:val="000000"/>
        </w:rPr>
      </w:pPr>
    </w:p>
    <w:p w:rsidR="009C7D3D" w:rsidRDefault="009C7D3D" w:rsidP="00B74ADD">
      <w:pPr>
        <w:ind w:firstLine="697"/>
        <w:jc w:val="both"/>
        <w:rPr>
          <w:rFonts w:eastAsia="Times New Roman" w:cs="Times New Roman"/>
          <w:color w:val="000000"/>
        </w:rPr>
      </w:pPr>
      <w:r>
        <w:rPr>
          <w:rFonts w:eastAsia="Times New Roman" w:cs="Times New Roman"/>
          <w:color w:val="000000"/>
        </w:rPr>
        <w:lastRenderedPageBreak/>
        <w:t xml:space="preserve">(4) O právu podat návrh na změnu exekutora musí být účastník poučen. Nebyl-li účastník poučen o právu návrh podat, exekuční soud na návrh tohoto účastníka změní exekutora i po uplynutí lhůty podle odstavce 2. Byl-li účastník poučen dodatečně, exekuční soud na návrh tohoto </w:t>
      </w:r>
      <w:r w:rsidR="00784176">
        <w:rPr>
          <w:rFonts w:eastAsia="Times New Roman" w:cs="Times New Roman"/>
          <w:color w:val="000000"/>
        </w:rPr>
        <w:t xml:space="preserve">účastníka </w:t>
      </w:r>
      <w:r>
        <w:rPr>
          <w:rFonts w:eastAsia="Times New Roman" w:cs="Times New Roman"/>
          <w:color w:val="000000"/>
        </w:rPr>
        <w:t>změní exekutora z důvodu podle odstavce 1 písmene b) do 15 dnů od dne, kdy bylo doručeno dodatečné poučení.</w:t>
      </w:r>
    </w:p>
    <w:p w:rsidR="00B74ADD" w:rsidRDefault="00B74ADD" w:rsidP="00B74ADD">
      <w:pPr>
        <w:ind w:firstLine="697"/>
        <w:jc w:val="both"/>
        <w:rPr>
          <w:rFonts w:eastAsia="Times New Roman" w:cs="Times New Roman"/>
          <w:color w:val="000000"/>
        </w:rPr>
      </w:pPr>
    </w:p>
    <w:p w:rsidR="009C7D3D" w:rsidRDefault="009C7D3D" w:rsidP="00B74ADD">
      <w:pPr>
        <w:ind w:firstLine="697"/>
        <w:jc w:val="both"/>
        <w:rPr>
          <w:rFonts w:eastAsia="Times New Roman" w:cs="Times New Roman"/>
          <w:color w:val="000000"/>
        </w:rPr>
      </w:pPr>
      <w:r>
        <w:rPr>
          <w:rFonts w:eastAsia="Times New Roman" w:cs="Times New Roman"/>
          <w:color w:val="000000"/>
        </w:rPr>
        <w:t>(5) Účinky původního exekučního návrhu zůstávají při změně exekutora zachovány, platnost úkonů učiněných původním exekutorem není dotčena.</w:t>
      </w:r>
    </w:p>
    <w:p w:rsidR="00B74ADD" w:rsidRDefault="00B74ADD" w:rsidP="00B74ADD">
      <w:pPr>
        <w:ind w:firstLine="697"/>
        <w:jc w:val="both"/>
        <w:rPr>
          <w:rFonts w:eastAsia="Times New Roman" w:cs="Times New Roman"/>
          <w:color w:val="000000"/>
        </w:rPr>
      </w:pPr>
    </w:p>
    <w:p w:rsidR="009C7D3D" w:rsidRDefault="009C7D3D" w:rsidP="00B74ADD">
      <w:pPr>
        <w:ind w:firstLine="697"/>
        <w:jc w:val="both"/>
        <w:rPr>
          <w:rFonts w:eastAsia="Times New Roman" w:cs="Times New Roman"/>
          <w:color w:val="000000"/>
        </w:rPr>
      </w:pPr>
      <w:r>
        <w:rPr>
          <w:rFonts w:eastAsia="Times New Roman" w:cs="Times New Roman"/>
          <w:color w:val="000000"/>
        </w:rPr>
        <w:t>(6) Rozhodnutí o změně exekutora se doručí účastníkům exekučního řízení a původnímu i novému exekutorovi. Odvolání proti rozhodnutí o změně exekutora nemá odkladný účinek.</w:t>
      </w:r>
    </w:p>
    <w:p w:rsidR="00B74ADD" w:rsidRDefault="00B74ADD" w:rsidP="00B74ADD">
      <w:pPr>
        <w:ind w:firstLine="697"/>
        <w:jc w:val="both"/>
        <w:rPr>
          <w:rFonts w:eastAsia="Times New Roman" w:cs="Times New Roman"/>
          <w:color w:val="000000"/>
        </w:rPr>
      </w:pPr>
    </w:p>
    <w:p w:rsidR="009C7D3D" w:rsidRDefault="009C7D3D" w:rsidP="00B74ADD">
      <w:pPr>
        <w:ind w:firstLine="697"/>
        <w:jc w:val="both"/>
        <w:rPr>
          <w:rFonts w:eastAsia="Times New Roman" w:cs="Times New Roman"/>
          <w:color w:val="000000"/>
        </w:rPr>
      </w:pPr>
      <w:r>
        <w:rPr>
          <w:rFonts w:eastAsia="Times New Roman" w:cs="Times New Roman"/>
          <w:color w:val="000000"/>
        </w:rPr>
        <w:t xml:space="preserve">(7) V exekuci pokračuje ten exekutor, kterého určí soud. Při určení se postupuje obdobně podle § 39a, </w:t>
      </w:r>
      <w:r>
        <w:rPr>
          <w:rFonts w:eastAsia="Times New Roman" w:cs="Times New Roman"/>
        </w:rPr>
        <w:t>měl-li by však být určen tentýž exekutor, věc se přidělí dalšímu exekutorovi v pořadí</w:t>
      </w:r>
      <w:r>
        <w:rPr>
          <w:rFonts w:eastAsia="Times New Roman" w:cs="Times New Roman"/>
          <w:color w:val="000000"/>
        </w:rPr>
        <w:t>. Nový exekutor provede změnu údaje podle § 35b odst. 1 písm. b) a rozhodne příkazem k úhradě nákladů exekuce o dosud vzniklých nákladech exekuce. Odměna exekutora, který exekuci dosud vedl, se určí tak, jako by došlo k zastavení exekuce.“.“</w:t>
      </w:r>
      <w:r w:rsidR="00784176">
        <w:rPr>
          <w:rFonts w:eastAsia="Times New Roman" w:cs="Times New Roman"/>
          <w:color w:val="000000"/>
        </w:rPr>
        <w:t>.</w:t>
      </w:r>
    </w:p>
    <w:p w:rsidR="009C7D3D" w:rsidRDefault="009C7D3D" w:rsidP="009C7D3D">
      <w:pPr>
        <w:pBdr>
          <w:top w:val="nil"/>
          <w:left w:val="nil"/>
          <w:bottom w:val="nil"/>
          <w:right w:val="nil"/>
          <w:between w:val="nil"/>
        </w:pBdr>
        <w:shd w:val="clear" w:color="auto" w:fill="FFFFFF"/>
        <w:ind w:left="284" w:hanging="284"/>
        <w:jc w:val="both"/>
        <w:rPr>
          <w:rFonts w:eastAsia="Times New Roman" w:cs="Times New Roman"/>
          <w:color w:val="000000"/>
        </w:rPr>
      </w:pPr>
    </w:p>
    <w:p w:rsidR="009C7D3D" w:rsidRDefault="009C7D3D" w:rsidP="00DE0363">
      <w:pPr>
        <w:widowControl/>
        <w:numPr>
          <w:ilvl w:val="0"/>
          <w:numId w:val="23"/>
        </w:numPr>
        <w:pBdr>
          <w:top w:val="nil"/>
          <w:left w:val="nil"/>
          <w:bottom w:val="nil"/>
          <w:right w:val="nil"/>
          <w:between w:val="nil"/>
        </w:pBdr>
        <w:shd w:val="clear" w:color="auto" w:fill="FFFFFF"/>
        <w:suppressAutoHyphens w:val="0"/>
        <w:ind w:left="284" w:hanging="284"/>
        <w:jc w:val="both"/>
        <w:rPr>
          <w:rFonts w:eastAsia="Times New Roman" w:cs="Times New Roman"/>
          <w:color w:val="000000"/>
        </w:rPr>
      </w:pPr>
      <w:r>
        <w:rPr>
          <w:rFonts w:eastAsia="Times New Roman" w:cs="Times New Roman"/>
          <w:color w:val="000000"/>
        </w:rPr>
        <w:t>V části druhé čl. III se bod 49 (původní číslování) zrušuje.</w:t>
      </w:r>
    </w:p>
    <w:p w:rsidR="009C7D3D" w:rsidRDefault="009C7D3D" w:rsidP="009C7D3D">
      <w:pPr>
        <w:pBdr>
          <w:top w:val="nil"/>
          <w:left w:val="nil"/>
          <w:bottom w:val="nil"/>
          <w:right w:val="nil"/>
          <w:between w:val="nil"/>
        </w:pBdr>
        <w:shd w:val="clear" w:color="auto" w:fill="FFFFFF"/>
        <w:ind w:left="284" w:hanging="284"/>
        <w:jc w:val="both"/>
        <w:rPr>
          <w:rFonts w:eastAsia="Times New Roman" w:cs="Times New Roman"/>
          <w:color w:val="000000"/>
        </w:rPr>
      </w:pPr>
    </w:p>
    <w:p w:rsidR="009C7D3D" w:rsidRDefault="009C7D3D" w:rsidP="009C7D3D">
      <w:pPr>
        <w:pBdr>
          <w:top w:val="nil"/>
          <w:left w:val="nil"/>
          <w:bottom w:val="nil"/>
          <w:right w:val="nil"/>
          <w:between w:val="nil"/>
        </w:pBdr>
        <w:shd w:val="clear" w:color="auto" w:fill="FFFFFF"/>
        <w:ind w:left="284"/>
        <w:rPr>
          <w:rFonts w:eastAsia="Times New Roman" w:cs="Times New Roman"/>
          <w:color w:val="000000"/>
        </w:rPr>
      </w:pPr>
      <w:r>
        <w:rPr>
          <w:rFonts w:eastAsia="Times New Roman" w:cs="Times New Roman"/>
          <w:color w:val="000000"/>
        </w:rPr>
        <w:t>Následující body se přečíslují.</w:t>
      </w:r>
    </w:p>
    <w:p w:rsidR="009C7D3D" w:rsidRDefault="009C7D3D" w:rsidP="009C7D3D">
      <w:pPr>
        <w:pBdr>
          <w:top w:val="nil"/>
          <w:left w:val="nil"/>
          <w:bottom w:val="nil"/>
          <w:right w:val="nil"/>
          <w:between w:val="nil"/>
        </w:pBdr>
        <w:shd w:val="clear" w:color="auto" w:fill="FFFFFF"/>
        <w:jc w:val="both"/>
        <w:rPr>
          <w:rFonts w:eastAsia="Times New Roman" w:cs="Times New Roman"/>
          <w:color w:val="000000"/>
        </w:rPr>
      </w:pPr>
    </w:p>
    <w:p w:rsidR="00B74ADD" w:rsidRDefault="009C7D3D" w:rsidP="00DE0363">
      <w:pPr>
        <w:widowControl/>
        <w:numPr>
          <w:ilvl w:val="0"/>
          <w:numId w:val="23"/>
        </w:numPr>
        <w:pBdr>
          <w:top w:val="nil"/>
          <w:left w:val="nil"/>
          <w:bottom w:val="nil"/>
          <w:right w:val="nil"/>
          <w:between w:val="nil"/>
        </w:pBdr>
        <w:suppressAutoHyphens w:val="0"/>
        <w:rPr>
          <w:rFonts w:eastAsia="Times New Roman" w:cs="Times New Roman"/>
          <w:color w:val="000000"/>
        </w:rPr>
      </w:pPr>
      <w:r w:rsidRPr="00B74ADD">
        <w:rPr>
          <w:rFonts w:eastAsia="Times New Roman" w:cs="Times New Roman"/>
          <w:color w:val="000000"/>
        </w:rPr>
        <w:t>V části druhé čl. III se za bod 48 (původní číslování) vkládá</w:t>
      </w:r>
      <w:r w:rsidR="00784176">
        <w:rPr>
          <w:rFonts w:eastAsia="Times New Roman" w:cs="Times New Roman"/>
          <w:color w:val="000000"/>
        </w:rPr>
        <w:t xml:space="preserve"> nový </w:t>
      </w:r>
      <w:r w:rsidRPr="00B74ADD">
        <w:rPr>
          <w:rFonts w:eastAsia="Times New Roman" w:cs="Times New Roman"/>
          <w:color w:val="000000"/>
        </w:rPr>
        <w:t>bod X14, který zní:</w:t>
      </w:r>
    </w:p>
    <w:p w:rsidR="00B74ADD" w:rsidRDefault="00B74ADD" w:rsidP="00B74ADD">
      <w:pPr>
        <w:widowControl/>
        <w:pBdr>
          <w:top w:val="nil"/>
          <w:left w:val="nil"/>
          <w:bottom w:val="nil"/>
          <w:right w:val="nil"/>
          <w:between w:val="nil"/>
        </w:pBdr>
        <w:suppressAutoHyphens w:val="0"/>
        <w:ind w:left="360"/>
        <w:rPr>
          <w:rFonts w:eastAsia="Times New Roman" w:cs="Times New Roman"/>
          <w:color w:val="000000"/>
        </w:rPr>
      </w:pPr>
    </w:p>
    <w:p w:rsidR="009C7D3D" w:rsidRPr="00B74ADD" w:rsidRDefault="00784176" w:rsidP="00B74ADD">
      <w:pPr>
        <w:widowControl/>
        <w:pBdr>
          <w:top w:val="nil"/>
          <w:left w:val="nil"/>
          <w:bottom w:val="nil"/>
          <w:right w:val="nil"/>
          <w:between w:val="nil"/>
        </w:pBdr>
        <w:suppressAutoHyphens w:val="0"/>
        <w:ind w:left="360"/>
        <w:rPr>
          <w:rFonts w:eastAsia="Times New Roman" w:cs="Times New Roman"/>
          <w:color w:val="000000"/>
        </w:rPr>
      </w:pPr>
      <w:r>
        <w:rPr>
          <w:rFonts w:eastAsia="Times New Roman" w:cs="Times New Roman"/>
          <w:color w:val="000000"/>
        </w:rPr>
        <w:t>„</w:t>
      </w:r>
      <w:r w:rsidR="009C7D3D" w:rsidRPr="00B74ADD">
        <w:rPr>
          <w:rFonts w:eastAsia="Times New Roman" w:cs="Times New Roman"/>
          <w:color w:val="000000"/>
        </w:rPr>
        <w:t>X14. Za § 44b se vkládá nový § 44c, který zní:</w:t>
      </w:r>
    </w:p>
    <w:p w:rsidR="009C7D3D" w:rsidRDefault="009C7D3D" w:rsidP="009C7D3D">
      <w:pPr>
        <w:rPr>
          <w:rFonts w:eastAsia="Times New Roman" w:cs="Times New Roman"/>
        </w:rPr>
      </w:pPr>
    </w:p>
    <w:p w:rsidR="009C7D3D" w:rsidRDefault="009C7D3D" w:rsidP="009C7D3D">
      <w:pPr>
        <w:jc w:val="center"/>
        <w:rPr>
          <w:rFonts w:eastAsia="Times New Roman" w:cs="Times New Roman"/>
        </w:rPr>
      </w:pPr>
      <w:r>
        <w:rPr>
          <w:rFonts w:eastAsia="Times New Roman" w:cs="Times New Roman"/>
          <w:color w:val="000000"/>
        </w:rPr>
        <w:t>„§ 44c</w:t>
      </w:r>
    </w:p>
    <w:p w:rsidR="009C7D3D" w:rsidRDefault="009C7D3D" w:rsidP="009C7D3D">
      <w:pPr>
        <w:rPr>
          <w:rFonts w:eastAsia="Times New Roman" w:cs="Times New Roman"/>
        </w:rPr>
      </w:pPr>
    </w:p>
    <w:p w:rsidR="009C7D3D" w:rsidRDefault="009C7D3D" w:rsidP="009C7D3D">
      <w:pPr>
        <w:jc w:val="both"/>
        <w:rPr>
          <w:rFonts w:eastAsia="Times New Roman" w:cs="Times New Roman"/>
        </w:rPr>
      </w:pPr>
      <w:r>
        <w:rPr>
          <w:rFonts w:eastAsia="Times New Roman" w:cs="Times New Roman"/>
          <w:color w:val="000000"/>
        </w:rPr>
        <w:tab/>
        <w:t>(1) Exekutor vyrozumí oprávněného na jeho žádost, že vymožené plnění postačuje, případně majetek postižitelný v exekuci by postačoval alespoň ke krytí nákladů exekuce. Nepostačuje-li vymožené plnění nebo majetek postižitelný v exekuci alespoň ke krytí nákladů exekuce a obsahuje-li žádost souhlas oprávněného se zastavením exekuce pro tento případ, exekutor exekuci zastaví.</w:t>
      </w:r>
    </w:p>
    <w:p w:rsidR="009C7D3D" w:rsidRDefault="009C7D3D" w:rsidP="009C7D3D">
      <w:pPr>
        <w:rPr>
          <w:rFonts w:eastAsia="Times New Roman" w:cs="Times New Roman"/>
        </w:rPr>
      </w:pPr>
    </w:p>
    <w:p w:rsidR="009C7D3D" w:rsidRDefault="009C7D3D" w:rsidP="009C7D3D">
      <w:pPr>
        <w:jc w:val="both"/>
        <w:rPr>
          <w:rFonts w:eastAsia="Times New Roman" w:cs="Times New Roman"/>
        </w:rPr>
      </w:pPr>
      <w:r>
        <w:rPr>
          <w:rFonts w:eastAsia="Times New Roman" w:cs="Times New Roman"/>
          <w:color w:val="000000"/>
        </w:rPr>
        <w:tab/>
        <w:t>(2) Byla-li exekuce zastavena podle odstavce 1, náklady exekuce do výše složené zálohy na náklady exekuce hradí oprávněný.“.“</w:t>
      </w:r>
      <w:r w:rsidR="00784176">
        <w:rPr>
          <w:rFonts w:eastAsia="Times New Roman" w:cs="Times New Roman"/>
          <w:color w:val="000000"/>
        </w:rPr>
        <w:t>.</w:t>
      </w:r>
    </w:p>
    <w:p w:rsidR="009C7D3D" w:rsidRDefault="009C7D3D" w:rsidP="009C7D3D">
      <w:pPr>
        <w:pBdr>
          <w:top w:val="nil"/>
          <w:left w:val="nil"/>
          <w:bottom w:val="nil"/>
          <w:right w:val="nil"/>
          <w:between w:val="nil"/>
        </w:pBdr>
        <w:shd w:val="clear" w:color="auto" w:fill="FFFFFF"/>
        <w:ind w:left="360"/>
        <w:jc w:val="both"/>
        <w:rPr>
          <w:rFonts w:eastAsia="Times New Roman" w:cs="Times New Roman"/>
          <w:color w:val="000000"/>
        </w:rPr>
      </w:pPr>
    </w:p>
    <w:p w:rsidR="009C7D3D" w:rsidRDefault="009C7D3D" w:rsidP="009C7D3D">
      <w:pPr>
        <w:pBdr>
          <w:top w:val="nil"/>
          <w:left w:val="nil"/>
          <w:bottom w:val="nil"/>
          <w:right w:val="nil"/>
          <w:between w:val="nil"/>
        </w:pBdr>
        <w:shd w:val="clear" w:color="auto" w:fill="FFFFFF"/>
        <w:ind w:left="284"/>
        <w:rPr>
          <w:rFonts w:eastAsia="Times New Roman" w:cs="Times New Roman"/>
          <w:color w:val="000000"/>
        </w:rPr>
      </w:pPr>
      <w:r>
        <w:rPr>
          <w:rFonts w:eastAsia="Times New Roman" w:cs="Times New Roman"/>
          <w:color w:val="000000"/>
        </w:rPr>
        <w:t>Následující body se přečíslují.</w:t>
      </w:r>
    </w:p>
    <w:p w:rsidR="009C7D3D" w:rsidRDefault="009C7D3D" w:rsidP="009C7D3D">
      <w:pPr>
        <w:pBdr>
          <w:top w:val="nil"/>
          <w:left w:val="nil"/>
          <w:bottom w:val="nil"/>
          <w:right w:val="nil"/>
          <w:between w:val="nil"/>
        </w:pBdr>
        <w:shd w:val="clear" w:color="auto" w:fill="FFFFFF"/>
        <w:ind w:left="284"/>
        <w:rPr>
          <w:rFonts w:eastAsia="Times New Roman" w:cs="Times New Roman"/>
          <w:color w:val="000000"/>
        </w:rPr>
      </w:pPr>
    </w:p>
    <w:p w:rsidR="009C7D3D" w:rsidRDefault="009C7D3D" w:rsidP="00DE0363">
      <w:pPr>
        <w:widowControl/>
        <w:numPr>
          <w:ilvl w:val="0"/>
          <w:numId w:val="23"/>
        </w:numPr>
        <w:pBdr>
          <w:top w:val="nil"/>
          <w:left w:val="nil"/>
          <w:bottom w:val="nil"/>
          <w:right w:val="nil"/>
          <w:between w:val="nil"/>
        </w:pBdr>
        <w:shd w:val="clear" w:color="auto" w:fill="FFFFFF"/>
        <w:suppressAutoHyphens w:val="0"/>
        <w:spacing w:line="276" w:lineRule="auto"/>
        <w:jc w:val="both"/>
        <w:rPr>
          <w:rFonts w:eastAsia="Times New Roman" w:cs="Times New Roman"/>
        </w:rPr>
      </w:pPr>
      <w:r>
        <w:rPr>
          <w:rFonts w:eastAsia="Times New Roman" w:cs="Times New Roman"/>
          <w:color w:val="000000"/>
        </w:rPr>
        <w:t>V části druhé čl. III se bod 58 (původní číslování) zrušuje.</w:t>
      </w:r>
    </w:p>
    <w:p w:rsidR="009C7D3D" w:rsidRDefault="009C7D3D" w:rsidP="009C7D3D">
      <w:pPr>
        <w:pBdr>
          <w:top w:val="nil"/>
          <w:left w:val="nil"/>
          <w:bottom w:val="nil"/>
          <w:right w:val="nil"/>
          <w:between w:val="nil"/>
        </w:pBdr>
        <w:shd w:val="clear" w:color="auto" w:fill="FFFFFF"/>
        <w:ind w:left="284"/>
        <w:rPr>
          <w:rFonts w:eastAsia="Times New Roman" w:cs="Times New Roman"/>
          <w:color w:val="000000"/>
        </w:rPr>
      </w:pPr>
      <w:r>
        <w:rPr>
          <w:rFonts w:eastAsia="Times New Roman" w:cs="Times New Roman"/>
          <w:color w:val="000000"/>
        </w:rPr>
        <w:t>Následující body se přečíslují.</w:t>
      </w:r>
    </w:p>
    <w:p w:rsidR="009C7D3D" w:rsidRDefault="009C7D3D" w:rsidP="009C7D3D">
      <w:pPr>
        <w:pBdr>
          <w:top w:val="nil"/>
          <w:left w:val="nil"/>
          <w:bottom w:val="nil"/>
          <w:right w:val="nil"/>
          <w:between w:val="nil"/>
        </w:pBdr>
        <w:shd w:val="clear" w:color="auto" w:fill="FFFFFF"/>
        <w:spacing w:line="276" w:lineRule="auto"/>
        <w:ind w:left="360"/>
        <w:jc w:val="both"/>
        <w:rPr>
          <w:rFonts w:eastAsia="Times New Roman" w:cs="Times New Roman"/>
        </w:rPr>
      </w:pPr>
    </w:p>
    <w:p w:rsidR="009C7D3D" w:rsidRDefault="009C7D3D" w:rsidP="00DE0363">
      <w:pPr>
        <w:widowControl/>
        <w:numPr>
          <w:ilvl w:val="0"/>
          <w:numId w:val="23"/>
        </w:numPr>
        <w:pBdr>
          <w:top w:val="nil"/>
          <w:left w:val="nil"/>
          <w:bottom w:val="nil"/>
          <w:right w:val="nil"/>
          <w:between w:val="nil"/>
        </w:pBdr>
        <w:shd w:val="clear" w:color="auto" w:fill="FFFFFF"/>
        <w:suppressAutoHyphens w:val="0"/>
        <w:spacing w:line="276" w:lineRule="auto"/>
        <w:jc w:val="both"/>
        <w:rPr>
          <w:rFonts w:eastAsia="Times New Roman" w:cs="Times New Roman"/>
        </w:rPr>
      </w:pPr>
      <w:r>
        <w:rPr>
          <w:rFonts w:eastAsia="Times New Roman" w:cs="Times New Roman"/>
          <w:color w:val="000000"/>
        </w:rPr>
        <w:t>V části druhé čl. III se za bod 57 (původní číslování) vkládají nové body X15 a X16, které znějí:</w:t>
      </w:r>
    </w:p>
    <w:p w:rsidR="009C7D3D" w:rsidRDefault="009C7D3D" w:rsidP="009C7D3D">
      <w:pPr>
        <w:pBdr>
          <w:top w:val="nil"/>
          <w:left w:val="nil"/>
          <w:bottom w:val="nil"/>
          <w:right w:val="nil"/>
          <w:between w:val="nil"/>
        </w:pBdr>
        <w:shd w:val="clear" w:color="auto" w:fill="FFFFFF"/>
        <w:ind w:left="284"/>
        <w:jc w:val="both"/>
        <w:rPr>
          <w:rFonts w:eastAsia="Times New Roman" w:cs="Times New Roman"/>
          <w:color w:val="000000"/>
        </w:rPr>
      </w:pPr>
    </w:p>
    <w:p w:rsidR="009C7D3D" w:rsidRDefault="009C7D3D" w:rsidP="009C7D3D">
      <w:pPr>
        <w:pBdr>
          <w:top w:val="nil"/>
          <w:left w:val="nil"/>
          <w:bottom w:val="nil"/>
          <w:right w:val="nil"/>
          <w:between w:val="nil"/>
        </w:pBdr>
        <w:shd w:val="clear" w:color="auto" w:fill="FFFFFF"/>
        <w:ind w:left="284"/>
        <w:jc w:val="both"/>
        <w:rPr>
          <w:rFonts w:eastAsia="Times New Roman" w:cs="Times New Roman"/>
          <w:color w:val="000000"/>
        </w:rPr>
      </w:pPr>
      <w:r>
        <w:rPr>
          <w:rFonts w:eastAsia="Times New Roman" w:cs="Times New Roman"/>
          <w:color w:val="000000"/>
        </w:rPr>
        <w:t>„X15. V § 46 odst. 3 se slova „mu byly doručeny exekuční návrhy“ nahrazují slovy „byl provedením exekuce pověřen“.</w:t>
      </w:r>
    </w:p>
    <w:p w:rsidR="009C7D3D" w:rsidRDefault="009C7D3D" w:rsidP="009C7D3D">
      <w:pPr>
        <w:pBdr>
          <w:top w:val="nil"/>
          <w:left w:val="nil"/>
          <w:bottom w:val="nil"/>
          <w:right w:val="nil"/>
          <w:between w:val="nil"/>
        </w:pBdr>
        <w:shd w:val="clear" w:color="auto" w:fill="FFFFFF"/>
        <w:ind w:left="284"/>
        <w:jc w:val="both"/>
        <w:rPr>
          <w:rFonts w:eastAsia="Times New Roman" w:cs="Times New Roman"/>
          <w:color w:val="000000"/>
        </w:rPr>
      </w:pPr>
    </w:p>
    <w:p w:rsidR="009C7D3D" w:rsidRDefault="009C7D3D" w:rsidP="009C7D3D">
      <w:pPr>
        <w:pBdr>
          <w:top w:val="nil"/>
          <w:left w:val="nil"/>
          <w:bottom w:val="nil"/>
          <w:right w:val="nil"/>
          <w:between w:val="nil"/>
        </w:pBdr>
        <w:shd w:val="clear" w:color="auto" w:fill="FFFFFF"/>
        <w:ind w:left="284"/>
        <w:jc w:val="both"/>
        <w:rPr>
          <w:rFonts w:eastAsia="Times New Roman" w:cs="Times New Roman"/>
          <w:color w:val="000000"/>
        </w:rPr>
      </w:pPr>
      <w:r>
        <w:rPr>
          <w:rFonts w:eastAsia="Times New Roman" w:cs="Times New Roman"/>
          <w:color w:val="000000"/>
        </w:rPr>
        <w:t>X16. V § 73a odst. 1 a 6 se slovo „exekutorovi“ nahrazuje slovy „exekučnímu soudu“ a v § 73a odst. 2 se slovo „exekutor“ nahrazuje slovem „exekuční soud“. V § 73 odst. 3 se slova „j) až l)“ nahrazují slovy i) až k)“.“</w:t>
      </w:r>
    </w:p>
    <w:p w:rsidR="009C7D3D" w:rsidRDefault="009C7D3D" w:rsidP="009C7D3D">
      <w:pPr>
        <w:pBdr>
          <w:top w:val="nil"/>
          <w:left w:val="nil"/>
          <w:bottom w:val="nil"/>
          <w:right w:val="nil"/>
          <w:between w:val="nil"/>
        </w:pBdr>
        <w:shd w:val="clear" w:color="auto" w:fill="FFFFFF"/>
        <w:ind w:left="284"/>
        <w:rPr>
          <w:rFonts w:eastAsia="Times New Roman" w:cs="Times New Roman"/>
          <w:color w:val="000000"/>
        </w:rPr>
      </w:pPr>
    </w:p>
    <w:p w:rsidR="009C7D3D" w:rsidRDefault="009C7D3D" w:rsidP="009C7D3D">
      <w:pPr>
        <w:pBdr>
          <w:top w:val="nil"/>
          <w:left w:val="nil"/>
          <w:bottom w:val="nil"/>
          <w:right w:val="nil"/>
          <w:between w:val="nil"/>
        </w:pBdr>
        <w:shd w:val="clear" w:color="auto" w:fill="FFFFFF"/>
        <w:ind w:left="284"/>
        <w:rPr>
          <w:rFonts w:eastAsia="Times New Roman" w:cs="Times New Roman"/>
          <w:color w:val="000000"/>
        </w:rPr>
      </w:pPr>
      <w:r>
        <w:rPr>
          <w:rFonts w:eastAsia="Times New Roman" w:cs="Times New Roman"/>
          <w:color w:val="000000"/>
        </w:rPr>
        <w:t>Následující body se přečíslují.</w:t>
      </w:r>
    </w:p>
    <w:p w:rsidR="009C7D3D" w:rsidRDefault="009C7D3D" w:rsidP="009C7D3D">
      <w:pPr>
        <w:pBdr>
          <w:top w:val="nil"/>
          <w:left w:val="nil"/>
          <w:bottom w:val="nil"/>
          <w:right w:val="nil"/>
          <w:between w:val="nil"/>
        </w:pBdr>
        <w:shd w:val="clear" w:color="auto" w:fill="FFFFFF"/>
        <w:ind w:left="284"/>
        <w:jc w:val="both"/>
        <w:rPr>
          <w:rFonts w:eastAsia="Times New Roman" w:cs="Times New Roman"/>
          <w:color w:val="000000"/>
        </w:rPr>
      </w:pPr>
    </w:p>
    <w:p w:rsidR="009C7D3D" w:rsidRDefault="009C7D3D" w:rsidP="00DE0363">
      <w:pPr>
        <w:widowControl/>
        <w:numPr>
          <w:ilvl w:val="0"/>
          <w:numId w:val="23"/>
        </w:numPr>
        <w:pBdr>
          <w:top w:val="nil"/>
          <w:left w:val="nil"/>
          <w:bottom w:val="nil"/>
          <w:right w:val="nil"/>
          <w:between w:val="nil"/>
        </w:pBdr>
        <w:shd w:val="clear" w:color="auto" w:fill="FFFFFF"/>
        <w:suppressAutoHyphens w:val="0"/>
        <w:jc w:val="both"/>
        <w:rPr>
          <w:rFonts w:eastAsia="Times New Roman" w:cs="Times New Roman"/>
          <w:color w:val="000000"/>
        </w:rPr>
      </w:pPr>
      <w:r>
        <w:rPr>
          <w:rFonts w:eastAsia="Times New Roman" w:cs="Times New Roman"/>
          <w:color w:val="000000"/>
        </w:rPr>
        <w:t>V části druhé čl. IV se za dosavadní bod 6 vkládají nové body 7 a 8, které znějí:</w:t>
      </w:r>
    </w:p>
    <w:p w:rsidR="00B74ADD" w:rsidRDefault="00B74ADD" w:rsidP="009C7D3D">
      <w:pPr>
        <w:pBdr>
          <w:top w:val="nil"/>
          <w:left w:val="nil"/>
          <w:bottom w:val="nil"/>
          <w:right w:val="nil"/>
          <w:between w:val="nil"/>
        </w:pBdr>
        <w:shd w:val="clear" w:color="auto" w:fill="FFFFFF"/>
        <w:ind w:left="360"/>
        <w:jc w:val="both"/>
        <w:rPr>
          <w:rFonts w:eastAsia="Times New Roman" w:cs="Times New Roman"/>
          <w:color w:val="000000"/>
        </w:rPr>
      </w:pPr>
    </w:p>
    <w:p w:rsidR="009C7D3D" w:rsidRDefault="009C7D3D" w:rsidP="009C7D3D">
      <w:pPr>
        <w:pBdr>
          <w:top w:val="nil"/>
          <w:left w:val="nil"/>
          <w:bottom w:val="nil"/>
          <w:right w:val="nil"/>
          <w:between w:val="nil"/>
        </w:pBdr>
        <w:shd w:val="clear" w:color="auto" w:fill="FFFFFF"/>
        <w:ind w:left="360"/>
        <w:jc w:val="both"/>
        <w:rPr>
          <w:rFonts w:eastAsia="Times New Roman" w:cs="Times New Roman"/>
          <w:color w:val="000000"/>
        </w:rPr>
      </w:pPr>
      <w:r>
        <w:rPr>
          <w:rFonts w:eastAsia="Times New Roman" w:cs="Times New Roman"/>
          <w:color w:val="000000"/>
        </w:rPr>
        <w:t>„7. Postup podle ustanovení § 39a odst. 2 zákona č. 120/2001 Sb., ve znění účinném ode dne nabytí účinnosti tohoto zákona, se použije pouze, bylo-li již vedené exekuční řízení zahájeno po dni nabytí účinnosti tohoto zákona.“</w:t>
      </w:r>
    </w:p>
    <w:p w:rsidR="009C7D3D" w:rsidRDefault="009C7D3D" w:rsidP="00B74ADD">
      <w:pPr>
        <w:pBdr>
          <w:top w:val="nil"/>
          <w:left w:val="nil"/>
          <w:bottom w:val="nil"/>
          <w:right w:val="nil"/>
          <w:between w:val="nil"/>
        </w:pBdr>
        <w:spacing w:before="280" w:after="120"/>
        <w:ind w:left="357"/>
        <w:jc w:val="both"/>
        <w:rPr>
          <w:rFonts w:eastAsia="Times New Roman" w:cs="Times New Roman"/>
          <w:color w:val="000000"/>
        </w:rPr>
      </w:pPr>
      <w:r>
        <w:rPr>
          <w:rFonts w:eastAsia="Times New Roman" w:cs="Times New Roman"/>
          <w:color w:val="000000"/>
        </w:rPr>
        <w:t>8. Dojde-li po dni nabytí účinnosti tohoto zákona ke spojení řízení zahájeného po dni nabytí účinnosti tohoto zákona s řízením zahájeným přede dnem nabytí účinnosti tohoto zákona, spojené řízení se povede podle právních předpisů platných ode dne nabytí účinnosti tohoto zákona.“</w:t>
      </w:r>
      <w:r w:rsidR="001D146E">
        <w:rPr>
          <w:rFonts w:eastAsia="Times New Roman" w:cs="Times New Roman"/>
          <w:color w:val="000000"/>
        </w:rPr>
        <w:t>.</w:t>
      </w:r>
    </w:p>
    <w:p w:rsidR="009C7D3D" w:rsidRDefault="009C7D3D" w:rsidP="00B74ADD">
      <w:r>
        <w:rPr>
          <w:rFonts w:eastAsia="Times New Roman" w:cs="Times New Roman"/>
          <w:color w:val="000000"/>
        </w:rPr>
        <w:t>Následující body se přečíslují</w:t>
      </w:r>
      <w:r w:rsidR="001D146E">
        <w:rPr>
          <w:rFonts w:eastAsia="Times New Roman" w:cs="Times New Roman"/>
          <w:color w:val="000000"/>
        </w:rPr>
        <w:t>.</w:t>
      </w:r>
    </w:p>
    <w:p w:rsidR="009C7D3D" w:rsidRDefault="009C7D3D"/>
    <w:p w:rsidR="00B74ADD" w:rsidRDefault="00B74ADD"/>
    <w:p w:rsidR="009C7D3D" w:rsidRDefault="0024565A">
      <w:pPr>
        <w:rPr>
          <w:i/>
        </w:rPr>
      </w:pPr>
      <w:r w:rsidRPr="0024565A">
        <w:rPr>
          <w:i/>
        </w:rPr>
        <w:t>SD 7392</w:t>
      </w:r>
    </w:p>
    <w:p w:rsidR="001D146E" w:rsidRPr="001D146E" w:rsidRDefault="001D146E">
      <w:pPr>
        <w:rPr>
          <w:b/>
        </w:rPr>
      </w:pPr>
      <w:r w:rsidRPr="001D146E">
        <w:rPr>
          <w:b/>
        </w:rPr>
        <w:t>E8.</w:t>
      </w:r>
    </w:p>
    <w:p w:rsidR="0024565A" w:rsidRDefault="0024565A" w:rsidP="002228F4">
      <w:pPr>
        <w:widowControl/>
        <w:numPr>
          <w:ilvl w:val="0"/>
          <w:numId w:val="24"/>
        </w:numPr>
        <w:pBdr>
          <w:top w:val="nil"/>
          <w:left w:val="nil"/>
          <w:bottom w:val="nil"/>
          <w:right w:val="nil"/>
          <w:between w:val="nil"/>
        </w:pBdr>
        <w:suppressAutoHyphens w:val="0"/>
        <w:ind w:hanging="720"/>
        <w:jc w:val="both"/>
        <w:rPr>
          <w:rFonts w:eastAsia="Times New Roman" w:cs="Times New Roman"/>
        </w:rPr>
      </w:pPr>
      <w:r>
        <w:rPr>
          <w:rFonts w:eastAsia="Times New Roman" w:cs="Times New Roman"/>
        </w:rPr>
        <w:t>V části druhé, čl. III, se za bod 104 vkládá</w:t>
      </w:r>
      <w:r w:rsidR="002228F4">
        <w:rPr>
          <w:rFonts w:eastAsia="Times New Roman" w:cs="Times New Roman"/>
        </w:rPr>
        <w:t xml:space="preserve"> nový</w:t>
      </w:r>
      <w:r>
        <w:rPr>
          <w:rFonts w:eastAsia="Times New Roman" w:cs="Times New Roman"/>
        </w:rPr>
        <w:t xml:space="preserve"> bod 105, který zní:</w:t>
      </w:r>
    </w:p>
    <w:p w:rsidR="0024565A" w:rsidRDefault="0024565A" w:rsidP="0024565A">
      <w:pPr>
        <w:pBdr>
          <w:top w:val="nil"/>
          <w:left w:val="nil"/>
          <w:bottom w:val="nil"/>
          <w:right w:val="nil"/>
          <w:between w:val="nil"/>
        </w:pBdr>
        <w:jc w:val="both"/>
        <w:rPr>
          <w:rFonts w:eastAsia="Times New Roman" w:cs="Times New Roman"/>
        </w:rPr>
      </w:pPr>
    </w:p>
    <w:p w:rsidR="0024565A" w:rsidRDefault="0024565A" w:rsidP="0024565A">
      <w:pPr>
        <w:pBdr>
          <w:top w:val="nil"/>
          <w:left w:val="nil"/>
          <w:bottom w:val="nil"/>
          <w:right w:val="nil"/>
          <w:between w:val="nil"/>
        </w:pBdr>
        <w:jc w:val="both"/>
        <w:rPr>
          <w:rFonts w:eastAsia="Times New Roman" w:cs="Times New Roman"/>
        </w:rPr>
      </w:pPr>
      <w:r>
        <w:rPr>
          <w:rFonts w:eastAsia="Times New Roman" w:cs="Times New Roman"/>
        </w:rPr>
        <w:t>„105. Na konci textu § 92 se  doplňuj</w:t>
      </w:r>
      <w:r w:rsidR="002228F4">
        <w:rPr>
          <w:rFonts w:eastAsia="Times New Roman" w:cs="Times New Roman"/>
        </w:rPr>
        <w:t xml:space="preserve">í </w:t>
      </w:r>
      <w:proofErr w:type="gramStart"/>
      <w:r w:rsidR="002228F4">
        <w:rPr>
          <w:rFonts w:eastAsia="Times New Roman" w:cs="Times New Roman"/>
        </w:rPr>
        <w:t>slova</w:t>
      </w:r>
      <w:r>
        <w:rPr>
          <w:rFonts w:eastAsia="Times New Roman" w:cs="Times New Roman"/>
        </w:rPr>
        <w:t xml:space="preserve"> „</w:t>
      </w:r>
      <w:r w:rsidR="002228F4">
        <w:rPr>
          <w:rFonts w:eastAsia="Times New Roman" w:cs="Times New Roman"/>
        </w:rPr>
        <w:t xml:space="preserve"> , </w:t>
      </w:r>
      <w:r>
        <w:rPr>
          <w:rFonts w:eastAsia="Times New Roman" w:cs="Times New Roman"/>
        </w:rPr>
        <w:t>s výjimkou</w:t>
      </w:r>
      <w:proofErr w:type="gramEnd"/>
      <w:r>
        <w:rPr>
          <w:rFonts w:eastAsia="Times New Roman" w:cs="Times New Roman"/>
        </w:rPr>
        <w:t xml:space="preserve"> odměny za úkony, která je stanovena v Příloze </w:t>
      </w:r>
      <w:r w:rsidR="002228F4">
        <w:rPr>
          <w:rFonts w:eastAsia="Times New Roman" w:cs="Times New Roman"/>
        </w:rPr>
        <w:t xml:space="preserve">č. </w:t>
      </w:r>
      <w:r>
        <w:rPr>
          <w:rFonts w:eastAsia="Times New Roman" w:cs="Times New Roman"/>
        </w:rPr>
        <w:t>3 tohoto zákona.”.”</w:t>
      </w:r>
      <w:r w:rsidR="002228F4">
        <w:rPr>
          <w:rFonts w:eastAsia="Times New Roman" w:cs="Times New Roman"/>
        </w:rPr>
        <w:t>.</w:t>
      </w:r>
    </w:p>
    <w:p w:rsidR="0024565A" w:rsidRDefault="0024565A" w:rsidP="0024565A">
      <w:pPr>
        <w:pBdr>
          <w:top w:val="nil"/>
          <w:left w:val="nil"/>
          <w:bottom w:val="nil"/>
          <w:right w:val="nil"/>
          <w:between w:val="nil"/>
        </w:pBdr>
        <w:jc w:val="both"/>
        <w:rPr>
          <w:rFonts w:eastAsia="Times New Roman" w:cs="Times New Roman"/>
        </w:rPr>
      </w:pPr>
    </w:p>
    <w:p w:rsidR="0024565A" w:rsidRDefault="0024565A" w:rsidP="0024565A">
      <w:pPr>
        <w:jc w:val="both"/>
        <w:rPr>
          <w:rFonts w:eastAsia="Times New Roman" w:cs="Times New Roman"/>
        </w:rPr>
      </w:pPr>
      <w:r>
        <w:rPr>
          <w:rFonts w:eastAsia="Times New Roman" w:cs="Times New Roman"/>
        </w:rPr>
        <w:t>Následující body a odkazy na ně se pře</w:t>
      </w:r>
      <w:r w:rsidR="002228F4">
        <w:rPr>
          <w:rFonts w:eastAsia="Times New Roman" w:cs="Times New Roman"/>
        </w:rPr>
        <w:t>značí</w:t>
      </w:r>
      <w:r>
        <w:rPr>
          <w:rFonts w:eastAsia="Times New Roman" w:cs="Times New Roman"/>
        </w:rPr>
        <w:t>.</w:t>
      </w:r>
    </w:p>
    <w:p w:rsidR="0024565A" w:rsidRDefault="0024565A" w:rsidP="0024565A">
      <w:pPr>
        <w:pBdr>
          <w:top w:val="nil"/>
          <w:left w:val="nil"/>
          <w:bottom w:val="nil"/>
          <w:right w:val="nil"/>
          <w:between w:val="nil"/>
        </w:pBdr>
        <w:jc w:val="both"/>
        <w:rPr>
          <w:rFonts w:eastAsia="Times New Roman" w:cs="Times New Roman"/>
        </w:rPr>
      </w:pPr>
    </w:p>
    <w:p w:rsidR="0024565A" w:rsidRDefault="0024565A" w:rsidP="002228F4">
      <w:pPr>
        <w:widowControl/>
        <w:numPr>
          <w:ilvl w:val="0"/>
          <w:numId w:val="24"/>
        </w:numPr>
        <w:suppressAutoHyphens w:val="0"/>
        <w:ind w:hanging="720"/>
        <w:jc w:val="both"/>
        <w:rPr>
          <w:rFonts w:eastAsia="Times New Roman" w:cs="Times New Roman"/>
        </w:rPr>
      </w:pPr>
      <w:r>
        <w:rPr>
          <w:rFonts w:eastAsia="Times New Roman" w:cs="Times New Roman"/>
        </w:rPr>
        <w:t xml:space="preserve">V části druhé, čl. III, se za bod 133 (původní číslování) doplňuje </w:t>
      </w:r>
      <w:r w:rsidR="002228F4">
        <w:rPr>
          <w:rFonts w:eastAsia="Times New Roman" w:cs="Times New Roman"/>
        </w:rPr>
        <w:t xml:space="preserve">nový </w:t>
      </w:r>
      <w:r>
        <w:rPr>
          <w:rFonts w:eastAsia="Times New Roman" w:cs="Times New Roman"/>
        </w:rPr>
        <w:t>bod 134, který zní:</w:t>
      </w:r>
    </w:p>
    <w:p w:rsidR="0024565A" w:rsidRDefault="0024565A" w:rsidP="0024565A">
      <w:pPr>
        <w:pBdr>
          <w:top w:val="nil"/>
          <w:left w:val="nil"/>
          <w:bottom w:val="nil"/>
          <w:right w:val="nil"/>
          <w:between w:val="nil"/>
        </w:pBdr>
        <w:jc w:val="both"/>
        <w:rPr>
          <w:rFonts w:eastAsia="Times New Roman" w:cs="Times New Roman"/>
        </w:rPr>
      </w:pPr>
    </w:p>
    <w:p w:rsidR="0024565A" w:rsidRDefault="0024565A" w:rsidP="0024565A">
      <w:pPr>
        <w:pBdr>
          <w:top w:val="nil"/>
          <w:left w:val="nil"/>
          <w:bottom w:val="nil"/>
          <w:right w:val="nil"/>
          <w:between w:val="nil"/>
        </w:pBdr>
        <w:jc w:val="both"/>
        <w:rPr>
          <w:rFonts w:eastAsia="Times New Roman" w:cs="Times New Roman"/>
        </w:rPr>
      </w:pPr>
      <w:r>
        <w:rPr>
          <w:rFonts w:eastAsia="Times New Roman" w:cs="Times New Roman"/>
        </w:rPr>
        <w:t xml:space="preserve">„134. Doplňuje se Příloha </w:t>
      </w:r>
      <w:r w:rsidR="002228F4">
        <w:rPr>
          <w:rFonts w:eastAsia="Times New Roman" w:cs="Times New Roman"/>
        </w:rPr>
        <w:t xml:space="preserve">č. </w:t>
      </w:r>
      <w:r>
        <w:rPr>
          <w:rFonts w:eastAsia="Times New Roman" w:cs="Times New Roman"/>
        </w:rPr>
        <w:t>3, která včetně nadpisu zní:</w:t>
      </w:r>
    </w:p>
    <w:p w:rsidR="0024565A" w:rsidRDefault="0024565A" w:rsidP="0024565A">
      <w:pPr>
        <w:pBdr>
          <w:top w:val="nil"/>
          <w:left w:val="nil"/>
          <w:bottom w:val="nil"/>
          <w:right w:val="nil"/>
          <w:between w:val="nil"/>
        </w:pBdr>
        <w:jc w:val="both"/>
        <w:rPr>
          <w:rFonts w:eastAsia="Times New Roman" w:cs="Times New Roman"/>
        </w:rPr>
      </w:pPr>
    </w:p>
    <w:p w:rsidR="0024565A" w:rsidRDefault="0024565A" w:rsidP="002228F4">
      <w:pPr>
        <w:pBdr>
          <w:top w:val="nil"/>
          <w:left w:val="nil"/>
          <w:bottom w:val="nil"/>
          <w:right w:val="nil"/>
          <w:between w:val="nil"/>
        </w:pBdr>
        <w:spacing w:after="200"/>
        <w:jc w:val="right"/>
        <w:rPr>
          <w:rFonts w:eastAsia="Times New Roman" w:cs="Times New Roman"/>
        </w:rPr>
      </w:pPr>
      <w:r>
        <w:rPr>
          <w:rFonts w:eastAsia="Times New Roman" w:cs="Times New Roman"/>
        </w:rPr>
        <w:t>„</w:t>
      </w:r>
      <w:r w:rsidRPr="002228F4">
        <w:rPr>
          <w:rFonts w:eastAsia="Times New Roman" w:cs="Times New Roman"/>
          <w:b/>
        </w:rPr>
        <w:t>Příloha č. 3</w:t>
      </w:r>
    </w:p>
    <w:p w:rsidR="0024565A" w:rsidRDefault="0024565A" w:rsidP="002228F4">
      <w:pPr>
        <w:pBdr>
          <w:top w:val="nil"/>
          <w:left w:val="nil"/>
          <w:bottom w:val="nil"/>
          <w:right w:val="nil"/>
          <w:between w:val="nil"/>
        </w:pBdr>
        <w:spacing w:after="200"/>
        <w:jc w:val="center"/>
        <w:rPr>
          <w:rFonts w:eastAsia="Times New Roman" w:cs="Times New Roman"/>
          <w:b/>
        </w:rPr>
      </w:pPr>
      <w:r>
        <w:rPr>
          <w:rFonts w:eastAsia="Times New Roman" w:cs="Times New Roman"/>
          <w:b/>
        </w:rPr>
        <w:t>Sazba pro výpočet odměny za exekuci ukládající zaplacení peněžité částky</w:t>
      </w:r>
    </w:p>
    <w:p w:rsidR="0024565A" w:rsidRDefault="0024565A" w:rsidP="00DE0363">
      <w:pPr>
        <w:widowControl/>
        <w:numPr>
          <w:ilvl w:val="0"/>
          <w:numId w:val="25"/>
        </w:numPr>
        <w:pBdr>
          <w:top w:val="nil"/>
          <w:left w:val="nil"/>
          <w:bottom w:val="nil"/>
          <w:right w:val="nil"/>
          <w:between w:val="nil"/>
        </w:pBdr>
        <w:suppressAutoHyphens w:val="0"/>
        <w:spacing w:after="200"/>
        <w:jc w:val="both"/>
        <w:rPr>
          <w:rFonts w:eastAsia="Times New Roman" w:cs="Times New Roman"/>
        </w:rPr>
      </w:pPr>
      <w:r>
        <w:rPr>
          <w:rFonts w:eastAsia="Times New Roman" w:cs="Times New Roman"/>
        </w:rPr>
        <w:t xml:space="preserve"> Odměna za exekuci ukládající zaplacení peněžité částky činí</w:t>
      </w:r>
    </w:p>
    <w:p w:rsidR="0024565A" w:rsidRDefault="0024565A" w:rsidP="002228F4">
      <w:pPr>
        <w:pBdr>
          <w:top w:val="nil"/>
          <w:left w:val="nil"/>
          <w:bottom w:val="nil"/>
          <w:right w:val="nil"/>
          <w:between w:val="nil"/>
        </w:pBdr>
        <w:spacing w:after="200"/>
        <w:ind w:left="2836" w:firstLine="709"/>
        <w:jc w:val="both"/>
        <w:rPr>
          <w:rFonts w:eastAsia="Times New Roman" w:cs="Times New Roman"/>
        </w:rPr>
      </w:pPr>
      <w:r>
        <w:rPr>
          <w:rFonts w:eastAsia="Times New Roman" w:cs="Times New Roman"/>
        </w:rPr>
        <w:t>do 3 000 000 Kč základu.......................................... 10 %,</w:t>
      </w:r>
    </w:p>
    <w:p w:rsidR="0024565A" w:rsidRDefault="0024565A" w:rsidP="002228F4">
      <w:pPr>
        <w:pBdr>
          <w:top w:val="nil"/>
          <w:left w:val="nil"/>
          <w:bottom w:val="nil"/>
          <w:right w:val="nil"/>
          <w:between w:val="nil"/>
        </w:pBdr>
        <w:spacing w:after="200"/>
        <w:ind w:left="2836" w:firstLine="709"/>
        <w:jc w:val="both"/>
        <w:rPr>
          <w:rFonts w:eastAsia="Times New Roman" w:cs="Times New Roman"/>
        </w:rPr>
      </w:pPr>
      <w:r>
        <w:rPr>
          <w:rFonts w:eastAsia="Times New Roman" w:cs="Times New Roman"/>
        </w:rPr>
        <w:t>z přebývající částky až do 50 000 000 Kč základu..... 5 %,</w:t>
      </w:r>
    </w:p>
    <w:p w:rsidR="0024565A" w:rsidRDefault="0024565A" w:rsidP="002228F4">
      <w:pPr>
        <w:pBdr>
          <w:top w:val="nil"/>
          <w:left w:val="nil"/>
          <w:bottom w:val="nil"/>
          <w:right w:val="nil"/>
          <w:between w:val="nil"/>
        </w:pBdr>
        <w:spacing w:after="200"/>
        <w:ind w:left="2836" w:firstLine="709"/>
        <w:jc w:val="both"/>
        <w:rPr>
          <w:rFonts w:eastAsia="Times New Roman" w:cs="Times New Roman"/>
        </w:rPr>
      </w:pPr>
      <w:r>
        <w:rPr>
          <w:rFonts w:eastAsia="Times New Roman" w:cs="Times New Roman"/>
        </w:rPr>
        <w:t>z přebývající částky až do 250 000 000 Kč základu.... 1 %.</w:t>
      </w:r>
    </w:p>
    <w:p w:rsidR="0024565A" w:rsidRDefault="0024565A" w:rsidP="00DE0363">
      <w:pPr>
        <w:widowControl/>
        <w:numPr>
          <w:ilvl w:val="0"/>
          <w:numId w:val="25"/>
        </w:numPr>
        <w:pBdr>
          <w:top w:val="nil"/>
          <w:left w:val="nil"/>
          <w:bottom w:val="nil"/>
          <w:right w:val="nil"/>
          <w:between w:val="nil"/>
        </w:pBdr>
        <w:suppressAutoHyphens w:val="0"/>
        <w:spacing w:after="200"/>
        <w:jc w:val="both"/>
        <w:rPr>
          <w:rFonts w:eastAsia="Times New Roman" w:cs="Times New Roman"/>
        </w:rPr>
      </w:pPr>
      <w:r>
        <w:rPr>
          <w:rFonts w:eastAsia="Times New Roman" w:cs="Times New Roman"/>
        </w:rPr>
        <w:t xml:space="preserve"> Částka nad 250 000 000 Kč se do základu nezapočítává.</w:t>
      </w:r>
    </w:p>
    <w:p w:rsidR="0024565A" w:rsidRDefault="0024565A" w:rsidP="00DE0363">
      <w:pPr>
        <w:widowControl/>
        <w:numPr>
          <w:ilvl w:val="0"/>
          <w:numId w:val="25"/>
        </w:numPr>
        <w:pBdr>
          <w:top w:val="nil"/>
          <w:left w:val="nil"/>
          <w:bottom w:val="nil"/>
          <w:right w:val="nil"/>
          <w:between w:val="nil"/>
        </w:pBdr>
        <w:suppressAutoHyphens w:val="0"/>
        <w:spacing w:after="200"/>
        <w:jc w:val="both"/>
        <w:rPr>
          <w:rFonts w:eastAsia="Times New Roman" w:cs="Times New Roman"/>
        </w:rPr>
      </w:pPr>
      <w:r>
        <w:rPr>
          <w:rFonts w:eastAsia="Times New Roman" w:cs="Times New Roman"/>
        </w:rPr>
        <w:t xml:space="preserve"> Odměna podle bodu 1 činí nejméně 2 000 Kč.”.”</w:t>
      </w:r>
      <w:r w:rsidR="002228F4">
        <w:rPr>
          <w:rFonts w:eastAsia="Times New Roman" w:cs="Times New Roman"/>
        </w:rPr>
        <w:t>.</w:t>
      </w:r>
    </w:p>
    <w:p w:rsidR="0024565A" w:rsidRDefault="0024565A" w:rsidP="0024565A">
      <w:pPr>
        <w:pBdr>
          <w:top w:val="nil"/>
          <w:left w:val="nil"/>
          <w:bottom w:val="nil"/>
          <w:right w:val="nil"/>
          <w:between w:val="nil"/>
        </w:pBdr>
        <w:jc w:val="both"/>
        <w:rPr>
          <w:rFonts w:eastAsia="Times New Roman" w:cs="Times New Roman"/>
        </w:rPr>
      </w:pPr>
    </w:p>
    <w:p w:rsidR="0024565A" w:rsidRDefault="0024565A" w:rsidP="0024565A">
      <w:pPr>
        <w:pBdr>
          <w:top w:val="nil"/>
          <w:left w:val="nil"/>
          <w:bottom w:val="nil"/>
          <w:right w:val="nil"/>
          <w:between w:val="nil"/>
        </w:pBdr>
        <w:jc w:val="both"/>
        <w:rPr>
          <w:rFonts w:eastAsia="Times New Roman" w:cs="Times New Roman"/>
        </w:rPr>
      </w:pPr>
      <w:r>
        <w:rPr>
          <w:rFonts w:eastAsia="Times New Roman" w:cs="Times New Roman"/>
        </w:rPr>
        <w:t>Následující body a odkazy na ně se pře</w:t>
      </w:r>
      <w:r w:rsidR="002228F4">
        <w:rPr>
          <w:rFonts w:eastAsia="Times New Roman" w:cs="Times New Roman"/>
        </w:rPr>
        <w:t>značí</w:t>
      </w:r>
      <w:r>
        <w:rPr>
          <w:rFonts w:eastAsia="Times New Roman" w:cs="Times New Roman"/>
        </w:rPr>
        <w:t>.</w:t>
      </w:r>
    </w:p>
    <w:p w:rsidR="009C7D3D" w:rsidRDefault="009C7D3D"/>
    <w:p w:rsidR="009C7D3D" w:rsidRDefault="009C7D3D"/>
    <w:p w:rsidR="001D146E" w:rsidRDefault="001D146E">
      <w:pPr>
        <w:widowControl/>
        <w:suppressAutoHyphens w:val="0"/>
      </w:pPr>
      <w:r>
        <w:br w:type="page"/>
      </w:r>
    </w:p>
    <w:p w:rsidR="00B74ADD" w:rsidRDefault="00B74ADD"/>
    <w:p w:rsidR="009C7D3D" w:rsidRDefault="0024565A" w:rsidP="0024565A">
      <w:pPr>
        <w:pStyle w:val="PNposlanec"/>
      </w:pPr>
      <w:r>
        <w:t>Poslanec Marek Novák</w:t>
      </w:r>
    </w:p>
    <w:p w:rsidR="009C7D3D" w:rsidRDefault="0024565A">
      <w:pPr>
        <w:rPr>
          <w:i/>
        </w:rPr>
      </w:pPr>
      <w:r w:rsidRPr="0024565A">
        <w:rPr>
          <w:i/>
        </w:rPr>
        <w:t>SD 7366</w:t>
      </w:r>
    </w:p>
    <w:p w:rsidR="009A3554" w:rsidRPr="008B5D6A" w:rsidRDefault="009A3554" w:rsidP="009A3554">
      <w:pPr>
        <w:rPr>
          <w:rFonts w:cs="Times New Roman"/>
        </w:rPr>
      </w:pPr>
      <w:r w:rsidRPr="009A3554">
        <w:rPr>
          <w:b/>
        </w:rPr>
        <w:t>F1.</w:t>
      </w:r>
      <w:r>
        <w:rPr>
          <w:b/>
        </w:rPr>
        <w:t xml:space="preserve"> </w:t>
      </w:r>
      <w:r w:rsidRPr="008B5D6A">
        <w:t>K části první čl. I (změna občanského soudního řádu)</w:t>
      </w:r>
    </w:p>
    <w:p w:rsidR="0024565A" w:rsidRPr="0024565A" w:rsidRDefault="0024565A" w:rsidP="0024565A">
      <w:pPr>
        <w:jc w:val="center"/>
        <w:rPr>
          <w:rFonts w:cs="Times New Roman"/>
        </w:rPr>
      </w:pPr>
    </w:p>
    <w:p w:rsidR="0024565A" w:rsidRDefault="0024565A" w:rsidP="009A3554">
      <w:pPr>
        <w:pStyle w:val="Odstavecseseznamem"/>
        <w:numPr>
          <w:ilvl w:val="0"/>
          <w:numId w:val="29"/>
        </w:numPr>
        <w:spacing w:after="200" w:line="276" w:lineRule="auto"/>
        <w:ind w:hanging="720"/>
        <w:jc w:val="both"/>
        <w:rPr>
          <w:sz w:val="24"/>
        </w:rPr>
      </w:pPr>
      <w:r w:rsidRPr="0024565A">
        <w:rPr>
          <w:sz w:val="24"/>
        </w:rPr>
        <w:t xml:space="preserve">V části první čl. I se bod 1 vypouští </w:t>
      </w:r>
    </w:p>
    <w:p w:rsidR="008B5D6A" w:rsidRPr="0024565A" w:rsidRDefault="008B5D6A" w:rsidP="008B5D6A">
      <w:pPr>
        <w:pStyle w:val="Odstavecseseznamem"/>
        <w:spacing w:after="200" w:line="276" w:lineRule="auto"/>
        <w:jc w:val="both"/>
        <w:rPr>
          <w:sz w:val="24"/>
        </w:rPr>
      </w:pPr>
    </w:p>
    <w:p w:rsidR="0024565A" w:rsidRPr="0024565A" w:rsidRDefault="0024565A" w:rsidP="009A3554">
      <w:pPr>
        <w:pStyle w:val="Odstavecseseznamem"/>
        <w:numPr>
          <w:ilvl w:val="0"/>
          <w:numId w:val="29"/>
        </w:numPr>
        <w:spacing w:after="200" w:line="276" w:lineRule="auto"/>
        <w:ind w:hanging="720"/>
        <w:jc w:val="both"/>
        <w:rPr>
          <w:sz w:val="24"/>
        </w:rPr>
      </w:pPr>
      <w:r w:rsidRPr="0024565A">
        <w:rPr>
          <w:sz w:val="24"/>
        </w:rPr>
        <w:t>V části první čl. I se bod 7</w:t>
      </w:r>
      <w:r w:rsidR="00D67536">
        <w:rPr>
          <w:sz w:val="24"/>
        </w:rPr>
        <w:t xml:space="preserve"> (§ 265a) </w:t>
      </w:r>
      <w:r w:rsidRPr="0024565A">
        <w:rPr>
          <w:sz w:val="24"/>
        </w:rPr>
        <w:t>vypouští.</w:t>
      </w:r>
    </w:p>
    <w:p w:rsidR="0024565A" w:rsidRDefault="0024565A" w:rsidP="008B5D6A">
      <w:pPr>
        <w:jc w:val="both"/>
        <w:rPr>
          <w:rFonts w:cs="Times New Roman"/>
        </w:rPr>
      </w:pPr>
    </w:p>
    <w:p w:rsidR="0024565A" w:rsidRPr="0024565A" w:rsidRDefault="008B5D6A" w:rsidP="008B5D6A">
      <w:pPr>
        <w:jc w:val="both"/>
        <w:rPr>
          <w:rFonts w:cs="Times New Roman"/>
          <w:b/>
        </w:rPr>
      </w:pPr>
      <w:r w:rsidRPr="008B5D6A">
        <w:rPr>
          <w:rFonts w:cs="Times New Roman"/>
          <w:b/>
        </w:rPr>
        <w:t>F2.</w:t>
      </w:r>
      <w:r>
        <w:rPr>
          <w:rFonts w:cs="Times New Roman"/>
          <w:b/>
        </w:rPr>
        <w:t xml:space="preserve"> </w:t>
      </w:r>
      <w:r w:rsidRPr="008B5D6A">
        <w:rPr>
          <w:rFonts w:cs="Times New Roman"/>
        </w:rPr>
        <w:t>K části druh</w:t>
      </w:r>
      <w:r w:rsidR="00D67536">
        <w:rPr>
          <w:rFonts w:cs="Times New Roman"/>
        </w:rPr>
        <w:t>é</w:t>
      </w:r>
      <w:r w:rsidRPr="008B5D6A">
        <w:rPr>
          <w:rFonts w:cs="Times New Roman"/>
        </w:rPr>
        <w:t xml:space="preserve"> čl. III (změna exekučního řádu)</w:t>
      </w:r>
      <w:r w:rsidR="0024565A" w:rsidRPr="0024565A">
        <w:rPr>
          <w:rFonts w:cs="Times New Roman"/>
          <w:b/>
        </w:rPr>
        <w:t xml:space="preserve"> </w:t>
      </w:r>
    </w:p>
    <w:p w:rsidR="0024565A" w:rsidRPr="0024565A" w:rsidRDefault="0024565A" w:rsidP="0024565A">
      <w:pPr>
        <w:jc w:val="center"/>
        <w:rPr>
          <w:rFonts w:cs="Times New Roman"/>
        </w:rPr>
      </w:pPr>
    </w:p>
    <w:p w:rsidR="0024565A" w:rsidRDefault="009A3554" w:rsidP="008B5D6A">
      <w:r>
        <w:t>1.</w:t>
      </w:r>
      <w:r w:rsidR="008B5D6A">
        <w:t xml:space="preserve"> </w:t>
      </w:r>
      <w:r w:rsidR="0024565A" w:rsidRPr="009A3554">
        <w:t>V části druhé čl. III se bod 23 (§ 30) vypouští.</w:t>
      </w:r>
    </w:p>
    <w:p w:rsidR="008B5D6A" w:rsidRPr="009A3554" w:rsidRDefault="008B5D6A" w:rsidP="008B5D6A"/>
    <w:p w:rsidR="0024565A" w:rsidRPr="0024565A" w:rsidRDefault="0024565A" w:rsidP="0024565A">
      <w:pPr>
        <w:pStyle w:val="Odstavecseseznamem"/>
        <w:ind w:left="360" w:hanging="360"/>
        <w:rPr>
          <w:sz w:val="24"/>
        </w:rPr>
      </w:pPr>
      <w:r w:rsidRPr="0024565A">
        <w:rPr>
          <w:sz w:val="24"/>
        </w:rPr>
        <w:t>2. V části druhé čl. III se bod 44 (§ 43b) vypouští.</w:t>
      </w:r>
    </w:p>
    <w:p w:rsidR="008B5D6A" w:rsidRDefault="008B5D6A" w:rsidP="0024565A">
      <w:pPr>
        <w:rPr>
          <w:rFonts w:cs="Times New Roman"/>
        </w:rPr>
      </w:pPr>
    </w:p>
    <w:p w:rsidR="0024565A" w:rsidRDefault="0024565A" w:rsidP="0024565A">
      <w:pPr>
        <w:rPr>
          <w:rFonts w:cs="Times New Roman"/>
        </w:rPr>
      </w:pPr>
      <w:r w:rsidRPr="0024565A">
        <w:rPr>
          <w:rFonts w:cs="Times New Roman"/>
        </w:rPr>
        <w:t>3. V části druhé čl. III se bod 46  (§ 44 odst. 3 písmeno h) vypouští</w:t>
      </w:r>
      <w:r w:rsidR="008B5D6A">
        <w:rPr>
          <w:rFonts w:cs="Times New Roman"/>
        </w:rPr>
        <w:t>.</w:t>
      </w:r>
    </w:p>
    <w:p w:rsidR="008B5D6A" w:rsidRPr="0024565A" w:rsidRDefault="008B5D6A" w:rsidP="0024565A">
      <w:pPr>
        <w:rPr>
          <w:rFonts w:cs="Times New Roman"/>
        </w:rPr>
      </w:pPr>
    </w:p>
    <w:p w:rsidR="0024565A" w:rsidRPr="008B5D6A" w:rsidRDefault="008B5D6A" w:rsidP="008B5D6A">
      <w:pPr>
        <w:tabs>
          <w:tab w:val="left" w:pos="567"/>
        </w:tabs>
        <w:spacing w:after="200" w:line="276" w:lineRule="auto"/>
        <w:jc w:val="both"/>
      </w:pPr>
      <w:r>
        <w:t xml:space="preserve">4. </w:t>
      </w:r>
      <w:r w:rsidR="0024565A" w:rsidRPr="008B5D6A">
        <w:t>V části druhé čl. III se bod 75 (§ 55 odst. 6) vypouští.</w:t>
      </w:r>
    </w:p>
    <w:p w:rsidR="0024565A" w:rsidRPr="008B5D6A" w:rsidRDefault="008B5D6A" w:rsidP="008B5D6A">
      <w:pPr>
        <w:tabs>
          <w:tab w:val="left" w:pos="567"/>
        </w:tabs>
        <w:spacing w:after="200" w:line="276" w:lineRule="auto"/>
        <w:jc w:val="both"/>
      </w:pPr>
      <w:r>
        <w:t xml:space="preserve">5. </w:t>
      </w:r>
      <w:r w:rsidR="0024565A" w:rsidRPr="008B5D6A">
        <w:t xml:space="preserve">V části druhé čl. </w:t>
      </w:r>
      <w:proofErr w:type="gramStart"/>
      <w:r w:rsidR="0024565A" w:rsidRPr="008B5D6A">
        <w:t>III</w:t>
      </w:r>
      <w:proofErr w:type="gramEnd"/>
      <w:r w:rsidR="0024565A" w:rsidRPr="008B5D6A">
        <w:t xml:space="preserve"> bod 76 zní</w:t>
      </w:r>
      <w:r>
        <w:t>:</w:t>
      </w:r>
    </w:p>
    <w:p w:rsidR="0024565A" w:rsidRPr="0024565A" w:rsidRDefault="004E2566" w:rsidP="0024565A">
      <w:pPr>
        <w:rPr>
          <w:rFonts w:cs="Times New Roman"/>
        </w:rPr>
      </w:pPr>
      <w:r>
        <w:rPr>
          <w:rFonts w:cs="Times New Roman"/>
        </w:rPr>
        <w:t xml:space="preserve">„76. </w:t>
      </w:r>
      <w:r w:rsidR="0024565A" w:rsidRPr="0024565A">
        <w:rPr>
          <w:rFonts w:cs="Times New Roman"/>
        </w:rPr>
        <w:t>V § 55 se doplňují odstavce 7 až 11, které znějí:</w:t>
      </w:r>
    </w:p>
    <w:p w:rsidR="0024565A" w:rsidRDefault="004E2566" w:rsidP="004E2566">
      <w:pPr>
        <w:ind w:firstLine="709"/>
        <w:jc w:val="both"/>
        <w:rPr>
          <w:rFonts w:eastAsia="Times New Roman" w:cs="Times New Roman"/>
          <w:lang w:eastAsia="cs-CZ"/>
        </w:rPr>
      </w:pPr>
      <w:r>
        <w:rPr>
          <w:rFonts w:cs="Times New Roman"/>
        </w:rPr>
        <w:t>„</w:t>
      </w:r>
      <w:r w:rsidR="0024565A" w:rsidRPr="0024565A">
        <w:rPr>
          <w:rFonts w:cs="Times New Roman"/>
        </w:rPr>
        <w:t xml:space="preserve">(7) Nedošlo-li po dobu posledních 6 let počítaných po vyznačení doložky provedení exekuce </w:t>
      </w:r>
      <w:r w:rsidR="0024565A" w:rsidRPr="0024565A">
        <w:rPr>
          <w:rFonts w:eastAsia="Times New Roman" w:cs="Times New Roman"/>
          <w:lang w:eastAsia="cs-CZ"/>
        </w:rPr>
        <w:t>ani k částečnému uspokojení vymáhané povinnosti ve výši postačující alespoň ke krytí nákladů exekuce, vyzve exekutor oprávněného, aby ve lhůtě 30 dnů sdělil, zda souhlasí se zastavením exekuce nebo, aby ve stejné lhůtě sdělil, že se zastavením exekuce nesouhlasí. Jestliže oprávněný vyjádřil souhlas se zastavením exekuce nebo lhůta podle věty první uplynula marně, exekutor exekuci zastaví.</w:t>
      </w:r>
    </w:p>
    <w:p w:rsidR="004E2566" w:rsidRPr="0024565A" w:rsidRDefault="004E2566" w:rsidP="004E2566">
      <w:pPr>
        <w:ind w:firstLine="709"/>
        <w:jc w:val="both"/>
        <w:rPr>
          <w:rFonts w:cs="Times New Roman"/>
        </w:rPr>
      </w:pPr>
    </w:p>
    <w:p w:rsidR="0024565A" w:rsidRDefault="0024565A" w:rsidP="004E2566">
      <w:pPr>
        <w:ind w:firstLine="709"/>
        <w:jc w:val="both"/>
        <w:rPr>
          <w:rFonts w:eastAsia="Times New Roman" w:cs="Times New Roman"/>
          <w:lang w:eastAsia="cs-CZ"/>
        </w:rPr>
      </w:pPr>
      <w:r w:rsidRPr="0024565A">
        <w:rPr>
          <w:rFonts w:cs="Times New Roman"/>
        </w:rPr>
        <w:t>(8) Nedošlo-li v době podle odstavce 7 věty první ani k částečnému uspokojení vymáhané povinnosti ve výši postačující alespoň ke krytí nákladů exekuce, může exekutor spolu s výzvou k vyjádření současně vyzvat oprávněného ke složení zálohy na další vedení exekuce a poučit ho, že nesloží-li ve lhůtě 30 dnů od doručení výzvy zálohu na další vedení exekuce, exekuci zastaví.  Výši zálohy podle věty první stanoví prováděcí právní předpis. Oprávněný uvedený v odstavci 10 písm. b) je zproštěn povinnosti hradit zálohu na náklady dalšího vedení exekuce a postup podle věty první se nepoužije</w:t>
      </w:r>
      <w:r w:rsidRPr="0024565A">
        <w:rPr>
          <w:rFonts w:eastAsia="Times New Roman" w:cs="Times New Roman"/>
          <w:lang w:eastAsia="cs-CZ"/>
        </w:rPr>
        <w:t>.</w:t>
      </w:r>
    </w:p>
    <w:p w:rsidR="004E2566" w:rsidRPr="0024565A" w:rsidRDefault="004E2566" w:rsidP="004E2566">
      <w:pPr>
        <w:ind w:firstLine="709"/>
        <w:jc w:val="both"/>
        <w:rPr>
          <w:rFonts w:eastAsia="Times New Roman" w:cs="Times New Roman"/>
          <w:lang w:eastAsia="cs-CZ"/>
        </w:rPr>
      </w:pPr>
    </w:p>
    <w:p w:rsidR="0024565A" w:rsidRDefault="0024565A" w:rsidP="004E2566">
      <w:pPr>
        <w:ind w:firstLine="709"/>
        <w:jc w:val="both"/>
        <w:rPr>
          <w:rFonts w:eastAsia="Times New Roman" w:cs="Times New Roman"/>
          <w:lang w:eastAsia="cs-CZ"/>
        </w:rPr>
      </w:pPr>
      <w:r w:rsidRPr="0024565A">
        <w:rPr>
          <w:rFonts w:eastAsia="Times New Roman" w:cs="Times New Roman"/>
          <w:lang w:eastAsia="cs-CZ"/>
        </w:rPr>
        <w:t>(9) Vyjádřením nesouhlasu oprávněného podle odstavce 7, s</w:t>
      </w:r>
      <w:r w:rsidRPr="0024565A">
        <w:rPr>
          <w:rFonts w:cs="Times New Roman"/>
        </w:rPr>
        <w:t>ložením zálohy podle odstavce 8 nebo jde-li o oprávněného podle odstavce 10 písm. b), se lhůta podle odstavce 7 prodlužuje o další 3 roky.</w:t>
      </w:r>
      <w:r w:rsidRPr="0024565A">
        <w:rPr>
          <w:rFonts w:eastAsia="Times New Roman" w:cs="Times New Roman"/>
          <w:lang w:eastAsia="cs-CZ"/>
        </w:rPr>
        <w:t xml:space="preserve"> </w:t>
      </w:r>
      <w:r w:rsidRPr="0024565A">
        <w:rPr>
          <w:rFonts w:cs="Times New Roman"/>
        </w:rPr>
        <w:t xml:space="preserve"> Prodloužení lhůty je možné nejvýše dvakrát. Po uplynutí lhůty podle odstavce 7 prodloužené o dobu podle věty první a druhé, exekutor exekuci zastaví. Celková doba po vyznačení doložky provedení exekuce, po kterou nedošlo </w:t>
      </w:r>
      <w:r w:rsidRPr="0024565A">
        <w:rPr>
          <w:rFonts w:eastAsia="Times New Roman" w:cs="Times New Roman"/>
          <w:lang w:eastAsia="cs-CZ"/>
        </w:rPr>
        <w:t>ani k částečnému uspokojení vymáhané povinnosti ve výši postačující alespoň ke krytí nákladů exekuce, nesmí v nepřerušeném trvání překročit po sobě následujících 12 let od vyznačení doložky provedení exekuce nebo posledního vymoženého plnění, nastalo-li později; do této lhůty se nezapočítávají doby uvedené v odstavci 10. Dojde-li v rozhodné době k částečnému vymožení povinnosti ve výši postačující alespoň ke krytí nákladů exekuce, běží lhůta uvedená v odstavci 7 větě první znovu</w:t>
      </w:r>
      <w:r w:rsidRPr="0024565A">
        <w:rPr>
          <w:rFonts w:cs="Times New Roman"/>
        </w:rPr>
        <w:t xml:space="preserve"> od počátku ode dne následujícího po dni, v němž naposledy došlo k částečnému vymožení povinnosti. Po dobu, po kterou trvá prodloužení exekuce nebo jde-li o pohledávku oprávněného uvedeného v</w:t>
      </w:r>
      <w:r w:rsidRPr="0024565A">
        <w:rPr>
          <w:rFonts w:eastAsia="Times New Roman" w:cs="Times New Roman"/>
          <w:lang w:eastAsia="cs-CZ"/>
        </w:rPr>
        <w:t xml:space="preserve"> odstavci 10 písm. b), soud nerozhodne o zastavení exekuce pro nemajetnost a návrh na zastavení exekuce pro nemajetnost zamítne.</w:t>
      </w:r>
    </w:p>
    <w:p w:rsidR="004E2566" w:rsidRPr="0024565A" w:rsidRDefault="004E2566" w:rsidP="004E2566">
      <w:pPr>
        <w:ind w:firstLine="709"/>
        <w:jc w:val="both"/>
        <w:rPr>
          <w:rFonts w:eastAsia="Times New Roman" w:cs="Times New Roman"/>
          <w:lang w:eastAsia="cs-CZ"/>
        </w:rPr>
      </w:pPr>
    </w:p>
    <w:p w:rsidR="0024565A" w:rsidRPr="0024565A" w:rsidRDefault="0024565A" w:rsidP="004E2566">
      <w:pPr>
        <w:ind w:firstLine="709"/>
        <w:jc w:val="both"/>
        <w:rPr>
          <w:rFonts w:cs="Times New Roman"/>
        </w:rPr>
      </w:pPr>
      <w:r w:rsidRPr="0024565A">
        <w:rPr>
          <w:rFonts w:eastAsia="Times New Roman" w:cs="Times New Roman"/>
          <w:lang w:eastAsia="cs-CZ"/>
        </w:rPr>
        <w:lastRenderedPageBreak/>
        <w:t xml:space="preserve">(10) </w:t>
      </w:r>
      <w:r w:rsidRPr="0024565A">
        <w:rPr>
          <w:rFonts w:cs="Times New Roman"/>
        </w:rPr>
        <w:t>Lhůta podle odstavce 7, 8 a 9 neběží</w:t>
      </w:r>
    </w:p>
    <w:p w:rsidR="0024565A" w:rsidRPr="0024565A" w:rsidRDefault="0024565A" w:rsidP="00DE0363">
      <w:pPr>
        <w:pStyle w:val="Odstavecseseznamem"/>
        <w:numPr>
          <w:ilvl w:val="0"/>
          <w:numId w:val="26"/>
        </w:numPr>
        <w:spacing w:after="200"/>
        <w:jc w:val="both"/>
        <w:rPr>
          <w:sz w:val="24"/>
        </w:rPr>
      </w:pPr>
      <w:r w:rsidRPr="0024565A">
        <w:rPr>
          <w:sz w:val="24"/>
        </w:rPr>
        <w:t>v době od zahájení exekučního řízení do vyznačení doložky provedení exekuce podle § 52 odst. 3,</w:t>
      </w:r>
    </w:p>
    <w:p w:rsidR="0024565A" w:rsidRPr="0024565A" w:rsidRDefault="0024565A" w:rsidP="00DE0363">
      <w:pPr>
        <w:pStyle w:val="Odstavecseseznamem"/>
        <w:numPr>
          <w:ilvl w:val="0"/>
          <w:numId w:val="26"/>
        </w:numPr>
        <w:spacing w:after="200"/>
        <w:jc w:val="both"/>
        <w:rPr>
          <w:sz w:val="24"/>
        </w:rPr>
      </w:pPr>
      <w:r w:rsidRPr="0024565A">
        <w:rPr>
          <w:sz w:val="24"/>
        </w:rPr>
        <w:t>jde-li o exekuci k vymožení pohledávky na výživné pro nezletilé dítě, náhrady újmy způsobené poškozenému pracovním úrazem, nemocí z povolání, ublížením na zdraví nebo trestným činem, pohledávky z pojistného na veřejné zdravotní pojištění, nebo pohledávky školy nebo školského zařízení z veřejné služby poskytované</w:t>
      </w:r>
      <w:r w:rsidRPr="0024565A">
        <w:rPr>
          <w:i/>
          <w:sz w:val="24"/>
        </w:rPr>
        <w:t xml:space="preserve"> </w:t>
      </w:r>
      <w:r w:rsidRPr="0024565A">
        <w:rPr>
          <w:sz w:val="24"/>
        </w:rPr>
        <w:t>podle školského zákona nebo by zastavení exekuce odporovalo dobrým mravům,</w:t>
      </w:r>
    </w:p>
    <w:p w:rsidR="0024565A" w:rsidRPr="0024565A" w:rsidRDefault="0024565A" w:rsidP="00DE0363">
      <w:pPr>
        <w:pStyle w:val="Odstavecseseznamem"/>
        <w:numPr>
          <w:ilvl w:val="0"/>
          <w:numId w:val="26"/>
        </w:numPr>
        <w:spacing w:after="200"/>
        <w:jc w:val="both"/>
        <w:rPr>
          <w:sz w:val="24"/>
        </w:rPr>
      </w:pPr>
      <w:r w:rsidRPr="0024565A">
        <w:rPr>
          <w:sz w:val="24"/>
        </w:rPr>
        <w:t>je-li předmětem exekuce nepeněžité plnění,</w:t>
      </w:r>
    </w:p>
    <w:p w:rsidR="0024565A" w:rsidRPr="0024565A" w:rsidRDefault="0024565A" w:rsidP="00DE0363">
      <w:pPr>
        <w:pStyle w:val="Odstavecseseznamem"/>
        <w:numPr>
          <w:ilvl w:val="0"/>
          <w:numId w:val="26"/>
        </w:numPr>
        <w:spacing w:after="200"/>
        <w:jc w:val="both"/>
        <w:rPr>
          <w:sz w:val="24"/>
        </w:rPr>
      </w:pPr>
      <w:r w:rsidRPr="0024565A">
        <w:rPr>
          <w:sz w:val="24"/>
        </w:rPr>
        <w:t>po dobu, po kterou probíhalo řízení o návrhu na zastavení exekuce, námitce podjatosti, návrhu na odklad, odvolání nebo jiném podání účastníka řízení či trval odklad exekuce části majetku, během něhož nelze exekuci provést</w:t>
      </w:r>
      <w:r w:rsidR="004E2566">
        <w:rPr>
          <w:sz w:val="24"/>
        </w:rPr>
        <w:t>,</w:t>
      </w:r>
    </w:p>
    <w:p w:rsidR="0024565A" w:rsidRPr="0024565A" w:rsidRDefault="0024565A" w:rsidP="00DE0363">
      <w:pPr>
        <w:pStyle w:val="Odstavecseseznamem"/>
        <w:numPr>
          <w:ilvl w:val="0"/>
          <w:numId w:val="26"/>
        </w:numPr>
        <w:spacing w:after="200"/>
        <w:jc w:val="both"/>
        <w:rPr>
          <w:sz w:val="24"/>
        </w:rPr>
      </w:pPr>
      <w:r w:rsidRPr="0024565A">
        <w:rPr>
          <w:sz w:val="24"/>
        </w:rPr>
        <w:t>po dobu, po kterou byla jako celek exekuce odložena, přerušena nebo ji není možné podle zvláštního právního předpisu provést včetně doby, po kterou trvalo přerušení v důsledku souběhu s dřívější exekucí</w:t>
      </w:r>
      <w:r w:rsidR="004E2566">
        <w:rPr>
          <w:sz w:val="24"/>
        </w:rPr>
        <w:t>,</w:t>
      </w:r>
      <w:r w:rsidRPr="0024565A">
        <w:rPr>
          <w:sz w:val="24"/>
        </w:rPr>
        <w:t xml:space="preserve"> </w:t>
      </w:r>
    </w:p>
    <w:p w:rsidR="0024565A" w:rsidRPr="0024565A" w:rsidRDefault="0024565A" w:rsidP="00DE0363">
      <w:pPr>
        <w:pStyle w:val="Odstavecseseznamem"/>
        <w:numPr>
          <w:ilvl w:val="0"/>
          <w:numId w:val="26"/>
        </w:numPr>
        <w:spacing w:after="200"/>
        <w:jc w:val="both"/>
        <w:rPr>
          <w:sz w:val="24"/>
        </w:rPr>
      </w:pPr>
      <w:r w:rsidRPr="0024565A">
        <w:rPr>
          <w:sz w:val="24"/>
        </w:rPr>
        <w:t>je-li nařízena exekuce srážkami ze mzdy, která je podle zvláštního předpisu přerušena</w:t>
      </w:r>
      <w:r w:rsidR="004E2566">
        <w:rPr>
          <w:sz w:val="24"/>
        </w:rPr>
        <w:t>,</w:t>
      </w:r>
    </w:p>
    <w:p w:rsidR="0024565A" w:rsidRPr="0024565A" w:rsidRDefault="0024565A" w:rsidP="00DE0363">
      <w:pPr>
        <w:pStyle w:val="Odstavecseseznamem"/>
        <w:numPr>
          <w:ilvl w:val="0"/>
          <w:numId w:val="26"/>
        </w:numPr>
        <w:spacing w:after="200"/>
        <w:jc w:val="both"/>
        <w:rPr>
          <w:sz w:val="24"/>
        </w:rPr>
      </w:pPr>
      <w:r w:rsidRPr="0024565A">
        <w:rPr>
          <w:sz w:val="24"/>
        </w:rPr>
        <w:t>byl-li v posledních 12 měsících vydán exekuční příkaz přikázáním pohledávky z účtu u peněžního ústavu</w:t>
      </w:r>
      <w:r w:rsidR="004E2566">
        <w:rPr>
          <w:sz w:val="24"/>
        </w:rPr>
        <w:t>,</w:t>
      </w:r>
    </w:p>
    <w:p w:rsidR="0024565A" w:rsidRPr="0024565A" w:rsidRDefault="0024565A" w:rsidP="00DE0363">
      <w:pPr>
        <w:pStyle w:val="Odstavecseseznamem"/>
        <w:numPr>
          <w:ilvl w:val="0"/>
          <w:numId w:val="26"/>
        </w:numPr>
        <w:spacing w:after="200"/>
        <w:jc w:val="both"/>
        <w:rPr>
          <w:sz w:val="24"/>
        </w:rPr>
      </w:pPr>
      <w:r w:rsidRPr="0024565A">
        <w:rPr>
          <w:sz w:val="24"/>
        </w:rPr>
        <w:t>po dobu potřebnou k dokončení exekuce prodejem nemovité věci nebo jiného majetku povinného; to platí i v případě, kdy oprávněný v postavení věřitele nebo oprávněného z přerušené exekuce přihlásil pohledávku do jiného řízení, v němž je tento prodej prováděn.</w:t>
      </w:r>
    </w:p>
    <w:p w:rsidR="0024565A" w:rsidRPr="0024565A" w:rsidRDefault="0024565A" w:rsidP="0024565A">
      <w:pPr>
        <w:pStyle w:val="Odstavecseseznamem"/>
        <w:ind w:left="1425"/>
        <w:jc w:val="both"/>
        <w:rPr>
          <w:sz w:val="24"/>
        </w:rPr>
      </w:pPr>
    </w:p>
    <w:p w:rsidR="0024565A" w:rsidRPr="004E2566" w:rsidRDefault="004E2566" w:rsidP="004E2566">
      <w:pPr>
        <w:ind w:firstLine="567"/>
        <w:jc w:val="both"/>
        <w:rPr>
          <w:b/>
        </w:rPr>
      </w:pPr>
      <w:r>
        <w:t>(11)</w:t>
      </w:r>
      <w:r w:rsidR="0024565A" w:rsidRPr="004E2566">
        <w:t xml:space="preserve"> Zastavením exekuce podle odstavce 7, 8 nebo 9 nejsou dotčeny účinky již provedených úkonů a již vymožená plnění. Byla-li exekuce zastavena podle odstavce 7, 8 nebo 9, uloží exekutor povinnému povinnost k náhradě nákladů exekuce a nákladů oprávněného. Náklady bezvýsledné exekuce se určí ve výši minimální odměny a paušální náhrady hotových výdajů </w:t>
      </w:r>
      <w:r>
        <w:t>po</w:t>
      </w:r>
      <w:r w:rsidR="0024565A" w:rsidRPr="004E2566">
        <w:t>dle zvláštního předpisu; je-li exekutor plátcem daně z přidané hodnoty, zvyšují se náklady exekuce o daň z přidané hodnoty. Tím není dotčeno právo exekutora na odměnu vypočtenou procentuální sazbou z vymoženého plnění a hotové výdaje.</w:t>
      </w:r>
      <w:r>
        <w:t>“.“.</w:t>
      </w:r>
    </w:p>
    <w:p w:rsidR="0024565A" w:rsidRPr="0024565A" w:rsidRDefault="0024565A" w:rsidP="0024565A">
      <w:pPr>
        <w:pStyle w:val="Odstavecseseznamem"/>
        <w:ind w:left="567"/>
        <w:jc w:val="both"/>
        <w:rPr>
          <w:b/>
          <w:sz w:val="24"/>
        </w:rPr>
      </w:pPr>
    </w:p>
    <w:p w:rsidR="0024565A" w:rsidRPr="004E2566" w:rsidRDefault="004E2566" w:rsidP="004E2566">
      <w:pPr>
        <w:jc w:val="both"/>
        <w:rPr>
          <w:b/>
        </w:rPr>
      </w:pPr>
      <w:r>
        <w:t xml:space="preserve">6. </w:t>
      </w:r>
      <w:r w:rsidR="0024565A" w:rsidRPr="004E2566">
        <w:t xml:space="preserve">V části druhé čl. III </w:t>
      </w:r>
      <w:r w:rsidR="000A1A27">
        <w:t xml:space="preserve">se </w:t>
      </w:r>
      <w:r w:rsidR="0024565A" w:rsidRPr="004E2566">
        <w:t>bod 85 vypouští.</w:t>
      </w:r>
    </w:p>
    <w:p w:rsidR="004E2566" w:rsidRDefault="004E2566" w:rsidP="004E2566">
      <w:pPr>
        <w:jc w:val="both"/>
      </w:pPr>
    </w:p>
    <w:p w:rsidR="0024565A" w:rsidRPr="004E2566" w:rsidRDefault="004E2566" w:rsidP="004E2566">
      <w:pPr>
        <w:jc w:val="both"/>
        <w:rPr>
          <w:b/>
        </w:rPr>
      </w:pPr>
      <w:r>
        <w:t xml:space="preserve">7. </w:t>
      </w:r>
      <w:r w:rsidR="0024565A" w:rsidRPr="004E2566">
        <w:t xml:space="preserve">V části druhé čl. III </w:t>
      </w:r>
      <w:r w:rsidR="000A1A27">
        <w:t xml:space="preserve">se </w:t>
      </w:r>
      <w:r w:rsidR="0024565A" w:rsidRPr="004E2566">
        <w:t xml:space="preserve">bod 94 vypouští. </w:t>
      </w:r>
    </w:p>
    <w:p w:rsidR="004E2566" w:rsidRDefault="004E2566" w:rsidP="004E2566">
      <w:pPr>
        <w:jc w:val="both"/>
      </w:pPr>
    </w:p>
    <w:p w:rsidR="0024565A" w:rsidRPr="004E2566" w:rsidRDefault="004E2566" w:rsidP="004E2566">
      <w:pPr>
        <w:jc w:val="both"/>
        <w:rPr>
          <w:b/>
        </w:rPr>
      </w:pPr>
      <w:r>
        <w:t xml:space="preserve">8. </w:t>
      </w:r>
      <w:r w:rsidR="0024565A" w:rsidRPr="004E2566">
        <w:t xml:space="preserve">V části druhé čl. III </w:t>
      </w:r>
      <w:r w:rsidR="000A1A27">
        <w:t xml:space="preserve">se </w:t>
      </w:r>
      <w:r w:rsidR="0024565A" w:rsidRPr="004E2566">
        <w:t xml:space="preserve">bod 95 vypouští. </w:t>
      </w:r>
    </w:p>
    <w:p w:rsidR="004E2566" w:rsidRDefault="004E2566" w:rsidP="004E2566">
      <w:pPr>
        <w:jc w:val="both"/>
      </w:pPr>
    </w:p>
    <w:p w:rsidR="0024565A" w:rsidRPr="004E2566" w:rsidRDefault="004E2566" w:rsidP="004E2566">
      <w:pPr>
        <w:jc w:val="both"/>
        <w:rPr>
          <w:b/>
        </w:rPr>
      </w:pPr>
      <w:r>
        <w:t xml:space="preserve">9. </w:t>
      </w:r>
      <w:r w:rsidR="0024565A" w:rsidRPr="004E2566">
        <w:t xml:space="preserve">V části druhé čl. III </w:t>
      </w:r>
      <w:r w:rsidR="000A1A27">
        <w:t>se body 96 a 97 vypouštějí</w:t>
      </w:r>
      <w:r w:rsidR="0024565A" w:rsidRPr="004E2566">
        <w:t>.</w:t>
      </w:r>
    </w:p>
    <w:p w:rsidR="004E2566" w:rsidRDefault="004E2566" w:rsidP="004E2566">
      <w:pPr>
        <w:jc w:val="both"/>
      </w:pPr>
    </w:p>
    <w:p w:rsidR="0024565A" w:rsidRPr="004E2566" w:rsidRDefault="004E2566" w:rsidP="004E2566">
      <w:pPr>
        <w:jc w:val="both"/>
        <w:rPr>
          <w:b/>
        </w:rPr>
      </w:pPr>
      <w:r>
        <w:t xml:space="preserve">10. </w:t>
      </w:r>
      <w:r w:rsidR="0024565A" w:rsidRPr="004E2566">
        <w:t xml:space="preserve">V části druhé čl. III </w:t>
      </w:r>
      <w:r w:rsidR="000A1A27">
        <w:t xml:space="preserve">se </w:t>
      </w:r>
      <w:r w:rsidR="0024565A" w:rsidRPr="004E2566">
        <w:t>bod 102 vypouští. (neefektivní PUNE)</w:t>
      </w:r>
    </w:p>
    <w:p w:rsidR="004E2566" w:rsidRDefault="004E2566" w:rsidP="004E2566">
      <w:pPr>
        <w:jc w:val="both"/>
      </w:pPr>
    </w:p>
    <w:p w:rsidR="0024565A" w:rsidRPr="004E2566" w:rsidRDefault="004E2566" w:rsidP="004E2566">
      <w:pPr>
        <w:jc w:val="both"/>
        <w:rPr>
          <w:b/>
        </w:rPr>
      </w:pPr>
      <w:r>
        <w:t xml:space="preserve">11. </w:t>
      </w:r>
      <w:r w:rsidR="0024565A" w:rsidRPr="004E2566">
        <w:t>V části druhé čl. III</w:t>
      </w:r>
      <w:r w:rsidR="000A1A27">
        <w:t xml:space="preserve"> se</w:t>
      </w:r>
      <w:r w:rsidR="0024565A" w:rsidRPr="004E2566">
        <w:t xml:space="preserve"> bod 104 vypouští. (opuštění povinné zálohy)</w:t>
      </w:r>
    </w:p>
    <w:p w:rsidR="0024565A" w:rsidRDefault="0024565A" w:rsidP="0024565A">
      <w:pPr>
        <w:pStyle w:val="Odstavecseseznamem"/>
        <w:jc w:val="both"/>
        <w:rPr>
          <w:b/>
          <w:sz w:val="24"/>
        </w:rPr>
      </w:pPr>
    </w:p>
    <w:p w:rsidR="008B5D6A" w:rsidRPr="008B5D6A" w:rsidRDefault="008B5D6A" w:rsidP="008B5D6A">
      <w:pPr>
        <w:jc w:val="both"/>
      </w:pPr>
      <w:r>
        <w:rPr>
          <w:b/>
        </w:rPr>
        <w:t xml:space="preserve">F3. </w:t>
      </w:r>
      <w:r w:rsidRPr="008B5D6A">
        <w:t>K části druhé čl. IV (změna přechodných ustanovení k exekučnímu řádu)</w:t>
      </w:r>
    </w:p>
    <w:p w:rsidR="0024565A" w:rsidRPr="0024565A" w:rsidRDefault="0024565A" w:rsidP="000A1A27">
      <w:pPr>
        <w:jc w:val="both"/>
        <w:rPr>
          <w:rFonts w:cs="Times New Roman"/>
          <w:b/>
        </w:rPr>
      </w:pPr>
    </w:p>
    <w:p w:rsidR="0024565A" w:rsidRDefault="0024565A" w:rsidP="008B5D6A">
      <w:pPr>
        <w:pStyle w:val="Odstavecseseznamem"/>
        <w:numPr>
          <w:ilvl w:val="0"/>
          <w:numId w:val="28"/>
        </w:numPr>
        <w:ind w:hanging="720"/>
        <w:jc w:val="both"/>
        <w:rPr>
          <w:sz w:val="24"/>
        </w:rPr>
      </w:pPr>
      <w:r w:rsidRPr="0024565A">
        <w:rPr>
          <w:sz w:val="24"/>
        </w:rPr>
        <w:t>Bod 7 zní</w:t>
      </w:r>
      <w:r w:rsidR="000A1A27">
        <w:rPr>
          <w:sz w:val="24"/>
        </w:rPr>
        <w:t>:</w:t>
      </w:r>
    </w:p>
    <w:p w:rsidR="000A1A27" w:rsidRPr="0024565A" w:rsidRDefault="000A1A27" w:rsidP="000A1A27">
      <w:pPr>
        <w:pStyle w:val="Odstavecseseznamem"/>
        <w:jc w:val="both"/>
        <w:rPr>
          <w:sz w:val="24"/>
        </w:rPr>
      </w:pPr>
    </w:p>
    <w:p w:rsidR="0024565A" w:rsidRPr="0024565A" w:rsidRDefault="000A1A27" w:rsidP="000A1A27">
      <w:pPr>
        <w:jc w:val="both"/>
        <w:rPr>
          <w:rFonts w:cs="Times New Roman"/>
        </w:rPr>
      </w:pPr>
      <w:r>
        <w:rPr>
          <w:rFonts w:cs="Times New Roman"/>
        </w:rPr>
        <w:t xml:space="preserve">„7. </w:t>
      </w:r>
      <w:r w:rsidR="0024565A" w:rsidRPr="0024565A">
        <w:rPr>
          <w:rFonts w:cs="Times New Roman"/>
        </w:rPr>
        <w:t>V exekučních řízeních zahájených přede dnem nabytí účinnosti tohoto zákona se použijí § 44b odst. 1 a 2 zákona č. 120/2001 Sb., ve znění účinném ode dne nabytí účinnosti tohoto zákona, nepostupoval-li oprávněný přede dnem nabytí účinnosti tohoto zákona podle § 15 odst. 5 zákona č. 120/2001 Sb., ve znění účinném přede dnem nabytí účinnosti tohoto zákona.</w:t>
      </w:r>
      <w:r>
        <w:rPr>
          <w:rFonts w:cs="Times New Roman"/>
        </w:rPr>
        <w:t>“.</w:t>
      </w:r>
      <w:r w:rsidR="0024565A" w:rsidRPr="0024565A">
        <w:rPr>
          <w:rFonts w:cs="Times New Roman"/>
        </w:rPr>
        <w:t xml:space="preserve"> </w:t>
      </w:r>
    </w:p>
    <w:p w:rsidR="0024565A" w:rsidRPr="0024565A" w:rsidRDefault="0024565A" w:rsidP="0024565A">
      <w:pPr>
        <w:ind w:left="360"/>
        <w:jc w:val="both"/>
        <w:rPr>
          <w:rFonts w:cs="Times New Roman"/>
        </w:rPr>
      </w:pPr>
    </w:p>
    <w:p w:rsidR="000A1A27" w:rsidRDefault="000A1A27">
      <w:pPr>
        <w:widowControl/>
        <w:suppressAutoHyphens w:val="0"/>
        <w:rPr>
          <w:rFonts w:eastAsia="Times New Roman" w:cs="Times New Roman"/>
          <w:color w:val="000000"/>
          <w:kern w:val="0"/>
          <w:lang w:eastAsia="cs-CZ" w:bidi="ar-SA"/>
        </w:rPr>
      </w:pPr>
    </w:p>
    <w:p w:rsidR="0024565A" w:rsidRPr="0024565A" w:rsidRDefault="0024565A" w:rsidP="008B5D6A">
      <w:pPr>
        <w:pStyle w:val="Odstavecseseznamem"/>
        <w:numPr>
          <w:ilvl w:val="0"/>
          <w:numId w:val="28"/>
        </w:numPr>
        <w:ind w:hanging="720"/>
        <w:jc w:val="both"/>
        <w:rPr>
          <w:sz w:val="24"/>
        </w:rPr>
      </w:pPr>
      <w:r w:rsidRPr="0024565A">
        <w:rPr>
          <w:sz w:val="24"/>
        </w:rPr>
        <w:t>Bod 10 zní</w:t>
      </w:r>
      <w:r w:rsidR="000A1A27">
        <w:rPr>
          <w:sz w:val="24"/>
        </w:rPr>
        <w:t>:</w:t>
      </w:r>
      <w:r w:rsidRPr="0024565A">
        <w:rPr>
          <w:sz w:val="24"/>
        </w:rPr>
        <w:t xml:space="preserve">  </w:t>
      </w:r>
    </w:p>
    <w:p w:rsidR="0024565A" w:rsidRPr="0024565A" w:rsidRDefault="0024565A" w:rsidP="0024565A">
      <w:pPr>
        <w:pStyle w:val="Odstavecseseznamem"/>
        <w:ind w:left="1276"/>
        <w:jc w:val="both"/>
        <w:rPr>
          <w:sz w:val="24"/>
        </w:rPr>
      </w:pPr>
    </w:p>
    <w:p w:rsidR="0024565A" w:rsidRPr="0024565A" w:rsidRDefault="000A1A27" w:rsidP="0024565A">
      <w:pPr>
        <w:jc w:val="both"/>
        <w:rPr>
          <w:rFonts w:cs="Times New Roman"/>
        </w:rPr>
      </w:pPr>
      <w:r>
        <w:rPr>
          <w:rFonts w:cs="Times New Roman"/>
        </w:rPr>
        <w:t>„</w:t>
      </w:r>
      <w:r w:rsidR="0024565A" w:rsidRPr="0024565A">
        <w:rPr>
          <w:rFonts w:cs="Times New Roman"/>
        </w:rPr>
        <w:t>10. V řízeních zahájených přede dnem nabytí účinnosti tohoto zákona, v nichž přede dnem nabytí účinnosti tohoto zákona nebyla vyznačena doložka provedení exekuce, začne lhůta podle § 55 odst.</w:t>
      </w:r>
      <w:r>
        <w:rPr>
          <w:rFonts w:cs="Times New Roman"/>
        </w:rPr>
        <w:t> </w:t>
      </w:r>
      <w:r w:rsidR="0024565A" w:rsidRPr="0024565A">
        <w:rPr>
          <w:rFonts w:cs="Times New Roman"/>
        </w:rPr>
        <w:t>7 zákona č. 120/2001 Sb., ve znění účinném ode dne nabytí účinnosti tohoto zákona</w:t>
      </w:r>
      <w:r>
        <w:rPr>
          <w:rFonts w:cs="Times New Roman"/>
        </w:rPr>
        <w:t>,</w:t>
      </w:r>
      <w:r w:rsidR="0024565A" w:rsidRPr="0024565A">
        <w:rPr>
          <w:rFonts w:cs="Times New Roman"/>
        </w:rPr>
        <w:t xml:space="preserve"> běžet dnem následujícím po vyznačení doložky provedení exekuce. V řízeních zahájených přede dnem nabytí účinnosti tohoto zákona, u nichž přede dnem nabytí účinnosti tohoto zákona byla vyznačena doložka provedení exekuce, začne  běžet lhůta podle § 55 odst. 7 zákona č. 120/2001 Sb., ve znění účinném ode dne nabytí účinnosti tohoto zákona.</w:t>
      </w:r>
      <w:r>
        <w:rPr>
          <w:rFonts w:cs="Times New Roman"/>
        </w:rPr>
        <w:t>“.</w:t>
      </w:r>
      <w:r w:rsidR="0024565A" w:rsidRPr="0024565A">
        <w:rPr>
          <w:rFonts w:cs="Times New Roman"/>
        </w:rPr>
        <w:t xml:space="preserve"> </w:t>
      </w:r>
    </w:p>
    <w:p w:rsidR="009C7D3D" w:rsidRDefault="009C7D3D"/>
    <w:p w:rsidR="00B74ADD" w:rsidRDefault="00B74ADD"/>
    <w:p w:rsidR="0024565A" w:rsidRDefault="0024565A">
      <w:pPr>
        <w:rPr>
          <w:i/>
        </w:rPr>
      </w:pPr>
      <w:r w:rsidRPr="0024565A">
        <w:rPr>
          <w:i/>
        </w:rPr>
        <w:t>SD 7430</w:t>
      </w:r>
    </w:p>
    <w:p w:rsidR="0024565A" w:rsidRPr="00C67C7F" w:rsidRDefault="00C67C7F" w:rsidP="00C67C7F">
      <w:pPr>
        <w:jc w:val="both"/>
      </w:pPr>
      <w:r w:rsidRPr="00C67C7F">
        <w:rPr>
          <w:b/>
        </w:rPr>
        <w:t>F4.1.</w:t>
      </w:r>
      <w:r>
        <w:rPr>
          <w:b/>
        </w:rPr>
        <w:t xml:space="preserve"> </w:t>
      </w:r>
      <w:r w:rsidR="0024565A" w:rsidRPr="00C67C7F">
        <w:t xml:space="preserve">V části </w:t>
      </w:r>
      <w:proofErr w:type="gramStart"/>
      <w:r w:rsidR="0024565A" w:rsidRPr="00C67C7F">
        <w:t>druhé čl.</w:t>
      </w:r>
      <w:proofErr w:type="gramEnd"/>
      <w:r w:rsidR="0024565A" w:rsidRPr="00C67C7F">
        <w:t xml:space="preserve"> III </w:t>
      </w:r>
      <w:proofErr w:type="gramStart"/>
      <w:r w:rsidR="0024565A" w:rsidRPr="00C67C7F">
        <w:t>se</w:t>
      </w:r>
      <w:proofErr w:type="gramEnd"/>
      <w:r w:rsidR="0024565A" w:rsidRPr="00C67C7F">
        <w:t xml:space="preserve"> za novelizační bod 68 </w:t>
      </w:r>
      <w:proofErr w:type="gramStart"/>
      <w:r w:rsidR="0024565A" w:rsidRPr="00C67C7F">
        <w:t>vkládá</w:t>
      </w:r>
      <w:proofErr w:type="gramEnd"/>
      <w:r w:rsidR="0024565A" w:rsidRPr="00C67C7F">
        <w:t xml:space="preserve"> nový bod 69</w:t>
      </w:r>
      <w:r w:rsidR="00E06655" w:rsidRPr="00C67C7F">
        <w:t>, který zní:</w:t>
      </w:r>
    </w:p>
    <w:p w:rsidR="0024565A" w:rsidRPr="00262382" w:rsidRDefault="0024565A" w:rsidP="0024565A">
      <w:pPr>
        <w:pStyle w:val="Odstavecseseznamem"/>
        <w:jc w:val="both"/>
        <w:rPr>
          <w:sz w:val="24"/>
        </w:rPr>
      </w:pPr>
    </w:p>
    <w:p w:rsidR="0024565A" w:rsidRDefault="00E06655" w:rsidP="0024565A">
      <w:pPr>
        <w:jc w:val="both"/>
      </w:pPr>
      <w:r>
        <w:t>„</w:t>
      </w:r>
      <w:r w:rsidR="0024565A">
        <w:t>69. Za § 52 se vkládá nový § 53, který zní:</w:t>
      </w:r>
    </w:p>
    <w:p w:rsidR="0024565A" w:rsidRDefault="0024565A" w:rsidP="0024565A">
      <w:pPr>
        <w:jc w:val="both"/>
      </w:pPr>
    </w:p>
    <w:p w:rsidR="0024565A" w:rsidRPr="00E06655" w:rsidRDefault="0024565A" w:rsidP="0024565A">
      <w:pPr>
        <w:jc w:val="center"/>
      </w:pPr>
      <w:r w:rsidRPr="00E06655">
        <w:t>„§ 53</w:t>
      </w:r>
    </w:p>
    <w:p w:rsidR="0024565A" w:rsidRPr="00D74625" w:rsidRDefault="0024565A" w:rsidP="0024565A">
      <w:pPr>
        <w:rPr>
          <w:b/>
        </w:rPr>
      </w:pPr>
      <w:r w:rsidRPr="00D74625">
        <w:rPr>
          <w:b/>
        </w:rPr>
        <w:t> </w:t>
      </w:r>
    </w:p>
    <w:p w:rsidR="0024565A" w:rsidRPr="00296C27" w:rsidRDefault="0024565A" w:rsidP="0024565A">
      <w:pPr>
        <w:ind w:firstLine="708"/>
        <w:jc w:val="both"/>
      </w:pPr>
      <w:r w:rsidRPr="00296C27">
        <w:t>Exekutor je povinen zaznamenat ve formě zvukového záznamu všechna volání uskutečněná prostřednictvím veřejně dostupné telefonní služby a telefonního čísla exekutorského úřadu, které je určeno pro komunikaci s účastníky řízení, třetími osobami nebo veřejností, týkají-li se jím vedeného exekučního řízení, a evidovat údaje o</w:t>
      </w:r>
      <w:r>
        <w:t> </w:t>
      </w:r>
      <w:r w:rsidRPr="00296C27">
        <w:t>těchto záznamech. Záznam se uchovává na trvalém nosiči dat, který je součástí exekučního spisu.</w:t>
      </w:r>
      <w:r>
        <w:t>“</w:t>
      </w:r>
      <w:r w:rsidR="00E06655">
        <w:t>.“.</w:t>
      </w:r>
    </w:p>
    <w:p w:rsidR="0024565A" w:rsidRDefault="0024565A" w:rsidP="0024565A">
      <w:pPr>
        <w:jc w:val="both"/>
      </w:pPr>
    </w:p>
    <w:p w:rsidR="0024565A" w:rsidRDefault="0024565A" w:rsidP="0024565A">
      <w:pPr>
        <w:jc w:val="both"/>
      </w:pPr>
      <w:r>
        <w:t>Následující novelizační body se pře</w:t>
      </w:r>
      <w:r w:rsidR="00E06655">
        <w:t>značí</w:t>
      </w:r>
      <w:r>
        <w:t>.</w:t>
      </w:r>
    </w:p>
    <w:p w:rsidR="0024565A" w:rsidRDefault="0024565A" w:rsidP="0024565A">
      <w:pPr>
        <w:jc w:val="both"/>
      </w:pPr>
    </w:p>
    <w:p w:rsidR="0024565A" w:rsidRPr="00C67C7F" w:rsidRDefault="00C67C7F" w:rsidP="00C67C7F">
      <w:pPr>
        <w:jc w:val="both"/>
      </w:pPr>
      <w:r w:rsidRPr="00C67C7F">
        <w:rPr>
          <w:b/>
        </w:rPr>
        <w:t>F4.2.</w:t>
      </w:r>
      <w:r>
        <w:t xml:space="preserve"> </w:t>
      </w:r>
      <w:r w:rsidR="0024565A" w:rsidRPr="00C67C7F">
        <w:t xml:space="preserve">V části </w:t>
      </w:r>
      <w:proofErr w:type="gramStart"/>
      <w:r w:rsidR="0024565A" w:rsidRPr="00C67C7F">
        <w:t>druhé čl.</w:t>
      </w:r>
      <w:proofErr w:type="gramEnd"/>
      <w:r w:rsidR="0024565A" w:rsidRPr="00C67C7F">
        <w:t xml:space="preserve"> III </w:t>
      </w:r>
      <w:proofErr w:type="gramStart"/>
      <w:r w:rsidR="0024565A" w:rsidRPr="00C67C7F">
        <w:t>se</w:t>
      </w:r>
      <w:proofErr w:type="gramEnd"/>
      <w:r w:rsidR="0024565A" w:rsidRPr="00C67C7F">
        <w:t xml:space="preserve"> za novelizační bod 81 </w:t>
      </w:r>
      <w:proofErr w:type="gramStart"/>
      <w:r w:rsidR="0024565A" w:rsidRPr="00C67C7F">
        <w:t>vkládá</w:t>
      </w:r>
      <w:proofErr w:type="gramEnd"/>
      <w:r w:rsidR="00E80C12" w:rsidRPr="00C67C7F">
        <w:t xml:space="preserve"> </w:t>
      </w:r>
      <w:r w:rsidR="0024565A" w:rsidRPr="00C67C7F">
        <w:t>nový bod 82</w:t>
      </w:r>
      <w:r w:rsidR="00E06655" w:rsidRPr="00C67C7F">
        <w:t>, který zní:</w:t>
      </w:r>
    </w:p>
    <w:p w:rsidR="0024565A" w:rsidRDefault="0024565A" w:rsidP="0024565A">
      <w:pPr>
        <w:jc w:val="both"/>
      </w:pPr>
    </w:p>
    <w:p w:rsidR="0024565A" w:rsidRPr="00262382" w:rsidRDefault="00E06655" w:rsidP="0024565A">
      <w:pPr>
        <w:jc w:val="both"/>
      </w:pPr>
      <w:r>
        <w:t>„</w:t>
      </w:r>
      <w:r w:rsidR="0024565A">
        <w:t xml:space="preserve">82. § 67 </w:t>
      </w:r>
      <w:r>
        <w:t xml:space="preserve">včetně nadpisu </w:t>
      </w:r>
      <w:r w:rsidR="0024565A">
        <w:t>zní:</w:t>
      </w:r>
    </w:p>
    <w:p w:rsidR="0024565A" w:rsidRPr="00E06655" w:rsidRDefault="0024565A" w:rsidP="00E06655">
      <w:pPr>
        <w:pStyle w:val="Odstavecseseznamem"/>
        <w:ind w:left="0"/>
        <w:jc w:val="center"/>
        <w:rPr>
          <w:sz w:val="24"/>
        </w:rPr>
      </w:pPr>
      <w:r w:rsidRPr="00E06655">
        <w:rPr>
          <w:sz w:val="24"/>
        </w:rPr>
        <w:t>„§ 67</w:t>
      </w:r>
    </w:p>
    <w:p w:rsidR="0024565A" w:rsidRPr="00D74625" w:rsidRDefault="0024565A" w:rsidP="0024565A">
      <w:pPr>
        <w:jc w:val="center"/>
        <w:rPr>
          <w:b/>
        </w:rPr>
      </w:pPr>
      <w:r w:rsidRPr="00D74625">
        <w:rPr>
          <w:b/>
        </w:rPr>
        <w:t>Zvláštní ustanovení o exekuci prodejem movitých věcí</w:t>
      </w:r>
    </w:p>
    <w:p w:rsidR="0024565A" w:rsidRPr="00FB46A7" w:rsidRDefault="0024565A" w:rsidP="0024565A">
      <w:pPr>
        <w:jc w:val="both"/>
      </w:pPr>
    </w:p>
    <w:p w:rsidR="0024565A" w:rsidRPr="00FB46A7" w:rsidRDefault="0024565A" w:rsidP="0024565A">
      <w:pPr>
        <w:jc w:val="both"/>
      </w:pPr>
      <w:r w:rsidRPr="00FB46A7">
        <w:tab/>
        <w:t>(1) Exekuce prodejem movitých věcí se může týkat pouze věcí, které jsou ve vlastnictví povinného nebo ve společném jmění povinného a jeho manžela a jejichž počet nebo hodnota neodpovídá obvyklým majetkovým poměrům,</w:t>
      </w:r>
    </w:p>
    <w:p w:rsidR="0024565A" w:rsidRPr="00FB46A7" w:rsidRDefault="0024565A" w:rsidP="0024565A">
      <w:pPr>
        <w:jc w:val="both"/>
      </w:pPr>
      <w:r w:rsidRPr="00FB46A7">
        <w:t>a) má-li povinný nárok na výplatu starobního důchodu ve výši nepřesahující základní sazbu minimální mzdy za měsíc pro stanovenou týdenní pracovní dobu 40 hodin podle právních předpisů upravujících minimální mzdu</w:t>
      </w:r>
      <w:r>
        <w:t>,</w:t>
      </w:r>
      <w:r w:rsidRPr="00FB46A7">
        <w:t xml:space="preserve"> </w:t>
      </w:r>
      <w:r>
        <w:t>nebo</w:t>
      </w:r>
    </w:p>
    <w:p w:rsidR="0024565A" w:rsidRPr="00FB46A7" w:rsidRDefault="0024565A" w:rsidP="0024565A">
      <w:pPr>
        <w:jc w:val="both"/>
      </w:pPr>
      <w:r w:rsidRPr="00FB46A7">
        <w:t>b) je-li povinný invalidní ve druhém nebo třetím stupni podle zákona o důchodovém pojištění, nebo</w:t>
      </w:r>
    </w:p>
    <w:p w:rsidR="0024565A" w:rsidRPr="00FB46A7" w:rsidRDefault="0024565A" w:rsidP="0024565A">
      <w:pPr>
        <w:jc w:val="both"/>
      </w:pPr>
      <w:r w:rsidRPr="00FB46A7">
        <w:t>c) je-li v exekuci vymáhána pohledávka vzniklá před dosažením 18 let věku povinného.</w:t>
      </w:r>
    </w:p>
    <w:p w:rsidR="0024565A" w:rsidRPr="007339E4" w:rsidRDefault="0024565A" w:rsidP="0024565A">
      <w:pPr>
        <w:jc w:val="both"/>
        <w:rPr>
          <w:b/>
        </w:rPr>
      </w:pPr>
      <w:r w:rsidRPr="00FB46A7">
        <w:tab/>
      </w:r>
    </w:p>
    <w:p w:rsidR="0024565A" w:rsidRPr="00E80C12" w:rsidRDefault="0024565A" w:rsidP="0024565A">
      <w:pPr>
        <w:jc w:val="both"/>
      </w:pPr>
      <w:r w:rsidRPr="007339E4">
        <w:rPr>
          <w:b/>
        </w:rPr>
        <w:tab/>
      </w:r>
      <w:r w:rsidRPr="00E80C12">
        <w:t>(2) Nejde-li o povinného uvedeného v odstavci 1 a</w:t>
      </w:r>
    </w:p>
    <w:p w:rsidR="0024565A" w:rsidRPr="00E80C12" w:rsidRDefault="0024565A" w:rsidP="0024565A">
      <w:pPr>
        <w:jc w:val="both"/>
      </w:pPr>
      <w:r w:rsidRPr="00E80C12">
        <w:t>a)  povinný je fyzickou osobou,  a současně</w:t>
      </w:r>
    </w:p>
    <w:p w:rsidR="0024565A" w:rsidRPr="00E80C12" w:rsidRDefault="0024565A" w:rsidP="0024565A">
      <w:pPr>
        <w:jc w:val="both"/>
      </w:pPr>
      <w:r w:rsidRPr="00E80C12">
        <w:t>b) v exekuci je vymáhána pohledávka ve výši do 50 000 Kč včetně nákladů oprávněného a nákladů exekuce,</w:t>
      </w:r>
    </w:p>
    <w:p w:rsidR="0024565A" w:rsidRPr="00E80C12" w:rsidRDefault="0024565A" w:rsidP="0024565A">
      <w:pPr>
        <w:jc w:val="both"/>
      </w:pPr>
      <w:r w:rsidRPr="00E80C12">
        <w:t>může povinný do 30 dnů od doručení vyrozumění o zahájení exekuce exekutorovi navrhnout, že dluh bude splácet v rovnoměrných měsíčních splátkách, jejichž výše nesmí být nižší než 1 500 Kč tak, aby byla vymáhaná pohledávka oprávněného spolu s náklady oprávněného a náklady exekuce uhrazena nejpozději do 24 měsíců od podání návrhu. První splátka musí být uhrazena současně s návrhem. K opožděnému návrhu, návrhu, který nesplňuje podmínku podle písmene a) a b) nebo návrhu, u</w:t>
      </w:r>
      <w:r w:rsidR="002010B7">
        <w:t> </w:t>
      </w:r>
      <w:r w:rsidRPr="00E80C12">
        <w:t xml:space="preserve">něhož splátka nedošla do 3 dnů od podání návrhu, exekutor nepřihlíží. Po uhrazení první splátky </w:t>
      </w:r>
      <w:r w:rsidRPr="00E80C12">
        <w:lastRenderedPageBreak/>
        <w:t>exekutor povolí splátkový kalendář a po dobu plnění splátek nepřistoupí k soupisu movitých věcí.</w:t>
      </w:r>
    </w:p>
    <w:p w:rsidR="0024565A" w:rsidRPr="00E80C12" w:rsidRDefault="0024565A" w:rsidP="0024565A">
      <w:pPr>
        <w:jc w:val="both"/>
      </w:pPr>
    </w:p>
    <w:p w:rsidR="0024565A" w:rsidRPr="00E80C12" w:rsidRDefault="0024565A" w:rsidP="0024565A">
      <w:pPr>
        <w:jc w:val="both"/>
      </w:pPr>
      <w:r w:rsidRPr="00E80C12">
        <w:t xml:space="preserve">Návrh na povolení splátek je možné podat jen jednou. Poruší-li povinný splátkový kalendář podle věty první, pak tento </w:t>
      </w:r>
      <w:r w:rsidR="002010B7">
        <w:t xml:space="preserve">splátkový kalendář </w:t>
      </w:r>
      <w:r w:rsidRPr="00E80C12">
        <w:t>zaniká a exekutor může provést soupis movitých věcí, jejich zajištění a dražbu. O tom musí exekutor povinného poučit ve vyrozumění o zahájení exekuce.</w:t>
      </w:r>
    </w:p>
    <w:p w:rsidR="0024565A" w:rsidRPr="00E80C12" w:rsidRDefault="0024565A" w:rsidP="0024565A">
      <w:pPr>
        <w:jc w:val="both"/>
      </w:pPr>
    </w:p>
    <w:p w:rsidR="0024565A" w:rsidRPr="00E80C12" w:rsidRDefault="0024565A" w:rsidP="002010B7">
      <w:pPr>
        <w:ind w:firstLine="709"/>
        <w:jc w:val="both"/>
      </w:pPr>
      <w:r w:rsidRPr="00E80C12">
        <w:t>(3) Odstavce 1 a 2 se nepoužijí</w:t>
      </w:r>
    </w:p>
    <w:p w:rsidR="0024565A" w:rsidRPr="00E80C12" w:rsidRDefault="0024565A" w:rsidP="0024565A">
      <w:pPr>
        <w:jc w:val="both"/>
      </w:pPr>
      <w:r w:rsidRPr="00E80C12">
        <w:t>a) v exekuci, v níž je vymáhána pohledávka na výživném, pohledávka náhrady újmy způsobené ublížením na zdraví, pohledávka náhrady újmy způsobené trestným činem nebo přestupkem nebo pohledávka náhrady újmy způsobené úmyslným protiprávním jednáním,</w:t>
      </w:r>
    </w:p>
    <w:p w:rsidR="0024565A" w:rsidRPr="00E80C12" w:rsidRDefault="0024565A" w:rsidP="00C67C7F">
      <w:pPr>
        <w:spacing w:line="259" w:lineRule="auto"/>
        <w:jc w:val="both"/>
      </w:pPr>
      <w:r w:rsidRPr="00E80C12">
        <w:t>b) jde-li o věci zapsané do evidence zřízené zvláštním právním předpisem, ve veřejném rejstříku nebo věci, které se do veřejného rejstříku zapisují,</w:t>
      </w:r>
    </w:p>
    <w:p w:rsidR="0024565A" w:rsidRPr="00E80C12" w:rsidRDefault="0024565A" w:rsidP="00C67C7F">
      <w:pPr>
        <w:spacing w:line="259" w:lineRule="auto"/>
        <w:jc w:val="both"/>
      </w:pPr>
      <w:r w:rsidRPr="00E80C12">
        <w:t>c) jde-li o věci, které má oprávněný u sebe nebo k nimž má oprávněný nebo další věřitel povinného zástavní právo, zajišťovací převod práva, zadržovací právo, věc</w:t>
      </w:r>
      <w:r w:rsidR="00C67C7F">
        <w:t>i</w:t>
      </w:r>
      <w:r w:rsidRPr="00E80C12">
        <w:t xml:space="preserve"> ušl</w:t>
      </w:r>
      <w:r w:rsidR="00C67C7F">
        <w:t>é</w:t>
      </w:r>
      <w:r w:rsidRPr="00E80C12">
        <w:t xml:space="preserve"> z dlužníkova majetku neúčinným právním jednáním a věc</w:t>
      </w:r>
      <w:r w:rsidR="00C67C7F">
        <w:t>i</w:t>
      </w:r>
      <w:r w:rsidRPr="00E80C12">
        <w:t>, které dlužník zatajil nebo zcizil v rozporu s § 44a odst. 1,</w:t>
      </w:r>
    </w:p>
    <w:p w:rsidR="0024565A" w:rsidRPr="00E80C12" w:rsidRDefault="0024565A" w:rsidP="00C67C7F">
      <w:pPr>
        <w:jc w:val="both"/>
      </w:pPr>
      <w:r w:rsidRPr="00E80C12">
        <w:t>d) jde-li o soupis podle § 327a občanského soudního řádu,</w:t>
      </w:r>
    </w:p>
    <w:p w:rsidR="0024565A" w:rsidRPr="00E80C12" w:rsidRDefault="0024565A" w:rsidP="00C67C7F">
      <w:pPr>
        <w:jc w:val="both"/>
      </w:pPr>
      <w:r w:rsidRPr="00E80C12">
        <w:t>e) jde-li o prodej věcí podle § 342 občanského soudního řádu,</w:t>
      </w:r>
    </w:p>
    <w:p w:rsidR="0024565A" w:rsidRPr="00E80C12" w:rsidRDefault="0024565A" w:rsidP="0024565A">
      <w:pPr>
        <w:jc w:val="both"/>
      </w:pPr>
      <w:r w:rsidRPr="00E80C12">
        <w:t>f) jde-li o věci nebo jejich soubor, jejichž prodejem by došlo k úplnému uspokojení vymáhané pohledávky včetně nákladů exekuce,</w:t>
      </w:r>
    </w:p>
    <w:p w:rsidR="0024565A" w:rsidRPr="00E80C12" w:rsidRDefault="0024565A" w:rsidP="0024565A">
      <w:pPr>
        <w:jc w:val="both"/>
      </w:pPr>
      <w:r w:rsidRPr="00E80C12">
        <w:t>g) jde-li o věci, jejichž prodej navrhne povinný.</w:t>
      </w:r>
      <w:r w:rsidR="00C67C7F">
        <w:t>“.“.</w:t>
      </w:r>
    </w:p>
    <w:p w:rsidR="0024565A" w:rsidRPr="0024565A" w:rsidRDefault="0024565A" w:rsidP="0024565A">
      <w:pPr>
        <w:jc w:val="both"/>
      </w:pPr>
    </w:p>
    <w:p w:rsidR="0024565A" w:rsidRPr="0024565A" w:rsidRDefault="0024565A" w:rsidP="0024565A">
      <w:pPr>
        <w:jc w:val="both"/>
      </w:pPr>
      <w:r w:rsidRPr="0024565A">
        <w:t>Následující novelizační body se pře</w:t>
      </w:r>
      <w:r w:rsidR="00C67C7F">
        <w:t>značí</w:t>
      </w:r>
      <w:r w:rsidRPr="0024565A">
        <w:t>.</w:t>
      </w:r>
    </w:p>
    <w:p w:rsidR="0024565A" w:rsidRPr="0024565A" w:rsidRDefault="0024565A" w:rsidP="0024565A">
      <w:pPr>
        <w:jc w:val="both"/>
      </w:pPr>
    </w:p>
    <w:p w:rsidR="0024565A" w:rsidRPr="008D5E1B" w:rsidRDefault="00D949E7" w:rsidP="0024565A">
      <w:pPr>
        <w:jc w:val="both"/>
      </w:pPr>
      <w:r>
        <w:rPr>
          <w:b/>
        </w:rPr>
        <w:t>F4.</w:t>
      </w:r>
      <w:r w:rsidR="0024565A" w:rsidRPr="0024565A">
        <w:rPr>
          <w:b/>
        </w:rPr>
        <w:t xml:space="preserve">3. </w:t>
      </w:r>
      <w:r w:rsidR="0024565A" w:rsidRPr="0024565A">
        <w:t xml:space="preserve">V části </w:t>
      </w:r>
      <w:proofErr w:type="gramStart"/>
      <w:r w:rsidR="0024565A" w:rsidRPr="0024565A">
        <w:t>druhé čl.</w:t>
      </w:r>
      <w:proofErr w:type="gramEnd"/>
      <w:r w:rsidR="0024565A" w:rsidRPr="0024565A">
        <w:t xml:space="preserve"> III </w:t>
      </w:r>
      <w:proofErr w:type="gramStart"/>
      <w:r w:rsidR="0024565A" w:rsidRPr="0024565A">
        <w:t>se</w:t>
      </w:r>
      <w:proofErr w:type="gramEnd"/>
      <w:r w:rsidR="0024565A" w:rsidRPr="0024565A">
        <w:t xml:space="preserve"> za dosavadní novelizační bod 108 </w:t>
      </w:r>
      <w:proofErr w:type="gramStart"/>
      <w:r w:rsidR="0024565A" w:rsidRPr="0024565A">
        <w:t>vkládá</w:t>
      </w:r>
      <w:proofErr w:type="gramEnd"/>
      <w:r w:rsidR="0024565A" w:rsidRPr="0024565A">
        <w:t xml:space="preserve"> nový novelizační bod č. 109, který</w:t>
      </w:r>
      <w:r w:rsidR="0024565A" w:rsidRPr="008D5E1B">
        <w:t xml:space="preserve"> zn</w:t>
      </w:r>
      <w:r w:rsidR="0024565A">
        <w:t>í</w:t>
      </w:r>
      <w:r w:rsidR="0024565A" w:rsidRPr="008D5E1B">
        <w:t>:</w:t>
      </w:r>
    </w:p>
    <w:p w:rsidR="0024565A" w:rsidRPr="0001116C" w:rsidRDefault="0024565A" w:rsidP="0024565A">
      <w:pPr>
        <w:jc w:val="both"/>
        <w:rPr>
          <w:b/>
        </w:rPr>
      </w:pPr>
    </w:p>
    <w:p w:rsidR="0024565A" w:rsidRDefault="0024565A" w:rsidP="0024565A">
      <w:pPr>
        <w:jc w:val="both"/>
      </w:pPr>
      <w:r>
        <w:t>„109</w:t>
      </w:r>
      <w:r w:rsidRPr="004C476B">
        <w:t>. V § 110 odst. 7</w:t>
      </w:r>
      <w:r>
        <w:t xml:space="preserve"> se za písmeno k) vkládá nové písmeno l), které zní:</w:t>
      </w:r>
    </w:p>
    <w:p w:rsidR="0024565A" w:rsidRDefault="0024565A" w:rsidP="0024565A">
      <w:pPr>
        <w:jc w:val="both"/>
      </w:pPr>
    </w:p>
    <w:p w:rsidR="0024565A" w:rsidRDefault="0024565A" w:rsidP="0024565A">
      <w:pPr>
        <w:jc w:val="both"/>
      </w:pPr>
      <w:r>
        <w:t>„</w:t>
      </w:r>
      <w:r w:rsidRPr="004C476B">
        <w:t>l) stanoví způsob, jak má být volání podle § 53 evidováno, a dobu uchovávání záznamu volání podle § 53,</w:t>
      </w:r>
      <w:r>
        <w:t>“.</w:t>
      </w:r>
    </w:p>
    <w:p w:rsidR="0024565A" w:rsidRDefault="0024565A" w:rsidP="0024565A">
      <w:pPr>
        <w:jc w:val="both"/>
      </w:pPr>
    </w:p>
    <w:p w:rsidR="0024565A" w:rsidRDefault="0024565A" w:rsidP="0024565A">
      <w:pPr>
        <w:jc w:val="both"/>
      </w:pPr>
      <w:r>
        <w:t>Dosavadní písmeno l) se označuje jako písmeno m).“.</w:t>
      </w:r>
    </w:p>
    <w:p w:rsidR="0024565A" w:rsidRDefault="0024565A"/>
    <w:p w:rsidR="00C67C7F" w:rsidRPr="0024565A" w:rsidRDefault="00C67C7F" w:rsidP="00C67C7F">
      <w:pPr>
        <w:jc w:val="both"/>
      </w:pPr>
      <w:r w:rsidRPr="0024565A">
        <w:t>Následující novelizační body se pře</w:t>
      </w:r>
      <w:r>
        <w:t>značí</w:t>
      </w:r>
      <w:r w:rsidRPr="0024565A">
        <w:t>.</w:t>
      </w:r>
    </w:p>
    <w:p w:rsidR="00C67C7F" w:rsidRDefault="00C67C7F"/>
    <w:p w:rsidR="00C67C7F" w:rsidRDefault="00C67C7F"/>
    <w:p w:rsidR="00C67C7F" w:rsidRDefault="00C67C7F"/>
    <w:p w:rsidR="0024565A" w:rsidRDefault="00314B4A" w:rsidP="00314B4A">
      <w:pPr>
        <w:pStyle w:val="PNposlanec"/>
      </w:pPr>
      <w:r>
        <w:t xml:space="preserve">Poslanec Patrik </w:t>
      </w:r>
      <w:proofErr w:type="spellStart"/>
      <w:r>
        <w:t>Nacher</w:t>
      </w:r>
      <w:proofErr w:type="spellEnd"/>
    </w:p>
    <w:p w:rsidR="0024565A" w:rsidRPr="00314B4A" w:rsidRDefault="00314B4A">
      <w:pPr>
        <w:rPr>
          <w:i/>
        </w:rPr>
      </w:pPr>
      <w:r w:rsidRPr="00314B4A">
        <w:rPr>
          <w:i/>
        </w:rPr>
        <w:t>SD 7402</w:t>
      </w:r>
    </w:p>
    <w:p w:rsidR="00314B4A" w:rsidRPr="00A724F7" w:rsidRDefault="00314B4A" w:rsidP="00314B4A">
      <w:pPr>
        <w:rPr>
          <w:rFonts w:eastAsia="Calibri"/>
          <w:b/>
          <w:bCs/>
        </w:rPr>
      </w:pPr>
      <w:r w:rsidRPr="00A724F7">
        <w:rPr>
          <w:rFonts w:eastAsia="Calibri"/>
          <w:b/>
          <w:bCs/>
        </w:rPr>
        <w:t>Navržené změny v části druhé čl. III - změna exekučního řádu:</w:t>
      </w:r>
    </w:p>
    <w:p w:rsidR="00314B4A" w:rsidRDefault="00314B4A" w:rsidP="00314B4A">
      <w:pPr>
        <w:jc w:val="both"/>
        <w:rPr>
          <w:b/>
        </w:rPr>
      </w:pPr>
    </w:p>
    <w:p w:rsidR="00314B4A" w:rsidRDefault="00A724F7" w:rsidP="00314B4A">
      <w:pPr>
        <w:jc w:val="both"/>
      </w:pPr>
      <w:r>
        <w:rPr>
          <w:b/>
        </w:rPr>
        <w:t>G</w:t>
      </w:r>
      <w:r w:rsidR="00314B4A">
        <w:rPr>
          <w:b/>
        </w:rPr>
        <w:t>1.</w:t>
      </w:r>
      <w:r w:rsidR="00314B4A">
        <w:t xml:space="preserve"> V části druhé čl. III se za dosavadní bod 31 vkládají nové body, které znějí:</w:t>
      </w:r>
    </w:p>
    <w:p w:rsidR="00314B4A" w:rsidRDefault="00314B4A" w:rsidP="00314B4A">
      <w:pPr>
        <w:jc w:val="both"/>
      </w:pPr>
    </w:p>
    <w:p w:rsidR="00314B4A" w:rsidRPr="005C4C69" w:rsidRDefault="00314B4A" w:rsidP="00314B4A">
      <w:pPr>
        <w:jc w:val="both"/>
      </w:pPr>
      <w:r w:rsidRPr="005C4C69">
        <w:t>„X</w:t>
      </w:r>
      <w:r w:rsidR="00313908">
        <w:t>1</w:t>
      </w:r>
      <w:r w:rsidRPr="005C4C69">
        <w:t>. V § 35a se na konci odstavce 3 doplňuje v</w:t>
      </w:r>
      <w:r>
        <w:t xml:space="preserve">ěta „Exekutorovi poskytuje </w:t>
      </w:r>
      <w:r w:rsidRPr="005C4C69">
        <w:t>ministerstvo údaje o jím vykonávané nebo vykonané exekuční činnosti a údaje podle § 35b odst. 1 písm. i) a j) týkající se exekuční činnosti, kterou vykonává nebo vykonával jiný exekutor.</w:t>
      </w:r>
      <w:r>
        <w:t>“.</w:t>
      </w:r>
    </w:p>
    <w:p w:rsidR="00314B4A" w:rsidRDefault="00314B4A" w:rsidP="00314B4A">
      <w:pPr>
        <w:jc w:val="both"/>
      </w:pPr>
    </w:p>
    <w:p w:rsidR="00314B4A" w:rsidRDefault="00314B4A" w:rsidP="00314B4A">
      <w:pPr>
        <w:jc w:val="both"/>
      </w:pPr>
      <w:r>
        <w:t>X</w:t>
      </w:r>
      <w:r w:rsidR="00313908">
        <w:t>2</w:t>
      </w:r>
      <w:r>
        <w:t>. V § 35a odst. 4 se text „i)“ nahrazuje textem „k)“.</w:t>
      </w:r>
    </w:p>
    <w:p w:rsidR="00314B4A" w:rsidRDefault="00314B4A" w:rsidP="00314B4A">
      <w:pPr>
        <w:jc w:val="both"/>
      </w:pPr>
    </w:p>
    <w:p w:rsidR="00314B4A" w:rsidRPr="009D5844" w:rsidRDefault="00314B4A" w:rsidP="00314B4A">
      <w:pPr>
        <w:jc w:val="both"/>
      </w:pPr>
      <w:r w:rsidRPr="009D5844">
        <w:t>X</w:t>
      </w:r>
      <w:r w:rsidR="00313908">
        <w:t>3</w:t>
      </w:r>
      <w:r w:rsidRPr="009D5844">
        <w:t>. V § 35b odst. 1 se za písmeno h) vkládají nová písmena i) a j), která znějí:</w:t>
      </w:r>
    </w:p>
    <w:p w:rsidR="00314B4A" w:rsidRPr="009D5844" w:rsidRDefault="00314B4A" w:rsidP="00314B4A">
      <w:pPr>
        <w:jc w:val="both"/>
      </w:pPr>
    </w:p>
    <w:p w:rsidR="00314B4A" w:rsidRPr="009D5844" w:rsidRDefault="00314B4A" w:rsidP="00314B4A">
      <w:pPr>
        <w:ind w:left="708" w:hanging="708"/>
        <w:jc w:val="both"/>
      </w:pPr>
      <w:r w:rsidRPr="009D5844">
        <w:lastRenderedPageBreak/>
        <w:t>„i)</w:t>
      </w:r>
      <w:r w:rsidRPr="009D5844">
        <w:tab/>
        <w:t>údaj o tom, že proti povinnému je vedena exekuce prodejem movitých věcí, nejde</w:t>
      </w:r>
      <w:r w:rsidRPr="009D5844">
        <w:noBreakHyphen/>
        <w:t>li o exekuci podle § 67 odst. 2, a den sepsání movité věci,</w:t>
      </w:r>
    </w:p>
    <w:p w:rsidR="00314B4A" w:rsidRPr="009D5844" w:rsidRDefault="00314B4A" w:rsidP="00314B4A">
      <w:pPr>
        <w:ind w:left="708" w:hanging="708"/>
        <w:jc w:val="both"/>
      </w:pPr>
      <w:r w:rsidRPr="009D5844">
        <w:t>j)</w:t>
      </w:r>
      <w:r w:rsidRPr="009D5844">
        <w:tab/>
        <w:t>údaj o skončení exekuce prodejem movitých věcí podle písmene m) nebo o tom, že exekuce je vedena po skončení odkladu exekuce podle § 54 odst. 9,“.</w:t>
      </w:r>
    </w:p>
    <w:p w:rsidR="00314B4A" w:rsidRPr="009D5844" w:rsidRDefault="00314B4A" w:rsidP="00314B4A">
      <w:pPr>
        <w:jc w:val="both"/>
      </w:pPr>
    </w:p>
    <w:p w:rsidR="00314B4A" w:rsidRPr="009D5844" w:rsidRDefault="00314B4A" w:rsidP="00314B4A">
      <w:pPr>
        <w:jc w:val="both"/>
      </w:pPr>
      <w:r w:rsidRPr="009D5844">
        <w:t>Dosavadní písmeno i) se označuje jako písmeno k).</w:t>
      </w:r>
    </w:p>
    <w:p w:rsidR="00314B4A" w:rsidRPr="009D5844" w:rsidRDefault="00314B4A" w:rsidP="00314B4A">
      <w:pPr>
        <w:jc w:val="both"/>
      </w:pPr>
    </w:p>
    <w:p w:rsidR="00314B4A" w:rsidRPr="009D5844" w:rsidRDefault="00314B4A" w:rsidP="00314B4A">
      <w:pPr>
        <w:jc w:val="both"/>
      </w:pPr>
      <w:r w:rsidRPr="009D5844">
        <w:t>X</w:t>
      </w:r>
      <w:r w:rsidR="00313908">
        <w:t>4</w:t>
      </w:r>
      <w:r w:rsidRPr="009D5844">
        <w:t>. V § 35b odst. 2 se slova „a i)“ nahrazují slovy „až k)“.</w:t>
      </w:r>
    </w:p>
    <w:p w:rsidR="00314B4A" w:rsidRPr="009D5844" w:rsidRDefault="00314B4A" w:rsidP="00314B4A">
      <w:pPr>
        <w:jc w:val="both"/>
      </w:pPr>
    </w:p>
    <w:p w:rsidR="00314B4A" w:rsidRPr="009D5844" w:rsidRDefault="00314B4A" w:rsidP="00314B4A">
      <w:pPr>
        <w:jc w:val="both"/>
      </w:pPr>
      <w:r w:rsidRPr="009D5844">
        <w:t>X</w:t>
      </w:r>
      <w:r w:rsidR="00313908">
        <w:t>5</w:t>
      </w:r>
      <w:r w:rsidRPr="009D5844">
        <w:t>. V § 35b se doplňuje odstavec 3, který zní:</w:t>
      </w:r>
    </w:p>
    <w:p w:rsidR="00314B4A" w:rsidRPr="009D5844" w:rsidRDefault="00314B4A" w:rsidP="00314B4A">
      <w:pPr>
        <w:jc w:val="both"/>
      </w:pPr>
    </w:p>
    <w:p w:rsidR="00314B4A" w:rsidRPr="00EC315B" w:rsidRDefault="00314B4A" w:rsidP="00314B4A">
      <w:pPr>
        <w:ind w:firstLine="708"/>
        <w:jc w:val="both"/>
      </w:pPr>
      <w:r w:rsidRPr="009D5844">
        <w:t>„(3) Údaj podle odstavce 1 písm. i) zapíše exekutor bez zbytečného odkladu po sepsání movité věci, údaj podle odstavce 1 písm. j) exekutor zapíše do 3 dnů poté, co se dozvěděl o skončení exekuce prodejem movitých věcí nebo poté, co skončil odklad exekuce podle § 54 odst. 9.“.“.</w:t>
      </w:r>
    </w:p>
    <w:p w:rsidR="00314B4A" w:rsidRDefault="00314B4A" w:rsidP="00314B4A">
      <w:pPr>
        <w:jc w:val="both"/>
      </w:pPr>
    </w:p>
    <w:p w:rsidR="00314B4A" w:rsidRDefault="00314B4A" w:rsidP="00314B4A">
      <w:pPr>
        <w:jc w:val="both"/>
      </w:pPr>
      <w:r>
        <w:t>Následující body se přeznačí.</w:t>
      </w:r>
    </w:p>
    <w:p w:rsidR="00314B4A" w:rsidRDefault="00314B4A" w:rsidP="00314B4A">
      <w:pPr>
        <w:jc w:val="both"/>
      </w:pPr>
    </w:p>
    <w:p w:rsidR="00314B4A" w:rsidRPr="00F15B91" w:rsidRDefault="00A724F7" w:rsidP="00314B4A">
      <w:pPr>
        <w:jc w:val="both"/>
      </w:pPr>
      <w:r>
        <w:rPr>
          <w:b/>
        </w:rPr>
        <w:t>G</w:t>
      </w:r>
      <w:r w:rsidR="00314B4A" w:rsidRPr="00F15B91">
        <w:rPr>
          <w:b/>
        </w:rPr>
        <w:t>2.</w:t>
      </w:r>
      <w:r w:rsidR="00314B4A" w:rsidRPr="00F15B91">
        <w:t xml:space="preserve"> V části </w:t>
      </w:r>
      <w:proofErr w:type="gramStart"/>
      <w:r w:rsidR="00314B4A" w:rsidRPr="00F15B91">
        <w:t>druhé čl.</w:t>
      </w:r>
      <w:proofErr w:type="gramEnd"/>
      <w:r w:rsidR="00314B4A" w:rsidRPr="00F15B91">
        <w:t xml:space="preserve"> III </w:t>
      </w:r>
      <w:proofErr w:type="gramStart"/>
      <w:r w:rsidR="00314B4A" w:rsidRPr="00F15B91">
        <w:t>se</w:t>
      </w:r>
      <w:proofErr w:type="gramEnd"/>
      <w:r w:rsidR="00314B4A" w:rsidRPr="00F15B91">
        <w:t xml:space="preserve"> za dosavadní bod 64 </w:t>
      </w:r>
      <w:proofErr w:type="gramStart"/>
      <w:r w:rsidR="00314B4A" w:rsidRPr="00F15B91">
        <w:t>vkládá</w:t>
      </w:r>
      <w:proofErr w:type="gramEnd"/>
      <w:r w:rsidR="00314B4A" w:rsidRPr="00F15B91">
        <w:t xml:space="preserve"> nový bod, který zní:</w:t>
      </w:r>
    </w:p>
    <w:p w:rsidR="00314B4A" w:rsidRPr="00F15B91" w:rsidRDefault="00314B4A" w:rsidP="00314B4A">
      <w:pPr>
        <w:jc w:val="both"/>
      </w:pPr>
    </w:p>
    <w:p w:rsidR="00314B4A" w:rsidRPr="00F15B91" w:rsidRDefault="00314B4A" w:rsidP="00314B4A">
      <w:pPr>
        <w:jc w:val="both"/>
      </w:pPr>
      <w:r w:rsidRPr="00F15B91">
        <w:t>„X. V § 49 se doplňuje odstavec 10, který zní:</w:t>
      </w:r>
    </w:p>
    <w:p w:rsidR="00314B4A" w:rsidRPr="00F15B91" w:rsidRDefault="00314B4A" w:rsidP="00314B4A">
      <w:pPr>
        <w:jc w:val="both"/>
      </w:pPr>
    </w:p>
    <w:p w:rsidR="00314B4A" w:rsidRPr="00F15B91" w:rsidRDefault="00314B4A" w:rsidP="00314B4A">
      <w:pPr>
        <w:ind w:firstLine="708"/>
        <w:jc w:val="both"/>
      </w:pPr>
      <w:r w:rsidRPr="00F15B91">
        <w:t>„(10) Exekuční příkaz obsahuje i poučení podle § 54 odst. 7, 9 a 10 a § 67, jde-li o provedení exekuce prodejem movitých věcí povinného nebo spoluvlastnického podílu povinného na movitých věcech.“.“.</w:t>
      </w:r>
    </w:p>
    <w:p w:rsidR="00314B4A" w:rsidRPr="00F15B91" w:rsidRDefault="00314B4A" w:rsidP="00314B4A">
      <w:pPr>
        <w:jc w:val="both"/>
      </w:pPr>
    </w:p>
    <w:p w:rsidR="00314B4A" w:rsidRDefault="00314B4A" w:rsidP="00314B4A">
      <w:pPr>
        <w:jc w:val="both"/>
      </w:pPr>
      <w:r w:rsidRPr="00F15B91">
        <w:t>Následující body se přeznačí.</w:t>
      </w:r>
    </w:p>
    <w:p w:rsidR="00314B4A" w:rsidRDefault="00314B4A" w:rsidP="00314B4A">
      <w:pPr>
        <w:jc w:val="both"/>
      </w:pPr>
    </w:p>
    <w:p w:rsidR="00314B4A" w:rsidRDefault="00A724F7" w:rsidP="00314B4A">
      <w:pPr>
        <w:jc w:val="both"/>
      </w:pPr>
      <w:r>
        <w:rPr>
          <w:b/>
        </w:rPr>
        <w:t>G</w:t>
      </w:r>
      <w:r w:rsidR="00314B4A" w:rsidRPr="003374C9">
        <w:rPr>
          <w:b/>
        </w:rPr>
        <w:t>3.</w:t>
      </w:r>
      <w:r w:rsidR="00314B4A" w:rsidRPr="003374C9">
        <w:t xml:space="preserve"> V části </w:t>
      </w:r>
      <w:proofErr w:type="gramStart"/>
      <w:r w:rsidR="00314B4A" w:rsidRPr="003374C9">
        <w:t>druhé čl.</w:t>
      </w:r>
      <w:proofErr w:type="gramEnd"/>
      <w:r w:rsidR="00314B4A" w:rsidRPr="003374C9">
        <w:t xml:space="preserve"> III </w:t>
      </w:r>
      <w:proofErr w:type="gramStart"/>
      <w:r w:rsidR="00314B4A" w:rsidRPr="003374C9">
        <w:t>se</w:t>
      </w:r>
      <w:proofErr w:type="gramEnd"/>
      <w:r w:rsidR="00314B4A" w:rsidRPr="003374C9">
        <w:t xml:space="preserve"> za dosavadní bod 68 </w:t>
      </w:r>
      <w:proofErr w:type="gramStart"/>
      <w:r w:rsidR="00314B4A" w:rsidRPr="003374C9">
        <w:t>vkládá</w:t>
      </w:r>
      <w:proofErr w:type="gramEnd"/>
      <w:r w:rsidR="00314B4A" w:rsidRPr="003374C9">
        <w:t xml:space="preserve"> nový bod, který zní:</w:t>
      </w:r>
    </w:p>
    <w:p w:rsidR="00314B4A" w:rsidRDefault="00314B4A" w:rsidP="00314B4A">
      <w:pPr>
        <w:jc w:val="both"/>
      </w:pPr>
    </w:p>
    <w:p w:rsidR="00314B4A" w:rsidRDefault="00314B4A" w:rsidP="00314B4A">
      <w:pPr>
        <w:jc w:val="both"/>
      </w:pPr>
      <w:r>
        <w:t>„X. Za § 52 se vkládá nový § 53, který zní:</w:t>
      </w:r>
    </w:p>
    <w:p w:rsidR="00314B4A" w:rsidRDefault="00314B4A" w:rsidP="00314B4A">
      <w:pPr>
        <w:jc w:val="both"/>
      </w:pPr>
    </w:p>
    <w:p w:rsidR="00314B4A" w:rsidRPr="00296C27" w:rsidRDefault="00314B4A" w:rsidP="00314B4A">
      <w:pPr>
        <w:jc w:val="center"/>
      </w:pPr>
      <w:r>
        <w:t>„</w:t>
      </w:r>
      <w:r w:rsidRPr="00296C27">
        <w:t>§ 53</w:t>
      </w:r>
    </w:p>
    <w:p w:rsidR="00314B4A" w:rsidRPr="00296C27" w:rsidRDefault="00314B4A" w:rsidP="00314B4A">
      <w:r w:rsidRPr="00296C27">
        <w:t> </w:t>
      </w:r>
    </w:p>
    <w:p w:rsidR="00314B4A" w:rsidRPr="00296C27" w:rsidRDefault="00314B4A" w:rsidP="00314B4A">
      <w:pPr>
        <w:ind w:firstLine="708"/>
        <w:jc w:val="both"/>
      </w:pPr>
      <w:r w:rsidRPr="00296C27">
        <w:t>Exekutor je povinen zaznamenat ve formě zvukového záznamu všechna volání uskutečněná prostřednictvím veřejně dostupné telefonní služby a telefonního čísla exekutorského úřadu, které je určeno pro komunikaci s účastníky řízení, třetími osobami nebo veřejností, týkají-li se jím vedeného exekučního řízení, a evidovat v exekučním spisu údaje o</w:t>
      </w:r>
      <w:r>
        <w:t> </w:t>
      </w:r>
      <w:r w:rsidRPr="00296C27">
        <w:t>těchto záznamech. Povinnost podle věty první se týká telefonních čísel používaných soudním exekutorem i zaměstnanci soudního exekutora. Záznam se uchovává na trvalém nosiči dat, který je součástí exekučního spisu.</w:t>
      </w:r>
      <w:r>
        <w:t>“.“.</w:t>
      </w:r>
    </w:p>
    <w:p w:rsidR="00314B4A" w:rsidRDefault="00314B4A" w:rsidP="00314B4A">
      <w:pPr>
        <w:jc w:val="both"/>
      </w:pPr>
    </w:p>
    <w:p w:rsidR="00314B4A" w:rsidRDefault="00314B4A" w:rsidP="00314B4A">
      <w:pPr>
        <w:jc w:val="both"/>
      </w:pPr>
      <w:r>
        <w:t>Následující body se přeznačí.</w:t>
      </w:r>
    </w:p>
    <w:p w:rsidR="00314B4A" w:rsidRDefault="00314B4A" w:rsidP="00314B4A">
      <w:pPr>
        <w:jc w:val="both"/>
      </w:pPr>
    </w:p>
    <w:p w:rsidR="00314B4A" w:rsidRPr="00C344D0" w:rsidRDefault="00A724F7" w:rsidP="00314B4A">
      <w:pPr>
        <w:jc w:val="both"/>
        <w:rPr>
          <w:b/>
        </w:rPr>
      </w:pPr>
      <w:r>
        <w:rPr>
          <w:b/>
        </w:rPr>
        <w:t>G</w:t>
      </w:r>
      <w:r w:rsidR="00314B4A" w:rsidRPr="00C344D0">
        <w:rPr>
          <w:b/>
        </w:rPr>
        <w:t xml:space="preserve">4. </w:t>
      </w:r>
      <w:r w:rsidR="00314B4A" w:rsidRPr="00C344D0">
        <w:t xml:space="preserve">V části druhé čl. III dosavadním bodu 70 (§ 54 odst. 2 </w:t>
      </w:r>
      <w:proofErr w:type="spellStart"/>
      <w:proofErr w:type="gramStart"/>
      <w:r w:rsidR="00314B4A" w:rsidRPr="00C344D0">
        <w:t>ex</w:t>
      </w:r>
      <w:proofErr w:type="gramEnd"/>
      <w:r w:rsidR="00314B4A" w:rsidRPr="00C344D0">
        <w:t>.</w:t>
      </w:r>
      <w:proofErr w:type="gramStart"/>
      <w:r w:rsidR="00314B4A" w:rsidRPr="00C344D0">
        <w:t>ř</w:t>
      </w:r>
      <w:proofErr w:type="spellEnd"/>
      <w:r w:rsidR="00314B4A" w:rsidRPr="00C344D0">
        <w:t>.</w:t>
      </w:r>
      <w:proofErr w:type="gramEnd"/>
      <w:r w:rsidR="00314B4A" w:rsidRPr="00C344D0">
        <w:t>) se za slova „5 nebo“ vkládají slova „7 anebo“.</w:t>
      </w:r>
    </w:p>
    <w:p w:rsidR="00314B4A" w:rsidRPr="00C344D0" w:rsidRDefault="00314B4A" w:rsidP="00314B4A">
      <w:pPr>
        <w:jc w:val="both"/>
        <w:rPr>
          <w:b/>
        </w:rPr>
      </w:pPr>
    </w:p>
    <w:p w:rsidR="00314B4A" w:rsidRPr="00F5265D" w:rsidRDefault="00A724F7" w:rsidP="00314B4A">
      <w:pPr>
        <w:jc w:val="both"/>
      </w:pPr>
      <w:r>
        <w:rPr>
          <w:b/>
        </w:rPr>
        <w:t>G</w:t>
      </w:r>
      <w:r w:rsidR="00314B4A" w:rsidRPr="00C344D0">
        <w:rPr>
          <w:b/>
        </w:rPr>
        <w:t xml:space="preserve">5. </w:t>
      </w:r>
      <w:r w:rsidR="00314B4A" w:rsidRPr="00C344D0">
        <w:t xml:space="preserve">V části druhé čl. III dosavadním bodu 73 (§ 54 odst. 4 </w:t>
      </w:r>
      <w:proofErr w:type="spellStart"/>
      <w:proofErr w:type="gramStart"/>
      <w:r w:rsidR="00314B4A" w:rsidRPr="00C344D0">
        <w:t>ex</w:t>
      </w:r>
      <w:proofErr w:type="gramEnd"/>
      <w:r w:rsidR="00314B4A" w:rsidRPr="00C344D0">
        <w:t>.</w:t>
      </w:r>
      <w:proofErr w:type="gramStart"/>
      <w:r w:rsidR="00314B4A" w:rsidRPr="00C344D0">
        <w:t>ř</w:t>
      </w:r>
      <w:proofErr w:type="spellEnd"/>
      <w:r w:rsidR="00314B4A" w:rsidRPr="00C344D0">
        <w:t>.</w:t>
      </w:r>
      <w:proofErr w:type="gramEnd"/>
      <w:r w:rsidR="00314B4A" w:rsidRPr="00C344D0">
        <w:t>) se za slova „odstavce 5“ vkládají slova „a 7“.</w:t>
      </w:r>
    </w:p>
    <w:p w:rsidR="00314B4A" w:rsidRDefault="00314B4A" w:rsidP="00314B4A">
      <w:pPr>
        <w:rPr>
          <w:b/>
        </w:rPr>
      </w:pPr>
    </w:p>
    <w:p w:rsidR="00314B4A" w:rsidRDefault="00A724F7" w:rsidP="00314B4A">
      <w:pPr>
        <w:jc w:val="both"/>
      </w:pPr>
      <w:r>
        <w:rPr>
          <w:b/>
        </w:rPr>
        <w:t>G</w:t>
      </w:r>
      <w:r w:rsidR="00314B4A" w:rsidRPr="0026437A">
        <w:rPr>
          <w:b/>
        </w:rPr>
        <w:t>6.</w:t>
      </w:r>
      <w:r w:rsidR="00314B4A" w:rsidRPr="0026437A">
        <w:t xml:space="preserve"> V části </w:t>
      </w:r>
      <w:proofErr w:type="gramStart"/>
      <w:r w:rsidR="00314B4A" w:rsidRPr="0026437A">
        <w:t>druhé čl.</w:t>
      </w:r>
      <w:proofErr w:type="gramEnd"/>
      <w:r w:rsidR="00314B4A" w:rsidRPr="0026437A">
        <w:t xml:space="preserve"> III </w:t>
      </w:r>
      <w:proofErr w:type="gramStart"/>
      <w:r w:rsidR="00314B4A" w:rsidRPr="0026437A">
        <w:t>se</w:t>
      </w:r>
      <w:proofErr w:type="gramEnd"/>
      <w:r w:rsidR="00314B4A" w:rsidRPr="0026437A">
        <w:t xml:space="preserve"> za dosavadní bod 73 </w:t>
      </w:r>
      <w:proofErr w:type="gramStart"/>
      <w:r w:rsidR="00314B4A" w:rsidRPr="0026437A">
        <w:t>vkládá</w:t>
      </w:r>
      <w:proofErr w:type="gramEnd"/>
      <w:r w:rsidR="00314B4A" w:rsidRPr="0026437A">
        <w:t xml:space="preserve"> nový bod, který zní:</w:t>
      </w:r>
    </w:p>
    <w:p w:rsidR="00314B4A" w:rsidRDefault="00314B4A" w:rsidP="00314B4A"/>
    <w:p w:rsidR="00314B4A" w:rsidRDefault="00314B4A" w:rsidP="00314B4A">
      <w:r>
        <w:t>„X. V § 54 se za odstavec 6 vkládají nové odstavce 7 až 10, které znějí:</w:t>
      </w:r>
    </w:p>
    <w:p w:rsidR="00314B4A" w:rsidRDefault="00314B4A" w:rsidP="00314B4A"/>
    <w:p w:rsidR="00314B4A" w:rsidRPr="006564FF" w:rsidRDefault="00314B4A" w:rsidP="00314B4A">
      <w:pPr>
        <w:jc w:val="both"/>
      </w:pPr>
      <w:r w:rsidRPr="006564FF">
        <w:lastRenderedPageBreak/>
        <w:tab/>
      </w:r>
      <w:r>
        <w:t>„</w:t>
      </w:r>
      <w:r w:rsidRPr="006564FF">
        <w:t>(7) Exekutor odloží i bez návrhu provedení exekuce prodejem movitých věcí</w:t>
      </w:r>
    </w:p>
    <w:p w:rsidR="00314B4A" w:rsidRPr="006564FF" w:rsidRDefault="00314B4A" w:rsidP="00314B4A">
      <w:pPr>
        <w:jc w:val="both"/>
      </w:pPr>
      <w:r w:rsidRPr="006564FF">
        <w:t>a) vedené proti povinnému neuvedenému v § 67 odst. 1, proti kterému je zároveň vedena exekuce srážkami ze mzdy a jiných příjmů pro jiné pohledávky než podle § 279 odst. 2 občanského soudního řádu a v této exekuci jsou prováděny srážky, sdělí-li mu povinný písemně bez zbytečného odkladu poté, co se dozvěděl o provedení soupisu, že bude zasílat na zvláštní účet podle § 46 odst. 5 k uspokojení pohledávky vymáhané v exekuci prodejem movitých věcí každý kalendářní měsíc peněžní prostředky ve výši druhé třetiny zbytku čisté mzdy z exekuce srážkami ze mzdy a jiných příjmů ve výši vypočtené v kalendářním měsíci předcházejícím kalendářnímu měsíci, v němž byl exekuční příkaz k provedení exekuce srážkami ze mzdy a</w:t>
      </w:r>
      <w:r>
        <w:t> </w:t>
      </w:r>
      <w:r w:rsidRPr="006564FF">
        <w:t>jiných příjmů doručen plátci mzdy nebo jiných příjmů, nejméně však ve výši 1 500 Kč,</w:t>
      </w:r>
    </w:p>
    <w:p w:rsidR="00314B4A" w:rsidRPr="006564FF" w:rsidRDefault="00314B4A" w:rsidP="00314B4A">
      <w:pPr>
        <w:jc w:val="both"/>
      </w:pPr>
      <w:r w:rsidRPr="006564FF">
        <w:t>b) vedené proti povinnému neuvedenému v písmeni a) a § 67 odst. 1, sdělí-li mu povinný písemně bez zbytečného odkladu poté, co se dozvěděl o provedení soupisu, že bude  zasílat každý kalendářní měsíc na zvláštní účet podle § 46 odst. 5 k uspokojení pohledávky vymáhané v exekuci prodejem movitých věcí peněžní prostředky ve výši 1 500 Kč.</w:t>
      </w:r>
    </w:p>
    <w:p w:rsidR="00314B4A" w:rsidRPr="006564FF" w:rsidRDefault="00314B4A" w:rsidP="00314B4A">
      <w:pPr>
        <w:rPr>
          <w:rFonts w:ascii="Calibri" w:hAnsi="Calibri" w:cs="Calibri"/>
          <w:sz w:val="22"/>
          <w:szCs w:val="22"/>
        </w:rPr>
      </w:pPr>
    </w:p>
    <w:p w:rsidR="00314B4A" w:rsidRPr="006564FF" w:rsidRDefault="00314B4A" w:rsidP="00314B4A">
      <w:pPr>
        <w:jc w:val="both"/>
      </w:pPr>
      <w:r w:rsidRPr="006564FF">
        <w:tab/>
        <w:t>(8) Exekutor vyzve povinného k zasílání peněžních prostředků ve výši podle odstavce 7 na zvláštní účet bez zbytečného odkladu poté, co byla exekuce odložena. Povinný zašle peněžní prostředky ve výši podle odstavce 7 do 10 dnů od doručení výzvy podle věty první, v následujících kalendářních měsících povinný na zvláštní účet převádí peněžní prostředky ve výši podle odstavce 7 do konce příslušného kalendářního měsíce.</w:t>
      </w:r>
    </w:p>
    <w:p w:rsidR="00314B4A" w:rsidRPr="006564FF" w:rsidRDefault="00314B4A" w:rsidP="00314B4A">
      <w:pPr>
        <w:jc w:val="both"/>
      </w:pPr>
    </w:p>
    <w:p w:rsidR="00314B4A" w:rsidRPr="006564FF" w:rsidRDefault="00314B4A" w:rsidP="00314B4A">
      <w:pPr>
        <w:jc w:val="both"/>
      </w:pPr>
      <w:r w:rsidRPr="006564FF">
        <w:tab/>
        <w:t>(9) Na nesplnění povinnosti podle odstavce 8 věty druhé exekutor povinného upozorní a určí mu přiměřenou dodatečnou lhůtu pro její splnění. Uplynutím lhůty podle věty první odklad exekuce skončí.</w:t>
      </w:r>
    </w:p>
    <w:p w:rsidR="00314B4A" w:rsidRPr="006564FF" w:rsidRDefault="00314B4A" w:rsidP="00314B4A">
      <w:pPr>
        <w:jc w:val="both"/>
      </w:pPr>
    </w:p>
    <w:p w:rsidR="00314B4A" w:rsidRPr="006564FF" w:rsidRDefault="00314B4A" w:rsidP="00314B4A">
      <w:pPr>
        <w:ind w:firstLine="708"/>
        <w:jc w:val="both"/>
      </w:pPr>
      <w:r w:rsidRPr="006564FF">
        <w:t>(10) V téže exekuci prodejem movitých věcí se odstavce 7 až 9 použijí nejvýše jednou. Odstavce 7 až 9 se nepoužijí v exekuci vedené na věci vymezené v § 67 odst. 1 úvodní části ustanovení. Odstavce 7 až 9 se nepoužijí v exekuci podle § 67 odst. 2.</w:t>
      </w:r>
      <w:r>
        <w:t>“.</w:t>
      </w:r>
    </w:p>
    <w:p w:rsidR="00314B4A" w:rsidRDefault="00314B4A" w:rsidP="00314B4A"/>
    <w:p w:rsidR="00314B4A" w:rsidRPr="00B61665" w:rsidRDefault="00314B4A" w:rsidP="00314B4A">
      <w:r>
        <w:t>Dosavadní odstavce 7 a 8 se označují jako odstavce 11 a 12.“.</w:t>
      </w:r>
    </w:p>
    <w:p w:rsidR="00314B4A" w:rsidRDefault="00314B4A" w:rsidP="00314B4A"/>
    <w:p w:rsidR="00314B4A" w:rsidRDefault="00314B4A" w:rsidP="00314B4A">
      <w:pPr>
        <w:jc w:val="both"/>
      </w:pPr>
      <w:r>
        <w:t>Následující body se přeznačí.</w:t>
      </w:r>
    </w:p>
    <w:p w:rsidR="00314B4A" w:rsidRDefault="00314B4A" w:rsidP="00314B4A">
      <w:pPr>
        <w:rPr>
          <w:b/>
        </w:rPr>
      </w:pPr>
    </w:p>
    <w:p w:rsidR="00314B4A" w:rsidRPr="006564FF" w:rsidRDefault="00A724F7" w:rsidP="00314B4A">
      <w:pPr>
        <w:jc w:val="both"/>
      </w:pPr>
      <w:r>
        <w:rPr>
          <w:b/>
        </w:rPr>
        <w:t>G</w:t>
      </w:r>
      <w:r w:rsidR="00314B4A" w:rsidRPr="0026437A">
        <w:rPr>
          <w:b/>
        </w:rPr>
        <w:t>7.</w:t>
      </w:r>
      <w:r w:rsidR="00314B4A" w:rsidRPr="0026437A">
        <w:t xml:space="preserve"> V části druhé čl. III dosavadním bodu 74 (§ 54 odst. 8 </w:t>
      </w:r>
      <w:proofErr w:type="spellStart"/>
      <w:proofErr w:type="gramStart"/>
      <w:r w:rsidR="00314B4A" w:rsidRPr="0026437A">
        <w:t>ex</w:t>
      </w:r>
      <w:proofErr w:type="gramEnd"/>
      <w:r w:rsidR="00314B4A" w:rsidRPr="0026437A">
        <w:t>.</w:t>
      </w:r>
      <w:proofErr w:type="gramStart"/>
      <w:r w:rsidR="00314B4A" w:rsidRPr="0026437A">
        <w:t>ř</w:t>
      </w:r>
      <w:proofErr w:type="spellEnd"/>
      <w:r w:rsidR="00314B4A" w:rsidRPr="0026437A">
        <w:t>.</w:t>
      </w:r>
      <w:proofErr w:type="gramEnd"/>
      <w:r w:rsidR="00314B4A" w:rsidRPr="0026437A">
        <w:t>) se text „odst. 8“ nahrazuje textem</w:t>
      </w:r>
      <w:r w:rsidR="00314B4A">
        <w:t xml:space="preserve"> „odst. 12“.</w:t>
      </w:r>
    </w:p>
    <w:p w:rsidR="00314B4A" w:rsidRDefault="00314B4A" w:rsidP="00314B4A">
      <w:pPr>
        <w:rPr>
          <w:b/>
        </w:rPr>
      </w:pPr>
    </w:p>
    <w:p w:rsidR="00314B4A" w:rsidRDefault="00A724F7" w:rsidP="00314B4A">
      <w:pPr>
        <w:jc w:val="both"/>
      </w:pPr>
      <w:r>
        <w:rPr>
          <w:b/>
        </w:rPr>
        <w:t>G</w:t>
      </w:r>
      <w:r w:rsidR="00314B4A" w:rsidRPr="009B778F">
        <w:rPr>
          <w:b/>
        </w:rPr>
        <w:t>8.</w:t>
      </w:r>
      <w:r w:rsidR="00314B4A" w:rsidRPr="009B778F">
        <w:t xml:space="preserve"> V části </w:t>
      </w:r>
      <w:proofErr w:type="gramStart"/>
      <w:r w:rsidR="00314B4A" w:rsidRPr="009B778F">
        <w:t>druhé čl.</w:t>
      </w:r>
      <w:proofErr w:type="gramEnd"/>
      <w:r w:rsidR="00314B4A" w:rsidRPr="009B778F">
        <w:t xml:space="preserve"> III </w:t>
      </w:r>
      <w:proofErr w:type="gramStart"/>
      <w:r w:rsidR="00314B4A" w:rsidRPr="009B778F">
        <w:t>se</w:t>
      </w:r>
      <w:proofErr w:type="gramEnd"/>
      <w:r w:rsidR="00314B4A" w:rsidRPr="009B778F">
        <w:t xml:space="preserve"> za dosavadní bod 79 </w:t>
      </w:r>
      <w:proofErr w:type="gramStart"/>
      <w:r w:rsidR="00314B4A" w:rsidRPr="009B778F">
        <w:t>vkládá</w:t>
      </w:r>
      <w:proofErr w:type="gramEnd"/>
      <w:r w:rsidR="00314B4A" w:rsidRPr="009B778F">
        <w:t xml:space="preserve"> nový bod, který zní:</w:t>
      </w:r>
    </w:p>
    <w:p w:rsidR="00314B4A" w:rsidRDefault="00314B4A" w:rsidP="00314B4A"/>
    <w:p w:rsidR="00314B4A" w:rsidRDefault="00314B4A" w:rsidP="00314B4A">
      <w:r>
        <w:t>„X. V § 66 se vkládají nové odstavce 1 až 3, které znějí:</w:t>
      </w:r>
    </w:p>
    <w:p w:rsidR="00314B4A" w:rsidRDefault="00314B4A" w:rsidP="00314B4A"/>
    <w:p w:rsidR="00314B4A" w:rsidRPr="006B3715" w:rsidRDefault="00314B4A" w:rsidP="00314B4A">
      <w:pPr>
        <w:jc w:val="both"/>
      </w:pPr>
      <w:r w:rsidRPr="006B3715">
        <w:tab/>
      </w:r>
      <w:r>
        <w:t>„</w:t>
      </w:r>
      <w:r w:rsidRPr="006B3715">
        <w:t xml:space="preserve">(1) Zjistí-li exekutor, že proti povinnému není vedena exekuce prodejem movitých věcí, sepíše všechny movité věci, kterých se může týkat exekuce prodejem movitých věcí podle občanského soudního řádu. Zjistí-li exekutor z rejstříku zahájených exekucí, že proti povinnému již je vedena exekuce prodejem movitých věcí, může povinnému doručit exekuční příkaz k provedení exekuce prodejem movitých věcí; § 325 odst. 1 občanského soudního řádu se nepoužije. Věta druhá se použije přiměřeně, zjistí-li exekutor, že movité věci povinného již byly sepsány jinak. Na doručení exekučního příkazu k provedení exekuce prodejem movitých věcí v řízení podle věty druhé povinnému se hledí jako na sepsání věci, která byla sepsána v exekučním řízení podle věty první. </w:t>
      </w:r>
    </w:p>
    <w:p w:rsidR="00314B4A" w:rsidRPr="006B3715" w:rsidRDefault="00314B4A" w:rsidP="00314B4A">
      <w:pPr>
        <w:jc w:val="both"/>
      </w:pPr>
    </w:p>
    <w:p w:rsidR="00314B4A" w:rsidRPr="006B3715" w:rsidRDefault="00314B4A" w:rsidP="00314B4A">
      <w:pPr>
        <w:ind w:firstLine="708"/>
        <w:jc w:val="both"/>
      </w:pPr>
      <w:r w:rsidRPr="006B3715">
        <w:t xml:space="preserve">(2) Do skončení exekuce podle odstavce 1 věty první jiný exekutor exekuci prodejem movitých věcí vůči povinnému, proti němuž je vedena exekuce podle odstavce 1 věty první, neprovádí, movité věci nesepisuje ani nezajišťuje. Po skončení exekuce podle odstavce 1 věty první </w:t>
      </w:r>
      <w:r w:rsidRPr="006B3715">
        <w:lastRenderedPageBreak/>
        <w:t>může být ohledně movitých věcí, kterých se může týkat exekuce prodejem movitých věcí podle občanského soudního řádu, prováděna proti témuž povinnému zároveň pouze jedna exekuce prodejem movitých věcí podle odstavce 1 věty druhé až čtvrté.</w:t>
      </w:r>
    </w:p>
    <w:p w:rsidR="00314B4A" w:rsidRPr="006B3715" w:rsidRDefault="00314B4A" w:rsidP="00314B4A">
      <w:pPr>
        <w:ind w:firstLine="708"/>
        <w:jc w:val="both"/>
      </w:pPr>
    </w:p>
    <w:p w:rsidR="00314B4A" w:rsidRPr="006B503D" w:rsidRDefault="00314B4A" w:rsidP="00314B4A">
      <w:pPr>
        <w:ind w:firstLine="708"/>
        <w:jc w:val="both"/>
        <w:rPr>
          <w:color w:val="C45911"/>
        </w:rPr>
      </w:pPr>
      <w:r w:rsidRPr="006B3715">
        <w:t xml:space="preserve">(3) Odstavce 1 a 2 se nepoužijí, </w:t>
      </w:r>
    </w:p>
    <w:p w:rsidR="00314B4A" w:rsidRPr="006B3715" w:rsidRDefault="00314B4A" w:rsidP="00314B4A">
      <w:pPr>
        <w:jc w:val="both"/>
      </w:pPr>
      <w:r w:rsidRPr="006B3715">
        <w:t>a) jde-li o exekuci podle § 67 odst. 2, nebo</w:t>
      </w:r>
    </w:p>
    <w:p w:rsidR="00314B4A" w:rsidRPr="006B3715" w:rsidRDefault="00314B4A" w:rsidP="00314B4A">
      <w:pPr>
        <w:jc w:val="both"/>
      </w:pPr>
      <w:r w:rsidRPr="006B3715">
        <w:t>b) v exekuci vedené po skončení odkladu exekuce podle § 54 odst. 9.</w:t>
      </w:r>
      <w:r>
        <w:t>“.</w:t>
      </w:r>
    </w:p>
    <w:p w:rsidR="00314B4A" w:rsidRDefault="00314B4A" w:rsidP="00314B4A"/>
    <w:p w:rsidR="00314B4A" w:rsidRDefault="00314B4A" w:rsidP="00314B4A">
      <w:r>
        <w:t>Dosavadní odstavce 1 až 7 se označují jako odstavce 4 až 10.“.</w:t>
      </w:r>
    </w:p>
    <w:p w:rsidR="00314B4A" w:rsidRDefault="00314B4A" w:rsidP="00314B4A"/>
    <w:p w:rsidR="00314B4A" w:rsidRDefault="00314B4A" w:rsidP="00314B4A">
      <w:pPr>
        <w:jc w:val="both"/>
      </w:pPr>
      <w:r>
        <w:t>Následující body se přeznačí.</w:t>
      </w:r>
    </w:p>
    <w:p w:rsidR="00314B4A" w:rsidRDefault="00314B4A" w:rsidP="00314B4A"/>
    <w:p w:rsidR="00314B4A" w:rsidRPr="009E4BD0" w:rsidRDefault="00A724F7" w:rsidP="00314B4A">
      <w:pPr>
        <w:jc w:val="both"/>
      </w:pPr>
      <w:r>
        <w:rPr>
          <w:b/>
        </w:rPr>
        <w:t>G</w:t>
      </w:r>
      <w:r w:rsidR="00314B4A" w:rsidRPr="009E4BD0">
        <w:rPr>
          <w:b/>
        </w:rPr>
        <w:t>9.</w:t>
      </w:r>
      <w:r w:rsidR="00314B4A" w:rsidRPr="009E4BD0">
        <w:t xml:space="preserve"> V části druhé čl. III dosavadním bodu 80</w:t>
      </w:r>
      <w:r w:rsidR="00314B4A" w:rsidRPr="006B503D">
        <w:rPr>
          <w:i/>
          <w:color w:val="C45911"/>
        </w:rPr>
        <w:t xml:space="preserve"> </w:t>
      </w:r>
      <w:r w:rsidR="00314B4A" w:rsidRPr="009E4BD0">
        <w:t xml:space="preserve">(dosavadní § 66 odst. 3 </w:t>
      </w:r>
      <w:proofErr w:type="spellStart"/>
      <w:proofErr w:type="gramStart"/>
      <w:r w:rsidR="00314B4A" w:rsidRPr="009E4BD0">
        <w:t>ex</w:t>
      </w:r>
      <w:proofErr w:type="gramEnd"/>
      <w:r w:rsidR="00314B4A" w:rsidRPr="009E4BD0">
        <w:t>.</w:t>
      </w:r>
      <w:proofErr w:type="gramStart"/>
      <w:r w:rsidR="00314B4A" w:rsidRPr="009E4BD0">
        <w:t>ř</w:t>
      </w:r>
      <w:proofErr w:type="spellEnd"/>
      <w:r w:rsidR="00314B4A" w:rsidRPr="009E4BD0">
        <w:t>.</w:t>
      </w:r>
      <w:proofErr w:type="gramEnd"/>
      <w:r w:rsidR="00314B4A" w:rsidRPr="009E4BD0">
        <w:t>) se text „odst. 3“ nahrazuje textem „odst. 6“.</w:t>
      </w:r>
    </w:p>
    <w:p w:rsidR="00314B4A" w:rsidRPr="009E4BD0" w:rsidRDefault="00314B4A" w:rsidP="00314B4A"/>
    <w:p w:rsidR="00314B4A" w:rsidRPr="006564FF" w:rsidRDefault="00A724F7" w:rsidP="00314B4A">
      <w:pPr>
        <w:jc w:val="both"/>
      </w:pPr>
      <w:r>
        <w:rPr>
          <w:b/>
        </w:rPr>
        <w:t>G</w:t>
      </w:r>
      <w:r w:rsidR="00314B4A" w:rsidRPr="009E4BD0">
        <w:rPr>
          <w:b/>
        </w:rPr>
        <w:t>10.</w:t>
      </w:r>
      <w:r w:rsidR="00314B4A" w:rsidRPr="009E4BD0">
        <w:t xml:space="preserve"> V části druhé čl. III dosavadním bodu 81 (dosavadní § 66 odst. 7 </w:t>
      </w:r>
      <w:proofErr w:type="spellStart"/>
      <w:proofErr w:type="gramStart"/>
      <w:r w:rsidR="00314B4A" w:rsidRPr="009E4BD0">
        <w:t>ex</w:t>
      </w:r>
      <w:proofErr w:type="gramEnd"/>
      <w:r w:rsidR="00314B4A" w:rsidRPr="009E4BD0">
        <w:t>.</w:t>
      </w:r>
      <w:proofErr w:type="gramStart"/>
      <w:r w:rsidR="00314B4A" w:rsidRPr="009E4BD0">
        <w:t>ř</w:t>
      </w:r>
      <w:proofErr w:type="spellEnd"/>
      <w:r w:rsidR="00314B4A" w:rsidRPr="009E4BD0">
        <w:t>.</w:t>
      </w:r>
      <w:proofErr w:type="gramEnd"/>
      <w:r w:rsidR="00314B4A" w:rsidRPr="009E4BD0">
        <w:t>) se text „odst. 7“ nahrazuje textem „odst. 10“.</w:t>
      </w:r>
    </w:p>
    <w:p w:rsidR="00314B4A" w:rsidRDefault="00314B4A" w:rsidP="00314B4A"/>
    <w:p w:rsidR="00314B4A" w:rsidRPr="008D5E1B" w:rsidRDefault="00A724F7" w:rsidP="00314B4A">
      <w:pPr>
        <w:jc w:val="both"/>
      </w:pPr>
      <w:r>
        <w:rPr>
          <w:b/>
        </w:rPr>
        <w:t>G</w:t>
      </w:r>
      <w:r w:rsidR="00314B4A" w:rsidRPr="006F4007">
        <w:rPr>
          <w:b/>
        </w:rPr>
        <w:t>11.</w:t>
      </w:r>
      <w:r w:rsidR="00314B4A" w:rsidRPr="006F4007">
        <w:t xml:space="preserve"> V části druhé čl. III se za dosavadní bod 81 vkládají nové body, které znějí:</w:t>
      </w:r>
    </w:p>
    <w:p w:rsidR="00314B4A" w:rsidRPr="008D5E1B" w:rsidRDefault="00314B4A" w:rsidP="00314B4A">
      <w:pPr>
        <w:jc w:val="both"/>
      </w:pPr>
    </w:p>
    <w:p w:rsidR="00314B4A" w:rsidRDefault="00314B4A" w:rsidP="00314B4A">
      <w:pPr>
        <w:jc w:val="both"/>
      </w:pPr>
      <w:r w:rsidRPr="008D5E1B">
        <w:t>„X</w:t>
      </w:r>
      <w:r w:rsidR="00313908">
        <w:t>1</w:t>
      </w:r>
      <w:r w:rsidRPr="008D5E1B">
        <w:t xml:space="preserve">. Za § 66 se vkládá nový § 67, který </w:t>
      </w:r>
      <w:r>
        <w:t xml:space="preserve">včetně nadpisu </w:t>
      </w:r>
      <w:r w:rsidRPr="008D5E1B">
        <w:t>zní:</w:t>
      </w:r>
    </w:p>
    <w:p w:rsidR="00314B4A" w:rsidRDefault="00314B4A" w:rsidP="00314B4A">
      <w:pPr>
        <w:jc w:val="both"/>
      </w:pPr>
    </w:p>
    <w:p w:rsidR="00314B4A" w:rsidRPr="00A905D9" w:rsidRDefault="00314B4A" w:rsidP="00314B4A">
      <w:pPr>
        <w:jc w:val="center"/>
      </w:pPr>
      <w:r>
        <w:t>„</w:t>
      </w:r>
      <w:r w:rsidRPr="00A905D9">
        <w:t>§ 67</w:t>
      </w:r>
    </w:p>
    <w:p w:rsidR="00314B4A" w:rsidRPr="00B74ADD" w:rsidRDefault="00314B4A" w:rsidP="00314B4A">
      <w:pPr>
        <w:jc w:val="center"/>
        <w:rPr>
          <w:b/>
        </w:rPr>
      </w:pPr>
      <w:r w:rsidRPr="00B74ADD">
        <w:rPr>
          <w:b/>
        </w:rPr>
        <w:t>Zvláštní ustanovení o exekuci prodejem movitých věcí</w:t>
      </w:r>
    </w:p>
    <w:p w:rsidR="00314B4A" w:rsidRPr="00A905D9" w:rsidRDefault="00314B4A" w:rsidP="00314B4A">
      <w:pPr>
        <w:jc w:val="both"/>
      </w:pPr>
    </w:p>
    <w:p w:rsidR="00314B4A" w:rsidRPr="00A905D9" w:rsidRDefault="00314B4A" w:rsidP="00314B4A">
      <w:pPr>
        <w:jc w:val="both"/>
      </w:pPr>
      <w:r w:rsidRPr="00A905D9">
        <w:tab/>
        <w:t>(1) Exekuce prodejem movitých věcí se může týkat pouze věcí, které jsou ve vlastnictví povinného nebo ve společném jmění povinného a jeho manžela a jejichž počet  nebo hodnota neodpovídá obvyklým majetkovým poměrům,</w:t>
      </w:r>
    </w:p>
    <w:p w:rsidR="00314B4A" w:rsidRPr="00A905D9" w:rsidRDefault="00314B4A" w:rsidP="00314B4A">
      <w:pPr>
        <w:jc w:val="both"/>
      </w:pPr>
      <w:r w:rsidRPr="00A905D9">
        <w:t>a) má-li povinný nárok na výplatu starobního důchodu ve výši nepřesahující základní sazbu minimální mzdy za měsíc pro stanovenou týdenní pracovní dobu 40 hodin podle právních předpisů upravujících minimální mzdu,</w:t>
      </w:r>
    </w:p>
    <w:p w:rsidR="00314B4A" w:rsidRPr="00A905D9" w:rsidRDefault="00314B4A" w:rsidP="00314B4A">
      <w:pPr>
        <w:jc w:val="both"/>
      </w:pPr>
      <w:r w:rsidRPr="00A905D9">
        <w:t>b) je-li povinný invalidní ve druhém nebo třetím stupni podle zákona o důchodovém pojištění, nebo</w:t>
      </w:r>
    </w:p>
    <w:p w:rsidR="00314B4A" w:rsidRPr="00A905D9" w:rsidRDefault="00314B4A" w:rsidP="00314B4A">
      <w:pPr>
        <w:jc w:val="both"/>
      </w:pPr>
      <w:r w:rsidRPr="00A905D9">
        <w:t>c) je-li v exekuci vymáhána pohledávka vzniklá před dosažením 18 let věku povinného.</w:t>
      </w:r>
    </w:p>
    <w:p w:rsidR="00314B4A" w:rsidRPr="00A905D9" w:rsidRDefault="00314B4A" w:rsidP="00314B4A">
      <w:pPr>
        <w:jc w:val="both"/>
      </w:pPr>
    </w:p>
    <w:p w:rsidR="00314B4A" w:rsidRPr="00A905D9" w:rsidRDefault="00314B4A" w:rsidP="00314B4A">
      <w:pPr>
        <w:jc w:val="both"/>
      </w:pPr>
      <w:r w:rsidRPr="00A905D9">
        <w:tab/>
        <w:t>(2) Odstavec 1 se nepoužije</w:t>
      </w:r>
    </w:p>
    <w:p w:rsidR="00314B4A" w:rsidRPr="00A905D9" w:rsidRDefault="00314B4A" w:rsidP="00314B4A">
      <w:pPr>
        <w:jc w:val="both"/>
      </w:pPr>
      <w:r w:rsidRPr="00A905D9">
        <w:t>a) v exekuci, v níž je vymáhána pohledávka na výživném, pohledávka náhrady újmy způsobené ublížením na zdraví, pohledávka náhrady újmy způsobené trestným činem nebo přestupkem nebo pohledávka náhrady újmy způsobené úmyslným protiprávním jednáním, nebo</w:t>
      </w:r>
    </w:p>
    <w:p w:rsidR="00314B4A" w:rsidRDefault="00314B4A" w:rsidP="00314B4A">
      <w:pPr>
        <w:jc w:val="both"/>
      </w:pPr>
      <w:r w:rsidRPr="00A905D9">
        <w:t>b) týká-li se exekuce prodejem movitých věcí věci zapsané do evidence zřízené zvláštním právním předpisem.</w:t>
      </w:r>
      <w:r>
        <w:t>“.</w:t>
      </w:r>
    </w:p>
    <w:p w:rsidR="00314B4A" w:rsidRDefault="00314B4A" w:rsidP="00314B4A">
      <w:pPr>
        <w:jc w:val="both"/>
      </w:pPr>
    </w:p>
    <w:p w:rsidR="00314B4A" w:rsidRPr="00A905D9" w:rsidRDefault="00314B4A" w:rsidP="00314B4A">
      <w:pPr>
        <w:jc w:val="both"/>
      </w:pPr>
      <w:r>
        <w:t>X</w:t>
      </w:r>
      <w:r w:rsidR="00313908">
        <w:t>2</w:t>
      </w:r>
      <w:r>
        <w:t>. V § 68 odst. 7 se text „odst. 1“ nahrazuje textem „odst. 4“.“.</w:t>
      </w:r>
    </w:p>
    <w:p w:rsidR="00314B4A" w:rsidRDefault="00314B4A" w:rsidP="00314B4A">
      <w:pPr>
        <w:jc w:val="both"/>
      </w:pPr>
    </w:p>
    <w:p w:rsidR="00314B4A" w:rsidRDefault="00314B4A" w:rsidP="00314B4A">
      <w:pPr>
        <w:jc w:val="both"/>
      </w:pPr>
      <w:r>
        <w:t>Následující body se přeznačí.</w:t>
      </w:r>
    </w:p>
    <w:p w:rsidR="00314B4A" w:rsidRPr="007425E3" w:rsidRDefault="00314B4A" w:rsidP="00314B4A">
      <w:pPr>
        <w:jc w:val="both"/>
      </w:pPr>
    </w:p>
    <w:p w:rsidR="00314B4A" w:rsidRPr="008D5E1B" w:rsidRDefault="00A724F7" w:rsidP="00314B4A">
      <w:pPr>
        <w:jc w:val="both"/>
      </w:pPr>
      <w:r>
        <w:rPr>
          <w:b/>
        </w:rPr>
        <w:t>G</w:t>
      </w:r>
      <w:r w:rsidR="00314B4A" w:rsidRPr="00DE5323">
        <w:rPr>
          <w:b/>
        </w:rPr>
        <w:t xml:space="preserve">12. </w:t>
      </w:r>
      <w:r w:rsidR="00314B4A" w:rsidRPr="00DE5323">
        <w:t xml:space="preserve">V části </w:t>
      </w:r>
      <w:proofErr w:type="gramStart"/>
      <w:r w:rsidR="00314B4A" w:rsidRPr="00DE5323">
        <w:t>druhé čl.</w:t>
      </w:r>
      <w:proofErr w:type="gramEnd"/>
      <w:r w:rsidR="00314B4A" w:rsidRPr="00DE5323">
        <w:t xml:space="preserve"> </w:t>
      </w:r>
      <w:r w:rsidR="00314B4A">
        <w:t xml:space="preserve">III </w:t>
      </w:r>
      <w:proofErr w:type="gramStart"/>
      <w:r w:rsidR="00314B4A">
        <w:t>se</w:t>
      </w:r>
      <w:proofErr w:type="gramEnd"/>
      <w:r w:rsidR="00314B4A">
        <w:t xml:space="preserve"> za dosavadní </w:t>
      </w:r>
      <w:r w:rsidR="00314B4A" w:rsidRPr="00DE5323">
        <w:t xml:space="preserve">bod 108 </w:t>
      </w:r>
      <w:proofErr w:type="gramStart"/>
      <w:r w:rsidR="00314B4A" w:rsidRPr="00DE5323">
        <w:t>vkládá</w:t>
      </w:r>
      <w:proofErr w:type="gramEnd"/>
      <w:r w:rsidR="00314B4A" w:rsidRPr="00DE5323">
        <w:t xml:space="preserve"> nový bod, který zní:</w:t>
      </w:r>
    </w:p>
    <w:p w:rsidR="00314B4A" w:rsidRPr="0001116C" w:rsidRDefault="00314B4A" w:rsidP="00314B4A">
      <w:pPr>
        <w:jc w:val="both"/>
        <w:rPr>
          <w:b/>
        </w:rPr>
      </w:pPr>
    </w:p>
    <w:p w:rsidR="00314B4A" w:rsidRDefault="00314B4A" w:rsidP="00314B4A">
      <w:pPr>
        <w:jc w:val="both"/>
      </w:pPr>
      <w:r w:rsidRPr="004C476B">
        <w:t>„X. V § 110 odst. 7</w:t>
      </w:r>
      <w:r>
        <w:t xml:space="preserve"> se za písmeno k) vkládá nové písmeno l), které zní:</w:t>
      </w:r>
    </w:p>
    <w:p w:rsidR="00314B4A" w:rsidRDefault="00314B4A" w:rsidP="00314B4A">
      <w:pPr>
        <w:jc w:val="both"/>
      </w:pPr>
    </w:p>
    <w:p w:rsidR="00314B4A" w:rsidRDefault="00314B4A" w:rsidP="00314B4A">
      <w:pPr>
        <w:jc w:val="both"/>
      </w:pPr>
      <w:r>
        <w:t>„</w:t>
      </w:r>
      <w:r w:rsidRPr="004C476B">
        <w:t>l) stanoví způsob, jak má být volání podle § 53 evidováno, a dobu uchovávání záznamu volání podle § 53,</w:t>
      </w:r>
      <w:r>
        <w:t>“.</w:t>
      </w:r>
    </w:p>
    <w:p w:rsidR="00314B4A" w:rsidRDefault="00314B4A" w:rsidP="00314B4A">
      <w:pPr>
        <w:jc w:val="both"/>
      </w:pPr>
    </w:p>
    <w:p w:rsidR="00314B4A" w:rsidRDefault="00314B4A" w:rsidP="00314B4A">
      <w:pPr>
        <w:jc w:val="both"/>
      </w:pPr>
      <w:r>
        <w:lastRenderedPageBreak/>
        <w:t>Dosavadní písmeno l) se označuje jako písmeno m).“.</w:t>
      </w:r>
    </w:p>
    <w:p w:rsidR="00314B4A" w:rsidRDefault="00314B4A" w:rsidP="00314B4A">
      <w:pPr>
        <w:jc w:val="both"/>
      </w:pPr>
    </w:p>
    <w:p w:rsidR="00314B4A" w:rsidRDefault="00314B4A" w:rsidP="00314B4A">
      <w:pPr>
        <w:jc w:val="both"/>
      </w:pPr>
      <w:r>
        <w:t>Následující body se přeznačí.</w:t>
      </w:r>
    </w:p>
    <w:p w:rsidR="00314B4A" w:rsidRDefault="00314B4A" w:rsidP="00314B4A">
      <w:pPr>
        <w:jc w:val="both"/>
      </w:pPr>
    </w:p>
    <w:p w:rsidR="00314B4A" w:rsidRDefault="00A724F7" w:rsidP="00314B4A">
      <w:pPr>
        <w:jc w:val="both"/>
      </w:pPr>
      <w:r>
        <w:rPr>
          <w:b/>
        </w:rPr>
        <w:t>G</w:t>
      </w:r>
      <w:r w:rsidR="00314B4A" w:rsidRPr="009B778F">
        <w:rPr>
          <w:b/>
        </w:rPr>
        <w:t>13.</w:t>
      </w:r>
      <w:r w:rsidR="00314B4A" w:rsidRPr="009B778F">
        <w:t xml:space="preserve"> V části </w:t>
      </w:r>
      <w:proofErr w:type="gramStart"/>
      <w:r w:rsidR="00314B4A" w:rsidRPr="009B778F">
        <w:t>druhé čl.</w:t>
      </w:r>
      <w:proofErr w:type="gramEnd"/>
      <w:r w:rsidR="00314B4A" w:rsidRPr="009B778F">
        <w:t xml:space="preserve"> III </w:t>
      </w:r>
      <w:proofErr w:type="gramStart"/>
      <w:r w:rsidR="00314B4A" w:rsidRPr="009B778F">
        <w:t>se</w:t>
      </w:r>
      <w:proofErr w:type="gramEnd"/>
      <w:r w:rsidR="00314B4A" w:rsidRPr="009B778F">
        <w:t xml:space="preserve"> za dosavadní bod 123 </w:t>
      </w:r>
      <w:proofErr w:type="gramStart"/>
      <w:r w:rsidR="00314B4A" w:rsidRPr="009B778F">
        <w:t>vkládá</w:t>
      </w:r>
      <w:proofErr w:type="gramEnd"/>
      <w:r w:rsidR="00314B4A" w:rsidRPr="009B778F">
        <w:t xml:space="preserve"> nový bod, který zní:</w:t>
      </w:r>
    </w:p>
    <w:p w:rsidR="00314B4A" w:rsidRDefault="00314B4A" w:rsidP="00314B4A">
      <w:pPr>
        <w:jc w:val="both"/>
      </w:pPr>
    </w:p>
    <w:p w:rsidR="00314B4A" w:rsidRDefault="00314B4A" w:rsidP="00314B4A">
      <w:pPr>
        <w:jc w:val="both"/>
      </w:pPr>
      <w:r>
        <w:t>„X. V § 125 se na konci odstavce 1 tečka nahrazuje čárkou a doplňuje se písmeno f), které zní:</w:t>
      </w:r>
    </w:p>
    <w:p w:rsidR="00314B4A" w:rsidRDefault="00314B4A" w:rsidP="00314B4A">
      <w:pPr>
        <w:jc w:val="both"/>
      </w:pPr>
    </w:p>
    <w:p w:rsidR="00314B4A" w:rsidRPr="00B31BC5" w:rsidRDefault="00314B4A" w:rsidP="00314B4A">
      <w:pPr>
        <w:jc w:val="both"/>
      </w:pPr>
      <w:r w:rsidRPr="00B31BC5">
        <w:t>„f) exekuční příkazy k provedení exekuce prodejem movitých věcí.“.</w:t>
      </w:r>
      <w:r>
        <w:t>“.</w:t>
      </w:r>
    </w:p>
    <w:p w:rsidR="00314B4A" w:rsidRDefault="00314B4A" w:rsidP="00314B4A">
      <w:pPr>
        <w:jc w:val="both"/>
      </w:pPr>
    </w:p>
    <w:p w:rsidR="00314B4A" w:rsidRDefault="00314B4A" w:rsidP="00314B4A">
      <w:pPr>
        <w:jc w:val="both"/>
      </w:pPr>
      <w:r>
        <w:t>Následující body se přeznačí.</w:t>
      </w:r>
    </w:p>
    <w:p w:rsidR="00314B4A" w:rsidRDefault="00314B4A" w:rsidP="00314B4A">
      <w:pPr>
        <w:jc w:val="both"/>
      </w:pPr>
    </w:p>
    <w:p w:rsidR="00314B4A" w:rsidRDefault="00A724F7" w:rsidP="00314B4A">
      <w:pPr>
        <w:jc w:val="both"/>
      </w:pPr>
      <w:r>
        <w:rPr>
          <w:b/>
        </w:rPr>
        <w:t>G</w:t>
      </w:r>
      <w:r w:rsidR="00314B4A" w:rsidRPr="0006383A">
        <w:rPr>
          <w:b/>
        </w:rPr>
        <w:t>14.</w:t>
      </w:r>
      <w:r w:rsidR="00314B4A" w:rsidRPr="0006383A">
        <w:t xml:space="preserve"> V části druhé čl. </w:t>
      </w:r>
      <w:proofErr w:type="gramStart"/>
      <w:r w:rsidR="00314B4A" w:rsidRPr="0006383A">
        <w:t>III</w:t>
      </w:r>
      <w:proofErr w:type="gramEnd"/>
      <w:r w:rsidR="00314B4A" w:rsidRPr="0006383A">
        <w:t xml:space="preserve"> dosavadní bod 124 zní:</w:t>
      </w:r>
    </w:p>
    <w:p w:rsidR="00314B4A" w:rsidRDefault="00314B4A" w:rsidP="00314B4A">
      <w:pPr>
        <w:jc w:val="both"/>
      </w:pPr>
    </w:p>
    <w:p w:rsidR="00314B4A" w:rsidRPr="003E1F1A" w:rsidRDefault="00314B4A" w:rsidP="00314B4A">
      <w:pPr>
        <w:jc w:val="both"/>
      </w:pPr>
      <w:r>
        <w:t>„X</w:t>
      </w:r>
      <w:r w:rsidRPr="003E1F1A">
        <w:t>. V § 125 odstavce 2 a 3 znějí:</w:t>
      </w:r>
    </w:p>
    <w:p w:rsidR="00314B4A" w:rsidRPr="003E1F1A" w:rsidRDefault="00314B4A" w:rsidP="00314B4A">
      <w:pPr>
        <w:jc w:val="both"/>
      </w:pPr>
    </w:p>
    <w:p w:rsidR="00314B4A" w:rsidRPr="003E1F1A" w:rsidRDefault="00314B4A" w:rsidP="00314B4A">
      <w:pPr>
        <w:jc w:val="both"/>
      </w:pPr>
      <w:r w:rsidRPr="003E1F1A">
        <w:tab/>
        <w:t>„(2) Do centrální evidence exekucí se zapisuje</w:t>
      </w:r>
    </w:p>
    <w:p w:rsidR="00314B4A" w:rsidRPr="003E1F1A" w:rsidRDefault="00314B4A" w:rsidP="00314B4A">
      <w:pPr>
        <w:ind w:left="709" w:hanging="709"/>
        <w:jc w:val="both"/>
      </w:pPr>
      <w:r w:rsidRPr="003E1F1A">
        <w:t>a)</w:t>
      </w:r>
      <w:r w:rsidRPr="003E1F1A">
        <w:tab/>
        <w:t>rodné číslo povinného, bylo-li přiděleno; tento údaj se však z evidence neposkytuje ani se neuvádí ve výpisu podle odstavce 10,</w:t>
      </w:r>
    </w:p>
    <w:p w:rsidR="00314B4A" w:rsidRPr="003E1F1A" w:rsidRDefault="00314B4A" w:rsidP="00314B4A">
      <w:pPr>
        <w:ind w:left="709" w:hanging="709"/>
        <w:jc w:val="both"/>
      </w:pPr>
      <w:r w:rsidRPr="003E1F1A">
        <w:t>b)</w:t>
      </w:r>
      <w:r w:rsidRPr="003E1F1A">
        <w:tab/>
        <w:t>údaj o tom, zda exekuční řízení byla spojena,</w:t>
      </w:r>
    </w:p>
    <w:p w:rsidR="00314B4A" w:rsidRPr="003E1F1A" w:rsidRDefault="00314B4A" w:rsidP="00314B4A">
      <w:pPr>
        <w:ind w:left="709" w:hanging="709"/>
        <w:jc w:val="both"/>
      </w:pPr>
      <w:r w:rsidRPr="003E1F1A">
        <w:t>c)</w:t>
      </w:r>
      <w:r w:rsidRPr="003E1F1A">
        <w:tab/>
        <w:t>údaj o tom, že došlo k zániku pověření soudního exekutora s uvedením důvodu zániku; vede-li po zániku pověření exekuci jiný soudní exekutor, zapíše se do centrální evidence exekucí i tento exekutor,</w:t>
      </w:r>
    </w:p>
    <w:p w:rsidR="00314B4A" w:rsidRPr="003E1F1A" w:rsidRDefault="00314B4A" w:rsidP="00314B4A">
      <w:pPr>
        <w:ind w:left="709" w:hanging="709"/>
        <w:jc w:val="both"/>
      </w:pPr>
      <w:r w:rsidRPr="003E1F1A">
        <w:t>d)</w:t>
      </w:r>
      <w:r w:rsidRPr="003E1F1A">
        <w:tab/>
        <w:t>celková výše vymáhaného peněžitého plnění bez nákladů exekuce a nákladů oprávněného ke dni provedení zápisu údajů z písemností podle odstavce 1 písm. a) a</w:t>
      </w:r>
      <w:r>
        <w:t> </w:t>
      </w:r>
      <w:r w:rsidRPr="003E1F1A">
        <w:t>b</w:t>
      </w:r>
      <w:r>
        <w:t>) do centrální evidence exekucí,</w:t>
      </w:r>
    </w:p>
    <w:p w:rsidR="00314B4A" w:rsidRPr="001C58F3" w:rsidRDefault="00314B4A" w:rsidP="00314B4A">
      <w:pPr>
        <w:ind w:left="709" w:hanging="709"/>
        <w:jc w:val="both"/>
      </w:pPr>
      <w:r w:rsidRPr="001C58F3">
        <w:t xml:space="preserve">e) </w:t>
      </w:r>
      <w:r w:rsidRPr="001C58F3">
        <w:tab/>
        <w:t>údaj o tom, že proti povinnému je vedena exekuce prodejem movitých věcí, nejde-li o</w:t>
      </w:r>
      <w:r>
        <w:t> </w:t>
      </w:r>
      <w:r w:rsidRPr="001C58F3">
        <w:t>exekuci podle § 67 odst. 2, případně o tom, že exekuce je vedena po skončení odkladu exekuce podle § 54 odst. 9.</w:t>
      </w:r>
    </w:p>
    <w:p w:rsidR="00314B4A" w:rsidRPr="003E1F1A" w:rsidRDefault="00314B4A" w:rsidP="00314B4A">
      <w:pPr>
        <w:jc w:val="both"/>
      </w:pPr>
    </w:p>
    <w:p w:rsidR="00314B4A" w:rsidRPr="003E1F1A" w:rsidRDefault="00314B4A" w:rsidP="00314B4A">
      <w:pPr>
        <w:jc w:val="both"/>
      </w:pPr>
      <w:r w:rsidRPr="003E1F1A">
        <w:tab/>
      </w:r>
      <w:r w:rsidRPr="00F156BC">
        <w:t>(3) Vstoupil-li po vydání výzvy ke splnění vymáhané povinnosti namísto dosavadního oprávněného do řízení jeho právní nástupce, zapíší se do centrální evidence exekucí údaje o tom, kdo vstoupil do řízení namísto dosavadního oprávněného.“.</w:t>
      </w:r>
      <w:r>
        <w:t>“.</w:t>
      </w:r>
    </w:p>
    <w:p w:rsidR="00314B4A" w:rsidRDefault="00314B4A" w:rsidP="00314B4A">
      <w:pPr>
        <w:jc w:val="both"/>
      </w:pPr>
    </w:p>
    <w:p w:rsidR="00314B4A" w:rsidRDefault="00A724F7" w:rsidP="00314B4A">
      <w:pPr>
        <w:jc w:val="both"/>
      </w:pPr>
      <w:r>
        <w:rPr>
          <w:b/>
        </w:rPr>
        <w:t>G</w:t>
      </w:r>
      <w:r w:rsidR="00314B4A" w:rsidRPr="00642632">
        <w:rPr>
          <w:b/>
        </w:rPr>
        <w:t>15.</w:t>
      </w:r>
      <w:r w:rsidR="00314B4A" w:rsidRPr="00642632">
        <w:t xml:space="preserve"> V části </w:t>
      </w:r>
      <w:proofErr w:type="gramStart"/>
      <w:r w:rsidR="00314B4A" w:rsidRPr="00642632">
        <w:t>druhé čl.</w:t>
      </w:r>
      <w:proofErr w:type="gramEnd"/>
      <w:r w:rsidR="00314B4A" w:rsidRPr="00642632">
        <w:t xml:space="preserve"> III </w:t>
      </w:r>
      <w:proofErr w:type="gramStart"/>
      <w:r w:rsidR="00314B4A">
        <w:t>se</w:t>
      </w:r>
      <w:proofErr w:type="gramEnd"/>
      <w:r w:rsidR="00314B4A">
        <w:t xml:space="preserve"> za dosavadní </w:t>
      </w:r>
      <w:r w:rsidR="00314B4A" w:rsidRPr="00642632">
        <w:t>bod 126</w:t>
      </w:r>
      <w:r w:rsidR="00314B4A">
        <w:t xml:space="preserve"> </w:t>
      </w:r>
      <w:proofErr w:type="gramStart"/>
      <w:r w:rsidR="00314B4A">
        <w:t>vkládá</w:t>
      </w:r>
      <w:proofErr w:type="gramEnd"/>
      <w:r w:rsidR="00314B4A">
        <w:t xml:space="preserve"> nový </w:t>
      </w:r>
      <w:r w:rsidR="00314B4A" w:rsidRPr="00642632">
        <w:t>bod, který</w:t>
      </w:r>
      <w:r w:rsidR="00314B4A">
        <w:t xml:space="preserve"> zní:</w:t>
      </w:r>
    </w:p>
    <w:p w:rsidR="00314B4A" w:rsidRDefault="00314B4A" w:rsidP="00314B4A">
      <w:pPr>
        <w:jc w:val="both"/>
      </w:pPr>
    </w:p>
    <w:p w:rsidR="00314B4A" w:rsidRPr="00C812F0" w:rsidRDefault="00314B4A" w:rsidP="00314B4A">
      <w:pPr>
        <w:jc w:val="both"/>
      </w:pPr>
      <w:r w:rsidRPr="00C812F0">
        <w:t>„X. V § 125 se na konci odstavce 7 doplňuje věta „Údaj podle odstavce 2 písm. e) se z centrální evidence exekucí vymaže do 3 dnů poté, co se exekutor dozvěděl o skončení exekuce prodejem movitých věcí.“.</w:t>
      </w:r>
      <w:r>
        <w:t>“.</w:t>
      </w:r>
    </w:p>
    <w:p w:rsidR="00314B4A" w:rsidRDefault="00314B4A" w:rsidP="00314B4A">
      <w:pPr>
        <w:jc w:val="both"/>
      </w:pPr>
    </w:p>
    <w:p w:rsidR="00314B4A" w:rsidRDefault="00314B4A" w:rsidP="00314B4A">
      <w:pPr>
        <w:jc w:val="both"/>
      </w:pPr>
      <w:r>
        <w:t>Následující body se přeznačí.</w:t>
      </w:r>
    </w:p>
    <w:p w:rsidR="00314B4A" w:rsidRDefault="00314B4A" w:rsidP="00314B4A">
      <w:pPr>
        <w:jc w:val="both"/>
      </w:pPr>
    </w:p>
    <w:p w:rsidR="00314B4A" w:rsidRPr="00A515A6" w:rsidRDefault="00314B4A" w:rsidP="00314B4A">
      <w:pPr>
        <w:jc w:val="both"/>
        <w:rPr>
          <w:rFonts w:eastAsia="Calibri"/>
          <w:b/>
          <w:bCs/>
          <w:u w:val="single"/>
        </w:rPr>
      </w:pPr>
      <w:r w:rsidRPr="00A515A6">
        <w:rPr>
          <w:rFonts w:eastAsia="Calibri"/>
          <w:b/>
          <w:bCs/>
          <w:u w:val="single"/>
        </w:rPr>
        <w:t>Navržené změny</w:t>
      </w:r>
      <w:r>
        <w:rPr>
          <w:rFonts w:eastAsia="Calibri"/>
          <w:b/>
          <w:bCs/>
          <w:u w:val="single"/>
        </w:rPr>
        <w:t xml:space="preserve"> v části druhé čl. IV - přechodná ustanovení k exekučnímu řádu</w:t>
      </w:r>
      <w:r w:rsidRPr="00A515A6">
        <w:rPr>
          <w:rFonts w:eastAsia="Calibri"/>
          <w:b/>
          <w:bCs/>
          <w:u w:val="single"/>
        </w:rPr>
        <w:t>:</w:t>
      </w:r>
    </w:p>
    <w:p w:rsidR="00314B4A" w:rsidRDefault="00314B4A" w:rsidP="00314B4A">
      <w:pPr>
        <w:jc w:val="both"/>
      </w:pPr>
    </w:p>
    <w:p w:rsidR="00314B4A" w:rsidRPr="00C81B6C" w:rsidRDefault="00A724F7" w:rsidP="00314B4A">
      <w:pPr>
        <w:jc w:val="both"/>
      </w:pPr>
      <w:r>
        <w:rPr>
          <w:b/>
        </w:rPr>
        <w:t>G</w:t>
      </w:r>
      <w:r w:rsidR="00314B4A" w:rsidRPr="007227F5">
        <w:rPr>
          <w:b/>
        </w:rPr>
        <w:t xml:space="preserve">16. </w:t>
      </w:r>
      <w:r w:rsidR="00314B4A" w:rsidRPr="007227F5">
        <w:t>V části druhé čl. IV bodu 6 se slova „§ 66 odst. 3 a 7“ nahrazují slovy „§ 66 odst. 6 a 10“.</w:t>
      </w:r>
    </w:p>
    <w:p w:rsidR="0024565A" w:rsidRDefault="0024565A"/>
    <w:p w:rsidR="0024565A" w:rsidRDefault="0024565A"/>
    <w:p w:rsidR="00B74ADD" w:rsidRDefault="00B74ADD"/>
    <w:p w:rsidR="00313908" w:rsidRDefault="00313908">
      <w:pPr>
        <w:widowControl/>
        <w:suppressAutoHyphens w:val="0"/>
        <w:rPr>
          <w:b/>
        </w:rPr>
      </w:pPr>
      <w:r>
        <w:br w:type="page"/>
      </w:r>
    </w:p>
    <w:p w:rsidR="0024565A" w:rsidRDefault="00314B4A" w:rsidP="00314B4A">
      <w:pPr>
        <w:pStyle w:val="PNposlanec"/>
      </w:pPr>
      <w:r>
        <w:lastRenderedPageBreak/>
        <w:t>Poslankyně Kateřina Valachová</w:t>
      </w:r>
    </w:p>
    <w:p w:rsidR="0024565A" w:rsidRPr="00314B4A" w:rsidRDefault="00314B4A">
      <w:pPr>
        <w:rPr>
          <w:i/>
        </w:rPr>
      </w:pPr>
      <w:r w:rsidRPr="00314B4A">
        <w:rPr>
          <w:i/>
        </w:rPr>
        <w:t>SD 7429</w:t>
      </w:r>
    </w:p>
    <w:p w:rsidR="00314B4A" w:rsidRPr="002C2F73" w:rsidRDefault="00314B4A" w:rsidP="00314B4A">
      <w:pPr>
        <w:pStyle w:val="Bezmezer"/>
        <w:jc w:val="both"/>
        <w:rPr>
          <w:rFonts w:ascii="Times New Roman" w:hAnsi="Times New Roman" w:cs="Times New Roman"/>
          <w:b/>
          <w:bCs/>
          <w:sz w:val="24"/>
          <w:szCs w:val="24"/>
        </w:rPr>
      </w:pPr>
    </w:p>
    <w:p w:rsidR="00314B4A" w:rsidRPr="00313908" w:rsidRDefault="00314B4A" w:rsidP="00314B4A">
      <w:pPr>
        <w:pStyle w:val="Bezmezer"/>
        <w:jc w:val="both"/>
        <w:rPr>
          <w:rFonts w:ascii="Times New Roman" w:hAnsi="Times New Roman" w:cs="Times New Roman"/>
          <w:sz w:val="24"/>
          <w:szCs w:val="24"/>
        </w:rPr>
      </w:pPr>
      <w:r w:rsidRPr="00313908">
        <w:rPr>
          <w:rFonts w:ascii="Times New Roman" w:hAnsi="Times New Roman" w:cs="Times New Roman"/>
          <w:bCs/>
          <w:sz w:val="24"/>
          <w:szCs w:val="24"/>
        </w:rPr>
        <w:t>Část sedmá nově zní:</w:t>
      </w:r>
    </w:p>
    <w:p w:rsidR="00314B4A" w:rsidRDefault="00314B4A" w:rsidP="00314B4A">
      <w:pPr>
        <w:pStyle w:val="Bezmezer"/>
        <w:jc w:val="center"/>
        <w:rPr>
          <w:rFonts w:ascii="Times New Roman" w:hAnsi="Times New Roman" w:cs="Times New Roman"/>
          <w:sz w:val="24"/>
          <w:szCs w:val="24"/>
        </w:rPr>
      </w:pPr>
      <w:r w:rsidRPr="002C2F73">
        <w:rPr>
          <w:rFonts w:ascii="Times New Roman" w:hAnsi="Times New Roman" w:cs="Times New Roman"/>
          <w:sz w:val="24"/>
          <w:szCs w:val="24"/>
        </w:rPr>
        <w:t>„ČÁST SEDMÁ</w:t>
      </w:r>
    </w:p>
    <w:p w:rsidR="00314B4A" w:rsidRPr="006A1F51" w:rsidRDefault="00314B4A" w:rsidP="00314B4A">
      <w:pPr>
        <w:pStyle w:val="Bezmezer"/>
        <w:jc w:val="center"/>
        <w:rPr>
          <w:rFonts w:ascii="Times New Roman" w:hAnsi="Times New Roman" w:cs="Times New Roman"/>
          <w:sz w:val="24"/>
          <w:szCs w:val="24"/>
        </w:rPr>
      </w:pPr>
    </w:p>
    <w:p w:rsidR="00314B4A" w:rsidRPr="006A1F51" w:rsidRDefault="00314B4A" w:rsidP="00314B4A">
      <w:pPr>
        <w:pStyle w:val="Bezmezer"/>
        <w:jc w:val="center"/>
        <w:rPr>
          <w:rFonts w:ascii="Times New Roman" w:hAnsi="Times New Roman" w:cs="Times New Roman"/>
          <w:b/>
          <w:bCs/>
          <w:sz w:val="24"/>
          <w:szCs w:val="24"/>
        </w:rPr>
      </w:pPr>
      <w:r w:rsidRPr="006A1F51">
        <w:rPr>
          <w:rFonts w:ascii="Times New Roman" w:hAnsi="Times New Roman" w:cs="Times New Roman"/>
          <w:b/>
          <w:bCs/>
          <w:sz w:val="24"/>
          <w:szCs w:val="24"/>
        </w:rPr>
        <w:t>Změna zákona o pojistném na sociální zabezpečení a příspěvku na státní politiku</w:t>
      </w:r>
    </w:p>
    <w:p w:rsidR="00314B4A" w:rsidRPr="006A1F51" w:rsidRDefault="00314B4A" w:rsidP="00314B4A">
      <w:pPr>
        <w:pStyle w:val="Bezmezer"/>
        <w:jc w:val="center"/>
        <w:rPr>
          <w:rFonts w:ascii="Times New Roman" w:hAnsi="Times New Roman" w:cs="Times New Roman"/>
          <w:b/>
          <w:bCs/>
          <w:sz w:val="24"/>
          <w:szCs w:val="24"/>
        </w:rPr>
      </w:pPr>
      <w:r w:rsidRPr="006A1F51">
        <w:rPr>
          <w:rFonts w:ascii="Times New Roman" w:hAnsi="Times New Roman" w:cs="Times New Roman"/>
          <w:b/>
          <w:bCs/>
          <w:sz w:val="24"/>
          <w:szCs w:val="24"/>
        </w:rPr>
        <w:t>zaměstnanosti</w:t>
      </w:r>
    </w:p>
    <w:p w:rsidR="00314B4A" w:rsidRDefault="00314B4A" w:rsidP="00314B4A">
      <w:pPr>
        <w:pStyle w:val="Bezmezer"/>
        <w:jc w:val="center"/>
        <w:rPr>
          <w:rFonts w:ascii="Times New Roman" w:hAnsi="Times New Roman" w:cs="Times New Roman"/>
          <w:sz w:val="24"/>
          <w:szCs w:val="24"/>
        </w:rPr>
      </w:pPr>
    </w:p>
    <w:p w:rsidR="00314B4A" w:rsidRDefault="00314B4A" w:rsidP="00314B4A">
      <w:pPr>
        <w:pStyle w:val="Bezmezer"/>
        <w:jc w:val="center"/>
        <w:rPr>
          <w:rFonts w:ascii="Times New Roman" w:hAnsi="Times New Roman" w:cs="Times New Roman"/>
          <w:sz w:val="24"/>
          <w:szCs w:val="24"/>
        </w:rPr>
      </w:pPr>
      <w:r w:rsidRPr="006A1F51">
        <w:rPr>
          <w:rFonts w:ascii="Times New Roman" w:hAnsi="Times New Roman" w:cs="Times New Roman"/>
          <w:sz w:val="24"/>
          <w:szCs w:val="24"/>
        </w:rPr>
        <w:t>Čl. X</w:t>
      </w:r>
    </w:p>
    <w:p w:rsidR="00314B4A" w:rsidRDefault="00314B4A" w:rsidP="00314B4A">
      <w:pPr>
        <w:pStyle w:val="Bezmezer"/>
        <w:jc w:val="both"/>
        <w:rPr>
          <w:rFonts w:ascii="Times New Roman" w:hAnsi="Times New Roman" w:cs="Times New Roman"/>
          <w:sz w:val="24"/>
          <w:szCs w:val="24"/>
        </w:rPr>
      </w:pPr>
    </w:p>
    <w:p w:rsidR="00314B4A" w:rsidRDefault="00314B4A" w:rsidP="00314B4A">
      <w:pPr>
        <w:pStyle w:val="Bezmezer"/>
        <w:jc w:val="both"/>
        <w:rPr>
          <w:rFonts w:ascii="Times New Roman" w:hAnsi="Times New Roman" w:cs="Times New Roman"/>
          <w:sz w:val="24"/>
          <w:szCs w:val="24"/>
        </w:rPr>
      </w:pPr>
      <w:r>
        <w:rPr>
          <w:rFonts w:ascii="Times New Roman" w:hAnsi="Times New Roman" w:cs="Times New Roman"/>
          <w:sz w:val="24"/>
          <w:szCs w:val="24"/>
        </w:rPr>
        <w:t xml:space="preserve">      </w:t>
      </w:r>
      <w:r w:rsidRPr="007774EE">
        <w:rPr>
          <w:rFonts w:ascii="Times New Roman" w:hAnsi="Times New Roman" w:cs="Times New Roman"/>
          <w:sz w:val="24"/>
          <w:szCs w:val="24"/>
        </w:rPr>
        <w:t>Zákon č. 589/1992 Sb., o pojistném na sociální zabezpečení a příspěvku na státní politiku zaměstnanosti, ve znění zákona č. 10/1993 Sb., zákona č. 160/1993 Sb., zákona č. 307/1993 Sb., zákona č. 42/1994 Sb., zákona č. 241/1994 Sb., zákona č. 59/1995 Sb., zákona č. 118/1995 Sb., zákona č. 149/1995 Sb., zákona č. 160/1995 Sb., zákona č. 113/1997 Sb., zákona č. 134/1997 Sb., zákona č. 306/1997 Sb., zákona č. 18/2000 Sb., zákona č. 29/2000 Sb., zákona č. 118/2000 Sb., zákona č. 132/2000 Sb., zákona č. 220/2000 Sb., zákona č. 238/2000 Sb., zákona č. 492/2000 Sb., zákona č. 353/2001 Sb., zákona č. 263/2002 Sb., zákona č. 362/2003 Sb., zákona č. 424/2003 Sb., zákona č. 425/2003 Sb., zákona č. 437/2003 Sb., zákona č. 186/2004 Sb., zákona č. 281/2004 Sb., zákona č. 359/2004 Sb., zákona č. 436/2004 Sb., zákona č. 168/2005 Sb., zákona č. 253/2005 Sb., zákona č. 361/2005 Sb., zákona č. 377/2005 Sb., zákona č. 62/2006 Sb., zákona č. 189/2006 Sb., zákona č. 264/2006 Sb., zákona č. 585/2006 Sb., zákona č. 153/2007 Sb., zákona č. 261/2007 Sb., zákona č. 296/2007 Sb., zákona č. 305/2008 Sb., zákona č. 306/2008 Sb., zákona č. 2/2009 Sb., zákona č. 41/2009 Sb., zákona č. 158/2009 Sb., zákona č. 221/2009 Sb., zákona č. 227/2009 Sb., zákona č. 285/2009 Sb., zákona č. 303/2009 Sb., zákona č. 362/2009 Sb., zákona č. 347/2010 Sb., zákona č. 73/2011 Sb., zákona č. 263/2011 Sb., zákona č. 341/2011 Sb., zákona č. 364/2011 Sb., zákona č. 365/2011 Sb., zákona č. 428/2011 Sb., zákona č. 470/2011 Sb., zákona č. 399/2012 Sb., zákona č. 401/2012 Sb., zákona č. 503/2012 Sb., zákona č. 11/2013 Sb., zákonného opatření Senátu č. 344/2013 Sb., zákona č. 250/2014 Sb., zákona č. 267/2014 Sb., zákona č. 332/2014 Sb., zákona č. 131/2015 Sb., zákona č. 377/2015 Sb., zákona č. 47/2016 Sb., zákona č. 190/2016 Sb., zákona č. 24/2017 Sb., zákona č. 99/2017 Sb., zákona č. 183/2017 Sb., zákona č. 259/2017 Sb., zákona č. 310/2017 Sb., zákona č. 92/2018 Sb., zákona č. 32/2019 Sb.</w:t>
      </w:r>
      <w:r>
        <w:rPr>
          <w:rFonts w:ascii="Times New Roman" w:hAnsi="Times New Roman" w:cs="Times New Roman"/>
          <w:sz w:val="24"/>
          <w:szCs w:val="24"/>
        </w:rPr>
        <w:t>,</w:t>
      </w:r>
      <w:r w:rsidRPr="007774EE">
        <w:rPr>
          <w:rFonts w:ascii="Times New Roman" w:hAnsi="Times New Roman" w:cs="Times New Roman"/>
          <w:sz w:val="24"/>
          <w:szCs w:val="24"/>
        </w:rPr>
        <w:t xml:space="preserve"> zákona č. 315/2019 Sb., </w:t>
      </w:r>
      <w:r>
        <w:rPr>
          <w:rFonts w:ascii="Times New Roman" w:hAnsi="Times New Roman" w:cs="Times New Roman"/>
          <w:sz w:val="24"/>
          <w:szCs w:val="24"/>
        </w:rPr>
        <w:t xml:space="preserve">zákona č. 255/2020 Sb., zákona č. 285/2020 Sb. a zákona č. 540/2020 Sb., </w:t>
      </w:r>
      <w:r w:rsidRPr="007774EE">
        <w:rPr>
          <w:rFonts w:ascii="Times New Roman" w:hAnsi="Times New Roman" w:cs="Times New Roman"/>
          <w:sz w:val="24"/>
          <w:szCs w:val="24"/>
        </w:rPr>
        <w:t>se mění takto:</w:t>
      </w:r>
    </w:p>
    <w:p w:rsidR="00314B4A" w:rsidRPr="001D4BA1" w:rsidRDefault="00314B4A" w:rsidP="00314B4A">
      <w:pPr>
        <w:pStyle w:val="Bezmezer"/>
        <w:rPr>
          <w:rFonts w:ascii="Times New Roman" w:hAnsi="Times New Roman" w:cs="Times New Roman"/>
          <w:sz w:val="24"/>
          <w:szCs w:val="24"/>
        </w:rPr>
      </w:pPr>
    </w:p>
    <w:p w:rsidR="00314B4A" w:rsidRDefault="00314B4A" w:rsidP="00314B4A">
      <w:pPr>
        <w:pStyle w:val="Bezmezer"/>
        <w:rPr>
          <w:rFonts w:ascii="Times New Roman" w:hAnsi="Times New Roman" w:cs="Times New Roman"/>
          <w:sz w:val="24"/>
          <w:szCs w:val="24"/>
        </w:rPr>
      </w:pPr>
      <w:r w:rsidRPr="001D4BA1">
        <w:rPr>
          <w:rFonts w:ascii="Times New Roman" w:hAnsi="Times New Roman" w:cs="Times New Roman"/>
          <w:sz w:val="24"/>
          <w:szCs w:val="24"/>
        </w:rPr>
        <w:t>1. V § 20 odst</w:t>
      </w:r>
      <w:r>
        <w:rPr>
          <w:rFonts w:ascii="Times New Roman" w:hAnsi="Times New Roman" w:cs="Times New Roman"/>
          <w:sz w:val="24"/>
          <w:szCs w:val="24"/>
        </w:rPr>
        <w:t xml:space="preserve">. </w:t>
      </w:r>
      <w:r w:rsidRPr="001D4BA1">
        <w:rPr>
          <w:rFonts w:ascii="Times New Roman" w:hAnsi="Times New Roman" w:cs="Times New Roman"/>
          <w:sz w:val="24"/>
          <w:szCs w:val="24"/>
        </w:rPr>
        <w:t xml:space="preserve">1 větě druhé </w:t>
      </w:r>
      <w:r>
        <w:rPr>
          <w:rFonts w:ascii="Times New Roman" w:hAnsi="Times New Roman" w:cs="Times New Roman"/>
          <w:sz w:val="24"/>
          <w:szCs w:val="24"/>
        </w:rPr>
        <w:t xml:space="preserve">se </w:t>
      </w:r>
      <w:r w:rsidRPr="001D4BA1">
        <w:rPr>
          <w:rFonts w:ascii="Times New Roman" w:hAnsi="Times New Roman" w:cs="Times New Roman"/>
          <w:sz w:val="24"/>
          <w:szCs w:val="24"/>
        </w:rPr>
        <w:t xml:space="preserve">číslo </w:t>
      </w:r>
      <w:r w:rsidR="00313908">
        <w:rPr>
          <w:rFonts w:ascii="Times New Roman" w:hAnsi="Times New Roman" w:cs="Times New Roman"/>
          <w:sz w:val="24"/>
          <w:szCs w:val="24"/>
        </w:rPr>
        <w:t>„</w:t>
      </w:r>
      <w:r w:rsidRPr="001D4BA1">
        <w:rPr>
          <w:rFonts w:ascii="Times New Roman" w:hAnsi="Times New Roman" w:cs="Times New Roman"/>
          <w:sz w:val="24"/>
          <w:szCs w:val="24"/>
        </w:rPr>
        <w:t>0,05</w:t>
      </w:r>
      <w:r w:rsidR="00313908">
        <w:rPr>
          <w:rFonts w:ascii="Times New Roman" w:hAnsi="Times New Roman" w:cs="Times New Roman"/>
          <w:sz w:val="24"/>
          <w:szCs w:val="24"/>
        </w:rPr>
        <w:t>“</w:t>
      </w:r>
      <w:r w:rsidRPr="001D4BA1">
        <w:rPr>
          <w:rFonts w:ascii="Times New Roman" w:hAnsi="Times New Roman" w:cs="Times New Roman"/>
          <w:sz w:val="24"/>
          <w:szCs w:val="24"/>
        </w:rPr>
        <w:t xml:space="preserve"> nahrazuje číslem </w:t>
      </w:r>
      <w:r w:rsidR="00313908">
        <w:rPr>
          <w:rFonts w:ascii="Times New Roman" w:hAnsi="Times New Roman" w:cs="Times New Roman"/>
          <w:sz w:val="24"/>
          <w:szCs w:val="24"/>
        </w:rPr>
        <w:t>„</w:t>
      </w:r>
      <w:r w:rsidRPr="001D4BA1">
        <w:rPr>
          <w:rFonts w:ascii="Times New Roman" w:hAnsi="Times New Roman" w:cs="Times New Roman"/>
          <w:sz w:val="24"/>
          <w:szCs w:val="24"/>
        </w:rPr>
        <w:t>0,04</w:t>
      </w:r>
      <w:r w:rsidR="00313908">
        <w:rPr>
          <w:rFonts w:ascii="Times New Roman" w:hAnsi="Times New Roman" w:cs="Times New Roman"/>
          <w:sz w:val="24"/>
          <w:szCs w:val="24"/>
        </w:rPr>
        <w:t>“</w:t>
      </w:r>
      <w:r>
        <w:rPr>
          <w:rFonts w:ascii="Times New Roman" w:hAnsi="Times New Roman" w:cs="Times New Roman"/>
          <w:sz w:val="24"/>
          <w:szCs w:val="24"/>
        </w:rPr>
        <w:t>.</w:t>
      </w:r>
    </w:p>
    <w:p w:rsidR="00314B4A" w:rsidRPr="001D4BA1" w:rsidRDefault="00314B4A" w:rsidP="00314B4A">
      <w:pPr>
        <w:pStyle w:val="Bezmezer"/>
        <w:rPr>
          <w:rFonts w:ascii="Times New Roman" w:hAnsi="Times New Roman" w:cs="Times New Roman"/>
          <w:sz w:val="24"/>
          <w:szCs w:val="24"/>
        </w:rPr>
      </w:pPr>
    </w:p>
    <w:p w:rsidR="00314B4A" w:rsidRDefault="00314B4A" w:rsidP="00314B4A">
      <w:pPr>
        <w:pStyle w:val="Bezmezer"/>
        <w:rPr>
          <w:rFonts w:ascii="Times New Roman" w:hAnsi="Times New Roman" w:cs="Times New Roman"/>
          <w:sz w:val="24"/>
          <w:szCs w:val="24"/>
        </w:rPr>
      </w:pPr>
      <w:r w:rsidRPr="001D4BA1">
        <w:rPr>
          <w:rFonts w:ascii="Times New Roman" w:hAnsi="Times New Roman" w:cs="Times New Roman"/>
          <w:sz w:val="24"/>
          <w:szCs w:val="24"/>
        </w:rPr>
        <w:t>2. V § 20</w:t>
      </w:r>
      <w:r>
        <w:rPr>
          <w:rFonts w:ascii="Times New Roman" w:hAnsi="Times New Roman" w:cs="Times New Roman"/>
          <w:sz w:val="24"/>
          <w:szCs w:val="24"/>
        </w:rPr>
        <w:t xml:space="preserve"> </w:t>
      </w:r>
      <w:r w:rsidRPr="001D4BA1">
        <w:rPr>
          <w:rFonts w:ascii="Times New Roman" w:hAnsi="Times New Roman" w:cs="Times New Roman"/>
          <w:sz w:val="24"/>
          <w:szCs w:val="24"/>
        </w:rPr>
        <w:t>odst</w:t>
      </w:r>
      <w:r>
        <w:rPr>
          <w:rFonts w:ascii="Times New Roman" w:hAnsi="Times New Roman" w:cs="Times New Roman"/>
          <w:sz w:val="24"/>
          <w:szCs w:val="24"/>
        </w:rPr>
        <w:t xml:space="preserve">. </w:t>
      </w:r>
      <w:r w:rsidRPr="001D4BA1">
        <w:rPr>
          <w:rFonts w:ascii="Times New Roman" w:hAnsi="Times New Roman" w:cs="Times New Roman"/>
          <w:sz w:val="24"/>
          <w:szCs w:val="24"/>
        </w:rPr>
        <w:t xml:space="preserve">3 větě první se číslo </w:t>
      </w:r>
      <w:r w:rsidR="00313908">
        <w:rPr>
          <w:rFonts w:ascii="Times New Roman" w:hAnsi="Times New Roman" w:cs="Times New Roman"/>
          <w:sz w:val="24"/>
          <w:szCs w:val="24"/>
        </w:rPr>
        <w:t>„</w:t>
      </w:r>
      <w:r w:rsidRPr="001D4BA1">
        <w:rPr>
          <w:rFonts w:ascii="Times New Roman" w:hAnsi="Times New Roman" w:cs="Times New Roman"/>
          <w:sz w:val="24"/>
          <w:szCs w:val="24"/>
        </w:rPr>
        <w:t>0,025</w:t>
      </w:r>
      <w:r w:rsidR="00313908">
        <w:rPr>
          <w:rFonts w:ascii="Times New Roman" w:hAnsi="Times New Roman" w:cs="Times New Roman"/>
          <w:sz w:val="24"/>
          <w:szCs w:val="24"/>
        </w:rPr>
        <w:t>“</w:t>
      </w:r>
      <w:r w:rsidRPr="001D4BA1">
        <w:rPr>
          <w:rFonts w:ascii="Times New Roman" w:hAnsi="Times New Roman" w:cs="Times New Roman"/>
          <w:sz w:val="24"/>
          <w:szCs w:val="24"/>
        </w:rPr>
        <w:t xml:space="preserve"> nahrazuje číslem </w:t>
      </w:r>
      <w:r w:rsidR="00313908">
        <w:rPr>
          <w:rFonts w:ascii="Times New Roman" w:hAnsi="Times New Roman" w:cs="Times New Roman"/>
          <w:sz w:val="24"/>
          <w:szCs w:val="24"/>
        </w:rPr>
        <w:t>„</w:t>
      </w:r>
      <w:r w:rsidRPr="001D4BA1">
        <w:rPr>
          <w:rFonts w:ascii="Times New Roman" w:hAnsi="Times New Roman" w:cs="Times New Roman"/>
          <w:sz w:val="24"/>
          <w:szCs w:val="24"/>
        </w:rPr>
        <w:t>0,02</w:t>
      </w:r>
      <w:r w:rsidR="00313908">
        <w:rPr>
          <w:rFonts w:ascii="Times New Roman" w:hAnsi="Times New Roman" w:cs="Times New Roman"/>
          <w:sz w:val="24"/>
          <w:szCs w:val="24"/>
        </w:rPr>
        <w:t>“</w:t>
      </w:r>
      <w:r w:rsidRPr="001D4BA1">
        <w:rPr>
          <w:rFonts w:ascii="Times New Roman" w:hAnsi="Times New Roman" w:cs="Times New Roman"/>
          <w:sz w:val="24"/>
          <w:szCs w:val="24"/>
        </w:rPr>
        <w:t>.</w:t>
      </w:r>
    </w:p>
    <w:p w:rsidR="00314B4A" w:rsidRPr="001D4BA1" w:rsidRDefault="00314B4A" w:rsidP="00314B4A">
      <w:pPr>
        <w:pStyle w:val="Bezmezer"/>
        <w:rPr>
          <w:rFonts w:ascii="Times New Roman" w:hAnsi="Times New Roman" w:cs="Times New Roman"/>
          <w:sz w:val="24"/>
          <w:szCs w:val="24"/>
        </w:rPr>
      </w:pPr>
    </w:p>
    <w:p w:rsidR="00314B4A" w:rsidRDefault="00314B4A" w:rsidP="00314B4A">
      <w:pPr>
        <w:pStyle w:val="Bezmezer"/>
        <w:jc w:val="center"/>
        <w:rPr>
          <w:rFonts w:ascii="Times New Roman" w:hAnsi="Times New Roman" w:cs="Times New Roman"/>
          <w:sz w:val="24"/>
          <w:szCs w:val="24"/>
        </w:rPr>
      </w:pPr>
    </w:p>
    <w:p w:rsidR="00314B4A" w:rsidRDefault="00314B4A" w:rsidP="00314B4A">
      <w:pPr>
        <w:pStyle w:val="Bezmezer"/>
        <w:jc w:val="center"/>
        <w:rPr>
          <w:rFonts w:ascii="Times New Roman" w:hAnsi="Times New Roman" w:cs="Times New Roman"/>
          <w:sz w:val="24"/>
          <w:szCs w:val="24"/>
        </w:rPr>
      </w:pPr>
      <w:r w:rsidRPr="001D4BA1">
        <w:rPr>
          <w:rFonts w:ascii="Times New Roman" w:hAnsi="Times New Roman" w:cs="Times New Roman"/>
          <w:sz w:val="24"/>
          <w:szCs w:val="24"/>
        </w:rPr>
        <w:t>Čl. X</w:t>
      </w:r>
      <w:r>
        <w:rPr>
          <w:rFonts w:ascii="Times New Roman" w:hAnsi="Times New Roman" w:cs="Times New Roman"/>
          <w:sz w:val="24"/>
          <w:szCs w:val="24"/>
        </w:rPr>
        <w:t>I</w:t>
      </w:r>
    </w:p>
    <w:p w:rsidR="00314B4A" w:rsidRPr="001D4BA1" w:rsidRDefault="00314B4A" w:rsidP="00314B4A">
      <w:pPr>
        <w:pStyle w:val="Bezmezer"/>
        <w:jc w:val="center"/>
        <w:rPr>
          <w:rFonts w:ascii="Times New Roman" w:hAnsi="Times New Roman" w:cs="Times New Roman"/>
          <w:sz w:val="24"/>
          <w:szCs w:val="24"/>
        </w:rPr>
      </w:pPr>
    </w:p>
    <w:p w:rsidR="00314B4A" w:rsidRPr="001D4BA1" w:rsidRDefault="00314B4A" w:rsidP="00314B4A">
      <w:pPr>
        <w:pStyle w:val="Bezmezer"/>
        <w:jc w:val="center"/>
        <w:rPr>
          <w:rFonts w:ascii="Times New Roman" w:hAnsi="Times New Roman" w:cs="Times New Roman"/>
          <w:b/>
          <w:bCs/>
          <w:sz w:val="24"/>
          <w:szCs w:val="24"/>
        </w:rPr>
      </w:pPr>
      <w:r w:rsidRPr="001D4BA1">
        <w:rPr>
          <w:rFonts w:ascii="Times New Roman" w:hAnsi="Times New Roman" w:cs="Times New Roman"/>
          <w:b/>
          <w:bCs/>
          <w:sz w:val="24"/>
          <w:szCs w:val="24"/>
        </w:rPr>
        <w:t>Přechodné ustanovení</w:t>
      </w:r>
    </w:p>
    <w:p w:rsidR="00314B4A" w:rsidRPr="001D4BA1" w:rsidRDefault="00314B4A" w:rsidP="00314B4A">
      <w:pPr>
        <w:pStyle w:val="Bezmezer"/>
        <w:jc w:val="both"/>
        <w:rPr>
          <w:rFonts w:ascii="Times New Roman" w:hAnsi="Times New Roman" w:cs="Times New Roman"/>
          <w:sz w:val="24"/>
          <w:szCs w:val="24"/>
        </w:rPr>
      </w:pPr>
    </w:p>
    <w:p w:rsidR="00314B4A" w:rsidRDefault="00314B4A" w:rsidP="00314B4A">
      <w:pPr>
        <w:pStyle w:val="Bezmezer"/>
        <w:jc w:val="both"/>
        <w:rPr>
          <w:rFonts w:ascii="Times New Roman" w:hAnsi="Times New Roman" w:cs="Times New Roman"/>
          <w:sz w:val="24"/>
          <w:szCs w:val="24"/>
        </w:rPr>
      </w:pPr>
      <w:r>
        <w:rPr>
          <w:rFonts w:ascii="Times New Roman" w:hAnsi="Times New Roman" w:cs="Times New Roman"/>
          <w:sz w:val="24"/>
          <w:szCs w:val="24"/>
        </w:rPr>
        <w:tab/>
      </w:r>
      <w:r w:rsidRPr="001D4BA1">
        <w:rPr>
          <w:rFonts w:ascii="Times New Roman" w:hAnsi="Times New Roman" w:cs="Times New Roman"/>
          <w:sz w:val="24"/>
          <w:szCs w:val="24"/>
        </w:rPr>
        <w:t>Výše penále u pojistného na sociální zabezpečení a příspěvku na státní politiku zaměstnanosti za dobu před</w:t>
      </w:r>
      <w:r>
        <w:rPr>
          <w:rFonts w:ascii="Times New Roman" w:hAnsi="Times New Roman" w:cs="Times New Roman"/>
          <w:sz w:val="24"/>
          <w:szCs w:val="24"/>
        </w:rPr>
        <w:t>e dnem nabytí účinnosti tohoto zákona</w:t>
      </w:r>
      <w:r w:rsidRPr="001D4BA1">
        <w:rPr>
          <w:rFonts w:ascii="Times New Roman" w:hAnsi="Times New Roman" w:cs="Times New Roman"/>
          <w:sz w:val="24"/>
          <w:szCs w:val="24"/>
        </w:rPr>
        <w:t xml:space="preserve"> se řídí předpisy účinnými před tímto dnem.</w:t>
      </w:r>
      <w:r>
        <w:rPr>
          <w:rFonts w:ascii="Times New Roman" w:hAnsi="Times New Roman" w:cs="Times New Roman"/>
          <w:sz w:val="24"/>
          <w:szCs w:val="24"/>
        </w:rPr>
        <w:t>“.“.</w:t>
      </w:r>
    </w:p>
    <w:p w:rsidR="00314B4A" w:rsidRPr="00314B4A" w:rsidRDefault="00314B4A" w:rsidP="00314B4A">
      <w:pPr>
        <w:spacing w:after="160" w:line="259" w:lineRule="auto"/>
      </w:pPr>
    </w:p>
    <w:p w:rsidR="0024565A" w:rsidRDefault="00314B4A">
      <w:r w:rsidRPr="00314B4A">
        <w:t xml:space="preserve">Následující </w:t>
      </w:r>
      <w:r w:rsidR="003F6627">
        <w:t xml:space="preserve">část a </w:t>
      </w:r>
      <w:r w:rsidRPr="00314B4A">
        <w:t>článek se pře</w:t>
      </w:r>
      <w:r w:rsidR="003F6627">
        <w:t>značí</w:t>
      </w:r>
      <w:r>
        <w:t>.</w:t>
      </w:r>
    </w:p>
    <w:p w:rsidR="0024565A" w:rsidRDefault="0024565A"/>
    <w:p w:rsidR="00B74ADD" w:rsidRDefault="00B74ADD"/>
    <w:p w:rsidR="00313908" w:rsidRDefault="00313908">
      <w:pPr>
        <w:widowControl/>
        <w:suppressAutoHyphens w:val="0"/>
      </w:pPr>
      <w:r>
        <w:br w:type="page"/>
      </w:r>
    </w:p>
    <w:p w:rsidR="00314B4A" w:rsidRDefault="00314B4A"/>
    <w:p w:rsidR="00314B4A" w:rsidRDefault="00314B4A" w:rsidP="00314B4A">
      <w:pPr>
        <w:pStyle w:val="PNposlanec"/>
      </w:pPr>
      <w:r>
        <w:t>Poslankyně Helena Válková</w:t>
      </w:r>
    </w:p>
    <w:p w:rsidR="00314B4A" w:rsidRDefault="00314B4A">
      <w:pPr>
        <w:rPr>
          <w:i/>
        </w:rPr>
      </w:pPr>
      <w:r w:rsidRPr="00314B4A">
        <w:rPr>
          <w:i/>
        </w:rPr>
        <w:t>SD 7459</w:t>
      </w:r>
    </w:p>
    <w:p w:rsidR="007C210D" w:rsidRPr="00314B4A" w:rsidRDefault="007C210D">
      <w:pPr>
        <w:rPr>
          <w:i/>
        </w:rPr>
      </w:pPr>
    </w:p>
    <w:p w:rsidR="00314B4A" w:rsidRPr="00BD0E4F" w:rsidRDefault="00BD0E4F" w:rsidP="00BD0E4F">
      <w:pPr>
        <w:spacing w:after="200" w:line="276" w:lineRule="auto"/>
        <w:rPr>
          <w:bCs/>
          <w:szCs w:val="20"/>
        </w:rPr>
      </w:pPr>
      <w:r w:rsidRPr="00BD0E4F">
        <w:rPr>
          <w:b/>
          <w:bCs/>
          <w:szCs w:val="20"/>
        </w:rPr>
        <w:t>I1.</w:t>
      </w:r>
      <w:r>
        <w:rPr>
          <w:bCs/>
          <w:szCs w:val="20"/>
        </w:rPr>
        <w:t xml:space="preserve"> </w:t>
      </w:r>
      <w:r w:rsidR="00314B4A" w:rsidRPr="00BD0E4F">
        <w:rPr>
          <w:bCs/>
          <w:szCs w:val="20"/>
        </w:rPr>
        <w:t>V části první čl. I. se bod 1 vypouští.</w:t>
      </w:r>
    </w:p>
    <w:p w:rsidR="00314B4A" w:rsidRPr="00653A48" w:rsidRDefault="00314B4A" w:rsidP="00314B4A">
      <w:pPr>
        <w:rPr>
          <w:bCs/>
          <w:lang w:eastAsia="en-US"/>
        </w:rPr>
      </w:pPr>
      <w:r w:rsidRPr="00653A48">
        <w:rPr>
          <w:bCs/>
          <w:lang w:eastAsia="en-US"/>
        </w:rPr>
        <w:t>Následující body se přeznačí.</w:t>
      </w:r>
    </w:p>
    <w:p w:rsidR="00314B4A" w:rsidRPr="00653A48" w:rsidRDefault="00314B4A" w:rsidP="00314B4A">
      <w:pPr>
        <w:rPr>
          <w:bCs/>
          <w:lang w:eastAsia="en-US"/>
        </w:rPr>
      </w:pPr>
    </w:p>
    <w:p w:rsidR="00314B4A" w:rsidRPr="00BD0E4F" w:rsidRDefault="00BD0E4F" w:rsidP="00BD0E4F">
      <w:pPr>
        <w:spacing w:after="200" w:line="276" w:lineRule="auto"/>
        <w:rPr>
          <w:bCs/>
          <w:szCs w:val="20"/>
        </w:rPr>
      </w:pPr>
      <w:r w:rsidRPr="00BD0E4F">
        <w:rPr>
          <w:b/>
          <w:bCs/>
          <w:szCs w:val="20"/>
        </w:rPr>
        <w:t xml:space="preserve">I2. </w:t>
      </w:r>
      <w:r w:rsidR="00314B4A" w:rsidRPr="00BD0E4F">
        <w:rPr>
          <w:bCs/>
          <w:szCs w:val="20"/>
        </w:rPr>
        <w:t xml:space="preserve">V části </w:t>
      </w:r>
      <w:proofErr w:type="gramStart"/>
      <w:r w:rsidR="00314B4A" w:rsidRPr="00BD0E4F">
        <w:rPr>
          <w:bCs/>
          <w:szCs w:val="20"/>
        </w:rPr>
        <w:t>druhé čl.</w:t>
      </w:r>
      <w:proofErr w:type="gramEnd"/>
      <w:r w:rsidR="00314B4A" w:rsidRPr="00BD0E4F">
        <w:rPr>
          <w:bCs/>
          <w:szCs w:val="20"/>
        </w:rPr>
        <w:t xml:space="preserve"> III </w:t>
      </w:r>
      <w:proofErr w:type="gramStart"/>
      <w:r w:rsidR="00314B4A" w:rsidRPr="00BD0E4F">
        <w:rPr>
          <w:bCs/>
          <w:szCs w:val="20"/>
        </w:rPr>
        <w:t>se vkládá</w:t>
      </w:r>
      <w:proofErr w:type="gramEnd"/>
      <w:r w:rsidR="00314B4A" w:rsidRPr="00BD0E4F">
        <w:rPr>
          <w:bCs/>
          <w:szCs w:val="20"/>
        </w:rPr>
        <w:t xml:space="preserve"> nový bod 35, který zní:</w:t>
      </w:r>
    </w:p>
    <w:p w:rsidR="00314B4A" w:rsidRDefault="00314B4A" w:rsidP="00314B4A">
      <w:r>
        <w:rPr>
          <w:bCs/>
        </w:rPr>
        <w:t xml:space="preserve">„35. </w:t>
      </w:r>
      <w:r>
        <w:t>V § 38 odst. 1 se za slova „oprávněn</w:t>
      </w:r>
      <w:r w:rsidR="00396E69">
        <w:t>ý</w:t>
      </w:r>
      <w:r>
        <w:t xml:space="preserve"> dovolává“ vkládají </w:t>
      </w:r>
      <w:proofErr w:type="gramStart"/>
      <w:r>
        <w:t>slova „</w:t>
      </w:r>
      <w:r w:rsidR="007C210D">
        <w:t xml:space="preserve"> </w:t>
      </w:r>
      <w:r w:rsidRPr="00653A48">
        <w:t>, popřípadě</w:t>
      </w:r>
      <w:proofErr w:type="gramEnd"/>
      <w:r w:rsidRPr="00653A48">
        <w:t xml:space="preserve"> údaj o tom, zda jde o exekuci podle § 90 odst. 3</w:t>
      </w:r>
      <w:r>
        <w:t>“.“</w:t>
      </w:r>
      <w:r w:rsidR="00396E69">
        <w:t>.</w:t>
      </w:r>
    </w:p>
    <w:p w:rsidR="00314B4A" w:rsidRDefault="00314B4A" w:rsidP="00314B4A">
      <w:pPr>
        <w:rPr>
          <w:b/>
          <w:u w:val="single"/>
        </w:rPr>
      </w:pPr>
    </w:p>
    <w:p w:rsidR="00314B4A" w:rsidRPr="00653A48" w:rsidRDefault="00314B4A" w:rsidP="00314B4A">
      <w:pPr>
        <w:rPr>
          <w:bCs/>
          <w:lang w:eastAsia="en-US"/>
        </w:rPr>
      </w:pPr>
      <w:r w:rsidRPr="00653A48">
        <w:rPr>
          <w:bCs/>
          <w:lang w:eastAsia="en-US"/>
        </w:rPr>
        <w:t>Následující body se přeznačí.</w:t>
      </w:r>
    </w:p>
    <w:p w:rsidR="00314B4A" w:rsidRDefault="00314B4A" w:rsidP="00314B4A">
      <w:pPr>
        <w:rPr>
          <w:b/>
          <w:u w:val="single"/>
        </w:rPr>
      </w:pPr>
    </w:p>
    <w:p w:rsidR="00314B4A" w:rsidRPr="00BD0E4F" w:rsidRDefault="00BD0E4F" w:rsidP="00BD0E4F">
      <w:pPr>
        <w:spacing w:after="200" w:line="276" w:lineRule="auto"/>
        <w:rPr>
          <w:b/>
          <w:u w:val="single"/>
        </w:rPr>
      </w:pPr>
      <w:r w:rsidRPr="00BD0E4F">
        <w:rPr>
          <w:b/>
          <w:bCs/>
          <w:szCs w:val="20"/>
        </w:rPr>
        <w:t>I3.</w:t>
      </w:r>
      <w:r w:rsidR="00314B4A" w:rsidRPr="00BD0E4F">
        <w:rPr>
          <w:bCs/>
          <w:szCs w:val="20"/>
        </w:rPr>
        <w:t xml:space="preserve">V části druhé čl. III se bod 44 vypouští. </w:t>
      </w:r>
    </w:p>
    <w:p w:rsidR="00314B4A" w:rsidRDefault="00314B4A" w:rsidP="00314B4A">
      <w:pPr>
        <w:rPr>
          <w:bCs/>
          <w:lang w:eastAsia="en-US"/>
        </w:rPr>
      </w:pPr>
      <w:r w:rsidRPr="00653A48">
        <w:rPr>
          <w:bCs/>
          <w:lang w:eastAsia="en-US"/>
        </w:rPr>
        <w:t>Následující body se přeznačí.</w:t>
      </w:r>
    </w:p>
    <w:p w:rsidR="00314B4A" w:rsidRDefault="00314B4A" w:rsidP="00314B4A">
      <w:pPr>
        <w:rPr>
          <w:bCs/>
          <w:lang w:eastAsia="en-US"/>
        </w:rPr>
      </w:pPr>
    </w:p>
    <w:p w:rsidR="00314B4A" w:rsidRPr="00BD0E4F" w:rsidRDefault="00BD0E4F" w:rsidP="00BD0E4F">
      <w:pPr>
        <w:spacing w:after="200" w:line="276" w:lineRule="auto"/>
        <w:rPr>
          <w:bCs/>
        </w:rPr>
      </w:pPr>
      <w:r w:rsidRPr="00BD0E4F">
        <w:rPr>
          <w:b/>
          <w:bCs/>
          <w:szCs w:val="20"/>
        </w:rPr>
        <w:t xml:space="preserve">I4. </w:t>
      </w:r>
      <w:r w:rsidR="00314B4A" w:rsidRPr="00BD0E4F">
        <w:rPr>
          <w:bCs/>
          <w:szCs w:val="20"/>
        </w:rPr>
        <w:t xml:space="preserve">V části druhé čl. </w:t>
      </w:r>
      <w:proofErr w:type="gramStart"/>
      <w:r w:rsidR="00314B4A" w:rsidRPr="00BD0E4F">
        <w:rPr>
          <w:bCs/>
          <w:szCs w:val="20"/>
        </w:rPr>
        <w:t>III</w:t>
      </w:r>
      <w:proofErr w:type="gramEnd"/>
      <w:r w:rsidR="00314B4A" w:rsidRPr="00BD0E4F">
        <w:rPr>
          <w:bCs/>
          <w:szCs w:val="20"/>
        </w:rPr>
        <w:t xml:space="preserve"> bod 75 zní:</w:t>
      </w:r>
    </w:p>
    <w:p w:rsidR="00314B4A" w:rsidRDefault="00314B4A" w:rsidP="00314B4A">
      <w:r>
        <w:t>„75. V § 55 odstavec 6 zní:</w:t>
      </w:r>
    </w:p>
    <w:p w:rsidR="00314B4A" w:rsidRDefault="00314B4A" w:rsidP="00314B4A"/>
    <w:p w:rsidR="00314B4A" w:rsidRDefault="00314B4A" w:rsidP="00314B4A">
      <w:r>
        <w:tab/>
        <w:t xml:space="preserve">„(6) </w:t>
      </w:r>
      <w:r w:rsidRPr="00653A48">
        <w:t>Nesloží-li oprávněný zálohu na náklady exekuce (§ 90 odst. 3</w:t>
      </w:r>
      <w:r>
        <w:t xml:space="preserve"> a 4), exekutor exekuci zastaví.“.“</w:t>
      </w:r>
      <w:r w:rsidR="00396E69">
        <w:t>.</w:t>
      </w:r>
    </w:p>
    <w:p w:rsidR="00314B4A" w:rsidRDefault="00314B4A" w:rsidP="00314B4A">
      <w:pPr>
        <w:rPr>
          <w:b/>
          <w:strike/>
        </w:rPr>
      </w:pPr>
    </w:p>
    <w:p w:rsidR="00314B4A" w:rsidRPr="00BD0E4F" w:rsidRDefault="00BD0E4F" w:rsidP="00BD0E4F">
      <w:pPr>
        <w:spacing w:after="200" w:line="276" w:lineRule="auto"/>
      </w:pPr>
      <w:r w:rsidRPr="00BD0E4F">
        <w:rPr>
          <w:b/>
          <w:bCs/>
          <w:szCs w:val="20"/>
        </w:rPr>
        <w:t xml:space="preserve">I5. </w:t>
      </w:r>
      <w:r w:rsidR="00314B4A" w:rsidRPr="00BD0E4F">
        <w:rPr>
          <w:bCs/>
          <w:szCs w:val="20"/>
        </w:rPr>
        <w:t xml:space="preserve">V části druhé čl. </w:t>
      </w:r>
      <w:proofErr w:type="gramStart"/>
      <w:r w:rsidR="00314B4A" w:rsidRPr="00BD0E4F">
        <w:rPr>
          <w:bCs/>
          <w:szCs w:val="20"/>
        </w:rPr>
        <w:t>III</w:t>
      </w:r>
      <w:proofErr w:type="gramEnd"/>
      <w:r w:rsidR="00314B4A" w:rsidRPr="00BD0E4F">
        <w:rPr>
          <w:bCs/>
          <w:szCs w:val="20"/>
        </w:rPr>
        <w:t xml:space="preserve"> bod 76 zní:</w:t>
      </w:r>
    </w:p>
    <w:p w:rsidR="00396E69" w:rsidRPr="00396E69" w:rsidRDefault="00396E69" w:rsidP="00396E69">
      <w:pPr>
        <w:spacing w:after="200" w:line="276" w:lineRule="auto"/>
        <w:ind w:left="360"/>
      </w:pPr>
      <w:r>
        <w:t>„76. V § 55 se doplňují odstavce 7 až 9, které znějí:</w:t>
      </w:r>
    </w:p>
    <w:p w:rsidR="00314B4A" w:rsidRPr="00536E41" w:rsidRDefault="00314B4A" w:rsidP="00314B4A">
      <w:pPr>
        <w:ind w:firstLine="708"/>
        <w:jc w:val="both"/>
        <w:rPr>
          <w:bCs/>
          <w:lang w:eastAsia="en-US"/>
        </w:rPr>
      </w:pPr>
      <w:r w:rsidRPr="00536E41">
        <w:rPr>
          <w:bCs/>
          <w:lang w:eastAsia="en-US"/>
        </w:rPr>
        <w:t>„(7) Exekutor zastaví i bez návrhu a souhlasu oprávněného exekuci, nedošlo-li v ní po dobu posledních 3 let ani k částečnému uspokojení vymáhané povinnosti ve výši postačující alespoň ke krytí nákladů exekuce a nebyl-li v ní po dobu posledních 3 let zjištěn či zajištěn žádný majetek postižitelný v exekuci, který by postačoval alespoň ke krytí nákladů exekuce, a to ani pro účely uspokojení přednostních pohledávek nebo pohledávek s dřívějším pořadím. Exekutor exekuci nezastaví, složí-li oprávněný na výzvu exekutora další zálohu na náklady exekuce ve výši stanovené prováděcím právním předpisem (dále jen „další záloha“).</w:t>
      </w:r>
    </w:p>
    <w:p w:rsidR="00314B4A" w:rsidRPr="002C2EFB" w:rsidRDefault="00314B4A" w:rsidP="00314B4A">
      <w:pPr>
        <w:ind w:firstLine="708"/>
        <w:rPr>
          <w:b/>
        </w:rPr>
      </w:pPr>
    </w:p>
    <w:p w:rsidR="00314B4A" w:rsidRPr="00536E41" w:rsidRDefault="00314B4A" w:rsidP="00314B4A">
      <w:pPr>
        <w:ind w:firstLine="708"/>
        <w:jc w:val="both"/>
        <w:rPr>
          <w:bCs/>
          <w:lang w:eastAsia="en-US"/>
        </w:rPr>
      </w:pPr>
      <w:r w:rsidRPr="00536E41">
        <w:rPr>
          <w:bCs/>
          <w:lang w:eastAsia="en-US"/>
        </w:rPr>
        <w:t xml:space="preserve">(8) Oprávněný je povinen složit další zálohu do 15 dnů od doručení výzvy. Složí-li oprávněný další zálohu, soud po dobu 3 let od složení další zálohy nerozhodne o zastavení exekuce pro nemajetnost bez návrhu a návrh na zastavení exekuce pro nemajetnost podaný před složením další zálohy, o kterém do složení další zálohy nebylo rozhodnuto, nebo podaný po dobu 3 let od složení další zálohy zamítne. </w:t>
      </w:r>
    </w:p>
    <w:p w:rsidR="00314B4A" w:rsidRPr="00536E41" w:rsidRDefault="00314B4A" w:rsidP="00314B4A">
      <w:pPr>
        <w:rPr>
          <w:bCs/>
          <w:lang w:eastAsia="en-US"/>
        </w:rPr>
      </w:pPr>
    </w:p>
    <w:p w:rsidR="00314B4A" w:rsidRPr="001978E7" w:rsidRDefault="00314B4A" w:rsidP="00314B4A">
      <w:pPr>
        <w:ind w:firstLine="708"/>
        <w:jc w:val="both"/>
        <w:rPr>
          <w:bCs/>
          <w:lang w:eastAsia="en-US"/>
        </w:rPr>
      </w:pPr>
      <w:r w:rsidRPr="00536E41">
        <w:rPr>
          <w:bCs/>
          <w:lang w:eastAsia="en-US"/>
        </w:rPr>
        <w:t>(9) Nedošlo-li v exekuci ani k částečnému uspokojení vymáhané povinnosti ve výši postačující alespoň ke krytí nákladů exekuce po dobu posledních 9 let a nebyl-li v této exekuci po tuto dobu zjištěn či zajištěn žádný majetek postižitelný v exekuci, který by postačoval alespoň ke krytí nákladů exekuce, exekutor rozhodne i bez návrhu a souhlasu oprávněného o zastavení exekuce; odstavec 7 věta druhá se nepoužije.</w:t>
      </w:r>
      <w:r>
        <w:rPr>
          <w:bCs/>
          <w:lang w:eastAsia="en-US"/>
        </w:rPr>
        <w:t>“</w:t>
      </w:r>
      <w:r w:rsidR="00396E69">
        <w:rPr>
          <w:bCs/>
          <w:lang w:eastAsia="en-US"/>
        </w:rPr>
        <w:t>.“.</w:t>
      </w:r>
    </w:p>
    <w:p w:rsidR="00314B4A" w:rsidRDefault="00314B4A" w:rsidP="00314B4A"/>
    <w:p w:rsidR="00BD0E4F" w:rsidRDefault="00BD0E4F">
      <w:pPr>
        <w:widowControl/>
        <w:suppressAutoHyphens w:val="0"/>
        <w:rPr>
          <w:b/>
          <w:bCs/>
          <w:szCs w:val="20"/>
        </w:rPr>
      </w:pPr>
      <w:r>
        <w:rPr>
          <w:b/>
          <w:bCs/>
          <w:szCs w:val="20"/>
        </w:rPr>
        <w:br w:type="page"/>
      </w:r>
    </w:p>
    <w:p w:rsidR="00314B4A" w:rsidRPr="00BD0E4F" w:rsidRDefault="00BD0E4F" w:rsidP="00BD0E4F">
      <w:pPr>
        <w:spacing w:after="200" w:line="276" w:lineRule="auto"/>
      </w:pPr>
      <w:r w:rsidRPr="00BD0E4F">
        <w:rPr>
          <w:b/>
          <w:bCs/>
          <w:szCs w:val="20"/>
        </w:rPr>
        <w:lastRenderedPageBreak/>
        <w:t xml:space="preserve">I6. </w:t>
      </w:r>
      <w:r w:rsidR="00314B4A" w:rsidRPr="00BD0E4F">
        <w:rPr>
          <w:bCs/>
          <w:szCs w:val="20"/>
        </w:rPr>
        <w:t xml:space="preserve">V části druhé čl. </w:t>
      </w:r>
      <w:proofErr w:type="gramStart"/>
      <w:r w:rsidR="00314B4A" w:rsidRPr="00BD0E4F">
        <w:rPr>
          <w:bCs/>
          <w:szCs w:val="20"/>
        </w:rPr>
        <w:t>III</w:t>
      </w:r>
      <w:proofErr w:type="gramEnd"/>
      <w:r w:rsidR="00314B4A" w:rsidRPr="00BD0E4F">
        <w:rPr>
          <w:bCs/>
          <w:szCs w:val="20"/>
        </w:rPr>
        <w:t xml:space="preserve"> bod 103 zní:</w:t>
      </w:r>
    </w:p>
    <w:p w:rsidR="00314B4A" w:rsidRPr="002C2EFB" w:rsidRDefault="00314B4A" w:rsidP="00314B4A">
      <w:r>
        <w:t>„103. § 89 zní:</w:t>
      </w:r>
    </w:p>
    <w:p w:rsidR="00314B4A" w:rsidRPr="001978E7" w:rsidRDefault="00071AC0" w:rsidP="00314B4A">
      <w:pPr>
        <w:jc w:val="center"/>
        <w:rPr>
          <w:bCs/>
          <w:lang w:eastAsia="en-US"/>
        </w:rPr>
      </w:pPr>
      <w:r>
        <w:rPr>
          <w:bCs/>
          <w:lang w:eastAsia="en-US"/>
        </w:rPr>
        <w:t>„</w:t>
      </w:r>
      <w:r w:rsidR="00314B4A" w:rsidRPr="001978E7">
        <w:rPr>
          <w:bCs/>
          <w:lang w:eastAsia="en-US"/>
        </w:rPr>
        <w:t>§ 89</w:t>
      </w:r>
    </w:p>
    <w:p w:rsidR="00314B4A" w:rsidRPr="001978E7" w:rsidRDefault="00314B4A" w:rsidP="00314B4A">
      <w:pPr>
        <w:rPr>
          <w:bCs/>
          <w:lang w:eastAsia="en-US"/>
        </w:rPr>
      </w:pPr>
    </w:p>
    <w:p w:rsidR="00314B4A" w:rsidRDefault="00314B4A" w:rsidP="00DE0363">
      <w:pPr>
        <w:pStyle w:val="Odstavecseseznamem"/>
        <w:numPr>
          <w:ilvl w:val="0"/>
          <w:numId w:val="32"/>
        </w:numPr>
        <w:spacing w:after="200"/>
        <w:ind w:left="0" w:firstLine="851"/>
        <w:jc w:val="both"/>
        <w:rPr>
          <w:bCs/>
          <w:sz w:val="24"/>
          <w:szCs w:val="20"/>
        </w:rPr>
      </w:pPr>
      <w:r w:rsidRPr="001978E7">
        <w:rPr>
          <w:bCs/>
          <w:sz w:val="24"/>
          <w:szCs w:val="20"/>
        </w:rPr>
        <w:t xml:space="preserve">Náklady exekuce, případně paušálně stanovenou náhradu nákladů plátce mzdy hradí exekutorovi oprávněný, je-li exekuce skončena z jiného důvodu než podle § 46 odst. 2 nebo 6, který je možné oprávněnému přičítat. V případě zastavení exekuce z důvodu podle § 268 odst. 1 písm. a), b), c) a e) občanského soudního řádu platí, že jde o důvod, který se oprávněnému přičítá. </w:t>
      </w:r>
    </w:p>
    <w:p w:rsidR="00071AC0" w:rsidRPr="001978E7" w:rsidRDefault="00071AC0" w:rsidP="00071AC0">
      <w:pPr>
        <w:pStyle w:val="Odstavecseseznamem"/>
        <w:spacing w:after="200"/>
        <w:ind w:left="851"/>
        <w:jc w:val="both"/>
        <w:rPr>
          <w:bCs/>
          <w:sz w:val="24"/>
          <w:szCs w:val="20"/>
        </w:rPr>
      </w:pPr>
    </w:p>
    <w:p w:rsidR="00314B4A" w:rsidRDefault="00314B4A" w:rsidP="00DE0363">
      <w:pPr>
        <w:pStyle w:val="Odstavecseseznamem"/>
        <w:numPr>
          <w:ilvl w:val="0"/>
          <w:numId w:val="32"/>
        </w:numPr>
        <w:spacing w:after="200"/>
        <w:ind w:left="0" w:firstLine="851"/>
        <w:jc w:val="both"/>
        <w:rPr>
          <w:bCs/>
          <w:sz w:val="24"/>
          <w:szCs w:val="20"/>
        </w:rPr>
      </w:pPr>
      <w:r w:rsidRPr="001978E7">
        <w:rPr>
          <w:bCs/>
          <w:sz w:val="24"/>
          <w:szCs w:val="20"/>
        </w:rPr>
        <w:t>Jde-li o exekuci k vymožení výživného nezletilého dítěte, hradí náklady exekuce, případně paušálně stanovenou náhradu nákladů plátce mzdy v případech podle odst</w:t>
      </w:r>
      <w:r w:rsidR="00BD0E4F">
        <w:rPr>
          <w:bCs/>
          <w:sz w:val="24"/>
          <w:szCs w:val="20"/>
        </w:rPr>
        <w:t>avce</w:t>
      </w:r>
      <w:r w:rsidRPr="001978E7">
        <w:rPr>
          <w:bCs/>
          <w:sz w:val="24"/>
          <w:szCs w:val="20"/>
        </w:rPr>
        <w:t xml:space="preserve"> 1 exekuční soud.</w:t>
      </w:r>
    </w:p>
    <w:p w:rsidR="00071AC0" w:rsidRPr="001978E7" w:rsidRDefault="00071AC0" w:rsidP="00071AC0">
      <w:pPr>
        <w:pStyle w:val="Odstavecseseznamem"/>
        <w:spacing w:after="200"/>
        <w:ind w:left="851"/>
        <w:jc w:val="both"/>
        <w:rPr>
          <w:bCs/>
          <w:sz w:val="24"/>
          <w:szCs w:val="20"/>
        </w:rPr>
      </w:pPr>
    </w:p>
    <w:p w:rsidR="00314B4A" w:rsidRDefault="00314B4A" w:rsidP="00DE0363">
      <w:pPr>
        <w:pStyle w:val="Odstavecseseznamem"/>
        <w:numPr>
          <w:ilvl w:val="0"/>
          <w:numId w:val="32"/>
        </w:numPr>
        <w:spacing w:after="200"/>
        <w:ind w:left="0" w:firstLine="851"/>
        <w:jc w:val="both"/>
        <w:rPr>
          <w:bCs/>
          <w:sz w:val="24"/>
          <w:szCs w:val="20"/>
        </w:rPr>
      </w:pPr>
      <w:r w:rsidRPr="001978E7">
        <w:rPr>
          <w:bCs/>
          <w:sz w:val="24"/>
          <w:szCs w:val="20"/>
        </w:rPr>
        <w:t>Osoby, které byly oprávněnými od zahájení exekuce, ručí společně a nerozdílně za splnění povinnosti úhrady nákladů podle odst</w:t>
      </w:r>
      <w:r w:rsidR="00BD0E4F">
        <w:rPr>
          <w:bCs/>
          <w:sz w:val="24"/>
          <w:szCs w:val="20"/>
        </w:rPr>
        <w:t>avce</w:t>
      </w:r>
      <w:r w:rsidRPr="001978E7">
        <w:rPr>
          <w:bCs/>
          <w:sz w:val="24"/>
          <w:szCs w:val="20"/>
        </w:rPr>
        <w:t xml:space="preserve"> 1, které vznikly do okamžiku, kdy přestaly být oprávněnými. Ustanovení občanského zákoníku o ručení se použije přiměřeně. </w:t>
      </w:r>
    </w:p>
    <w:p w:rsidR="00071AC0" w:rsidRPr="001978E7" w:rsidRDefault="00071AC0" w:rsidP="00071AC0">
      <w:pPr>
        <w:pStyle w:val="Odstavecseseznamem"/>
        <w:spacing w:after="200"/>
        <w:ind w:left="851"/>
        <w:jc w:val="both"/>
        <w:rPr>
          <w:bCs/>
          <w:sz w:val="24"/>
          <w:szCs w:val="20"/>
        </w:rPr>
      </w:pPr>
    </w:p>
    <w:p w:rsidR="00314B4A" w:rsidRDefault="00314B4A" w:rsidP="00DE0363">
      <w:pPr>
        <w:pStyle w:val="Odstavecseseznamem"/>
        <w:numPr>
          <w:ilvl w:val="0"/>
          <w:numId w:val="32"/>
        </w:numPr>
        <w:spacing w:after="200"/>
        <w:ind w:left="0" w:firstLine="851"/>
        <w:jc w:val="both"/>
        <w:rPr>
          <w:bCs/>
          <w:sz w:val="24"/>
          <w:szCs w:val="20"/>
        </w:rPr>
      </w:pPr>
      <w:r w:rsidRPr="001978E7">
        <w:rPr>
          <w:bCs/>
          <w:sz w:val="24"/>
          <w:szCs w:val="20"/>
        </w:rPr>
        <w:t>V ostatních případech hradí náklady exekuce, případně paušálně stanovenou náhradu nákladů plátce mzdy povinný.</w:t>
      </w:r>
      <w:r>
        <w:rPr>
          <w:bCs/>
          <w:sz w:val="24"/>
          <w:szCs w:val="20"/>
        </w:rPr>
        <w:t>“</w:t>
      </w:r>
      <w:r w:rsidR="00071AC0">
        <w:rPr>
          <w:bCs/>
          <w:sz w:val="24"/>
          <w:szCs w:val="20"/>
        </w:rPr>
        <w:t>.“.</w:t>
      </w:r>
    </w:p>
    <w:p w:rsidR="00314B4A" w:rsidRDefault="00314B4A" w:rsidP="00314B4A">
      <w:pPr>
        <w:rPr>
          <w:bCs/>
        </w:rPr>
      </w:pPr>
    </w:p>
    <w:p w:rsidR="00314B4A" w:rsidRPr="00BD0E4F" w:rsidRDefault="00BD0E4F" w:rsidP="00BD0E4F">
      <w:pPr>
        <w:spacing w:after="200" w:line="276" w:lineRule="auto"/>
      </w:pPr>
      <w:r w:rsidRPr="00BD0E4F">
        <w:rPr>
          <w:b/>
          <w:bCs/>
          <w:szCs w:val="20"/>
        </w:rPr>
        <w:t xml:space="preserve">I7. </w:t>
      </w:r>
      <w:r w:rsidR="00314B4A" w:rsidRPr="00BD0E4F">
        <w:rPr>
          <w:bCs/>
          <w:szCs w:val="20"/>
        </w:rPr>
        <w:t xml:space="preserve">V části druhé čl. </w:t>
      </w:r>
      <w:proofErr w:type="gramStart"/>
      <w:r w:rsidR="00314B4A" w:rsidRPr="00BD0E4F">
        <w:rPr>
          <w:bCs/>
          <w:szCs w:val="20"/>
        </w:rPr>
        <w:t>III</w:t>
      </w:r>
      <w:proofErr w:type="gramEnd"/>
      <w:r w:rsidR="00314B4A" w:rsidRPr="00BD0E4F">
        <w:rPr>
          <w:bCs/>
          <w:szCs w:val="20"/>
        </w:rPr>
        <w:t xml:space="preserve"> bod 104 zní:</w:t>
      </w:r>
    </w:p>
    <w:p w:rsidR="00314B4A" w:rsidRDefault="00314B4A" w:rsidP="00314B4A">
      <w:pPr>
        <w:rPr>
          <w:bCs/>
        </w:rPr>
      </w:pPr>
      <w:r>
        <w:t>„104. V § 90 odstavec 3 zní:</w:t>
      </w:r>
    </w:p>
    <w:p w:rsidR="00314B4A" w:rsidRDefault="00314B4A" w:rsidP="00314B4A">
      <w:pPr>
        <w:rPr>
          <w:bCs/>
        </w:rPr>
      </w:pPr>
    </w:p>
    <w:p w:rsidR="00314B4A" w:rsidRPr="001978E7" w:rsidRDefault="00314B4A" w:rsidP="00BD0E4F">
      <w:pPr>
        <w:ind w:firstLine="709"/>
        <w:jc w:val="both"/>
        <w:rPr>
          <w:bCs/>
        </w:rPr>
      </w:pPr>
      <w:r>
        <w:rPr>
          <w:bCs/>
        </w:rPr>
        <w:t xml:space="preserve">„(3) </w:t>
      </w:r>
      <w:r w:rsidRPr="001978E7">
        <w:rPr>
          <w:bCs/>
        </w:rPr>
        <w:t>Po zahájení exekuce (§ 35 odst. 2) může exekutor oprávněného vyzvat ke složení přiměřené zálohy na náklady exekuce, nejde-li o:</w:t>
      </w:r>
    </w:p>
    <w:p w:rsidR="00314B4A" w:rsidRPr="001978E7" w:rsidRDefault="00314B4A" w:rsidP="00314B4A">
      <w:pPr>
        <w:rPr>
          <w:bCs/>
        </w:rPr>
      </w:pPr>
    </w:p>
    <w:p w:rsidR="00314B4A" w:rsidRPr="001978E7" w:rsidRDefault="00314B4A" w:rsidP="00FC452E">
      <w:pPr>
        <w:jc w:val="both"/>
        <w:rPr>
          <w:bCs/>
        </w:rPr>
      </w:pPr>
      <w:r w:rsidRPr="001978E7">
        <w:rPr>
          <w:bCs/>
        </w:rPr>
        <w:t>a)</w:t>
      </w:r>
      <w:r w:rsidRPr="001978E7">
        <w:rPr>
          <w:bCs/>
        </w:rPr>
        <w:tab/>
        <w:t xml:space="preserve">exekuci k vymožení výživného nezletilého dítěte, náhrady újmy způsobené poškozenému pracovním úrazem, nemocí z povolání, ublížením na zdraví nebo trestným činem, pohledávky z deliktu podle občanského zákoníku, bezdůvodného obohacení, pohledávky z pojistného na veřejné zdravotní pojištění, pohledávky poskytovatele veřejné služby v přepravě vůči cestujícímu nebo pohledávky školy nebo školského zařízení z veřejné služby, </w:t>
      </w:r>
    </w:p>
    <w:p w:rsidR="00314B4A" w:rsidRPr="001978E7" w:rsidRDefault="00314B4A" w:rsidP="00FC452E">
      <w:pPr>
        <w:jc w:val="both"/>
        <w:rPr>
          <w:bCs/>
        </w:rPr>
      </w:pPr>
      <w:r w:rsidRPr="001978E7">
        <w:rPr>
          <w:bCs/>
        </w:rPr>
        <w:t>b)</w:t>
      </w:r>
      <w:r w:rsidRPr="001978E7">
        <w:rPr>
          <w:bCs/>
        </w:rPr>
        <w:tab/>
        <w:t>exekuci k vymožení pohledávky oprávněného, který splňuje podmínky pro osvobození od soudních poplatků (§ 138 občanského soudního řádu);</w:t>
      </w:r>
    </w:p>
    <w:p w:rsidR="00314B4A" w:rsidRPr="001978E7" w:rsidRDefault="00314B4A" w:rsidP="00314B4A">
      <w:pPr>
        <w:rPr>
          <w:bCs/>
        </w:rPr>
      </w:pPr>
    </w:p>
    <w:p w:rsidR="00314B4A" w:rsidRDefault="00314B4A" w:rsidP="00314B4A">
      <w:pPr>
        <w:rPr>
          <w:bCs/>
        </w:rPr>
      </w:pPr>
      <w:r w:rsidRPr="001978E7">
        <w:rPr>
          <w:bCs/>
        </w:rPr>
        <w:t>tím není dotčeno právo exekutora na složení další zálohy (§ 55 odst. 7 až 9).</w:t>
      </w:r>
      <w:r>
        <w:rPr>
          <w:bCs/>
        </w:rPr>
        <w:t>“.“</w:t>
      </w:r>
      <w:r w:rsidR="00BD0E4F">
        <w:rPr>
          <w:bCs/>
        </w:rPr>
        <w:t>.</w:t>
      </w:r>
    </w:p>
    <w:p w:rsidR="00314B4A" w:rsidRDefault="00314B4A" w:rsidP="00314B4A">
      <w:pPr>
        <w:rPr>
          <w:bCs/>
        </w:rPr>
      </w:pPr>
    </w:p>
    <w:p w:rsidR="00314B4A" w:rsidRPr="00BD0E4F" w:rsidRDefault="00BD0E4F" w:rsidP="00BD0E4F">
      <w:pPr>
        <w:spacing w:after="200" w:line="276" w:lineRule="auto"/>
      </w:pPr>
      <w:r w:rsidRPr="00BD0E4F">
        <w:rPr>
          <w:b/>
          <w:bCs/>
          <w:szCs w:val="20"/>
        </w:rPr>
        <w:t xml:space="preserve">I8. </w:t>
      </w:r>
      <w:r w:rsidR="00314B4A" w:rsidRPr="00BD0E4F">
        <w:rPr>
          <w:bCs/>
          <w:szCs w:val="20"/>
        </w:rPr>
        <w:t xml:space="preserve">V části </w:t>
      </w:r>
      <w:proofErr w:type="gramStart"/>
      <w:r w:rsidR="00314B4A" w:rsidRPr="00BD0E4F">
        <w:rPr>
          <w:bCs/>
          <w:szCs w:val="20"/>
        </w:rPr>
        <w:t>druhé čl.</w:t>
      </w:r>
      <w:proofErr w:type="gramEnd"/>
      <w:r w:rsidR="00314B4A" w:rsidRPr="00BD0E4F">
        <w:rPr>
          <w:bCs/>
          <w:szCs w:val="20"/>
        </w:rPr>
        <w:t xml:space="preserve"> III </w:t>
      </w:r>
      <w:proofErr w:type="gramStart"/>
      <w:r w:rsidR="00314B4A" w:rsidRPr="00BD0E4F">
        <w:rPr>
          <w:bCs/>
          <w:szCs w:val="20"/>
        </w:rPr>
        <w:t>se vkládá</w:t>
      </w:r>
      <w:proofErr w:type="gramEnd"/>
      <w:r w:rsidRPr="00BD0E4F">
        <w:rPr>
          <w:bCs/>
          <w:szCs w:val="20"/>
        </w:rPr>
        <w:t xml:space="preserve"> nový</w:t>
      </w:r>
      <w:r w:rsidR="00314B4A" w:rsidRPr="00BD0E4F">
        <w:rPr>
          <w:bCs/>
          <w:szCs w:val="20"/>
        </w:rPr>
        <w:t xml:space="preserve"> bod 105</w:t>
      </w:r>
      <w:r w:rsidRPr="00BD0E4F">
        <w:rPr>
          <w:bCs/>
          <w:szCs w:val="20"/>
        </w:rPr>
        <w:t>,</w:t>
      </w:r>
      <w:r w:rsidR="00314B4A" w:rsidRPr="00BD0E4F">
        <w:rPr>
          <w:bCs/>
          <w:szCs w:val="20"/>
        </w:rPr>
        <w:t xml:space="preserve"> který zní:</w:t>
      </w:r>
    </w:p>
    <w:p w:rsidR="00314B4A" w:rsidRDefault="00314B4A" w:rsidP="00314B4A">
      <w:pPr>
        <w:rPr>
          <w:bCs/>
        </w:rPr>
      </w:pPr>
      <w:r>
        <w:rPr>
          <w:bCs/>
        </w:rPr>
        <w:t xml:space="preserve">„105. V § 90 se doplňuje odstavec 4, který zní: </w:t>
      </w:r>
    </w:p>
    <w:p w:rsidR="00314B4A" w:rsidRDefault="00314B4A" w:rsidP="00314B4A">
      <w:pPr>
        <w:rPr>
          <w:bCs/>
        </w:rPr>
      </w:pPr>
    </w:p>
    <w:p w:rsidR="00314B4A" w:rsidRDefault="00314B4A" w:rsidP="00BD0E4F">
      <w:pPr>
        <w:ind w:firstLine="709"/>
        <w:jc w:val="both"/>
        <w:rPr>
          <w:bCs/>
        </w:rPr>
      </w:pPr>
      <w:r>
        <w:rPr>
          <w:bCs/>
        </w:rPr>
        <w:t>„</w:t>
      </w:r>
      <w:r w:rsidRPr="001978E7">
        <w:rPr>
          <w:bCs/>
        </w:rPr>
        <w:t>(4) Ke složení zálohy podle odstavce 3 určí exekutor oprávněnému lhůtu, která nesmí být kratší než 15 dnů od doručení výzvy. Výzva ke složení zálohy obsahuje poučení podle odst</w:t>
      </w:r>
      <w:r w:rsidR="00BD0E4F">
        <w:rPr>
          <w:bCs/>
        </w:rPr>
        <w:t>avce</w:t>
      </w:r>
      <w:r w:rsidRPr="001978E7">
        <w:rPr>
          <w:bCs/>
        </w:rPr>
        <w:t xml:space="preserve"> 3 písm. a) a b), §</w:t>
      </w:r>
      <w:r w:rsidR="00FC452E">
        <w:rPr>
          <w:bCs/>
        </w:rPr>
        <w:t> </w:t>
      </w:r>
      <w:r w:rsidRPr="001978E7">
        <w:rPr>
          <w:bCs/>
        </w:rPr>
        <w:t>55 odst. 6 a § 131 odst. 2.</w:t>
      </w:r>
      <w:r>
        <w:rPr>
          <w:bCs/>
        </w:rPr>
        <w:t>“.“</w:t>
      </w:r>
      <w:r w:rsidR="00BD0E4F">
        <w:rPr>
          <w:bCs/>
        </w:rPr>
        <w:t>.</w:t>
      </w:r>
    </w:p>
    <w:p w:rsidR="00314B4A" w:rsidRDefault="00314B4A" w:rsidP="00314B4A">
      <w:pPr>
        <w:rPr>
          <w:bCs/>
        </w:rPr>
      </w:pPr>
    </w:p>
    <w:p w:rsidR="00314B4A" w:rsidRDefault="00314B4A" w:rsidP="00314B4A">
      <w:pPr>
        <w:rPr>
          <w:bCs/>
          <w:lang w:eastAsia="en-US"/>
        </w:rPr>
      </w:pPr>
      <w:r w:rsidRPr="00653A48">
        <w:rPr>
          <w:bCs/>
          <w:lang w:eastAsia="en-US"/>
        </w:rPr>
        <w:t>Následující body se přeznačí.</w:t>
      </w:r>
    </w:p>
    <w:p w:rsidR="00314B4A" w:rsidRPr="001978E7" w:rsidRDefault="00314B4A" w:rsidP="00314B4A">
      <w:pPr>
        <w:rPr>
          <w:bCs/>
        </w:rPr>
      </w:pPr>
    </w:p>
    <w:p w:rsidR="00314B4A" w:rsidRPr="00BD0E4F" w:rsidRDefault="00BD0E4F" w:rsidP="00BD0E4F">
      <w:pPr>
        <w:spacing w:after="200" w:line="276" w:lineRule="auto"/>
        <w:rPr>
          <w:bCs/>
          <w:szCs w:val="20"/>
        </w:rPr>
      </w:pPr>
      <w:r w:rsidRPr="00BD0E4F">
        <w:rPr>
          <w:b/>
          <w:bCs/>
          <w:szCs w:val="20"/>
        </w:rPr>
        <w:t xml:space="preserve">I9. </w:t>
      </w:r>
      <w:r w:rsidR="00314B4A" w:rsidRPr="00BD0E4F">
        <w:rPr>
          <w:bCs/>
          <w:szCs w:val="20"/>
        </w:rPr>
        <w:t xml:space="preserve">V části </w:t>
      </w:r>
      <w:proofErr w:type="gramStart"/>
      <w:r w:rsidR="00314B4A" w:rsidRPr="00BD0E4F">
        <w:rPr>
          <w:bCs/>
          <w:szCs w:val="20"/>
        </w:rPr>
        <w:t>druhé čl.</w:t>
      </w:r>
      <w:proofErr w:type="gramEnd"/>
      <w:r w:rsidR="00314B4A" w:rsidRPr="00BD0E4F">
        <w:rPr>
          <w:bCs/>
          <w:szCs w:val="20"/>
        </w:rPr>
        <w:t xml:space="preserve"> III </w:t>
      </w:r>
      <w:proofErr w:type="gramStart"/>
      <w:r w:rsidR="00314B4A" w:rsidRPr="00BD0E4F">
        <w:rPr>
          <w:bCs/>
          <w:szCs w:val="20"/>
        </w:rPr>
        <w:t>se vkládá</w:t>
      </w:r>
      <w:proofErr w:type="gramEnd"/>
      <w:r w:rsidR="00314B4A" w:rsidRPr="00BD0E4F">
        <w:rPr>
          <w:bCs/>
          <w:szCs w:val="20"/>
        </w:rPr>
        <w:t xml:space="preserve"> </w:t>
      </w:r>
      <w:r w:rsidRPr="00BD0E4F">
        <w:rPr>
          <w:bCs/>
          <w:szCs w:val="20"/>
        </w:rPr>
        <w:t xml:space="preserve">nový </w:t>
      </w:r>
      <w:r w:rsidR="00314B4A" w:rsidRPr="00BD0E4F">
        <w:rPr>
          <w:bCs/>
          <w:szCs w:val="20"/>
        </w:rPr>
        <w:t>bod 106</w:t>
      </w:r>
      <w:r w:rsidRPr="00BD0E4F">
        <w:rPr>
          <w:bCs/>
          <w:szCs w:val="20"/>
        </w:rPr>
        <w:t>,</w:t>
      </w:r>
      <w:r w:rsidR="00314B4A" w:rsidRPr="00BD0E4F">
        <w:rPr>
          <w:bCs/>
          <w:szCs w:val="20"/>
        </w:rPr>
        <w:t xml:space="preserve"> který zní:</w:t>
      </w:r>
    </w:p>
    <w:p w:rsidR="00314B4A" w:rsidRDefault="00314B4A" w:rsidP="00314B4A">
      <w:pPr>
        <w:rPr>
          <w:bCs/>
        </w:rPr>
      </w:pPr>
      <w:r>
        <w:rPr>
          <w:bCs/>
        </w:rPr>
        <w:t>„10</w:t>
      </w:r>
      <w:r w:rsidR="00BD0E4F">
        <w:rPr>
          <w:bCs/>
        </w:rPr>
        <w:t>6</w:t>
      </w:r>
      <w:r>
        <w:rPr>
          <w:bCs/>
        </w:rPr>
        <w:t>. V § 92 se dosavadní text označuje jako odstavec 1 a doplňuje se odstavec 2, který zní:</w:t>
      </w:r>
    </w:p>
    <w:p w:rsidR="00314B4A" w:rsidRDefault="00314B4A" w:rsidP="00314B4A">
      <w:pPr>
        <w:rPr>
          <w:bCs/>
        </w:rPr>
      </w:pPr>
    </w:p>
    <w:p w:rsidR="00314B4A" w:rsidRDefault="00314B4A" w:rsidP="00BD0E4F">
      <w:pPr>
        <w:ind w:firstLine="709"/>
        <w:jc w:val="both"/>
        <w:rPr>
          <w:bCs/>
        </w:rPr>
      </w:pPr>
      <w:r>
        <w:rPr>
          <w:bCs/>
        </w:rPr>
        <w:lastRenderedPageBreak/>
        <w:t>„</w:t>
      </w:r>
      <w:r w:rsidRPr="00645C2E">
        <w:rPr>
          <w:bCs/>
        </w:rPr>
        <w:t>(2) Výši a způsob určení nákladů exekuce pro případ zastavení exekuce pro nemajetnost povinného stanoví ministerstvo s přihlédnutím k délce exekučního řízení, výši další zálohy (§ 55 odst.</w:t>
      </w:r>
      <w:r w:rsidR="00BD0E4F">
        <w:rPr>
          <w:bCs/>
        </w:rPr>
        <w:t> </w:t>
      </w:r>
      <w:r w:rsidRPr="00645C2E">
        <w:rPr>
          <w:bCs/>
        </w:rPr>
        <w:t>7 až 9) a výši vymáhané povinnosti.</w:t>
      </w:r>
      <w:r>
        <w:rPr>
          <w:bCs/>
        </w:rPr>
        <w:t>“.“</w:t>
      </w:r>
      <w:r w:rsidR="00BD0E4F">
        <w:rPr>
          <w:bCs/>
        </w:rPr>
        <w:t>.</w:t>
      </w:r>
    </w:p>
    <w:p w:rsidR="00314B4A" w:rsidRDefault="00314B4A" w:rsidP="00314B4A"/>
    <w:p w:rsidR="00314B4A" w:rsidRDefault="00314B4A" w:rsidP="00314B4A">
      <w:pPr>
        <w:rPr>
          <w:bCs/>
          <w:lang w:eastAsia="en-US"/>
        </w:rPr>
      </w:pPr>
      <w:r w:rsidRPr="00653A48">
        <w:rPr>
          <w:bCs/>
          <w:lang w:eastAsia="en-US"/>
        </w:rPr>
        <w:t>Následující body se přeznačí.</w:t>
      </w:r>
    </w:p>
    <w:p w:rsidR="00314B4A" w:rsidRDefault="00314B4A"/>
    <w:p w:rsidR="00FC452E" w:rsidRDefault="00FC452E"/>
    <w:p w:rsidR="00AA6BF3" w:rsidRDefault="00AA6BF3"/>
    <w:p w:rsidR="00FC452E" w:rsidRDefault="00FC452E" w:rsidP="00FC452E">
      <w:pPr>
        <w:pStyle w:val="PNposlanec"/>
      </w:pPr>
      <w:r>
        <w:t>Poslanec Jan Farský</w:t>
      </w:r>
    </w:p>
    <w:p w:rsidR="00FC452E" w:rsidRDefault="00FC452E">
      <w:pPr>
        <w:rPr>
          <w:i/>
        </w:rPr>
      </w:pPr>
      <w:r w:rsidRPr="00FC452E">
        <w:rPr>
          <w:i/>
        </w:rPr>
        <w:t>SD 7427</w:t>
      </w:r>
    </w:p>
    <w:p w:rsidR="00FC452E" w:rsidRDefault="00FC452E" w:rsidP="00FC452E">
      <w:pPr>
        <w:ind w:left="720"/>
      </w:pPr>
    </w:p>
    <w:p w:rsidR="00AA6BF3" w:rsidRPr="00AA6BF3" w:rsidRDefault="005E7B42" w:rsidP="005E7B42">
      <w:pPr>
        <w:widowControl/>
        <w:suppressAutoHyphens w:val="0"/>
        <w:spacing w:line="276" w:lineRule="auto"/>
      </w:pPr>
      <w:r w:rsidRPr="005E7B42">
        <w:rPr>
          <w:rFonts w:eastAsia="Times New Roman" w:cs="Times New Roman"/>
          <w:b/>
        </w:rPr>
        <w:t>J1.1.</w:t>
      </w:r>
      <w:r>
        <w:rPr>
          <w:rFonts w:eastAsia="Times New Roman" w:cs="Times New Roman"/>
          <w:b/>
        </w:rPr>
        <w:t xml:space="preserve"> </w:t>
      </w:r>
      <w:r w:rsidR="00FC452E">
        <w:rPr>
          <w:rFonts w:eastAsia="Times New Roman" w:cs="Times New Roman"/>
        </w:rPr>
        <w:t xml:space="preserve">V části druhé čl. </w:t>
      </w:r>
      <w:proofErr w:type="gramStart"/>
      <w:r w:rsidR="00FC452E">
        <w:rPr>
          <w:rFonts w:eastAsia="Times New Roman" w:cs="Times New Roman"/>
        </w:rPr>
        <w:t>IV</w:t>
      </w:r>
      <w:proofErr w:type="gramEnd"/>
      <w:r w:rsidR="00FC452E">
        <w:rPr>
          <w:rFonts w:eastAsia="Times New Roman" w:cs="Times New Roman"/>
        </w:rPr>
        <w:t xml:space="preserve"> dosavadní bod 10 nově zní:</w:t>
      </w:r>
    </w:p>
    <w:p w:rsidR="00AA6BF3" w:rsidRDefault="00AA6BF3" w:rsidP="00AA6BF3">
      <w:pPr>
        <w:widowControl/>
        <w:suppressAutoHyphens w:val="0"/>
        <w:spacing w:line="276" w:lineRule="auto"/>
        <w:ind w:left="720"/>
      </w:pPr>
    </w:p>
    <w:p w:rsidR="00AA6BF3" w:rsidRDefault="005E7B42" w:rsidP="00AA6BF3">
      <w:pPr>
        <w:widowControl/>
        <w:suppressAutoHyphens w:val="0"/>
        <w:spacing w:line="276" w:lineRule="auto"/>
        <w:ind w:left="720"/>
        <w:jc w:val="both"/>
        <w:rPr>
          <w:rFonts w:eastAsia="Times New Roman" w:cs="Times New Roman"/>
        </w:rPr>
      </w:pPr>
      <w:r>
        <w:rPr>
          <w:rFonts w:eastAsia="Times New Roman" w:cs="Times New Roman"/>
        </w:rPr>
        <w:t xml:space="preserve">„10. </w:t>
      </w:r>
      <w:r w:rsidR="00FC452E">
        <w:rPr>
          <w:rFonts w:eastAsia="Times New Roman" w:cs="Times New Roman"/>
        </w:rPr>
        <w:t>V řízeních zahájených přede dnem nabytí účinnosti tohoto zákona, v nichž ode dne nabytí účinnosti tohoto zákona nebo později počala běžet lhůta podle § 55 odst. 7 zákona č. 120/2001 Sb., ve znění účinném ode dne nabytí účinnosti tohoto zákona, se postupuje podle § 55 odst.</w:t>
      </w:r>
      <w:r w:rsidR="00AA6BF3">
        <w:rPr>
          <w:rFonts w:eastAsia="Times New Roman" w:cs="Times New Roman"/>
        </w:rPr>
        <w:t> </w:t>
      </w:r>
      <w:r w:rsidR="00FC452E">
        <w:rPr>
          <w:rFonts w:eastAsia="Times New Roman" w:cs="Times New Roman"/>
        </w:rPr>
        <w:t>7 až 8 zákona č. 120/2001 Sb., ve znění účinném ode dne nabytí účinnosti tohoto zákona.</w:t>
      </w:r>
      <w:r>
        <w:rPr>
          <w:rFonts w:eastAsia="Times New Roman" w:cs="Times New Roman"/>
        </w:rPr>
        <w:t>“.</w:t>
      </w:r>
    </w:p>
    <w:p w:rsidR="00FC452E" w:rsidRDefault="00FC452E" w:rsidP="00AA6BF3">
      <w:pPr>
        <w:widowControl/>
        <w:suppressAutoHyphens w:val="0"/>
        <w:spacing w:line="276" w:lineRule="auto"/>
        <w:ind w:left="720"/>
        <w:jc w:val="both"/>
      </w:pPr>
    </w:p>
    <w:p w:rsidR="00AA6BF3" w:rsidRPr="00AA6BF3" w:rsidRDefault="005E7B42" w:rsidP="005E7B42">
      <w:pPr>
        <w:widowControl/>
        <w:suppressAutoHyphens w:val="0"/>
        <w:spacing w:line="276" w:lineRule="auto"/>
      </w:pPr>
      <w:r w:rsidRPr="005E7B42">
        <w:rPr>
          <w:rFonts w:eastAsia="Times New Roman" w:cs="Times New Roman"/>
          <w:b/>
        </w:rPr>
        <w:t xml:space="preserve">J1.2. </w:t>
      </w:r>
      <w:r w:rsidR="00FC452E">
        <w:rPr>
          <w:rFonts w:eastAsia="Times New Roman" w:cs="Times New Roman"/>
        </w:rPr>
        <w:t xml:space="preserve">V části </w:t>
      </w:r>
      <w:proofErr w:type="gramStart"/>
      <w:r w:rsidR="00FC452E">
        <w:rPr>
          <w:rFonts w:eastAsia="Times New Roman" w:cs="Times New Roman"/>
        </w:rPr>
        <w:t>druhé čl. IV se</w:t>
      </w:r>
      <w:proofErr w:type="gramEnd"/>
      <w:r w:rsidR="00FC452E">
        <w:rPr>
          <w:rFonts w:eastAsia="Times New Roman" w:cs="Times New Roman"/>
        </w:rPr>
        <w:t xml:space="preserve"> za bod 10 </w:t>
      </w:r>
      <w:proofErr w:type="gramStart"/>
      <w:r w:rsidR="00FC452E">
        <w:rPr>
          <w:rFonts w:eastAsia="Times New Roman" w:cs="Times New Roman"/>
        </w:rPr>
        <w:t>vkládá</w:t>
      </w:r>
      <w:proofErr w:type="gramEnd"/>
      <w:r w:rsidR="00FC452E">
        <w:rPr>
          <w:rFonts w:eastAsia="Times New Roman" w:cs="Times New Roman"/>
        </w:rPr>
        <w:t xml:space="preserve"> nový bod, který zní:</w:t>
      </w:r>
    </w:p>
    <w:p w:rsidR="00AA6BF3" w:rsidRDefault="00AA6BF3" w:rsidP="00AA6BF3">
      <w:pPr>
        <w:widowControl/>
        <w:suppressAutoHyphens w:val="0"/>
        <w:spacing w:line="276" w:lineRule="auto"/>
        <w:ind w:left="720"/>
        <w:rPr>
          <w:rFonts w:eastAsia="Times New Roman" w:cs="Times New Roman"/>
        </w:rPr>
      </w:pPr>
    </w:p>
    <w:p w:rsidR="005E7B42" w:rsidRDefault="005E7B42" w:rsidP="00AA6BF3">
      <w:pPr>
        <w:widowControl/>
        <w:suppressAutoHyphens w:val="0"/>
        <w:spacing w:line="276" w:lineRule="auto"/>
        <w:ind w:left="720"/>
        <w:jc w:val="both"/>
        <w:rPr>
          <w:rFonts w:eastAsia="Times New Roman" w:cs="Times New Roman"/>
        </w:rPr>
      </w:pPr>
      <w:r>
        <w:rPr>
          <w:rFonts w:eastAsia="Times New Roman" w:cs="Times New Roman"/>
        </w:rPr>
        <w:t xml:space="preserve">„X. </w:t>
      </w:r>
      <w:r w:rsidR="00FC452E">
        <w:rPr>
          <w:rFonts w:eastAsia="Times New Roman" w:cs="Times New Roman"/>
        </w:rPr>
        <w:t>V řízeních zahájených přede dnem nabytí účinnosti tohoto zákona, v nichž ke dni nabytí účinnosti tohoto zákona nebo později uplynula doba podle § 55 odst. 9 zákona č. 120/2001 Sb., ve znění účinném ode dne nabytí účinnosti tohoto zákona, se postupuje podle § 55 odst.</w:t>
      </w:r>
      <w:r>
        <w:rPr>
          <w:rFonts w:eastAsia="Times New Roman" w:cs="Times New Roman"/>
        </w:rPr>
        <w:t> </w:t>
      </w:r>
      <w:r w:rsidR="00FC452E">
        <w:rPr>
          <w:rFonts w:eastAsia="Times New Roman" w:cs="Times New Roman"/>
        </w:rPr>
        <w:t>9 zákona č. 120/2001 Sb., ve znění účinném ode dne nabytí účinnosti tohoto zákona.</w:t>
      </w:r>
      <w:r>
        <w:rPr>
          <w:rFonts w:eastAsia="Times New Roman" w:cs="Times New Roman"/>
        </w:rPr>
        <w:t>“.</w:t>
      </w:r>
    </w:p>
    <w:p w:rsidR="005E7B42" w:rsidRDefault="005E7B42" w:rsidP="00AA6BF3">
      <w:pPr>
        <w:widowControl/>
        <w:suppressAutoHyphens w:val="0"/>
        <w:spacing w:line="276" w:lineRule="auto"/>
        <w:ind w:left="720"/>
        <w:jc w:val="both"/>
        <w:rPr>
          <w:rFonts w:eastAsia="Times New Roman" w:cs="Times New Roman"/>
        </w:rPr>
      </w:pPr>
    </w:p>
    <w:p w:rsidR="00FC452E" w:rsidRDefault="00FC452E" w:rsidP="005E7B42">
      <w:pPr>
        <w:widowControl/>
        <w:suppressAutoHyphens w:val="0"/>
        <w:spacing w:line="276" w:lineRule="auto"/>
        <w:jc w:val="both"/>
      </w:pPr>
      <w:r>
        <w:rPr>
          <w:rFonts w:eastAsia="Times New Roman" w:cs="Times New Roman"/>
        </w:rPr>
        <w:t xml:space="preserve">Následující body </w:t>
      </w:r>
      <w:r w:rsidR="005E7B42">
        <w:rPr>
          <w:rFonts w:eastAsia="Times New Roman" w:cs="Times New Roman"/>
        </w:rPr>
        <w:t>se přeznačí</w:t>
      </w:r>
      <w:r>
        <w:rPr>
          <w:rFonts w:eastAsia="Times New Roman" w:cs="Times New Roman"/>
        </w:rPr>
        <w:t>.</w:t>
      </w:r>
    </w:p>
    <w:p w:rsidR="00FC452E" w:rsidRDefault="00FC452E"/>
    <w:p w:rsidR="00AA6BF3" w:rsidRDefault="00AA6BF3"/>
    <w:p w:rsidR="00FC452E" w:rsidRPr="00FC452E" w:rsidRDefault="00FC452E">
      <w:pPr>
        <w:rPr>
          <w:i/>
        </w:rPr>
      </w:pPr>
      <w:r w:rsidRPr="00FC452E">
        <w:rPr>
          <w:i/>
        </w:rPr>
        <w:t>SD 7428</w:t>
      </w:r>
    </w:p>
    <w:p w:rsidR="00FC452E" w:rsidRDefault="00FC452E" w:rsidP="00FC452E"/>
    <w:p w:rsidR="00FC452E" w:rsidRDefault="00AB131A" w:rsidP="00AB131A">
      <w:pPr>
        <w:widowControl/>
        <w:suppressAutoHyphens w:val="0"/>
        <w:jc w:val="both"/>
        <w:rPr>
          <w:rFonts w:eastAsia="Times New Roman" w:cs="Times New Roman"/>
        </w:rPr>
      </w:pPr>
      <w:r w:rsidRPr="00AB131A">
        <w:rPr>
          <w:rFonts w:eastAsia="Times New Roman" w:cs="Times New Roman"/>
          <w:b/>
        </w:rPr>
        <w:t>J2.</w:t>
      </w:r>
      <w:r>
        <w:rPr>
          <w:rFonts w:eastAsia="Times New Roman" w:cs="Times New Roman"/>
        </w:rPr>
        <w:t xml:space="preserve"> </w:t>
      </w:r>
      <w:r w:rsidR="00FC452E">
        <w:rPr>
          <w:rFonts w:eastAsia="Times New Roman" w:cs="Times New Roman"/>
        </w:rPr>
        <w:t xml:space="preserve">V části druhé čl. </w:t>
      </w:r>
      <w:proofErr w:type="gramStart"/>
      <w:r w:rsidR="00FC452E">
        <w:rPr>
          <w:rFonts w:eastAsia="Times New Roman" w:cs="Times New Roman"/>
        </w:rPr>
        <w:t>III</w:t>
      </w:r>
      <w:proofErr w:type="gramEnd"/>
      <w:r w:rsidR="00FC452E">
        <w:rPr>
          <w:rFonts w:eastAsia="Times New Roman" w:cs="Times New Roman"/>
        </w:rPr>
        <w:t xml:space="preserve"> dosavadní bod 76 nově zní:</w:t>
      </w:r>
    </w:p>
    <w:p w:rsidR="00FC452E" w:rsidRDefault="00FC452E" w:rsidP="00FC452E">
      <w:pPr>
        <w:ind w:left="720"/>
        <w:jc w:val="both"/>
        <w:rPr>
          <w:rFonts w:eastAsia="Times New Roman" w:cs="Times New Roman"/>
        </w:rPr>
      </w:pPr>
    </w:p>
    <w:p w:rsidR="00FC452E" w:rsidRDefault="00AB131A" w:rsidP="00AB131A">
      <w:pPr>
        <w:jc w:val="both"/>
        <w:rPr>
          <w:rFonts w:eastAsia="Times New Roman" w:cs="Times New Roman"/>
        </w:rPr>
      </w:pPr>
      <w:r>
        <w:rPr>
          <w:rFonts w:eastAsia="Times New Roman" w:cs="Times New Roman"/>
        </w:rPr>
        <w:t xml:space="preserve">„76. </w:t>
      </w:r>
      <w:r w:rsidR="00FC452E">
        <w:rPr>
          <w:rFonts w:eastAsia="Times New Roman" w:cs="Times New Roman"/>
        </w:rPr>
        <w:t>V § 55 se doplňují odstavce 7 až 9, které znějí:</w:t>
      </w:r>
    </w:p>
    <w:p w:rsidR="00FC452E" w:rsidRDefault="00FC452E" w:rsidP="00FC452E">
      <w:pPr>
        <w:ind w:firstLine="708"/>
        <w:jc w:val="both"/>
        <w:rPr>
          <w:rFonts w:eastAsia="Times New Roman" w:cs="Times New Roman"/>
        </w:rPr>
      </w:pPr>
    </w:p>
    <w:p w:rsidR="00FC452E" w:rsidRDefault="00FC452E" w:rsidP="00FC452E">
      <w:pPr>
        <w:ind w:firstLine="708"/>
        <w:jc w:val="both"/>
        <w:rPr>
          <w:rFonts w:eastAsia="Times New Roman" w:cs="Times New Roman"/>
        </w:rPr>
      </w:pPr>
      <w:r>
        <w:rPr>
          <w:rFonts w:eastAsia="Times New Roman" w:cs="Times New Roman"/>
        </w:rPr>
        <w:t>„(7) Exekutor zastaví i bez návrhu a souhlasu oprávněného exekuci, nedošlo-li v ní po dobu posledních 3 let ani k částečnému uspokojení vymáhané povinnosti ve výši postačující alespoň ke krytí nákladů exekuce a nebyl-li v ní po dobu posledních 3 let zjištěn či zajištěn žádný nemovitý majetek postižitelný v exekuci, který by postačoval alespoň ke krytí nákladů exekuce. Exekutor exekuci nezastaví, složí-li oprávněný, který není zproštěn od složení zálohy na náklady exekuce podle § 43b odst. 2, na výzvu exekutora další zálohu na náklady exekuce ve výši stanovené prováděcím právním předpisem (dále jen „další záloha“), nebo sdělí-li exekutorovi na jeho výzvu oprávněný, který je zproštěn od složení zálohy na náklady exekuce podle § 43b odst. 2, že nesouhlasí s tím, aby exekuce byla zastavena.</w:t>
      </w:r>
    </w:p>
    <w:p w:rsidR="00FC452E" w:rsidRDefault="00FC452E" w:rsidP="00FC452E">
      <w:pPr>
        <w:jc w:val="both"/>
        <w:rPr>
          <w:rFonts w:eastAsia="Times New Roman" w:cs="Times New Roman"/>
        </w:rPr>
      </w:pPr>
    </w:p>
    <w:p w:rsidR="00FC452E" w:rsidRDefault="00FC452E" w:rsidP="00FC452E">
      <w:pPr>
        <w:ind w:firstLine="708"/>
        <w:jc w:val="both"/>
        <w:rPr>
          <w:rFonts w:eastAsia="Times New Roman" w:cs="Times New Roman"/>
        </w:rPr>
      </w:pPr>
      <w:r>
        <w:rPr>
          <w:rFonts w:eastAsia="Times New Roman" w:cs="Times New Roman"/>
        </w:rPr>
        <w:t>(8) Nepodal-li oprávněný do 15 dnů od doručení výzvy ke složení další zálohy návrh na zproštění od složení další zálohy, je povinen složit další zálohu do 15 dnů od doručení výzvy; §</w:t>
      </w:r>
      <w:r w:rsidR="005E7B42">
        <w:rPr>
          <w:rFonts w:eastAsia="Times New Roman" w:cs="Times New Roman"/>
        </w:rPr>
        <w:t> </w:t>
      </w:r>
      <w:r>
        <w:rPr>
          <w:rFonts w:eastAsia="Times New Roman" w:cs="Times New Roman"/>
        </w:rPr>
        <w:t xml:space="preserve">43b odst. 1 věta druhá a § 43b odst. 2 až 4 se použijí přiměřeně. Složí-li oprávněný další zálohu, soud po dobu 3 let od složení další zálohy nerozhodne o zastavení exekuce pro nemajetnost bez návrhu a návrh na zastavení exekuce pro nemajetnost podaný před složením další zálohy, o kterém </w:t>
      </w:r>
      <w:r>
        <w:rPr>
          <w:rFonts w:eastAsia="Times New Roman" w:cs="Times New Roman"/>
        </w:rPr>
        <w:lastRenderedPageBreak/>
        <w:t>do složení další zálohy nebylo rozhodnuto, nebo podaný po dobu 3 let od složení další zálohy zamítne.</w:t>
      </w:r>
    </w:p>
    <w:p w:rsidR="00FC452E" w:rsidRDefault="00FC452E" w:rsidP="00FC452E">
      <w:pPr>
        <w:jc w:val="both"/>
        <w:rPr>
          <w:rFonts w:eastAsia="Times New Roman" w:cs="Times New Roman"/>
        </w:rPr>
      </w:pPr>
    </w:p>
    <w:p w:rsidR="00FC452E" w:rsidRDefault="00FC452E" w:rsidP="00FC452E">
      <w:pPr>
        <w:ind w:firstLine="708"/>
        <w:jc w:val="both"/>
        <w:rPr>
          <w:rFonts w:eastAsia="Times New Roman" w:cs="Times New Roman"/>
        </w:rPr>
      </w:pPr>
      <w:r>
        <w:rPr>
          <w:rFonts w:eastAsia="Times New Roman" w:cs="Times New Roman"/>
        </w:rPr>
        <w:t>(9) Nedošlo-li v exekuci ani k částečnému uspokojení vymáhané povinnosti ve výši postačující alespoň ke krytí nákladů exekuce po dobu posledních 9 let a nebyl-li v této exekuci po tuto dobu zjištěn či zajištěn žádný nemovitý majetek postižitelný v exekuci, který by postačoval alespoň ke krytí nákladů exekuce, exekutor rozhodne i bez návrhu a souhlasu oprávněného o zastavení exekuce; odstav</w:t>
      </w:r>
      <w:r w:rsidR="00AB131A">
        <w:rPr>
          <w:rFonts w:eastAsia="Times New Roman" w:cs="Times New Roman"/>
        </w:rPr>
        <w:t>ec 7 věta druhá se nepoužije.“.“.</w:t>
      </w:r>
    </w:p>
    <w:p w:rsidR="00FC452E" w:rsidRDefault="00FC452E"/>
    <w:p w:rsidR="00FC452E" w:rsidRDefault="00FC452E"/>
    <w:p w:rsidR="00FC452E" w:rsidRDefault="00FC452E">
      <w:pPr>
        <w:rPr>
          <w:i/>
        </w:rPr>
      </w:pPr>
      <w:r w:rsidRPr="00FC452E">
        <w:rPr>
          <w:i/>
        </w:rPr>
        <w:t>SD 7167</w:t>
      </w:r>
    </w:p>
    <w:p w:rsidR="00AB131A" w:rsidRDefault="00AB131A">
      <w:pPr>
        <w:rPr>
          <w:i/>
        </w:rPr>
      </w:pPr>
    </w:p>
    <w:p w:rsidR="00AB131A" w:rsidRPr="00AB131A" w:rsidRDefault="00AB131A">
      <w:pPr>
        <w:rPr>
          <w:b/>
        </w:rPr>
      </w:pPr>
      <w:r w:rsidRPr="00AB131A">
        <w:rPr>
          <w:b/>
        </w:rPr>
        <w:t>J3.</w:t>
      </w:r>
    </w:p>
    <w:p w:rsidR="00AA6BF3" w:rsidRDefault="00FC452E" w:rsidP="008E6CD2">
      <w:pPr>
        <w:pStyle w:val="Odstavecseseznamem"/>
        <w:numPr>
          <w:ilvl w:val="0"/>
          <w:numId w:val="36"/>
        </w:numPr>
        <w:spacing w:after="160" w:line="259" w:lineRule="auto"/>
        <w:ind w:left="426" w:hanging="426"/>
        <w:jc w:val="both"/>
        <w:rPr>
          <w:sz w:val="24"/>
        </w:rPr>
      </w:pPr>
      <w:r w:rsidRPr="00FC452E">
        <w:rPr>
          <w:sz w:val="24"/>
        </w:rPr>
        <w:t xml:space="preserve">V části </w:t>
      </w:r>
      <w:proofErr w:type="gramStart"/>
      <w:r w:rsidRPr="00FC452E">
        <w:rPr>
          <w:sz w:val="24"/>
        </w:rPr>
        <w:t>druhé čl.</w:t>
      </w:r>
      <w:proofErr w:type="gramEnd"/>
      <w:r w:rsidRPr="00FC452E">
        <w:rPr>
          <w:sz w:val="24"/>
        </w:rPr>
        <w:t xml:space="preserve"> III </w:t>
      </w:r>
      <w:proofErr w:type="gramStart"/>
      <w:r w:rsidRPr="00FC452E">
        <w:rPr>
          <w:sz w:val="24"/>
        </w:rPr>
        <w:t>se</w:t>
      </w:r>
      <w:proofErr w:type="gramEnd"/>
      <w:r w:rsidRPr="00FC452E">
        <w:rPr>
          <w:sz w:val="24"/>
        </w:rPr>
        <w:t xml:space="preserve"> za dosavadní bod 108 </w:t>
      </w:r>
      <w:proofErr w:type="gramStart"/>
      <w:r w:rsidRPr="00FC452E">
        <w:rPr>
          <w:sz w:val="24"/>
        </w:rPr>
        <w:t>vkládá</w:t>
      </w:r>
      <w:proofErr w:type="gramEnd"/>
      <w:r w:rsidRPr="00FC452E">
        <w:rPr>
          <w:sz w:val="24"/>
        </w:rPr>
        <w:t xml:space="preserve"> nový bod, který zní:</w:t>
      </w:r>
    </w:p>
    <w:p w:rsidR="00AA6BF3" w:rsidRDefault="00AA6BF3" w:rsidP="008E6CD2">
      <w:pPr>
        <w:pStyle w:val="Odstavecseseznamem"/>
        <w:spacing w:after="160" w:line="259" w:lineRule="auto"/>
        <w:ind w:left="426" w:hanging="426"/>
        <w:jc w:val="both"/>
        <w:rPr>
          <w:sz w:val="24"/>
        </w:rPr>
      </w:pPr>
    </w:p>
    <w:p w:rsidR="008E6CD2" w:rsidRDefault="00FC452E" w:rsidP="008E6CD2">
      <w:pPr>
        <w:pStyle w:val="Odstavecseseznamem"/>
        <w:spacing w:after="160" w:line="259" w:lineRule="auto"/>
        <w:ind w:left="426" w:hanging="426"/>
        <w:jc w:val="both"/>
        <w:rPr>
          <w:sz w:val="24"/>
        </w:rPr>
      </w:pPr>
      <w:r w:rsidRPr="00FC452E">
        <w:rPr>
          <w:sz w:val="24"/>
        </w:rPr>
        <w:t>„X. V § 110 odst. 7 se písm</w:t>
      </w:r>
      <w:r w:rsidR="008E6CD2">
        <w:rPr>
          <w:sz w:val="24"/>
        </w:rPr>
        <w:t>eno</w:t>
      </w:r>
      <w:r w:rsidRPr="00FC452E">
        <w:rPr>
          <w:sz w:val="24"/>
        </w:rPr>
        <w:t xml:space="preserve"> k) zrušuje.</w:t>
      </w:r>
    </w:p>
    <w:p w:rsidR="00AA6BF3" w:rsidRDefault="00FC452E" w:rsidP="008E6CD2">
      <w:pPr>
        <w:pStyle w:val="Odstavecseseznamem"/>
        <w:spacing w:after="160" w:line="259" w:lineRule="auto"/>
        <w:ind w:left="426" w:hanging="426"/>
        <w:jc w:val="both"/>
        <w:rPr>
          <w:sz w:val="24"/>
        </w:rPr>
      </w:pPr>
      <w:r w:rsidRPr="00FC452E">
        <w:rPr>
          <w:sz w:val="24"/>
        </w:rPr>
        <w:t>Dosavadní písmeno l) se označuje jako písmeno k).“</w:t>
      </w:r>
      <w:r w:rsidR="008E6CD2">
        <w:rPr>
          <w:sz w:val="24"/>
        </w:rPr>
        <w:t>.</w:t>
      </w:r>
    </w:p>
    <w:p w:rsidR="00AA6BF3" w:rsidRDefault="00AA6BF3" w:rsidP="008E6CD2">
      <w:pPr>
        <w:pStyle w:val="Odstavecseseznamem"/>
        <w:spacing w:after="160" w:line="259" w:lineRule="auto"/>
        <w:ind w:left="426" w:hanging="426"/>
        <w:jc w:val="both"/>
        <w:rPr>
          <w:sz w:val="24"/>
        </w:rPr>
      </w:pPr>
    </w:p>
    <w:p w:rsidR="00AA6BF3" w:rsidRDefault="00FC452E" w:rsidP="008E6CD2">
      <w:pPr>
        <w:pStyle w:val="Odstavecseseznamem"/>
        <w:spacing w:after="160" w:line="259" w:lineRule="auto"/>
        <w:ind w:left="426" w:hanging="426"/>
        <w:jc w:val="both"/>
        <w:rPr>
          <w:sz w:val="24"/>
        </w:rPr>
      </w:pPr>
      <w:r w:rsidRPr="00FC452E">
        <w:rPr>
          <w:sz w:val="24"/>
        </w:rPr>
        <w:t xml:space="preserve">Následující body </w:t>
      </w:r>
      <w:r w:rsidR="008E6CD2">
        <w:rPr>
          <w:sz w:val="24"/>
        </w:rPr>
        <w:t>se přeznačí</w:t>
      </w:r>
      <w:r w:rsidRPr="00FC452E">
        <w:rPr>
          <w:sz w:val="24"/>
        </w:rPr>
        <w:t>.</w:t>
      </w:r>
    </w:p>
    <w:p w:rsidR="00FC452E" w:rsidRPr="00FC452E" w:rsidRDefault="00FC452E" w:rsidP="008E6CD2">
      <w:pPr>
        <w:pStyle w:val="Odstavecseseznamem"/>
        <w:spacing w:after="160" w:line="259" w:lineRule="auto"/>
        <w:ind w:left="426" w:hanging="426"/>
        <w:jc w:val="both"/>
        <w:rPr>
          <w:sz w:val="24"/>
        </w:rPr>
      </w:pPr>
    </w:p>
    <w:p w:rsidR="00AA6BF3" w:rsidRDefault="00FC452E" w:rsidP="008E6CD2">
      <w:pPr>
        <w:pStyle w:val="Odstavecseseznamem"/>
        <w:numPr>
          <w:ilvl w:val="0"/>
          <w:numId w:val="36"/>
        </w:numPr>
        <w:spacing w:after="160" w:line="259" w:lineRule="auto"/>
        <w:ind w:left="426" w:hanging="426"/>
        <w:jc w:val="both"/>
        <w:rPr>
          <w:sz w:val="24"/>
        </w:rPr>
      </w:pPr>
      <w:r w:rsidRPr="00FC452E">
        <w:rPr>
          <w:sz w:val="24"/>
        </w:rPr>
        <w:t xml:space="preserve">V části </w:t>
      </w:r>
      <w:proofErr w:type="gramStart"/>
      <w:r w:rsidRPr="00FC452E">
        <w:rPr>
          <w:sz w:val="24"/>
        </w:rPr>
        <w:t>druhé čl.</w:t>
      </w:r>
      <w:proofErr w:type="gramEnd"/>
      <w:r w:rsidRPr="00FC452E">
        <w:rPr>
          <w:sz w:val="24"/>
        </w:rPr>
        <w:t xml:space="preserve"> III </w:t>
      </w:r>
      <w:proofErr w:type="gramStart"/>
      <w:r w:rsidRPr="00FC452E">
        <w:rPr>
          <w:sz w:val="24"/>
        </w:rPr>
        <w:t>se</w:t>
      </w:r>
      <w:proofErr w:type="gramEnd"/>
      <w:r w:rsidRPr="00FC452E">
        <w:rPr>
          <w:sz w:val="24"/>
        </w:rPr>
        <w:t xml:space="preserve"> za dosavadní bod 119 </w:t>
      </w:r>
      <w:proofErr w:type="gramStart"/>
      <w:r w:rsidRPr="00FC452E">
        <w:rPr>
          <w:sz w:val="24"/>
        </w:rPr>
        <w:t>vkládá</w:t>
      </w:r>
      <w:proofErr w:type="gramEnd"/>
      <w:r w:rsidRPr="00FC452E">
        <w:rPr>
          <w:sz w:val="24"/>
        </w:rPr>
        <w:t xml:space="preserve"> nový bod, který zní:</w:t>
      </w:r>
    </w:p>
    <w:p w:rsidR="00AA6BF3" w:rsidRDefault="00AA6BF3" w:rsidP="008E6CD2">
      <w:pPr>
        <w:pStyle w:val="Odstavecseseznamem"/>
        <w:spacing w:after="160" w:line="259" w:lineRule="auto"/>
        <w:ind w:left="426" w:hanging="426"/>
        <w:jc w:val="both"/>
        <w:rPr>
          <w:sz w:val="24"/>
        </w:rPr>
      </w:pPr>
    </w:p>
    <w:p w:rsidR="008E6CD2" w:rsidRDefault="00FC452E" w:rsidP="008E6CD2">
      <w:pPr>
        <w:pStyle w:val="Odstavecseseznamem"/>
        <w:spacing w:after="160" w:line="259" w:lineRule="auto"/>
        <w:ind w:left="426" w:hanging="426"/>
        <w:jc w:val="both"/>
        <w:rPr>
          <w:sz w:val="24"/>
        </w:rPr>
      </w:pPr>
      <w:r w:rsidRPr="00FC452E">
        <w:rPr>
          <w:sz w:val="24"/>
        </w:rPr>
        <w:t>„X. V § 124c odst. 1 se písm</w:t>
      </w:r>
      <w:r w:rsidR="008E6CD2">
        <w:rPr>
          <w:sz w:val="24"/>
        </w:rPr>
        <w:t>eno</w:t>
      </w:r>
      <w:r w:rsidRPr="00FC452E">
        <w:rPr>
          <w:sz w:val="24"/>
        </w:rPr>
        <w:t xml:space="preserve"> j) zrušuje.</w:t>
      </w:r>
    </w:p>
    <w:p w:rsidR="00AA6BF3" w:rsidRDefault="00FC452E" w:rsidP="008E6CD2">
      <w:pPr>
        <w:pStyle w:val="Odstavecseseznamem"/>
        <w:spacing w:after="160" w:line="259" w:lineRule="auto"/>
        <w:ind w:left="426" w:hanging="426"/>
        <w:jc w:val="both"/>
        <w:rPr>
          <w:sz w:val="24"/>
        </w:rPr>
      </w:pPr>
      <w:r w:rsidRPr="00FC452E">
        <w:rPr>
          <w:sz w:val="24"/>
        </w:rPr>
        <w:t>Dosavadní písmena k) až m) se označují jako písmena j) až l).“</w:t>
      </w:r>
      <w:r w:rsidR="008E6CD2">
        <w:rPr>
          <w:sz w:val="24"/>
        </w:rPr>
        <w:t>.</w:t>
      </w:r>
    </w:p>
    <w:p w:rsidR="00AA6BF3" w:rsidRDefault="00AA6BF3" w:rsidP="008E6CD2">
      <w:pPr>
        <w:pStyle w:val="Odstavecseseznamem"/>
        <w:spacing w:after="160" w:line="259" w:lineRule="auto"/>
        <w:ind w:left="426" w:hanging="426"/>
        <w:jc w:val="both"/>
        <w:rPr>
          <w:sz w:val="24"/>
        </w:rPr>
      </w:pPr>
    </w:p>
    <w:p w:rsidR="008E6CD2" w:rsidRDefault="008E6CD2" w:rsidP="008E6CD2">
      <w:pPr>
        <w:pStyle w:val="Odstavecseseznamem"/>
        <w:spacing w:after="160" w:line="259" w:lineRule="auto"/>
        <w:ind w:left="426" w:hanging="426"/>
        <w:jc w:val="both"/>
        <w:rPr>
          <w:sz w:val="24"/>
        </w:rPr>
      </w:pPr>
      <w:r w:rsidRPr="00FC452E">
        <w:rPr>
          <w:sz w:val="24"/>
        </w:rPr>
        <w:t xml:space="preserve">Následující body </w:t>
      </w:r>
      <w:r>
        <w:rPr>
          <w:sz w:val="24"/>
        </w:rPr>
        <w:t>se přeznačí</w:t>
      </w:r>
      <w:r w:rsidRPr="00FC452E">
        <w:rPr>
          <w:sz w:val="24"/>
        </w:rPr>
        <w:t>.</w:t>
      </w:r>
    </w:p>
    <w:p w:rsidR="008E6CD2" w:rsidRDefault="008E6CD2" w:rsidP="008E6CD2">
      <w:pPr>
        <w:pStyle w:val="Odstavecseseznamem"/>
        <w:spacing w:after="160" w:line="259" w:lineRule="auto"/>
        <w:ind w:left="426" w:hanging="426"/>
        <w:jc w:val="both"/>
        <w:rPr>
          <w:sz w:val="24"/>
        </w:rPr>
      </w:pPr>
    </w:p>
    <w:p w:rsidR="00AA6BF3" w:rsidRDefault="00FC452E" w:rsidP="008E6CD2">
      <w:pPr>
        <w:pStyle w:val="Odstavecseseznamem"/>
        <w:numPr>
          <w:ilvl w:val="0"/>
          <w:numId w:val="36"/>
        </w:numPr>
        <w:spacing w:after="160" w:line="259" w:lineRule="auto"/>
        <w:ind w:left="426" w:hanging="426"/>
        <w:jc w:val="both"/>
        <w:rPr>
          <w:sz w:val="24"/>
        </w:rPr>
      </w:pPr>
      <w:r w:rsidRPr="00FC452E">
        <w:rPr>
          <w:sz w:val="24"/>
        </w:rPr>
        <w:t>V části druhé čl. III se v bodě 120 slov</w:t>
      </w:r>
      <w:r w:rsidR="008E6CD2">
        <w:rPr>
          <w:sz w:val="24"/>
        </w:rPr>
        <w:t>a</w:t>
      </w:r>
      <w:r w:rsidRPr="00FC452E">
        <w:rPr>
          <w:sz w:val="24"/>
        </w:rPr>
        <w:t xml:space="preserve"> „</w:t>
      </w:r>
      <w:r w:rsidR="008E6CD2">
        <w:rPr>
          <w:sz w:val="24"/>
        </w:rPr>
        <w:t xml:space="preserve">písm. </w:t>
      </w:r>
      <w:r w:rsidRPr="00FC452E">
        <w:rPr>
          <w:sz w:val="24"/>
        </w:rPr>
        <w:t>l)“ nahrazují slovy „</w:t>
      </w:r>
      <w:r w:rsidR="008E6CD2">
        <w:rPr>
          <w:sz w:val="24"/>
        </w:rPr>
        <w:t xml:space="preserve">písm. </w:t>
      </w:r>
      <w:r w:rsidRPr="00FC452E">
        <w:rPr>
          <w:sz w:val="24"/>
        </w:rPr>
        <w:t>k)“.</w:t>
      </w:r>
    </w:p>
    <w:p w:rsidR="00FC452E" w:rsidRPr="00FC452E" w:rsidRDefault="00FC452E" w:rsidP="008E6CD2">
      <w:pPr>
        <w:pStyle w:val="Odstavecseseznamem"/>
        <w:spacing w:after="160" w:line="259" w:lineRule="auto"/>
        <w:ind w:left="426" w:hanging="426"/>
        <w:jc w:val="both"/>
        <w:rPr>
          <w:sz w:val="24"/>
        </w:rPr>
      </w:pPr>
    </w:p>
    <w:p w:rsidR="00FC452E" w:rsidRPr="00FC452E" w:rsidRDefault="00FC452E" w:rsidP="008E6CD2">
      <w:pPr>
        <w:pStyle w:val="Odstavecseseznamem"/>
        <w:numPr>
          <w:ilvl w:val="0"/>
          <w:numId w:val="36"/>
        </w:numPr>
        <w:spacing w:after="160" w:line="259" w:lineRule="auto"/>
        <w:ind w:left="426" w:hanging="426"/>
        <w:jc w:val="both"/>
        <w:rPr>
          <w:sz w:val="24"/>
        </w:rPr>
      </w:pPr>
      <w:r w:rsidRPr="00FC452E">
        <w:rPr>
          <w:sz w:val="24"/>
        </w:rPr>
        <w:t>V části druhé čl. III se v bodě 121 slova „</w:t>
      </w:r>
      <w:r w:rsidR="008E6CD2">
        <w:rPr>
          <w:sz w:val="24"/>
        </w:rPr>
        <w:t xml:space="preserve">písmene </w:t>
      </w:r>
      <w:r w:rsidRPr="00FC452E">
        <w:rPr>
          <w:sz w:val="24"/>
        </w:rPr>
        <w:t>m)“ nahrazují slovy „</w:t>
      </w:r>
      <w:r w:rsidR="008E6CD2">
        <w:rPr>
          <w:sz w:val="24"/>
        </w:rPr>
        <w:t xml:space="preserve">písmene </w:t>
      </w:r>
      <w:r w:rsidRPr="00FC452E">
        <w:rPr>
          <w:sz w:val="24"/>
        </w:rPr>
        <w:t>l)“ a slova „</w:t>
      </w:r>
      <w:r w:rsidR="008E6CD2">
        <w:rPr>
          <w:sz w:val="24"/>
        </w:rPr>
        <w:t xml:space="preserve">písmeno </w:t>
      </w:r>
      <w:r w:rsidRPr="00FC452E">
        <w:rPr>
          <w:sz w:val="24"/>
        </w:rPr>
        <w:t xml:space="preserve">n)“ </w:t>
      </w:r>
      <w:r w:rsidR="008E6CD2">
        <w:rPr>
          <w:sz w:val="24"/>
        </w:rPr>
        <w:t xml:space="preserve">se </w:t>
      </w:r>
      <w:r w:rsidRPr="00FC452E">
        <w:rPr>
          <w:sz w:val="24"/>
        </w:rPr>
        <w:t>nahrazují slovy „</w:t>
      </w:r>
      <w:r w:rsidR="008E6CD2">
        <w:rPr>
          <w:sz w:val="24"/>
        </w:rPr>
        <w:t xml:space="preserve">písmeno </w:t>
      </w:r>
      <w:r w:rsidRPr="00FC452E">
        <w:rPr>
          <w:sz w:val="24"/>
        </w:rPr>
        <w:t>m)“.</w:t>
      </w:r>
    </w:p>
    <w:p w:rsidR="00FC452E" w:rsidRPr="00FC452E" w:rsidRDefault="00FC452E" w:rsidP="008E6CD2">
      <w:pPr>
        <w:pStyle w:val="Odstavecseseznamem"/>
        <w:ind w:left="426" w:hanging="426"/>
        <w:jc w:val="both"/>
        <w:rPr>
          <w:sz w:val="24"/>
        </w:rPr>
      </w:pPr>
    </w:p>
    <w:p w:rsidR="00AA6BF3" w:rsidRDefault="00FC452E" w:rsidP="008E6CD2">
      <w:pPr>
        <w:pStyle w:val="Odstavecseseznamem"/>
        <w:numPr>
          <w:ilvl w:val="0"/>
          <w:numId w:val="36"/>
        </w:numPr>
        <w:spacing w:after="160" w:line="259" w:lineRule="auto"/>
        <w:ind w:left="426" w:hanging="426"/>
        <w:jc w:val="both"/>
        <w:rPr>
          <w:sz w:val="24"/>
        </w:rPr>
      </w:pPr>
      <w:r w:rsidRPr="00FC452E">
        <w:rPr>
          <w:sz w:val="24"/>
        </w:rPr>
        <w:t xml:space="preserve">V části </w:t>
      </w:r>
      <w:proofErr w:type="gramStart"/>
      <w:r w:rsidRPr="00FC452E">
        <w:rPr>
          <w:sz w:val="24"/>
        </w:rPr>
        <w:t>druhé čl.</w:t>
      </w:r>
      <w:proofErr w:type="gramEnd"/>
      <w:r w:rsidRPr="00FC452E">
        <w:rPr>
          <w:sz w:val="24"/>
        </w:rPr>
        <w:t xml:space="preserve"> III </w:t>
      </w:r>
      <w:proofErr w:type="gramStart"/>
      <w:r w:rsidRPr="00FC452E">
        <w:rPr>
          <w:sz w:val="24"/>
        </w:rPr>
        <w:t>se</w:t>
      </w:r>
      <w:proofErr w:type="gramEnd"/>
      <w:r w:rsidRPr="00FC452E">
        <w:rPr>
          <w:sz w:val="24"/>
        </w:rPr>
        <w:t xml:space="preserve"> za dosavadní bod 121 </w:t>
      </w:r>
      <w:proofErr w:type="gramStart"/>
      <w:r w:rsidRPr="00FC452E">
        <w:rPr>
          <w:sz w:val="24"/>
        </w:rPr>
        <w:t>vkládá</w:t>
      </w:r>
      <w:proofErr w:type="gramEnd"/>
      <w:r w:rsidRPr="00FC452E">
        <w:rPr>
          <w:sz w:val="24"/>
        </w:rPr>
        <w:t xml:space="preserve"> nový bod, který zní: </w:t>
      </w:r>
    </w:p>
    <w:p w:rsidR="00FC452E" w:rsidRPr="00FC452E" w:rsidRDefault="00FC452E" w:rsidP="008E6CD2">
      <w:pPr>
        <w:pStyle w:val="Odstavecseseznamem"/>
        <w:spacing w:after="160" w:line="259" w:lineRule="auto"/>
        <w:ind w:left="426" w:hanging="426"/>
        <w:jc w:val="both"/>
        <w:rPr>
          <w:sz w:val="24"/>
        </w:rPr>
      </w:pPr>
    </w:p>
    <w:p w:rsidR="00FC452E" w:rsidRPr="00FC452E" w:rsidRDefault="008E6CD2" w:rsidP="008E6CD2">
      <w:pPr>
        <w:pStyle w:val="Odstavecseseznamem"/>
        <w:ind w:left="426" w:hanging="426"/>
        <w:jc w:val="both"/>
        <w:rPr>
          <w:sz w:val="24"/>
        </w:rPr>
      </w:pPr>
      <w:r>
        <w:rPr>
          <w:sz w:val="24"/>
        </w:rPr>
        <w:t>„</w:t>
      </w:r>
      <w:r w:rsidR="00FC452E" w:rsidRPr="00FC452E">
        <w:rPr>
          <w:sz w:val="24"/>
        </w:rPr>
        <w:t xml:space="preserve">X. V § 124c odst. 2 písm. a) se </w:t>
      </w:r>
      <w:r>
        <w:rPr>
          <w:sz w:val="24"/>
        </w:rPr>
        <w:t>text</w:t>
      </w:r>
      <w:r w:rsidR="00FC452E" w:rsidRPr="00FC452E">
        <w:rPr>
          <w:sz w:val="24"/>
        </w:rPr>
        <w:t xml:space="preserve"> </w:t>
      </w:r>
      <w:r>
        <w:rPr>
          <w:sz w:val="24"/>
        </w:rPr>
        <w:t>„</w:t>
      </w:r>
      <w:r w:rsidR="00FC452E" w:rsidRPr="00FC452E">
        <w:rPr>
          <w:sz w:val="24"/>
        </w:rPr>
        <w:t>a), i), j), k) nebo l)</w:t>
      </w:r>
      <w:r>
        <w:rPr>
          <w:sz w:val="24"/>
        </w:rPr>
        <w:t>“</w:t>
      </w:r>
      <w:r w:rsidR="00FC452E" w:rsidRPr="00FC452E">
        <w:rPr>
          <w:sz w:val="24"/>
        </w:rPr>
        <w:t xml:space="preserve"> nahrazuj</w:t>
      </w:r>
      <w:r>
        <w:rPr>
          <w:sz w:val="24"/>
        </w:rPr>
        <w:t>e</w:t>
      </w:r>
      <w:r w:rsidR="00FC452E" w:rsidRPr="00FC452E">
        <w:rPr>
          <w:sz w:val="24"/>
        </w:rPr>
        <w:t xml:space="preserve"> </w:t>
      </w:r>
      <w:r>
        <w:rPr>
          <w:sz w:val="24"/>
        </w:rPr>
        <w:t>textem</w:t>
      </w:r>
      <w:r w:rsidR="00FC452E" w:rsidRPr="00FC452E">
        <w:rPr>
          <w:sz w:val="24"/>
        </w:rPr>
        <w:t xml:space="preserve"> </w:t>
      </w:r>
      <w:r>
        <w:rPr>
          <w:sz w:val="24"/>
        </w:rPr>
        <w:t>„</w:t>
      </w:r>
      <w:r w:rsidR="00FC452E" w:rsidRPr="00FC452E">
        <w:rPr>
          <w:sz w:val="24"/>
        </w:rPr>
        <w:t>a), i), j) nebo k)</w:t>
      </w:r>
      <w:r>
        <w:rPr>
          <w:sz w:val="24"/>
        </w:rPr>
        <w:t>“.“.</w:t>
      </w:r>
    </w:p>
    <w:p w:rsidR="00FC452E" w:rsidRPr="00FC452E" w:rsidRDefault="00FC452E" w:rsidP="008E6CD2">
      <w:pPr>
        <w:pStyle w:val="Odstavecseseznamem"/>
        <w:ind w:left="426" w:hanging="426"/>
        <w:jc w:val="both"/>
        <w:rPr>
          <w:sz w:val="24"/>
        </w:rPr>
      </w:pPr>
    </w:p>
    <w:p w:rsidR="008E6CD2" w:rsidRDefault="008E6CD2" w:rsidP="008E6CD2">
      <w:pPr>
        <w:pStyle w:val="Odstavecseseznamem"/>
        <w:spacing w:after="160" w:line="259" w:lineRule="auto"/>
        <w:ind w:left="426" w:hanging="426"/>
        <w:rPr>
          <w:sz w:val="24"/>
        </w:rPr>
      </w:pPr>
      <w:r w:rsidRPr="00FC452E">
        <w:rPr>
          <w:sz w:val="24"/>
        </w:rPr>
        <w:t xml:space="preserve">Následující body </w:t>
      </w:r>
      <w:r>
        <w:rPr>
          <w:sz w:val="24"/>
        </w:rPr>
        <w:t>se přeznačí</w:t>
      </w:r>
      <w:r w:rsidRPr="00FC452E">
        <w:rPr>
          <w:sz w:val="24"/>
        </w:rPr>
        <w:t>.</w:t>
      </w:r>
    </w:p>
    <w:p w:rsidR="00FC452E" w:rsidRPr="00FC452E" w:rsidRDefault="00FC452E" w:rsidP="008E6CD2">
      <w:pPr>
        <w:pStyle w:val="Odstavecseseznamem"/>
        <w:ind w:left="426" w:hanging="426"/>
        <w:jc w:val="both"/>
        <w:rPr>
          <w:sz w:val="24"/>
        </w:rPr>
      </w:pPr>
    </w:p>
    <w:p w:rsidR="00AA6BF3" w:rsidRDefault="00FC452E" w:rsidP="008E6CD2">
      <w:pPr>
        <w:pStyle w:val="Odstavecseseznamem"/>
        <w:numPr>
          <w:ilvl w:val="0"/>
          <w:numId w:val="36"/>
        </w:numPr>
        <w:spacing w:after="160" w:line="259" w:lineRule="auto"/>
        <w:ind w:left="426" w:hanging="426"/>
        <w:jc w:val="both"/>
        <w:rPr>
          <w:sz w:val="24"/>
        </w:rPr>
      </w:pPr>
      <w:r w:rsidRPr="00FC452E">
        <w:rPr>
          <w:sz w:val="24"/>
        </w:rPr>
        <w:t xml:space="preserve">V části </w:t>
      </w:r>
      <w:proofErr w:type="gramStart"/>
      <w:r w:rsidRPr="00FC452E">
        <w:rPr>
          <w:sz w:val="24"/>
        </w:rPr>
        <w:t>druhé čl.</w:t>
      </w:r>
      <w:proofErr w:type="gramEnd"/>
      <w:r w:rsidRPr="00FC452E">
        <w:rPr>
          <w:sz w:val="24"/>
        </w:rPr>
        <w:t xml:space="preserve"> III </w:t>
      </w:r>
      <w:proofErr w:type="gramStart"/>
      <w:r w:rsidRPr="00FC452E">
        <w:rPr>
          <w:sz w:val="24"/>
        </w:rPr>
        <w:t>se</w:t>
      </w:r>
      <w:proofErr w:type="gramEnd"/>
      <w:r w:rsidRPr="00FC452E">
        <w:rPr>
          <w:sz w:val="24"/>
        </w:rPr>
        <w:t xml:space="preserve"> za dosavadní bod 121 </w:t>
      </w:r>
      <w:proofErr w:type="gramStart"/>
      <w:r w:rsidRPr="00FC452E">
        <w:rPr>
          <w:sz w:val="24"/>
        </w:rPr>
        <w:t>vkládá</w:t>
      </w:r>
      <w:proofErr w:type="gramEnd"/>
      <w:r w:rsidRPr="00FC452E">
        <w:rPr>
          <w:sz w:val="24"/>
        </w:rPr>
        <w:t xml:space="preserve"> nový bod, který zní: </w:t>
      </w:r>
    </w:p>
    <w:p w:rsidR="00FC452E" w:rsidRPr="00FC452E" w:rsidRDefault="00FC452E" w:rsidP="008E6CD2">
      <w:pPr>
        <w:pStyle w:val="Odstavecseseznamem"/>
        <w:spacing w:after="160" w:line="259" w:lineRule="auto"/>
        <w:ind w:left="426" w:hanging="426"/>
        <w:jc w:val="both"/>
        <w:rPr>
          <w:sz w:val="24"/>
        </w:rPr>
      </w:pPr>
    </w:p>
    <w:p w:rsidR="00FC452E" w:rsidRPr="00FC452E" w:rsidRDefault="00E2144D" w:rsidP="008E6CD2">
      <w:pPr>
        <w:pStyle w:val="Odstavecseseznamem"/>
        <w:ind w:left="426" w:hanging="426"/>
        <w:jc w:val="both"/>
        <w:rPr>
          <w:sz w:val="24"/>
        </w:rPr>
      </w:pPr>
      <w:r>
        <w:rPr>
          <w:sz w:val="24"/>
        </w:rPr>
        <w:t>„</w:t>
      </w:r>
      <w:r w:rsidR="00FC452E" w:rsidRPr="00FC452E">
        <w:rPr>
          <w:sz w:val="24"/>
        </w:rPr>
        <w:t xml:space="preserve">X. V § 124c odst. 2 písm. b) se slova </w:t>
      </w:r>
      <w:r>
        <w:rPr>
          <w:sz w:val="24"/>
        </w:rPr>
        <w:t xml:space="preserve">„ nebo </w:t>
      </w:r>
      <w:r w:rsidR="00FC452E" w:rsidRPr="00FC452E">
        <w:rPr>
          <w:sz w:val="24"/>
        </w:rPr>
        <w:t>m)</w:t>
      </w:r>
      <w:r>
        <w:rPr>
          <w:sz w:val="24"/>
        </w:rPr>
        <w:t>“</w:t>
      </w:r>
      <w:r w:rsidR="00FC452E" w:rsidRPr="00FC452E">
        <w:rPr>
          <w:sz w:val="24"/>
        </w:rPr>
        <w:t xml:space="preserve"> nahrazují slovy </w:t>
      </w:r>
      <w:r>
        <w:rPr>
          <w:sz w:val="24"/>
        </w:rPr>
        <w:t xml:space="preserve">„nebo </w:t>
      </w:r>
      <w:r w:rsidR="00FC452E" w:rsidRPr="00FC452E">
        <w:rPr>
          <w:sz w:val="24"/>
        </w:rPr>
        <w:t>l)</w:t>
      </w:r>
      <w:r>
        <w:rPr>
          <w:sz w:val="24"/>
        </w:rPr>
        <w:t>“.“.</w:t>
      </w:r>
    </w:p>
    <w:p w:rsidR="00E2144D" w:rsidRDefault="00E2144D" w:rsidP="008E6CD2">
      <w:pPr>
        <w:pStyle w:val="Odstavecseseznamem"/>
        <w:ind w:left="426" w:hanging="426"/>
        <w:jc w:val="both"/>
        <w:rPr>
          <w:sz w:val="24"/>
        </w:rPr>
      </w:pPr>
    </w:p>
    <w:p w:rsidR="00E2144D" w:rsidRDefault="00E2144D" w:rsidP="00E2144D">
      <w:pPr>
        <w:pStyle w:val="Odstavecseseznamem"/>
        <w:spacing w:after="160" w:line="259" w:lineRule="auto"/>
        <w:ind w:left="426" w:hanging="426"/>
        <w:rPr>
          <w:sz w:val="24"/>
        </w:rPr>
      </w:pPr>
      <w:r w:rsidRPr="00FC452E">
        <w:rPr>
          <w:sz w:val="24"/>
        </w:rPr>
        <w:t xml:space="preserve">Následující body </w:t>
      </w:r>
      <w:r>
        <w:rPr>
          <w:sz w:val="24"/>
        </w:rPr>
        <w:t>se přeznačí</w:t>
      </w:r>
      <w:r w:rsidRPr="00FC452E">
        <w:rPr>
          <w:sz w:val="24"/>
        </w:rPr>
        <w:t>.</w:t>
      </w:r>
    </w:p>
    <w:p w:rsidR="00FC452E" w:rsidRPr="00FC452E" w:rsidRDefault="00FC452E" w:rsidP="008E6CD2">
      <w:pPr>
        <w:pStyle w:val="Odstavecseseznamem"/>
        <w:ind w:left="426" w:hanging="426"/>
        <w:jc w:val="both"/>
        <w:rPr>
          <w:sz w:val="24"/>
        </w:rPr>
      </w:pPr>
    </w:p>
    <w:p w:rsidR="00AA6BF3" w:rsidRDefault="00FC452E" w:rsidP="008E6CD2">
      <w:pPr>
        <w:pStyle w:val="Odstavecseseznamem"/>
        <w:numPr>
          <w:ilvl w:val="0"/>
          <w:numId w:val="36"/>
        </w:numPr>
        <w:spacing w:after="160" w:line="259" w:lineRule="auto"/>
        <w:ind w:left="426" w:hanging="426"/>
        <w:jc w:val="both"/>
        <w:rPr>
          <w:sz w:val="24"/>
        </w:rPr>
      </w:pPr>
      <w:r w:rsidRPr="00FC452E">
        <w:rPr>
          <w:sz w:val="24"/>
        </w:rPr>
        <w:t xml:space="preserve">V části druhé čl. </w:t>
      </w:r>
      <w:proofErr w:type="gramStart"/>
      <w:r w:rsidRPr="00FC452E">
        <w:rPr>
          <w:sz w:val="24"/>
        </w:rPr>
        <w:t>III</w:t>
      </w:r>
      <w:proofErr w:type="gramEnd"/>
      <w:r w:rsidRPr="00FC452E">
        <w:rPr>
          <w:sz w:val="24"/>
        </w:rPr>
        <w:t xml:space="preserve"> dosavadní bod 122 nově zní:</w:t>
      </w:r>
    </w:p>
    <w:p w:rsidR="00AA6BF3" w:rsidRDefault="00AA6BF3" w:rsidP="008E6CD2">
      <w:pPr>
        <w:pStyle w:val="Odstavecseseznamem"/>
        <w:spacing w:after="160" w:line="259" w:lineRule="auto"/>
        <w:ind w:left="426" w:hanging="426"/>
        <w:jc w:val="both"/>
        <w:rPr>
          <w:sz w:val="24"/>
        </w:rPr>
      </w:pPr>
    </w:p>
    <w:p w:rsidR="00AA6BF3" w:rsidRDefault="00FC452E" w:rsidP="008E6CD2">
      <w:pPr>
        <w:pStyle w:val="Odstavecseseznamem"/>
        <w:spacing w:after="160" w:line="259" w:lineRule="auto"/>
        <w:ind w:left="426" w:hanging="426"/>
        <w:jc w:val="both"/>
        <w:rPr>
          <w:sz w:val="24"/>
        </w:rPr>
      </w:pPr>
      <w:r w:rsidRPr="00FC452E">
        <w:rPr>
          <w:sz w:val="24"/>
        </w:rPr>
        <w:t>„1</w:t>
      </w:r>
      <w:r w:rsidR="00E2144D">
        <w:rPr>
          <w:sz w:val="24"/>
        </w:rPr>
        <w:t>22</w:t>
      </w:r>
      <w:r w:rsidRPr="00FC452E">
        <w:rPr>
          <w:sz w:val="24"/>
        </w:rPr>
        <w:t xml:space="preserve">. V § 124c odst. 2 písm. c) se slova „nebo f)“ nahrazují </w:t>
      </w:r>
      <w:proofErr w:type="gramStart"/>
      <w:r w:rsidRPr="00FC452E">
        <w:rPr>
          <w:sz w:val="24"/>
        </w:rPr>
        <w:t>slovy „ , f) nebo</w:t>
      </w:r>
      <w:proofErr w:type="gramEnd"/>
      <w:r w:rsidRPr="00FC452E">
        <w:rPr>
          <w:sz w:val="24"/>
        </w:rPr>
        <w:t xml:space="preserve"> </w:t>
      </w:r>
      <w:r w:rsidR="00E2144D">
        <w:rPr>
          <w:sz w:val="24"/>
        </w:rPr>
        <w:t>m</w:t>
      </w:r>
      <w:r w:rsidRPr="00FC452E">
        <w:rPr>
          <w:sz w:val="24"/>
        </w:rPr>
        <w:t>)“.“</w:t>
      </w:r>
      <w:r w:rsidR="00E2144D">
        <w:rPr>
          <w:sz w:val="24"/>
        </w:rPr>
        <w:t>.</w:t>
      </w:r>
    </w:p>
    <w:p w:rsidR="00FC452E" w:rsidRDefault="00FC452E" w:rsidP="008E6CD2">
      <w:pPr>
        <w:pStyle w:val="Odstavecseseznamem"/>
        <w:spacing w:after="160" w:line="259" w:lineRule="auto"/>
        <w:ind w:left="426" w:hanging="426"/>
        <w:jc w:val="both"/>
        <w:rPr>
          <w:sz w:val="24"/>
        </w:rPr>
      </w:pPr>
    </w:p>
    <w:p w:rsidR="00E2144D" w:rsidRDefault="00E2144D" w:rsidP="008E6CD2">
      <w:pPr>
        <w:pStyle w:val="Odstavecseseznamem"/>
        <w:spacing w:after="160" w:line="259" w:lineRule="auto"/>
        <w:ind w:left="426" w:hanging="426"/>
        <w:jc w:val="both"/>
        <w:rPr>
          <w:sz w:val="24"/>
        </w:rPr>
      </w:pPr>
    </w:p>
    <w:p w:rsidR="00E2144D" w:rsidRPr="00FC452E" w:rsidRDefault="00E2144D" w:rsidP="008E6CD2">
      <w:pPr>
        <w:pStyle w:val="Odstavecseseznamem"/>
        <w:spacing w:after="160" w:line="259" w:lineRule="auto"/>
        <w:ind w:left="426" w:hanging="426"/>
        <w:jc w:val="both"/>
        <w:rPr>
          <w:sz w:val="24"/>
        </w:rPr>
      </w:pPr>
    </w:p>
    <w:p w:rsidR="00FC452E" w:rsidRPr="00FC452E" w:rsidRDefault="00FC452E" w:rsidP="008E6CD2">
      <w:pPr>
        <w:pStyle w:val="Odstavecseseznamem"/>
        <w:numPr>
          <w:ilvl w:val="0"/>
          <w:numId w:val="36"/>
        </w:numPr>
        <w:spacing w:after="160" w:line="259" w:lineRule="auto"/>
        <w:ind w:left="426" w:hanging="426"/>
        <w:jc w:val="both"/>
        <w:rPr>
          <w:sz w:val="24"/>
        </w:rPr>
      </w:pPr>
      <w:r w:rsidRPr="00FC452E">
        <w:rPr>
          <w:sz w:val="24"/>
        </w:rPr>
        <w:lastRenderedPageBreak/>
        <w:t xml:space="preserve">V části </w:t>
      </w:r>
      <w:proofErr w:type="gramStart"/>
      <w:r w:rsidRPr="00FC452E">
        <w:rPr>
          <w:sz w:val="24"/>
        </w:rPr>
        <w:t>druhé čl.</w:t>
      </w:r>
      <w:proofErr w:type="gramEnd"/>
      <w:r w:rsidRPr="00FC452E">
        <w:rPr>
          <w:sz w:val="24"/>
        </w:rPr>
        <w:t xml:space="preserve"> III </w:t>
      </w:r>
      <w:proofErr w:type="gramStart"/>
      <w:r w:rsidRPr="00FC452E">
        <w:rPr>
          <w:sz w:val="24"/>
        </w:rPr>
        <w:t>se</w:t>
      </w:r>
      <w:proofErr w:type="gramEnd"/>
      <w:r w:rsidRPr="00FC452E">
        <w:rPr>
          <w:sz w:val="24"/>
        </w:rPr>
        <w:t xml:space="preserve"> za dosavadní bod 122 </w:t>
      </w:r>
      <w:proofErr w:type="gramStart"/>
      <w:r w:rsidRPr="00FC452E">
        <w:rPr>
          <w:sz w:val="24"/>
        </w:rPr>
        <w:t>vkládá</w:t>
      </w:r>
      <w:proofErr w:type="gramEnd"/>
      <w:r w:rsidRPr="00FC452E">
        <w:rPr>
          <w:sz w:val="24"/>
        </w:rPr>
        <w:t xml:space="preserve"> nový bod, který zní:</w:t>
      </w:r>
    </w:p>
    <w:p w:rsidR="00AA6BF3" w:rsidRDefault="00AA6BF3" w:rsidP="008E6CD2">
      <w:pPr>
        <w:pStyle w:val="Odstavecseseznamem"/>
        <w:ind w:left="426" w:hanging="426"/>
        <w:jc w:val="both"/>
        <w:rPr>
          <w:sz w:val="24"/>
        </w:rPr>
      </w:pPr>
    </w:p>
    <w:p w:rsidR="00FC452E" w:rsidRPr="00FC452E" w:rsidRDefault="00FC452E" w:rsidP="00AB131A">
      <w:pPr>
        <w:pStyle w:val="Odstavecseseznamem"/>
        <w:ind w:left="426" w:hanging="426"/>
        <w:rPr>
          <w:sz w:val="24"/>
        </w:rPr>
      </w:pPr>
      <w:r w:rsidRPr="00FC452E">
        <w:rPr>
          <w:sz w:val="24"/>
        </w:rPr>
        <w:t>„X. V §</w:t>
      </w:r>
      <w:r w:rsidR="00E2144D">
        <w:rPr>
          <w:sz w:val="24"/>
        </w:rPr>
        <w:t xml:space="preserve"> </w:t>
      </w:r>
      <w:r w:rsidRPr="00FC452E">
        <w:rPr>
          <w:sz w:val="24"/>
        </w:rPr>
        <w:t xml:space="preserve">125 odst. 1 se slovo „Komora“ </w:t>
      </w:r>
      <w:r w:rsidR="00E2144D">
        <w:rPr>
          <w:sz w:val="24"/>
        </w:rPr>
        <w:t>n</w:t>
      </w:r>
      <w:r w:rsidRPr="00FC452E">
        <w:rPr>
          <w:sz w:val="24"/>
        </w:rPr>
        <w:t>ahrazuje slovem „Ministerstvo“.“</w:t>
      </w:r>
      <w:r w:rsidR="00E2144D">
        <w:rPr>
          <w:sz w:val="24"/>
        </w:rPr>
        <w:t>.</w:t>
      </w:r>
    </w:p>
    <w:p w:rsidR="00FC452E" w:rsidRPr="00FC452E" w:rsidRDefault="00FC452E" w:rsidP="00AB131A">
      <w:pPr>
        <w:pStyle w:val="Odstavecseseznamem"/>
        <w:ind w:left="426" w:hanging="426"/>
        <w:rPr>
          <w:sz w:val="24"/>
        </w:rPr>
      </w:pPr>
    </w:p>
    <w:p w:rsidR="00E2144D" w:rsidRDefault="00E2144D" w:rsidP="00E2144D">
      <w:pPr>
        <w:pStyle w:val="Odstavecseseznamem"/>
        <w:spacing w:after="160" w:line="259" w:lineRule="auto"/>
        <w:ind w:left="426" w:hanging="426"/>
        <w:rPr>
          <w:sz w:val="24"/>
        </w:rPr>
      </w:pPr>
      <w:r w:rsidRPr="00FC452E">
        <w:rPr>
          <w:sz w:val="24"/>
        </w:rPr>
        <w:t xml:space="preserve">Následující body </w:t>
      </w:r>
      <w:r>
        <w:rPr>
          <w:sz w:val="24"/>
        </w:rPr>
        <w:t>se přeznačí</w:t>
      </w:r>
      <w:r w:rsidRPr="00FC452E">
        <w:rPr>
          <w:sz w:val="24"/>
        </w:rPr>
        <w:t>.</w:t>
      </w:r>
    </w:p>
    <w:p w:rsidR="00FC452E" w:rsidRPr="00FC452E" w:rsidRDefault="00FC452E" w:rsidP="00AB131A">
      <w:pPr>
        <w:pStyle w:val="Odstavecseseznamem"/>
        <w:ind w:left="426" w:hanging="426"/>
        <w:rPr>
          <w:sz w:val="24"/>
        </w:rPr>
      </w:pPr>
    </w:p>
    <w:p w:rsidR="00AA6BF3" w:rsidRDefault="00FC452E" w:rsidP="00AB131A">
      <w:pPr>
        <w:pStyle w:val="Odstavecseseznamem"/>
        <w:numPr>
          <w:ilvl w:val="0"/>
          <w:numId w:val="36"/>
        </w:numPr>
        <w:spacing w:after="160" w:line="259" w:lineRule="auto"/>
        <w:ind w:left="426" w:hanging="426"/>
        <w:rPr>
          <w:sz w:val="24"/>
        </w:rPr>
      </w:pPr>
      <w:r w:rsidRPr="00FC452E">
        <w:rPr>
          <w:sz w:val="24"/>
        </w:rPr>
        <w:t xml:space="preserve">V části druhé čl. </w:t>
      </w:r>
      <w:proofErr w:type="gramStart"/>
      <w:r w:rsidRPr="00FC452E">
        <w:rPr>
          <w:sz w:val="24"/>
        </w:rPr>
        <w:t>III</w:t>
      </w:r>
      <w:proofErr w:type="gramEnd"/>
      <w:r w:rsidRPr="00FC452E">
        <w:rPr>
          <w:sz w:val="24"/>
        </w:rPr>
        <w:t xml:space="preserve"> dosavadní bod 125 nově zní:</w:t>
      </w:r>
    </w:p>
    <w:p w:rsidR="00AA6BF3" w:rsidRDefault="00AA6BF3" w:rsidP="00AB131A">
      <w:pPr>
        <w:pStyle w:val="Odstavecseseznamem"/>
        <w:spacing w:after="160" w:line="259" w:lineRule="auto"/>
        <w:ind w:left="426" w:hanging="426"/>
        <w:rPr>
          <w:sz w:val="24"/>
        </w:rPr>
      </w:pPr>
    </w:p>
    <w:p w:rsidR="00AA6BF3" w:rsidRDefault="00FC452E" w:rsidP="00AB131A">
      <w:pPr>
        <w:pStyle w:val="Odstavecseseznamem"/>
        <w:spacing w:after="160" w:line="259" w:lineRule="auto"/>
        <w:ind w:left="426" w:hanging="426"/>
        <w:rPr>
          <w:sz w:val="24"/>
        </w:rPr>
      </w:pPr>
      <w:r w:rsidRPr="00FC452E">
        <w:rPr>
          <w:sz w:val="24"/>
        </w:rPr>
        <w:t>„125. V § 125 se za odstavec 3 vkládají nové odstavce 4 a 5, které znějí:</w:t>
      </w:r>
    </w:p>
    <w:p w:rsidR="00AA6BF3" w:rsidRDefault="00AA6BF3" w:rsidP="00AB131A">
      <w:pPr>
        <w:pStyle w:val="Odstavecseseznamem"/>
        <w:spacing w:after="160" w:line="259" w:lineRule="auto"/>
        <w:ind w:left="426" w:hanging="426"/>
        <w:rPr>
          <w:sz w:val="24"/>
        </w:rPr>
      </w:pPr>
    </w:p>
    <w:p w:rsidR="00FC452E" w:rsidRPr="00FC452E" w:rsidRDefault="00FC452E" w:rsidP="00E2144D">
      <w:pPr>
        <w:pStyle w:val="Odstavecseseznamem"/>
        <w:spacing w:after="160" w:line="259" w:lineRule="auto"/>
        <w:ind w:left="0" w:firstLine="426"/>
        <w:jc w:val="both"/>
        <w:rPr>
          <w:sz w:val="24"/>
        </w:rPr>
      </w:pPr>
      <w:r w:rsidRPr="00FC452E">
        <w:rPr>
          <w:sz w:val="24"/>
        </w:rPr>
        <w:t>„(4) Centrální evidence exekucí je veřejným seznamem v části tvořené zapsanými údaji, které nebyly vymazány, a neveřejným seznamem v části tvořené vymazanými údaji. Ministerstvo zveřejňuje údaje z centrální evidence exekucí způsobem umožňujícím dálkový přístup; na písemnou žádost soudu nebo orgánů činných v trestním řízení poskytne ministerstvo informace z neveřejné části.</w:t>
      </w:r>
    </w:p>
    <w:p w:rsidR="00FC452E" w:rsidRPr="00FC452E" w:rsidRDefault="00FC452E" w:rsidP="00AB131A">
      <w:pPr>
        <w:pStyle w:val="Odstavecseseznamem"/>
        <w:ind w:left="426" w:hanging="426"/>
        <w:rPr>
          <w:sz w:val="24"/>
        </w:rPr>
      </w:pPr>
    </w:p>
    <w:p w:rsidR="00FC452E" w:rsidRPr="00FC452E" w:rsidRDefault="00FC452E" w:rsidP="00E2144D">
      <w:pPr>
        <w:pStyle w:val="Odstavecseseznamem"/>
        <w:ind w:left="426"/>
        <w:rPr>
          <w:sz w:val="24"/>
        </w:rPr>
      </w:pPr>
      <w:r w:rsidRPr="00FC452E">
        <w:rPr>
          <w:sz w:val="24"/>
        </w:rPr>
        <w:t>(5) Centrální evidence exekucí je vedena, provozována a spravována ministerstvem.“.</w:t>
      </w:r>
    </w:p>
    <w:p w:rsidR="00FC452E" w:rsidRPr="00FC452E" w:rsidRDefault="00FC452E" w:rsidP="00AB131A">
      <w:pPr>
        <w:pStyle w:val="Odstavecseseznamem"/>
        <w:ind w:left="426" w:hanging="426"/>
        <w:rPr>
          <w:sz w:val="24"/>
        </w:rPr>
      </w:pPr>
    </w:p>
    <w:p w:rsidR="00FC452E" w:rsidRPr="00FC452E" w:rsidRDefault="00FC452E" w:rsidP="00AB131A">
      <w:pPr>
        <w:pStyle w:val="Odstavecseseznamem"/>
        <w:ind w:left="426" w:hanging="426"/>
        <w:rPr>
          <w:sz w:val="24"/>
        </w:rPr>
      </w:pPr>
      <w:r w:rsidRPr="00FC452E">
        <w:rPr>
          <w:sz w:val="24"/>
        </w:rPr>
        <w:t>Dosavadní odstavce 4 až 8 se označují jako odstavce 6 až 10.</w:t>
      </w:r>
      <w:r w:rsidR="002C2A9F">
        <w:rPr>
          <w:sz w:val="24"/>
        </w:rPr>
        <w:t>“.</w:t>
      </w:r>
    </w:p>
    <w:p w:rsidR="00FC452E" w:rsidRPr="00FC452E" w:rsidRDefault="00FC452E" w:rsidP="00AB131A">
      <w:pPr>
        <w:pStyle w:val="Odstavecseseznamem"/>
        <w:ind w:left="426" w:hanging="426"/>
        <w:rPr>
          <w:sz w:val="24"/>
        </w:rPr>
      </w:pPr>
    </w:p>
    <w:p w:rsidR="00AA6BF3" w:rsidRDefault="00FC452E" w:rsidP="00AB131A">
      <w:pPr>
        <w:pStyle w:val="Odstavecseseznamem"/>
        <w:numPr>
          <w:ilvl w:val="0"/>
          <w:numId w:val="36"/>
        </w:numPr>
        <w:spacing w:after="160" w:line="259" w:lineRule="auto"/>
        <w:ind w:left="426" w:hanging="426"/>
        <w:rPr>
          <w:sz w:val="24"/>
        </w:rPr>
      </w:pPr>
      <w:r w:rsidRPr="00FC452E">
        <w:rPr>
          <w:sz w:val="24"/>
        </w:rPr>
        <w:t xml:space="preserve">V části druhé čl. </w:t>
      </w:r>
      <w:proofErr w:type="gramStart"/>
      <w:r w:rsidRPr="00FC452E">
        <w:rPr>
          <w:sz w:val="24"/>
        </w:rPr>
        <w:t>III</w:t>
      </w:r>
      <w:proofErr w:type="gramEnd"/>
      <w:r w:rsidRPr="00FC452E">
        <w:rPr>
          <w:sz w:val="24"/>
        </w:rPr>
        <w:t xml:space="preserve"> dosavadní bod 127 nově zní:</w:t>
      </w:r>
    </w:p>
    <w:p w:rsidR="00AA6BF3" w:rsidRDefault="00AA6BF3" w:rsidP="00AB131A">
      <w:pPr>
        <w:pStyle w:val="Odstavecseseznamem"/>
        <w:spacing w:after="160" w:line="259" w:lineRule="auto"/>
        <w:ind w:left="426" w:hanging="426"/>
        <w:rPr>
          <w:sz w:val="24"/>
        </w:rPr>
      </w:pPr>
    </w:p>
    <w:p w:rsidR="00AA6BF3" w:rsidRDefault="00FC452E" w:rsidP="00AB131A">
      <w:pPr>
        <w:pStyle w:val="Odstavecseseznamem"/>
        <w:spacing w:after="160" w:line="259" w:lineRule="auto"/>
        <w:ind w:left="426" w:hanging="426"/>
        <w:rPr>
          <w:sz w:val="24"/>
        </w:rPr>
      </w:pPr>
      <w:r w:rsidRPr="00FC452E">
        <w:rPr>
          <w:sz w:val="24"/>
        </w:rPr>
        <w:t>„</w:t>
      </w:r>
      <w:r w:rsidR="002C2A9F">
        <w:rPr>
          <w:sz w:val="24"/>
        </w:rPr>
        <w:t xml:space="preserve">127. </w:t>
      </w:r>
      <w:r w:rsidRPr="00FC452E">
        <w:rPr>
          <w:sz w:val="24"/>
        </w:rPr>
        <w:t>V § 125 se odstavce 8 a 9 zrušují.</w:t>
      </w:r>
    </w:p>
    <w:p w:rsidR="00AA6BF3" w:rsidRDefault="00AA6BF3" w:rsidP="00AB131A">
      <w:pPr>
        <w:pStyle w:val="Odstavecseseznamem"/>
        <w:spacing w:after="160" w:line="259" w:lineRule="auto"/>
        <w:ind w:left="426" w:hanging="426"/>
        <w:rPr>
          <w:sz w:val="24"/>
        </w:rPr>
      </w:pPr>
    </w:p>
    <w:p w:rsidR="00AA6BF3" w:rsidRDefault="002C2A9F" w:rsidP="00AB131A">
      <w:pPr>
        <w:pStyle w:val="Odstavecseseznamem"/>
        <w:spacing w:after="160" w:line="259" w:lineRule="auto"/>
        <w:ind w:left="426" w:hanging="426"/>
        <w:rPr>
          <w:sz w:val="24"/>
        </w:rPr>
      </w:pPr>
      <w:r>
        <w:rPr>
          <w:sz w:val="24"/>
        </w:rPr>
        <w:t>Dosavadní o</w:t>
      </w:r>
      <w:r w:rsidR="00FC452E" w:rsidRPr="00FC452E">
        <w:rPr>
          <w:sz w:val="24"/>
        </w:rPr>
        <w:t>dstavec 10 se označuje jako odstavec 8.</w:t>
      </w:r>
      <w:r>
        <w:rPr>
          <w:sz w:val="24"/>
        </w:rPr>
        <w:t>“.</w:t>
      </w:r>
    </w:p>
    <w:p w:rsidR="00FC452E" w:rsidRPr="00FC452E" w:rsidRDefault="00FC452E" w:rsidP="00AB131A">
      <w:pPr>
        <w:pStyle w:val="Odstavecseseznamem"/>
        <w:spacing w:after="160" w:line="259" w:lineRule="auto"/>
        <w:ind w:left="426" w:hanging="426"/>
        <w:rPr>
          <w:sz w:val="24"/>
        </w:rPr>
      </w:pPr>
    </w:p>
    <w:p w:rsidR="00AA6BF3" w:rsidRDefault="00FC452E" w:rsidP="00AB131A">
      <w:pPr>
        <w:pStyle w:val="Odstavecseseznamem"/>
        <w:numPr>
          <w:ilvl w:val="0"/>
          <w:numId w:val="36"/>
        </w:numPr>
        <w:spacing w:after="160" w:line="259" w:lineRule="auto"/>
        <w:ind w:left="426" w:hanging="426"/>
        <w:rPr>
          <w:sz w:val="24"/>
        </w:rPr>
      </w:pPr>
      <w:r w:rsidRPr="00FC452E">
        <w:rPr>
          <w:sz w:val="24"/>
        </w:rPr>
        <w:t xml:space="preserve">V části druhé čl. </w:t>
      </w:r>
      <w:proofErr w:type="gramStart"/>
      <w:r w:rsidRPr="00FC452E">
        <w:rPr>
          <w:sz w:val="24"/>
        </w:rPr>
        <w:t>III</w:t>
      </w:r>
      <w:proofErr w:type="gramEnd"/>
      <w:r w:rsidRPr="00FC452E">
        <w:rPr>
          <w:sz w:val="24"/>
        </w:rPr>
        <w:t xml:space="preserve"> dosavadní bod 128 nově zní:</w:t>
      </w:r>
    </w:p>
    <w:p w:rsidR="00AA6BF3" w:rsidRDefault="00AA6BF3" w:rsidP="00AB131A">
      <w:pPr>
        <w:pStyle w:val="Odstavecseseznamem"/>
        <w:spacing w:after="160" w:line="259" w:lineRule="auto"/>
        <w:ind w:left="426" w:hanging="426"/>
        <w:rPr>
          <w:sz w:val="24"/>
        </w:rPr>
      </w:pPr>
    </w:p>
    <w:p w:rsidR="00AA6BF3" w:rsidRDefault="00FC452E" w:rsidP="00AB131A">
      <w:pPr>
        <w:pStyle w:val="Odstavecseseznamem"/>
        <w:spacing w:after="160" w:line="259" w:lineRule="auto"/>
        <w:ind w:left="426" w:hanging="426"/>
        <w:rPr>
          <w:sz w:val="24"/>
        </w:rPr>
      </w:pPr>
      <w:r w:rsidRPr="00FC452E">
        <w:rPr>
          <w:sz w:val="24"/>
        </w:rPr>
        <w:t>„</w:t>
      </w:r>
      <w:r w:rsidR="002C2A9F">
        <w:rPr>
          <w:sz w:val="24"/>
        </w:rPr>
        <w:t xml:space="preserve">128. </w:t>
      </w:r>
      <w:r w:rsidRPr="00FC452E">
        <w:rPr>
          <w:sz w:val="24"/>
        </w:rPr>
        <w:t>V § 125 odst. 8 se slovo „Komora“ nahrazuje slovem „Ministerstvo“.“</w:t>
      </w:r>
      <w:r w:rsidR="002C2A9F">
        <w:rPr>
          <w:sz w:val="24"/>
        </w:rPr>
        <w:t>.</w:t>
      </w:r>
    </w:p>
    <w:p w:rsidR="00FC452E" w:rsidRPr="00FC452E" w:rsidRDefault="00FC452E" w:rsidP="00AB131A">
      <w:pPr>
        <w:pStyle w:val="Odstavecseseznamem"/>
        <w:spacing w:after="160" w:line="259" w:lineRule="auto"/>
        <w:ind w:left="426" w:hanging="426"/>
        <w:rPr>
          <w:sz w:val="24"/>
        </w:rPr>
      </w:pPr>
    </w:p>
    <w:p w:rsidR="00FC452E" w:rsidRPr="00FC452E" w:rsidRDefault="00FC452E" w:rsidP="00AB131A">
      <w:pPr>
        <w:pStyle w:val="Odstavecseseznamem"/>
        <w:numPr>
          <w:ilvl w:val="0"/>
          <w:numId w:val="36"/>
        </w:numPr>
        <w:spacing w:after="160" w:line="259" w:lineRule="auto"/>
        <w:ind w:left="426" w:hanging="426"/>
        <w:rPr>
          <w:sz w:val="24"/>
        </w:rPr>
      </w:pPr>
      <w:r w:rsidRPr="00FC452E">
        <w:rPr>
          <w:sz w:val="24"/>
        </w:rPr>
        <w:t xml:space="preserve">V části </w:t>
      </w:r>
      <w:proofErr w:type="gramStart"/>
      <w:r w:rsidRPr="00FC452E">
        <w:rPr>
          <w:sz w:val="24"/>
        </w:rPr>
        <w:t>druhé čl.</w:t>
      </w:r>
      <w:proofErr w:type="gramEnd"/>
      <w:r w:rsidRPr="00FC452E">
        <w:rPr>
          <w:sz w:val="24"/>
        </w:rPr>
        <w:t xml:space="preserve"> III </w:t>
      </w:r>
      <w:proofErr w:type="gramStart"/>
      <w:r w:rsidRPr="00FC452E">
        <w:rPr>
          <w:sz w:val="24"/>
        </w:rPr>
        <w:t>se</w:t>
      </w:r>
      <w:proofErr w:type="gramEnd"/>
      <w:r w:rsidRPr="00FC452E">
        <w:rPr>
          <w:sz w:val="24"/>
        </w:rPr>
        <w:t xml:space="preserve"> bod 129 </w:t>
      </w:r>
      <w:proofErr w:type="gramStart"/>
      <w:r w:rsidRPr="00FC452E">
        <w:rPr>
          <w:sz w:val="24"/>
        </w:rPr>
        <w:t>zrušuje</w:t>
      </w:r>
      <w:proofErr w:type="gramEnd"/>
      <w:r w:rsidRPr="00FC452E">
        <w:rPr>
          <w:sz w:val="24"/>
        </w:rPr>
        <w:t>.</w:t>
      </w:r>
    </w:p>
    <w:p w:rsidR="002C2A9F" w:rsidRPr="002C2A9F" w:rsidRDefault="002C2A9F" w:rsidP="002C2A9F">
      <w:pPr>
        <w:spacing w:after="160" w:line="259" w:lineRule="auto"/>
      </w:pPr>
      <w:r w:rsidRPr="002C2A9F">
        <w:t>Následující body se přeznačí.</w:t>
      </w:r>
    </w:p>
    <w:p w:rsidR="00FC452E" w:rsidRPr="00FC452E" w:rsidRDefault="00FC452E" w:rsidP="00AB131A">
      <w:pPr>
        <w:pStyle w:val="Odstavecseseznamem"/>
        <w:ind w:left="426" w:hanging="426"/>
        <w:rPr>
          <w:sz w:val="24"/>
        </w:rPr>
      </w:pPr>
    </w:p>
    <w:p w:rsidR="00FC452E" w:rsidRPr="00FC452E" w:rsidRDefault="00FC452E" w:rsidP="00AB131A">
      <w:pPr>
        <w:pStyle w:val="Odstavecseseznamem"/>
        <w:numPr>
          <w:ilvl w:val="0"/>
          <w:numId w:val="36"/>
        </w:numPr>
        <w:pBdr>
          <w:top w:val="nil"/>
          <w:left w:val="nil"/>
          <w:bottom w:val="nil"/>
          <w:right w:val="nil"/>
          <w:between w:val="nil"/>
          <w:bar w:val="nil"/>
        </w:pBdr>
        <w:suppressAutoHyphens/>
        <w:snapToGrid w:val="0"/>
        <w:spacing w:after="120"/>
        <w:ind w:left="426" w:hanging="426"/>
        <w:rPr>
          <w:sz w:val="24"/>
        </w:rPr>
      </w:pPr>
      <w:r w:rsidRPr="00FC452E">
        <w:rPr>
          <w:sz w:val="24"/>
        </w:rPr>
        <w:t>Tento návrh nabývá účinnosti 1</w:t>
      </w:r>
      <w:r w:rsidR="002C2A9F">
        <w:rPr>
          <w:sz w:val="24"/>
        </w:rPr>
        <w:t xml:space="preserve">. července </w:t>
      </w:r>
      <w:r w:rsidRPr="00FC452E">
        <w:rPr>
          <w:sz w:val="24"/>
        </w:rPr>
        <w:t>2023.</w:t>
      </w:r>
    </w:p>
    <w:p w:rsidR="00FC452E" w:rsidRDefault="00FC452E"/>
    <w:p w:rsidR="00AA6BF3" w:rsidRDefault="00AA6BF3"/>
    <w:p w:rsidR="00FC452E" w:rsidRDefault="00FC452E">
      <w:pPr>
        <w:rPr>
          <w:i/>
        </w:rPr>
      </w:pPr>
      <w:r w:rsidRPr="00FC452E">
        <w:rPr>
          <w:i/>
        </w:rPr>
        <w:t>SD 7168</w:t>
      </w:r>
    </w:p>
    <w:p w:rsidR="002C2A9F" w:rsidRDefault="002C2A9F">
      <w:pPr>
        <w:rPr>
          <w:i/>
        </w:rPr>
      </w:pPr>
    </w:p>
    <w:p w:rsidR="002C2A9F" w:rsidRPr="002C2A9F" w:rsidRDefault="002C2A9F">
      <w:pPr>
        <w:rPr>
          <w:b/>
        </w:rPr>
      </w:pPr>
      <w:r w:rsidRPr="002C2A9F">
        <w:rPr>
          <w:b/>
        </w:rPr>
        <w:t>J4.</w:t>
      </w:r>
    </w:p>
    <w:p w:rsidR="00FC452E" w:rsidRDefault="00FC452E" w:rsidP="002C2A9F">
      <w:pPr>
        <w:pBdr>
          <w:top w:val="nil"/>
          <w:left w:val="nil"/>
          <w:bottom w:val="nil"/>
          <w:right w:val="nil"/>
          <w:between w:val="nil"/>
          <w:bar w:val="nil"/>
        </w:pBdr>
        <w:snapToGrid w:val="0"/>
        <w:jc w:val="both"/>
        <w:rPr>
          <w:rFonts w:eastAsia="Times New Roman" w:cs="Times New Roman"/>
          <w:b/>
          <w:bCs/>
        </w:rPr>
      </w:pPr>
    </w:p>
    <w:p w:rsidR="00FC452E" w:rsidRPr="007A4F79" w:rsidRDefault="00FC452E" w:rsidP="007A4F79">
      <w:pPr>
        <w:pBdr>
          <w:top w:val="nil"/>
          <w:left w:val="nil"/>
          <w:bottom w:val="nil"/>
          <w:right w:val="nil"/>
          <w:between w:val="nil"/>
          <w:bar w:val="nil"/>
        </w:pBdr>
        <w:snapToGrid w:val="0"/>
        <w:jc w:val="both"/>
      </w:pPr>
      <w:r w:rsidRPr="007A4F79">
        <w:t>V části první Čl. I se za bod č. 33 vkládá nový novelizační bod 34, který zní:</w:t>
      </w:r>
    </w:p>
    <w:p w:rsidR="00FC452E" w:rsidRDefault="00FC452E" w:rsidP="002C2A9F">
      <w:pPr>
        <w:pBdr>
          <w:top w:val="nil"/>
          <w:left w:val="nil"/>
          <w:bottom w:val="nil"/>
          <w:right w:val="nil"/>
          <w:between w:val="nil"/>
          <w:bar w:val="nil"/>
        </w:pBdr>
        <w:snapToGrid w:val="0"/>
        <w:jc w:val="both"/>
        <w:rPr>
          <w:rFonts w:eastAsia="Times New Roman" w:cs="Times New Roman"/>
        </w:rPr>
      </w:pPr>
    </w:p>
    <w:p w:rsidR="00FC452E" w:rsidRPr="007A4F79" w:rsidRDefault="007A4F79" w:rsidP="007A4F79">
      <w:pPr>
        <w:pBdr>
          <w:top w:val="nil"/>
          <w:left w:val="nil"/>
          <w:bottom w:val="nil"/>
          <w:right w:val="nil"/>
          <w:between w:val="nil"/>
          <w:bar w:val="nil"/>
        </w:pBdr>
        <w:snapToGrid w:val="0"/>
        <w:jc w:val="both"/>
      </w:pPr>
      <w:r>
        <w:t>„</w:t>
      </w:r>
      <w:r w:rsidR="00FC452E" w:rsidRPr="007A4F79">
        <w:t>34. V § 326 se na konci odstavce 9 doplňuje věta „V případě, kdy povinný není soupisu přítomen, přibere ten, kdo provádí soupis, na místo soupisu orgán Policie České republiky.“</w:t>
      </w:r>
      <w:r>
        <w:t>.“.</w:t>
      </w:r>
    </w:p>
    <w:p w:rsidR="00FC452E" w:rsidRDefault="00FC452E" w:rsidP="002C2A9F">
      <w:pPr>
        <w:pBdr>
          <w:top w:val="nil"/>
          <w:left w:val="nil"/>
          <w:bottom w:val="nil"/>
          <w:right w:val="nil"/>
          <w:between w:val="nil"/>
          <w:bar w:val="nil"/>
        </w:pBdr>
        <w:snapToGrid w:val="0"/>
        <w:jc w:val="both"/>
        <w:rPr>
          <w:rFonts w:eastAsia="Times New Roman" w:cs="Times New Roman"/>
        </w:rPr>
      </w:pPr>
    </w:p>
    <w:p w:rsidR="007A4F79" w:rsidRDefault="007A4F79" w:rsidP="007A4F79">
      <w:pPr>
        <w:pStyle w:val="Odstavecseseznamem"/>
        <w:spacing w:after="160" w:line="259" w:lineRule="auto"/>
        <w:ind w:left="426" w:hanging="426"/>
        <w:rPr>
          <w:sz w:val="24"/>
        </w:rPr>
      </w:pPr>
      <w:r w:rsidRPr="00FC452E">
        <w:rPr>
          <w:sz w:val="24"/>
        </w:rPr>
        <w:t xml:space="preserve">Následující body </w:t>
      </w:r>
      <w:r>
        <w:rPr>
          <w:sz w:val="24"/>
        </w:rPr>
        <w:t>se přeznačí</w:t>
      </w:r>
      <w:r w:rsidRPr="00FC452E">
        <w:rPr>
          <w:sz w:val="24"/>
        </w:rPr>
        <w:t>.</w:t>
      </w:r>
    </w:p>
    <w:p w:rsidR="00FC452E" w:rsidRDefault="00FC452E"/>
    <w:p w:rsidR="002C2A9F" w:rsidRDefault="002C2A9F">
      <w:pPr>
        <w:rPr>
          <w:i/>
        </w:rPr>
      </w:pPr>
    </w:p>
    <w:p w:rsidR="00FC452E" w:rsidRDefault="00FC452E">
      <w:pPr>
        <w:rPr>
          <w:i/>
        </w:rPr>
      </w:pPr>
      <w:r w:rsidRPr="00FC452E">
        <w:rPr>
          <w:i/>
        </w:rPr>
        <w:lastRenderedPageBreak/>
        <w:t>SD 7169</w:t>
      </w:r>
    </w:p>
    <w:p w:rsidR="007A4F79" w:rsidRDefault="007A4F79">
      <w:pPr>
        <w:rPr>
          <w:i/>
        </w:rPr>
      </w:pPr>
    </w:p>
    <w:p w:rsidR="007A4F79" w:rsidRPr="007A4F79" w:rsidRDefault="007A4F79">
      <w:pPr>
        <w:rPr>
          <w:b/>
        </w:rPr>
      </w:pPr>
      <w:r w:rsidRPr="007A4F79">
        <w:rPr>
          <w:b/>
        </w:rPr>
        <w:t>J5.</w:t>
      </w:r>
    </w:p>
    <w:p w:rsidR="00FC452E" w:rsidRPr="007D232D" w:rsidRDefault="00FC452E" w:rsidP="007A4F79">
      <w:pPr>
        <w:pStyle w:val="Normlnweb"/>
        <w:shd w:val="clear" w:color="auto" w:fill="FFFFFF"/>
        <w:spacing w:before="0" w:beforeAutospacing="0" w:after="0" w:afterAutospacing="0" w:line="20" w:lineRule="atLeast"/>
        <w:jc w:val="both"/>
        <w:rPr>
          <w:b/>
          <w:bCs/>
          <w:i/>
          <w:color w:val="000000"/>
        </w:rPr>
      </w:pPr>
    </w:p>
    <w:p w:rsidR="00FC452E" w:rsidRPr="007D232D" w:rsidRDefault="00FC452E" w:rsidP="00DE0363">
      <w:pPr>
        <w:pStyle w:val="Odstavecseseznamem"/>
        <w:numPr>
          <w:ilvl w:val="0"/>
          <w:numId w:val="40"/>
        </w:numPr>
        <w:spacing w:after="160" w:line="259" w:lineRule="auto"/>
        <w:ind w:left="426" w:hanging="426"/>
        <w:jc w:val="both"/>
        <w:rPr>
          <w:sz w:val="24"/>
        </w:rPr>
      </w:pPr>
      <w:r w:rsidRPr="007D232D">
        <w:rPr>
          <w:sz w:val="24"/>
        </w:rPr>
        <w:t>V části první čl. I se vkládá nový bod, kter</w:t>
      </w:r>
      <w:r>
        <w:rPr>
          <w:sz w:val="24"/>
        </w:rPr>
        <w:t>ý</w:t>
      </w:r>
      <w:r w:rsidRPr="007D232D">
        <w:rPr>
          <w:sz w:val="24"/>
        </w:rPr>
        <w:t xml:space="preserve"> zní:</w:t>
      </w:r>
    </w:p>
    <w:p w:rsidR="00FC452E" w:rsidRPr="007D232D" w:rsidRDefault="00FC452E" w:rsidP="00FC452E">
      <w:pPr>
        <w:pStyle w:val="Odstavecseseznamem"/>
        <w:ind w:left="426"/>
        <w:jc w:val="both"/>
        <w:rPr>
          <w:sz w:val="24"/>
        </w:rPr>
      </w:pPr>
    </w:p>
    <w:p w:rsidR="00FC452E" w:rsidRPr="007A4F79" w:rsidRDefault="00FC452E" w:rsidP="007A4F79">
      <w:pPr>
        <w:jc w:val="both"/>
      </w:pPr>
      <w:r w:rsidRPr="007A4F79">
        <w:t>„</w:t>
      </w:r>
      <w:r w:rsidR="007A4F79">
        <w:t>X</w:t>
      </w:r>
      <w:r w:rsidRPr="007A4F79">
        <w:t xml:space="preserve">. V § 337h odst. 3 se </w:t>
      </w:r>
      <w:r w:rsidR="007A4F79">
        <w:t xml:space="preserve">na konci textu věty první </w:t>
      </w:r>
      <w:r w:rsidRPr="007A4F79">
        <w:t xml:space="preserve">se doplňují </w:t>
      </w:r>
      <w:proofErr w:type="gramStart"/>
      <w:r w:rsidRPr="007A4F79">
        <w:t>slova „</w:t>
      </w:r>
      <w:r w:rsidR="007A4F79">
        <w:t xml:space="preserve"> , </w:t>
      </w:r>
      <w:r w:rsidRPr="007A4F79">
        <w:rPr>
          <w:lang w:eastAsia="en-GB"/>
        </w:rPr>
        <w:t>ledaže</w:t>
      </w:r>
      <w:proofErr w:type="gramEnd"/>
      <w:r w:rsidRPr="007A4F79">
        <w:rPr>
          <w:lang w:eastAsia="en-GB"/>
        </w:rPr>
        <w:t xml:space="preserve"> důvody zastavení výkonu rozhodnutí existovaly před vydáním takového usnesení“.“</w:t>
      </w:r>
      <w:r w:rsidR="007A4F79">
        <w:rPr>
          <w:lang w:eastAsia="en-GB"/>
        </w:rPr>
        <w:t>.</w:t>
      </w:r>
    </w:p>
    <w:p w:rsidR="00FC452E" w:rsidRPr="007D232D" w:rsidRDefault="00FC452E" w:rsidP="00FC452E">
      <w:pPr>
        <w:pStyle w:val="Odstavecseseznamem"/>
        <w:ind w:left="426"/>
        <w:jc w:val="both"/>
        <w:rPr>
          <w:sz w:val="24"/>
        </w:rPr>
      </w:pPr>
    </w:p>
    <w:p w:rsidR="00FC452E" w:rsidRPr="007D232D" w:rsidRDefault="00FC452E" w:rsidP="00DE0363">
      <w:pPr>
        <w:pStyle w:val="Odstavecseseznamem"/>
        <w:numPr>
          <w:ilvl w:val="0"/>
          <w:numId w:val="40"/>
        </w:numPr>
        <w:spacing w:after="160" w:line="259" w:lineRule="auto"/>
        <w:ind w:left="426" w:hanging="426"/>
        <w:jc w:val="both"/>
        <w:rPr>
          <w:sz w:val="24"/>
        </w:rPr>
      </w:pPr>
      <w:r w:rsidRPr="007D232D">
        <w:rPr>
          <w:sz w:val="24"/>
        </w:rPr>
        <w:t xml:space="preserve">V části první čl. I se vkládá nový bod, který zní: </w:t>
      </w:r>
    </w:p>
    <w:p w:rsidR="00FC452E" w:rsidRPr="007D232D" w:rsidRDefault="00FC452E" w:rsidP="00FC452E">
      <w:pPr>
        <w:pStyle w:val="Odstavecseseznamem"/>
        <w:ind w:left="426"/>
        <w:jc w:val="both"/>
        <w:rPr>
          <w:sz w:val="24"/>
        </w:rPr>
      </w:pPr>
    </w:p>
    <w:p w:rsidR="00FC452E" w:rsidRPr="0073038A" w:rsidRDefault="00FC452E" w:rsidP="0073038A">
      <w:pPr>
        <w:jc w:val="both"/>
      </w:pPr>
      <w:r w:rsidRPr="0073038A">
        <w:t>„</w:t>
      </w:r>
      <w:r w:rsidR="0073038A">
        <w:t>X</w:t>
      </w:r>
      <w:r w:rsidRPr="0073038A">
        <w:t xml:space="preserve">. V § 337h se </w:t>
      </w:r>
      <w:r w:rsidR="0073038A">
        <w:t>doplňuje</w:t>
      </w:r>
      <w:r w:rsidRPr="0073038A">
        <w:t xml:space="preserve"> odstavec 4, který zní:</w:t>
      </w:r>
    </w:p>
    <w:p w:rsidR="00FC452E" w:rsidRPr="007D232D" w:rsidRDefault="00FC452E" w:rsidP="00FC452E">
      <w:pPr>
        <w:pStyle w:val="Odstavecseseznamem"/>
        <w:ind w:left="426"/>
        <w:jc w:val="both"/>
        <w:rPr>
          <w:sz w:val="24"/>
        </w:rPr>
      </w:pPr>
    </w:p>
    <w:p w:rsidR="00FC452E" w:rsidRPr="007D232D" w:rsidRDefault="00FC452E" w:rsidP="0073038A">
      <w:pPr>
        <w:pStyle w:val="Odstavecseseznamem"/>
        <w:ind w:left="0" w:firstLine="708"/>
        <w:jc w:val="both"/>
        <w:rPr>
          <w:sz w:val="24"/>
        </w:rPr>
      </w:pPr>
      <w:r w:rsidRPr="007D232D">
        <w:rPr>
          <w:sz w:val="24"/>
        </w:rPr>
        <w:t xml:space="preserve">„(4) Ten, kdo navrhl nařízení výkonu rozhodnutí, může navrhnout jeho zastavení nejdříve 2 měsíce po právní moci usnesení o příklepu nebo usnesení o </w:t>
      </w:r>
      <w:proofErr w:type="spellStart"/>
      <w:r w:rsidRPr="007D232D">
        <w:rPr>
          <w:sz w:val="24"/>
        </w:rPr>
        <w:t>předražku</w:t>
      </w:r>
      <w:proofErr w:type="spellEnd"/>
      <w:r w:rsidRPr="007D232D">
        <w:rPr>
          <w:sz w:val="24"/>
        </w:rPr>
        <w:t>.“.“</w:t>
      </w:r>
      <w:r w:rsidR="0073038A">
        <w:rPr>
          <w:sz w:val="24"/>
        </w:rPr>
        <w:t>.</w:t>
      </w:r>
    </w:p>
    <w:p w:rsidR="00FC452E" w:rsidRPr="007D232D" w:rsidRDefault="00FC452E" w:rsidP="00FC452E">
      <w:pPr>
        <w:pStyle w:val="Odstavecseseznamem"/>
        <w:ind w:left="426"/>
        <w:jc w:val="both"/>
        <w:rPr>
          <w:sz w:val="24"/>
        </w:rPr>
      </w:pPr>
    </w:p>
    <w:p w:rsidR="0073038A" w:rsidRDefault="0073038A" w:rsidP="0073038A">
      <w:pPr>
        <w:pStyle w:val="Odstavecseseznamem"/>
        <w:spacing w:after="160" w:line="259" w:lineRule="auto"/>
        <w:ind w:left="426" w:hanging="426"/>
        <w:rPr>
          <w:sz w:val="24"/>
        </w:rPr>
      </w:pPr>
      <w:r w:rsidRPr="00FC452E">
        <w:rPr>
          <w:sz w:val="24"/>
        </w:rPr>
        <w:t xml:space="preserve">Následující body </w:t>
      </w:r>
      <w:r>
        <w:rPr>
          <w:sz w:val="24"/>
        </w:rPr>
        <w:t>se přeznačí</w:t>
      </w:r>
      <w:r w:rsidRPr="00FC452E">
        <w:rPr>
          <w:sz w:val="24"/>
        </w:rPr>
        <w:t>.</w:t>
      </w:r>
    </w:p>
    <w:p w:rsidR="00FC452E" w:rsidRDefault="00FC452E"/>
    <w:p w:rsidR="000C6893" w:rsidRDefault="000C6893"/>
    <w:p w:rsidR="000C6893" w:rsidRDefault="000C6893"/>
    <w:p w:rsidR="00A42EA2" w:rsidRDefault="00A42EA2" w:rsidP="00A42EA2">
      <w:pPr>
        <w:pStyle w:val="PNposlanec"/>
      </w:pPr>
      <w:r>
        <w:t xml:space="preserve">Poslanec Dominik </w:t>
      </w:r>
      <w:proofErr w:type="spellStart"/>
      <w:r>
        <w:t>Feri</w:t>
      </w:r>
      <w:proofErr w:type="spellEnd"/>
    </w:p>
    <w:p w:rsidR="00A42EA2" w:rsidRDefault="00A42EA2">
      <w:pPr>
        <w:rPr>
          <w:i/>
        </w:rPr>
      </w:pPr>
      <w:r w:rsidRPr="00A42EA2">
        <w:rPr>
          <w:i/>
        </w:rPr>
        <w:t>SD 3663</w:t>
      </w:r>
    </w:p>
    <w:p w:rsidR="00837EA7" w:rsidRDefault="00837EA7" w:rsidP="00957FD6">
      <w:pPr>
        <w:rPr>
          <w:b/>
        </w:rPr>
      </w:pPr>
    </w:p>
    <w:p w:rsidR="00A42EA2" w:rsidRPr="0073038A" w:rsidRDefault="0073038A" w:rsidP="00957FD6">
      <w:pPr>
        <w:rPr>
          <w:rFonts w:cs="Times New Roman"/>
        </w:rPr>
      </w:pPr>
      <w:r w:rsidRPr="0073038A">
        <w:rPr>
          <w:b/>
        </w:rPr>
        <w:t xml:space="preserve">K1. </w:t>
      </w:r>
      <w:r w:rsidR="00A42EA2" w:rsidRPr="0073038A">
        <w:rPr>
          <w:rFonts w:cs="Times New Roman"/>
        </w:rPr>
        <w:t>V</w:t>
      </w:r>
      <w:r w:rsidR="00837EA7">
        <w:rPr>
          <w:rFonts w:cs="Times New Roman"/>
        </w:rPr>
        <w:t> části první</w:t>
      </w:r>
      <w:r w:rsidR="00A42EA2" w:rsidRPr="0073038A">
        <w:rPr>
          <w:rFonts w:cs="Times New Roman"/>
        </w:rPr>
        <w:t xml:space="preserve"> </w:t>
      </w:r>
      <w:r w:rsidR="00837EA7">
        <w:rPr>
          <w:rFonts w:cs="Times New Roman"/>
        </w:rPr>
        <w:t>č</w:t>
      </w:r>
      <w:r w:rsidR="00A42EA2" w:rsidRPr="0073038A">
        <w:rPr>
          <w:rFonts w:cs="Times New Roman"/>
        </w:rPr>
        <w:t>l. 1 se vkládá nový novelizační bod</w:t>
      </w:r>
      <w:r w:rsidR="00837EA7">
        <w:rPr>
          <w:rFonts w:cs="Times New Roman"/>
        </w:rPr>
        <w:t>, který zní:</w:t>
      </w:r>
    </w:p>
    <w:p w:rsidR="00A42EA2" w:rsidRPr="00A42EA2" w:rsidRDefault="00A42EA2" w:rsidP="00957FD6">
      <w:pPr>
        <w:rPr>
          <w:rFonts w:cs="Times New Roman"/>
          <w:b/>
        </w:rPr>
      </w:pPr>
    </w:p>
    <w:p w:rsidR="00A42EA2" w:rsidRPr="00A42EA2" w:rsidRDefault="00837EA7" w:rsidP="00837EA7">
      <w:pPr>
        <w:pStyle w:val="Odstavecseseznamem"/>
        <w:ind w:left="0"/>
        <w:jc w:val="both"/>
        <w:rPr>
          <w:sz w:val="24"/>
        </w:rPr>
      </w:pPr>
      <w:r>
        <w:rPr>
          <w:sz w:val="24"/>
        </w:rPr>
        <w:t xml:space="preserve">„X. </w:t>
      </w:r>
      <w:r w:rsidR="00A42EA2" w:rsidRPr="00A42EA2">
        <w:rPr>
          <w:sz w:val="24"/>
        </w:rPr>
        <w:t xml:space="preserve">§ 115a zní: </w:t>
      </w:r>
    </w:p>
    <w:p w:rsidR="00A42EA2" w:rsidRPr="00A42EA2" w:rsidRDefault="00A42EA2" w:rsidP="00A42EA2">
      <w:pPr>
        <w:spacing w:line="360" w:lineRule="auto"/>
        <w:jc w:val="center"/>
        <w:rPr>
          <w:rFonts w:cs="Times New Roman"/>
        </w:rPr>
      </w:pPr>
      <w:r w:rsidRPr="00A42EA2">
        <w:rPr>
          <w:rFonts w:cs="Times New Roman"/>
        </w:rPr>
        <w:t>„§ 115a</w:t>
      </w:r>
    </w:p>
    <w:p w:rsidR="00A42EA2" w:rsidRPr="00A42EA2" w:rsidRDefault="00A42EA2" w:rsidP="00837EA7">
      <w:pPr>
        <w:pStyle w:val="Odstavecseseznamem"/>
        <w:ind w:left="0" w:firstLine="709"/>
        <w:jc w:val="both"/>
        <w:rPr>
          <w:sz w:val="24"/>
        </w:rPr>
      </w:pPr>
      <w:r w:rsidRPr="00A42EA2">
        <w:rPr>
          <w:sz w:val="24"/>
        </w:rPr>
        <w:t>K projednání věci samé není třeba nařizovat jednání, jestliže ve věci lze rozhodnout jen na základě účastníky předložených listinných důkazů a účastníci se práva účasti na projednání věci výslovně vzdali, popřípadě s rozhodnutím věci bez nařízení jednání výslovně souhlasí.“</w:t>
      </w:r>
      <w:r w:rsidR="00837EA7">
        <w:rPr>
          <w:sz w:val="24"/>
        </w:rPr>
        <w:t>.“.</w:t>
      </w:r>
    </w:p>
    <w:p w:rsidR="00A42EA2" w:rsidRDefault="00A42EA2" w:rsidP="00957FD6">
      <w:pPr>
        <w:rPr>
          <w:rFonts w:cs="Times New Roman"/>
          <w:b/>
        </w:rPr>
      </w:pPr>
    </w:p>
    <w:p w:rsidR="00837EA7" w:rsidRDefault="00837EA7" w:rsidP="00837EA7">
      <w:pPr>
        <w:pStyle w:val="Odstavecseseznamem"/>
        <w:spacing w:after="160" w:line="259" w:lineRule="auto"/>
        <w:ind w:left="426" w:hanging="426"/>
        <w:rPr>
          <w:sz w:val="24"/>
        </w:rPr>
      </w:pPr>
      <w:r w:rsidRPr="00FC452E">
        <w:rPr>
          <w:sz w:val="24"/>
        </w:rPr>
        <w:t xml:space="preserve">Následující body </w:t>
      </w:r>
      <w:r>
        <w:rPr>
          <w:sz w:val="24"/>
        </w:rPr>
        <w:t>se přeznačí</w:t>
      </w:r>
      <w:r w:rsidRPr="00FC452E">
        <w:rPr>
          <w:sz w:val="24"/>
        </w:rPr>
        <w:t>.</w:t>
      </w:r>
    </w:p>
    <w:p w:rsidR="00A42EA2" w:rsidRDefault="00A42EA2" w:rsidP="00957FD6"/>
    <w:p w:rsidR="00957FD6" w:rsidRDefault="00957FD6" w:rsidP="00957FD6"/>
    <w:p w:rsidR="00A42EA2" w:rsidRPr="00A42EA2" w:rsidRDefault="00A42EA2" w:rsidP="00957FD6">
      <w:pPr>
        <w:rPr>
          <w:i/>
        </w:rPr>
      </w:pPr>
      <w:r w:rsidRPr="00A42EA2">
        <w:rPr>
          <w:i/>
        </w:rPr>
        <w:t>SD 5004</w:t>
      </w:r>
    </w:p>
    <w:p w:rsidR="00837EA7" w:rsidRDefault="00837EA7" w:rsidP="00957FD6">
      <w:pPr>
        <w:rPr>
          <w:rFonts w:cs="Times New Roman"/>
          <w:b/>
        </w:rPr>
      </w:pPr>
    </w:p>
    <w:p w:rsidR="00A42EA2" w:rsidRDefault="00837EA7" w:rsidP="00957FD6">
      <w:pPr>
        <w:rPr>
          <w:rFonts w:cs="Times New Roman"/>
          <w:b/>
        </w:rPr>
      </w:pPr>
      <w:r>
        <w:rPr>
          <w:rFonts w:cs="Times New Roman"/>
          <w:b/>
        </w:rPr>
        <w:t xml:space="preserve">K2. </w:t>
      </w:r>
      <w:r w:rsidR="00A42EA2" w:rsidRPr="00837EA7">
        <w:rPr>
          <w:rFonts w:cs="Times New Roman"/>
        </w:rPr>
        <w:t>V</w:t>
      </w:r>
      <w:r w:rsidRPr="00837EA7">
        <w:rPr>
          <w:rFonts w:cs="Times New Roman"/>
        </w:rPr>
        <w:t> části první č</w:t>
      </w:r>
      <w:r w:rsidR="00A42EA2" w:rsidRPr="00837EA7">
        <w:rPr>
          <w:rFonts w:cs="Times New Roman"/>
        </w:rPr>
        <w:t>l. 1 se vkládá nový novelizační bod</w:t>
      </w:r>
      <w:r>
        <w:rPr>
          <w:rFonts w:cs="Times New Roman"/>
        </w:rPr>
        <w:t>, který zní:</w:t>
      </w:r>
    </w:p>
    <w:p w:rsidR="00A42EA2" w:rsidRDefault="00A42EA2" w:rsidP="00957FD6">
      <w:pPr>
        <w:rPr>
          <w:rFonts w:cs="Times New Roman"/>
          <w:b/>
        </w:rPr>
      </w:pPr>
    </w:p>
    <w:p w:rsidR="00A42EA2" w:rsidRPr="00A42EA2" w:rsidRDefault="00837EA7" w:rsidP="00837EA7">
      <w:pPr>
        <w:pStyle w:val="Odstavecseseznamem"/>
        <w:ind w:left="0"/>
        <w:contextualSpacing w:val="0"/>
        <w:jc w:val="both"/>
        <w:rPr>
          <w:sz w:val="24"/>
        </w:rPr>
      </w:pPr>
      <w:r>
        <w:rPr>
          <w:sz w:val="24"/>
        </w:rPr>
        <w:t xml:space="preserve">„X. </w:t>
      </w:r>
      <w:r w:rsidR="00A42EA2" w:rsidRPr="00A42EA2">
        <w:rPr>
          <w:sz w:val="24"/>
        </w:rPr>
        <w:t>§ 251</w:t>
      </w:r>
      <w:r>
        <w:rPr>
          <w:sz w:val="24"/>
        </w:rPr>
        <w:t xml:space="preserve">včetně poznámky pod čarou č. x </w:t>
      </w:r>
      <w:r w:rsidR="00A42EA2" w:rsidRPr="00A42EA2">
        <w:rPr>
          <w:sz w:val="24"/>
        </w:rPr>
        <w:t xml:space="preserve">zní: </w:t>
      </w:r>
    </w:p>
    <w:p w:rsidR="00A42EA2" w:rsidRPr="000A6E67" w:rsidRDefault="00A42EA2" w:rsidP="00957FD6">
      <w:pPr>
        <w:jc w:val="center"/>
        <w:rPr>
          <w:rFonts w:cs="Times New Roman"/>
        </w:rPr>
      </w:pPr>
      <w:r>
        <w:rPr>
          <w:rFonts w:cs="Times New Roman"/>
        </w:rPr>
        <w:t>„</w:t>
      </w:r>
      <w:r w:rsidRPr="000A6E67">
        <w:rPr>
          <w:rFonts w:cs="Times New Roman"/>
        </w:rPr>
        <w:t>§ 251</w:t>
      </w:r>
    </w:p>
    <w:p w:rsidR="00A42EA2" w:rsidRPr="000A6E67" w:rsidRDefault="00A42EA2" w:rsidP="00957FD6">
      <w:pPr>
        <w:jc w:val="both"/>
        <w:rPr>
          <w:rFonts w:cs="Times New Roman"/>
        </w:rPr>
      </w:pPr>
    </w:p>
    <w:p w:rsidR="00A42EA2" w:rsidRDefault="00A42EA2" w:rsidP="00957FD6">
      <w:pPr>
        <w:ind w:firstLine="708"/>
        <w:jc w:val="both"/>
        <w:rPr>
          <w:rFonts w:cs="Times New Roman"/>
        </w:rPr>
      </w:pPr>
      <w:r w:rsidRPr="000A6E67">
        <w:rPr>
          <w:rFonts w:cs="Times New Roman"/>
        </w:rPr>
        <w:t>(1) Nesplní-li povinný dobrovolně, co mu ukládá vykonatelné rozhodnutí, může</w:t>
      </w:r>
      <w:r>
        <w:rPr>
          <w:rFonts w:cs="Times New Roman"/>
        </w:rPr>
        <w:t xml:space="preserve"> </w:t>
      </w:r>
      <w:r w:rsidRPr="000A6E67">
        <w:rPr>
          <w:rFonts w:cs="Times New Roman"/>
        </w:rPr>
        <w:t xml:space="preserve">oprávněný podat návrh na soudní výkon rozhodnutí. Soud nařizuje a provádí výkon rozhodnutí s výjimkou titulu, který je možné vykonat v exekučním řízení podle zvláštního právního </w:t>
      </w:r>
      <w:proofErr w:type="spellStart"/>
      <w:r w:rsidRPr="000A6E67">
        <w:rPr>
          <w:rFonts w:cs="Times New Roman"/>
        </w:rPr>
        <w:t>předpisu</w:t>
      </w:r>
      <w:r w:rsidRPr="000A6E67">
        <w:rPr>
          <w:rFonts w:cs="Times New Roman"/>
          <w:vertAlign w:val="superscript"/>
        </w:rPr>
        <w:t>x</w:t>
      </w:r>
      <w:proofErr w:type="spellEnd"/>
      <w:r w:rsidRPr="000A6E67">
        <w:rPr>
          <w:rFonts w:cs="Times New Roman"/>
          <w:vertAlign w:val="superscript"/>
        </w:rPr>
        <w:t>)</w:t>
      </w:r>
      <w:r w:rsidRPr="000A6E67">
        <w:rPr>
          <w:rFonts w:cs="Times New Roman"/>
        </w:rPr>
        <w:t xml:space="preserve"> nebo který se</w:t>
      </w:r>
      <w:r w:rsidRPr="00AF71FD">
        <w:rPr>
          <w:rFonts w:cs="Times New Roman"/>
        </w:rPr>
        <w:t xml:space="preserve"> </w:t>
      </w:r>
      <w:r w:rsidRPr="000A6E67">
        <w:rPr>
          <w:rFonts w:cs="Times New Roman"/>
        </w:rPr>
        <w:t>vykonává ve správním nebo daňovém řízení.</w:t>
      </w:r>
    </w:p>
    <w:p w:rsidR="00837EA7" w:rsidRPr="00AF71FD" w:rsidRDefault="00837EA7" w:rsidP="00957FD6">
      <w:pPr>
        <w:ind w:firstLine="708"/>
        <w:jc w:val="both"/>
        <w:rPr>
          <w:rFonts w:cs="Times New Roman"/>
        </w:rPr>
      </w:pPr>
    </w:p>
    <w:p w:rsidR="00A42EA2" w:rsidRPr="000A6E67" w:rsidRDefault="00A42EA2" w:rsidP="00957FD6">
      <w:pPr>
        <w:ind w:firstLine="708"/>
        <w:jc w:val="both"/>
        <w:rPr>
          <w:rFonts w:cs="Times New Roman"/>
        </w:rPr>
      </w:pPr>
      <w:r w:rsidRPr="000A6E67">
        <w:rPr>
          <w:rFonts w:cs="Times New Roman"/>
        </w:rPr>
        <w:t xml:space="preserve">(2) Je-li k soudu podán návrh na výkon titulu, který je možné vykonat v exekučním řízení podle zvláštního právního předpisu </w:t>
      </w:r>
      <w:r w:rsidRPr="000A6E67">
        <w:rPr>
          <w:rFonts w:cs="Times New Roman"/>
          <w:vertAlign w:val="superscript"/>
        </w:rPr>
        <w:t xml:space="preserve">x) </w:t>
      </w:r>
      <w:r w:rsidRPr="000A6E67">
        <w:rPr>
          <w:rFonts w:cs="Times New Roman"/>
        </w:rPr>
        <w:t>nebo který se vykonává ve správním nebo daňovém řízení, soud návrh odmítne.</w:t>
      </w:r>
    </w:p>
    <w:p w:rsidR="00837EA7" w:rsidRDefault="00837EA7" w:rsidP="00957FD6">
      <w:pPr>
        <w:rPr>
          <w:rFonts w:cs="Times New Roman"/>
          <w:b/>
          <w:bCs/>
        </w:rPr>
      </w:pPr>
    </w:p>
    <w:p w:rsidR="00A42EA2" w:rsidRPr="000A6E67" w:rsidRDefault="00A42EA2" w:rsidP="00957FD6">
      <w:pPr>
        <w:rPr>
          <w:rFonts w:cs="Times New Roman"/>
          <w:b/>
          <w:bCs/>
        </w:rPr>
      </w:pPr>
      <w:r w:rsidRPr="000A6E67">
        <w:rPr>
          <w:rFonts w:cs="Times New Roman"/>
          <w:b/>
          <w:bCs/>
        </w:rPr>
        <w:t>________________________</w:t>
      </w:r>
    </w:p>
    <w:p w:rsidR="00A42EA2" w:rsidRPr="000A6E67" w:rsidRDefault="00A42EA2" w:rsidP="00957FD6">
      <w:pPr>
        <w:rPr>
          <w:rFonts w:cs="Times New Roman"/>
          <w:bCs/>
        </w:rPr>
      </w:pPr>
      <w:r w:rsidRPr="000A6E67">
        <w:rPr>
          <w:rFonts w:cs="Times New Roman"/>
          <w:bCs/>
        </w:rPr>
        <w:t>x) zákon č. 120/2001 Sb., exekuční řád</w:t>
      </w:r>
      <w:r w:rsidR="00957FD6">
        <w:rPr>
          <w:rFonts w:cs="Times New Roman"/>
          <w:bCs/>
        </w:rPr>
        <w:t>.“.</w:t>
      </w:r>
      <w:r w:rsidR="00837EA7">
        <w:rPr>
          <w:rFonts w:cs="Times New Roman"/>
          <w:bCs/>
        </w:rPr>
        <w:t>“.</w:t>
      </w:r>
    </w:p>
    <w:p w:rsidR="00A42EA2" w:rsidRDefault="00A42EA2" w:rsidP="00957FD6">
      <w:pPr>
        <w:rPr>
          <w:rFonts w:cs="Times New Roman"/>
          <w:b/>
        </w:rPr>
      </w:pPr>
    </w:p>
    <w:p w:rsidR="00837EA7" w:rsidRDefault="00837EA7" w:rsidP="00837EA7">
      <w:pPr>
        <w:pStyle w:val="Odstavecseseznamem"/>
        <w:spacing w:after="160" w:line="259" w:lineRule="auto"/>
        <w:ind w:left="426" w:hanging="426"/>
        <w:rPr>
          <w:sz w:val="24"/>
        </w:rPr>
      </w:pPr>
      <w:r w:rsidRPr="00FC452E">
        <w:rPr>
          <w:sz w:val="24"/>
        </w:rPr>
        <w:t xml:space="preserve">Následující body </w:t>
      </w:r>
      <w:r>
        <w:rPr>
          <w:sz w:val="24"/>
        </w:rPr>
        <w:t>se přeznačí</w:t>
      </w:r>
      <w:r w:rsidRPr="00FC452E">
        <w:rPr>
          <w:sz w:val="24"/>
        </w:rPr>
        <w:t>.</w:t>
      </w:r>
    </w:p>
    <w:p w:rsidR="00A42EA2" w:rsidRDefault="00A42EA2" w:rsidP="00957FD6"/>
    <w:p w:rsidR="00957FD6" w:rsidRDefault="00957FD6" w:rsidP="00957FD6"/>
    <w:p w:rsidR="00A42EA2" w:rsidRPr="00A42EA2" w:rsidRDefault="00A42EA2" w:rsidP="00957FD6">
      <w:pPr>
        <w:rPr>
          <w:i/>
        </w:rPr>
      </w:pPr>
      <w:r w:rsidRPr="00A42EA2">
        <w:rPr>
          <w:i/>
        </w:rPr>
        <w:t>SD 5459</w:t>
      </w:r>
    </w:p>
    <w:p w:rsidR="00837EA7" w:rsidRDefault="00837EA7" w:rsidP="00957FD6">
      <w:pPr>
        <w:pStyle w:val="Odstavecseseznamem"/>
        <w:ind w:left="0"/>
        <w:rPr>
          <w:b/>
          <w:sz w:val="24"/>
        </w:rPr>
      </w:pPr>
    </w:p>
    <w:p w:rsidR="00B96B95" w:rsidRPr="00B96B95" w:rsidRDefault="00837EA7" w:rsidP="00957FD6">
      <w:pPr>
        <w:pStyle w:val="Odstavecseseznamem"/>
        <w:ind w:left="0"/>
        <w:rPr>
          <w:sz w:val="24"/>
        </w:rPr>
      </w:pPr>
      <w:r>
        <w:rPr>
          <w:b/>
          <w:sz w:val="24"/>
        </w:rPr>
        <w:t>K3</w:t>
      </w:r>
      <w:r w:rsidR="0030612F">
        <w:rPr>
          <w:b/>
          <w:sz w:val="24"/>
        </w:rPr>
        <w:t>.</w:t>
      </w:r>
      <w:r w:rsidR="00B96B95" w:rsidRPr="00837EA7">
        <w:rPr>
          <w:sz w:val="24"/>
        </w:rPr>
        <w:t xml:space="preserve"> </w:t>
      </w:r>
    </w:p>
    <w:p w:rsidR="00B96B95" w:rsidRPr="00B96B95" w:rsidRDefault="0030612F" w:rsidP="0030612F">
      <w:pPr>
        <w:pStyle w:val="Odstavecseseznamem"/>
        <w:ind w:left="0"/>
      </w:pPr>
      <w:r>
        <w:rPr>
          <w:sz w:val="24"/>
        </w:rPr>
        <w:t>1. V</w:t>
      </w:r>
      <w:r w:rsidRPr="00837EA7">
        <w:rPr>
          <w:sz w:val="24"/>
        </w:rPr>
        <w:t xml:space="preserve"> části druhé čl. </w:t>
      </w:r>
      <w:proofErr w:type="gramStart"/>
      <w:r w:rsidRPr="00837EA7">
        <w:rPr>
          <w:sz w:val="24"/>
        </w:rPr>
        <w:t>III</w:t>
      </w:r>
      <w:proofErr w:type="gramEnd"/>
      <w:r w:rsidRPr="00837EA7">
        <w:rPr>
          <w:sz w:val="24"/>
        </w:rPr>
        <w:t xml:space="preserve"> </w:t>
      </w:r>
      <w:r>
        <w:rPr>
          <w:sz w:val="24"/>
        </w:rPr>
        <w:t>bod 46 zní:</w:t>
      </w:r>
    </w:p>
    <w:p w:rsidR="00B96B95" w:rsidRPr="0030612F" w:rsidRDefault="0030612F" w:rsidP="00D81757">
      <w:pPr>
        <w:widowControl/>
        <w:suppressAutoHyphens w:val="0"/>
        <w:ind w:right="-227"/>
        <w:rPr>
          <w:rFonts w:cs="Times New Roman"/>
          <w:bCs/>
        </w:rPr>
      </w:pPr>
      <w:r>
        <w:rPr>
          <w:rFonts w:cs="Times New Roman"/>
          <w:bCs/>
        </w:rPr>
        <w:t>„46</w:t>
      </w:r>
      <w:r w:rsidR="00D81757" w:rsidRPr="0030612F">
        <w:rPr>
          <w:rFonts w:cs="Times New Roman"/>
          <w:bCs/>
        </w:rPr>
        <w:t xml:space="preserve">. </w:t>
      </w:r>
      <w:r w:rsidRPr="0030612F">
        <w:rPr>
          <w:rFonts w:cs="Times New Roman"/>
          <w:bCs/>
        </w:rPr>
        <w:t>V</w:t>
      </w:r>
      <w:r w:rsidR="00B96B95" w:rsidRPr="0030612F">
        <w:rPr>
          <w:rFonts w:cs="Times New Roman"/>
          <w:bCs/>
        </w:rPr>
        <w:t xml:space="preserve"> § 44 odst</w:t>
      </w:r>
      <w:r>
        <w:rPr>
          <w:rFonts w:cs="Times New Roman"/>
          <w:bCs/>
        </w:rPr>
        <w:t>avec 3</w:t>
      </w:r>
      <w:r w:rsidR="00B96B95" w:rsidRPr="0030612F">
        <w:rPr>
          <w:rFonts w:cs="Times New Roman"/>
          <w:bCs/>
        </w:rPr>
        <w:t xml:space="preserve"> zní:</w:t>
      </w:r>
    </w:p>
    <w:p w:rsidR="00B96B95" w:rsidRPr="00B96B95" w:rsidRDefault="00B96B95" w:rsidP="00957FD6">
      <w:pPr>
        <w:ind w:right="-227"/>
        <w:rPr>
          <w:rFonts w:cs="Times New Roman"/>
          <w:b/>
          <w:bCs/>
        </w:rPr>
      </w:pPr>
    </w:p>
    <w:p w:rsidR="00B96B95" w:rsidRPr="00B96B95" w:rsidRDefault="00B96B95" w:rsidP="00957FD6">
      <w:pPr>
        <w:ind w:right="-57" w:firstLine="360"/>
        <w:jc w:val="both"/>
        <w:rPr>
          <w:rFonts w:cs="Times New Roman"/>
          <w:bCs/>
        </w:rPr>
      </w:pPr>
      <w:r w:rsidRPr="00B96B95">
        <w:rPr>
          <w:rFonts w:cs="Times New Roman"/>
          <w:bCs/>
        </w:rPr>
        <w:t>„(3) Vyrozumění obsahuje</w:t>
      </w:r>
    </w:p>
    <w:p w:rsidR="00B96B95" w:rsidRPr="00B96B95" w:rsidRDefault="00B96B95" w:rsidP="00957FD6">
      <w:pPr>
        <w:ind w:right="-57"/>
        <w:jc w:val="both"/>
        <w:rPr>
          <w:rFonts w:cs="Times New Roman"/>
          <w:bCs/>
        </w:rPr>
      </w:pPr>
      <w:r w:rsidRPr="00B96B95">
        <w:rPr>
          <w:rFonts w:cs="Times New Roman"/>
          <w:bCs/>
        </w:rPr>
        <w:t>a) označení exekučního soudu,</w:t>
      </w:r>
    </w:p>
    <w:p w:rsidR="00B96B95" w:rsidRPr="00B96B95" w:rsidRDefault="00B96B95" w:rsidP="00957FD6">
      <w:pPr>
        <w:ind w:right="-57"/>
        <w:jc w:val="both"/>
        <w:rPr>
          <w:rFonts w:cs="Times New Roman"/>
          <w:bCs/>
        </w:rPr>
      </w:pPr>
      <w:r w:rsidRPr="00B96B95">
        <w:rPr>
          <w:rFonts w:cs="Times New Roman"/>
          <w:bCs/>
        </w:rPr>
        <w:t>b) označení exekutora, který vede exekuční řízení,</w:t>
      </w:r>
    </w:p>
    <w:p w:rsidR="00B96B95" w:rsidRPr="00B96B95" w:rsidRDefault="00B96B95" w:rsidP="00957FD6">
      <w:pPr>
        <w:ind w:right="-57"/>
        <w:jc w:val="both"/>
        <w:rPr>
          <w:rFonts w:cs="Times New Roman"/>
          <w:bCs/>
        </w:rPr>
      </w:pPr>
      <w:r w:rsidRPr="00B96B95">
        <w:rPr>
          <w:rFonts w:cs="Times New Roman"/>
          <w:bCs/>
        </w:rPr>
        <w:t>c) označení exekučního řízení spisovou značkou, pod kterou je vedeno,</w:t>
      </w:r>
    </w:p>
    <w:p w:rsidR="00B96B95" w:rsidRPr="00B96B95" w:rsidRDefault="00B96B95" w:rsidP="00957FD6">
      <w:pPr>
        <w:ind w:right="-57"/>
        <w:jc w:val="both"/>
        <w:rPr>
          <w:rFonts w:cs="Times New Roman"/>
          <w:bCs/>
        </w:rPr>
      </w:pPr>
      <w:r w:rsidRPr="00B96B95">
        <w:rPr>
          <w:rFonts w:cs="Times New Roman"/>
          <w:bCs/>
        </w:rPr>
        <w:t>d) označení exekučního titulu a orgánu, který ho vydal, nebo osoby, která jej vyhotovila,</w:t>
      </w:r>
    </w:p>
    <w:p w:rsidR="00B96B95" w:rsidRPr="00B96B95" w:rsidRDefault="00B96B95" w:rsidP="00957FD6">
      <w:pPr>
        <w:ind w:right="-57"/>
        <w:jc w:val="both"/>
        <w:rPr>
          <w:rFonts w:cs="Times New Roman"/>
          <w:bCs/>
        </w:rPr>
      </w:pPr>
      <w:r w:rsidRPr="00B96B95">
        <w:rPr>
          <w:rFonts w:cs="Times New Roman"/>
          <w:bCs/>
        </w:rPr>
        <w:t>e) označení oprávněného a povinného,</w:t>
      </w:r>
    </w:p>
    <w:p w:rsidR="00B96B95" w:rsidRPr="00B96B95" w:rsidRDefault="00B96B95" w:rsidP="00957FD6">
      <w:pPr>
        <w:ind w:right="-57"/>
        <w:jc w:val="both"/>
        <w:rPr>
          <w:rFonts w:cs="Times New Roman"/>
          <w:bCs/>
        </w:rPr>
      </w:pPr>
      <w:r w:rsidRPr="00B96B95">
        <w:rPr>
          <w:rFonts w:cs="Times New Roman"/>
          <w:bCs/>
        </w:rPr>
        <w:t>f) označení povinnosti, která má být exekucí vymožena, včetně povinnosti k úhradě nákladů oprávněného a nákladů exekuce,</w:t>
      </w:r>
    </w:p>
    <w:p w:rsidR="00B96B95" w:rsidRPr="00B96B95" w:rsidRDefault="00B96B95" w:rsidP="00957FD6">
      <w:pPr>
        <w:ind w:right="-57"/>
        <w:jc w:val="both"/>
        <w:rPr>
          <w:rFonts w:cs="Times New Roman"/>
          <w:bCs/>
        </w:rPr>
      </w:pPr>
      <w:r w:rsidRPr="00B96B95">
        <w:rPr>
          <w:rFonts w:cs="Times New Roman"/>
          <w:bCs/>
        </w:rPr>
        <w:t>g) podpis a datum,</w:t>
      </w:r>
    </w:p>
    <w:p w:rsidR="00B96B95" w:rsidRDefault="00B96B95" w:rsidP="00957FD6">
      <w:pPr>
        <w:ind w:right="-57"/>
        <w:jc w:val="both"/>
        <w:rPr>
          <w:rFonts w:cs="Times New Roman"/>
          <w:bCs/>
        </w:rPr>
      </w:pPr>
      <w:r w:rsidRPr="00B96B95">
        <w:rPr>
          <w:rFonts w:cs="Times New Roman"/>
          <w:bCs/>
        </w:rPr>
        <w:t>h) poučení podle § 29 odst. 5, § 37 odst. 3 a 4, § 44a odst. 1, § 54, § 55 odst. 1 a 2 a § 87 odst. 1 a poučení o podmínkách doručování podle § 56a a §56b.</w:t>
      </w:r>
      <w:r w:rsidR="0030612F">
        <w:rPr>
          <w:rFonts w:cs="Times New Roman"/>
          <w:bCs/>
        </w:rPr>
        <w:t>“.“.</w:t>
      </w:r>
    </w:p>
    <w:p w:rsidR="00B96B95" w:rsidRPr="00B96B95" w:rsidRDefault="00B96B95" w:rsidP="00957FD6">
      <w:pPr>
        <w:ind w:right="-57"/>
        <w:jc w:val="both"/>
        <w:rPr>
          <w:rFonts w:cs="Times New Roman"/>
          <w:bCs/>
        </w:rPr>
      </w:pPr>
    </w:p>
    <w:p w:rsidR="0030612F" w:rsidRDefault="0030612F" w:rsidP="00957FD6">
      <w:pPr>
        <w:ind w:right="-227"/>
        <w:jc w:val="both"/>
        <w:rPr>
          <w:rFonts w:cs="Times New Roman"/>
          <w:bCs/>
        </w:rPr>
      </w:pPr>
      <w:r w:rsidRPr="0030612F">
        <w:rPr>
          <w:rFonts w:cs="Times New Roman"/>
          <w:bCs/>
        </w:rPr>
        <w:t>2.</w:t>
      </w:r>
      <w:r w:rsidR="00B96B95" w:rsidRPr="0030612F">
        <w:rPr>
          <w:rFonts w:cs="Times New Roman"/>
          <w:bCs/>
        </w:rPr>
        <w:t xml:space="preserve"> Vkládá se nový </w:t>
      </w:r>
      <w:r>
        <w:rPr>
          <w:rFonts w:cs="Times New Roman"/>
          <w:bCs/>
        </w:rPr>
        <w:t>bod, kte</w:t>
      </w:r>
      <w:r w:rsidR="003B7ACA">
        <w:rPr>
          <w:rFonts w:cs="Times New Roman"/>
          <w:bCs/>
        </w:rPr>
        <w:t>r</w:t>
      </w:r>
      <w:r>
        <w:rPr>
          <w:rFonts w:cs="Times New Roman"/>
          <w:bCs/>
        </w:rPr>
        <w:t>ý zní:</w:t>
      </w:r>
    </w:p>
    <w:p w:rsidR="00B96B95" w:rsidRPr="0030612F" w:rsidRDefault="0030612F" w:rsidP="00957FD6">
      <w:pPr>
        <w:ind w:right="-227"/>
        <w:jc w:val="both"/>
        <w:rPr>
          <w:rFonts w:cs="Times New Roman"/>
          <w:bCs/>
        </w:rPr>
      </w:pPr>
      <w:r>
        <w:rPr>
          <w:rFonts w:cs="Times New Roman"/>
          <w:bCs/>
        </w:rPr>
        <w:t xml:space="preserve">„X. </w:t>
      </w:r>
      <w:r w:rsidR="003B7ACA">
        <w:rPr>
          <w:rFonts w:cs="Times New Roman"/>
          <w:bCs/>
        </w:rPr>
        <w:t xml:space="preserve">Za § 56 se vkládá nový </w:t>
      </w:r>
      <w:r w:rsidR="00B96B95" w:rsidRPr="0030612F">
        <w:rPr>
          <w:rFonts w:cs="Times New Roman"/>
          <w:bCs/>
        </w:rPr>
        <w:t>§ 56a</w:t>
      </w:r>
      <w:r w:rsidR="003B7ACA">
        <w:rPr>
          <w:rFonts w:cs="Times New Roman"/>
          <w:bCs/>
        </w:rPr>
        <w:t>, který včetně nadpisu</w:t>
      </w:r>
      <w:r w:rsidR="00B96B95" w:rsidRPr="0030612F">
        <w:rPr>
          <w:rFonts w:cs="Times New Roman"/>
          <w:bCs/>
        </w:rPr>
        <w:t xml:space="preserve"> </w:t>
      </w:r>
      <w:r w:rsidR="003B7ACA">
        <w:rPr>
          <w:rFonts w:cs="Times New Roman"/>
          <w:bCs/>
        </w:rPr>
        <w:t xml:space="preserve">a poznámek pod čarou </w:t>
      </w:r>
      <w:r w:rsidR="00B96B95" w:rsidRPr="0030612F">
        <w:rPr>
          <w:rFonts w:cs="Times New Roman"/>
          <w:bCs/>
        </w:rPr>
        <w:t>zní:</w:t>
      </w:r>
    </w:p>
    <w:p w:rsidR="00B96B95" w:rsidRPr="003B7ACA" w:rsidRDefault="00B96B95" w:rsidP="00957FD6">
      <w:pPr>
        <w:rPr>
          <w:rFonts w:cs="Times New Roman"/>
          <w:bCs/>
        </w:rPr>
      </w:pPr>
    </w:p>
    <w:p w:rsidR="00B96B95" w:rsidRPr="00B96B95" w:rsidRDefault="00B96B95" w:rsidP="00957FD6">
      <w:pPr>
        <w:jc w:val="center"/>
        <w:rPr>
          <w:rFonts w:cs="Times New Roman"/>
          <w:bCs/>
        </w:rPr>
      </w:pPr>
      <w:r w:rsidRPr="00B96B95">
        <w:rPr>
          <w:rFonts w:cs="Times New Roman"/>
          <w:bCs/>
        </w:rPr>
        <w:t xml:space="preserve">„§ 56a </w:t>
      </w:r>
    </w:p>
    <w:p w:rsidR="00B96B95" w:rsidRPr="00B96B95" w:rsidRDefault="00B96B95" w:rsidP="00957FD6">
      <w:pPr>
        <w:jc w:val="center"/>
        <w:rPr>
          <w:rFonts w:cs="Times New Roman"/>
          <w:b/>
          <w:bCs/>
        </w:rPr>
      </w:pPr>
      <w:r w:rsidRPr="00B96B95">
        <w:rPr>
          <w:rFonts w:cs="Times New Roman"/>
          <w:b/>
          <w:bCs/>
        </w:rPr>
        <w:t>Doručování na ohlašovnu</w:t>
      </w:r>
    </w:p>
    <w:p w:rsidR="00B96B95" w:rsidRPr="00B96B95" w:rsidRDefault="00B96B95" w:rsidP="00957FD6">
      <w:pPr>
        <w:widowControl/>
        <w:numPr>
          <w:ilvl w:val="0"/>
          <w:numId w:val="43"/>
        </w:numPr>
        <w:suppressAutoHyphens w:val="0"/>
        <w:ind w:left="473"/>
        <w:jc w:val="both"/>
        <w:rPr>
          <w:rFonts w:cs="Times New Roman"/>
        </w:rPr>
      </w:pPr>
      <w:r w:rsidRPr="00B96B95">
        <w:rPr>
          <w:rFonts w:cs="Times New Roman"/>
        </w:rPr>
        <w:t xml:space="preserve">Doručuje-li exekutor fyzické osobě písemnost prostřednictvím provozovatele poštovních služeb nebo jiné osoby, která provádí přepravu zásilek, a je-li adresou pro doručování prostřednictvím doručujícího orgánu </w:t>
      </w:r>
      <w:r w:rsidRPr="00B96B95">
        <w:rPr>
          <w:rFonts w:cs="Times New Roman"/>
          <w:vertAlign w:val="superscript"/>
        </w:rPr>
        <w:t>x)</w:t>
      </w:r>
      <w:r w:rsidRPr="00B96B95">
        <w:rPr>
          <w:rFonts w:cs="Times New Roman"/>
        </w:rPr>
        <w:t xml:space="preserve"> účastníka řízení nebo jeho zástupce místo trvalého pobytu, které se nachází v sídle ohlašovny </w:t>
      </w:r>
      <w:proofErr w:type="spellStart"/>
      <w:r w:rsidRPr="00B96B95">
        <w:rPr>
          <w:rFonts w:cs="Times New Roman"/>
          <w:vertAlign w:val="superscript"/>
        </w:rPr>
        <w:t>xx</w:t>
      </w:r>
      <w:proofErr w:type="spellEnd"/>
      <w:r w:rsidRPr="00B96B95">
        <w:rPr>
          <w:rFonts w:cs="Times New Roman"/>
          <w:vertAlign w:val="superscript"/>
        </w:rPr>
        <w:t>)</w:t>
      </w:r>
      <w:r w:rsidRPr="00B96B95">
        <w:rPr>
          <w:rFonts w:cs="Times New Roman"/>
        </w:rPr>
        <w:t xml:space="preserve">, namísto předání písemnosti k doručení provozovateli poštovních služeb, nebo jiné osoby, která provádí přepravu zásilek, uloží doručovanou písemnost u sebe a zveřejní na centrální úřední desce (§ 125a) desce výzvu, aby si adresát písemnost vyzvedl nebo požádal o její doslání na jinou adresu. </w:t>
      </w:r>
    </w:p>
    <w:p w:rsidR="00B96B95" w:rsidRPr="00B96B95" w:rsidRDefault="00B96B95" w:rsidP="00957FD6">
      <w:pPr>
        <w:widowControl/>
        <w:numPr>
          <w:ilvl w:val="0"/>
          <w:numId w:val="43"/>
        </w:numPr>
        <w:suppressAutoHyphens w:val="0"/>
        <w:ind w:left="473"/>
        <w:jc w:val="both"/>
        <w:rPr>
          <w:rFonts w:cs="Times New Roman"/>
        </w:rPr>
      </w:pPr>
      <w:r w:rsidRPr="00B96B95">
        <w:rPr>
          <w:rFonts w:cs="Times New Roman"/>
        </w:rPr>
        <w:t>Výzva podle odst. 1 obsahuje:</w:t>
      </w:r>
    </w:p>
    <w:p w:rsidR="00B96B95" w:rsidRPr="00B96B95" w:rsidRDefault="00B96B95" w:rsidP="00957FD6">
      <w:pPr>
        <w:widowControl/>
        <w:numPr>
          <w:ilvl w:val="0"/>
          <w:numId w:val="44"/>
        </w:numPr>
        <w:suppressAutoHyphens w:val="0"/>
        <w:ind w:left="757"/>
        <w:jc w:val="both"/>
        <w:rPr>
          <w:rFonts w:cs="Times New Roman"/>
        </w:rPr>
      </w:pPr>
      <w:r w:rsidRPr="00B96B95">
        <w:rPr>
          <w:rFonts w:cs="Times New Roman"/>
        </w:rPr>
        <w:t>označení soudního exekutora, který písemnost doručuje</w:t>
      </w:r>
    </w:p>
    <w:p w:rsidR="00B96B95" w:rsidRPr="00B96B95" w:rsidRDefault="00B96B95" w:rsidP="00957FD6">
      <w:pPr>
        <w:widowControl/>
        <w:numPr>
          <w:ilvl w:val="0"/>
          <w:numId w:val="44"/>
        </w:numPr>
        <w:suppressAutoHyphens w:val="0"/>
        <w:ind w:left="757"/>
        <w:jc w:val="both"/>
        <w:rPr>
          <w:rFonts w:cs="Times New Roman"/>
        </w:rPr>
      </w:pPr>
      <w:r w:rsidRPr="00B96B95">
        <w:rPr>
          <w:rFonts w:cs="Times New Roman"/>
        </w:rPr>
        <w:t>označení doručované písemnosti</w:t>
      </w:r>
    </w:p>
    <w:p w:rsidR="00B96B95" w:rsidRPr="00B96B95" w:rsidRDefault="00B96B95" w:rsidP="00957FD6">
      <w:pPr>
        <w:widowControl/>
        <w:numPr>
          <w:ilvl w:val="0"/>
          <w:numId w:val="44"/>
        </w:numPr>
        <w:suppressAutoHyphens w:val="0"/>
        <w:ind w:left="757"/>
        <w:jc w:val="both"/>
        <w:rPr>
          <w:rFonts w:cs="Times New Roman"/>
        </w:rPr>
      </w:pPr>
      <w:r w:rsidRPr="00B96B95">
        <w:rPr>
          <w:rFonts w:cs="Times New Roman"/>
        </w:rPr>
        <w:t>číslo jednací doručované písemnosti,</w:t>
      </w:r>
    </w:p>
    <w:p w:rsidR="00B96B95" w:rsidRPr="00B96B95" w:rsidRDefault="00B96B95" w:rsidP="00957FD6">
      <w:pPr>
        <w:widowControl/>
        <w:numPr>
          <w:ilvl w:val="0"/>
          <w:numId w:val="44"/>
        </w:numPr>
        <w:suppressAutoHyphens w:val="0"/>
        <w:ind w:left="757"/>
        <w:jc w:val="both"/>
        <w:rPr>
          <w:rFonts w:cs="Times New Roman"/>
        </w:rPr>
      </w:pPr>
      <w:r w:rsidRPr="00B96B95">
        <w:rPr>
          <w:rFonts w:cs="Times New Roman"/>
        </w:rPr>
        <w:t xml:space="preserve">informaci o tom, zda jde o písemnost doručovanou do vlastních rukou či nikoliv, </w:t>
      </w:r>
    </w:p>
    <w:p w:rsidR="00B96B95" w:rsidRPr="00B96B95" w:rsidRDefault="00B96B95" w:rsidP="00957FD6">
      <w:pPr>
        <w:widowControl/>
        <w:numPr>
          <w:ilvl w:val="0"/>
          <w:numId w:val="44"/>
        </w:numPr>
        <w:suppressAutoHyphens w:val="0"/>
        <w:ind w:left="757"/>
        <w:jc w:val="both"/>
        <w:rPr>
          <w:rFonts w:cs="Times New Roman"/>
        </w:rPr>
      </w:pPr>
      <w:r w:rsidRPr="00B96B95">
        <w:rPr>
          <w:rFonts w:cs="Times New Roman"/>
        </w:rPr>
        <w:t>jméno, příjmení a datum narození adresáta,</w:t>
      </w:r>
    </w:p>
    <w:p w:rsidR="00B96B95" w:rsidRPr="00B96B95" w:rsidRDefault="00B96B95" w:rsidP="00957FD6">
      <w:pPr>
        <w:widowControl/>
        <w:numPr>
          <w:ilvl w:val="0"/>
          <w:numId w:val="44"/>
        </w:numPr>
        <w:suppressAutoHyphens w:val="0"/>
        <w:ind w:left="757"/>
        <w:jc w:val="both"/>
        <w:rPr>
          <w:rFonts w:cs="Times New Roman"/>
        </w:rPr>
      </w:pPr>
      <w:r w:rsidRPr="00B96B95">
        <w:rPr>
          <w:rFonts w:cs="Times New Roman"/>
        </w:rPr>
        <w:t xml:space="preserve">adresu trvalého pobytu adresáta vč. označení ohlašovny, v níž se trvalý pobyt adresáta nachází, </w:t>
      </w:r>
    </w:p>
    <w:p w:rsidR="00B96B95" w:rsidRPr="00B96B95" w:rsidRDefault="00B96B95" w:rsidP="00957FD6">
      <w:pPr>
        <w:widowControl/>
        <w:numPr>
          <w:ilvl w:val="0"/>
          <w:numId w:val="44"/>
        </w:numPr>
        <w:suppressAutoHyphens w:val="0"/>
        <w:ind w:left="757"/>
        <w:jc w:val="both"/>
        <w:rPr>
          <w:rFonts w:cs="Times New Roman"/>
        </w:rPr>
      </w:pPr>
      <w:r w:rsidRPr="00B96B95">
        <w:rPr>
          <w:rFonts w:cs="Times New Roman"/>
        </w:rPr>
        <w:t>místo uložení písemnosti a konkrétní den, do kterého si adresát může písemnost vyzvednout nebo požádat o doslání na jinou adresu,</w:t>
      </w:r>
    </w:p>
    <w:p w:rsidR="00B96B95" w:rsidRPr="00B96B95" w:rsidRDefault="00B96B95" w:rsidP="00957FD6">
      <w:pPr>
        <w:widowControl/>
        <w:numPr>
          <w:ilvl w:val="0"/>
          <w:numId w:val="44"/>
        </w:numPr>
        <w:suppressAutoHyphens w:val="0"/>
        <w:ind w:left="757"/>
        <w:jc w:val="both"/>
        <w:rPr>
          <w:rFonts w:cs="Times New Roman"/>
        </w:rPr>
      </w:pPr>
      <w:r w:rsidRPr="00B96B95">
        <w:rPr>
          <w:rFonts w:cs="Times New Roman"/>
        </w:rPr>
        <w:t>poučení o následcích nevyzvednutí písemnosti či nepodání žádosti o doslání na jinou adresu,</w:t>
      </w:r>
    </w:p>
    <w:p w:rsidR="00B96B95" w:rsidRPr="00B96B95" w:rsidRDefault="00B96B95" w:rsidP="00957FD6">
      <w:pPr>
        <w:widowControl/>
        <w:numPr>
          <w:ilvl w:val="0"/>
          <w:numId w:val="44"/>
        </w:numPr>
        <w:suppressAutoHyphens w:val="0"/>
        <w:ind w:left="757"/>
        <w:jc w:val="both"/>
        <w:rPr>
          <w:rFonts w:cs="Times New Roman"/>
        </w:rPr>
      </w:pPr>
      <w:r w:rsidRPr="00B96B95">
        <w:rPr>
          <w:rFonts w:cs="Times New Roman"/>
        </w:rPr>
        <w:t xml:space="preserve">informaci o možnosti zřízení datové schránky </w:t>
      </w:r>
      <w:proofErr w:type="spellStart"/>
      <w:r w:rsidRPr="00B96B95">
        <w:rPr>
          <w:rFonts w:cs="Times New Roman"/>
          <w:vertAlign w:val="superscript"/>
        </w:rPr>
        <w:t>xxx</w:t>
      </w:r>
      <w:proofErr w:type="spellEnd"/>
      <w:r w:rsidRPr="00B96B95">
        <w:rPr>
          <w:rFonts w:cs="Times New Roman"/>
          <w:vertAlign w:val="superscript"/>
        </w:rPr>
        <w:t>)</w:t>
      </w:r>
      <w:r w:rsidRPr="00B96B95">
        <w:rPr>
          <w:rFonts w:cs="Times New Roman"/>
        </w:rPr>
        <w:t>.</w:t>
      </w:r>
    </w:p>
    <w:p w:rsidR="00B96B95" w:rsidRPr="00B96B95" w:rsidRDefault="00B96B95" w:rsidP="00957FD6">
      <w:pPr>
        <w:widowControl/>
        <w:numPr>
          <w:ilvl w:val="0"/>
          <w:numId w:val="43"/>
        </w:numPr>
        <w:suppressAutoHyphens w:val="0"/>
        <w:ind w:left="473"/>
        <w:jc w:val="both"/>
        <w:rPr>
          <w:rFonts w:cs="Times New Roman"/>
        </w:rPr>
      </w:pPr>
      <w:r w:rsidRPr="00B96B95">
        <w:rPr>
          <w:rFonts w:cs="Times New Roman"/>
        </w:rPr>
        <w:t xml:space="preserve">Nevyzvedne-li si adresát písemnost ve lhůtě 10 dnů ode dne zveřejnění výzvy podle odst. 1 nebo nedoručil-li exekutorovi adresát písemnosti ve stejné lhůtě žádost o zaslání písemnosti na jinou </w:t>
      </w:r>
      <w:r w:rsidRPr="00B96B95">
        <w:rPr>
          <w:rFonts w:cs="Times New Roman"/>
        </w:rPr>
        <w:lastRenderedPageBreak/>
        <w:t>adresu, považuje se písemnost posledním dnem této lhůty za doručenou, i když se adresát o uložení nedozvěděl. Adresátem v žádosti podle věty předchozí uvedená adresa se považuje za adresu pro doručování pro dané řízení podle § 46a odst. 2 občanského soudního řádu.</w:t>
      </w:r>
    </w:p>
    <w:p w:rsidR="00B96B95" w:rsidRPr="00B96B95" w:rsidRDefault="00B96B95" w:rsidP="00957FD6">
      <w:pPr>
        <w:widowControl/>
        <w:numPr>
          <w:ilvl w:val="0"/>
          <w:numId w:val="43"/>
        </w:numPr>
        <w:suppressAutoHyphens w:val="0"/>
        <w:ind w:left="473"/>
        <w:jc w:val="both"/>
        <w:rPr>
          <w:rFonts w:cs="Times New Roman"/>
        </w:rPr>
      </w:pPr>
      <w:r w:rsidRPr="00B96B95">
        <w:rPr>
          <w:rFonts w:cs="Times New Roman"/>
        </w:rPr>
        <w:t>Odstavce 1 až 4 se nepoužijí:</w:t>
      </w:r>
    </w:p>
    <w:p w:rsidR="00B96B95" w:rsidRPr="00B96B95" w:rsidRDefault="00B96B95" w:rsidP="00957FD6">
      <w:pPr>
        <w:widowControl/>
        <w:numPr>
          <w:ilvl w:val="0"/>
          <w:numId w:val="50"/>
        </w:numPr>
        <w:suppressAutoHyphens w:val="0"/>
        <w:ind w:left="757"/>
        <w:jc w:val="both"/>
        <w:rPr>
          <w:rFonts w:cs="Times New Roman"/>
        </w:rPr>
      </w:pPr>
      <w:r w:rsidRPr="00B96B95">
        <w:rPr>
          <w:rFonts w:cs="Times New Roman"/>
        </w:rPr>
        <w:t xml:space="preserve">pro doručování písemností podle § 44 odst. 1 věty druhé povinnému či manželovi povinného, </w:t>
      </w:r>
    </w:p>
    <w:p w:rsidR="00B96B95" w:rsidRPr="00B96B95" w:rsidRDefault="00B96B95" w:rsidP="00957FD6">
      <w:pPr>
        <w:widowControl/>
        <w:numPr>
          <w:ilvl w:val="0"/>
          <w:numId w:val="50"/>
        </w:numPr>
        <w:suppressAutoHyphens w:val="0"/>
        <w:ind w:left="757"/>
        <w:jc w:val="both"/>
        <w:rPr>
          <w:rFonts w:cs="Times New Roman"/>
        </w:rPr>
      </w:pPr>
      <w:r w:rsidRPr="00B96B95">
        <w:rPr>
          <w:rFonts w:cs="Times New Roman"/>
        </w:rPr>
        <w:t xml:space="preserve">pro doručování vyrozumění o zahájení exekuce podle § 44 odst. 1 věty první oprávněnému, </w:t>
      </w:r>
    </w:p>
    <w:p w:rsidR="00B96B95" w:rsidRPr="00B96B95" w:rsidRDefault="00B96B95" w:rsidP="00957FD6">
      <w:pPr>
        <w:widowControl/>
        <w:numPr>
          <w:ilvl w:val="0"/>
          <w:numId w:val="50"/>
        </w:numPr>
        <w:suppressAutoHyphens w:val="0"/>
        <w:ind w:left="757"/>
        <w:jc w:val="both"/>
        <w:rPr>
          <w:rFonts w:cs="Times New Roman"/>
        </w:rPr>
      </w:pPr>
      <w:r w:rsidRPr="00B96B95">
        <w:rPr>
          <w:rFonts w:cs="Times New Roman"/>
        </w:rPr>
        <w:t xml:space="preserve">pro doručování písemností v daném řízení oprávněnému, povinnému či manželovi povinného, pokud si v úložní době vyzvedli některou z písemností podle odst. a) nebo b), </w:t>
      </w:r>
    </w:p>
    <w:p w:rsidR="00B96B95" w:rsidRPr="00B96B95" w:rsidRDefault="00B96B95" w:rsidP="00957FD6">
      <w:pPr>
        <w:widowControl/>
        <w:numPr>
          <w:ilvl w:val="0"/>
          <w:numId w:val="50"/>
        </w:numPr>
        <w:suppressAutoHyphens w:val="0"/>
        <w:ind w:left="757"/>
        <w:jc w:val="both"/>
        <w:rPr>
          <w:rFonts w:cs="Times New Roman"/>
        </w:rPr>
      </w:pPr>
      <w:r w:rsidRPr="00B96B95">
        <w:rPr>
          <w:rFonts w:cs="Times New Roman"/>
        </w:rPr>
        <w:t>pro doručování písemností, u kterých je vyloučeno doručení podle § 49 odst. 4 občanského soudního řádu,</w:t>
      </w:r>
    </w:p>
    <w:p w:rsidR="00B96B95" w:rsidRPr="00B96B95" w:rsidRDefault="00B96B95" w:rsidP="00957FD6">
      <w:pPr>
        <w:widowControl/>
        <w:numPr>
          <w:ilvl w:val="0"/>
          <w:numId w:val="50"/>
        </w:numPr>
        <w:suppressAutoHyphens w:val="0"/>
        <w:ind w:left="757"/>
        <w:jc w:val="both"/>
        <w:rPr>
          <w:rFonts w:cs="Times New Roman"/>
        </w:rPr>
      </w:pPr>
      <w:r w:rsidRPr="00B96B95">
        <w:rPr>
          <w:rFonts w:cs="Times New Roman"/>
        </w:rPr>
        <w:t>pro doručování exekučního příkazu dlužníkovi povinného.“</w:t>
      </w:r>
      <w:r w:rsidR="00957FD6">
        <w:rPr>
          <w:rFonts w:cs="Times New Roman"/>
        </w:rPr>
        <w:t>.</w:t>
      </w:r>
    </w:p>
    <w:p w:rsidR="00B96B95" w:rsidRPr="00957FD6" w:rsidRDefault="00B96B95" w:rsidP="00957FD6">
      <w:pPr>
        <w:rPr>
          <w:rFonts w:cs="Times New Roman"/>
        </w:rPr>
      </w:pPr>
      <w:r w:rsidRPr="00B96B95">
        <w:rPr>
          <w:rFonts w:cs="Times New Roman"/>
        </w:rPr>
        <w:t>___________</w:t>
      </w:r>
    </w:p>
    <w:p w:rsidR="00B96B95" w:rsidRPr="00957FD6" w:rsidRDefault="00B96B95" w:rsidP="00957FD6">
      <w:pPr>
        <w:ind w:left="113"/>
        <w:rPr>
          <w:rFonts w:cs="Times New Roman"/>
          <w:bCs/>
        </w:rPr>
      </w:pPr>
      <w:r w:rsidRPr="00957FD6">
        <w:rPr>
          <w:rFonts w:cs="Times New Roman"/>
          <w:bCs/>
        </w:rPr>
        <w:t>x) § 46b občanského soudního řádu</w:t>
      </w:r>
    </w:p>
    <w:p w:rsidR="00B96B95" w:rsidRPr="00957FD6" w:rsidRDefault="00B96B95" w:rsidP="00957FD6">
      <w:pPr>
        <w:ind w:left="113"/>
        <w:rPr>
          <w:rFonts w:cs="Times New Roman"/>
          <w:bCs/>
        </w:rPr>
      </w:pPr>
      <w:proofErr w:type="spellStart"/>
      <w:r w:rsidRPr="00957FD6">
        <w:rPr>
          <w:rFonts w:cs="Times New Roman"/>
          <w:bCs/>
        </w:rPr>
        <w:t>xx</w:t>
      </w:r>
      <w:proofErr w:type="spellEnd"/>
      <w:r w:rsidRPr="00957FD6">
        <w:rPr>
          <w:rFonts w:cs="Times New Roman"/>
          <w:bCs/>
        </w:rPr>
        <w:t xml:space="preserve">) § 10, 10a zákona č. 133/2000 Sb., o evidenci obyvatel </w:t>
      </w:r>
    </w:p>
    <w:p w:rsidR="00B96B95" w:rsidRDefault="00B96B95" w:rsidP="00957FD6">
      <w:pPr>
        <w:ind w:left="113"/>
        <w:rPr>
          <w:rFonts w:cs="Times New Roman"/>
          <w:bCs/>
        </w:rPr>
      </w:pPr>
      <w:proofErr w:type="spellStart"/>
      <w:r w:rsidRPr="00957FD6">
        <w:rPr>
          <w:rFonts w:cs="Times New Roman"/>
          <w:bCs/>
        </w:rPr>
        <w:t>xxx</w:t>
      </w:r>
      <w:proofErr w:type="spellEnd"/>
      <w:r w:rsidRPr="00957FD6">
        <w:rPr>
          <w:rFonts w:cs="Times New Roman"/>
          <w:bCs/>
        </w:rPr>
        <w:t>) zákon č. 300/2008 Sb., o elektronických úkonech, osobních číslech a autorizované konverzi dokumentů</w:t>
      </w:r>
      <w:r w:rsidR="00957FD6" w:rsidRPr="00957FD6">
        <w:rPr>
          <w:rFonts w:cs="Times New Roman"/>
          <w:bCs/>
        </w:rPr>
        <w:t>.“.</w:t>
      </w:r>
      <w:r w:rsidR="003B7ACA">
        <w:rPr>
          <w:rFonts w:cs="Times New Roman"/>
          <w:bCs/>
        </w:rPr>
        <w:t>“.</w:t>
      </w:r>
    </w:p>
    <w:p w:rsidR="00957FD6" w:rsidRPr="00957FD6" w:rsidRDefault="00957FD6" w:rsidP="00957FD6">
      <w:pPr>
        <w:ind w:left="113"/>
        <w:rPr>
          <w:rFonts w:cs="Times New Roman"/>
          <w:bCs/>
        </w:rPr>
      </w:pPr>
    </w:p>
    <w:p w:rsidR="003B7ACA" w:rsidRDefault="003B7ACA" w:rsidP="003B7ACA">
      <w:pPr>
        <w:widowControl/>
        <w:suppressAutoHyphens w:val="0"/>
        <w:ind w:right="-227"/>
        <w:rPr>
          <w:rFonts w:cs="Times New Roman"/>
          <w:bCs/>
        </w:rPr>
      </w:pPr>
      <w:r w:rsidRPr="003B7ACA">
        <w:rPr>
          <w:rFonts w:cs="Times New Roman"/>
          <w:bCs/>
        </w:rPr>
        <w:t xml:space="preserve">3. </w:t>
      </w:r>
      <w:r w:rsidR="00B96B95" w:rsidRPr="003B7ACA">
        <w:rPr>
          <w:rFonts w:cs="Times New Roman"/>
          <w:bCs/>
        </w:rPr>
        <w:t>Vkládá se nový</w:t>
      </w:r>
      <w:r>
        <w:rPr>
          <w:rFonts w:cs="Times New Roman"/>
          <w:bCs/>
        </w:rPr>
        <w:t xml:space="preserve"> bod, který zní:</w:t>
      </w:r>
    </w:p>
    <w:p w:rsidR="00B96B95" w:rsidRPr="003B7ACA" w:rsidRDefault="003B7ACA" w:rsidP="003B7ACA">
      <w:pPr>
        <w:widowControl/>
        <w:suppressAutoHyphens w:val="0"/>
        <w:ind w:right="-227"/>
        <w:rPr>
          <w:rFonts w:cs="Times New Roman"/>
          <w:bCs/>
        </w:rPr>
      </w:pPr>
      <w:r>
        <w:rPr>
          <w:rFonts w:cs="Times New Roman"/>
          <w:bCs/>
        </w:rPr>
        <w:t xml:space="preserve">„X. Za </w:t>
      </w:r>
      <w:r w:rsidR="00B96B95" w:rsidRPr="003B7ACA">
        <w:rPr>
          <w:rFonts w:cs="Times New Roman"/>
          <w:bCs/>
        </w:rPr>
        <w:t>§ 56</w:t>
      </w:r>
      <w:r>
        <w:rPr>
          <w:rFonts w:cs="Times New Roman"/>
          <w:bCs/>
        </w:rPr>
        <w:t>a se vkládá nový § 56b</w:t>
      </w:r>
      <w:r w:rsidR="00B96B95" w:rsidRPr="003B7ACA">
        <w:rPr>
          <w:rFonts w:cs="Times New Roman"/>
          <w:bCs/>
        </w:rPr>
        <w:t xml:space="preserve">, který </w:t>
      </w:r>
      <w:r>
        <w:rPr>
          <w:rFonts w:cs="Times New Roman"/>
          <w:bCs/>
        </w:rPr>
        <w:t xml:space="preserve">včetně nadpisu a poznámek pod čarou </w:t>
      </w:r>
      <w:r w:rsidR="00B96B95" w:rsidRPr="003B7ACA">
        <w:rPr>
          <w:rFonts w:cs="Times New Roman"/>
          <w:bCs/>
        </w:rPr>
        <w:t>zní:</w:t>
      </w:r>
    </w:p>
    <w:p w:rsidR="00B96B95" w:rsidRPr="003B7ACA" w:rsidRDefault="00B96B95" w:rsidP="00957FD6">
      <w:pPr>
        <w:rPr>
          <w:rFonts w:cs="Times New Roman"/>
          <w:bCs/>
        </w:rPr>
      </w:pPr>
    </w:p>
    <w:p w:rsidR="00B96B95" w:rsidRPr="00B96B95" w:rsidRDefault="00B96B95" w:rsidP="00957FD6">
      <w:pPr>
        <w:jc w:val="center"/>
        <w:rPr>
          <w:rFonts w:cs="Times New Roman"/>
          <w:bCs/>
        </w:rPr>
      </w:pPr>
      <w:r w:rsidRPr="00B96B95">
        <w:rPr>
          <w:rFonts w:cs="Times New Roman"/>
          <w:bCs/>
        </w:rPr>
        <w:t>„§ 56b</w:t>
      </w:r>
    </w:p>
    <w:p w:rsidR="00B96B95" w:rsidRPr="00B96B95" w:rsidRDefault="00B96B95" w:rsidP="00957FD6">
      <w:pPr>
        <w:jc w:val="center"/>
        <w:rPr>
          <w:rFonts w:cs="Times New Roman"/>
          <w:b/>
          <w:bCs/>
        </w:rPr>
      </w:pPr>
      <w:r w:rsidRPr="00B96B95">
        <w:rPr>
          <w:rFonts w:cs="Times New Roman"/>
          <w:b/>
          <w:bCs/>
        </w:rPr>
        <w:t>Doručování ve zvláštních případech</w:t>
      </w:r>
    </w:p>
    <w:p w:rsidR="00B96B95" w:rsidRPr="00B96B95" w:rsidRDefault="00B96B95" w:rsidP="00957FD6">
      <w:pPr>
        <w:widowControl/>
        <w:numPr>
          <w:ilvl w:val="0"/>
          <w:numId w:val="48"/>
        </w:numPr>
        <w:suppressAutoHyphens w:val="0"/>
        <w:ind w:left="473"/>
        <w:jc w:val="both"/>
        <w:rPr>
          <w:rFonts w:cs="Times New Roman"/>
          <w:bCs/>
        </w:rPr>
      </w:pPr>
      <w:proofErr w:type="gramStart"/>
      <w:r w:rsidRPr="00B96B95">
        <w:rPr>
          <w:rFonts w:cs="Times New Roman"/>
          <w:bCs/>
        </w:rPr>
        <w:t>Byla</w:t>
      </w:r>
      <w:proofErr w:type="gramEnd"/>
      <w:r w:rsidRPr="00B96B95">
        <w:rPr>
          <w:rFonts w:cs="Times New Roman"/>
          <w:bCs/>
        </w:rPr>
        <w:t xml:space="preserve">-li v řízení adresátovi exekutorem doručena písemnost do vlastních rukou, </w:t>
      </w:r>
      <w:proofErr w:type="gramStart"/>
      <w:r w:rsidRPr="00B96B95">
        <w:rPr>
          <w:rFonts w:cs="Times New Roman"/>
          <w:bCs/>
        </w:rPr>
        <w:t>která</w:t>
      </w:r>
      <w:proofErr w:type="gramEnd"/>
      <w:r w:rsidRPr="00B96B95">
        <w:rPr>
          <w:rFonts w:cs="Times New Roman"/>
          <w:bCs/>
        </w:rPr>
        <w:t xml:space="preserve"> </w:t>
      </w:r>
    </w:p>
    <w:p w:rsidR="00B96B95" w:rsidRPr="00B96B95" w:rsidRDefault="00B96B95" w:rsidP="00957FD6">
      <w:pPr>
        <w:widowControl/>
        <w:numPr>
          <w:ilvl w:val="0"/>
          <w:numId w:val="49"/>
        </w:numPr>
        <w:suppressAutoHyphens w:val="0"/>
        <w:ind w:left="757"/>
        <w:jc w:val="both"/>
        <w:rPr>
          <w:rFonts w:cs="Times New Roman"/>
          <w:bCs/>
        </w:rPr>
      </w:pPr>
      <w:r w:rsidRPr="00B96B95">
        <w:rPr>
          <w:rFonts w:cs="Times New Roman"/>
          <w:bCs/>
        </w:rPr>
        <w:t xml:space="preserve">byla vrácena z důvodu, že v místě doručování nebylo možné zanechat výzvu </w:t>
      </w:r>
      <w:r w:rsidRPr="00B96B95">
        <w:rPr>
          <w:rFonts w:cs="Times New Roman"/>
          <w:bCs/>
          <w:vertAlign w:val="superscript"/>
        </w:rPr>
        <w:t>x)</w:t>
      </w:r>
      <w:r w:rsidRPr="00B96B95">
        <w:rPr>
          <w:rFonts w:cs="Times New Roman"/>
          <w:bCs/>
        </w:rPr>
        <w:t xml:space="preserve">, nebo </w:t>
      </w:r>
    </w:p>
    <w:p w:rsidR="00B96B95" w:rsidRPr="00B96B95" w:rsidRDefault="00B96B95" w:rsidP="00957FD6">
      <w:pPr>
        <w:widowControl/>
        <w:numPr>
          <w:ilvl w:val="0"/>
          <w:numId w:val="49"/>
        </w:numPr>
        <w:suppressAutoHyphens w:val="0"/>
        <w:ind w:left="757"/>
        <w:jc w:val="both"/>
        <w:rPr>
          <w:rFonts w:cs="Times New Roman"/>
          <w:bCs/>
        </w:rPr>
      </w:pPr>
      <w:r w:rsidRPr="00B96B95">
        <w:rPr>
          <w:rFonts w:cs="Times New Roman"/>
          <w:bCs/>
        </w:rPr>
        <w:t xml:space="preserve">byla vrácena z důvodu, že v místě doručování není schránka pro vhození písemnosti, nebylo-li současně vhození do </w:t>
      </w:r>
      <w:proofErr w:type="gramStart"/>
      <w:r w:rsidRPr="00B96B95">
        <w:rPr>
          <w:rFonts w:cs="Times New Roman"/>
          <w:bCs/>
        </w:rPr>
        <w:t>schránka</w:t>
      </w:r>
      <w:proofErr w:type="gramEnd"/>
      <w:r w:rsidRPr="00B96B95">
        <w:rPr>
          <w:rFonts w:cs="Times New Roman"/>
          <w:bCs/>
        </w:rPr>
        <w:t xml:space="preserve"> vyloučeno</w:t>
      </w:r>
      <w:r w:rsidRPr="00B96B95">
        <w:rPr>
          <w:rFonts w:cs="Times New Roman"/>
          <w:bCs/>
          <w:vertAlign w:val="superscript"/>
        </w:rPr>
        <w:t xml:space="preserve"> </w:t>
      </w:r>
      <w:proofErr w:type="spellStart"/>
      <w:r w:rsidRPr="00B96B95">
        <w:rPr>
          <w:rFonts w:cs="Times New Roman"/>
          <w:bCs/>
          <w:vertAlign w:val="superscript"/>
        </w:rPr>
        <w:t>xx</w:t>
      </w:r>
      <w:proofErr w:type="spellEnd"/>
      <w:r w:rsidRPr="00B96B95">
        <w:rPr>
          <w:rFonts w:cs="Times New Roman"/>
          <w:bCs/>
          <w:vertAlign w:val="superscript"/>
        </w:rPr>
        <w:t>)</w:t>
      </w:r>
      <w:r w:rsidRPr="00B96B95">
        <w:rPr>
          <w:rFonts w:cs="Times New Roman"/>
          <w:bCs/>
        </w:rPr>
        <w:t>,</w:t>
      </w:r>
    </w:p>
    <w:p w:rsidR="00B96B95" w:rsidRPr="00B96B95" w:rsidRDefault="00B96B95" w:rsidP="00957FD6">
      <w:pPr>
        <w:ind w:left="113"/>
        <w:jc w:val="both"/>
        <w:rPr>
          <w:rFonts w:cs="Times New Roman"/>
          <w:bCs/>
        </w:rPr>
      </w:pPr>
      <w:r w:rsidRPr="00B96B95">
        <w:rPr>
          <w:rFonts w:cs="Times New Roman"/>
          <w:bCs/>
        </w:rPr>
        <w:t xml:space="preserve">doručuje exekutor další písemnosti v řízení doručované prostřednictvím provozovatele poštovních služeb nebo jiné osoby, která provádí přepravu zásilek, je-li adresa pro doručování prostřednictvím doručujícího orgánu </w:t>
      </w:r>
      <w:proofErr w:type="spellStart"/>
      <w:r w:rsidRPr="00B96B95">
        <w:rPr>
          <w:rFonts w:cs="Times New Roman"/>
          <w:bCs/>
          <w:vertAlign w:val="superscript"/>
        </w:rPr>
        <w:t>xxx</w:t>
      </w:r>
      <w:proofErr w:type="spellEnd"/>
      <w:r w:rsidRPr="00B96B95">
        <w:rPr>
          <w:rFonts w:cs="Times New Roman"/>
          <w:bCs/>
          <w:vertAlign w:val="superscript"/>
        </w:rPr>
        <w:t>)</w:t>
      </w:r>
      <w:r w:rsidRPr="00B96B95">
        <w:rPr>
          <w:rFonts w:cs="Times New Roman"/>
          <w:bCs/>
        </w:rPr>
        <w:t xml:space="preserve"> adresáta stejná jako v případě zásilky vrácené podle odst. a) nebo b) tak, že namísto předání písemnosti k doručení provozovateli poštovních služeb, nebo jiné osoby, která provádí přepravu zásilek, uloží doručovanou písemnost u sebe a zveřejní na centrální úřední desce (§ 125a) výzvu, aby si adresát písemnost vyzvedl nebo požádal o její doslání na jinou adresu.</w:t>
      </w:r>
    </w:p>
    <w:p w:rsidR="00B96B95" w:rsidRPr="00B96B95" w:rsidRDefault="00B96B95" w:rsidP="00957FD6">
      <w:pPr>
        <w:ind w:left="113"/>
        <w:jc w:val="both"/>
        <w:rPr>
          <w:rFonts w:cs="Times New Roman"/>
          <w:bCs/>
        </w:rPr>
      </w:pPr>
    </w:p>
    <w:p w:rsidR="00B96B95" w:rsidRPr="00B96B95" w:rsidRDefault="00B96B95" w:rsidP="00957FD6">
      <w:pPr>
        <w:widowControl/>
        <w:numPr>
          <w:ilvl w:val="0"/>
          <w:numId w:val="48"/>
        </w:numPr>
        <w:suppressAutoHyphens w:val="0"/>
        <w:jc w:val="both"/>
        <w:rPr>
          <w:rFonts w:cs="Times New Roman"/>
          <w:bCs/>
        </w:rPr>
      </w:pPr>
      <w:r w:rsidRPr="00B96B95">
        <w:rPr>
          <w:rFonts w:cs="Times New Roman"/>
          <w:bCs/>
        </w:rPr>
        <w:t xml:space="preserve">V případě jiné písemnosti doručené adresátovi a vrácené exekutorovi z důvodu, že jinou písemnost nebo oznámení nebylo možné vhodit do schránky </w:t>
      </w:r>
      <w:proofErr w:type="spellStart"/>
      <w:r w:rsidRPr="00B96B95">
        <w:rPr>
          <w:rFonts w:cs="Times New Roman"/>
          <w:bCs/>
          <w:vertAlign w:val="superscript"/>
        </w:rPr>
        <w:t>xxxx</w:t>
      </w:r>
      <w:proofErr w:type="spellEnd"/>
      <w:r w:rsidRPr="00B96B95">
        <w:rPr>
          <w:rFonts w:cs="Times New Roman"/>
          <w:bCs/>
        </w:rPr>
        <w:t>), se použije odst. 1 obdobně.“</w:t>
      </w:r>
      <w:r w:rsidR="00957FD6">
        <w:rPr>
          <w:rFonts w:cs="Times New Roman"/>
          <w:bCs/>
        </w:rPr>
        <w:t>.</w:t>
      </w:r>
    </w:p>
    <w:p w:rsidR="00B96B95" w:rsidRPr="00B96B95" w:rsidRDefault="00B96B95" w:rsidP="00957FD6">
      <w:pPr>
        <w:rPr>
          <w:rFonts w:cs="Times New Roman"/>
          <w:bCs/>
        </w:rPr>
      </w:pPr>
      <w:r w:rsidRPr="00B96B95">
        <w:rPr>
          <w:rFonts w:cs="Times New Roman"/>
          <w:bCs/>
        </w:rPr>
        <w:t>___________</w:t>
      </w:r>
    </w:p>
    <w:p w:rsidR="00B96B95" w:rsidRPr="00957FD6" w:rsidRDefault="00B96B95" w:rsidP="00957FD6">
      <w:pPr>
        <w:ind w:left="113"/>
        <w:jc w:val="both"/>
        <w:rPr>
          <w:rFonts w:cs="Times New Roman"/>
          <w:bCs/>
        </w:rPr>
      </w:pPr>
      <w:r w:rsidRPr="00957FD6">
        <w:rPr>
          <w:rFonts w:cs="Times New Roman"/>
          <w:bCs/>
        </w:rPr>
        <w:t>x) § 49 odst. 2 věta druhá občanského soudního řádu</w:t>
      </w:r>
      <w:r w:rsidR="00957FD6">
        <w:rPr>
          <w:rFonts w:cs="Times New Roman"/>
          <w:bCs/>
        </w:rPr>
        <w:t>.</w:t>
      </w:r>
    </w:p>
    <w:p w:rsidR="00B96B95" w:rsidRPr="00957FD6" w:rsidRDefault="00B96B95" w:rsidP="00957FD6">
      <w:pPr>
        <w:ind w:left="113"/>
        <w:jc w:val="both"/>
        <w:rPr>
          <w:rFonts w:cs="Times New Roman"/>
          <w:bCs/>
        </w:rPr>
      </w:pPr>
      <w:proofErr w:type="spellStart"/>
      <w:r w:rsidRPr="00957FD6">
        <w:rPr>
          <w:rFonts w:cs="Times New Roman"/>
          <w:bCs/>
        </w:rPr>
        <w:t>xx</w:t>
      </w:r>
      <w:proofErr w:type="spellEnd"/>
      <w:r w:rsidRPr="00957FD6">
        <w:rPr>
          <w:rFonts w:cs="Times New Roman"/>
          <w:bCs/>
        </w:rPr>
        <w:t>) § 49 odst. 4 věta druhá občanského soudního řádu</w:t>
      </w:r>
      <w:r w:rsidR="00957FD6">
        <w:rPr>
          <w:rFonts w:cs="Times New Roman"/>
          <w:bCs/>
        </w:rPr>
        <w:t>.</w:t>
      </w:r>
    </w:p>
    <w:p w:rsidR="00B96B95" w:rsidRPr="00957FD6" w:rsidRDefault="00B96B95" w:rsidP="00957FD6">
      <w:pPr>
        <w:ind w:left="113"/>
        <w:jc w:val="both"/>
        <w:rPr>
          <w:rFonts w:cs="Times New Roman"/>
          <w:bCs/>
        </w:rPr>
      </w:pPr>
      <w:proofErr w:type="spellStart"/>
      <w:r w:rsidRPr="00957FD6">
        <w:rPr>
          <w:rFonts w:cs="Times New Roman"/>
          <w:bCs/>
        </w:rPr>
        <w:t>xxx</w:t>
      </w:r>
      <w:proofErr w:type="spellEnd"/>
      <w:r w:rsidRPr="00957FD6">
        <w:rPr>
          <w:rFonts w:cs="Times New Roman"/>
          <w:bCs/>
        </w:rPr>
        <w:t>) § 46b občanského soudního řádu</w:t>
      </w:r>
      <w:r w:rsidR="00957FD6">
        <w:rPr>
          <w:rFonts w:cs="Times New Roman"/>
          <w:bCs/>
        </w:rPr>
        <w:t>.</w:t>
      </w:r>
    </w:p>
    <w:p w:rsidR="00B96B95" w:rsidRPr="00957FD6" w:rsidRDefault="00B96B95" w:rsidP="00957FD6">
      <w:pPr>
        <w:ind w:left="113"/>
        <w:jc w:val="both"/>
        <w:rPr>
          <w:rFonts w:cs="Times New Roman"/>
          <w:bCs/>
        </w:rPr>
      </w:pPr>
      <w:proofErr w:type="spellStart"/>
      <w:r w:rsidRPr="00957FD6">
        <w:rPr>
          <w:rFonts w:cs="Times New Roman"/>
          <w:bCs/>
        </w:rPr>
        <w:t>xxxx</w:t>
      </w:r>
      <w:proofErr w:type="spellEnd"/>
      <w:r w:rsidRPr="00957FD6">
        <w:rPr>
          <w:rFonts w:cs="Times New Roman"/>
          <w:bCs/>
        </w:rPr>
        <w:t>) § 50 odst. 2 občanského soudního řádu</w:t>
      </w:r>
      <w:r w:rsidR="00957FD6">
        <w:rPr>
          <w:rFonts w:cs="Times New Roman"/>
          <w:bCs/>
        </w:rPr>
        <w:t>.“.</w:t>
      </w:r>
      <w:r w:rsidR="003B7ACA">
        <w:rPr>
          <w:rFonts w:cs="Times New Roman"/>
          <w:bCs/>
        </w:rPr>
        <w:t>“.</w:t>
      </w:r>
    </w:p>
    <w:p w:rsidR="00DE0363" w:rsidRPr="00B96B95" w:rsidRDefault="00DE0363" w:rsidP="00957FD6">
      <w:pPr>
        <w:ind w:left="113"/>
        <w:jc w:val="both"/>
        <w:rPr>
          <w:rFonts w:cs="Times New Roman"/>
          <w:bCs/>
        </w:rPr>
      </w:pPr>
    </w:p>
    <w:p w:rsidR="003B7ACA" w:rsidRDefault="003B7ACA" w:rsidP="003B7ACA">
      <w:pPr>
        <w:widowControl/>
        <w:suppressAutoHyphens w:val="0"/>
        <w:rPr>
          <w:rFonts w:cs="Times New Roman"/>
          <w:bCs/>
        </w:rPr>
      </w:pPr>
      <w:r w:rsidRPr="003B7ACA">
        <w:rPr>
          <w:rFonts w:cs="Times New Roman"/>
          <w:bCs/>
        </w:rPr>
        <w:t xml:space="preserve">4. </w:t>
      </w:r>
      <w:r>
        <w:rPr>
          <w:rFonts w:cs="Times New Roman"/>
          <w:bCs/>
        </w:rPr>
        <w:t>Vkládá se nový bod, který zní:</w:t>
      </w:r>
    </w:p>
    <w:p w:rsidR="00B96B95" w:rsidRPr="003B7ACA" w:rsidRDefault="003B7ACA" w:rsidP="003B7ACA">
      <w:pPr>
        <w:widowControl/>
        <w:suppressAutoHyphens w:val="0"/>
        <w:rPr>
          <w:rFonts w:cs="Times New Roman"/>
          <w:bCs/>
        </w:rPr>
      </w:pPr>
      <w:r>
        <w:rPr>
          <w:rFonts w:cs="Times New Roman"/>
          <w:bCs/>
        </w:rPr>
        <w:t xml:space="preserve">„X. </w:t>
      </w:r>
      <w:r w:rsidR="00B96B95" w:rsidRPr="003B7ACA">
        <w:rPr>
          <w:rFonts w:cs="Times New Roman"/>
          <w:bCs/>
        </w:rPr>
        <w:t xml:space="preserve">V § 124 se </w:t>
      </w:r>
      <w:r>
        <w:rPr>
          <w:rFonts w:cs="Times New Roman"/>
          <w:bCs/>
        </w:rPr>
        <w:t>doplňuje</w:t>
      </w:r>
      <w:r w:rsidR="00B96B95" w:rsidRPr="003B7ACA">
        <w:rPr>
          <w:rFonts w:cs="Times New Roman"/>
          <w:bCs/>
        </w:rPr>
        <w:t xml:space="preserve"> odst</w:t>
      </w:r>
      <w:r>
        <w:rPr>
          <w:rFonts w:cs="Times New Roman"/>
          <w:bCs/>
        </w:rPr>
        <w:t>avec</w:t>
      </w:r>
      <w:r w:rsidR="00B96B95" w:rsidRPr="003B7ACA">
        <w:rPr>
          <w:rFonts w:cs="Times New Roman"/>
          <w:bCs/>
        </w:rPr>
        <w:t xml:space="preserve"> 3, který </w:t>
      </w:r>
      <w:r>
        <w:rPr>
          <w:rFonts w:cs="Times New Roman"/>
          <w:bCs/>
        </w:rPr>
        <w:t xml:space="preserve">včetně poznámky pod čarou </w:t>
      </w:r>
      <w:r w:rsidR="00B96B95" w:rsidRPr="003B7ACA">
        <w:rPr>
          <w:rFonts w:cs="Times New Roman"/>
          <w:bCs/>
        </w:rPr>
        <w:t>zní:</w:t>
      </w:r>
    </w:p>
    <w:p w:rsidR="00B96B95" w:rsidRPr="003B7ACA" w:rsidRDefault="00B96B95" w:rsidP="00957FD6">
      <w:pPr>
        <w:rPr>
          <w:rFonts w:cs="Times New Roman"/>
          <w:bCs/>
        </w:rPr>
      </w:pPr>
    </w:p>
    <w:p w:rsidR="00B96B95" w:rsidRPr="00DE0363" w:rsidRDefault="00B96B95" w:rsidP="00957FD6">
      <w:pPr>
        <w:ind w:left="113" w:firstLine="247"/>
        <w:jc w:val="both"/>
        <w:rPr>
          <w:rFonts w:cs="Times New Roman"/>
        </w:rPr>
      </w:pPr>
      <w:r w:rsidRPr="00DE0363">
        <w:rPr>
          <w:rFonts w:cs="Times New Roman"/>
        </w:rPr>
        <w:t xml:space="preserve">„(3) Ohlašovnou se pro účely tohoto zákona rozumí obecní úřady, v hlavním městě Praze a v územně členěných statutárních městech úřady městských částí nebo městských obvodů, pokud tak stanoví statuty těchto měst, které vykonávají státní správu podle zákona o evidenci obyvatel </w:t>
      </w:r>
      <w:proofErr w:type="spellStart"/>
      <w:r w:rsidRPr="00DE0363">
        <w:rPr>
          <w:rFonts w:cs="Times New Roman"/>
          <w:vertAlign w:val="superscript"/>
        </w:rPr>
        <w:t>xy</w:t>
      </w:r>
      <w:proofErr w:type="spellEnd"/>
      <w:r w:rsidRPr="00DE0363">
        <w:rPr>
          <w:rFonts w:cs="Times New Roman"/>
          <w:vertAlign w:val="superscript"/>
        </w:rPr>
        <w:t>)</w:t>
      </w:r>
      <w:r w:rsidRPr="00DE0363">
        <w:rPr>
          <w:rFonts w:cs="Times New Roman"/>
        </w:rPr>
        <w:t>.“</w:t>
      </w:r>
      <w:r w:rsidR="00957FD6">
        <w:rPr>
          <w:rFonts w:cs="Times New Roman"/>
        </w:rPr>
        <w:t>.</w:t>
      </w:r>
      <w:r w:rsidR="003B7ACA">
        <w:rPr>
          <w:rFonts w:cs="Times New Roman"/>
        </w:rPr>
        <w:t>“.</w:t>
      </w:r>
    </w:p>
    <w:p w:rsidR="00B96B95" w:rsidRPr="00DE0363" w:rsidRDefault="00B96B95" w:rsidP="00957FD6">
      <w:pPr>
        <w:rPr>
          <w:rFonts w:cs="Times New Roman"/>
          <w:bCs/>
        </w:rPr>
      </w:pPr>
      <w:r w:rsidRPr="00DE0363">
        <w:rPr>
          <w:rFonts w:cs="Times New Roman"/>
          <w:bCs/>
        </w:rPr>
        <w:t>___________</w:t>
      </w:r>
    </w:p>
    <w:p w:rsidR="00B96B95" w:rsidRDefault="00B96B95" w:rsidP="00957FD6">
      <w:pPr>
        <w:ind w:left="113"/>
        <w:jc w:val="both"/>
        <w:rPr>
          <w:rFonts w:cs="Times New Roman"/>
          <w:bCs/>
        </w:rPr>
      </w:pPr>
      <w:proofErr w:type="spellStart"/>
      <w:r w:rsidRPr="00957FD6">
        <w:rPr>
          <w:rFonts w:cs="Times New Roman"/>
          <w:bCs/>
        </w:rPr>
        <w:t>xy</w:t>
      </w:r>
      <w:proofErr w:type="spellEnd"/>
      <w:r w:rsidRPr="00957FD6">
        <w:rPr>
          <w:rFonts w:cs="Times New Roman"/>
          <w:bCs/>
        </w:rPr>
        <w:t>) § 2 zákona č. č. 133/2000 Sb., o evidenci obyvatel</w:t>
      </w:r>
      <w:r w:rsidR="00957FD6">
        <w:rPr>
          <w:rFonts w:cs="Times New Roman"/>
          <w:bCs/>
        </w:rPr>
        <w:t>.“.</w:t>
      </w:r>
    </w:p>
    <w:p w:rsidR="00957FD6" w:rsidRPr="00957FD6" w:rsidRDefault="00957FD6" w:rsidP="00957FD6">
      <w:pPr>
        <w:ind w:left="113"/>
        <w:jc w:val="both"/>
        <w:rPr>
          <w:rFonts w:cs="Times New Roman"/>
          <w:bCs/>
        </w:rPr>
      </w:pPr>
    </w:p>
    <w:p w:rsidR="005C5DCD" w:rsidRDefault="005C5DCD">
      <w:pPr>
        <w:widowControl/>
        <w:suppressAutoHyphens w:val="0"/>
        <w:rPr>
          <w:rFonts w:cs="Times New Roman"/>
          <w:bCs/>
        </w:rPr>
      </w:pPr>
      <w:r>
        <w:rPr>
          <w:rFonts w:cs="Times New Roman"/>
          <w:bCs/>
        </w:rPr>
        <w:br w:type="page"/>
      </w:r>
    </w:p>
    <w:p w:rsidR="003B7ACA" w:rsidRDefault="003B7ACA" w:rsidP="003B7ACA">
      <w:pPr>
        <w:widowControl/>
        <w:suppressAutoHyphens w:val="0"/>
        <w:ind w:right="-57"/>
        <w:rPr>
          <w:rFonts w:cs="Times New Roman"/>
          <w:bCs/>
        </w:rPr>
      </w:pPr>
      <w:r w:rsidRPr="003B7ACA">
        <w:rPr>
          <w:rFonts w:cs="Times New Roman"/>
          <w:bCs/>
        </w:rPr>
        <w:lastRenderedPageBreak/>
        <w:t xml:space="preserve">5. </w:t>
      </w:r>
      <w:r w:rsidR="00B96B95" w:rsidRPr="003B7ACA">
        <w:rPr>
          <w:rFonts w:cs="Times New Roman"/>
          <w:bCs/>
        </w:rPr>
        <w:t xml:space="preserve">Vkládá se nový </w:t>
      </w:r>
      <w:r>
        <w:rPr>
          <w:rFonts w:cs="Times New Roman"/>
          <w:bCs/>
        </w:rPr>
        <w:t>bod, který zní:</w:t>
      </w:r>
    </w:p>
    <w:p w:rsidR="00B96B95" w:rsidRPr="003B7ACA" w:rsidRDefault="003B7ACA" w:rsidP="003B7ACA">
      <w:pPr>
        <w:widowControl/>
        <w:suppressAutoHyphens w:val="0"/>
        <w:ind w:right="-57"/>
        <w:rPr>
          <w:rFonts w:cs="Times New Roman"/>
          <w:bCs/>
        </w:rPr>
      </w:pPr>
      <w:r>
        <w:rPr>
          <w:rFonts w:cs="Times New Roman"/>
          <w:bCs/>
        </w:rPr>
        <w:t xml:space="preserve">„X. Za § 125 se vkládá </w:t>
      </w:r>
      <w:r w:rsidR="005C5DCD">
        <w:rPr>
          <w:rFonts w:cs="Times New Roman"/>
          <w:bCs/>
        </w:rPr>
        <w:t xml:space="preserve">nový </w:t>
      </w:r>
      <w:r w:rsidR="00B96B95" w:rsidRPr="003B7ACA">
        <w:rPr>
          <w:rFonts w:cs="Times New Roman"/>
          <w:bCs/>
        </w:rPr>
        <w:t xml:space="preserve">§ 125a, který </w:t>
      </w:r>
      <w:r w:rsidR="005C5DCD">
        <w:rPr>
          <w:rFonts w:cs="Times New Roman"/>
          <w:bCs/>
        </w:rPr>
        <w:t xml:space="preserve">včetně nadpisu </w:t>
      </w:r>
      <w:r w:rsidR="00B96B95" w:rsidRPr="003B7ACA">
        <w:rPr>
          <w:rFonts w:cs="Times New Roman"/>
          <w:bCs/>
        </w:rPr>
        <w:t>zní:</w:t>
      </w:r>
    </w:p>
    <w:p w:rsidR="00B96B95" w:rsidRPr="005C5DCD" w:rsidRDefault="00B96B95" w:rsidP="00957FD6">
      <w:pPr>
        <w:rPr>
          <w:rFonts w:cs="Times New Roman"/>
          <w:bCs/>
        </w:rPr>
      </w:pPr>
    </w:p>
    <w:p w:rsidR="00B96B95" w:rsidRPr="00DE0363" w:rsidRDefault="00B96B95" w:rsidP="00957FD6">
      <w:pPr>
        <w:jc w:val="center"/>
        <w:rPr>
          <w:rFonts w:cs="Times New Roman"/>
          <w:bCs/>
        </w:rPr>
      </w:pPr>
      <w:r w:rsidRPr="00DE0363">
        <w:rPr>
          <w:rFonts w:cs="Times New Roman"/>
          <w:bCs/>
        </w:rPr>
        <w:t>„§ 125a</w:t>
      </w:r>
    </w:p>
    <w:p w:rsidR="00B96B95" w:rsidRPr="00DE0363" w:rsidRDefault="00B96B95" w:rsidP="00957FD6">
      <w:pPr>
        <w:jc w:val="center"/>
        <w:rPr>
          <w:rFonts w:cs="Times New Roman"/>
          <w:b/>
        </w:rPr>
      </w:pPr>
      <w:r w:rsidRPr="00DE0363">
        <w:rPr>
          <w:rFonts w:cs="Times New Roman"/>
          <w:b/>
        </w:rPr>
        <w:t>Centrální úřední deska</w:t>
      </w:r>
    </w:p>
    <w:p w:rsidR="00B96B95" w:rsidRPr="00DE0363" w:rsidRDefault="00B96B95" w:rsidP="00957FD6">
      <w:pPr>
        <w:widowControl/>
        <w:numPr>
          <w:ilvl w:val="0"/>
          <w:numId w:val="45"/>
        </w:numPr>
        <w:suppressAutoHyphens w:val="0"/>
        <w:ind w:left="473"/>
        <w:jc w:val="both"/>
        <w:rPr>
          <w:rFonts w:cs="Times New Roman"/>
          <w:bCs/>
        </w:rPr>
      </w:pPr>
      <w:r w:rsidRPr="00DE0363">
        <w:rPr>
          <w:rFonts w:cs="Times New Roman"/>
          <w:bCs/>
        </w:rPr>
        <w:t>Komora vede veřejně přístupnou centrální úřední desku, na níž se způsobem umožňujícím dálkový přístup vyvěšují</w:t>
      </w:r>
    </w:p>
    <w:p w:rsidR="00B96B95" w:rsidRPr="00DE0363" w:rsidRDefault="00B96B95" w:rsidP="00957FD6">
      <w:pPr>
        <w:widowControl/>
        <w:numPr>
          <w:ilvl w:val="0"/>
          <w:numId w:val="46"/>
        </w:numPr>
        <w:suppressAutoHyphens w:val="0"/>
        <w:ind w:left="757"/>
        <w:jc w:val="both"/>
        <w:rPr>
          <w:rFonts w:cs="Times New Roman"/>
          <w:bCs/>
        </w:rPr>
      </w:pPr>
      <w:r w:rsidRPr="00DE0363">
        <w:rPr>
          <w:rFonts w:cs="Times New Roman"/>
          <w:bCs/>
        </w:rPr>
        <w:t>výzvy k vyzvednutí písemnosti podle § 56a,</w:t>
      </w:r>
    </w:p>
    <w:p w:rsidR="00B96B95" w:rsidRPr="00DE0363" w:rsidRDefault="00B96B95" w:rsidP="00957FD6">
      <w:pPr>
        <w:widowControl/>
        <w:numPr>
          <w:ilvl w:val="0"/>
          <w:numId w:val="46"/>
        </w:numPr>
        <w:suppressAutoHyphens w:val="0"/>
        <w:ind w:left="757"/>
        <w:jc w:val="both"/>
        <w:rPr>
          <w:rFonts w:cs="Times New Roman"/>
          <w:bCs/>
        </w:rPr>
      </w:pPr>
      <w:r w:rsidRPr="00DE0363">
        <w:rPr>
          <w:rFonts w:cs="Times New Roman"/>
          <w:bCs/>
        </w:rPr>
        <w:t>výzvy k vyzvednutí písemnosti podle § 56b,</w:t>
      </w:r>
    </w:p>
    <w:p w:rsidR="00B96B95" w:rsidRPr="00DE0363" w:rsidRDefault="00B96B95" w:rsidP="00957FD6">
      <w:pPr>
        <w:ind w:left="113"/>
        <w:jc w:val="both"/>
        <w:rPr>
          <w:rFonts w:cs="Times New Roman"/>
          <w:bCs/>
        </w:rPr>
      </w:pPr>
      <w:r w:rsidRPr="00DE0363">
        <w:rPr>
          <w:rFonts w:cs="Times New Roman"/>
          <w:bCs/>
        </w:rPr>
        <w:t xml:space="preserve">(2) Výzvy podle odst. 1 na centrální úřední desku vyvěšuje elektronicky dálkovým přístupem exekutor, který je pověřen exekucí. Výzva podle odst. 1 se z centrální desky svěsí po uplynutí 60 dnů ode dne vyvěšení.  </w:t>
      </w:r>
    </w:p>
    <w:p w:rsidR="00B96B95" w:rsidRPr="00DE0363" w:rsidRDefault="00B96B95" w:rsidP="00957FD6">
      <w:pPr>
        <w:ind w:left="113"/>
        <w:jc w:val="both"/>
        <w:rPr>
          <w:rFonts w:cs="Times New Roman"/>
          <w:bCs/>
        </w:rPr>
      </w:pPr>
      <w:r w:rsidRPr="00DE0363">
        <w:rPr>
          <w:rFonts w:cs="Times New Roman"/>
          <w:bCs/>
        </w:rPr>
        <w:t>(3) Na centrální úřední desce se k jednotlivým dokumentům podle odst. 1 zveřejňuje:</w:t>
      </w:r>
    </w:p>
    <w:p w:rsidR="00B96B95" w:rsidRPr="00DE0363" w:rsidRDefault="00B96B95" w:rsidP="00957FD6">
      <w:pPr>
        <w:widowControl/>
        <w:numPr>
          <w:ilvl w:val="1"/>
          <w:numId w:val="47"/>
        </w:numPr>
        <w:suppressAutoHyphens w:val="0"/>
        <w:ind w:left="757"/>
        <w:jc w:val="both"/>
        <w:rPr>
          <w:rFonts w:cs="Times New Roman"/>
          <w:bCs/>
        </w:rPr>
      </w:pPr>
      <w:r w:rsidRPr="00DE0363">
        <w:rPr>
          <w:rFonts w:cs="Times New Roman"/>
          <w:bCs/>
        </w:rPr>
        <w:t>datum zveřejnění výzvy,</w:t>
      </w:r>
    </w:p>
    <w:p w:rsidR="00B96B95" w:rsidRPr="00DE0363" w:rsidRDefault="00B96B95" w:rsidP="00957FD6">
      <w:pPr>
        <w:widowControl/>
        <w:numPr>
          <w:ilvl w:val="1"/>
          <w:numId w:val="47"/>
        </w:numPr>
        <w:suppressAutoHyphens w:val="0"/>
        <w:ind w:left="757"/>
        <w:jc w:val="both"/>
        <w:rPr>
          <w:rFonts w:cs="Times New Roman"/>
          <w:bCs/>
        </w:rPr>
      </w:pPr>
      <w:r w:rsidRPr="00DE0363">
        <w:rPr>
          <w:rFonts w:cs="Times New Roman"/>
          <w:bCs/>
        </w:rPr>
        <w:t xml:space="preserve">iniciály a rok narození adresáta,   </w:t>
      </w:r>
    </w:p>
    <w:p w:rsidR="00B96B95" w:rsidRPr="00DE0363" w:rsidRDefault="00B96B95" w:rsidP="00957FD6">
      <w:pPr>
        <w:widowControl/>
        <w:numPr>
          <w:ilvl w:val="1"/>
          <w:numId w:val="47"/>
        </w:numPr>
        <w:suppressAutoHyphens w:val="0"/>
        <w:ind w:left="757"/>
        <w:jc w:val="both"/>
        <w:rPr>
          <w:rFonts w:cs="Times New Roman"/>
          <w:bCs/>
        </w:rPr>
      </w:pPr>
      <w:r w:rsidRPr="00DE0363">
        <w:rPr>
          <w:rFonts w:cs="Times New Roman"/>
          <w:bCs/>
        </w:rPr>
        <w:t xml:space="preserve">datum podle § 56a odst. 2 písm. g), </w:t>
      </w:r>
    </w:p>
    <w:p w:rsidR="00B96B95" w:rsidRPr="00DE0363" w:rsidRDefault="00B96B95" w:rsidP="00957FD6">
      <w:pPr>
        <w:widowControl/>
        <w:numPr>
          <w:ilvl w:val="1"/>
          <w:numId w:val="47"/>
        </w:numPr>
        <w:suppressAutoHyphens w:val="0"/>
        <w:ind w:left="757"/>
        <w:jc w:val="both"/>
        <w:rPr>
          <w:rFonts w:cs="Times New Roman"/>
          <w:bCs/>
        </w:rPr>
      </w:pPr>
      <w:r w:rsidRPr="00DE0363">
        <w:rPr>
          <w:rFonts w:cs="Times New Roman"/>
          <w:bCs/>
        </w:rPr>
        <w:t>předpokládané datum svěšení výzvy (odst. 2 věta druhá)</w:t>
      </w:r>
      <w:r w:rsidR="005C5DCD">
        <w:rPr>
          <w:rFonts w:cs="Times New Roman"/>
          <w:bCs/>
        </w:rPr>
        <w:t>.</w:t>
      </w:r>
      <w:r w:rsidRPr="00DE0363">
        <w:rPr>
          <w:rFonts w:cs="Times New Roman"/>
          <w:bCs/>
        </w:rPr>
        <w:t>“</w:t>
      </w:r>
      <w:r w:rsidR="00957FD6">
        <w:rPr>
          <w:rFonts w:cs="Times New Roman"/>
          <w:bCs/>
        </w:rPr>
        <w:t>.</w:t>
      </w:r>
      <w:r w:rsidR="005C5DCD">
        <w:rPr>
          <w:rFonts w:cs="Times New Roman"/>
          <w:bCs/>
        </w:rPr>
        <w:t>“.</w:t>
      </w:r>
    </w:p>
    <w:p w:rsidR="00A42EA2" w:rsidRDefault="00A42EA2" w:rsidP="00957FD6"/>
    <w:p w:rsidR="00957FD6" w:rsidRDefault="00957FD6" w:rsidP="00957FD6"/>
    <w:p w:rsidR="00A42EA2" w:rsidRDefault="00DE0363" w:rsidP="00957FD6">
      <w:pPr>
        <w:rPr>
          <w:i/>
        </w:rPr>
      </w:pPr>
      <w:r w:rsidRPr="00DE0363">
        <w:rPr>
          <w:i/>
        </w:rPr>
        <w:t>SD 5718</w:t>
      </w:r>
    </w:p>
    <w:p w:rsidR="00FC5A9C" w:rsidRPr="00DE0363" w:rsidRDefault="00FC5A9C" w:rsidP="00957FD6">
      <w:pPr>
        <w:rPr>
          <w:i/>
        </w:rPr>
      </w:pPr>
    </w:p>
    <w:p w:rsidR="00DE0363" w:rsidRPr="00866FB5" w:rsidRDefault="00FC5A9C" w:rsidP="00957FD6">
      <w:pPr>
        <w:jc w:val="both"/>
        <w:rPr>
          <w:rFonts w:cs="Times New Roman"/>
          <w:b/>
        </w:rPr>
      </w:pPr>
      <w:r>
        <w:rPr>
          <w:rFonts w:cs="Times New Roman"/>
          <w:b/>
        </w:rPr>
        <w:t xml:space="preserve">K4. </w:t>
      </w:r>
      <w:r w:rsidR="00DE0363" w:rsidRPr="00FC5A9C">
        <w:rPr>
          <w:rFonts w:cs="Times New Roman"/>
        </w:rPr>
        <w:t>V</w:t>
      </w:r>
      <w:r w:rsidRPr="00FC5A9C">
        <w:rPr>
          <w:rFonts w:cs="Times New Roman"/>
        </w:rPr>
        <w:t xml:space="preserve"> části </w:t>
      </w:r>
      <w:r>
        <w:rPr>
          <w:rFonts w:cs="Times New Roman"/>
        </w:rPr>
        <w:t>druhé</w:t>
      </w:r>
      <w:r w:rsidRPr="00FC5A9C">
        <w:rPr>
          <w:rFonts w:cs="Times New Roman"/>
        </w:rPr>
        <w:t xml:space="preserve"> </w:t>
      </w:r>
      <w:r w:rsidR="00DE0363" w:rsidRPr="00FC5A9C">
        <w:rPr>
          <w:rFonts w:cs="Times New Roman"/>
        </w:rPr>
        <w:t xml:space="preserve">(Změna exekučního řádu) </w:t>
      </w:r>
      <w:r w:rsidRPr="00FC5A9C">
        <w:rPr>
          <w:rFonts w:cs="Times New Roman"/>
        </w:rPr>
        <w:t>č</w:t>
      </w:r>
      <w:r w:rsidR="00DE0363" w:rsidRPr="00FC5A9C">
        <w:rPr>
          <w:rFonts w:cs="Times New Roman"/>
        </w:rPr>
        <w:t xml:space="preserve">l. III v novelizačním bodu </w:t>
      </w:r>
      <w:r w:rsidR="005C5DCD">
        <w:rPr>
          <w:rFonts w:cs="Times New Roman"/>
        </w:rPr>
        <w:t>76</w:t>
      </w:r>
      <w:r w:rsidR="00DE0363" w:rsidRPr="00FC5A9C">
        <w:rPr>
          <w:rFonts w:cs="Times New Roman"/>
        </w:rPr>
        <w:t xml:space="preserve"> </w:t>
      </w:r>
      <w:r>
        <w:rPr>
          <w:rFonts w:cs="Times New Roman"/>
        </w:rPr>
        <w:t>v § 55 odstavec</w:t>
      </w:r>
      <w:r w:rsidR="00DE0363" w:rsidRPr="00FC5A9C">
        <w:rPr>
          <w:rFonts w:cs="Times New Roman"/>
        </w:rPr>
        <w:t xml:space="preserve"> 7 zní:</w:t>
      </w:r>
    </w:p>
    <w:p w:rsidR="00DE0363" w:rsidRDefault="00DE0363" w:rsidP="00957FD6">
      <w:pPr>
        <w:jc w:val="both"/>
        <w:rPr>
          <w:rFonts w:cs="Times New Roman"/>
          <w:b/>
        </w:rPr>
      </w:pPr>
    </w:p>
    <w:p w:rsidR="00DE0363" w:rsidRPr="00657F18" w:rsidRDefault="00DE0363" w:rsidP="00957FD6">
      <w:pPr>
        <w:ind w:firstLine="708"/>
        <w:jc w:val="both"/>
        <w:rPr>
          <w:rFonts w:cs="Times New Roman"/>
          <w:bCs/>
        </w:rPr>
      </w:pPr>
      <w:r w:rsidRPr="00657F18">
        <w:rPr>
          <w:rFonts w:cs="Times New Roman"/>
        </w:rPr>
        <w:t>„(7) Exekutor zastaví i bez návrhu a souhlasu oprávněného exekuci, nedošlo-li v ní po dobu posledních 3 let ani k částečnému uspokojení vymáhané povinnosti ve výši postačující alespoň ke krytí nákladů exekuce a nebyl-li v ní po dobu posledních 3 let zjištěn či zajištěn žádný majetek postižitelný v exekuci, který by postačoval alespoň ke krytí nákladů exekuce, a to ani pro účely uspokojení přednostních pohledávek nebo pohledávek s dřívějším pořadím.</w:t>
      </w:r>
      <w:r w:rsidRPr="00657F18">
        <w:t xml:space="preserve"> </w:t>
      </w:r>
      <w:r w:rsidRPr="00657F18">
        <w:rPr>
          <w:rFonts w:cs="Times New Roman"/>
        </w:rPr>
        <w:t>Exekutor exekuci nezastaví, složí-li oprávněný, který není zproštěn od složení zálohy na náklady exekuce podle § 43b odst. 2, na výzvu exekutora další zálohu na náklady exekuce ve výši stanovené prováděcím právním předpisem (dále jen „další záloha“), nebo sdělí-li exekutorovi na jeho výzvu oprávněný, který je zproštěn od složení zálohy na náklady exekuce podle § 43b odst. 2, že nesouhlasí s tím, aby exekuce byla zastavena</w:t>
      </w:r>
      <w:r w:rsidRPr="00657F18">
        <w:rPr>
          <w:rFonts w:cs="Times New Roman"/>
          <w:i/>
          <w:iCs/>
        </w:rPr>
        <w:t>.</w:t>
      </w:r>
      <w:r>
        <w:rPr>
          <w:rFonts w:cs="Times New Roman"/>
        </w:rPr>
        <w:t>“</w:t>
      </w:r>
      <w:r w:rsidR="00957FD6">
        <w:rPr>
          <w:rFonts w:cs="Times New Roman"/>
        </w:rPr>
        <w:t>.</w:t>
      </w:r>
    </w:p>
    <w:p w:rsidR="00DE0363" w:rsidRDefault="00DE0363" w:rsidP="00957FD6"/>
    <w:p w:rsidR="00DE0363" w:rsidRDefault="00DE0363" w:rsidP="00957FD6"/>
    <w:p w:rsidR="00DE0363" w:rsidRPr="00DE0363" w:rsidRDefault="00DE0363">
      <w:pPr>
        <w:rPr>
          <w:i/>
        </w:rPr>
      </w:pPr>
      <w:r w:rsidRPr="00DE0363">
        <w:rPr>
          <w:i/>
        </w:rPr>
        <w:t>SD 7418</w:t>
      </w:r>
    </w:p>
    <w:p w:rsidR="00DE0363" w:rsidRPr="005C5DCD" w:rsidRDefault="00DE0363" w:rsidP="00DE0363">
      <w:pPr>
        <w:rPr>
          <w:rFonts w:cs="Times New Roman"/>
          <w:bCs/>
        </w:rPr>
      </w:pPr>
    </w:p>
    <w:p w:rsidR="00FC5A9C" w:rsidRPr="00FC5A9C" w:rsidRDefault="00FC5A9C" w:rsidP="00DE0363">
      <w:pPr>
        <w:rPr>
          <w:rFonts w:cs="Times New Roman"/>
          <w:b/>
          <w:bCs/>
        </w:rPr>
      </w:pPr>
      <w:r w:rsidRPr="00FC5A9C">
        <w:rPr>
          <w:rFonts w:cs="Times New Roman"/>
          <w:b/>
          <w:bCs/>
        </w:rPr>
        <w:t xml:space="preserve">K5. </w:t>
      </w:r>
    </w:p>
    <w:p w:rsidR="00DE0363" w:rsidRPr="00DE0363" w:rsidRDefault="00DE0363" w:rsidP="00DE0363">
      <w:pPr>
        <w:pStyle w:val="Odstavecseseznamem"/>
        <w:numPr>
          <w:ilvl w:val="0"/>
          <w:numId w:val="54"/>
        </w:numPr>
        <w:spacing w:after="200"/>
        <w:jc w:val="both"/>
        <w:rPr>
          <w:bCs/>
          <w:sz w:val="24"/>
        </w:rPr>
      </w:pPr>
      <w:r w:rsidRPr="00DE0363">
        <w:rPr>
          <w:bCs/>
          <w:sz w:val="24"/>
        </w:rPr>
        <w:t>V části druhé čl. III. se za dosavadní bod 22 vkládá nový bod 23, který zní:</w:t>
      </w:r>
    </w:p>
    <w:p w:rsidR="00DE0363" w:rsidRPr="00DE0363" w:rsidRDefault="00DE0363" w:rsidP="00DE0363">
      <w:pPr>
        <w:jc w:val="both"/>
        <w:rPr>
          <w:rFonts w:cs="Times New Roman"/>
          <w:bCs/>
        </w:rPr>
      </w:pPr>
      <w:r w:rsidRPr="00DE0363">
        <w:rPr>
          <w:rFonts w:cs="Times New Roman"/>
          <w:bCs/>
        </w:rPr>
        <w:t>„23. V § 28 se slova „Exekuci vede“ nahrazují slovy „Není-li dále stanoveno jinak, vede exekuci“.“</w:t>
      </w:r>
      <w:r w:rsidR="00F16066">
        <w:rPr>
          <w:rFonts w:cs="Times New Roman"/>
          <w:bCs/>
        </w:rPr>
        <w:t>.</w:t>
      </w:r>
    </w:p>
    <w:p w:rsidR="00DE0363" w:rsidRPr="00DE0363" w:rsidRDefault="00DE0363" w:rsidP="00DE0363">
      <w:pPr>
        <w:jc w:val="both"/>
        <w:rPr>
          <w:rFonts w:cs="Times New Roman"/>
          <w:bCs/>
        </w:rPr>
      </w:pPr>
    </w:p>
    <w:p w:rsidR="00DE0363" w:rsidRPr="00DE0363" w:rsidRDefault="00DE0363" w:rsidP="00DE0363">
      <w:pPr>
        <w:jc w:val="both"/>
        <w:rPr>
          <w:rFonts w:cs="Times New Roman"/>
          <w:bCs/>
        </w:rPr>
      </w:pPr>
      <w:r w:rsidRPr="00DE0363">
        <w:rPr>
          <w:rFonts w:cs="Times New Roman"/>
          <w:bCs/>
          <w:iCs/>
        </w:rPr>
        <w:t xml:space="preserve">Následující body se </w:t>
      </w:r>
      <w:r w:rsidRPr="00DE0363">
        <w:rPr>
          <w:rFonts w:cs="Times New Roman"/>
          <w:bCs/>
        </w:rPr>
        <w:t>přeznačí.</w:t>
      </w:r>
    </w:p>
    <w:p w:rsidR="00DE0363" w:rsidRPr="00DE0363" w:rsidRDefault="00DE0363" w:rsidP="00DE0363">
      <w:pPr>
        <w:jc w:val="both"/>
        <w:rPr>
          <w:rFonts w:cs="Times New Roman"/>
          <w:b/>
          <w:bCs/>
          <w:u w:val="single"/>
        </w:rPr>
      </w:pPr>
    </w:p>
    <w:p w:rsidR="00DE0363" w:rsidRPr="00DE0363" w:rsidRDefault="00DE0363" w:rsidP="00DE0363">
      <w:pPr>
        <w:pStyle w:val="Odstavecseseznamem"/>
        <w:numPr>
          <w:ilvl w:val="0"/>
          <w:numId w:val="54"/>
        </w:numPr>
        <w:spacing w:after="200"/>
        <w:jc w:val="both"/>
        <w:rPr>
          <w:bCs/>
          <w:sz w:val="24"/>
        </w:rPr>
      </w:pPr>
      <w:r w:rsidRPr="00DE0363">
        <w:rPr>
          <w:bCs/>
          <w:sz w:val="24"/>
        </w:rPr>
        <w:t>V části druhé čl. III. se za dosavadní bod 23 vkládá nový bod 24, který zní:</w:t>
      </w:r>
    </w:p>
    <w:p w:rsidR="00DE0363" w:rsidRPr="00DE0363" w:rsidRDefault="00DE0363" w:rsidP="00DE0363">
      <w:pPr>
        <w:jc w:val="both"/>
        <w:rPr>
          <w:rFonts w:cs="Times New Roman"/>
          <w:bCs/>
        </w:rPr>
      </w:pPr>
      <w:r w:rsidRPr="00DE0363">
        <w:rPr>
          <w:rFonts w:cs="Times New Roman"/>
          <w:bCs/>
        </w:rPr>
        <w:t>„24. Za § 28 se vkládá nový § 28a, který zní:</w:t>
      </w:r>
    </w:p>
    <w:p w:rsidR="00DE0363" w:rsidRPr="00DE0363" w:rsidRDefault="00DE0363" w:rsidP="00957FD6">
      <w:pPr>
        <w:jc w:val="center"/>
        <w:rPr>
          <w:rFonts w:cs="Times New Roman"/>
        </w:rPr>
      </w:pPr>
      <w:r w:rsidRPr="00DE0363">
        <w:rPr>
          <w:rFonts w:cs="Times New Roman"/>
        </w:rPr>
        <w:t>„§ 28a</w:t>
      </w:r>
    </w:p>
    <w:p w:rsidR="00DE0363" w:rsidRPr="00DE0363" w:rsidRDefault="00DE0363" w:rsidP="00DE0363">
      <w:pPr>
        <w:jc w:val="both"/>
        <w:rPr>
          <w:rFonts w:cs="Times New Roman"/>
        </w:rPr>
      </w:pPr>
    </w:p>
    <w:p w:rsidR="00DE0363" w:rsidRPr="00DE0363" w:rsidRDefault="00DE0363" w:rsidP="00DE0363">
      <w:pPr>
        <w:ind w:firstLine="708"/>
        <w:jc w:val="both"/>
        <w:rPr>
          <w:rFonts w:cs="Times New Roman"/>
        </w:rPr>
      </w:pPr>
      <w:r w:rsidRPr="00DE0363">
        <w:rPr>
          <w:rFonts w:cs="Times New Roman"/>
        </w:rPr>
        <w:t>(1) Je-li oprávněným</w:t>
      </w:r>
    </w:p>
    <w:p w:rsidR="00DE0363" w:rsidRPr="00DE0363" w:rsidRDefault="00DE0363" w:rsidP="00DE0363">
      <w:pPr>
        <w:jc w:val="both"/>
        <w:rPr>
          <w:rFonts w:cs="Times New Roman"/>
        </w:rPr>
      </w:pPr>
      <w:r w:rsidRPr="00DE0363">
        <w:rPr>
          <w:rFonts w:cs="Times New Roman"/>
        </w:rPr>
        <w:t>a) Česká republika,</w:t>
      </w:r>
    </w:p>
    <w:p w:rsidR="00DE0363" w:rsidRPr="00DE0363" w:rsidRDefault="00DE0363" w:rsidP="00DE0363">
      <w:pPr>
        <w:jc w:val="both"/>
        <w:rPr>
          <w:rFonts w:cs="Times New Roman"/>
        </w:rPr>
      </w:pPr>
      <w:r w:rsidRPr="00DE0363">
        <w:rPr>
          <w:rFonts w:cs="Times New Roman"/>
        </w:rPr>
        <w:t xml:space="preserve">b) územní samosprávný celek, včetně městské části nebo městského obvodu územně členěného </w:t>
      </w:r>
      <w:r w:rsidRPr="00DE0363">
        <w:rPr>
          <w:rFonts w:cs="Times New Roman"/>
        </w:rPr>
        <w:lastRenderedPageBreak/>
        <w:t>statutárního města nebo městské části hlavního města Prahy,</w:t>
      </w:r>
    </w:p>
    <w:p w:rsidR="00DE0363" w:rsidRPr="00DE0363" w:rsidRDefault="00DE0363" w:rsidP="00DE0363">
      <w:pPr>
        <w:jc w:val="both"/>
        <w:rPr>
          <w:rFonts w:cs="Times New Roman"/>
        </w:rPr>
      </w:pPr>
      <w:r w:rsidRPr="00DE0363">
        <w:rPr>
          <w:rFonts w:cs="Times New Roman"/>
        </w:rPr>
        <w:t>c) státní příspěvková organizace,</w:t>
      </w:r>
    </w:p>
    <w:p w:rsidR="00DE0363" w:rsidRPr="00DE0363" w:rsidRDefault="00DE0363" w:rsidP="00DE0363">
      <w:pPr>
        <w:jc w:val="both"/>
        <w:rPr>
          <w:rFonts w:cs="Times New Roman"/>
        </w:rPr>
      </w:pPr>
      <w:r w:rsidRPr="00DE0363">
        <w:rPr>
          <w:rFonts w:cs="Times New Roman"/>
        </w:rPr>
        <w:t>d) státní fond,</w:t>
      </w:r>
    </w:p>
    <w:p w:rsidR="00DE0363" w:rsidRPr="00DE0363" w:rsidRDefault="00DE0363" w:rsidP="00DE0363">
      <w:pPr>
        <w:jc w:val="both"/>
        <w:rPr>
          <w:rFonts w:cs="Times New Roman"/>
        </w:rPr>
      </w:pPr>
      <w:r w:rsidRPr="00DE0363">
        <w:rPr>
          <w:rFonts w:cs="Times New Roman"/>
        </w:rPr>
        <w:t>e) veřejná výzkumná instituce nebo veřejná vysoká škola,</w:t>
      </w:r>
    </w:p>
    <w:p w:rsidR="00DE0363" w:rsidRPr="00DE0363" w:rsidRDefault="00DE0363" w:rsidP="00DE0363">
      <w:pPr>
        <w:jc w:val="both"/>
        <w:rPr>
          <w:rFonts w:cs="Times New Roman"/>
        </w:rPr>
      </w:pPr>
      <w:r w:rsidRPr="00DE0363">
        <w:rPr>
          <w:rFonts w:cs="Times New Roman"/>
        </w:rPr>
        <w:t>f) dobrovolný svazek obcí,</w:t>
      </w:r>
    </w:p>
    <w:p w:rsidR="00DE0363" w:rsidRPr="00DE0363" w:rsidRDefault="00DE0363" w:rsidP="00DE0363">
      <w:pPr>
        <w:jc w:val="both"/>
        <w:rPr>
          <w:rFonts w:cs="Times New Roman"/>
        </w:rPr>
      </w:pPr>
      <w:r w:rsidRPr="00DE0363">
        <w:rPr>
          <w:rFonts w:cs="Times New Roman"/>
        </w:rPr>
        <w:t>g) regionální rada regionu soudržnosti,</w:t>
      </w:r>
    </w:p>
    <w:p w:rsidR="00DE0363" w:rsidRPr="00DE0363" w:rsidRDefault="00DE0363" w:rsidP="00DE0363">
      <w:pPr>
        <w:jc w:val="both"/>
        <w:rPr>
          <w:rFonts w:cs="Times New Roman"/>
        </w:rPr>
      </w:pPr>
      <w:r w:rsidRPr="00DE0363">
        <w:rPr>
          <w:rFonts w:cs="Times New Roman"/>
        </w:rPr>
        <w:t>h) příspěvková organizace územního samosprávného celku,</w:t>
      </w:r>
    </w:p>
    <w:p w:rsidR="00DE0363" w:rsidRPr="00DE0363" w:rsidRDefault="00DE0363" w:rsidP="00DE0363">
      <w:pPr>
        <w:jc w:val="both"/>
        <w:rPr>
          <w:rFonts w:cs="Times New Roman"/>
        </w:rPr>
      </w:pPr>
      <w:r w:rsidRPr="00DE0363">
        <w:rPr>
          <w:rFonts w:cs="Times New Roman"/>
        </w:rPr>
        <w:t>i) ústav založený státem nebo územním samosprávným celkem,</w:t>
      </w:r>
    </w:p>
    <w:p w:rsidR="00DE0363" w:rsidRPr="00DE0363" w:rsidRDefault="00DE0363" w:rsidP="00DE0363">
      <w:pPr>
        <w:jc w:val="both"/>
        <w:rPr>
          <w:rFonts w:cs="Times New Roman"/>
        </w:rPr>
      </w:pPr>
      <w:r w:rsidRPr="00DE0363">
        <w:rPr>
          <w:rFonts w:cs="Times New Roman"/>
        </w:rPr>
        <w:t>j) obecně prospěšná společnost založená státem nebo územním samosprávným celkem,</w:t>
      </w:r>
    </w:p>
    <w:p w:rsidR="00DE0363" w:rsidRPr="00DE0363" w:rsidRDefault="00DE0363" w:rsidP="00DE0363">
      <w:pPr>
        <w:jc w:val="both"/>
        <w:rPr>
          <w:rFonts w:cs="Times New Roman"/>
        </w:rPr>
      </w:pPr>
      <w:r w:rsidRPr="00DE0363">
        <w:rPr>
          <w:rFonts w:cs="Times New Roman"/>
        </w:rPr>
        <w:t>k) státní podnik nebo národní podnik,</w:t>
      </w:r>
    </w:p>
    <w:p w:rsidR="00DE0363" w:rsidRPr="00DE0363" w:rsidRDefault="00DE0363" w:rsidP="00DE0363">
      <w:pPr>
        <w:jc w:val="both"/>
        <w:rPr>
          <w:rFonts w:cs="Times New Roman"/>
        </w:rPr>
      </w:pPr>
      <w:r w:rsidRPr="00DE0363">
        <w:rPr>
          <w:rFonts w:cs="Times New Roman"/>
        </w:rPr>
        <w:t>l) zdravotní pojišťovna,</w:t>
      </w:r>
    </w:p>
    <w:p w:rsidR="00DE0363" w:rsidRPr="00DE0363" w:rsidRDefault="00DE0363" w:rsidP="00DE0363">
      <w:pPr>
        <w:jc w:val="both"/>
        <w:rPr>
          <w:rFonts w:cs="Times New Roman"/>
        </w:rPr>
      </w:pPr>
      <w:r w:rsidRPr="00DE0363">
        <w:rPr>
          <w:rFonts w:cs="Times New Roman"/>
        </w:rPr>
        <w:t>m) Český rozhlas nebo Česká televize,</w:t>
      </w:r>
    </w:p>
    <w:p w:rsidR="00DE0363" w:rsidRPr="00DE0363" w:rsidRDefault="00DE0363" w:rsidP="00DE0363">
      <w:pPr>
        <w:jc w:val="both"/>
        <w:rPr>
          <w:rFonts w:cs="Times New Roman"/>
        </w:rPr>
      </w:pPr>
    </w:p>
    <w:p w:rsidR="00DE0363" w:rsidRPr="00DE0363" w:rsidRDefault="00DE0363" w:rsidP="00DE0363">
      <w:pPr>
        <w:jc w:val="both"/>
        <w:rPr>
          <w:rFonts w:cs="Times New Roman"/>
        </w:rPr>
      </w:pPr>
      <w:r w:rsidRPr="00DE0363">
        <w:rPr>
          <w:rFonts w:cs="Times New Roman"/>
        </w:rPr>
        <w:t>vede exekuci ten exekutor, kterého pověří soud a zapíše do rejstříku zahájených exekucí.</w:t>
      </w:r>
    </w:p>
    <w:p w:rsidR="00DE0363" w:rsidRPr="00DE0363" w:rsidRDefault="00DE0363" w:rsidP="00DE0363">
      <w:pPr>
        <w:jc w:val="both"/>
        <w:rPr>
          <w:rFonts w:cs="Times New Roman"/>
        </w:rPr>
      </w:pPr>
    </w:p>
    <w:p w:rsidR="00DE0363" w:rsidRPr="00DE0363" w:rsidRDefault="00DE0363" w:rsidP="00DE0363">
      <w:pPr>
        <w:ind w:firstLine="708"/>
        <w:jc w:val="both"/>
        <w:rPr>
          <w:rFonts w:cs="Times New Roman"/>
        </w:rPr>
      </w:pPr>
      <w:r w:rsidRPr="00DE0363">
        <w:rPr>
          <w:rFonts w:cs="Times New Roman"/>
        </w:rPr>
        <w:t xml:space="preserve">(2) Vedením exekuce soud pověří exekutora jmenovaného do obvodu krajského soudu, v jehož obvodu působí exekuční soud. Soud pověří příslušného exekutora do 15 dnů od doručení exekučního návrhu, jestliže jsou splněny všechny zákonem stanovené předpoklady.  Ustanovení § 43a odst. 4 a 5 se použije přiměřeně. Pověření exekutora obsahuje také datum a čas zahájení exekučního řízení. Spolu s pověřením doručí exekuční soud exekutorovi exekuční návrh a předá datový soubor, který obsahuje údaje uvedené v exekučním návrhu. Ministerstvo stanoví vyhláškou formát a strukturu datového souboru. Spolu s pověřením doručí exekuční soud exekutorovi rozhodnutí o návrhu na prohlášení vykonatelnosti nebo na uznání. Exekutor doručí rozhodnutí o návrhu na prohlášení vykonatelnosti nebo na uznání účastníkům spolu s vyrozuměním o zahájení exekuce. </w:t>
      </w:r>
    </w:p>
    <w:p w:rsidR="00DE0363" w:rsidRPr="00DE0363" w:rsidRDefault="00DE0363" w:rsidP="00DE0363">
      <w:pPr>
        <w:jc w:val="both"/>
        <w:rPr>
          <w:rFonts w:cs="Times New Roman"/>
        </w:rPr>
      </w:pPr>
    </w:p>
    <w:p w:rsidR="00DE0363" w:rsidRPr="00DE0363" w:rsidRDefault="00DE0363" w:rsidP="00DE0363">
      <w:pPr>
        <w:ind w:firstLine="708"/>
        <w:jc w:val="both"/>
        <w:rPr>
          <w:rFonts w:cs="Times New Roman"/>
        </w:rPr>
      </w:pPr>
      <w:r w:rsidRPr="00DE0363">
        <w:rPr>
          <w:rFonts w:cs="Times New Roman"/>
        </w:rPr>
        <w:t xml:space="preserve">(3) Exekuční soud přiděluje jednotlivé věci mezi exekutory splňující předpoklady podle odst. 2 rovnoměrně podle pravidel určených v rozvrhu práce vydaném na návrh Komory předsedou krajského soudu na období kalendářního roku. </w:t>
      </w:r>
    </w:p>
    <w:p w:rsidR="00DE0363" w:rsidRPr="00DE0363" w:rsidRDefault="00DE0363" w:rsidP="00DE0363">
      <w:pPr>
        <w:ind w:firstLine="708"/>
        <w:jc w:val="both"/>
        <w:rPr>
          <w:rFonts w:cs="Times New Roman"/>
        </w:rPr>
      </w:pPr>
    </w:p>
    <w:p w:rsidR="00DE0363" w:rsidRPr="00DE0363" w:rsidRDefault="00DE0363" w:rsidP="00DE0363">
      <w:pPr>
        <w:ind w:firstLine="708"/>
        <w:jc w:val="both"/>
        <w:rPr>
          <w:rFonts w:cs="Times New Roman"/>
        </w:rPr>
      </w:pPr>
      <w:r w:rsidRPr="00DE0363">
        <w:rPr>
          <w:rFonts w:cs="Times New Roman"/>
        </w:rPr>
        <w:t xml:space="preserve"> (4) Je-li v okamžiku zahájení exekučního řízení proti témuž povinnému vedeno jiné exekuční řízení vedené oprávněným podle odst. 1, k jehož vedení byl pověřen exekutor jmenovaný do obvodu krajského soudu, v němž působí exekuční soud, pověří soud vedením exekuce exekutora, který vede toto jiné exekuční řízení. Je-li podle věty první příslušných více exekutorů, vybere soud příslušného exekutora podle zásad spravedlivého uspořádání. </w:t>
      </w:r>
    </w:p>
    <w:p w:rsidR="00DE0363" w:rsidRPr="00DE0363" w:rsidRDefault="00DE0363" w:rsidP="00DE0363">
      <w:pPr>
        <w:jc w:val="both"/>
        <w:rPr>
          <w:rFonts w:cs="Times New Roman"/>
        </w:rPr>
      </w:pPr>
    </w:p>
    <w:p w:rsidR="00DE0363" w:rsidRPr="00DE0363" w:rsidRDefault="00DE0363" w:rsidP="00DE0363">
      <w:pPr>
        <w:ind w:firstLine="708"/>
        <w:jc w:val="both"/>
        <w:rPr>
          <w:rFonts w:cs="Times New Roman"/>
        </w:rPr>
      </w:pPr>
      <w:r w:rsidRPr="00DE0363">
        <w:rPr>
          <w:rFonts w:cs="Times New Roman"/>
        </w:rPr>
        <w:t>(5) Zjistí-li soud předtím, než je do rejstříku zahájených exekucí zapsána doložka provedení exekuce, že věc měla být přidělena jinému exekutorovi, pověří nového exekutora podle pravidel v odst. 2 až 4 tak, že vydá nové pověření, které se doručí původnímu exekutorovi a novému exekutorovi, jemuž se doručí i původní pověření. Exekuční soud současně provede změnu údaje podle § 35b odst. 1 písm. a) a b). Exekutor zajistí předání spisu, vymožených plnění a zajištěných věcí novému exekutorovi. Nový exekutor rozhodne příkazem k úhradě nákladů exekuce o dosud vzniklých nákladech exekuce. Příkaz k úhradě nákladů exekuce se doručí také původnímu exekutorovi, který má právo podat proti němu námitky.“.“</w:t>
      </w:r>
      <w:r w:rsidR="00957FD6">
        <w:rPr>
          <w:rFonts w:cs="Times New Roman"/>
        </w:rPr>
        <w:t>.</w:t>
      </w:r>
    </w:p>
    <w:p w:rsidR="00DE0363" w:rsidRPr="00DE0363" w:rsidRDefault="00DE0363" w:rsidP="00DE0363">
      <w:pPr>
        <w:jc w:val="both"/>
        <w:rPr>
          <w:rFonts w:cs="Times New Roman"/>
          <w:b/>
          <w:bCs/>
          <w:u w:val="single"/>
        </w:rPr>
      </w:pPr>
    </w:p>
    <w:p w:rsidR="00DE0363" w:rsidRPr="00DE0363" w:rsidRDefault="00DE0363" w:rsidP="00DE0363">
      <w:pPr>
        <w:jc w:val="both"/>
        <w:rPr>
          <w:rFonts w:cs="Times New Roman"/>
          <w:bCs/>
        </w:rPr>
      </w:pPr>
      <w:r w:rsidRPr="00DE0363">
        <w:rPr>
          <w:rFonts w:cs="Times New Roman"/>
          <w:bCs/>
        </w:rPr>
        <w:t>Následující body se přeznačí.</w:t>
      </w:r>
    </w:p>
    <w:p w:rsidR="00DE0363" w:rsidRPr="00DE0363" w:rsidRDefault="00DE0363" w:rsidP="00DE0363">
      <w:pPr>
        <w:jc w:val="both"/>
        <w:rPr>
          <w:rFonts w:cs="Times New Roman"/>
          <w:b/>
          <w:bCs/>
          <w:u w:val="single"/>
        </w:rPr>
      </w:pPr>
    </w:p>
    <w:p w:rsidR="00DE0363" w:rsidRPr="00DE0363" w:rsidRDefault="00DE0363" w:rsidP="00DE0363">
      <w:pPr>
        <w:pStyle w:val="Odstavecseseznamem"/>
        <w:numPr>
          <w:ilvl w:val="0"/>
          <w:numId w:val="54"/>
        </w:numPr>
        <w:spacing w:after="200"/>
        <w:jc w:val="both"/>
        <w:rPr>
          <w:bCs/>
          <w:sz w:val="24"/>
        </w:rPr>
      </w:pPr>
      <w:r w:rsidRPr="00DE0363">
        <w:rPr>
          <w:bCs/>
          <w:sz w:val="24"/>
        </w:rPr>
        <w:t>V části druhé čl. III. se vkládá za dosavadní bod 24. nový bod 25., který zní:</w:t>
      </w:r>
    </w:p>
    <w:p w:rsidR="00DE0363" w:rsidRPr="00DE0363" w:rsidRDefault="00DE0363" w:rsidP="00DE0363">
      <w:pPr>
        <w:jc w:val="both"/>
        <w:rPr>
          <w:rFonts w:cs="Times New Roman"/>
          <w:bCs/>
        </w:rPr>
      </w:pPr>
      <w:r w:rsidRPr="00DE0363">
        <w:rPr>
          <w:rFonts w:cs="Times New Roman"/>
          <w:bCs/>
        </w:rPr>
        <w:t>„25. V § 29 odstavec 11 zní</w:t>
      </w:r>
      <w:r w:rsidR="004E6163">
        <w:rPr>
          <w:rFonts w:cs="Times New Roman"/>
          <w:bCs/>
        </w:rPr>
        <w:t>:</w:t>
      </w:r>
      <w:r w:rsidRPr="00DE0363">
        <w:rPr>
          <w:rFonts w:cs="Times New Roman"/>
          <w:bCs/>
        </w:rPr>
        <w:t xml:space="preserve"> </w:t>
      </w:r>
    </w:p>
    <w:p w:rsidR="00DE0363" w:rsidRPr="00DE0363" w:rsidRDefault="00DE0363" w:rsidP="00DE0363">
      <w:pPr>
        <w:jc w:val="both"/>
        <w:rPr>
          <w:rFonts w:cs="Times New Roman"/>
          <w:b/>
          <w:bCs/>
          <w:u w:val="single"/>
        </w:rPr>
      </w:pPr>
    </w:p>
    <w:p w:rsidR="00DE0363" w:rsidRPr="00DE0363" w:rsidRDefault="00DE0363" w:rsidP="00957FD6">
      <w:pPr>
        <w:ind w:firstLine="709"/>
        <w:jc w:val="both"/>
        <w:rPr>
          <w:rFonts w:cs="Times New Roman"/>
          <w:bCs/>
        </w:rPr>
      </w:pPr>
      <w:r w:rsidRPr="00DE0363">
        <w:rPr>
          <w:rFonts w:cs="Times New Roman"/>
          <w:bCs/>
        </w:rPr>
        <w:t xml:space="preserve">„(11) Jestliže bylo rozhodnuto, že exekutor je vyloučen, soud pověří vedením exekuce exekutora, kterého navrhne oprávněný. Jde-li o oprávněného uvedeného v § 28a odst. 1, pověří soud </w:t>
      </w:r>
      <w:r w:rsidRPr="00DE0363">
        <w:rPr>
          <w:rFonts w:cs="Times New Roman"/>
          <w:bCs/>
        </w:rPr>
        <w:lastRenderedPageBreak/>
        <w:t>vedením exekuce exekutora postupem podle ustanovení § 28a. Nový exekutor provede změnu údaje podle § 35b odst. 1 písm. a) a b). Vyloučený exekutor zajistí předání spisu, vymožených plnění, které doposud nebyly vyplaceny, a zajištěných věcí novému exekutorovi. Nově pověřený exekutor rozhodne příkazem k úhradě nákladů exekuce o dosud vzniklých nákladech exekuce. Příkaz k úhradě nákladů exekuce se doručí také vyloučenému exekutorovi, kterým má právo podat proti němu námitky.“.“</w:t>
      </w:r>
      <w:r w:rsidR="00957FD6">
        <w:rPr>
          <w:rFonts w:cs="Times New Roman"/>
          <w:bCs/>
        </w:rPr>
        <w:t>.</w:t>
      </w:r>
    </w:p>
    <w:p w:rsidR="00DE0363" w:rsidRPr="00DE0363" w:rsidRDefault="00DE0363" w:rsidP="00DE0363">
      <w:pPr>
        <w:jc w:val="both"/>
        <w:rPr>
          <w:rFonts w:cs="Times New Roman"/>
          <w:bCs/>
        </w:rPr>
      </w:pPr>
    </w:p>
    <w:p w:rsidR="00DE0363" w:rsidRPr="00DE0363" w:rsidRDefault="00DE0363" w:rsidP="00DE0363">
      <w:pPr>
        <w:jc w:val="both"/>
        <w:rPr>
          <w:rFonts w:cs="Times New Roman"/>
          <w:bCs/>
        </w:rPr>
      </w:pPr>
      <w:r w:rsidRPr="00DE0363">
        <w:rPr>
          <w:rFonts w:cs="Times New Roman"/>
          <w:bCs/>
        </w:rPr>
        <w:t>Následující body se přeznačí.</w:t>
      </w:r>
    </w:p>
    <w:p w:rsidR="00DE0363" w:rsidRPr="00DE0363" w:rsidRDefault="00DE0363" w:rsidP="00DE0363">
      <w:pPr>
        <w:jc w:val="both"/>
        <w:rPr>
          <w:rFonts w:cs="Times New Roman"/>
          <w:b/>
          <w:bCs/>
          <w:u w:val="single"/>
        </w:rPr>
      </w:pPr>
    </w:p>
    <w:p w:rsidR="00DE0363" w:rsidRPr="00DE0363" w:rsidRDefault="00DE0363" w:rsidP="00DE0363">
      <w:pPr>
        <w:pStyle w:val="Odstavecseseznamem"/>
        <w:numPr>
          <w:ilvl w:val="0"/>
          <w:numId w:val="54"/>
        </w:numPr>
        <w:spacing w:after="200"/>
        <w:jc w:val="both"/>
        <w:rPr>
          <w:bCs/>
          <w:sz w:val="24"/>
        </w:rPr>
      </w:pPr>
      <w:r w:rsidRPr="00DE0363">
        <w:rPr>
          <w:bCs/>
          <w:sz w:val="24"/>
        </w:rPr>
        <w:t>V části druhé čl. III. se dosavadní bod 30 mění tak, že se za slovo „minutou“ vkládají slova „a</w:t>
      </w:r>
      <w:r w:rsidR="004E6163">
        <w:rPr>
          <w:bCs/>
          <w:sz w:val="24"/>
        </w:rPr>
        <w:t> </w:t>
      </w:r>
      <w:r w:rsidRPr="00DE0363">
        <w:rPr>
          <w:bCs/>
          <w:sz w:val="24"/>
        </w:rPr>
        <w:t>za větu první se vkládá věta „Jde-li o exekuční návrh podaný oprávněným uvedeným v ustanovení § 28a odst. 1, je exekuční řízení zahájeno dnem, hodinou a minutou, kdy exekuční návrh došel exekučnímu soudu.“</w:t>
      </w:r>
      <w:r w:rsidR="0086617D">
        <w:rPr>
          <w:bCs/>
          <w:sz w:val="24"/>
        </w:rPr>
        <w:t>.</w:t>
      </w:r>
      <w:r w:rsidRPr="00DE0363">
        <w:rPr>
          <w:bCs/>
          <w:sz w:val="24"/>
        </w:rPr>
        <w:t>“.</w:t>
      </w:r>
    </w:p>
    <w:p w:rsidR="00DE0363" w:rsidRPr="00DE0363" w:rsidRDefault="00DE0363" w:rsidP="00DE0363">
      <w:pPr>
        <w:pStyle w:val="Odstavecseseznamem"/>
        <w:ind w:left="644"/>
        <w:jc w:val="both"/>
        <w:rPr>
          <w:bCs/>
          <w:sz w:val="24"/>
        </w:rPr>
      </w:pPr>
    </w:p>
    <w:p w:rsidR="00DE0363" w:rsidRPr="00DE0363" w:rsidRDefault="00DE0363" w:rsidP="00DE0363">
      <w:pPr>
        <w:pStyle w:val="Odstavecseseznamem"/>
        <w:numPr>
          <w:ilvl w:val="0"/>
          <w:numId w:val="54"/>
        </w:numPr>
        <w:spacing w:after="200"/>
        <w:jc w:val="both"/>
        <w:rPr>
          <w:bCs/>
          <w:sz w:val="24"/>
        </w:rPr>
      </w:pPr>
      <w:r w:rsidRPr="00DE0363">
        <w:rPr>
          <w:bCs/>
          <w:sz w:val="24"/>
        </w:rPr>
        <w:t>V části druhé čl. III. se za dosavadní bod 30 vkládá se nový bod 31, který zní:</w:t>
      </w:r>
    </w:p>
    <w:p w:rsidR="00DE0363" w:rsidRPr="00DE0363" w:rsidRDefault="00DE0363" w:rsidP="00DE0363">
      <w:pPr>
        <w:jc w:val="both"/>
        <w:rPr>
          <w:rFonts w:cs="Times New Roman"/>
        </w:rPr>
      </w:pPr>
      <w:r w:rsidRPr="00DE0363">
        <w:rPr>
          <w:rFonts w:cs="Times New Roman"/>
          <w:bCs/>
        </w:rPr>
        <w:t xml:space="preserve">„31. </w:t>
      </w:r>
      <w:r w:rsidRPr="00DE0363">
        <w:rPr>
          <w:rFonts w:cs="Times New Roman"/>
        </w:rPr>
        <w:t>V § 35 odst. 3 se za slovo „podle“ vkládají slova „§ 28a nebo“.“</w:t>
      </w:r>
      <w:r w:rsidR="004E6163">
        <w:rPr>
          <w:rFonts w:cs="Times New Roman"/>
        </w:rPr>
        <w:t>.</w:t>
      </w:r>
      <w:r w:rsidRPr="00DE0363">
        <w:rPr>
          <w:rFonts w:cs="Times New Roman"/>
        </w:rPr>
        <w:t xml:space="preserve"> </w:t>
      </w:r>
    </w:p>
    <w:p w:rsidR="00DE0363" w:rsidRPr="00DE0363" w:rsidRDefault="00DE0363" w:rsidP="00DE0363">
      <w:pPr>
        <w:jc w:val="both"/>
        <w:rPr>
          <w:rFonts w:cs="Times New Roman"/>
        </w:rPr>
      </w:pPr>
    </w:p>
    <w:p w:rsidR="00DE0363" w:rsidRPr="00DE0363" w:rsidRDefault="00DE0363" w:rsidP="00DE0363">
      <w:pPr>
        <w:jc w:val="both"/>
        <w:rPr>
          <w:rFonts w:cs="Times New Roman"/>
          <w:bCs/>
        </w:rPr>
      </w:pPr>
      <w:r w:rsidRPr="00DE0363">
        <w:rPr>
          <w:rFonts w:cs="Times New Roman"/>
          <w:bCs/>
        </w:rPr>
        <w:t>Následující body se přeznačí.</w:t>
      </w:r>
    </w:p>
    <w:p w:rsidR="00DE0363" w:rsidRPr="00DE0363" w:rsidRDefault="00DE0363" w:rsidP="00DE0363">
      <w:pPr>
        <w:jc w:val="both"/>
        <w:rPr>
          <w:rFonts w:cs="Times New Roman"/>
        </w:rPr>
      </w:pPr>
    </w:p>
    <w:p w:rsidR="00DE0363" w:rsidRPr="00DE0363" w:rsidRDefault="00DE0363" w:rsidP="00DE0363">
      <w:pPr>
        <w:pStyle w:val="Odstavecseseznamem"/>
        <w:numPr>
          <w:ilvl w:val="0"/>
          <w:numId w:val="54"/>
        </w:numPr>
        <w:spacing w:after="200"/>
        <w:jc w:val="both"/>
        <w:rPr>
          <w:bCs/>
          <w:sz w:val="24"/>
        </w:rPr>
      </w:pPr>
      <w:r w:rsidRPr="00DE0363">
        <w:rPr>
          <w:bCs/>
          <w:sz w:val="24"/>
        </w:rPr>
        <w:t>V části druhé čl. III. se dosavadní bod 31 mění tak, že se za slova „nebo na uznání současně s exekučním návrhem.“ doplňuje věta „Jde-li o návrh na prohlášení vykonatelnosti nebo na uznání podaný oprávněným uvedeným v ustanovení § 28a odst. 1, je řízení zahájeno dnem, kdy návrh došel exekučnímu soudu.“</w:t>
      </w:r>
    </w:p>
    <w:p w:rsidR="00DE0363" w:rsidRPr="00DE0363" w:rsidRDefault="00DE0363" w:rsidP="00DE0363">
      <w:pPr>
        <w:pStyle w:val="Odstavecseseznamem"/>
        <w:ind w:left="644"/>
        <w:jc w:val="both"/>
        <w:rPr>
          <w:bCs/>
          <w:sz w:val="24"/>
        </w:rPr>
      </w:pPr>
    </w:p>
    <w:p w:rsidR="00DE0363" w:rsidRPr="00DE0363" w:rsidRDefault="00DE0363" w:rsidP="00DE0363">
      <w:pPr>
        <w:pStyle w:val="Odstavecseseznamem"/>
        <w:numPr>
          <w:ilvl w:val="0"/>
          <w:numId w:val="54"/>
        </w:numPr>
        <w:spacing w:after="200"/>
        <w:jc w:val="both"/>
        <w:rPr>
          <w:bCs/>
          <w:sz w:val="24"/>
        </w:rPr>
      </w:pPr>
      <w:r w:rsidRPr="00DE0363">
        <w:rPr>
          <w:bCs/>
          <w:sz w:val="24"/>
        </w:rPr>
        <w:t>V části druhé čl. III. se za dosavadní bod 31 vkládá  nový bod 32, který zní:</w:t>
      </w:r>
    </w:p>
    <w:p w:rsidR="00DE0363" w:rsidRPr="00DE0363" w:rsidRDefault="00DE0363" w:rsidP="00DE0363">
      <w:pPr>
        <w:pStyle w:val="Odstavecseseznamem"/>
        <w:jc w:val="both"/>
        <w:rPr>
          <w:bCs/>
          <w:sz w:val="24"/>
        </w:rPr>
      </w:pPr>
    </w:p>
    <w:p w:rsidR="00DE0363" w:rsidRPr="00DE0363" w:rsidRDefault="00DE0363" w:rsidP="00DE0363">
      <w:pPr>
        <w:jc w:val="both"/>
        <w:rPr>
          <w:rFonts w:cs="Times New Roman"/>
          <w:bCs/>
        </w:rPr>
      </w:pPr>
      <w:r w:rsidRPr="00DE0363">
        <w:rPr>
          <w:rFonts w:cs="Times New Roman"/>
          <w:bCs/>
        </w:rPr>
        <w:t>„32. V § 35a odst</w:t>
      </w:r>
      <w:r w:rsidR="004E6163">
        <w:rPr>
          <w:rFonts w:cs="Times New Roman"/>
          <w:bCs/>
        </w:rPr>
        <w:t>avec</w:t>
      </w:r>
      <w:r w:rsidRPr="00DE0363">
        <w:rPr>
          <w:rFonts w:cs="Times New Roman"/>
          <w:bCs/>
        </w:rPr>
        <w:t xml:space="preserve"> 2 zní: </w:t>
      </w:r>
    </w:p>
    <w:p w:rsidR="00DE0363" w:rsidRPr="00DE0363" w:rsidRDefault="00DE0363" w:rsidP="00DE0363">
      <w:pPr>
        <w:jc w:val="both"/>
        <w:rPr>
          <w:rFonts w:cs="Times New Roman"/>
          <w:bCs/>
        </w:rPr>
      </w:pPr>
    </w:p>
    <w:p w:rsidR="00DE0363" w:rsidRPr="00DE0363" w:rsidRDefault="00DE0363" w:rsidP="00DE0363">
      <w:pPr>
        <w:jc w:val="both"/>
        <w:rPr>
          <w:rFonts w:cs="Times New Roman"/>
          <w:bCs/>
        </w:rPr>
      </w:pPr>
      <w:r w:rsidRPr="00DE0363">
        <w:rPr>
          <w:rFonts w:cs="Times New Roman"/>
          <w:bCs/>
        </w:rPr>
        <w:tab/>
        <w:t xml:space="preserve">„(2) Údaje podle § 35b odst. 1 písm. a) a c) až g) se do rejstříku zahájených exekucí zaznamenávají z elektronického formuláře, na kterém podává exekuční návrh oprávněný podle § 28a odst. 1; ostatní údaje zapisuje soud nebo exekutor způsobem umožňujícím dálkový přístup s využitím </w:t>
      </w:r>
      <w:proofErr w:type="spellStart"/>
      <w:r w:rsidRPr="00DE0363">
        <w:rPr>
          <w:rFonts w:cs="Times New Roman"/>
          <w:bCs/>
        </w:rPr>
        <w:t>xml</w:t>
      </w:r>
      <w:proofErr w:type="spellEnd"/>
      <w:r w:rsidRPr="00DE0363">
        <w:rPr>
          <w:rFonts w:cs="Times New Roman"/>
          <w:bCs/>
        </w:rPr>
        <w:t xml:space="preserve"> datového rozhraní.“.“</w:t>
      </w:r>
      <w:r w:rsidR="004E6163">
        <w:rPr>
          <w:rFonts w:cs="Times New Roman"/>
          <w:bCs/>
        </w:rPr>
        <w:t>.</w:t>
      </w:r>
    </w:p>
    <w:p w:rsidR="00DE0363" w:rsidRPr="00DE0363" w:rsidRDefault="00DE0363" w:rsidP="00DE0363">
      <w:pPr>
        <w:jc w:val="both"/>
        <w:rPr>
          <w:rFonts w:cs="Times New Roman"/>
          <w:bCs/>
        </w:rPr>
      </w:pPr>
    </w:p>
    <w:p w:rsidR="00DE0363" w:rsidRPr="00DE0363" w:rsidRDefault="00DE0363" w:rsidP="00DE0363">
      <w:pPr>
        <w:jc w:val="both"/>
        <w:rPr>
          <w:rFonts w:cs="Times New Roman"/>
          <w:bCs/>
        </w:rPr>
      </w:pPr>
      <w:r w:rsidRPr="00DE0363">
        <w:rPr>
          <w:rFonts w:cs="Times New Roman"/>
          <w:bCs/>
        </w:rPr>
        <w:t>Následující body se přeznačí.</w:t>
      </w:r>
    </w:p>
    <w:p w:rsidR="00DE0363" w:rsidRPr="00DE0363" w:rsidRDefault="00DE0363" w:rsidP="00DE0363">
      <w:pPr>
        <w:jc w:val="both"/>
        <w:rPr>
          <w:rFonts w:cs="Times New Roman"/>
        </w:rPr>
      </w:pPr>
    </w:p>
    <w:p w:rsidR="00DE0363" w:rsidRPr="00DE0363" w:rsidRDefault="00DE0363" w:rsidP="00DE0363">
      <w:pPr>
        <w:pStyle w:val="Odstavecseseznamem"/>
        <w:numPr>
          <w:ilvl w:val="0"/>
          <w:numId w:val="54"/>
        </w:numPr>
        <w:spacing w:after="200" w:line="276" w:lineRule="auto"/>
        <w:jc w:val="both"/>
        <w:rPr>
          <w:b/>
          <w:sz w:val="24"/>
        </w:rPr>
      </w:pPr>
      <w:r w:rsidRPr="00DE0363">
        <w:rPr>
          <w:bCs/>
          <w:sz w:val="24"/>
        </w:rPr>
        <w:t>V části druhé čl. III. se za dosavadní bod 32 vkládá nový bod 33, který zní:</w:t>
      </w:r>
    </w:p>
    <w:p w:rsidR="00DE0363" w:rsidRPr="00DE0363" w:rsidRDefault="00DE0363" w:rsidP="00DE0363">
      <w:pPr>
        <w:jc w:val="both"/>
        <w:rPr>
          <w:rFonts w:cs="Times New Roman"/>
        </w:rPr>
      </w:pPr>
      <w:r w:rsidRPr="00DE0363">
        <w:rPr>
          <w:rFonts w:cs="Times New Roman"/>
        </w:rPr>
        <w:t xml:space="preserve">„33. V § 35b odst. 1  se v písm. a) za slovo „označení“ vkládají slova „exekučního soudu a“ a za slova „exekuční řízení“ se vkládají </w:t>
      </w:r>
      <w:proofErr w:type="gramStart"/>
      <w:r w:rsidRPr="00DE0363">
        <w:rPr>
          <w:rFonts w:cs="Times New Roman"/>
        </w:rPr>
        <w:t>slova „ ,nebo</w:t>
      </w:r>
      <w:proofErr w:type="gramEnd"/>
      <w:r w:rsidRPr="00DE0363">
        <w:rPr>
          <w:rFonts w:cs="Times New Roman"/>
        </w:rPr>
        <w:t xml:space="preserve"> který byl pověřen vedením exekuce podle § 28a“. Dále se v písm. b) za slovo „značkou“ vkládají slova „soudu a exekutora“. Dále se v odst. 2 za slov</w:t>
      </w:r>
      <w:r w:rsidR="004E6163">
        <w:rPr>
          <w:rFonts w:cs="Times New Roman"/>
        </w:rPr>
        <w:t>o</w:t>
      </w:r>
      <w:r w:rsidRPr="00DE0363">
        <w:rPr>
          <w:rFonts w:cs="Times New Roman"/>
        </w:rPr>
        <w:t xml:space="preserve"> „exekutor“ vkládají </w:t>
      </w:r>
      <w:proofErr w:type="gramStart"/>
      <w:r w:rsidRPr="00DE0363">
        <w:rPr>
          <w:rFonts w:cs="Times New Roman"/>
        </w:rPr>
        <w:t>slova „ , není</w:t>
      </w:r>
      <w:proofErr w:type="gramEnd"/>
      <w:r w:rsidRPr="00DE0363">
        <w:rPr>
          <w:rFonts w:cs="Times New Roman"/>
        </w:rPr>
        <w:t>-li stanoveno, že je zapíše soud.“ a vkládá se nová věta poslední „Údaj o spisové značce exekutora podle odst. 1 písm. c) zapíše do rejstříku exekutor, který byl pověřen vedením exekuce podle § 28a, bez zbytečného odkladu po doručení pověření.“.“</w:t>
      </w:r>
    </w:p>
    <w:p w:rsidR="00DE0363" w:rsidRPr="00DE0363" w:rsidRDefault="00DE0363" w:rsidP="00DE0363">
      <w:pPr>
        <w:jc w:val="both"/>
        <w:rPr>
          <w:rFonts w:cs="Times New Roman"/>
        </w:rPr>
      </w:pPr>
    </w:p>
    <w:p w:rsidR="00DE0363" w:rsidRPr="00DE0363" w:rsidRDefault="00DE0363" w:rsidP="00DE0363">
      <w:pPr>
        <w:jc w:val="both"/>
        <w:rPr>
          <w:rFonts w:cs="Times New Roman"/>
          <w:bCs/>
        </w:rPr>
      </w:pPr>
      <w:r w:rsidRPr="00DE0363">
        <w:rPr>
          <w:rFonts w:cs="Times New Roman"/>
          <w:bCs/>
        </w:rPr>
        <w:t>Následující body se přeznačí.</w:t>
      </w:r>
    </w:p>
    <w:p w:rsidR="00DE0363" w:rsidRPr="00DE0363" w:rsidRDefault="00DE0363" w:rsidP="00DE0363">
      <w:pPr>
        <w:jc w:val="both"/>
        <w:rPr>
          <w:rFonts w:cs="Times New Roman"/>
        </w:rPr>
      </w:pPr>
    </w:p>
    <w:p w:rsidR="00DE0363" w:rsidRPr="00DE0363" w:rsidRDefault="00DE0363" w:rsidP="00DE0363">
      <w:pPr>
        <w:pStyle w:val="Odstavecseseznamem"/>
        <w:numPr>
          <w:ilvl w:val="0"/>
          <w:numId w:val="54"/>
        </w:numPr>
        <w:spacing w:after="200" w:line="276" w:lineRule="auto"/>
        <w:jc w:val="both"/>
        <w:rPr>
          <w:sz w:val="24"/>
        </w:rPr>
      </w:pPr>
      <w:r w:rsidRPr="00DE0363">
        <w:rPr>
          <w:bCs/>
          <w:sz w:val="24"/>
        </w:rPr>
        <w:t>V části druhé čl. III. se vkládá za dosavadní bod 35 nový bod 36, který zní:</w:t>
      </w:r>
    </w:p>
    <w:p w:rsidR="00DE0363" w:rsidRPr="00DE0363" w:rsidRDefault="00DE0363" w:rsidP="00DE0363">
      <w:pPr>
        <w:jc w:val="both"/>
        <w:rPr>
          <w:rFonts w:cs="Times New Roman"/>
          <w:b/>
          <w:bCs/>
          <w:u w:val="single"/>
        </w:rPr>
      </w:pPr>
      <w:r w:rsidRPr="00DE0363">
        <w:rPr>
          <w:rFonts w:cs="Times New Roman"/>
        </w:rPr>
        <w:t xml:space="preserve">„36. V § 38 se doplňují odstavce 3 až 6, které včetně poznámky po </w:t>
      </w:r>
      <w:proofErr w:type="gramStart"/>
      <w:r w:rsidRPr="00DE0363">
        <w:rPr>
          <w:rFonts w:cs="Times New Roman"/>
        </w:rPr>
        <w:t>čarou</w:t>
      </w:r>
      <w:proofErr w:type="gramEnd"/>
      <w:r w:rsidRPr="00DE0363">
        <w:rPr>
          <w:rFonts w:cs="Times New Roman"/>
        </w:rPr>
        <w:t xml:space="preserve"> č. x znějí: </w:t>
      </w:r>
    </w:p>
    <w:p w:rsidR="00DE0363" w:rsidRPr="00DE0363" w:rsidRDefault="00DE0363" w:rsidP="00DE0363">
      <w:pPr>
        <w:jc w:val="both"/>
        <w:rPr>
          <w:rFonts w:cs="Times New Roman"/>
        </w:rPr>
      </w:pPr>
    </w:p>
    <w:p w:rsidR="00DE0363" w:rsidRPr="00DE0363" w:rsidRDefault="00DE0363" w:rsidP="00DE0363">
      <w:pPr>
        <w:ind w:firstLine="708"/>
        <w:jc w:val="both"/>
        <w:rPr>
          <w:rFonts w:cs="Times New Roman"/>
        </w:rPr>
      </w:pPr>
      <w:r w:rsidRPr="00DE0363">
        <w:rPr>
          <w:rFonts w:cs="Times New Roman"/>
        </w:rPr>
        <w:t>„(3) Exekuční návrh, který podal oprávněný uvedený v § 28a odst. 1 musí obsahovat:</w:t>
      </w:r>
    </w:p>
    <w:p w:rsidR="00DE0363" w:rsidRPr="00DE0363" w:rsidRDefault="00DE0363" w:rsidP="00DE0363">
      <w:pPr>
        <w:pStyle w:val="Odstavecseseznamem"/>
        <w:numPr>
          <w:ilvl w:val="0"/>
          <w:numId w:val="53"/>
        </w:numPr>
        <w:spacing w:after="200"/>
        <w:ind w:hanging="720"/>
        <w:jc w:val="both"/>
        <w:rPr>
          <w:sz w:val="24"/>
        </w:rPr>
      </w:pPr>
      <w:r w:rsidRPr="00DE0363">
        <w:rPr>
          <w:sz w:val="24"/>
        </w:rPr>
        <w:lastRenderedPageBreak/>
        <w:t>označení soudu, kterému je určen, a popis skutečností, ze kterých oprávněný dovozuje místní příslušnost tohoto soudu podle § 45,</w:t>
      </w:r>
    </w:p>
    <w:p w:rsidR="00DE0363" w:rsidRPr="00DE0363" w:rsidRDefault="00DE0363" w:rsidP="00DE0363">
      <w:pPr>
        <w:pStyle w:val="Odstavecseseznamem"/>
        <w:numPr>
          <w:ilvl w:val="0"/>
          <w:numId w:val="53"/>
        </w:numPr>
        <w:spacing w:after="200"/>
        <w:ind w:hanging="720"/>
        <w:jc w:val="both"/>
        <w:rPr>
          <w:sz w:val="24"/>
        </w:rPr>
      </w:pPr>
      <w:r w:rsidRPr="00DE0363">
        <w:rPr>
          <w:sz w:val="24"/>
        </w:rPr>
        <w:t xml:space="preserve">označení oprávněného a povinného; pokud je jím </w:t>
      </w:r>
    </w:p>
    <w:p w:rsidR="00DE0363" w:rsidRPr="00DE0363" w:rsidRDefault="00DE0363" w:rsidP="00DE0363">
      <w:pPr>
        <w:pStyle w:val="Odstavecseseznamem"/>
        <w:jc w:val="both"/>
        <w:rPr>
          <w:sz w:val="24"/>
        </w:rPr>
      </w:pPr>
      <w:r w:rsidRPr="00DE0363">
        <w:rPr>
          <w:sz w:val="24"/>
        </w:rPr>
        <w:t xml:space="preserve">1. fyzická osoba, označuje se jménem, příjmením, adresou trvalého pobytu nebo místem pobytu podle druhu pobytu, jde-li o cizince, a rodným číslem nebo datem narození, </w:t>
      </w:r>
    </w:p>
    <w:p w:rsidR="00DE0363" w:rsidRPr="00DE0363" w:rsidRDefault="00DE0363" w:rsidP="004E6163">
      <w:pPr>
        <w:pStyle w:val="Odstavecseseznamem"/>
        <w:spacing w:after="200"/>
        <w:jc w:val="both"/>
        <w:rPr>
          <w:sz w:val="24"/>
        </w:rPr>
      </w:pPr>
      <w:r w:rsidRPr="00DE0363">
        <w:rPr>
          <w:sz w:val="24"/>
        </w:rPr>
        <w:t xml:space="preserve">2. právnická osoba, označuje se názvem nebo firmou, adresou sídla a identifikačním číslem; jde-li o zahraniční právnickou osobu musí se tyto údaje osvědčit připojeným výpisem z registru, do </w:t>
      </w:r>
      <w:proofErr w:type="gramStart"/>
      <w:r w:rsidRPr="00DE0363">
        <w:rPr>
          <w:sz w:val="24"/>
        </w:rPr>
        <w:t>které</w:t>
      </w:r>
      <w:proofErr w:type="gramEnd"/>
      <w:r w:rsidRPr="00DE0363">
        <w:rPr>
          <w:sz w:val="24"/>
        </w:rPr>
        <w:t xml:space="preserve"> je tato osoba zapsaná, </w:t>
      </w:r>
    </w:p>
    <w:p w:rsidR="00DE0363" w:rsidRPr="00DE0363" w:rsidRDefault="00DE0363" w:rsidP="00DE0363">
      <w:pPr>
        <w:pStyle w:val="Odstavecseseznamem"/>
        <w:numPr>
          <w:ilvl w:val="0"/>
          <w:numId w:val="53"/>
        </w:numPr>
        <w:spacing w:after="200"/>
        <w:ind w:hanging="720"/>
        <w:jc w:val="both"/>
        <w:rPr>
          <w:sz w:val="24"/>
        </w:rPr>
      </w:pPr>
      <w:r w:rsidRPr="00DE0363">
        <w:rPr>
          <w:sz w:val="24"/>
        </w:rPr>
        <w:t>označení exekučního titulu a případně popis skutečností, ze kterých vyplývá přechod či převod práva z exekučního titulu,</w:t>
      </w:r>
    </w:p>
    <w:p w:rsidR="00DE0363" w:rsidRPr="00DE0363" w:rsidRDefault="00DE0363" w:rsidP="00DE0363">
      <w:pPr>
        <w:pStyle w:val="Odstavecseseznamem"/>
        <w:numPr>
          <w:ilvl w:val="0"/>
          <w:numId w:val="53"/>
        </w:numPr>
        <w:spacing w:after="200"/>
        <w:ind w:hanging="720"/>
        <w:jc w:val="both"/>
        <w:rPr>
          <w:sz w:val="24"/>
        </w:rPr>
      </w:pPr>
      <w:r w:rsidRPr="00DE0363">
        <w:rPr>
          <w:sz w:val="24"/>
        </w:rPr>
        <w:t>uvedení povinnosti, která má být exekucí vymožena; jde-li o vymožení peněžité povinnosti s rozdělením na jistinu a jednotlivá příslušenství pohledávky,</w:t>
      </w:r>
    </w:p>
    <w:p w:rsidR="00DE0363" w:rsidRPr="00DE0363" w:rsidRDefault="00DE0363" w:rsidP="00DE0363">
      <w:pPr>
        <w:pStyle w:val="Odstavecseseznamem"/>
        <w:numPr>
          <w:ilvl w:val="0"/>
          <w:numId w:val="53"/>
        </w:numPr>
        <w:spacing w:after="200"/>
        <w:ind w:hanging="720"/>
        <w:jc w:val="both"/>
        <w:rPr>
          <w:sz w:val="24"/>
        </w:rPr>
      </w:pPr>
      <w:r w:rsidRPr="00DE0363">
        <w:rPr>
          <w:sz w:val="24"/>
        </w:rPr>
        <w:t xml:space="preserve">popis skutečností a označení důkazů, ze kterých vyplývá splnění podmínky, vzájemné povinnosti oprávněného nebo doložení času podle § 43,  </w:t>
      </w:r>
    </w:p>
    <w:p w:rsidR="00DE0363" w:rsidRPr="00DE0363" w:rsidRDefault="00DE0363" w:rsidP="00DE0363">
      <w:pPr>
        <w:pStyle w:val="Odstavecseseznamem"/>
        <w:numPr>
          <w:ilvl w:val="0"/>
          <w:numId w:val="53"/>
        </w:numPr>
        <w:spacing w:after="200"/>
        <w:ind w:hanging="720"/>
        <w:jc w:val="both"/>
        <w:rPr>
          <w:sz w:val="24"/>
        </w:rPr>
      </w:pPr>
      <w:r w:rsidRPr="00DE0363">
        <w:rPr>
          <w:sz w:val="24"/>
        </w:rPr>
        <w:t xml:space="preserve">prohlášení oprávněného, že povinnost podle </w:t>
      </w:r>
      <w:proofErr w:type="gramStart"/>
      <w:r w:rsidRPr="00DE0363">
        <w:rPr>
          <w:sz w:val="24"/>
        </w:rPr>
        <w:t>exekuční</w:t>
      </w:r>
      <w:proofErr w:type="gramEnd"/>
      <w:r w:rsidRPr="00DE0363">
        <w:rPr>
          <w:sz w:val="24"/>
        </w:rPr>
        <w:t xml:space="preserve"> titulu nebyla ke dni podání návrhu splněna; pokud povinnost nebyla splněna částečně, údaj o tom, v jakém rozsahu povinný povinnost ke dni podání návrhu splnil,</w:t>
      </w:r>
    </w:p>
    <w:p w:rsidR="00DE0363" w:rsidRPr="00DE0363" w:rsidRDefault="00DE0363" w:rsidP="00DE0363">
      <w:pPr>
        <w:pStyle w:val="Odstavecseseznamem"/>
        <w:numPr>
          <w:ilvl w:val="0"/>
          <w:numId w:val="53"/>
        </w:numPr>
        <w:spacing w:after="200"/>
        <w:ind w:hanging="720"/>
        <w:jc w:val="both"/>
        <w:rPr>
          <w:sz w:val="24"/>
        </w:rPr>
      </w:pPr>
      <w:r w:rsidRPr="00DE0363">
        <w:rPr>
          <w:sz w:val="24"/>
        </w:rPr>
        <w:t>datum.</w:t>
      </w:r>
    </w:p>
    <w:p w:rsidR="00DE0363" w:rsidRPr="00DE0363" w:rsidRDefault="00DE0363" w:rsidP="00DE0363">
      <w:pPr>
        <w:ind w:firstLine="708"/>
        <w:contextualSpacing/>
        <w:jc w:val="both"/>
        <w:rPr>
          <w:rFonts w:cs="Times New Roman"/>
        </w:rPr>
      </w:pPr>
      <w:r w:rsidRPr="00DE0363">
        <w:rPr>
          <w:rFonts w:cs="Times New Roman"/>
        </w:rPr>
        <w:t>(4) K exekučnímu návrhu podle odst. 3 je třeba připojit:</w:t>
      </w:r>
    </w:p>
    <w:p w:rsidR="00DE0363" w:rsidRPr="00DE0363" w:rsidRDefault="00DE0363" w:rsidP="00DE0363">
      <w:pPr>
        <w:ind w:firstLine="708"/>
        <w:contextualSpacing/>
        <w:jc w:val="both"/>
        <w:rPr>
          <w:rFonts w:cs="Times New Roman"/>
        </w:rPr>
      </w:pPr>
    </w:p>
    <w:p w:rsidR="00DE0363" w:rsidRPr="00DE0363" w:rsidRDefault="00DE0363" w:rsidP="00DE0363">
      <w:pPr>
        <w:ind w:firstLine="709"/>
        <w:contextualSpacing/>
        <w:jc w:val="both"/>
        <w:rPr>
          <w:rFonts w:cs="Times New Roman"/>
        </w:rPr>
      </w:pPr>
      <w:r w:rsidRPr="00DE0363">
        <w:rPr>
          <w:rFonts w:cs="Times New Roman"/>
        </w:rPr>
        <w:t>a) originál nebo úředně ověřenou kopii exekučního titulu opatřeného potvrzením o jeho vykonatelnosti nebo stejnopis notářského zápisu se svolením k vykonatelnosti,</w:t>
      </w:r>
    </w:p>
    <w:p w:rsidR="00DE0363" w:rsidRPr="00DE0363" w:rsidRDefault="00DE0363" w:rsidP="00DE0363">
      <w:pPr>
        <w:ind w:firstLine="709"/>
        <w:contextualSpacing/>
        <w:jc w:val="both"/>
        <w:rPr>
          <w:rFonts w:cs="Times New Roman"/>
        </w:rPr>
      </w:pPr>
      <w:r w:rsidRPr="00DE0363">
        <w:rPr>
          <w:rFonts w:cs="Times New Roman"/>
        </w:rPr>
        <w:t>b) listinu podle § 36 odst. 4; pokud právní nástupnictví vyplývá přímo z právního předpisu nebo je patrné z veřejného rejstříku postačí na ně odkázat,</w:t>
      </w:r>
    </w:p>
    <w:p w:rsidR="00DE0363" w:rsidRPr="00DE0363" w:rsidRDefault="00DE0363" w:rsidP="00DE0363">
      <w:pPr>
        <w:ind w:firstLine="709"/>
        <w:contextualSpacing/>
        <w:jc w:val="both"/>
        <w:rPr>
          <w:rFonts w:cs="Times New Roman"/>
        </w:rPr>
      </w:pPr>
      <w:r w:rsidRPr="00DE0363">
        <w:rPr>
          <w:rFonts w:cs="Times New Roman"/>
        </w:rPr>
        <w:t xml:space="preserve">c) listinu podle § 43 odst. 2, </w:t>
      </w:r>
    </w:p>
    <w:p w:rsidR="00DE0363" w:rsidRPr="00DE0363" w:rsidRDefault="00DE0363" w:rsidP="00DE0363">
      <w:pPr>
        <w:ind w:firstLine="709"/>
        <w:contextualSpacing/>
        <w:jc w:val="both"/>
        <w:rPr>
          <w:rFonts w:cs="Times New Roman"/>
        </w:rPr>
      </w:pPr>
      <w:r w:rsidRPr="00DE0363">
        <w:rPr>
          <w:rFonts w:cs="Times New Roman"/>
        </w:rPr>
        <w:t>d) rozhodnutí o prohlášení vykonatelnosti, rozhodnutí o uznání nebo osvědčení podle přímo použitelného předpisu Evropské unie.</w:t>
      </w:r>
    </w:p>
    <w:p w:rsidR="00DE0363" w:rsidRPr="00DE0363" w:rsidRDefault="00DE0363" w:rsidP="00DE0363">
      <w:pPr>
        <w:jc w:val="both"/>
        <w:rPr>
          <w:rFonts w:cs="Times New Roman"/>
        </w:rPr>
      </w:pPr>
    </w:p>
    <w:p w:rsidR="00DE0363" w:rsidRPr="00DE0363" w:rsidRDefault="00DE0363" w:rsidP="00DE0363">
      <w:pPr>
        <w:ind w:firstLine="708"/>
        <w:contextualSpacing/>
        <w:jc w:val="both"/>
        <w:rPr>
          <w:rFonts w:cs="Times New Roman"/>
        </w:rPr>
      </w:pPr>
      <w:r w:rsidRPr="00DE0363">
        <w:rPr>
          <w:rFonts w:cs="Times New Roman"/>
        </w:rPr>
        <w:t xml:space="preserve">(5) Exekuční návrh podle odst. 3 lze společně s přílohami podat pouze na elektronickém formuláři prostřednictvím elektronické aplikace určené k podání exekučního návrhu, jehož náležitosti a formát stanoví prováděcí právní předpis. Exekuční návrh podle odst. 2 musí být podepsán způsobem, se kterým zvláštní právní předpis spojuje účinky vlastnoručního </w:t>
      </w:r>
      <w:proofErr w:type="spellStart"/>
      <w:r w:rsidRPr="00DE0363">
        <w:rPr>
          <w:rFonts w:cs="Times New Roman"/>
        </w:rPr>
        <w:t>podpisu</w:t>
      </w:r>
      <w:r w:rsidRPr="00DE0363">
        <w:rPr>
          <w:rFonts w:cs="Times New Roman"/>
          <w:vertAlign w:val="superscript"/>
        </w:rPr>
        <w:t>x</w:t>
      </w:r>
      <w:proofErr w:type="spellEnd"/>
      <w:r w:rsidRPr="00DE0363">
        <w:rPr>
          <w:rFonts w:cs="Times New Roman"/>
          <w:vertAlign w:val="superscript"/>
        </w:rPr>
        <w:t>)</w:t>
      </w:r>
      <w:r w:rsidRPr="00DE0363">
        <w:rPr>
          <w:rFonts w:cs="Times New Roman"/>
        </w:rPr>
        <w:t>.</w:t>
      </w:r>
    </w:p>
    <w:p w:rsidR="00DE0363" w:rsidRPr="00DE0363" w:rsidRDefault="00DE0363" w:rsidP="00DE0363">
      <w:pPr>
        <w:contextualSpacing/>
        <w:jc w:val="both"/>
        <w:rPr>
          <w:rFonts w:cs="Times New Roman"/>
        </w:rPr>
      </w:pPr>
      <w:r w:rsidRPr="00DE0363">
        <w:rPr>
          <w:rFonts w:cs="Times New Roman"/>
        </w:rPr>
        <w:t>_______</w:t>
      </w:r>
      <w:r w:rsidR="00384DAD">
        <w:rPr>
          <w:rFonts w:cs="Times New Roman"/>
        </w:rPr>
        <w:t>__________</w:t>
      </w:r>
    </w:p>
    <w:p w:rsidR="00DE0363" w:rsidRPr="00DE0363" w:rsidRDefault="00DE0363" w:rsidP="00DE0363">
      <w:pPr>
        <w:contextualSpacing/>
        <w:jc w:val="both"/>
        <w:rPr>
          <w:rFonts w:cs="Times New Roman"/>
        </w:rPr>
      </w:pPr>
      <w:r w:rsidRPr="00DE0363">
        <w:rPr>
          <w:rFonts w:cs="Times New Roman"/>
        </w:rPr>
        <w:t>x) § 18 odst. 2 zákona č. 300/2008 Sb., § 6 odst. 1 zákona č. 297/2016 Sb.</w:t>
      </w:r>
    </w:p>
    <w:p w:rsidR="00DE0363" w:rsidRPr="00DE0363" w:rsidRDefault="00DE0363" w:rsidP="00DE0363">
      <w:pPr>
        <w:jc w:val="both"/>
        <w:rPr>
          <w:rFonts w:cs="Times New Roman"/>
        </w:rPr>
      </w:pPr>
    </w:p>
    <w:p w:rsidR="00DE0363" w:rsidRPr="00DE0363" w:rsidRDefault="00DE0363" w:rsidP="00DE0363">
      <w:pPr>
        <w:ind w:firstLine="708"/>
        <w:contextualSpacing/>
        <w:jc w:val="both"/>
        <w:rPr>
          <w:rFonts w:cs="Times New Roman"/>
        </w:rPr>
      </w:pPr>
      <w:r w:rsidRPr="00DE0363">
        <w:rPr>
          <w:rFonts w:cs="Times New Roman"/>
        </w:rPr>
        <w:t xml:space="preserve">(6) Exekuční návrh podle odst. 3 lze podat také prostřednictvím kteréhokoliv exekutora. Exekutor je v takovém případě v řízení o podaném návrhu zástupcem oprávněného pro doručování. Exekutor podá návrh oprávněného na elektronickém formuláři prostřednictvím elektronické aplikace určené k podání exekučního návrhu soudním exekutorem. Za činnosti související s podáním exekučního návrhu náleží exekutorovi odměna a náhrada hotových výdajů ve výši stanovené prováděcím </w:t>
      </w:r>
      <w:r w:rsidR="004E6163">
        <w:rPr>
          <w:rFonts w:cs="Times New Roman"/>
        </w:rPr>
        <w:t xml:space="preserve">právním </w:t>
      </w:r>
      <w:r w:rsidRPr="00DE0363">
        <w:rPr>
          <w:rFonts w:cs="Times New Roman"/>
        </w:rPr>
        <w:t>předpisem.“.“</w:t>
      </w:r>
      <w:r w:rsidR="004E6163">
        <w:rPr>
          <w:rFonts w:cs="Times New Roman"/>
        </w:rPr>
        <w:t>.</w:t>
      </w:r>
    </w:p>
    <w:p w:rsidR="00DE0363" w:rsidRPr="00DE0363" w:rsidRDefault="00DE0363" w:rsidP="00DE0363">
      <w:pPr>
        <w:jc w:val="both"/>
        <w:rPr>
          <w:rFonts w:cs="Times New Roman"/>
        </w:rPr>
      </w:pPr>
    </w:p>
    <w:p w:rsidR="00DE0363" w:rsidRPr="00DE0363" w:rsidRDefault="00DE0363" w:rsidP="00DE0363">
      <w:pPr>
        <w:jc w:val="both"/>
        <w:rPr>
          <w:rFonts w:cs="Times New Roman"/>
          <w:bCs/>
        </w:rPr>
      </w:pPr>
      <w:r w:rsidRPr="00DE0363">
        <w:rPr>
          <w:rFonts w:cs="Times New Roman"/>
          <w:bCs/>
        </w:rPr>
        <w:t>Následující body se přeznačí.</w:t>
      </w:r>
    </w:p>
    <w:p w:rsidR="00DE0363" w:rsidRPr="00DE0363" w:rsidRDefault="00DE0363" w:rsidP="00DE0363">
      <w:pPr>
        <w:jc w:val="both"/>
        <w:rPr>
          <w:rFonts w:cs="Times New Roman"/>
        </w:rPr>
      </w:pPr>
    </w:p>
    <w:p w:rsidR="00DE0363" w:rsidRPr="00DE0363" w:rsidRDefault="00DE0363" w:rsidP="00DE0363">
      <w:pPr>
        <w:pStyle w:val="Odstavecseseznamem"/>
        <w:numPr>
          <w:ilvl w:val="0"/>
          <w:numId w:val="54"/>
        </w:numPr>
        <w:spacing w:after="200"/>
        <w:jc w:val="both"/>
        <w:rPr>
          <w:b/>
          <w:bCs/>
          <w:sz w:val="24"/>
          <w:u w:val="single"/>
        </w:rPr>
      </w:pPr>
      <w:r w:rsidRPr="00DE0363">
        <w:rPr>
          <w:bCs/>
          <w:sz w:val="24"/>
        </w:rPr>
        <w:t>V části druhé čl. III. se dosavadní bod 36. mění tak, že se za slova „vyzve exekutor“ doplňují slova „nebo soud, jde-li o exekuční návrh podle § 38 odst. 3, “, za slova „provést; exekutor“ doplňují slova „nebo soud, jde-li o exekuční návrh podle § 38 odst. 3,“. Současně se za slova „nebo na uznání.“ doplňuje věta poslední, která zní: „K exekučnímu návrhu podle § 38 odst. 3, který není učiněn na stanoveném formuláři, se nepřihlíží.“</w:t>
      </w:r>
    </w:p>
    <w:p w:rsidR="005C5DCD" w:rsidRDefault="005C5DCD">
      <w:pPr>
        <w:widowControl/>
        <w:suppressAutoHyphens w:val="0"/>
        <w:rPr>
          <w:rFonts w:eastAsia="Times New Roman" w:cs="Times New Roman"/>
          <w:bCs/>
          <w:color w:val="000000"/>
          <w:kern w:val="0"/>
          <w:lang w:eastAsia="cs-CZ" w:bidi="ar-SA"/>
        </w:rPr>
      </w:pPr>
      <w:r>
        <w:rPr>
          <w:bCs/>
        </w:rPr>
        <w:br w:type="page"/>
      </w:r>
    </w:p>
    <w:p w:rsidR="00DE0363" w:rsidRPr="00DE0363" w:rsidRDefault="00DE0363" w:rsidP="00DE0363">
      <w:pPr>
        <w:pStyle w:val="Odstavecseseznamem"/>
        <w:ind w:left="644"/>
        <w:jc w:val="both"/>
        <w:rPr>
          <w:bCs/>
          <w:sz w:val="24"/>
        </w:rPr>
      </w:pPr>
    </w:p>
    <w:p w:rsidR="00DE0363" w:rsidRPr="00DE0363" w:rsidRDefault="00DE0363" w:rsidP="00DE0363">
      <w:pPr>
        <w:pStyle w:val="Odstavecseseznamem"/>
        <w:numPr>
          <w:ilvl w:val="0"/>
          <w:numId w:val="54"/>
        </w:numPr>
        <w:spacing w:after="200" w:line="276" w:lineRule="auto"/>
        <w:jc w:val="both"/>
        <w:rPr>
          <w:bCs/>
          <w:sz w:val="24"/>
        </w:rPr>
      </w:pPr>
      <w:r w:rsidRPr="00DE0363">
        <w:rPr>
          <w:bCs/>
          <w:sz w:val="24"/>
        </w:rPr>
        <w:t>V části druhé čl. III. se dosavadní bod 37 mění tak, že zní:</w:t>
      </w:r>
    </w:p>
    <w:p w:rsidR="00DE0363" w:rsidRPr="00DE0363" w:rsidRDefault="00DE0363" w:rsidP="00DE0363">
      <w:pPr>
        <w:jc w:val="both"/>
        <w:rPr>
          <w:rFonts w:cs="Times New Roman"/>
          <w:bCs/>
        </w:rPr>
      </w:pPr>
      <w:r w:rsidRPr="00DE0363">
        <w:rPr>
          <w:rFonts w:cs="Times New Roman"/>
          <w:bCs/>
        </w:rPr>
        <w:t xml:space="preserve">„37. </w:t>
      </w:r>
      <w:r w:rsidRPr="00DE0363">
        <w:rPr>
          <w:rFonts w:cs="Times New Roman"/>
        </w:rPr>
        <w:t>V § 39 odst. 2 se za slovo „exekutor“ vkládají slova „nebo soud, jde-li o exekuční návrh podle §</w:t>
      </w:r>
      <w:r w:rsidR="009671B5">
        <w:rPr>
          <w:rFonts w:cs="Times New Roman"/>
        </w:rPr>
        <w:t> </w:t>
      </w:r>
      <w:r w:rsidRPr="00DE0363">
        <w:rPr>
          <w:rFonts w:cs="Times New Roman"/>
        </w:rPr>
        <w:t xml:space="preserve">38 odst. 3,“ a za slova „exekuční návrh“ </w:t>
      </w:r>
      <w:r w:rsidR="009671B5">
        <w:rPr>
          <w:rFonts w:cs="Times New Roman"/>
        </w:rPr>
        <w:t xml:space="preserve">se </w:t>
      </w:r>
      <w:r w:rsidRPr="00DE0363">
        <w:rPr>
          <w:rFonts w:cs="Times New Roman"/>
        </w:rPr>
        <w:t xml:space="preserve">vkládají </w:t>
      </w:r>
      <w:proofErr w:type="gramStart"/>
      <w:r w:rsidRPr="00DE0363">
        <w:rPr>
          <w:rFonts w:cs="Times New Roman"/>
        </w:rPr>
        <w:t>slova „ , případně</w:t>
      </w:r>
      <w:proofErr w:type="gramEnd"/>
      <w:r w:rsidRPr="00DE0363">
        <w:rPr>
          <w:rFonts w:cs="Times New Roman"/>
        </w:rPr>
        <w:t xml:space="preserve"> i návrh na prohlášení vykonatelnosti nebo na uznání“.</w:t>
      </w:r>
      <w:r w:rsidRPr="00DE0363">
        <w:rPr>
          <w:rFonts w:cs="Times New Roman"/>
          <w:bCs/>
        </w:rPr>
        <w:t>“</w:t>
      </w:r>
      <w:r w:rsidR="009671B5">
        <w:rPr>
          <w:rFonts w:cs="Times New Roman"/>
          <w:bCs/>
        </w:rPr>
        <w:t>.</w:t>
      </w:r>
    </w:p>
    <w:p w:rsidR="00DE0363" w:rsidRPr="00DE0363" w:rsidRDefault="00DE0363" w:rsidP="00DE0363">
      <w:pPr>
        <w:jc w:val="both"/>
        <w:rPr>
          <w:rFonts w:cs="Times New Roman"/>
          <w:b/>
          <w:bCs/>
          <w:u w:val="single"/>
        </w:rPr>
      </w:pPr>
    </w:p>
    <w:p w:rsidR="00DE0363" w:rsidRPr="00DE0363" w:rsidRDefault="00DE0363" w:rsidP="00DE0363">
      <w:pPr>
        <w:pStyle w:val="Odstavecseseznamem"/>
        <w:numPr>
          <w:ilvl w:val="0"/>
          <w:numId w:val="54"/>
        </w:numPr>
        <w:spacing w:after="200" w:line="276" w:lineRule="auto"/>
        <w:jc w:val="both"/>
        <w:rPr>
          <w:bCs/>
          <w:sz w:val="24"/>
        </w:rPr>
      </w:pPr>
      <w:r w:rsidRPr="00DE0363">
        <w:rPr>
          <w:bCs/>
          <w:sz w:val="24"/>
        </w:rPr>
        <w:t>V části druhé čl. III. se dosavadní bod 38 mění tak, že zní:</w:t>
      </w:r>
    </w:p>
    <w:p w:rsidR="00DE0363" w:rsidRPr="00DE0363" w:rsidRDefault="00DE0363" w:rsidP="00DE0363">
      <w:pPr>
        <w:jc w:val="both"/>
        <w:rPr>
          <w:rFonts w:cs="Times New Roman"/>
          <w:bCs/>
        </w:rPr>
      </w:pPr>
      <w:r w:rsidRPr="00DE0363">
        <w:rPr>
          <w:rFonts w:cs="Times New Roman"/>
          <w:bCs/>
        </w:rPr>
        <w:t xml:space="preserve">„38. </w:t>
      </w:r>
      <w:r w:rsidRPr="00DE0363">
        <w:rPr>
          <w:rFonts w:cs="Times New Roman"/>
        </w:rPr>
        <w:t>V § 39 odst. 3 se za slovo „exekutor“ vkládají slova „nebo soud, jde-li o exekuční návrh podle §</w:t>
      </w:r>
      <w:r w:rsidR="009671B5">
        <w:rPr>
          <w:rFonts w:cs="Times New Roman"/>
        </w:rPr>
        <w:t> </w:t>
      </w:r>
      <w:r w:rsidRPr="00DE0363">
        <w:rPr>
          <w:rFonts w:cs="Times New Roman"/>
        </w:rPr>
        <w:t>38 odst. 3,“ a</w:t>
      </w:r>
      <w:r w:rsidRPr="00DE0363">
        <w:rPr>
          <w:rFonts w:cs="Times New Roman"/>
          <w:bCs/>
        </w:rPr>
        <w:t xml:space="preserve"> </w:t>
      </w:r>
      <w:r w:rsidRPr="00DE0363">
        <w:rPr>
          <w:rFonts w:cs="Times New Roman"/>
        </w:rPr>
        <w:t>text „44 odst. 1“ se nahrazuje textem „43a odst. 1“.“</w:t>
      </w:r>
      <w:r w:rsidR="009671B5">
        <w:rPr>
          <w:rFonts w:cs="Times New Roman"/>
        </w:rPr>
        <w:t>.</w:t>
      </w:r>
    </w:p>
    <w:p w:rsidR="00DE0363" w:rsidRPr="00DE0363" w:rsidRDefault="00DE0363" w:rsidP="00DE0363">
      <w:pPr>
        <w:jc w:val="both"/>
        <w:rPr>
          <w:rFonts w:cs="Times New Roman"/>
        </w:rPr>
      </w:pPr>
    </w:p>
    <w:p w:rsidR="00DE0363" w:rsidRPr="00DE0363" w:rsidRDefault="00DE0363" w:rsidP="00DE0363">
      <w:pPr>
        <w:pStyle w:val="Odstavecseseznamem"/>
        <w:numPr>
          <w:ilvl w:val="0"/>
          <w:numId w:val="54"/>
        </w:numPr>
        <w:spacing w:after="200" w:line="276" w:lineRule="auto"/>
        <w:jc w:val="both"/>
        <w:rPr>
          <w:sz w:val="24"/>
        </w:rPr>
      </w:pPr>
      <w:r w:rsidRPr="00DE0363">
        <w:rPr>
          <w:sz w:val="24"/>
        </w:rPr>
        <w:t>V části druhé čl. III. se dosavadní bod 39 mění tak, že zní:</w:t>
      </w:r>
    </w:p>
    <w:p w:rsidR="00DE0363" w:rsidRPr="00DE0363" w:rsidRDefault="00DE0363" w:rsidP="00DE0363">
      <w:pPr>
        <w:jc w:val="both"/>
        <w:rPr>
          <w:rFonts w:cs="Times New Roman"/>
        </w:rPr>
      </w:pPr>
      <w:r w:rsidRPr="00DE0363">
        <w:rPr>
          <w:rFonts w:cs="Times New Roman"/>
        </w:rPr>
        <w:t>„39. V § 39 se doplňují odstavce 4 a 5, které znějí:</w:t>
      </w:r>
    </w:p>
    <w:p w:rsidR="00DE0363" w:rsidRPr="00DE0363" w:rsidRDefault="00DE0363" w:rsidP="00DE0363">
      <w:pPr>
        <w:jc w:val="both"/>
        <w:rPr>
          <w:rFonts w:cs="Times New Roman"/>
        </w:rPr>
      </w:pPr>
    </w:p>
    <w:p w:rsidR="00DE0363" w:rsidRPr="00DE0363" w:rsidRDefault="00DE0363" w:rsidP="00DE0363">
      <w:pPr>
        <w:ind w:firstLine="708"/>
        <w:jc w:val="both"/>
        <w:rPr>
          <w:rFonts w:cs="Times New Roman"/>
        </w:rPr>
      </w:pPr>
      <w:r w:rsidRPr="00DE0363">
        <w:rPr>
          <w:rFonts w:cs="Times New Roman"/>
        </w:rPr>
        <w:t xml:space="preserve"> „(5) Jsou-li splněny předpoklady pro zastavení řízení stanovené zákonem, exekutor nebo soud, jde-li o exekuční návrh podle § 38 odst. 3, exekuční řízení usnesením zastaví.</w:t>
      </w:r>
    </w:p>
    <w:p w:rsidR="00DE0363" w:rsidRPr="00DE0363" w:rsidRDefault="00DE0363" w:rsidP="00DE0363">
      <w:pPr>
        <w:jc w:val="both"/>
        <w:rPr>
          <w:rFonts w:cs="Times New Roman"/>
        </w:rPr>
      </w:pPr>
    </w:p>
    <w:p w:rsidR="00DE0363" w:rsidRPr="00DE0363" w:rsidRDefault="00DE0363" w:rsidP="00DE0363">
      <w:pPr>
        <w:jc w:val="both"/>
        <w:rPr>
          <w:rFonts w:cs="Times New Roman"/>
        </w:rPr>
      </w:pPr>
      <w:r w:rsidRPr="00DE0363">
        <w:rPr>
          <w:rFonts w:cs="Times New Roman"/>
        </w:rPr>
        <w:tab/>
        <w:t>(6) Byl-li současně s exekučním návrhem podán i návrh na prohlášení vykonatelnosti nebo na uznání, exekutor rozhodne o zamítnutí exekučního návrhu nebo o zastavení exekučního řízení pouze na základě pokynu soudu podle § 43a odst. 6. Jde-li o návrh na prohlášení vykonatelnosti nebo na uznání podaný společně s exekučním návrhem podle § 38 odst. 3 rozhodne o něm soud. Byl-li exekuční návrh podle věty předchozí zamítnut, odmítnut nebo řízení o něm zastaveno, doručí soud rozhodnutí o návrhu na prohlášení vykonatelnosti nebo na uznání spolu s rozhodnutím o odmítnutí nebo zamítnutí exekučního návrhu nebo o zastavení exekučního řízení.“.“</w:t>
      </w:r>
      <w:r w:rsidR="009671B5">
        <w:rPr>
          <w:rFonts w:cs="Times New Roman"/>
        </w:rPr>
        <w:t>.</w:t>
      </w:r>
    </w:p>
    <w:p w:rsidR="00DE0363" w:rsidRPr="00DE0363" w:rsidRDefault="00DE0363" w:rsidP="00DE0363">
      <w:pPr>
        <w:jc w:val="both"/>
        <w:rPr>
          <w:rFonts w:cs="Times New Roman"/>
          <w:b/>
          <w:bCs/>
          <w:u w:val="single"/>
        </w:rPr>
      </w:pPr>
    </w:p>
    <w:p w:rsidR="00DE0363" w:rsidRPr="00DE0363" w:rsidRDefault="00DE0363" w:rsidP="00DE0363">
      <w:pPr>
        <w:pStyle w:val="Odstavecseseznamem"/>
        <w:numPr>
          <w:ilvl w:val="0"/>
          <w:numId w:val="54"/>
        </w:numPr>
        <w:spacing w:after="200" w:line="276" w:lineRule="auto"/>
        <w:jc w:val="both"/>
        <w:rPr>
          <w:sz w:val="24"/>
        </w:rPr>
      </w:pPr>
      <w:r w:rsidRPr="00DE0363">
        <w:rPr>
          <w:sz w:val="24"/>
        </w:rPr>
        <w:t>V části druhé čl. III. se dosavadní bod 40 mění tak, že zní:</w:t>
      </w:r>
    </w:p>
    <w:p w:rsidR="00DE0363" w:rsidRPr="00DE0363" w:rsidRDefault="00DE0363" w:rsidP="00DE0363">
      <w:pPr>
        <w:ind w:left="284"/>
        <w:jc w:val="both"/>
        <w:rPr>
          <w:rFonts w:cs="Times New Roman"/>
          <w:bCs/>
        </w:rPr>
      </w:pPr>
      <w:r w:rsidRPr="00DE0363">
        <w:rPr>
          <w:rFonts w:cs="Times New Roman"/>
          <w:bCs/>
        </w:rPr>
        <w:t>„4</w:t>
      </w:r>
      <w:r w:rsidR="009671B5">
        <w:rPr>
          <w:rFonts w:cs="Times New Roman"/>
          <w:bCs/>
        </w:rPr>
        <w:t>0</w:t>
      </w:r>
      <w:r w:rsidRPr="00DE0363">
        <w:rPr>
          <w:rFonts w:cs="Times New Roman"/>
          <w:bCs/>
        </w:rPr>
        <w:t xml:space="preserve">. V § 43a odst. 1 větě první se za slova „exekuční návrh“ </w:t>
      </w:r>
      <w:r w:rsidR="009671B5">
        <w:rPr>
          <w:rFonts w:cs="Times New Roman"/>
          <w:bCs/>
        </w:rPr>
        <w:t>vkládají</w:t>
      </w:r>
      <w:r w:rsidRPr="00DE0363">
        <w:rPr>
          <w:rFonts w:cs="Times New Roman"/>
          <w:bCs/>
        </w:rPr>
        <w:t xml:space="preserve"> </w:t>
      </w:r>
      <w:proofErr w:type="gramStart"/>
      <w:r w:rsidRPr="00DE0363">
        <w:rPr>
          <w:rFonts w:cs="Times New Roman"/>
          <w:bCs/>
        </w:rPr>
        <w:t>slova „</w:t>
      </w:r>
      <w:r w:rsidR="009671B5">
        <w:rPr>
          <w:rFonts w:cs="Times New Roman"/>
          <w:bCs/>
        </w:rPr>
        <w:t xml:space="preserve"> </w:t>
      </w:r>
      <w:r w:rsidRPr="00DE0363">
        <w:rPr>
          <w:rFonts w:cs="Times New Roman"/>
          <w:bCs/>
        </w:rPr>
        <w:t>, nejde</w:t>
      </w:r>
      <w:proofErr w:type="gramEnd"/>
      <w:r w:rsidRPr="00DE0363">
        <w:rPr>
          <w:rFonts w:cs="Times New Roman"/>
          <w:bCs/>
        </w:rPr>
        <w:t xml:space="preserve">-li o exekuční návrh podle § 38 odst. 3,“ a ve větě druhé </w:t>
      </w:r>
      <w:r w:rsidRPr="00DE0363">
        <w:rPr>
          <w:rFonts w:cs="Times New Roman"/>
        </w:rPr>
        <w:t>se slova „návrh oprávněného“ nahrazují slovy „exekuční návrh, případně návrh na prohlášení vykonatelnosti nebo na uznání“.“</w:t>
      </w:r>
      <w:r w:rsidR="009671B5">
        <w:rPr>
          <w:rFonts w:cs="Times New Roman"/>
        </w:rPr>
        <w:t>.</w:t>
      </w:r>
    </w:p>
    <w:p w:rsidR="00DE0363" w:rsidRPr="00DE0363" w:rsidRDefault="00DE0363" w:rsidP="00DE0363">
      <w:pPr>
        <w:jc w:val="both"/>
        <w:rPr>
          <w:rFonts w:cs="Times New Roman"/>
          <w:b/>
          <w:bCs/>
          <w:u w:val="single"/>
        </w:rPr>
      </w:pPr>
    </w:p>
    <w:p w:rsidR="00DE0363" w:rsidRPr="00DE0363" w:rsidRDefault="00DE0363" w:rsidP="00DE0363">
      <w:pPr>
        <w:pStyle w:val="Odstavecseseznamem"/>
        <w:numPr>
          <w:ilvl w:val="0"/>
          <w:numId w:val="54"/>
        </w:numPr>
        <w:spacing w:after="200" w:line="276" w:lineRule="auto"/>
        <w:jc w:val="both"/>
        <w:rPr>
          <w:sz w:val="24"/>
        </w:rPr>
      </w:pPr>
      <w:r w:rsidRPr="00DE0363">
        <w:rPr>
          <w:sz w:val="24"/>
        </w:rPr>
        <w:t>V části druhé čl. III. se dosavadní bod 44 mění tak, že se do normativního textu doplňuje za odstavec 4 nový odstavec 5, který zní:</w:t>
      </w:r>
    </w:p>
    <w:p w:rsidR="00DE0363" w:rsidRPr="00DE0363" w:rsidRDefault="00DE0363" w:rsidP="00DE0363">
      <w:pPr>
        <w:jc w:val="both"/>
        <w:rPr>
          <w:rFonts w:cs="Times New Roman"/>
        </w:rPr>
      </w:pPr>
      <w:r w:rsidRPr="00DE0363">
        <w:rPr>
          <w:rFonts w:cs="Times New Roman"/>
        </w:rPr>
        <w:t>„(5) V řízení, ve kterém byl exekutor pověřen vedením exekuce podle § 28a odst. 2, platí ustanovení odstavce 2 přiměřeně.“</w:t>
      </w:r>
      <w:r w:rsidR="009671B5">
        <w:rPr>
          <w:rFonts w:cs="Times New Roman"/>
        </w:rPr>
        <w:t>.</w:t>
      </w:r>
    </w:p>
    <w:p w:rsidR="00DE0363" w:rsidRPr="00DE0363" w:rsidRDefault="00DE0363" w:rsidP="00DE0363">
      <w:pPr>
        <w:jc w:val="both"/>
        <w:rPr>
          <w:rFonts w:cs="Times New Roman"/>
          <w:b/>
        </w:rPr>
      </w:pPr>
    </w:p>
    <w:p w:rsidR="00DE0363" w:rsidRPr="00DE0363" w:rsidRDefault="00DE0363" w:rsidP="00DE0363">
      <w:pPr>
        <w:pStyle w:val="Odstavecseseznamem"/>
        <w:numPr>
          <w:ilvl w:val="0"/>
          <w:numId w:val="54"/>
        </w:numPr>
        <w:spacing w:after="200" w:line="276" w:lineRule="auto"/>
        <w:jc w:val="both"/>
        <w:rPr>
          <w:sz w:val="24"/>
        </w:rPr>
      </w:pPr>
      <w:r w:rsidRPr="00DE0363">
        <w:rPr>
          <w:bCs/>
          <w:sz w:val="24"/>
        </w:rPr>
        <w:t>V části druhé čl. III. se dosavadní bod 45 mění tak, že zní:</w:t>
      </w:r>
    </w:p>
    <w:p w:rsidR="00DE0363" w:rsidRPr="00DE0363" w:rsidRDefault="00DE0363" w:rsidP="00DE0363">
      <w:pPr>
        <w:jc w:val="both"/>
        <w:rPr>
          <w:rFonts w:cs="Times New Roman"/>
        </w:rPr>
      </w:pPr>
      <w:r w:rsidRPr="00DE0363">
        <w:rPr>
          <w:rFonts w:cs="Times New Roman"/>
        </w:rPr>
        <w:t xml:space="preserve">„45. V § 44 odst. 1 větě první </w:t>
      </w:r>
      <w:r w:rsidR="009671B5">
        <w:rPr>
          <w:rFonts w:cs="Times New Roman"/>
        </w:rPr>
        <w:t xml:space="preserve">se </w:t>
      </w:r>
      <w:r w:rsidRPr="00DE0363">
        <w:rPr>
          <w:rFonts w:cs="Times New Roman"/>
        </w:rPr>
        <w:t xml:space="preserve">za text „§ 43a odst. 3“ </w:t>
      </w:r>
      <w:r w:rsidR="009671B5">
        <w:rPr>
          <w:rFonts w:cs="Times New Roman"/>
        </w:rPr>
        <w:t>vkládají</w:t>
      </w:r>
      <w:r w:rsidRPr="00DE0363">
        <w:rPr>
          <w:rFonts w:cs="Times New Roman"/>
        </w:rPr>
        <w:t xml:space="preserve"> slova „nebo § 28a odst. 2“ a na konci textu věty druhé doplňují </w:t>
      </w:r>
      <w:proofErr w:type="gramStart"/>
      <w:r w:rsidRPr="00DE0363">
        <w:rPr>
          <w:rFonts w:cs="Times New Roman"/>
        </w:rPr>
        <w:t>slova „ , případně</w:t>
      </w:r>
      <w:proofErr w:type="gramEnd"/>
      <w:r w:rsidRPr="00DE0363">
        <w:rPr>
          <w:rFonts w:cs="Times New Roman"/>
        </w:rPr>
        <w:t xml:space="preserve"> kopii rozhodnutí o prohlášení vykonatelnosti, rozhodnutí o uznání nebo osvědčení podle přímo použitelného předpisu Evropské unie, které tvoří přílohu exekučního návrhu“.“</w:t>
      </w:r>
      <w:r w:rsidR="009671B5">
        <w:rPr>
          <w:rFonts w:cs="Times New Roman"/>
        </w:rPr>
        <w:t>.</w:t>
      </w:r>
    </w:p>
    <w:p w:rsidR="00DE0363" w:rsidRPr="00DE0363" w:rsidRDefault="00DE0363" w:rsidP="00DE0363">
      <w:pPr>
        <w:jc w:val="both"/>
        <w:rPr>
          <w:rFonts w:cs="Times New Roman"/>
          <w:b/>
        </w:rPr>
      </w:pPr>
    </w:p>
    <w:p w:rsidR="00DE0363" w:rsidRPr="00DE0363" w:rsidRDefault="00DE0363" w:rsidP="00DE0363">
      <w:pPr>
        <w:pStyle w:val="Odstavecseseznamem"/>
        <w:numPr>
          <w:ilvl w:val="0"/>
          <w:numId w:val="54"/>
        </w:numPr>
        <w:spacing w:after="200" w:line="276" w:lineRule="auto"/>
        <w:jc w:val="both"/>
        <w:rPr>
          <w:b/>
          <w:sz w:val="24"/>
        </w:rPr>
      </w:pPr>
      <w:r w:rsidRPr="00DE0363">
        <w:rPr>
          <w:bCs/>
          <w:sz w:val="24"/>
        </w:rPr>
        <w:t>V části druhé čl. III. se za dosavadní bod 49 vkládá nový bod 50, který zní:</w:t>
      </w:r>
    </w:p>
    <w:p w:rsidR="00DE0363" w:rsidRPr="00DE0363" w:rsidRDefault="00DE0363" w:rsidP="00DE0363">
      <w:pPr>
        <w:jc w:val="both"/>
        <w:rPr>
          <w:rFonts w:cs="Times New Roman"/>
        </w:rPr>
      </w:pPr>
      <w:r w:rsidRPr="00DE0363">
        <w:rPr>
          <w:rFonts w:cs="Times New Roman"/>
        </w:rPr>
        <w:t>„50. V § 44b se doplňuje odstavec 6, který zní</w:t>
      </w:r>
      <w:r w:rsidR="009671B5">
        <w:rPr>
          <w:rFonts w:cs="Times New Roman"/>
        </w:rPr>
        <w:t>:</w:t>
      </w:r>
    </w:p>
    <w:p w:rsidR="00DE0363" w:rsidRPr="00DE0363" w:rsidRDefault="00DE0363" w:rsidP="00DE0363">
      <w:pPr>
        <w:jc w:val="both"/>
        <w:rPr>
          <w:rFonts w:cs="Times New Roman"/>
        </w:rPr>
      </w:pPr>
    </w:p>
    <w:p w:rsidR="00DE0363" w:rsidRPr="00DE0363" w:rsidRDefault="00DE0363" w:rsidP="00384DAD">
      <w:pPr>
        <w:ind w:firstLine="709"/>
        <w:jc w:val="both"/>
        <w:rPr>
          <w:rFonts w:cs="Times New Roman"/>
        </w:rPr>
      </w:pPr>
      <w:r w:rsidRPr="00DE0363">
        <w:rPr>
          <w:rFonts w:cs="Times New Roman"/>
        </w:rPr>
        <w:t>„(6) Odstavce 1 až 5 se nepoužijí v případě exekuce zahájené oprávněným uvedeným v</w:t>
      </w:r>
      <w:r w:rsidR="009671B5">
        <w:rPr>
          <w:rFonts w:cs="Times New Roman"/>
        </w:rPr>
        <w:t> § </w:t>
      </w:r>
      <w:r w:rsidRPr="00DE0363">
        <w:rPr>
          <w:rFonts w:cs="Times New Roman"/>
        </w:rPr>
        <w:t xml:space="preserve">28a odst. 1. Exekuční soud může pověřit vedením exekuce zahájené oprávněným uvedeným v </w:t>
      </w:r>
      <w:r w:rsidR="009671B5">
        <w:rPr>
          <w:rFonts w:cs="Times New Roman"/>
        </w:rPr>
        <w:t>§</w:t>
      </w:r>
      <w:r w:rsidRPr="00DE0363">
        <w:rPr>
          <w:rFonts w:cs="Times New Roman"/>
        </w:rPr>
        <w:t xml:space="preserve"> 28a odst.</w:t>
      </w:r>
      <w:r w:rsidR="009671B5">
        <w:rPr>
          <w:rFonts w:cs="Times New Roman"/>
        </w:rPr>
        <w:t> </w:t>
      </w:r>
      <w:r w:rsidRPr="00DE0363">
        <w:rPr>
          <w:rFonts w:cs="Times New Roman"/>
        </w:rPr>
        <w:t xml:space="preserve">1 nového exekutora v případě, že pověřený exekutor byl v souvislosti s exekucí odsouzen za </w:t>
      </w:r>
      <w:r w:rsidRPr="00DE0363">
        <w:rPr>
          <w:rFonts w:cs="Times New Roman"/>
        </w:rPr>
        <w:lastRenderedPageBreak/>
        <w:t>kárné provinění (§ 116). Exekuční soud pověří vedením exekuce nového exekutora podle pravidel v</w:t>
      </w:r>
      <w:r w:rsidR="009671B5">
        <w:rPr>
          <w:rFonts w:cs="Times New Roman"/>
        </w:rPr>
        <w:t> </w:t>
      </w:r>
      <w:r w:rsidRPr="00DE0363">
        <w:rPr>
          <w:rFonts w:cs="Times New Roman"/>
        </w:rPr>
        <w:t>§ 28a tak, že vydá nové pověření, které se doručí původnímu a novému exekutorovi, jemuž se doručí i původní pověření. Exekuční soud současně provede změnu údaje podle § 35b odst. 1 písm.</w:t>
      </w:r>
      <w:r w:rsidR="009671B5">
        <w:rPr>
          <w:rFonts w:cs="Times New Roman"/>
        </w:rPr>
        <w:t> </w:t>
      </w:r>
      <w:r w:rsidRPr="00DE0363">
        <w:rPr>
          <w:rFonts w:cs="Times New Roman"/>
        </w:rPr>
        <w:t>a) a b) a o změně exekutora vhodným způsobem informuje účastníky řízení. Původní exekutor zajistí předání spisu, vymožených plnění, které doposud nebyly vyplaceny, a zajištěných věcí novému exekutorovi. Nový exekutor rozhodne příkazem k úhradě nákladů exekuce o dosud vzniklých nákladech exekuce. Příkaz k úhradě nákladů exekuce se doručí také původnímu exekutorovi, který má právo podat proti němu námitky. Odměna exekutora, který exekuci dosud vedl, se vypočítá tak, jako by došlo k zastavení exekuce.“.“</w:t>
      </w:r>
      <w:r w:rsidR="00384DAD">
        <w:rPr>
          <w:rFonts w:cs="Times New Roman"/>
        </w:rPr>
        <w:t>.</w:t>
      </w:r>
    </w:p>
    <w:p w:rsidR="00DE0363" w:rsidRPr="00DE0363" w:rsidRDefault="00DE0363" w:rsidP="00DE0363">
      <w:pPr>
        <w:jc w:val="both"/>
        <w:rPr>
          <w:rFonts w:cs="Times New Roman"/>
        </w:rPr>
      </w:pPr>
    </w:p>
    <w:p w:rsidR="00DE0363" w:rsidRPr="00DE0363" w:rsidRDefault="00DE0363" w:rsidP="00DE0363">
      <w:pPr>
        <w:jc w:val="both"/>
        <w:rPr>
          <w:rFonts w:cs="Times New Roman"/>
          <w:bCs/>
        </w:rPr>
      </w:pPr>
      <w:r w:rsidRPr="00DE0363">
        <w:rPr>
          <w:rFonts w:cs="Times New Roman"/>
          <w:bCs/>
        </w:rPr>
        <w:t>Následující body se přeznačí.</w:t>
      </w:r>
    </w:p>
    <w:p w:rsidR="00DE0363" w:rsidRPr="00DE0363" w:rsidRDefault="00DE0363" w:rsidP="00DE0363">
      <w:pPr>
        <w:pStyle w:val="Odstavecseseznamem"/>
        <w:ind w:left="644"/>
        <w:jc w:val="both"/>
        <w:rPr>
          <w:b/>
          <w:sz w:val="24"/>
        </w:rPr>
      </w:pPr>
    </w:p>
    <w:p w:rsidR="00DE0363" w:rsidRPr="00DE0363" w:rsidRDefault="00DE0363" w:rsidP="00DE0363">
      <w:pPr>
        <w:pStyle w:val="Odstavecseseznamem"/>
        <w:numPr>
          <w:ilvl w:val="0"/>
          <w:numId w:val="54"/>
        </w:numPr>
        <w:spacing w:after="200" w:line="276" w:lineRule="auto"/>
        <w:jc w:val="both"/>
        <w:rPr>
          <w:sz w:val="24"/>
        </w:rPr>
      </w:pPr>
      <w:r w:rsidRPr="00DE0363">
        <w:rPr>
          <w:sz w:val="24"/>
        </w:rPr>
        <w:t>V části druhé čl. III. se před dosavadní bod 50 vkládá nový bod 51, který zní:</w:t>
      </w:r>
    </w:p>
    <w:p w:rsidR="00DE0363" w:rsidRPr="00DE0363" w:rsidRDefault="00DE0363" w:rsidP="00DE0363">
      <w:pPr>
        <w:jc w:val="both"/>
        <w:rPr>
          <w:rFonts w:cs="Times New Roman"/>
        </w:rPr>
      </w:pPr>
      <w:r w:rsidRPr="00DE0363">
        <w:rPr>
          <w:rFonts w:cs="Times New Roman"/>
        </w:rPr>
        <w:t>„51. V § 45 odstavce 2 a 3</w:t>
      </w:r>
      <w:r w:rsidR="00104CD9">
        <w:rPr>
          <w:rFonts w:cs="Times New Roman"/>
        </w:rPr>
        <w:t xml:space="preserve"> znějí</w:t>
      </w:r>
      <w:r w:rsidRPr="00DE0363">
        <w:rPr>
          <w:rFonts w:cs="Times New Roman"/>
        </w:rPr>
        <w:t>:</w:t>
      </w:r>
    </w:p>
    <w:p w:rsidR="00DE0363" w:rsidRPr="00DE0363" w:rsidRDefault="00DE0363" w:rsidP="00DE0363">
      <w:pPr>
        <w:jc w:val="both"/>
        <w:rPr>
          <w:rFonts w:cs="Times New Roman"/>
        </w:rPr>
      </w:pPr>
    </w:p>
    <w:p w:rsidR="00DE0363" w:rsidRPr="00DE0363" w:rsidRDefault="00DE0363" w:rsidP="00384DAD">
      <w:pPr>
        <w:ind w:firstLine="709"/>
        <w:jc w:val="both"/>
        <w:rPr>
          <w:rFonts w:cs="Times New Roman"/>
        </w:rPr>
      </w:pPr>
      <w:r w:rsidRPr="00DE0363">
        <w:rPr>
          <w:rFonts w:cs="Times New Roman"/>
        </w:rPr>
        <w:t>(2) Místně příslušným exekučním soudem je soud, v jehož obvodu má povinný:</w:t>
      </w:r>
    </w:p>
    <w:p w:rsidR="00DE0363" w:rsidRPr="00DE0363" w:rsidRDefault="00DE0363" w:rsidP="00DE0363">
      <w:pPr>
        <w:jc w:val="both"/>
        <w:rPr>
          <w:rFonts w:cs="Times New Roman"/>
        </w:rPr>
      </w:pPr>
    </w:p>
    <w:p w:rsidR="00DE0363" w:rsidRPr="00DE0363" w:rsidRDefault="00DE0363" w:rsidP="00DE0363">
      <w:pPr>
        <w:jc w:val="both"/>
        <w:rPr>
          <w:rFonts w:cs="Times New Roman"/>
        </w:rPr>
      </w:pPr>
      <w:r w:rsidRPr="00DE0363">
        <w:rPr>
          <w:rFonts w:cs="Times New Roman"/>
        </w:rPr>
        <w:t>a) adresu trvalého pobytu</w:t>
      </w:r>
      <w:r w:rsidRPr="00104CD9">
        <w:rPr>
          <w:rFonts w:cs="Times New Roman"/>
          <w:vertAlign w:val="superscript"/>
        </w:rPr>
        <w:t>7b)</w:t>
      </w:r>
      <w:r w:rsidRPr="00DE0363">
        <w:rPr>
          <w:rFonts w:cs="Times New Roman"/>
        </w:rPr>
        <w:t>, jde-li o občana České republiky,</w:t>
      </w:r>
    </w:p>
    <w:p w:rsidR="00DE0363" w:rsidRPr="00DE0363" w:rsidRDefault="00DE0363" w:rsidP="00DE0363">
      <w:pPr>
        <w:jc w:val="both"/>
        <w:rPr>
          <w:rFonts w:cs="Times New Roman"/>
        </w:rPr>
      </w:pPr>
      <w:r w:rsidRPr="00DE0363">
        <w:rPr>
          <w:rFonts w:cs="Times New Roman"/>
        </w:rPr>
        <w:t>b) místo pobytu na území České republiky podle druhu pobytu</w:t>
      </w:r>
      <w:r w:rsidRPr="00104CD9">
        <w:rPr>
          <w:rFonts w:cs="Times New Roman"/>
          <w:vertAlign w:val="superscript"/>
        </w:rPr>
        <w:t>7d),7e)</w:t>
      </w:r>
      <w:r w:rsidRPr="00DE0363">
        <w:rPr>
          <w:rFonts w:cs="Times New Roman"/>
        </w:rPr>
        <w:t>, jde-li o cizince,</w:t>
      </w:r>
    </w:p>
    <w:p w:rsidR="00DE0363" w:rsidRPr="00DE0363" w:rsidRDefault="00DE0363" w:rsidP="00DE0363">
      <w:pPr>
        <w:jc w:val="both"/>
        <w:rPr>
          <w:rFonts w:cs="Times New Roman"/>
        </w:rPr>
      </w:pPr>
      <w:r w:rsidRPr="00DE0363">
        <w:rPr>
          <w:rFonts w:cs="Times New Roman"/>
        </w:rPr>
        <w:t>c) sídlo, jde-li o právnickou osobu,</w:t>
      </w:r>
    </w:p>
    <w:p w:rsidR="00DE0363" w:rsidRPr="00DE0363" w:rsidRDefault="00DE0363" w:rsidP="00DE0363">
      <w:pPr>
        <w:jc w:val="both"/>
        <w:rPr>
          <w:rFonts w:cs="Times New Roman"/>
        </w:rPr>
      </w:pPr>
      <w:r w:rsidRPr="00DE0363">
        <w:rPr>
          <w:rFonts w:cs="Times New Roman"/>
        </w:rPr>
        <w:t>d) sídlo závodu nebo organizační složky závodu, jde-li o zahraniční právnickou osobu.</w:t>
      </w:r>
    </w:p>
    <w:p w:rsidR="00DE0363" w:rsidRPr="00DE0363" w:rsidRDefault="00DE0363" w:rsidP="00DE0363">
      <w:pPr>
        <w:jc w:val="both"/>
        <w:rPr>
          <w:rFonts w:cs="Times New Roman"/>
        </w:rPr>
      </w:pPr>
    </w:p>
    <w:p w:rsidR="00DE0363" w:rsidRPr="00DE0363" w:rsidRDefault="00DE0363" w:rsidP="00384DAD">
      <w:pPr>
        <w:ind w:firstLine="709"/>
        <w:jc w:val="both"/>
        <w:rPr>
          <w:rFonts w:cs="Times New Roman"/>
        </w:rPr>
      </w:pPr>
      <w:r w:rsidRPr="00DE0363">
        <w:rPr>
          <w:rFonts w:cs="Times New Roman"/>
        </w:rPr>
        <w:t>(3) Není-li možné určit místně příslušný soud postupem podle odst. 2 je místně příslušným exekučním soudem soud, v jehož obvodu:</w:t>
      </w:r>
    </w:p>
    <w:p w:rsidR="00DE0363" w:rsidRPr="00DE0363" w:rsidRDefault="00DE0363" w:rsidP="00DE0363">
      <w:pPr>
        <w:jc w:val="both"/>
        <w:rPr>
          <w:rFonts w:cs="Times New Roman"/>
        </w:rPr>
      </w:pPr>
    </w:p>
    <w:p w:rsidR="00DE0363" w:rsidRPr="00DE0363" w:rsidRDefault="00DE0363" w:rsidP="00DE0363">
      <w:pPr>
        <w:jc w:val="both"/>
        <w:rPr>
          <w:rFonts w:cs="Times New Roman"/>
        </w:rPr>
      </w:pPr>
      <w:r w:rsidRPr="00DE0363">
        <w:rPr>
          <w:rFonts w:cs="Times New Roman"/>
        </w:rPr>
        <w:t>a)</w:t>
      </w:r>
      <w:r w:rsidRPr="00DE0363">
        <w:rPr>
          <w:rFonts w:cs="Times New Roman"/>
        </w:rPr>
        <w:tab/>
        <w:t>měl povinný poslední známou adresu trvalého pobytu, jde-li o občana České republiky,</w:t>
      </w:r>
    </w:p>
    <w:p w:rsidR="00DE0363" w:rsidRPr="00DE0363" w:rsidRDefault="00DE0363" w:rsidP="00DE0363">
      <w:pPr>
        <w:jc w:val="both"/>
        <w:rPr>
          <w:rFonts w:cs="Times New Roman"/>
        </w:rPr>
      </w:pPr>
      <w:r w:rsidRPr="00DE0363">
        <w:rPr>
          <w:rFonts w:cs="Times New Roman"/>
        </w:rPr>
        <w:t>b)</w:t>
      </w:r>
      <w:r w:rsidRPr="00DE0363">
        <w:rPr>
          <w:rFonts w:cs="Times New Roman"/>
        </w:rPr>
        <w:tab/>
        <w:t>měl povinný poslední známé místo pobytu na území České republiky podle druhu pobytu</w:t>
      </w:r>
      <w:r w:rsidRPr="00104CD9">
        <w:rPr>
          <w:rFonts w:cs="Times New Roman"/>
          <w:vertAlign w:val="superscript"/>
        </w:rPr>
        <w:t>7d),7e)</w:t>
      </w:r>
      <w:r w:rsidRPr="00DE0363">
        <w:rPr>
          <w:rFonts w:cs="Times New Roman"/>
        </w:rPr>
        <w:t xml:space="preserve">, jde-li o cizince, </w:t>
      </w:r>
    </w:p>
    <w:p w:rsidR="00DE0363" w:rsidRPr="00DE0363" w:rsidRDefault="00DE0363" w:rsidP="00DE0363">
      <w:pPr>
        <w:jc w:val="both"/>
        <w:rPr>
          <w:rFonts w:cs="Times New Roman"/>
        </w:rPr>
      </w:pPr>
      <w:r w:rsidRPr="00DE0363">
        <w:rPr>
          <w:rFonts w:cs="Times New Roman"/>
        </w:rPr>
        <w:t>c)</w:t>
      </w:r>
      <w:r w:rsidRPr="00DE0363">
        <w:rPr>
          <w:rFonts w:cs="Times New Roman"/>
        </w:rPr>
        <w:tab/>
        <w:t xml:space="preserve">měl </w:t>
      </w:r>
      <w:r w:rsidR="00104CD9">
        <w:rPr>
          <w:rFonts w:cs="Times New Roman"/>
        </w:rPr>
        <w:t xml:space="preserve">povinný </w:t>
      </w:r>
      <w:r w:rsidRPr="00DE0363">
        <w:rPr>
          <w:rFonts w:cs="Times New Roman"/>
        </w:rPr>
        <w:t>poslední známé sídlo, jde-li o právnickou osobu,</w:t>
      </w:r>
    </w:p>
    <w:p w:rsidR="00DE0363" w:rsidRPr="00DE0363" w:rsidRDefault="00DE0363" w:rsidP="00DE0363">
      <w:pPr>
        <w:jc w:val="both"/>
        <w:rPr>
          <w:rFonts w:cs="Times New Roman"/>
        </w:rPr>
      </w:pPr>
      <w:r w:rsidRPr="00DE0363">
        <w:rPr>
          <w:rFonts w:cs="Times New Roman"/>
        </w:rPr>
        <w:t>d)</w:t>
      </w:r>
      <w:r w:rsidRPr="00DE0363">
        <w:rPr>
          <w:rFonts w:cs="Times New Roman"/>
        </w:rPr>
        <w:tab/>
      </w:r>
      <w:r w:rsidR="00104CD9">
        <w:rPr>
          <w:rFonts w:cs="Times New Roman"/>
        </w:rPr>
        <w:t xml:space="preserve">měl povinný </w:t>
      </w:r>
      <w:r w:rsidRPr="00DE0363">
        <w:rPr>
          <w:rFonts w:cs="Times New Roman"/>
        </w:rPr>
        <w:t>poslední známé sídlo závodu nebo organizační složky závodu, jde-li o zahraniční právnickou osobu.“.</w:t>
      </w:r>
    </w:p>
    <w:p w:rsidR="00DE0363" w:rsidRPr="00DE0363" w:rsidRDefault="00DE0363" w:rsidP="00DE0363">
      <w:pPr>
        <w:jc w:val="both"/>
        <w:rPr>
          <w:rFonts w:cs="Times New Roman"/>
        </w:rPr>
      </w:pPr>
    </w:p>
    <w:p w:rsidR="00DE0363" w:rsidRPr="00DE0363" w:rsidRDefault="00104CD9" w:rsidP="00DE0363">
      <w:pPr>
        <w:jc w:val="both"/>
        <w:rPr>
          <w:rFonts w:cs="Times New Roman"/>
        </w:rPr>
      </w:pPr>
      <w:r>
        <w:rPr>
          <w:rFonts w:cs="Times New Roman"/>
        </w:rPr>
        <w:t xml:space="preserve">V § 45 </w:t>
      </w:r>
      <w:r w:rsidR="00DE0363" w:rsidRPr="00DE0363">
        <w:rPr>
          <w:rFonts w:cs="Times New Roman"/>
        </w:rPr>
        <w:t xml:space="preserve">se doplňují odstavce 4 až 6, které znějí </w:t>
      </w:r>
    </w:p>
    <w:p w:rsidR="00DE0363" w:rsidRPr="00DE0363" w:rsidRDefault="00DE0363" w:rsidP="00DE0363">
      <w:pPr>
        <w:jc w:val="both"/>
        <w:rPr>
          <w:rFonts w:cs="Times New Roman"/>
          <w:b/>
        </w:rPr>
      </w:pPr>
    </w:p>
    <w:p w:rsidR="00DE0363" w:rsidRPr="00DE0363" w:rsidRDefault="00DE0363" w:rsidP="00384DAD">
      <w:pPr>
        <w:ind w:firstLine="709"/>
        <w:jc w:val="both"/>
        <w:rPr>
          <w:rFonts w:cs="Times New Roman"/>
        </w:rPr>
      </w:pPr>
      <w:r w:rsidRPr="00DE0363">
        <w:rPr>
          <w:rFonts w:cs="Times New Roman"/>
        </w:rPr>
        <w:t xml:space="preserve">„(4) Není-li možné určit místně příslušný soud postupem podle odst. 3 je místně příslušným exekučním soudem soud, v jehož obvodu má povinný majetek. Je-li podle věty první příslušných více soudů, je místně příslušným ten soud, jehož sídlo je první v abecedním, případně číselném pořadí.   </w:t>
      </w:r>
    </w:p>
    <w:p w:rsidR="00DE0363" w:rsidRPr="00DE0363" w:rsidRDefault="00DE0363" w:rsidP="00DE0363">
      <w:pPr>
        <w:jc w:val="both"/>
        <w:rPr>
          <w:rFonts w:cs="Times New Roman"/>
        </w:rPr>
      </w:pPr>
    </w:p>
    <w:p w:rsidR="00DE0363" w:rsidRPr="00DE0363" w:rsidRDefault="00DE0363" w:rsidP="00384DAD">
      <w:pPr>
        <w:ind w:firstLine="709"/>
        <w:jc w:val="both"/>
        <w:rPr>
          <w:rFonts w:cs="Times New Roman"/>
        </w:rPr>
      </w:pPr>
      <w:r w:rsidRPr="00DE0363">
        <w:rPr>
          <w:rFonts w:cs="Times New Roman"/>
        </w:rPr>
        <w:t>(5) Není-li možné určit místně příslušný soud postupem podle odst. 4</w:t>
      </w:r>
      <w:r w:rsidR="00104CD9">
        <w:rPr>
          <w:rFonts w:cs="Times New Roman"/>
        </w:rPr>
        <w:t>,</w:t>
      </w:r>
      <w:r w:rsidRPr="00DE0363">
        <w:rPr>
          <w:rFonts w:cs="Times New Roman"/>
        </w:rPr>
        <w:t xml:space="preserve"> je místně příslušným exekučním soudem soud, </w:t>
      </w:r>
      <w:r w:rsidR="00104CD9">
        <w:rPr>
          <w:rFonts w:cs="Times New Roman"/>
        </w:rPr>
        <w:t xml:space="preserve">jemuž </w:t>
      </w:r>
      <w:r w:rsidRPr="00DE0363">
        <w:rPr>
          <w:rFonts w:cs="Times New Roman"/>
        </w:rPr>
        <w:t>by</w:t>
      </w:r>
      <w:r w:rsidR="00104CD9">
        <w:rPr>
          <w:rFonts w:cs="Times New Roman"/>
        </w:rPr>
        <w:t>l</w:t>
      </w:r>
      <w:r w:rsidRPr="00DE0363">
        <w:rPr>
          <w:rFonts w:cs="Times New Roman"/>
        </w:rPr>
        <w:t xml:space="preserve"> doručen exekuční návrh. </w:t>
      </w:r>
    </w:p>
    <w:p w:rsidR="00DE0363" w:rsidRPr="00DE0363" w:rsidRDefault="00DE0363" w:rsidP="00DE0363">
      <w:pPr>
        <w:jc w:val="both"/>
        <w:rPr>
          <w:rFonts w:cs="Times New Roman"/>
        </w:rPr>
      </w:pPr>
    </w:p>
    <w:p w:rsidR="00DE0363" w:rsidRPr="00DE0363" w:rsidRDefault="00DE0363" w:rsidP="00384DAD">
      <w:pPr>
        <w:ind w:firstLine="709"/>
        <w:jc w:val="both"/>
        <w:rPr>
          <w:rFonts w:cs="Times New Roman"/>
        </w:rPr>
      </w:pPr>
      <w:r w:rsidRPr="00DE0363">
        <w:rPr>
          <w:rFonts w:cs="Times New Roman"/>
        </w:rPr>
        <w:t>(6) Je-li v exekučním návrhu uvedeno více povinných a je proto více příslušných soudů, je místně příslušným exekuční soudem soud, jehož sídlo je první v abecedním, případně číselném pořadí.“.“</w:t>
      </w:r>
      <w:r w:rsidR="00104CD9">
        <w:rPr>
          <w:rFonts w:cs="Times New Roman"/>
        </w:rPr>
        <w:t>.</w:t>
      </w:r>
    </w:p>
    <w:p w:rsidR="00DE0363" w:rsidRPr="00DE0363" w:rsidRDefault="00DE0363" w:rsidP="00DE0363">
      <w:pPr>
        <w:jc w:val="both"/>
        <w:rPr>
          <w:rFonts w:cs="Times New Roman"/>
        </w:rPr>
      </w:pPr>
    </w:p>
    <w:p w:rsidR="00DE0363" w:rsidRPr="00DE0363" w:rsidRDefault="00DE0363" w:rsidP="00DE0363">
      <w:pPr>
        <w:jc w:val="both"/>
        <w:rPr>
          <w:rFonts w:cs="Times New Roman"/>
        </w:rPr>
      </w:pPr>
      <w:r w:rsidRPr="00DE0363">
        <w:rPr>
          <w:rFonts w:cs="Times New Roman"/>
          <w:bCs/>
        </w:rPr>
        <w:t>Následující body se přeznačí.</w:t>
      </w:r>
    </w:p>
    <w:p w:rsidR="00DE0363" w:rsidRPr="00DE0363" w:rsidRDefault="00DE0363" w:rsidP="00DE0363">
      <w:pPr>
        <w:jc w:val="both"/>
        <w:rPr>
          <w:rFonts w:cs="Times New Roman"/>
        </w:rPr>
      </w:pPr>
    </w:p>
    <w:p w:rsidR="00DE0363" w:rsidRPr="00DE0363" w:rsidRDefault="00DE0363" w:rsidP="00DE0363">
      <w:pPr>
        <w:pStyle w:val="Odstavecseseznamem"/>
        <w:numPr>
          <w:ilvl w:val="0"/>
          <w:numId w:val="54"/>
        </w:numPr>
        <w:spacing w:after="200" w:line="276" w:lineRule="auto"/>
        <w:jc w:val="both"/>
        <w:rPr>
          <w:sz w:val="24"/>
        </w:rPr>
      </w:pPr>
      <w:r w:rsidRPr="00DE0363">
        <w:rPr>
          <w:sz w:val="24"/>
        </w:rPr>
        <w:t>V části druhé čl. III. se za dosavadní bod 50 vkládá nový bod 52, který zní:</w:t>
      </w:r>
    </w:p>
    <w:p w:rsidR="00DE0363" w:rsidRPr="00DE0363" w:rsidRDefault="00DE0363" w:rsidP="00DE0363">
      <w:pPr>
        <w:jc w:val="both"/>
        <w:rPr>
          <w:rFonts w:cs="Times New Roman"/>
        </w:rPr>
      </w:pPr>
      <w:r w:rsidRPr="00DE0363">
        <w:rPr>
          <w:rFonts w:cs="Times New Roman"/>
        </w:rPr>
        <w:t>„52. V § 46 odst. 3 se</w:t>
      </w:r>
      <w:r w:rsidR="00104CD9">
        <w:rPr>
          <w:rFonts w:cs="Times New Roman"/>
        </w:rPr>
        <w:t xml:space="preserve"> slova</w:t>
      </w:r>
      <w:r w:rsidRPr="00DE0363">
        <w:rPr>
          <w:rFonts w:cs="Times New Roman"/>
        </w:rPr>
        <w:t xml:space="preserve"> „mu byly doručeny exekuční návrhy“ nahrazuj</w:t>
      </w:r>
      <w:r w:rsidR="00104CD9">
        <w:rPr>
          <w:rFonts w:cs="Times New Roman"/>
        </w:rPr>
        <w:t>í slovy</w:t>
      </w:r>
      <w:r w:rsidRPr="00DE0363">
        <w:rPr>
          <w:rFonts w:cs="Times New Roman"/>
        </w:rPr>
        <w:t xml:space="preserve"> „byl provedením exekuce pověřen“.“</w:t>
      </w:r>
      <w:r w:rsidR="00104CD9">
        <w:rPr>
          <w:rFonts w:cs="Times New Roman"/>
        </w:rPr>
        <w:t>.</w:t>
      </w:r>
    </w:p>
    <w:p w:rsidR="00DE0363" w:rsidRPr="00DE0363" w:rsidRDefault="00DE0363" w:rsidP="00DE0363">
      <w:pPr>
        <w:jc w:val="both"/>
        <w:rPr>
          <w:rFonts w:cs="Times New Roman"/>
        </w:rPr>
      </w:pPr>
    </w:p>
    <w:p w:rsidR="00DE0363" w:rsidRPr="00DE0363" w:rsidRDefault="00DE0363" w:rsidP="00DE0363">
      <w:pPr>
        <w:jc w:val="both"/>
        <w:rPr>
          <w:rFonts w:cs="Times New Roman"/>
        </w:rPr>
      </w:pPr>
      <w:r w:rsidRPr="00DE0363">
        <w:rPr>
          <w:rFonts w:cs="Times New Roman"/>
          <w:bCs/>
        </w:rPr>
        <w:t>Následující body se přeznačí.</w:t>
      </w:r>
    </w:p>
    <w:p w:rsidR="00DE0363" w:rsidRPr="00DE0363" w:rsidRDefault="00DE0363" w:rsidP="00DE0363">
      <w:pPr>
        <w:jc w:val="both"/>
        <w:rPr>
          <w:rFonts w:cs="Times New Roman"/>
        </w:rPr>
      </w:pPr>
    </w:p>
    <w:p w:rsidR="00DE0363" w:rsidRPr="00DE0363" w:rsidRDefault="00DE0363" w:rsidP="00DE0363">
      <w:pPr>
        <w:pStyle w:val="Odstavecseseznamem"/>
        <w:numPr>
          <w:ilvl w:val="0"/>
          <w:numId w:val="54"/>
        </w:numPr>
        <w:spacing w:after="200" w:line="276" w:lineRule="auto"/>
        <w:jc w:val="both"/>
        <w:rPr>
          <w:sz w:val="24"/>
        </w:rPr>
      </w:pPr>
      <w:r w:rsidRPr="00DE0363">
        <w:rPr>
          <w:sz w:val="24"/>
        </w:rPr>
        <w:t xml:space="preserve">V části druhé čl. III. se dosavadní bod 55 mění tak, že se za slova „podle § 43a“ </w:t>
      </w:r>
      <w:r w:rsidR="0086617D">
        <w:rPr>
          <w:sz w:val="24"/>
        </w:rPr>
        <w:t>vkládají</w:t>
      </w:r>
      <w:r w:rsidRPr="00DE0363">
        <w:rPr>
          <w:sz w:val="24"/>
        </w:rPr>
        <w:t xml:space="preserve"> slova „nebo § 28a odst. 2“.</w:t>
      </w:r>
    </w:p>
    <w:p w:rsidR="00DE0363" w:rsidRPr="00DE0363" w:rsidRDefault="00DE0363" w:rsidP="00DE0363">
      <w:pPr>
        <w:pStyle w:val="Odstavecseseznamem"/>
        <w:ind w:left="644"/>
        <w:jc w:val="both"/>
        <w:rPr>
          <w:sz w:val="24"/>
        </w:rPr>
      </w:pPr>
    </w:p>
    <w:p w:rsidR="00DE0363" w:rsidRPr="00DE0363" w:rsidRDefault="00DE0363" w:rsidP="00DE0363">
      <w:pPr>
        <w:pStyle w:val="Odstavecseseznamem"/>
        <w:numPr>
          <w:ilvl w:val="0"/>
          <w:numId w:val="54"/>
        </w:numPr>
        <w:spacing w:after="200" w:line="276" w:lineRule="auto"/>
        <w:jc w:val="both"/>
        <w:rPr>
          <w:sz w:val="24"/>
        </w:rPr>
      </w:pPr>
      <w:r w:rsidRPr="00DE0363">
        <w:rPr>
          <w:sz w:val="24"/>
        </w:rPr>
        <w:t xml:space="preserve">V části druhé čl. III. se dosavadní bod 66 mění tak, že se za slova „podle § 43a“ </w:t>
      </w:r>
      <w:r w:rsidR="0086617D">
        <w:rPr>
          <w:sz w:val="24"/>
        </w:rPr>
        <w:t>vkládají</w:t>
      </w:r>
      <w:r w:rsidRPr="00DE0363">
        <w:rPr>
          <w:sz w:val="24"/>
        </w:rPr>
        <w:t xml:space="preserve"> slova „nebo § 28a odst. 2“.</w:t>
      </w:r>
    </w:p>
    <w:p w:rsidR="00DE0363" w:rsidRPr="00DE0363" w:rsidRDefault="00DE0363" w:rsidP="00DE0363">
      <w:pPr>
        <w:pStyle w:val="Odstavecseseznamem"/>
        <w:ind w:left="644"/>
        <w:jc w:val="both"/>
        <w:rPr>
          <w:sz w:val="24"/>
        </w:rPr>
      </w:pPr>
    </w:p>
    <w:p w:rsidR="00DE0363" w:rsidRPr="00DE0363" w:rsidRDefault="00DE0363" w:rsidP="00DE0363">
      <w:pPr>
        <w:pStyle w:val="Odstavecseseznamem"/>
        <w:numPr>
          <w:ilvl w:val="0"/>
          <w:numId w:val="54"/>
        </w:numPr>
        <w:spacing w:after="200" w:line="276" w:lineRule="auto"/>
        <w:jc w:val="both"/>
        <w:rPr>
          <w:sz w:val="24"/>
        </w:rPr>
      </w:pPr>
      <w:r w:rsidRPr="00DE0363">
        <w:rPr>
          <w:sz w:val="24"/>
        </w:rPr>
        <w:t xml:space="preserve">V části druhé čl. III. se dosavadní bod 85 mění tak, že se za slova „se nahrazují slovy“ </w:t>
      </w:r>
      <w:r w:rsidR="009D3DFB">
        <w:rPr>
          <w:sz w:val="24"/>
        </w:rPr>
        <w:t>vkládá text</w:t>
      </w:r>
      <w:r w:rsidRPr="00DE0363">
        <w:rPr>
          <w:sz w:val="24"/>
        </w:rPr>
        <w:t xml:space="preserve"> „§ 28a,“.</w:t>
      </w:r>
    </w:p>
    <w:p w:rsidR="00DE0363" w:rsidRPr="00DE0363" w:rsidRDefault="00DE0363" w:rsidP="00DE0363">
      <w:pPr>
        <w:pStyle w:val="Odstavecseseznamem"/>
        <w:jc w:val="both"/>
        <w:rPr>
          <w:sz w:val="24"/>
        </w:rPr>
      </w:pPr>
    </w:p>
    <w:p w:rsidR="00DE0363" w:rsidRPr="00DE0363" w:rsidRDefault="00DE0363" w:rsidP="00DE0363">
      <w:pPr>
        <w:pStyle w:val="Odstavecseseznamem"/>
        <w:numPr>
          <w:ilvl w:val="0"/>
          <w:numId w:val="54"/>
        </w:numPr>
        <w:spacing w:after="200" w:line="276" w:lineRule="auto"/>
        <w:jc w:val="both"/>
        <w:rPr>
          <w:sz w:val="24"/>
        </w:rPr>
      </w:pPr>
      <w:r w:rsidRPr="00DE0363">
        <w:rPr>
          <w:sz w:val="24"/>
        </w:rPr>
        <w:t>V části druhé čl. III. se doplňuje nový bod 134, který zní</w:t>
      </w:r>
      <w:r w:rsidR="0086617D">
        <w:rPr>
          <w:sz w:val="24"/>
        </w:rPr>
        <w:t>:</w:t>
      </w:r>
    </w:p>
    <w:p w:rsidR="00DE0363" w:rsidRPr="00DE0363" w:rsidRDefault="00DE0363" w:rsidP="00DE0363">
      <w:pPr>
        <w:pStyle w:val="Odstavecseseznamem"/>
        <w:jc w:val="both"/>
        <w:rPr>
          <w:sz w:val="24"/>
        </w:rPr>
      </w:pPr>
    </w:p>
    <w:p w:rsidR="00DE0363" w:rsidRPr="00DE0363" w:rsidRDefault="00DE0363" w:rsidP="00DE0363">
      <w:pPr>
        <w:jc w:val="both"/>
        <w:rPr>
          <w:rFonts w:cs="Times New Roman"/>
        </w:rPr>
      </w:pPr>
      <w:r w:rsidRPr="00DE0363">
        <w:rPr>
          <w:rFonts w:cs="Times New Roman"/>
        </w:rPr>
        <w:t xml:space="preserve">„134. V § 131 se </w:t>
      </w:r>
      <w:r w:rsidR="009D3DFB">
        <w:rPr>
          <w:rFonts w:cs="Times New Roman"/>
        </w:rPr>
        <w:t>na konci</w:t>
      </w:r>
      <w:r w:rsidRPr="00DE0363">
        <w:rPr>
          <w:rFonts w:cs="Times New Roman"/>
        </w:rPr>
        <w:t> písm</w:t>
      </w:r>
      <w:r w:rsidR="009D3DFB">
        <w:rPr>
          <w:rFonts w:cs="Times New Roman"/>
        </w:rPr>
        <w:t>ene</w:t>
      </w:r>
      <w:r w:rsidRPr="00DE0363">
        <w:rPr>
          <w:rFonts w:cs="Times New Roman"/>
        </w:rPr>
        <w:t xml:space="preserve"> g) tečka </w:t>
      </w:r>
      <w:r w:rsidR="009D3DFB">
        <w:rPr>
          <w:rFonts w:cs="Times New Roman"/>
        </w:rPr>
        <w:t>nahrazuje</w:t>
      </w:r>
      <w:r w:rsidRPr="00DE0363">
        <w:rPr>
          <w:rFonts w:cs="Times New Roman"/>
        </w:rPr>
        <w:t xml:space="preserve"> čárk</w:t>
      </w:r>
      <w:r w:rsidR="009D3DFB">
        <w:rPr>
          <w:rFonts w:cs="Times New Roman"/>
        </w:rPr>
        <w:t>ou</w:t>
      </w:r>
      <w:r w:rsidRPr="00DE0363">
        <w:rPr>
          <w:rFonts w:cs="Times New Roman"/>
        </w:rPr>
        <w:t xml:space="preserve"> a doplňují se písmena </w:t>
      </w:r>
      <w:r w:rsidR="009D3DFB">
        <w:rPr>
          <w:rFonts w:cs="Times New Roman"/>
        </w:rPr>
        <w:t>h</w:t>
      </w:r>
      <w:r w:rsidRPr="00DE0363">
        <w:rPr>
          <w:rFonts w:cs="Times New Roman"/>
        </w:rPr>
        <w:t xml:space="preserve">) a </w:t>
      </w:r>
      <w:r w:rsidR="009D3DFB">
        <w:rPr>
          <w:rFonts w:cs="Times New Roman"/>
        </w:rPr>
        <w:t>i</w:t>
      </w:r>
      <w:r w:rsidRPr="00DE0363">
        <w:rPr>
          <w:rFonts w:cs="Times New Roman"/>
        </w:rPr>
        <w:t>), které znějí:</w:t>
      </w:r>
    </w:p>
    <w:p w:rsidR="00DE0363" w:rsidRPr="00DE0363" w:rsidRDefault="00DE0363" w:rsidP="00DE0363">
      <w:pPr>
        <w:jc w:val="both"/>
        <w:rPr>
          <w:rFonts w:cs="Times New Roman"/>
        </w:rPr>
      </w:pPr>
    </w:p>
    <w:p w:rsidR="00DE0363" w:rsidRPr="00DE0363" w:rsidRDefault="009D3DFB" w:rsidP="00DE0363">
      <w:pPr>
        <w:jc w:val="both"/>
        <w:rPr>
          <w:rFonts w:cs="Times New Roman"/>
        </w:rPr>
      </w:pPr>
      <w:r>
        <w:rPr>
          <w:rFonts w:cs="Times New Roman"/>
        </w:rPr>
        <w:t>„h</w:t>
      </w:r>
      <w:r w:rsidR="00DE0363" w:rsidRPr="00DE0363">
        <w:rPr>
          <w:rFonts w:cs="Times New Roman"/>
        </w:rPr>
        <w:t xml:space="preserve">) náležitosti a formát elektronického formuláře exekučního návrhu podle § 38 odst. 5 a 6, </w:t>
      </w:r>
    </w:p>
    <w:p w:rsidR="00DE0363" w:rsidRPr="00DE0363" w:rsidRDefault="009D3DFB" w:rsidP="00DE0363">
      <w:pPr>
        <w:jc w:val="both"/>
        <w:rPr>
          <w:rFonts w:cs="Times New Roman"/>
        </w:rPr>
      </w:pPr>
      <w:r>
        <w:rPr>
          <w:rFonts w:cs="Times New Roman"/>
        </w:rPr>
        <w:t>i</w:t>
      </w:r>
      <w:r w:rsidR="00DE0363" w:rsidRPr="00DE0363">
        <w:rPr>
          <w:rFonts w:cs="Times New Roman"/>
        </w:rPr>
        <w:t>) formát a strukturu datového souboru podle § 28a odst. 2.“.“</w:t>
      </w:r>
      <w:r>
        <w:rPr>
          <w:rFonts w:cs="Times New Roman"/>
        </w:rPr>
        <w:t>.</w:t>
      </w:r>
    </w:p>
    <w:p w:rsidR="00DE0363" w:rsidRPr="00DE0363" w:rsidRDefault="00DE0363" w:rsidP="00DE0363">
      <w:pPr>
        <w:pStyle w:val="Odstavecseseznamem"/>
        <w:ind w:left="644"/>
        <w:jc w:val="both"/>
        <w:rPr>
          <w:sz w:val="24"/>
        </w:rPr>
      </w:pPr>
    </w:p>
    <w:p w:rsidR="00DE0363" w:rsidRPr="00DE0363" w:rsidRDefault="00DE0363" w:rsidP="00DE0363">
      <w:pPr>
        <w:pStyle w:val="Odstavecseseznamem"/>
        <w:numPr>
          <w:ilvl w:val="0"/>
          <w:numId w:val="54"/>
        </w:numPr>
        <w:spacing w:after="200" w:line="276" w:lineRule="auto"/>
        <w:jc w:val="both"/>
        <w:rPr>
          <w:sz w:val="24"/>
        </w:rPr>
      </w:pPr>
      <w:r w:rsidRPr="00DE0363">
        <w:rPr>
          <w:sz w:val="24"/>
        </w:rPr>
        <w:t>V části druhé čl. III. se doplňuje nový bod 135, který zní</w:t>
      </w:r>
      <w:r w:rsidR="009D3DFB">
        <w:rPr>
          <w:sz w:val="24"/>
        </w:rPr>
        <w:t>:</w:t>
      </w:r>
    </w:p>
    <w:p w:rsidR="00DE0363" w:rsidRPr="00DE0363" w:rsidRDefault="00DE0363" w:rsidP="00DE0363">
      <w:pPr>
        <w:jc w:val="both"/>
        <w:rPr>
          <w:rFonts w:cs="Times New Roman"/>
        </w:rPr>
      </w:pPr>
      <w:r w:rsidRPr="00DE0363">
        <w:rPr>
          <w:rFonts w:cs="Times New Roman"/>
        </w:rPr>
        <w:t>„13</w:t>
      </w:r>
      <w:r w:rsidR="009D3DFB">
        <w:rPr>
          <w:rFonts w:cs="Times New Roman"/>
        </w:rPr>
        <w:t>5</w:t>
      </w:r>
      <w:r w:rsidRPr="00DE0363">
        <w:rPr>
          <w:rFonts w:cs="Times New Roman"/>
        </w:rPr>
        <w:t>. V § 131 se dosavadní text označuje jako odstavec 1 a doplňuje se odstavec 2, který zní:</w:t>
      </w:r>
    </w:p>
    <w:p w:rsidR="00DE0363" w:rsidRPr="00DE0363" w:rsidRDefault="00DE0363" w:rsidP="00DE0363">
      <w:pPr>
        <w:jc w:val="both"/>
        <w:rPr>
          <w:rFonts w:cs="Times New Roman"/>
        </w:rPr>
      </w:pPr>
    </w:p>
    <w:p w:rsidR="00DE0363" w:rsidRPr="00DE0363" w:rsidRDefault="00DE0363" w:rsidP="00DE0363">
      <w:pPr>
        <w:ind w:firstLine="708"/>
        <w:jc w:val="both"/>
        <w:rPr>
          <w:rFonts w:cs="Times New Roman"/>
        </w:rPr>
      </w:pPr>
      <w:r w:rsidRPr="00DE0363">
        <w:rPr>
          <w:rFonts w:cs="Times New Roman"/>
        </w:rPr>
        <w:t>„(2) Ministerstvo uveřejní podobu elektronického formuláře exekučního návrhu podle § 38 odst. 5 a 6 způsobem umožňujícím dálkový přístup nebo prostřednictvím elektronické aplikace přístupné způsobem umožňujícím dálkový přístup.“.“</w:t>
      </w:r>
      <w:r w:rsidR="0086617D">
        <w:rPr>
          <w:rFonts w:cs="Times New Roman"/>
        </w:rPr>
        <w:t>.</w:t>
      </w:r>
    </w:p>
    <w:p w:rsidR="00DE0363" w:rsidRPr="00DE0363" w:rsidRDefault="00DE0363">
      <w:pPr>
        <w:rPr>
          <w:rFonts w:cs="Times New Roman"/>
        </w:rPr>
      </w:pPr>
    </w:p>
    <w:p w:rsidR="00DE0363" w:rsidRDefault="00DE0363"/>
    <w:p w:rsidR="00DE0363" w:rsidRDefault="00DE0363"/>
    <w:p w:rsidR="00DE0363" w:rsidRDefault="00DE0363"/>
    <w:p w:rsidR="00A42EA2" w:rsidRDefault="00A42EA2"/>
    <w:p w:rsidR="000C6893" w:rsidRDefault="000C6893"/>
    <w:p w:rsidR="000C6893" w:rsidRDefault="000C6893">
      <w:pPr>
        <w:jc w:val="center"/>
      </w:pPr>
      <w:r>
        <w:t>V</w:t>
      </w:r>
      <w:r w:rsidR="00B94EDD">
        <w:t> </w:t>
      </w:r>
      <w:r>
        <w:t>Praze</w:t>
      </w:r>
      <w:r w:rsidR="00B94EDD">
        <w:t xml:space="preserve"> 26</w:t>
      </w:r>
      <w:r w:rsidR="00FC5A9C">
        <w:t>. února 2021</w:t>
      </w:r>
    </w:p>
    <w:p w:rsidR="000C6893" w:rsidRDefault="000C6893">
      <w:pPr>
        <w:jc w:val="center"/>
      </w:pPr>
    </w:p>
    <w:p w:rsidR="00384DAD" w:rsidRDefault="00384DAD">
      <w:pPr>
        <w:jc w:val="center"/>
      </w:pPr>
    </w:p>
    <w:p w:rsidR="00384DAD" w:rsidRDefault="00384DAD">
      <w:pPr>
        <w:jc w:val="center"/>
      </w:pPr>
    </w:p>
    <w:p w:rsidR="000C6893" w:rsidRDefault="000C6893">
      <w:pPr>
        <w:jc w:val="center"/>
      </w:pPr>
    </w:p>
    <w:p w:rsidR="000C6893" w:rsidRDefault="008668DF">
      <w:pPr>
        <w:jc w:val="center"/>
      </w:pPr>
      <w:r>
        <w:t>Mgr. Marek Výborný</w:t>
      </w:r>
      <w:r w:rsidR="00B94EDD">
        <w:t>, v. r.</w:t>
      </w:r>
    </w:p>
    <w:p w:rsidR="000C6893" w:rsidRDefault="000C6893">
      <w:pPr>
        <w:jc w:val="center"/>
      </w:pPr>
      <w:r>
        <w:t xml:space="preserve">zpravodaj garančního </w:t>
      </w:r>
      <w:r w:rsidR="001C2068">
        <w:t xml:space="preserve">ústavně právního </w:t>
      </w:r>
      <w:r>
        <w:t>výboru</w:t>
      </w:r>
    </w:p>
    <w:p w:rsidR="001C2068" w:rsidRDefault="001C2068">
      <w:pPr>
        <w:jc w:val="center"/>
      </w:pPr>
    </w:p>
    <w:p w:rsidR="00384DAD" w:rsidRDefault="00384DAD">
      <w:pPr>
        <w:jc w:val="center"/>
      </w:pPr>
    </w:p>
    <w:p w:rsidR="00384DAD" w:rsidRDefault="00384DAD">
      <w:pPr>
        <w:jc w:val="center"/>
      </w:pPr>
    </w:p>
    <w:p w:rsidR="00384DAD" w:rsidRDefault="00384DAD">
      <w:pPr>
        <w:jc w:val="center"/>
      </w:pPr>
    </w:p>
    <w:p w:rsidR="001C2068" w:rsidRDefault="001C2068">
      <w:pPr>
        <w:jc w:val="center"/>
      </w:pPr>
    </w:p>
    <w:p w:rsidR="001C2068" w:rsidRDefault="008668DF">
      <w:pPr>
        <w:jc w:val="center"/>
      </w:pPr>
      <w:r>
        <w:t xml:space="preserve">Ing. </w:t>
      </w:r>
      <w:r w:rsidR="001C2068">
        <w:t>Aleš Juchelka</w:t>
      </w:r>
      <w:r w:rsidR="00B94EDD">
        <w:t xml:space="preserve">, v. </w:t>
      </w:r>
      <w:bookmarkStart w:id="8" w:name="_GoBack"/>
      <w:bookmarkEnd w:id="8"/>
      <w:r w:rsidR="00B94EDD">
        <w:t>r.</w:t>
      </w:r>
    </w:p>
    <w:p w:rsidR="000470A3" w:rsidRDefault="000470A3">
      <w:pPr>
        <w:jc w:val="center"/>
      </w:pPr>
      <w:r>
        <w:t>zpravodaj výboru pro sociální politiku</w:t>
      </w:r>
    </w:p>
    <w:sectPr w:rsidR="000470A3" w:rsidSect="00087102">
      <w:headerReference w:type="default" r:id="rId8"/>
      <w:pgSz w:w="11906" w:h="16838"/>
      <w:pgMar w:top="1134" w:right="1134" w:bottom="1134" w:left="1134"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1E24" w:rsidRDefault="00CB1E24" w:rsidP="00087102">
      <w:r>
        <w:separator/>
      </w:r>
    </w:p>
  </w:endnote>
  <w:endnote w:type="continuationSeparator" w:id="0">
    <w:p w:rsidR="00CB1E24" w:rsidRDefault="00CB1E24" w:rsidP="00087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Cambria">
    <w:panose1 w:val="02040503050406030204"/>
    <w:charset w:val="EE"/>
    <w:family w:val="roman"/>
    <w:pitch w:val="variable"/>
    <w:sig w:usb0="E00002FF" w:usb1="400004FF" w:usb2="00000000" w:usb3="00000000" w:csb0="0000019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imesNewRomanPSMT">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1E24" w:rsidRDefault="00CB1E24" w:rsidP="00087102">
      <w:r>
        <w:separator/>
      </w:r>
    </w:p>
  </w:footnote>
  <w:footnote w:type="continuationSeparator" w:id="0">
    <w:p w:rsidR="00CB1E24" w:rsidRDefault="00CB1E24" w:rsidP="000871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1E24" w:rsidRDefault="00CB1E24">
    <w:pPr>
      <w:pStyle w:val="Zhlav"/>
      <w:jc w:val="center"/>
    </w:pPr>
    <w:r>
      <w:fldChar w:fldCharType="begin"/>
    </w:r>
    <w:r>
      <w:instrText>PAGE   \* MERGEFORMAT</w:instrText>
    </w:r>
    <w:r>
      <w:fldChar w:fldCharType="separate"/>
    </w:r>
    <w:r w:rsidR="00F11336">
      <w:rPr>
        <w:noProof/>
      </w:rPr>
      <w:t>66</w:t>
    </w:r>
    <w:r>
      <w:fldChar w:fldCharType="end"/>
    </w:r>
  </w:p>
  <w:p w:rsidR="00CB1E24" w:rsidRDefault="00CB1E2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432"/>
        </w:tabs>
        <w:ind w:left="432" w:hanging="432"/>
      </w:pPr>
    </w:lvl>
    <w:lvl w:ilvl="1">
      <w:start w:val="1"/>
      <w:numFmt w:val="none"/>
      <w:pStyle w:val="Nadpis2"/>
      <w:suff w:val="nothing"/>
      <w:lvlText w:val=""/>
      <w:lvlJc w:val="left"/>
      <w:pPr>
        <w:tabs>
          <w:tab w:val="num" w:pos="576"/>
        </w:tabs>
        <w:ind w:left="576" w:hanging="576"/>
      </w:pPr>
    </w:lvl>
    <w:lvl w:ilvl="2">
      <w:start w:val="1"/>
      <w:numFmt w:val="none"/>
      <w:pStyle w:val="Nadpis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Textodstavc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1B0023F2"/>
    <w:name w:val="WW8Num5"/>
    <w:lvl w:ilvl="0">
      <w:start w:val="1"/>
      <w:numFmt w:val="upperLetter"/>
      <w:pStyle w:val="Oznaenpozmn"/>
      <w:lvlText w:val="%1."/>
      <w:lvlJc w:val="left"/>
      <w:pPr>
        <w:tabs>
          <w:tab w:val="num" w:pos="425"/>
        </w:tabs>
        <w:ind w:left="425" w:hanging="425"/>
      </w:pPr>
    </w:lvl>
  </w:abstractNum>
  <w:abstractNum w:abstractNumId="2" w15:restartNumberingAfterBreak="0">
    <w:nsid w:val="008E0651"/>
    <w:multiLevelType w:val="hybridMultilevel"/>
    <w:tmpl w:val="F4502632"/>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1DB6BB3"/>
    <w:multiLevelType w:val="hybridMultilevel"/>
    <w:tmpl w:val="1B446DDE"/>
    <w:lvl w:ilvl="0" w:tplc="C814290C">
      <w:start w:val="1"/>
      <w:numFmt w:val="decimal"/>
      <w:lvlText w:val="%1."/>
      <w:lvlJc w:val="left"/>
      <w:pPr>
        <w:ind w:left="720" w:hanging="360"/>
      </w:pPr>
      <w:rPr>
        <w:rFonts w:eastAsia="Calibri"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4281012"/>
    <w:multiLevelType w:val="hybridMultilevel"/>
    <w:tmpl w:val="80C81792"/>
    <w:lvl w:ilvl="0" w:tplc="94306CD4">
      <w:start w:val="1"/>
      <w:numFmt w:val="decimal"/>
      <w:lvlText w:val="(%1)"/>
      <w:lvlJc w:val="left"/>
      <w:pPr>
        <w:ind w:left="720" w:hanging="360"/>
      </w:pPr>
      <w:rPr>
        <w:rFonts w:hint="default"/>
      </w:rPr>
    </w:lvl>
    <w:lvl w:ilvl="1" w:tplc="94EEDE40">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8AD1342"/>
    <w:multiLevelType w:val="multilevel"/>
    <w:tmpl w:val="15165D6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08E852DC"/>
    <w:multiLevelType w:val="hybridMultilevel"/>
    <w:tmpl w:val="FE2461FE"/>
    <w:lvl w:ilvl="0" w:tplc="237E1DDC">
      <w:start w:val="1"/>
      <w:numFmt w:val="decimal"/>
      <w:lvlText w:val="%1."/>
      <w:lvlJc w:val="left"/>
      <w:pPr>
        <w:ind w:left="644" w:hanging="360"/>
      </w:pPr>
      <w:rPr>
        <w:rFonts w:ascii="Times New Roman" w:hAnsi="Times New Roman" w:cs="Times New Roman" w:hint="default"/>
        <w:b/>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 w15:restartNumberingAfterBreak="0">
    <w:nsid w:val="0AC14AE9"/>
    <w:multiLevelType w:val="hybridMultilevel"/>
    <w:tmpl w:val="748A2EAA"/>
    <w:lvl w:ilvl="0" w:tplc="9F1C5D72">
      <w:start w:val="1"/>
      <w:numFmt w:val="decimal"/>
      <w:lvlText w:val="%1."/>
      <w:lvlJc w:val="left"/>
      <w:pPr>
        <w:ind w:left="928"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D05304F"/>
    <w:multiLevelType w:val="multilevel"/>
    <w:tmpl w:val="1B6E8D8E"/>
    <w:lvl w:ilvl="0">
      <w:start w:val="1"/>
      <w:numFmt w:val="decimal"/>
      <w:lvlText w:val="%1."/>
      <w:lvlJc w:val="left"/>
      <w:pPr>
        <w:ind w:left="36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0F02045C"/>
    <w:multiLevelType w:val="multilevel"/>
    <w:tmpl w:val="D37A67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15550A59"/>
    <w:multiLevelType w:val="multilevel"/>
    <w:tmpl w:val="1B6E8D8E"/>
    <w:lvl w:ilvl="0">
      <w:start w:val="1"/>
      <w:numFmt w:val="decimal"/>
      <w:lvlText w:val="%1."/>
      <w:lvlJc w:val="left"/>
      <w:pPr>
        <w:ind w:left="36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55A63CA"/>
    <w:multiLevelType w:val="multilevel"/>
    <w:tmpl w:val="1B6E8D8E"/>
    <w:lvl w:ilvl="0">
      <w:start w:val="1"/>
      <w:numFmt w:val="decimal"/>
      <w:lvlText w:val="%1."/>
      <w:lvlJc w:val="left"/>
      <w:pPr>
        <w:ind w:left="36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9371BD0"/>
    <w:multiLevelType w:val="singleLevel"/>
    <w:tmpl w:val="A920D918"/>
    <w:lvl w:ilvl="0">
      <w:start w:val="1"/>
      <w:numFmt w:val="decimal"/>
      <w:pStyle w:val="Novelizanbod"/>
      <w:lvlText w:val="%1."/>
      <w:lvlJc w:val="left"/>
      <w:pPr>
        <w:tabs>
          <w:tab w:val="num" w:pos="567"/>
        </w:tabs>
        <w:ind w:left="567" w:hanging="567"/>
      </w:pPr>
      <w:rPr>
        <w:b/>
        <w:i w:val="0"/>
      </w:rPr>
    </w:lvl>
  </w:abstractNum>
  <w:abstractNum w:abstractNumId="13" w15:restartNumberingAfterBreak="0">
    <w:nsid w:val="1BDF7627"/>
    <w:multiLevelType w:val="multilevel"/>
    <w:tmpl w:val="1B6E8D8E"/>
    <w:lvl w:ilvl="0">
      <w:start w:val="1"/>
      <w:numFmt w:val="decimal"/>
      <w:lvlText w:val="%1."/>
      <w:lvlJc w:val="left"/>
      <w:pPr>
        <w:ind w:left="36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2554D30"/>
    <w:multiLevelType w:val="multilevel"/>
    <w:tmpl w:val="1B6E8D8E"/>
    <w:lvl w:ilvl="0">
      <w:start w:val="1"/>
      <w:numFmt w:val="decimal"/>
      <w:lvlText w:val="%1."/>
      <w:lvlJc w:val="left"/>
      <w:pPr>
        <w:ind w:left="36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36D4E9A"/>
    <w:multiLevelType w:val="multilevel"/>
    <w:tmpl w:val="7E4A5F6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23F2308F"/>
    <w:multiLevelType w:val="hybridMultilevel"/>
    <w:tmpl w:val="8B721B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6E85E83"/>
    <w:multiLevelType w:val="multilevel"/>
    <w:tmpl w:val="EBDA8F54"/>
    <w:lvl w:ilvl="0">
      <w:start w:val="1"/>
      <w:numFmt w:val="none"/>
      <w:isLgl/>
      <w:suff w:val="nothing"/>
      <w:lvlText w:val=""/>
      <w:lvlJc w:val="left"/>
      <w:pPr>
        <w:ind w:left="0" w:firstLine="0"/>
      </w:pPr>
      <w:rPr>
        <w:rFonts w:hint="default"/>
      </w:rPr>
    </w:lvl>
    <w:lvl w:ilvl="1">
      <w:start w:val="1"/>
      <w:numFmt w:val="none"/>
      <w:lvlRestart w:val="0"/>
      <w:suff w:val="nothing"/>
      <w:lvlText w:val=""/>
      <w:lvlJc w:val="left"/>
      <w:pPr>
        <w:ind w:left="0" w:firstLine="0"/>
      </w:pPr>
      <w:rPr>
        <w:rFonts w:hint="default"/>
      </w:rPr>
    </w:lvl>
    <w:lvl w:ilvl="2">
      <w:start w:val="1"/>
      <w:numFmt w:val="decimal"/>
      <w:isLgl/>
      <w:lvlText w:val="(%3)"/>
      <w:lvlJc w:val="left"/>
      <w:pPr>
        <w:tabs>
          <w:tab w:val="num" w:pos="782"/>
        </w:tabs>
        <w:ind w:left="0" w:firstLine="425"/>
      </w:pPr>
      <w:rPr>
        <w:rFonts w:hint="default"/>
      </w:rPr>
    </w:lvl>
    <w:lvl w:ilvl="3">
      <w:start w:val="1"/>
      <w:numFmt w:val="lowerLetter"/>
      <w:lvlText w:val="%4)"/>
      <w:lvlJc w:val="left"/>
      <w:pPr>
        <w:tabs>
          <w:tab w:val="num" w:pos="425"/>
        </w:tabs>
        <w:ind w:left="425" w:hanging="425"/>
      </w:pPr>
      <w:rPr>
        <w:rFonts w:hint="default"/>
      </w:rPr>
    </w:lvl>
    <w:lvl w:ilvl="4">
      <w:start w:val="1"/>
      <w:numFmt w:val="decimal"/>
      <w:isLgl/>
      <w:lvlText w:val="%5."/>
      <w:lvlJc w:val="left"/>
      <w:pPr>
        <w:tabs>
          <w:tab w:val="num" w:pos="851"/>
        </w:tabs>
        <w:ind w:left="851" w:hanging="426"/>
      </w:pPr>
      <w:rPr>
        <w:rFonts w:hint="default"/>
      </w:rPr>
    </w:lvl>
    <w:lvl w:ilvl="5">
      <w:start w:val="1"/>
      <w:numFmt w:val="none"/>
      <w:suff w:val="nothing"/>
      <w:lvlText w:val="%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8" w15:restartNumberingAfterBreak="0">
    <w:nsid w:val="2703675C"/>
    <w:multiLevelType w:val="hybridMultilevel"/>
    <w:tmpl w:val="6B449D04"/>
    <w:lvl w:ilvl="0" w:tplc="F24CE298">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9" w15:restartNumberingAfterBreak="0">
    <w:nsid w:val="27A223B7"/>
    <w:multiLevelType w:val="multilevel"/>
    <w:tmpl w:val="D2A6D37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28AD348E"/>
    <w:multiLevelType w:val="hybridMultilevel"/>
    <w:tmpl w:val="B15A64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8C53C5B"/>
    <w:multiLevelType w:val="multilevel"/>
    <w:tmpl w:val="1B6E8D8E"/>
    <w:lvl w:ilvl="0">
      <w:start w:val="1"/>
      <w:numFmt w:val="decimal"/>
      <w:lvlText w:val="%1."/>
      <w:lvlJc w:val="left"/>
      <w:pPr>
        <w:ind w:left="36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29DD4D04"/>
    <w:multiLevelType w:val="hybridMultilevel"/>
    <w:tmpl w:val="58BA48CE"/>
    <w:lvl w:ilvl="0" w:tplc="BC08063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D07311E"/>
    <w:multiLevelType w:val="multilevel"/>
    <w:tmpl w:val="1B6E8D8E"/>
    <w:lvl w:ilvl="0">
      <w:start w:val="1"/>
      <w:numFmt w:val="decimal"/>
      <w:lvlText w:val="%1."/>
      <w:lvlJc w:val="left"/>
      <w:pPr>
        <w:ind w:left="36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2D64146E"/>
    <w:multiLevelType w:val="hybridMultilevel"/>
    <w:tmpl w:val="3E5251E2"/>
    <w:lvl w:ilvl="0" w:tplc="54800F60">
      <w:start w:val="11"/>
      <w:numFmt w:val="decimal"/>
      <w:lvlText w:val="(%1)"/>
      <w:lvlJc w:val="left"/>
      <w:pPr>
        <w:ind w:left="957" w:hanging="390"/>
      </w:pPr>
      <w:rPr>
        <w:rFonts w:hint="default"/>
        <w:b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5" w15:restartNumberingAfterBreak="0">
    <w:nsid w:val="2DDE54E3"/>
    <w:multiLevelType w:val="hybridMultilevel"/>
    <w:tmpl w:val="E222F1DE"/>
    <w:lvl w:ilvl="0" w:tplc="9266B640">
      <w:start w:val="1"/>
      <w:numFmt w:val="decimal"/>
      <w:lvlText w:val="%1."/>
      <w:lvlJc w:val="left"/>
      <w:pPr>
        <w:tabs>
          <w:tab w:val="num" w:pos="567"/>
        </w:tabs>
        <w:ind w:left="567" w:hanging="567"/>
      </w:pPr>
      <w:rPr>
        <w:rFonts w:hint="default"/>
        <w:b/>
        <w:i w:val="0"/>
        <w:color w:val="auto"/>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2EA24AE2"/>
    <w:multiLevelType w:val="hybridMultilevel"/>
    <w:tmpl w:val="6614674C"/>
    <w:lvl w:ilvl="0" w:tplc="24009B26">
      <w:start w:val="1"/>
      <w:numFmt w:val="decimal"/>
      <w:lvlText w:val="%1."/>
      <w:lvlJc w:val="left"/>
      <w:pPr>
        <w:ind w:left="107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3086CE6"/>
    <w:multiLevelType w:val="hybridMultilevel"/>
    <w:tmpl w:val="94028AFC"/>
    <w:lvl w:ilvl="0" w:tplc="6AC43F94">
      <w:start w:val="4"/>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36863F2"/>
    <w:multiLevelType w:val="multilevel"/>
    <w:tmpl w:val="20DCE65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0">
    <w:nsid w:val="33C7225A"/>
    <w:multiLevelType w:val="hybridMultilevel"/>
    <w:tmpl w:val="FA8A2534"/>
    <w:lvl w:ilvl="0" w:tplc="01067F98">
      <w:start w:val="1"/>
      <w:numFmt w:val="upperRoman"/>
      <w:lvlText w:val="%1."/>
      <w:lvlJc w:val="left"/>
      <w:pPr>
        <w:ind w:left="720" w:hanging="360"/>
      </w:pPr>
      <w:rPr>
        <w:rFonts w:asciiTheme="minorHAnsi" w:hAnsiTheme="minorHAnsi" w:cstheme="minorBidi" w:hint="default"/>
        <w:b/>
        <w:u w:val="singl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36BF7DA8"/>
    <w:multiLevelType w:val="multilevel"/>
    <w:tmpl w:val="BB1E138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0">
    <w:nsid w:val="3C13738E"/>
    <w:multiLevelType w:val="multilevel"/>
    <w:tmpl w:val="C9CC0A7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2" w15:restartNumberingAfterBreak="0">
    <w:nsid w:val="3C892338"/>
    <w:multiLevelType w:val="hybridMultilevel"/>
    <w:tmpl w:val="BBC89244"/>
    <w:lvl w:ilvl="0" w:tplc="762E68A4">
      <w:start w:val="1"/>
      <w:numFmt w:val="decimal"/>
      <w:lvlText w:val="(%1)"/>
      <w:lvlJc w:val="left"/>
      <w:pPr>
        <w:ind w:left="4308" w:hanging="360"/>
      </w:pPr>
      <w:rPr>
        <w:rFonts w:hint="default"/>
      </w:rPr>
    </w:lvl>
    <w:lvl w:ilvl="1" w:tplc="04050019" w:tentative="1">
      <w:start w:val="1"/>
      <w:numFmt w:val="lowerLetter"/>
      <w:lvlText w:val="%2."/>
      <w:lvlJc w:val="left"/>
      <w:pPr>
        <w:ind w:left="5028" w:hanging="360"/>
      </w:pPr>
    </w:lvl>
    <w:lvl w:ilvl="2" w:tplc="0405001B" w:tentative="1">
      <w:start w:val="1"/>
      <w:numFmt w:val="lowerRoman"/>
      <w:lvlText w:val="%3."/>
      <w:lvlJc w:val="right"/>
      <w:pPr>
        <w:ind w:left="5748" w:hanging="180"/>
      </w:pPr>
    </w:lvl>
    <w:lvl w:ilvl="3" w:tplc="0405000F" w:tentative="1">
      <w:start w:val="1"/>
      <w:numFmt w:val="decimal"/>
      <w:lvlText w:val="%4."/>
      <w:lvlJc w:val="left"/>
      <w:pPr>
        <w:ind w:left="6468" w:hanging="360"/>
      </w:pPr>
    </w:lvl>
    <w:lvl w:ilvl="4" w:tplc="04050019" w:tentative="1">
      <w:start w:val="1"/>
      <w:numFmt w:val="lowerLetter"/>
      <w:lvlText w:val="%5."/>
      <w:lvlJc w:val="left"/>
      <w:pPr>
        <w:ind w:left="7188" w:hanging="360"/>
      </w:pPr>
    </w:lvl>
    <w:lvl w:ilvl="5" w:tplc="0405001B" w:tentative="1">
      <w:start w:val="1"/>
      <w:numFmt w:val="lowerRoman"/>
      <w:lvlText w:val="%6."/>
      <w:lvlJc w:val="right"/>
      <w:pPr>
        <w:ind w:left="7908" w:hanging="180"/>
      </w:pPr>
    </w:lvl>
    <w:lvl w:ilvl="6" w:tplc="0405000F" w:tentative="1">
      <w:start w:val="1"/>
      <w:numFmt w:val="decimal"/>
      <w:lvlText w:val="%7."/>
      <w:lvlJc w:val="left"/>
      <w:pPr>
        <w:ind w:left="8628" w:hanging="360"/>
      </w:pPr>
    </w:lvl>
    <w:lvl w:ilvl="7" w:tplc="04050019" w:tentative="1">
      <w:start w:val="1"/>
      <w:numFmt w:val="lowerLetter"/>
      <w:lvlText w:val="%8."/>
      <w:lvlJc w:val="left"/>
      <w:pPr>
        <w:ind w:left="9348" w:hanging="360"/>
      </w:pPr>
    </w:lvl>
    <w:lvl w:ilvl="8" w:tplc="0405001B" w:tentative="1">
      <w:start w:val="1"/>
      <w:numFmt w:val="lowerRoman"/>
      <w:lvlText w:val="%9."/>
      <w:lvlJc w:val="right"/>
      <w:pPr>
        <w:ind w:left="10068" w:hanging="180"/>
      </w:pPr>
    </w:lvl>
  </w:abstractNum>
  <w:abstractNum w:abstractNumId="33" w15:restartNumberingAfterBreak="0">
    <w:nsid w:val="4E781753"/>
    <w:multiLevelType w:val="hybridMultilevel"/>
    <w:tmpl w:val="E06AC08E"/>
    <w:lvl w:ilvl="0" w:tplc="04050013">
      <w:start w:val="1"/>
      <w:numFmt w:val="upperRoman"/>
      <w:lvlText w:val="%1."/>
      <w:lvlJc w:val="righ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51EB599B"/>
    <w:multiLevelType w:val="hybridMultilevel"/>
    <w:tmpl w:val="5E8A49EE"/>
    <w:lvl w:ilvl="0" w:tplc="8D5A373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5" w15:restartNumberingAfterBreak="0">
    <w:nsid w:val="52513947"/>
    <w:multiLevelType w:val="multilevel"/>
    <w:tmpl w:val="1B6E8D8E"/>
    <w:lvl w:ilvl="0">
      <w:start w:val="1"/>
      <w:numFmt w:val="decimal"/>
      <w:lvlText w:val="%1."/>
      <w:lvlJc w:val="left"/>
      <w:pPr>
        <w:ind w:left="36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533B3B2C"/>
    <w:multiLevelType w:val="hybridMultilevel"/>
    <w:tmpl w:val="5E58E76A"/>
    <w:lvl w:ilvl="0" w:tplc="C1961A46">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7" w15:restartNumberingAfterBreak="0">
    <w:nsid w:val="5A6406D6"/>
    <w:multiLevelType w:val="hybridMultilevel"/>
    <w:tmpl w:val="BF386214"/>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ADC64B9"/>
    <w:multiLevelType w:val="hybridMultilevel"/>
    <w:tmpl w:val="90A0BC1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BCF5232"/>
    <w:multiLevelType w:val="hybridMultilevel"/>
    <w:tmpl w:val="2376D2EC"/>
    <w:lvl w:ilvl="0" w:tplc="06D67968">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0" w15:restartNumberingAfterBreak="0">
    <w:nsid w:val="5CF3177A"/>
    <w:multiLevelType w:val="multilevel"/>
    <w:tmpl w:val="A64066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1" w15:restartNumberingAfterBreak="0">
    <w:nsid w:val="5E0E0E62"/>
    <w:multiLevelType w:val="hybridMultilevel"/>
    <w:tmpl w:val="7092FB56"/>
    <w:lvl w:ilvl="0" w:tplc="D7FC7EA8">
      <w:start w:val="3"/>
      <w:numFmt w:val="decimal"/>
      <w:lvlText w:val="%1)"/>
      <w:lvlJc w:val="left"/>
      <w:pPr>
        <w:ind w:left="720" w:hanging="360"/>
      </w:pPr>
      <w:rPr>
        <w:rFonts w:hint="default"/>
        <w:sz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6690DF7"/>
    <w:multiLevelType w:val="hybridMultilevel"/>
    <w:tmpl w:val="29D2CF52"/>
    <w:lvl w:ilvl="0" w:tplc="0F64D536">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3" w15:restartNumberingAfterBreak="0">
    <w:nsid w:val="69361908"/>
    <w:multiLevelType w:val="hybridMultilevel"/>
    <w:tmpl w:val="1006FE34"/>
    <w:lvl w:ilvl="0" w:tplc="C89ECFAA">
      <w:start w:val="1"/>
      <w:numFmt w:val="decimal"/>
      <w:lvlText w:val="%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4" w15:restartNumberingAfterBreak="0">
    <w:nsid w:val="698B5759"/>
    <w:multiLevelType w:val="hybridMultilevel"/>
    <w:tmpl w:val="75FA897E"/>
    <w:lvl w:ilvl="0" w:tplc="1EC26752">
      <w:start w:val="1"/>
      <w:numFmt w:val="decimal"/>
      <w:lvlText w:val="%1."/>
      <w:lvlJc w:val="left"/>
      <w:pPr>
        <w:ind w:left="1080" w:hanging="360"/>
      </w:pPr>
      <w:rPr>
        <w:sz w:val="24"/>
        <w:szCs w:val="24"/>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5" w15:restartNumberingAfterBreak="0">
    <w:nsid w:val="6A2726B1"/>
    <w:multiLevelType w:val="hybridMultilevel"/>
    <w:tmpl w:val="F07EBC34"/>
    <w:lvl w:ilvl="0" w:tplc="88769FCC">
      <w:start w:val="1"/>
      <w:numFmt w:val="lowerLetter"/>
      <w:lvlText w:val="%1)"/>
      <w:lvlJc w:val="left"/>
      <w:pPr>
        <w:ind w:left="720" w:hanging="360"/>
      </w:pPr>
      <w:rPr>
        <w:rFonts w:ascii="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6ACD7D5F"/>
    <w:multiLevelType w:val="hybridMultilevel"/>
    <w:tmpl w:val="B4603B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6B2F2C61"/>
    <w:multiLevelType w:val="multilevel"/>
    <w:tmpl w:val="9B348D2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8" w15:restartNumberingAfterBreak="0">
    <w:nsid w:val="6ED1077A"/>
    <w:multiLevelType w:val="hybridMultilevel"/>
    <w:tmpl w:val="C1848B9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709B3A72"/>
    <w:multiLevelType w:val="hybridMultilevel"/>
    <w:tmpl w:val="49909C3E"/>
    <w:lvl w:ilvl="0" w:tplc="5000832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50" w15:restartNumberingAfterBreak="0">
    <w:nsid w:val="760270A6"/>
    <w:multiLevelType w:val="hybridMultilevel"/>
    <w:tmpl w:val="65FE21E0"/>
    <w:lvl w:ilvl="0" w:tplc="BA82B6B8">
      <w:start w:val="1"/>
      <w:numFmt w:val="lowerLetter"/>
      <w:lvlText w:val="%1)"/>
      <w:lvlJc w:val="left"/>
      <w:pPr>
        <w:ind w:left="1425" w:hanging="360"/>
      </w:pPr>
      <w:rPr>
        <w:rFonts w:hint="default"/>
      </w:rPr>
    </w:lvl>
    <w:lvl w:ilvl="1" w:tplc="04050019">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51" w15:restartNumberingAfterBreak="0">
    <w:nsid w:val="79E64383"/>
    <w:multiLevelType w:val="hybridMultilevel"/>
    <w:tmpl w:val="29DE8DFC"/>
    <w:lvl w:ilvl="0" w:tplc="04050011">
      <w:start w:val="1"/>
      <w:numFmt w:val="decimal"/>
      <w:lvlText w:val="%1)"/>
      <w:lvlJc w:val="left"/>
      <w:pPr>
        <w:ind w:left="3960" w:hanging="360"/>
      </w:pPr>
      <w:rPr>
        <w:rFonts w:hint="default"/>
      </w:rPr>
    </w:lvl>
    <w:lvl w:ilvl="1" w:tplc="04050019">
      <w:start w:val="1"/>
      <w:numFmt w:val="lowerLetter"/>
      <w:lvlText w:val="%2."/>
      <w:lvlJc w:val="left"/>
      <w:pPr>
        <w:ind w:left="4680" w:hanging="360"/>
      </w:pPr>
    </w:lvl>
    <w:lvl w:ilvl="2" w:tplc="80CA61A4">
      <w:start w:val="1"/>
      <w:numFmt w:val="lowerLetter"/>
      <w:lvlText w:val="%3)"/>
      <w:lvlJc w:val="left"/>
      <w:pPr>
        <w:ind w:left="5925" w:hanging="705"/>
      </w:pPr>
      <w:rPr>
        <w:rFonts w:hint="default"/>
      </w:rPr>
    </w:lvl>
    <w:lvl w:ilvl="3" w:tplc="0405000F" w:tentative="1">
      <w:start w:val="1"/>
      <w:numFmt w:val="decimal"/>
      <w:lvlText w:val="%4."/>
      <w:lvlJc w:val="left"/>
      <w:pPr>
        <w:ind w:left="6120" w:hanging="360"/>
      </w:pPr>
    </w:lvl>
    <w:lvl w:ilvl="4" w:tplc="04050019" w:tentative="1">
      <w:start w:val="1"/>
      <w:numFmt w:val="lowerLetter"/>
      <w:lvlText w:val="%5."/>
      <w:lvlJc w:val="left"/>
      <w:pPr>
        <w:ind w:left="6840" w:hanging="360"/>
      </w:pPr>
    </w:lvl>
    <w:lvl w:ilvl="5" w:tplc="0405001B" w:tentative="1">
      <w:start w:val="1"/>
      <w:numFmt w:val="lowerRoman"/>
      <w:lvlText w:val="%6."/>
      <w:lvlJc w:val="right"/>
      <w:pPr>
        <w:ind w:left="7560" w:hanging="180"/>
      </w:pPr>
    </w:lvl>
    <w:lvl w:ilvl="6" w:tplc="0405000F" w:tentative="1">
      <w:start w:val="1"/>
      <w:numFmt w:val="decimal"/>
      <w:lvlText w:val="%7."/>
      <w:lvlJc w:val="left"/>
      <w:pPr>
        <w:ind w:left="8280" w:hanging="360"/>
      </w:pPr>
    </w:lvl>
    <w:lvl w:ilvl="7" w:tplc="04050019" w:tentative="1">
      <w:start w:val="1"/>
      <w:numFmt w:val="lowerLetter"/>
      <w:lvlText w:val="%8."/>
      <w:lvlJc w:val="left"/>
      <w:pPr>
        <w:ind w:left="9000" w:hanging="360"/>
      </w:pPr>
    </w:lvl>
    <w:lvl w:ilvl="8" w:tplc="0405001B" w:tentative="1">
      <w:start w:val="1"/>
      <w:numFmt w:val="lowerRoman"/>
      <w:lvlText w:val="%9."/>
      <w:lvlJc w:val="right"/>
      <w:pPr>
        <w:ind w:left="9720" w:hanging="180"/>
      </w:pPr>
    </w:lvl>
  </w:abstractNum>
  <w:abstractNum w:abstractNumId="52" w15:restartNumberingAfterBreak="0">
    <w:nsid w:val="7CD54D6D"/>
    <w:multiLevelType w:val="hybridMultilevel"/>
    <w:tmpl w:val="D17E7AF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7FA05EE3"/>
    <w:multiLevelType w:val="hybridMultilevel"/>
    <w:tmpl w:val="51B26982"/>
    <w:lvl w:ilvl="0" w:tplc="B1E65E6E">
      <w:start w:val="1"/>
      <w:numFmt w:val="decimal"/>
      <w:lvlText w:val="%1."/>
      <w:lvlJc w:val="left"/>
      <w:pPr>
        <w:ind w:left="720" w:hanging="360"/>
      </w:pPr>
      <w:rPr>
        <w:rFonts w:ascii="Times New Roman" w:hAnsi="Times New Roman"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26"/>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7"/>
  </w:num>
  <w:num w:numId="9">
    <w:abstractNumId w:val="25"/>
  </w:num>
  <w:num w:numId="10">
    <w:abstractNumId w:val="52"/>
  </w:num>
  <w:num w:numId="11">
    <w:abstractNumId w:val="8"/>
  </w:num>
  <w:num w:numId="12">
    <w:abstractNumId w:val="14"/>
  </w:num>
  <w:num w:numId="13">
    <w:abstractNumId w:val="11"/>
  </w:num>
  <w:num w:numId="14">
    <w:abstractNumId w:val="13"/>
  </w:num>
  <w:num w:numId="15">
    <w:abstractNumId w:val="23"/>
  </w:num>
  <w:num w:numId="16">
    <w:abstractNumId w:val="35"/>
  </w:num>
  <w:num w:numId="17">
    <w:abstractNumId w:val="10"/>
  </w:num>
  <w:num w:numId="18">
    <w:abstractNumId w:val="9"/>
  </w:num>
  <w:num w:numId="19">
    <w:abstractNumId w:val="31"/>
  </w:num>
  <w:num w:numId="20">
    <w:abstractNumId w:val="47"/>
  </w:num>
  <w:num w:numId="21">
    <w:abstractNumId w:val="19"/>
  </w:num>
  <w:num w:numId="22">
    <w:abstractNumId w:val="40"/>
  </w:num>
  <w:num w:numId="23">
    <w:abstractNumId w:val="21"/>
  </w:num>
  <w:num w:numId="24">
    <w:abstractNumId w:val="28"/>
  </w:num>
  <w:num w:numId="25">
    <w:abstractNumId w:val="5"/>
  </w:num>
  <w:num w:numId="26">
    <w:abstractNumId w:val="50"/>
  </w:num>
  <w:num w:numId="27">
    <w:abstractNumId w:val="24"/>
  </w:num>
  <w:num w:numId="28">
    <w:abstractNumId w:val="46"/>
  </w:num>
  <w:num w:numId="29">
    <w:abstractNumId w:val="16"/>
  </w:num>
  <w:num w:numId="30">
    <w:abstractNumId w:val="27"/>
  </w:num>
  <w:num w:numId="31">
    <w:abstractNumId w:val="3"/>
  </w:num>
  <w:num w:numId="32">
    <w:abstractNumId w:val="22"/>
  </w:num>
  <w:num w:numId="33">
    <w:abstractNumId w:val="53"/>
  </w:num>
  <w:num w:numId="34">
    <w:abstractNumId w:val="15"/>
  </w:num>
  <w:num w:numId="35">
    <w:abstractNumId w:val="30"/>
  </w:num>
  <w:num w:numId="36">
    <w:abstractNumId w:val="44"/>
  </w:num>
  <w:num w:numId="37">
    <w:abstractNumId w:val="29"/>
  </w:num>
  <w:num w:numId="38">
    <w:abstractNumId w:val="20"/>
  </w:num>
  <w:num w:numId="39">
    <w:abstractNumId w:val="33"/>
  </w:num>
  <w:num w:numId="40">
    <w:abstractNumId w:val="48"/>
  </w:num>
  <w:num w:numId="41">
    <w:abstractNumId w:val="38"/>
  </w:num>
  <w:num w:numId="42">
    <w:abstractNumId w:val="51"/>
  </w:num>
  <w:num w:numId="43">
    <w:abstractNumId w:val="32"/>
  </w:num>
  <w:num w:numId="44">
    <w:abstractNumId w:val="39"/>
  </w:num>
  <w:num w:numId="45">
    <w:abstractNumId w:val="4"/>
  </w:num>
  <w:num w:numId="46">
    <w:abstractNumId w:val="49"/>
  </w:num>
  <w:num w:numId="47">
    <w:abstractNumId w:val="37"/>
  </w:num>
  <w:num w:numId="48">
    <w:abstractNumId w:val="34"/>
  </w:num>
  <w:num w:numId="49">
    <w:abstractNumId w:val="42"/>
  </w:num>
  <w:num w:numId="50">
    <w:abstractNumId w:val="36"/>
  </w:num>
  <w:num w:numId="51">
    <w:abstractNumId w:val="2"/>
  </w:num>
  <w:num w:numId="52">
    <w:abstractNumId w:val="41"/>
  </w:num>
  <w:num w:numId="53">
    <w:abstractNumId w:val="45"/>
  </w:num>
  <w:num w:numId="54">
    <w:abstractNumId w:val="6"/>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068"/>
    <w:rsid w:val="000470A3"/>
    <w:rsid w:val="0005178B"/>
    <w:rsid w:val="00071AC0"/>
    <w:rsid w:val="00076E23"/>
    <w:rsid w:val="00081041"/>
    <w:rsid w:val="00087102"/>
    <w:rsid w:val="000A1A27"/>
    <w:rsid w:val="000C6893"/>
    <w:rsid w:val="000F3714"/>
    <w:rsid w:val="00104CD9"/>
    <w:rsid w:val="001A0C60"/>
    <w:rsid w:val="001C2068"/>
    <w:rsid w:val="001D004E"/>
    <w:rsid w:val="001D146E"/>
    <w:rsid w:val="001F451B"/>
    <w:rsid w:val="002010B7"/>
    <w:rsid w:val="002228F4"/>
    <w:rsid w:val="002277B6"/>
    <w:rsid w:val="0024565A"/>
    <w:rsid w:val="002C2A9F"/>
    <w:rsid w:val="002D6BAE"/>
    <w:rsid w:val="0030612F"/>
    <w:rsid w:val="00313908"/>
    <w:rsid w:val="00314B4A"/>
    <w:rsid w:val="00320E54"/>
    <w:rsid w:val="00384DAD"/>
    <w:rsid w:val="00396E69"/>
    <w:rsid w:val="003B7ACA"/>
    <w:rsid w:val="003C2BB9"/>
    <w:rsid w:val="003C3F74"/>
    <w:rsid w:val="003F6627"/>
    <w:rsid w:val="004E2566"/>
    <w:rsid w:val="004E6163"/>
    <w:rsid w:val="00511F8C"/>
    <w:rsid w:val="005C5DCD"/>
    <w:rsid w:val="005C63CD"/>
    <w:rsid w:val="005E7B42"/>
    <w:rsid w:val="005F14C7"/>
    <w:rsid w:val="00623570"/>
    <w:rsid w:val="00634C85"/>
    <w:rsid w:val="00641CA0"/>
    <w:rsid w:val="0065604A"/>
    <w:rsid w:val="00663667"/>
    <w:rsid w:val="006706ED"/>
    <w:rsid w:val="006C0672"/>
    <w:rsid w:val="0073038A"/>
    <w:rsid w:val="00784176"/>
    <w:rsid w:val="007962F2"/>
    <w:rsid w:val="007A4F79"/>
    <w:rsid w:val="007C210D"/>
    <w:rsid w:val="008164C7"/>
    <w:rsid w:val="00837EA7"/>
    <w:rsid w:val="0086617D"/>
    <w:rsid w:val="008668DF"/>
    <w:rsid w:val="008A01F7"/>
    <w:rsid w:val="008B32DB"/>
    <w:rsid w:val="008B5D6A"/>
    <w:rsid w:val="008E6CD2"/>
    <w:rsid w:val="00957FD6"/>
    <w:rsid w:val="009671B5"/>
    <w:rsid w:val="009A3554"/>
    <w:rsid w:val="009C7D3D"/>
    <w:rsid w:val="009D3DFB"/>
    <w:rsid w:val="00A41D69"/>
    <w:rsid w:val="00A42EA2"/>
    <w:rsid w:val="00A724F7"/>
    <w:rsid w:val="00AA6BF3"/>
    <w:rsid w:val="00AB131A"/>
    <w:rsid w:val="00AC192D"/>
    <w:rsid w:val="00B30805"/>
    <w:rsid w:val="00B60199"/>
    <w:rsid w:val="00B66A22"/>
    <w:rsid w:val="00B74ADD"/>
    <w:rsid w:val="00B81DBA"/>
    <w:rsid w:val="00B82907"/>
    <w:rsid w:val="00B94EDD"/>
    <w:rsid w:val="00B96B95"/>
    <w:rsid w:val="00BD0E4F"/>
    <w:rsid w:val="00BE3C0E"/>
    <w:rsid w:val="00C17ED2"/>
    <w:rsid w:val="00C67C7F"/>
    <w:rsid w:val="00CB1E24"/>
    <w:rsid w:val="00CB2FFE"/>
    <w:rsid w:val="00CF3E6E"/>
    <w:rsid w:val="00CF5DAD"/>
    <w:rsid w:val="00D54201"/>
    <w:rsid w:val="00D67536"/>
    <w:rsid w:val="00D81757"/>
    <w:rsid w:val="00D949E7"/>
    <w:rsid w:val="00DC0896"/>
    <w:rsid w:val="00DE0363"/>
    <w:rsid w:val="00E06655"/>
    <w:rsid w:val="00E2144D"/>
    <w:rsid w:val="00E30AD3"/>
    <w:rsid w:val="00E712C6"/>
    <w:rsid w:val="00E80C12"/>
    <w:rsid w:val="00F06487"/>
    <w:rsid w:val="00F11336"/>
    <w:rsid w:val="00F16066"/>
    <w:rsid w:val="00FB38B3"/>
    <w:rsid w:val="00FC452E"/>
    <w:rsid w:val="00FC5A9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79DD0B7"/>
  <w15:chartTrackingRefBased/>
  <w15:docId w15:val="{85362DFD-FB33-4AB1-8495-B1953306F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widowControl w:val="0"/>
      <w:suppressAutoHyphens/>
    </w:pPr>
    <w:rPr>
      <w:rFonts w:eastAsia="SimSun" w:cs="Mangal"/>
      <w:kern w:val="1"/>
      <w:sz w:val="24"/>
      <w:szCs w:val="24"/>
      <w:lang w:eastAsia="zh-CN" w:bidi="hi-IN"/>
    </w:rPr>
  </w:style>
  <w:style w:type="paragraph" w:styleId="Nadpis1">
    <w:name w:val="heading 1"/>
    <w:basedOn w:val="Nadpis"/>
    <w:next w:val="Zkladntext"/>
    <w:qFormat/>
    <w:pPr>
      <w:numPr>
        <w:numId w:val="1"/>
      </w:numPr>
      <w:outlineLvl w:val="0"/>
    </w:pPr>
    <w:rPr>
      <w:b/>
      <w:bCs/>
      <w:sz w:val="36"/>
      <w:szCs w:val="36"/>
    </w:rPr>
  </w:style>
  <w:style w:type="paragraph" w:styleId="Nadpis2">
    <w:name w:val="heading 2"/>
    <w:basedOn w:val="Nadpis"/>
    <w:next w:val="Zkladntext"/>
    <w:qFormat/>
    <w:pPr>
      <w:numPr>
        <w:ilvl w:val="1"/>
        <w:numId w:val="1"/>
      </w:numPr>
      <w:spacing w:before="200"/>
      <w:outlineLvl w:val="1"/>
    </w:pPr>
    <w:rPr>
      <w:b/>
      <w:bCs/>
      <w:sz w:val="32"/>
      <w:szCs w:val="32"/>
    </w:rPr>
  </w:style>
  <w:style w:type="paragraph" w:styleId="Nadpis3">
    <w:name w:val="heading 3"/>
    <w:basedOn w:val="Nadpis"/>
    <w:next w:val="Zkladntext"/>
    <w:qFormat/>
    <w:pPr>
      <w:numPr>
        <w:ilvl w:val="2"/>
        <w:numId w:val="1"/>
      </w:numPr>
      <w:spacing w:before="140"/>
      <w:outlineLvl w:val="2"/>
    </w:pPr>
    <w:rPr>
      <w:b/>
      <w:bCs/>
      <w:color w:val="808080"/>
    </w:rPr>
  </w:style>
  <w:style w:type="paragraph" w:styleId="Nadpis4">
    <w:name w:val="heading 4"/>
    <w:basedOn w:val="Normln"/>
    <w:next w:val="Normln"/>
    <w:qFormat/>
    <w:pPr>
      <w:keepNext/>
      <w:outlineLvl w:val="3"/>
    </w:pPr>
    <w:rPr>
      <w:sz w:val="28"/>
    </w:rPr>
  </w:style>
  <w:style w:type="paragraph" w:styleId="Nadpis7">
    <w:name w:val="heading 7"/>
    <w:basedOn w:val="Normln"/>
    <w:next w:val="Normln"/>
    <w:link w:val="Nadpis7Char"/>
    <w:uiPriority w:val="9"/>
    <w:semiHidden/>
    <w:unhideWhenUsed/>
    <w:qFormat/>
    <w:rsid w:val="001C2068"/>
    <w:pPr>
      <w:keepNext/>
      <w:keepLines/>
      <w:widowControl/>
      <w:suppressAutoHyphens w:val="0"/>
      <w:spacing w:before="40"/>
      <w:jc w:val="both"/>
      <w:outlineLvl w:val="6"/>
    </w:pPr>
    <w:rPr>
      <w:rFonts w:ascii="Cambria" w:eastAsia="Times New Roman" w:hAnsi="Cambria" w:cs="Times New Roman"/>
      <w:i/>
      <w:iCs/>
      <w:color w:val="243F60"/>
      <w:kern w:val="0"/>
      <w:szCs w:val="20"/>
      <w:lang w:eastAsia="cs-CZ" w:bidi="ar-SA"/>
    </w:rPr>
  </w:style>
  <w:style w:type="paragraph" w:styleId="Nadpis8">
    <w:name w:val="heading 8"/>
    <w:basedOn w:val="Normln"/>
    <w:next w:val="Normln"/>
    <w:link w:val="Nadpis8Char"/>
    <w:uiPriority w:val="9"/>
    <w:semiHidden/>
    <w:unhideWhenUsed/>
    <w:qFormat/>
    <w:rsid w:val="001C2068"/>
    <w:pPr>
      <w:keepNext/>
      <w:keepLines/>
      <w:widowControl/>
      <w:suppressAutoHyphens w:val="0"/>
      <w:spacing w:before="40"/>
      <w:jc w:val="both"/>
      <w:outlineLvl w:val="7"/>
    </w:pPr>
    <w:rPr>
      <w:rFonts w:ascii="Cambria" w:eastAsia="Times New Roman" w:hAnsi="Cambria" w:cs="Times New Roman"/>
      <w:color w:val="272727"/>
      <w:kern w:val="0"/>
      <w:sz w:val="21"/>
      <w:szCs w:val="21"/>
      <w:lang w:eastAsia="cs-CZ" w:bidi="ar-SA"/>
    </w:rPr>
  </w:style>
  <w:style w:type="paragraph" w:styleId="Nadpis9">
    <w:name w:val="heading 9"/>
    <w:basedOn w:val="Normln"/>
    <w:next w:val="Normln"/>
    <w:link w:val="Nadpis9Char"/>
    <w:uiPriority w:val="9"/>
    <w:semiHidden/>
    <w:unhideWhenUsed/>
    <w:qFormat/>
    <w:rsid w:val="001C2068"/>
    <w:pPr>
      <w:keepNext/>
      <w:keepLines/>
      <w:widowControl/>
      <w:suppressAutoHyphens w:val="0"/>
      <w:spacing w:before="40"/>
      <w:jc w:val="both"/>
      <w:outlineLvl w:val="8"/>
    </w:pPr>
    <w:rPr>
      <w:rFonts w:ascii="Cambria" w:eastAsia="Times New Roman" w:hAnsi="Cambria" w:cs="Times New Roman"/>
      <w:i/>
      <w:iCs/>
      <w:color w:val="272727"/>
      <w:kern w:val="0"/>
      <w:sz w:val="21"/>
      <w:szCs w:val="21"/>
      <w:lang w:eastAsia="cs-CZ"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5z0">
    <w:name w:val="WW8Num5z0"/>
  </w:style>
  <w:style w:type="paragraph" w:customStyle="1" w:styleId="Nadpis">
    <w:name w:val="Nadpis"/>
    <w:basedOn w:val="Normln"/>
    <w:next w:val="Zkladntext"/>
    <w:pPr>
      <w:keepNext/>
      <w:spacing w:before="240" w:after="120"/>
    </w:pPr>
    <w:rPr>
      <w:rFonts w:eastAsia="Microsoft YaHei"/>
      <w:sz w:val="28"/>
      <w:szCs w:val="28"/>
    </w:rPr>
  </w:style>
  <w:style w:type="paragraph" w:styleId="Zkladntext">
    <w:name w:val="Body Text"/>
    <w:basedOn w:val="Normln"/>
    <w:pPr>
      <w:spacing w:after="140" w:line="288" w:lineRule="auto"/>
    </w:pPr>
  </w:style>
  <w:style w:type="paragraph" w:styleId="Seznam">
    <w:name w:val="List"/>
    <w:basedOn w:val="Zkladntext"/>
  </w:style>
  <w:style w:type="paragraph" w:styleId="Titulek">
    <w:name w:val="caption"/>
    <w:basedOn w:val="Normln"/>
    <w:qFormat/>
    <w:pPr>
      <w:suppressLineNumbers/>
      <w:spacing w:before="120" w:after="120"/>
    </w:pPr>
    <w:rPr>
      <w:i/>
      <w:iCs/>
    </w:rPr>
  </w:style>
  <w:style w:type="paragraph" w:customStyle="1" w:styleId="Rejstk">
    <w:name w:val="Rejstřík"/>
    <w:basedOn w:val="Normln"/>
    <w:pPr>
      <w:suppressLineNumbers/>
    </w:pPr>
  </w:style>
  <w:style w:type="paragraph" w:customStyle="1" w:styleId="Paragraf">
    <w:name w:val="Paragraf"/>
    <w:basedOn w:val="Normln"/>
    <w:next w:val="Textodstavce"/>
    <w:pPr>
      <w:keepNext/>
      <w:keepLines/>
      <w:spacing w:before="240"/>
      <w:jc w:val="center"/>
    </w:pPr>
  </w:style>
  <w:style w:type="paragraph" w:customStyle="1" w:styleId="Textodstavce">
    <w:name w:val="Text odstavce"/>
    <w:basedOn w:val="Normln"/>
    <w:pPr>
      <w:numPr>
        <w:ilvl w:val="6"/>
        <w:numId w:val="1"/>
      </w:numPr>
      <w:tabs>
        <w:tab w:val="left" w:pos="851"/>
      </w:tabs>
      <w:spacing w:before="120" w:after="120"/>
      <w:outlineLvl w:val="6"/>
    </w:pPr>
  </w:style>
  <w:style w:type="paragraph" w:customStyle="1" w:styleId="Quotations">
    <w:name w:val="Quotations"/>
    <w:basedOn w:val="Normln"/>
    <w:pPr>
      <w:spacing w:after="283"/>
      <w:ind w:left="567" w:right="567"/>
    </w:pPr>
  </w:style>
  <w:style w:type="paragraph" w:styleId="Nzev">
    <w:name w:val="Title"/>
    <w:basedOn w:val="Nadpis"/>
    <w:next w:val="Zkladntext"/>
    <w:qFormat/>
    <w:pPr>
      <w:jc w:val="center"/>
    </w:pPr>
    <w:rPr>
      <w:b/>
      <w:bCs/>
      <w:sz w:val="56"/>
      <w:szCs w:val="56"/>
    </w:rPr>
  </w:style>
  <w:style w:type="paragraph" w:styleId="Podnadpis">
    <w:name w:val="Subtitle"/>
    <w:basedOn w:val="Nadpis"/>
    <w:next w:val="Zkladntext"/>
    <w:qFormat/>
    <w:pPr>
      <w:spacing w:before="60"/>
      <w:jc w:val="center"/>
    </w:pPr>
    <w:rPr>
      <w:sz w:val="36"/>
      <w:szCs w:val="36"/>
    </w:rPr>
  </w:style>
  <w:style w:type="paragraph" w:customStyle="1" w:styleId="Oznaenpozmn">
    <w:name w:val="Označení pozm.n."/>
    <w:basedOn w:val="Normln"/>
    <w:next w:val="Normln"/>
    <w:link w:val="OznaenpozmnChar"/>
    <w:pPr>
      <w:numPr>
        <w:numId w:val="2"/>
      </w:numPr>
      <w:spacing w:after="120"/>
    </w:pPr>
    <w:rPr>
      <w:b/>
    </w:rPr>
  </w:style>
  <w:style w:type="paragraph" w:customStyle="1" w:styleId="PNposlanec">
    <w:name w:val="PN poslanec"/>
    <w:basedOn w:val="Oznaenpozmn"/>
    <w:link w:val="PNposlanecChar"/>
    <w:qFormat/>
    <w:rsid w:val="00511F8C"/>
  </w:style>
  <w:style w:type="character" w:customStyle="1" w:styleId="OznaenpozmnChar">
    <w:name w:val="Označení pozm.n. Char"/>
    <w:link w:val="Oznaenpozmn"/>
    <w:rsid w:val="00511F8C"/>
    <w:rPr>
      <w:rFonts w:eastAsia="SimSun" w:cs="Mangal"/>
      <w:b/>
      <w:kern w:val="1"/>
      <w:sz w:val="24"/>
      <w:szCs w:val="24"/>
      <w:lang w:eastAsia="zh-CN" w:bidi="hi-IN"/>
    </w:rPr>
  </w:style>
  <w:style w:type="character" w:customStyle="1" w:styleId="PNposlanecChar">
    <w:name w:val="PN poslanec Char"/>
    <w:link w:val="PNposlanec"/>
    <w:rsid w:val="00511F8C"/>
    <w:rPr>
      <w:rFonts w:eastAsia="SimSun" w:cs="Mangal"/>
      <w:b/>
      <w:kern w:val="1"/>
      <w:sz w:val="24"/>
      <w:szCs w:val="24"/>
      <w:lang w:eastAsia="zh-CN" w:bidi="hi-IN"/>
    </w:rPr>
  </w:style>
  <w:style w:type="paragraph" w:styleId="Zhlav">
    <w:name w:val="header"/>
    <w:basedOn w:val="Normln"/>
    <w:link w:val="ZhlavChar"/>
    <w:uiPriority w:val="99"/>
    <w:unhideWhenUsed/>
    <w:rsid w:val="00087102"/>
    <w:pPr>
      <w:tabs>
        <w:tab w:val="center" w:pos="4536"/>
        <w:tab w:val="right" w:pos="9072"/>
      </w:tabs>
    </w:pPr>
    <w:rPr>
      <w:szCs w:val="21"/>
    </w:rPr>
  </w:style>
  <w:style w:type="character" w:customStyle="1" w:styleId="ZhlavChar">
    <w:name w:val="Záhlaví Char"/>
    <w:link w:val="Zhlav"/>
    <w:uiPriority w:val="99"/>
    <w:rsid w:val="00087102"/>
    <w:rPr>
      <w:rFonts w:eastAsia="SimSun" w:cs="Mangal"/>
      <w:kern w:val="1"/>
      <w:sz w:val="24"/>
      <w:szCs w:val="21"/>
      <w:lang w:eastAsia="zh-CN" w:bidi="hi-IN"/>
    </w:rPr>
  </w:style>
  <w:style w:type="paragraph" w:styleId="Zpat">
    <w:name w:val="footer"/>
    <w:basedOn w:val="Normln"/>
    <w:link w:val="ZpatChar"/>
    <w:uiPriority w:val="99"/>
    <w:unhideWhenUsed/>
    <w:rsid w:val="00087102"/>
    <w:pPr>
      <w:tabs>
        <w:tab w:val="center" w:pos="4536"/>
        <w:tab w:val="right" w:pos="9072"/>
      </w:tabs>
    </w:pPr>
    <w:rPr>
      <w:szCs w:val="21"/>
    </w:rPr>
  </w:style>
  <w:style w:type="character" w:customStyle="1" w:styleId="ZpatChar">
    <w:name w:val="Zápatí Char"/>
    <w:link w:val="Zpat"/>
    <w:uiPriority w:val="99"/>
    <w:rsid w:val="00087102"/>
    <w:rPr>
      <w:rFonts w:eastAsia="SimSun" w:cs="Mangal"/>
      <w:kern w:val="1"/>
      <w:sz w:val="24"/>
      <w:szCs w:val="21"/>
      <w:lang w:eastAsia="zh-CN" w:bidi="hi-IN"/>
    </w:rPr>
  </w:style>
  <w:style w:type="character" w:customStyle="1" w:styleId="Nadpis7Char">
    <w:name w:val="Nadpis 7 Char"/>
    <w:basedOn w:val="Standardnpsmoodstavce"/>
    <w:link w:val="Nadpis7"/>
    <w:uiPriority w:val="9"/>
    <w:semiHidden/>
    <w:rsid w:val="001C2068"/>
    <w:rPr>
      <w:rFonts w:ascii="Cambria" w:hAnsi="Cambria"/>
      <w:i/>
      <w:iCs/>
      <w:color w:val="243F60"/>
      <w:sz w:val="24"/>
    </w:rPr>
  </w:style>
  <w:style w:type="character" w:customStyle="1" w:styleId="Nadpis8Char">
    <w:name w:val="Nadpis 8 Char"/>
    <w:basedOn w:val="Standardnpsmoodstavce"/>
    <w:link w:val="Nadpis8"/>
    <w:uiPriority w:val="9"/>
    <w:semiHidden/>
    <w:rsid w:val="001C2068"/>
    <w:rPr>
      <w:rFonts w:ascii="Cambria" w:hAnsi="Cambria"/>
      <w:color w:val="272727"/>
      <w:sz w:val="21"/>
      <w:szCs w:val="21"/>
    </w:rPr>
  </w:style>
  <w:style w:type="character" w:customStyle="1" w:styleId="Nadpis9Char">
    <w:name w:val="Nadpis 9 Char"/>
    <w:basedOn w:val="Standardnpsmoodstavce"/>
    <w:link w:val="Nadpis9"/>
    <w:uiPriority w:val="9"/>
    <w:semiHidden/>
    <w:rsid w:val="001C2068"/>
    <w:rPr>
      <w:rFonts w:ascii="Cambria" w:hAnsi="Cambria"/>
      <w:i/>
      <w:iCs/>
      <w:color w:val="272727"/>
      <w:sz w:val="21"/>
      <w:szCs w:val="21"/>
    </w:rPr>
  </w:style>
  <w:style w:type="paragraph" w:styleId="Normlnweb">
    <w:name w:val="Normal (Web)"/>
    <w:basedOn w:val="Normln"/>
    <w:uiPriority w:val="99"/>
    <w:unhideWhenUsed/>
    <w:qFormat/>
    <w:rsid w:val="001C2068"/>
    <w:pPr>
      <w:widowControl/>
      <w:suppressAutoHyphens w:val="0"/>
      <w:spacing w:before="100" w:beforeAutospacing="1" w:after="100" w:afterAutospacing="1"/>
    </w:pPr>
    <w:rPr>
      <w:rFonts w:eastAsia="Times New Roman" w:cs="Times New Roman"/>
      <w:kern w:val="0"/>
      <w:lang w:eastAsia="cs-CZ" w:bidi="ar-SA"/>
    </w:rPr>
  </w:style>
  <w:style w:type="paragraph" w:styleId="Odstavecseseznamem">
    <w:name w:val="List Paragraph"/>
    <w:basedOn w:val="Normln"/>
    <w:uiPriority w:val="34"/>
    <w:qFormat/>
    <w:rsid w:val="001C2068"/>
    <w:pPr>
      <w:widowControl/>
      <w:suppressAutoHyphens w:val="0"/>
      <w:ind w:left="720"/>
      <w:contextualSpacing/>
    </w:pPr>
    <w:rPr>
      <w:rFonts w:eastAsia="Times New Roman" w:cs="Times New Roman"/>
      <w:color w:val="000000"/>
      <w:kern w:val="0"/>
      <w:sz w:val="28"/>
      <w:lang w:eastAsia="cs-CZ" w:bidi="ar-SA"/>
    </w:rPr>
  </w:style>
  <w:style w:type="paragraph" w:customStyle="1" w:styleId="ST">
    <w:name w:val="ČÁST"/>
    <w:basedOn w:val="Normln"/>
    <w:next w:val="NADPISSTI"/>
    <w:rsid w:val="001C2068"/>
    <w:pPr>
      <w:keepNext/>
      <w:keepLines/>
      <w:widowControl/>
      <w:suppressAutoHyphens w:val="0"/>
      <w:spacing w:before="240" w:after="120"/>
      <w:jc w:val="center"/>
      <w:outlineLvl w:val="1"/>
    </w:pPr>
    <w:rPr>
      <w:rFonts w:eastAsia="Times New Roman" w:cs="Times New Roman"/>
      <w:caps/>
      <w:kern w:val="0"/>
      <w:szCs w:val="20"/>
      <w:lang w:eastAsia="cs-CZ" w:bidi="ar-SA"/>
    </w:rPr>
  </w:style>
  <w:style w:type="paragraph" w:customStyle="1" w:styleId="NADPISSTI">
    <w:name w:val="NADPIS ČÁSTI"/>
    <w:basedOn w:val="Normln"/>
    <w:next w:val="Normln"/>
    <w:rsid w:val="001C2068"/>
    <w:pPr>
      <w:keepNext/>
      <w:keepLines/>
      <w:widowControl/>
      <w:suppressAutoHyphens w:val="0"/>
      <w:jc w:val="center"/>
      <w:outlineLvl w:val="1"/>
    </w:pPr>
    <w:rPr>
      <w:rFonts w:eastAsia="Times New Roman" w:cs="Times New Roman"/>
      <w:b/>
      <w:kern w:val="0"/>
      <w:szCs w:val="20"/>
      <w:lang w:eastAsia="cs-CZ" w:bidi="ar-SA"/>
    </w:rPr>
  </w:style>
  <w:style w:type="paragraph" w:customStyle="1" w:styleId="Textlnku">
    <w:name w:val="Text článku"/>
    <w:basedOn w:val="Normln"/>
    <w:link w:val="TextlnkuChar"/>
    <w:rsid w:val="001C2068"/>
    <w:pPr>
      <w:widowControl/>
      <w:suppressAutoHyphens w:val="0"/>
      <w:spacing w:before="240"/>
      <w:ind w:firstLine="425"/>
      <w:jc w:val="both"/>
      <w:outlineLvl w:val="5"/>
    </w:pPr>
    <w:rPr>
      <w:rFonts w:eastAsia="Times New Roman" w:cs="Times New Roman"/>
      <w:kern w:val="0"/>
      <w:szCs w:val="20"/>
      <w:lang w:eastAsia="cs-CZ" w:bidi="ar-SA"/>
    </w:rPr>
  </w:style>
  <w:style w:type="paragraph" w:customStyle="1" w:styleId="lnek">
    <w:name w:val="Článek"/>
    <w:basedOn w:val="Normln"/>
    <w:next w:val="Textodstavce"/>
    <w:rsid w:val="001C2068"/>
    <w:pPr>
      <w:keepNext/>
      <w:keepLines/>
      <w:widowControl/>
      <w:suppressAutoHyphens w:val="0"/>
      <w:spacing w:before="240"/>
      <w:jc w:val="center"/>
      <w:outlineLvl w:val="5"/>
    </w:pPr>
    <w:rPr>
      <w:rFonts w:eastAsia="Times New Roman" w:cs="Times New Roman"/>
      <w:kern w:val="0"/>
      <w:szCs w:val="20"/>
      <w:lang w:eastAsia="cs-CZ" w:bidi="ar-SA"/>
    </w:rPr>
  </w:style>
  <w:style w:type="paragraph" w:customStyle="1" w:styleId="Novelizanbod">
    <w:name w:val="Novelizační bod"/>
    <w:basedOn w:val="Normln"/>
    <w:next w:val="Normln"/>
    <w:link w:val="NovelizanbodChar"/>
    <w:qFormat/>
    <w:rsid w:val="001C2068"/>
    <w:pPr>
      <w:keepNext/>
      <w:keepLines/>
      <w:widowControl/>
      <w:numPr>
        <w:numId w:val="7"/>
      </w:numPr>
      <w:tabs>
        <w:tab w:val="left" w:pos="851"/>
      </w:tabs>
      <w:suppressAutoHyphens w:val="0"/>
      <w:spacing w:before="480" w:after="120"/>
      <w:jc w:val="both"/>
    </w:pPr>
    <w:rPr>
      <w:rFonts w:eastAsia="Times New Roman" w:cs="Times New Roman"/>
      <w:kern w:val="0"/>
      <w:szCs w:val="20"/>
      <w:lang w:eastAsia="cs-CZ" w:bidi="ar-SA"/>
    </w:rPr>
  </w:style>
  <w:style w:type="paragraph" w:customStyle="1" w:styleId="Textbodu">
    <w:name w:val="Text bodu"/>
    <w:basedOn w:val="Normln"/>
    <w:rsid w:val="001C2068"/>
    <w:pPr>
      <w:widowControl/>
      <w:tabs>
        <w:tab w:val="num" w:pos="851"/>
      </w:tabs>
      <w:suppressAutoHyphens w:val="0"/>
      <w:ind w:left="851" w:hanging="426"/>
      <w:jc w:val="both"/>
      <w:outlineLvl w:val="8"/>
    </w:pPr>
    <w:rPr>
      <w:rFonts w:eastAsia="Times New Roman" w:cs="Times New Roman"/>
      <w:kern w:val="0"/>
      <w:szCs w:val="20"/>
      <w:lang w:eastAsia="cs-CZ" w:bidi="ar-SA"/>
    </w:rPr>
  </w:style>
  <w:style w:type="paragraph" w:customStyle="1" w:styleId="Textpsmene">
    <w:name w:val="Text písmene"/>
    <w:basedOn w:val="Normln"/>
    <w:rsid w:val="001C2068"/>
    <w:pPr>
      <w:widowControl/>
      <w:tabs>
        <w:tab w:val="num" w:pos="425"/>
      </w:tabs>
      <w:suppressAutoHyphens w:val="0"/>
      <w:ind w:left="425" w:hanging="425"/>
      <w:jc w:val="both"/>
      <w:outlineLvl w:val="7"/>
    </w:pPr>
    <w:rPr>
      <w:rFonts w:eastAsia="Times New Roman" w:cs="Times New Roman"/>
      <w:kern w:val="0"/>
      <w:szCs w:val="20"/>
      <w:lang w:eastAsia="cs-CZ" w:bidi="ar-SA"/>
    </w:rPr>
  </w:style>
  <w:style w:type="character" w:customStyle="1" w:styleId="TextlnkuChar">
    <w:name w:val="Text článku Char"/>
    <w:link w:val="Textlnku"/>
    <w:rsid w:val="001C2068"/>
    <w:rPr>
      <w:sz w:val="24"/>
    </w:rPr>
  </w:style>
  <w:style w:type="character" w:customStyle="1" w:styleId="NovelizanbodChar">
    <w:name w:val="Novelizační bod Char"/>
    <w:link w:val="Novelizanbod"/>
    <w:locked/>
    <w:rsid w:val="001C2068"/>
    <w:rPr>
      <w:sz w:val="24"/>
    </w:rPr>
  </w:style>
  <w:style w:type="paragraph" w:customStyle="1" w:styleId="l3">
    <w:name w:val="l3"/>
    <w:basedOn w:val="Normln"/>
    <w:rsid w:val="001C2068"/>
    <w:pPr>
      <w:widowControl/>
      <w:suppressAutoHyphens w:val="0"/>
      <w:spacing w:before="100" w:beforeAutospacing="1" w:after="100" w:afterAutospacing="1"/>
    </w:pPr>
    <w:rPr>
      <w:rFonts w:eastAsia="Times New Roman" w:cs="Times New Roman"/>
      <w:kern w:val="0"/>
      <w:lang w:eastAsia="cs-CZ" w:bidi="ar-SA"/>
    </w:rPr>
  </w:style>
  <w:style w:type="character" w:styleId="PromnnHTML">
    <w:name w:val="HTML Variable"/>
    <w:uiPriority w:val="99"/>
    <w:semiHidden/>
    <w:unhideWhenUsed/>
    <w:rsid w:val="001C2068"/>
    <w:rPr>
      <w:i/>
      <w:iCs/>
    </w:rPr>
  </w:style>
  <w:style w:type="paragraph" w:customStyle="1" w:styleId="Standard">
    <w:name w:val="Standard"/>
    <w:rsid w:val="00A41D69"/>
    <w:pPr>
      <w:widowControl w:val="0"/>
      <w:suppressAutoHyphens/>
      <w:autoSpaceDN w:val="0"/>
      <w:jc w:val="both"/>
      <w:textAlignment w:val="baseline"/>
    </w:pPr>
    <w:rPr>
      <w:rFonts w:ascii="Garamond" w:eastAsia="Garamond" w:hAnsi="Garamond" w:cs="Garamond"/>
      <w:kern w:val="3"/>
      <w:sz w:val="24"/>
      <w:szCs w:val="24"/>
    </w:rPr>
  </w:style>
  <w:style w:type="paragraph" w:styleId="Bezmezer">
    <w:name w:val="No Spacing"/>
    <w:uiPriority w:val="1"/>
    <w:qFormat/>
    <w:rsid w:val="00314B4A"/>
    <w:rPr>
      <w:rFonts w:asciiTheme="minorHAnsi" w:eastAsiaTheme="minorHAnsi" w:hAnsiTheme="minorHAnsi" w:cstheme="minorBidi"/>
      <w:sz w:val="22"/>
      <w:szCs w:val="22"/>
      <w:lang w:eastAsia="en-US"/>
    </w:rPr>
  </w:style>
  <w:style w:type="paragraph" w:styleId="Textbubliny">
    <w:name w:val="Balloon Text"/>
    <w:basedOn w:val="Normln"/>
    <w:link w:val="TextbublinyChar"/>
    <w:uiPriority w:val="99"/>
    <w:semiHidden/>
    <w:unhideWhenUsed/>
    <w:rsid w:val="00C17ED2"/>
    <w:rPr>
      <w:rFonts w:ascii="Segoe UI" w:hAnsi="Segoe UI"/>
      <w:sz w:val="18"/>
      <w:szCs w:val="16"/>
    </w:rPr>
  </w:style>
  <w:style w:type="character" w:customStyle="1" w:styleId="TextbublinyChar">
    <w:name w:val="Text bubliny Char"/>
    <w:basedOn w:val="Standardnpsmoodstavce"/>
    <w:link w:val="Textbubliny"/>
    <w:uiPriority w:val="99"/>
    <w:semiHidden/>
    <w:rsid w:val="00C17ED2"/>
    <w:rPr>
      <w:rFonts w:ascii="Segoe UI" w:eastAsia="SimSun" w:hAnsi="Segoe UI" w:cs="Mangal"/>
      <w:kern w:val="1"/>
      <w:sz w:val="18"/>
      <w:szCs w:val="16"/>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Pozm.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F74264-8E23-4D4D-A51C-EBBF6F81C5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Pozm.dotx</Template>
  <TotalTime>335</TotalTime>
  <Pages>67</Pages>
  <Words>24478</Words>
  <Characters>144424</Characters>
  <Application>Microsoft Office Word</Application>
  <DocSecurity>0</DocSecurity>
  <Lines>1203</Lines>
  <Paragraphs>337</Paragraphs>
  <ScaleCrop>false</ScaleCrop>
  <HeadingPairs>
    <vt:vector size="2" baseType="variant">
      <vt:variant>
        <vt:lpstr>Název</vt:lpstr>
      </vt:variant>
      <vt:variant>
        <vt:i4>1</vt:i4>
      </vt:variant>
    </vt:vector>
  </HeadingPairs>
  <TitlesOfParts>
    <vt:vector size="1" baseType="lpstr">
      <vt:lpstr>Pozm.návrhy</vt:lpstr>
    </vt:vector>
  </TitlesOfParts>
  <Company>Parlament CR</Company>
  <LinksUpToDate>false</LinksUpToDate>
  <CharactersWithSpaces>168565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Pozm.návrhy</dc:title>
  <dc:subject/>
  <dc:creator>Kvetonova Hana</dc:creator>
  <cp:keywords/>
  <dc:description/>
  <cp:lastModifiedBy>Kvetonova Hana</cp:lastModifiedBy>
  <cp:revision>29</cp:revision>
  <cp:lastPrinted>2021-02-26T11:24:00Z</cp:lastPrinted>
  <dcterms:created xsi:type="dcterms:W3CDTF">2020-10-27T15:23:00Z</dcterms:created>
  <dcterms:modified xsi:type="dcterms:W3CDTF">2021-02-26T11:25:00Z</dcterms:modified>
</cp:coreProperties>
</file>