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ADE" w:rsidRDefault="00A02ADE" w:rsidP="00A02ADE">
      <w:pPr>
        <w:pStyle w:val="ZKON"/>
      </w:pPr>
      <w:r>
        <w:t>ZÁKON</w:t>
      </w:r>
    </w:p>
    <w:p w:rsidR="00247758" w:rsidRPr="00A02ADE" w:rsidRDefault="00A02ADE" w:rsidP="00A02ADE">
      <w:pPr>
        <w:pStyle w:val="nadpiszkona"/>
        <w:rPr>
          <w:rFonts w:eastAsia="Calibri"/>
          <w:b w:val="0"/>
          <w:lang w:eastAsia="en-US"/>
        </w:rPr>
      </w:pPr>
      <w:r w:rsidRPr="00A02ADE">
        <w:rPr>
          <w:b w:val="0"/>
        </w:rPr>
        <w:t xml:space="preserve">ze dne </w:t>
      </w:r>
      <w:r w:rsidR="00247758" w:rsidRPr="00A02ADE">
        <w:rPr>
          <w:b w:val="0"/>
        </w:rPr>
        <w:t>……………</w:t>
      </w:r>
      <w:r w:rsidRPr="00A02ADE">
        <w:rPr>
          <w:b w:val="0"/>
        </w:rPr>
        <w:t>202</w:t>
      </w:r>
      <w:r w:rsidR="002E5CFE">
        <w:rPr>
          <w:b w:val="0"/>
        </w:rPr>
        <w:t>1</w:t>
      </w:r>
    </w:p>
    <w:p w:rsidR="00247758" w:rsidRPr="00CB2112" w:rsidRDefault="00247758" w:rsidP="00A02ADE">
      <w:pPr>
        <w:pStyle w:val="nadpiszkona"/>
        <w:rPr>
          <w:rFonts w:eastAsia="Calibri"/>
          <w:lang w:eastAsia="en-US"/>
        </w:rPr>
      </w:pPr>
      <w:r w:rsidRPr="00CB2112">
        <w:t>o podpoře zahrádkářské činnosti (zahrádkářský zákon)</w:t>
      </w:r>
    </w:p>
    <w:p w:rsidR="00247758" w:rsidRDefault="00A02ADE" w:rsidP="00A02ADE">
      <w:pPr>
        <w:pStyle w:val="Parlament"/>
      </w:pPr>
      <w:r>
        <w:t>Parlament se usnesl na tomto zákoně České republiky:</w:t>
      </w:r>
    </w:p>
    <w:p w:rsidR="00247758" w:rsidRPr="00CB2112" w:rsidRDefault="00A02ADE" w:rsidP="00A02ADE">
      <w:pPr>
        <w:pStyle w:val="Paragraf"/>
        <w:rPr>
          <w:rFonts w:eastAsia="Calibri"/>
          <w:lang w:eastAsia="en-US"/>
        </w:rPr>
      </w:pPr>
      <w:r>
        <w:t>§</w:t>
      </w:r>
      <w:r w:rsidR="00247758" w:rsidRPr="00CB2112">
        <w:t xml:space="preserve"> 1</w:t>
      </w:r>
    </w:p>
    <w:p w:rsidR="00247758" w:rsidRPr="00CB2112" w:rsidRDefault="00247758" w:rsidP="00A02ADE">
      <w:pPr>
        <w:pStyle w:val="Nadpisparagrafu"/>
      </w:pPr>
      <w:r w:rsidRPr="00CB2112">
        <w:t>Předmět úpravy</w:t>
      </w:r>
    </w:p>
    <w:p w:rsidR="00247758" w:rsidRPr="00CB2112" w:rsidRDefault="00247758" w:rsidP="00A02ADE">
      <w:pPr>
        <w:pStyle w:val="Textlnku"/>
      </w:pPr>
      <w:r w:rsidRPr="00CB2112">
        <w:t xml:space="preserve">Tento zákon upravuje zahrádkářskou činnost jako veřejně prospěšnou, stanoví způsob přenechání pozemků k zahrádkářské činnosti a působnost správních úřadů a územních samosprávných celků při její podpoře. </w:t>
      </w:r>
    </w:p>
    <w:p w:rsidR="00247758" w:rsidRPr="00CB2112" w:rsidRDefault="00A02ADE" w:rsidP="00A02ADE">
      <w:pPr>
        <w:pStyle w:val="Paragraf"/>
        <w:rPr>
          <w:rFonts w:eastAsia="Calibri"/>
          <w:lang w:eastAsia="en-US"/>
        </w:rPr>
      </w:pPr>
      <w:r>
        <w:t xml:space="preserve">§ </w:t>
      </w:r>
      <w:r w:rsidR="00247758" w:rsidRPr="00CB2112">
        <w:t>2</w:t>
      </w:r>
    </w:p>
    <w:p w:rsidR="00247758" w:rsidRPr="00CB2112" w:rsidRDefault="00247758" w:rsidP="00A02ADE">
      <w:pPr>
        <w:pStyle w:val="Nadpisparagrafu"/>
      </w:pPr>
      <w:r w:rsidRPr="00CB2112">
        <w:t>Zahrádkářská činnost</w:t>
      </w:r>
    </w:p>
    <w:p w:rsidR="00247758" w:rsidRPr="00CB2112" w:rsidRDefault="00247758" w:rsidP="00A02ADE">
      <w:pPr>
        <w:pStyle w:val="Textlnku"/>
      </w:pPr>
      <w:r w:rsidRPr="00CB2112">
        <w:t>Zahrádkářskou činností se rozumí veřejně prospěšná činnost, zaměřená na pěstování ovoce, zeleniny, květin, užitkových nebo okrasných rostlin, jejich další zpracování nebo úprava. Zahrádkářská činnost se podílí na zachování a ochraně zemědělského půdního fondu, přispívá k zadržování vody, zmírnění dopadu klimatických změn a podporuje druhovou rozmanitost v</w:t>
      </w:r>
      <w:r w:rsidR="002E5CFE">
        <w:t> </w:t>
      </w:r>
      <w:r w:rsidRPr="00CB2112">
        <w:t>krajině, má výchovný a estetický aspekt pro utváření vztahu k přírodě mladé generace. Podílí se na ochraně přírody, životního prostředí a pestrosti krajinného rázu.</w:t>
      </w:r>
    </w:p>
    <w:p w:rsidR="00247758" w:rsidRPr="00CB2112" w:rsidRDefault="00A02ADE" w:rsidP="00A02ADE">
      <w:pPr>
        <w:pStyle w:val="Paragraf"/>
        <w:rPr>
          <w:rFonts w:eastAsia="Calibri"/>
          <w:lang w:eastAsia="en-US"/>
        </w:rPr>
      </w:pPr>
      <w:r>
        <w:t xml:space="preserve">§ </w:t>
      </w:r>
      <w:r w:rsidR="00247758" w:rsidRPr="00CB2112">
        <w:t>3</w:t>
      </w:r>
    </w:p>
    <w:p w:rsidR="00247758" w:rsidRPr="00CB2112" w:rsidRDefault="00247758" w:rsidP="002E5CFE">
      <w:pPr>
        <w:pStyle w:val="Nadpisparagrafu"/>
      </w:pPr>
      <w:r w:rsidRPr="00CB2112">
        <w:t>Veřejná prospěšnost zahrádkářské činnosti</w:t>
      </w:r>
    </w:p>
    <w:p w:rsidR="002E5CFE" w:rsidRDefault="002E5CFE" w:rsidP="002E5CFE">
      <w:pPr>
        <w:pStyle w:val="Textlnku"/>
        <w:rPr>
          <w:szCs w:val="24"/>
        </w:rPr>
      </w:pPr>
      <w:r>
        <w:t>Zahrádkářským spolkem je veřejně prospěšný spolek</w:t>
      </w:r>
      <w:r w:rsidR="004E6F9A">
        <w:rPr>
          <w:rStyle w:val="Znakapoznpodarou"/>
        </w:rPr>
        <w:footnoteReference w:id="1"/>
      </w:r>
      <w:r w:rsidR="00B274E3">
        <w:t>)</w:t>
      </w:r>
      <w:r w:rsidR="00247758" w:rsidRPr="00CB2112">
        <w:t>, kter</w:t>
      </w:r>
      <w:r>
        <w:t>ý</w:t>
      </w:r>
      <w:r w:rsidR="00247758" w:rsidRPr="00CB2112">
        <w:t xml:space="preserve"> vykonává zahrádkářskou činnost podle tohoto zákona prostřednictvím svých členů</w:t>
      </w:r>
      <w:r>
        <w:t xml:space="preserve"> zpravidla</w:t>
      </w:r>
      <w:r w:rsidR="00247758" w:rsidRPr="00CB2112">
        <w:t xml:space="preserve"> v zahrádkářské osadě v souladu se svými stanovami </w:t>
      </w:r>
      <w:r>
        <w:t xml:space="preserve">a přispívá svou činností k dosahování obecného blaha </w:t>
      </w:r>
      <w:r w:rsidR="00247758" w:rsidRPr="00CB2112">
        <w:t xml:space="preserve">(dále jen „spolek“). </w:t>
      </w:r>
      <w:r w:rsidRPr="00E02056">
        <w:rPr>
          <w:szCs w:val="24"/>
        </w:rPr>
        <w:t>Tím není dotčeno ustanovení § 146 občanského zákoníku.</w:t>
      </w:r>
    </w:p>
    <w:p w:rsidR="0016438B" w:rsidRPr="00333DB4" w:rsidRDefault="0016438B" w:rsidP="0016438B">
      <w:pPr>
        <w:pStyle w:val="Paragraf"/>
      </w:pPr>
      <w:r>
        <w:t>§</w:t>
      </w:r>
      <w:r w:rsidRPr="00333DB4">
        <w:t xml:space="preserve"> 4</w:t>
      </w:r>
    </w:p>
    <w:p w:rsidR="0016438B" w:rsidRPr="00333DB4" w:rsidRDefault="0016438B" w:rsidP="0016438B">
      <w:pPr>
        <w:pStyle w:val="Nadpisparagrafu"/>
      </w:pPr>
      <w:r w:rsidRPr="00333DB4">
        <w:t>Kulturní hodnoty zahrádkářské činnosti a jejich zachování</w:t>
      </w:r>
    </w:p>
    <w:p w:rsidR="0016438B" w:rsidRPr="00333DB4" w:rsidRDefault="0016438B" w:rsidP="0016438B">
      <w:pPr>
        <w:pStyle w:val="Textlnku"/>
      </w:pPr>
      <w:r w:rsidRPr="00333DB4">
        <w:t>Tradiční pěstování v České republice nepůvodních rostlinných druhů, specifikovaných v §</w:t>
      </w:r>
      <w:r>
        <w:t> </w:t>
      </w:r>
      <w:r w:rsidRPr="00333DB4">
        <w:t>2 a § 3,</w:t>
      </w:r>
      <w:r w:rsidR="003C68F4">
        <w:t xml:space="preserve"> </w:t>
      </w:r>
      <w:r w:rsidRPr="00333DB4">
        <w:t>je součástí životního stylu pěstitelů a má nesporný celospolečenský význam. Vytvořené</w:t>
      </w:r>
      <w:r>
        <w:t xml:space="preserve"> </w:t>
      </w:r>
      <w:r w:rsidRPr="00333DB4">
        <w:t>kolekce rostlin patří mezi kulturní hodnoty vytvořené na území ČR ze soukromých zdrojů,</w:t>
      </w:r>
      <w:r>
        <w:t xml:space="preserve"> </w:t>
      </w:r>
      <w:r w:rsidRPr="00333DB4">
        <w:t xml:space="preserve">které je potřeba chránit pro budoucí generace. Existuje nadnárodní celospolečenský zájem </w:t>
      </w:r>
      <w:r w:rsidR="00B750C6">
        <w:t>n</w:t>
      </w:r>
      <w:r w:rsidRPr="00333DB4">
        <w:t>a zachování genetických zdrojů. Pěstování rostlin tohoto charakteru je společensky</w:t>
      </w:r>
      <w:r>
        <w:t xml:space="preserve"> </w:t>
      </w:r>
      <w:r w:rsidRPr="00333DB4">
        <w:t>odůvodněné. Rostliny nepůvodních rostlinných druhů jsou vždy považovány za kulturní, uměle pěstované rostliny bez nutnosti prokazovat v ČR jejich původ.</w:t>
      </w:r>
    </w:p>
    <w:p w:rsidR="004C2F66" w:rsidRPr="00E02056" w:rsidRDefault="004C2F66" w:rsidP="002E5CFE">
      <w:pPr>
        <w:pStyle w:val="Textlnku"/>
        <w:rPr>
          <w:szCs w:val="24"/>
        </w:rPr>
      </w:pPr>
    </w:p>
    <w:p w:rsidR="00247758" w:rsidRPr="00CB2112" w:rsidRDefault="00A02ADE" w:rsidP="00A02ADE">
      <w:pPr>
        <w:pStyle w:val="Paragraf"/>
        <w:rPr>
          <w:rFonts w:eastAsia="Calibri"/>
          <w:lang w:eastAsia="en-US"/>
        </w:rPr>
      </w:pPr>
      <w:r>
        <w:lastRenderedPageBreak/>
        <w:t xml:space="preserve">§ </w:t>
      </w:r>
      <w:r w:rsidR="0016438B">
        <w:t>5</w:t>
      </w:r>
    </w:p>
    <w:p w:rsidR="00247758" w:rsidRPr="00CB2112" w:rsidRDefault="00247758" w:rsidP="00A02ADE">
      <w:pPr>
        <w:pStyle w:val="Nadpisparagrafu"/>
      </w:pPr>
      <w:r w:rsidRPr="00CB2112">
        <w:t>Zahrádkářská osada</w:t>
      </w:r>
    </w:p>
    <w:p w:rsidR="00247758" w:rsidRPr="00CB2112" w:rsidRDefault="00247758" w:rsidP="00A02ADE">
      <w:pPr>
        <w:pStyle w:val="Textlnku"/>
        <w:rPr>
          <w:b/>
          <w:bCs/>
        </w:rPr>
      </w:pPr>
      <w:r w:rsidRPr="00CB2112">
        <w:t xml:space="preserve">Zahrádkářskou osadou je pozemek nebo více pozemků v užívání nebo požívání spolku, které umožňuje jejich individuální užívání nebo požívání alespoň 3 členy tohoto spolku. </w:t>
      </w:r>
    </w:p>
    <w:p w:rsidR="00247758" w:rsidRPr="00CB2112" w:rsidRDefault="00A02ADE" w:rsidP="00A02ADE">
      <w:pPr>
        <w:pStyle w:val="Paragraf"/>
        <w:rPr>
          <w:rFonts w:eastAsia="Calibri"/>
          <w:lang w:eastAsia="en-US"/>
        </w:rPr>
      </w:pPr>
      <w:r>
        <w:t xml:space="preserve">§ </w:t>
      </w:r>
      <w:r w:rsidR="0016438B">
        <w:t>6</w:t>
      </w:r>
    </w:p>
    <w:p w:rsidR="00247758" w:rsidRPr="00CB2112" w:rsidRDefault="00247758" w:rsidP="00A02ADE">
      <w:pPr>
        <w:pStyle w:val="Nadpisparagrafu"/>
      </w:pPr>
      <w:r w:rsidRPr="00CB2112">
        <w:t>Smlouva o pachtu nebo nájmu pozemku pro zahrádkářskou činnost</w:t>
      </w:r>
    </w:p>
    <w:p w:rsidR="00247758" w:rsidRPr="00CB2112" w:rsidRDefault="004C2F66" w:rsidP="004C2F66">
      <w:pPr>
        <w:pStyle w:val="Textodstavce"/>
      </w:pPr>
      <w:r w:rsidRPr="004C2F66">
        <w:t>Na pacht pozemku pro zahrádkářskou činnost se použijí ustanovení občanského zákoníku o pachtu, nestanoví-li se v tomto zákoně jinak.</w:t>
      </w:r>
      <w:r>
        <w:t xml:space="preserve"> </w:t>
      </w:r>
      <w:r w:rsidR="00247758" w:rsidRPr="00CB2112">
        <w:t>Ustanovení občanského zákoníku o</w:t>
      </w:r>
      <w:r w:rsidR="00B750C6">
        <w:t> </w:t>
      </w:r>
      <w:r w:rsidR="00247758" w:rsidRPr="00CB2112">
        <w:t>zemědělském pachtu se nepoužijí.</w:t>
      </w:r>
    </w:p>
    <w:p w:rsidR="00247758" w:rsidRPr="00CB2112" w:rsidRDefault="00247758" w:rsidP="00A02ADE">
      <w:pPr>
        <w:pStyle w:val="Textodstavce"/>
      </w:pPr>
      <w:proofErr w:type="spellStart"/>
      <w:r w:rsidRPr="00CB2112">
        <w:t>Pachtovní</w:t>
      </w:r>
      <w:proofErr w:type="spellEnd"/>
      <w:r w:rsidRPr="00CB2112">
        <w:t xml:space="preserve"> smlouva vyžaduje písemnou formu a obsahuje:</w:t>
      </w:r>
    </w:p>
    <w:p w:rsidR="00247758" w:rsidRPr="00CB2112" w:rsidRDefault="00247758" w:rsidP="00A02ADE">
      <w:pPr>
        <w:pStyle w:val="Textpsmene"/>
      </w:pPr>
      <w:r w:rsidRPr="00CB2112">
        <w:t>uvedení předmětu a účelu pachtu, kterým je zahrádkářská činnost,</w:t>
      </w:r>
    </w:p>
    <w:p w:rsidR="00247758" w:rsidRPr="00CB2112" w:rsidRDefault="00247758" w:rsidP="00A02ADE">
      <w:pPr>
        <w:pStyle w:val="Textpsmene"/>
      </w:pPr>
      <w:r w:rsidRPr="00CB2112">
        <w:t xml:space="preserve">sjednání výše a splatnosti </w:t>
      </w:r>
      <w:proofErr w:type="spellStart"/>
      <w:r w:rsidRPr="00CB2112">
        <w:t>pachtovného</w:t>
      </w:r>
      <w:proofErr w:type="spellEnd"/>
      <w:r w:rsidRPr="00CB2112">
        <w:t>,</w:t>
      </w:r>
    </w:p>
    <w:p w:rsidR="00247758" w:rsidRDefault="00247758" w:rsidP="00A02ADE">
      <w:pPr>
        <w:pStyle w:val="Textpsmene"/>
      </w:pPr>
      <w:r w:rsidRPr="00CB2112">
        <w:t>uvedení doby, na kterou se pacht sjednává.</w:t>
      </w:r>
    </w:p>
    <w:p w:rsidR="00BA0186" w:rsidRPr="003330FA" w:rsidRDefault="00BA0186" w:rsidP="00BA0186">
      <w:pPr>
        <w:pStyle w:val="Textodstavce"/>
      </w:pPr>
      <w:r w:rsidRPr="003330FA">
        <w:t>Spolku lze pozemek pro zahrádkářskou činnost propachtovat pouze na dobu určitou, a</w:t>
      </w:r>
      <w:r w:rsidR="00B750C6">
        <w:t> </w:t>
      </w:r>
      <w:r w:rsidRPr="003330FA">
        <w:t>to nejméně na dobu 2 let. Je-li propachtovatelem obec nebo stát, lze pacht ujednat nejméně na dobu 10 let.</w:t>
      </w:r>
    </w:p>
    <w:p w:rsidR="00BA0186" w:rsidRPr="003330FA" w:rsidRDefault="00BA0186" w:rsidP="00BA0186">
      <w:pPr>
        <w:pStyle w:val="Textodstavce"/>
      </w:pPr>
      <w:r w:rsidRPr="003330FA">
        <w:t>Je-li smlouva uzavřena v rozporu s odstavcem 3, platí za ujednanou doba trvání pachtu uvedená v odstavci 3.</w:t>
      </w:r>
    </w:p>
    <w:p w:rsidR="00BA0186" w:rsidRPr="003330FA" w:rsidRDefault="00BA0186" w:rsidP="00BA0186">
      <w:pPr>
        <w:pStyle w:val="Textodstavce"/>
      </w:pPr>
      <w:r w:rsidRPr="003330FA">
        <w:t>Uplynutím ujednané doby pacht nezanikne, pokud propachtovatel nebo pachtýř nejméně 3 měsíce před uplynutím ujednané doby trvání pachtu druhé straně nesdělí, že nemá zájem na jeho dalším trvání. Nezanikne-li pacht a nejsou-li ujednány podmínky a doba prodloužení, prodlužuje se za týchž podmínek o tutéž dobu, na kterou byl ujednán.</w:t>
      </w:r>
    </w:p>
    <w:p w:rsidR="00247758" w:rsidRDefault="00247758" w:rsidP="00A02ADE">
      <w:pPr>
        <w:pStyle w:val="Textodstavce"/>
      </w:pPr>
      <w:r w:rsidRPr="00CB2112">
        <w:t>Spolek je oprávněn pozemek, který mu byl propachtován k zahrádkářské činnosti, propachtovat členovi spolku k provozování zahrádkářské činnosti i bez souhlasu propachtovatele.</w:t>
      </w:r>
    </w:p>
    <w:p w:rsidR="00BA0186" w:rsidRPr="003330FA" w:rsidRDefault="00BA0186" w:rsidP="00BA0186">
      <w:pPr>
        <w:pStyle w:val="Textodstavce"/>
        <w:rPr>
          <w:bCs/>
        </w:rPr>
      </w:pPr>
      <w:r w:rsidRPr="003330FA">
        <w:rPr>
          <w:rFonts w:eastAsia="Times New Roman2"/>
        </w:rPr>
        <w:t xml:space="preserve">Pacht lze vypovědět v šestiměsíční výpovědní době tak, aby skončil koncem kalendářního roku. To neplatí, má-li strana podle občanského zákoníku právo </w:t>
      </w:r>
      <w:r w:rsidRPr="003330FA">
        <w:rPr>
          <w:bCs/>
        </w:rPr>
        <w:t>vypovědět pacht bez výpovědní doby.</w:t>
      </w:r>
    </w:p>
    <w:p w:rsidR="00BA0186" w:rsidRPr="003330FA" w:rsidRDefault="00BA0186" w:rsidP="00BA0186">
      <w:pPr>
        <w:pStyle w:val="Textodstavce"/>
        <w:rPr>
          <w:rFonts w:eastAsia="Times New Roman2"/>
        </w:rPr>
      </w:pPr>
      <w:r w:rsidRPr="003330FA">
        <w:rPr>
          <w:bCs/>
        </w:rPr>
        <w:t>Přestane-li spolek využívat pozemek pro zahrádkářskou činnost, oznámí to bez</w:t>
      </w:r>
      <w:r>
        <w:rPr>
          <w:bCs/>
        </w:rPr>
        <w:t> </w:t>
      </w:r>
      <w:r w:rsidRPr="003330FA">
        <w:rPr>
          <w:bCs/>
        </w:rPr>
        <w:t>zbytečného</w:t>
      </w:r>
      <w:r w:rsidRPr="003330FA">
        <w:rPr>
          <w:rFonts w:eastAsia="Times New Roman2"/>
        </w:rPr>
        <w:t xml:space="preserve"> odkladu propachtovateli. Propachtovatel může pacht z tohoto důvodu vypovědět v tříměsíční výpovědní době.</w:t>
      </w:r>
    </w:p>
    <w:p w:rsidR="00247758" w:rsidRPr="00CB2112" w:rsidRDefault="00247758" w:rsidP="0077781C">
      <w:pPr>
        <w:pStyle w:val="Textodstavce"/>
      </w:pPr>
      <w:r w:rsidRPr="00CB2112">
        <w:t>V případě skončení pachtu se vyrovná propachtovatel se spolkem, jestliže spolek se souhlasem propachtovatele provedl na jemu propachtovaném pozemku terénní úpravy nebo stavbu podle jiného právního předpisu</w:t>
      </w:r>
      <w:r w:rsidR="004E6F9A">
        <w:rPr>
          <w:rStyle w:val="Znakapoznpodarou"/>
        </w:rPr>
        <w:footnoteReference w:id="2"/>
      </w:r>
      <w:r w:rsidR="00B274E3">
        <w:t>)</w:t>
      </w:r>
      <w:r w:rsidRPr="00CB2112">
        <w:t xml:space="preserve">. </w:t>
      </w:r>
      <w:r w:rsidR="004C2F66" w:rsidRPr="004C2F66">
        <w:rPr>
          <w:rFonts w:eastAsia="Times New Roman2"/>
          <w:szCs w:val="24"/>
        </w:rPr>
        <w:t>Má se za to, že trvalé porosty vysazené se souhlasem propachtovatele pozemek zhodnocují.</w:t>
      </w:r>
      <w:r w:rsidR="004E6F9A">
        <w:rPr>
          <w:rFonts w:eastAsia="Times New Roman2"/>
          <w:szCs w:val="24"/>
        </w:rPr>
        <w:t xml:space="preserve"> </w:t>
      </w:r>
      <w:r w:rsidRPr="00CB2112">
        <w:t>Vysazené trvalé porosty se při ukončení pachtu považují za zhodnocení propachtovaného pozemku.</w:t>
      </w:r>
    </w:p>
    <w:p w:rsidR="00247758" w:rsidRPr="00CB2112" w:rsidRDefault="00247758" w:rsidP="00A02ADE">
      <w:pPr>
        <w:pStyle w:val="Textodstavce"/>
      </w:pPr>
      <w:r w:rsidRPr="00CB2112">
        <w:lastRenderedPageBreak/>
        <w:t xml:space="preserve">Ustanovení odstavců 1 až </w:t>
      </w:r>
      <w:r w:rsidR="004C2F66">
        <w:t>9</w:t>
      </w:r>
      <w:r w:rsidRPr="00CB2112">
        <w:t xml:space="preserve"> se vztahují na nájem pozemku pro zahrádkářskou činnost spolku obdobně. </w:t>
      </w:r>
    </w:p>
    <w:p w:rsidR="00247758" w:rsidRDefault="00A02ADE" w:rsidP="00A02ADE">
      <w:pPr>
        <w:pStyle w:val="Paragraf"/>
      </w:pPr>
      <w:r>
        <w:t xml:space="preserve">§ </w:t>
      </w:r>
      <w:r w:rsidR="0016438B">
        <w:t>7</w:t>
      </w:r>
    </w:p>
    <w:p w:rsidR="00875CF9" w:rsidRPr="00E02056" w:rsidRDefault="00875CF9" w:rsidP="00875CF9">
      <w:pPr>
        <w:pStyle w:val="Nadpisparagrafu"/>
      </w:pPr>
      <w:r w:rsidRPr="00E02056">
        <w:t>Zakázaná ujednání</w:t>
      </w:r>
    </w:p>
    <w:p w:rsidR="00875CF9" w:rsidRDefault="00875CF9" w:rsidP="00875CF9">
      <w:pPr>
        <w:pStyle w:val="Textlnku"/>
      </w:pPr>
      <w:r w:rsidRPr="00E02056">
        <w:t>K ujednání, které se odchyluje od tohoto zákona v neprospěch spolku, se nepřihlíží.</w:t>
      </w:r>
    </w:p>
    <w:p w:rsidR="00875CF9" w:rsidRPr="00E02056" w:rsidRDefault="00875CF9" w:rsidP="00875CF9">
      <w:pPr>
        <w:pStyle w:val="Paragraf"/>
      </w:pPr>
      <w:r>
        <w:t>§ 8</w:t>
      </w:r>
    </w:p>
    <w:p w:rsidR="00247758" w:rsidRPr="00CB2112" w:rsidRDefault="00247758" w:rsidP="00A02ADE">
      <w:pPr>
        <w:pStyle w:val="Nadpisparagrafu"/>
      </w:pPr>
      <w:r w:rsidRPr="00CB2112">
        <w:t>Působnost orgánů veřejné správy při podpoře zahrádkářské činnosti</w:t>
      </w:r>
    </w:p>
    <w:p w:rsidR="0016438B" w:rsidRPr="00333DB4" w:rsidRDefault="00247758" w:rsidP="0016438B">
      <w:pPr>
        <w:pStyle w:val="Textodstavce"/>
        <w:numPr>
          <w:ilvl w:val="6"/>
          <w:numId w:val="26"/>
        </w:numPr>
      </w:pPr>
      <w:r w:rsidRPr="00CB2112">
        <w:t>Ministerstvo zemědělství v rámci své působnosti podporuje zahrádkářskou činnost</w:t>
      </w:r>
      <w:r w:rsidR="0016438B" w:rsidRPr="0016438B">
        <w:t xml:space="preserve"> </w:t>
      </w:r>
      <w:r w:rsidR="0016438B" w:rsidRPr="00333DB4">
        <w:t>a</w:t>
      </w:r>
      <w:r w:rsidR="00875CF9">
        <w:t> </w:t>
      </w:r>
      <w:r w:rsidR="0016438B" w:rsidRPr="00333DB4">
        <w:t>zastupuje zájmy zahrádkářských spolků při projednávání dotčené problematiky v rámci České republiky</w:t>
      </w:r>
      <w:r w:rsidR="0016438B">
        <w:t xml:space="preserve"> </w:t>
      </w:r>
      <w:r w:rsidR="0016438B" w:rsidRPr="00333DB4">
        <w:t xml:space="preserve">a Evropské unie. </w:t>
      </w:r>
    </w:p>
    <w:p w:rsidR="00247758" w:rsidRPr="00CB2112" w:rsidRDefault="00247758" w:rsidP="00A02ADE">
      <w:pPr>
        <w:pStyle w:val="Textodstavce"/>
      </w:pPr>
      <w:r w:rsidRPr="00CB2112">
        <w:t>Obec ve své samostatné působnosti přispívá k rozvoji zahrádkářské činnosti tím, že</w:t>
      </w:r>
    </w:p>
    <w:p w:rsidR="00247758" w:rsidRPr="00CB2112" w:rsidRDefault="00247758" w:rsidP="00A02ADE">
      <w:pPr>
        <w:pStyle w:val="Textpsmene"/>
      </w:pPr>
      <w:r w:rsidRPr="00CB2112">
        <w:t xml:space="preserve">vytváří předpoklady pro vznik, rozvoj a provozování zahrádkářské činnosti v rámci územního </w:t>
      </w:r>
      <w:r w:rsidRPr="00B24E17">
        <w:t>plánování</w:t>
      </w:r>
      <w:r w:rsidR="00AB7054">
        <w:rPr>
          <w:vertAlign w:val="superscript"/>
        </w:rPr>
        <w:t>2</w:t>
      </w:r>
      <w:r w:rsidR="00AB7054">
        <w:t>)</w:t>
      </w:r>
      <w:r w:rsidRPr="00CB2112">
        <w:t>,</w:t>
      </w:r>
      <w:r w:rsidR="0016438B">
        <w:t xml:space="preserve"> přitom může vymezit plochy k zahrádkářské činnosti v územně plánovací dokumentaci dle jiného právního předpisu</w:t>
      </w:r>
      <w:r w:rsidR="00AB7054">
        <w:rPr>
          <w:vertAlign w:val="superscript"/>
        </w:rPr>
        <w:t>5</w:t>
      </w:r>
      <w:r w:rsidR="00423314">
        <w:t>)</w:t>
      </w:r>
      <w:r w:rsidR="0016438B">
        <w:t>,</w:t>
      </w:r>
    </w:p>
    <w:p w:rsidR="00247758" w:rsidRPr="00CB2112" w:rsidRDefault="00247758" w:rsidP="00A02ADE">
      <w:pPr>
        <w:pStyle w:val="Textpsmene"/>
      </w:pPr>
      <w:r w:rsidRPr="00CB2112">
        <w:t>umožňuje v rozsahu a způsobem stanoveným jiným právním předpisem</w:t>
      </w:r>
      <w:r w:rsidR="00B24E17">
        <w:rPr>
          <w:rStyle w:val="Znakapoznpodarou"/>
        </w:rPr>
        <w:footnoteReference w:id="3"/>
      </w:r>
      <w:r w:rsidR="00B24E17">
        <w:t>)</w:t>
      </w:r>
      <w:r w:rsidRPr="00CB2112">
        <w:t xml:space="preserve"> přenechat spolku do užívání nebo požívání vhodný pozemek, a to i dočasně nevyužívaný, k zahrádkářské činnosti,  </w:t>
      </w:r>
    </w:p>
    <w:p w:rsidR="00247758" w:rsidRDefault="00247758" w:rsidP="00A02ADE">
      <w:pPr>
        <w:pStyle w:val="Textpsmene"/>
      </w:pPr>
      <w:r w:rsidRPr="00CB2112">
        <w:t>spolupracuje se spolky při plnění úkolů zejména v oblasti ochrany přírody</w:t>
      </w:r>
      <w:r w:rsidR="00B24E17">
        <w:rPr>
          <w:rStyle w:val="Znakapoznpodarou"/>
        </w:rPr>
        <w:footnoteReference w:id="4"/>
      </w:r>
      <w:r w:rsidR="003C68F4">
        <w:t>) a zmírn</w:t>
      </w:r>
      <w:r w:rsidRPr="00A02ADE">
        <w:rPr>
          <w:rStyle w:val="Znakapoznpodarou"/>
          <w:vertAlign w:val="baseline"/>
        </w:rPr>
        <w:t>ění</w:t>
      </w:r>
      <w:r w:rsidRPr="00CB2112">
        <w:rPr>
          <w:rStyle w:val="Znakapoznpodarou"/>
        </w:rPr>
        <w:t xml:space="preserve"> </w:t>
      </w:r>
      <w:r w:rsidRPr="00A02ADE">
        <w:rPr>
          <w:rStyle w:val="Znakapoznpodarou"/>
          <w:vertAlign w:val="baseline"/>
        </w:rPr>
        <w:t>klimatický</w:t>
      </w:r>
      <w:r w:rsidRPr="00A02ADE">
        <w:t>c</w:t>
      </w:r>
      <w:r w:rsidRPr="00A02ADE">
        <w:rPr>
          <w:rStyle w:val="Znakapoznpodarou"/>
          <w:vertAlign w:val="baseline"/>
        </w:rPr>
        <w:t>h změn</w:t>
      </w:r>
      <w:r w:rsidRPr="00A02ADE">
        <w:t>.</w:t>
      </w:r>
    </w:p>
    <w:p w:rsidR="004C2F66" w:rsidRPr="003330FA" w:rsidRDefault="004C2F66" w:rsidP="004C2F66">
      <w:pPr>
        <w:pStyle w:val="Textodstavce"/>
      </w:pPr>
      <w:r w:rsidRPr="003330FA">
        <w:t>Státní pozemkový úřad podporuje zahrádkářskou činnost zejména tím, že podle jiného právního předpisu</w:t>
      </w:r>
      <w:r w:rsidR="003C68F4">
        <w:rPr>
          <w:rStyle w:val="Znakapoznpodarou"/>
        </w:rPr>
        <w:footnoteReference w:id="5"/>
      </w:r>
      <w:r w:rsidR="003C68F4">
        <w:t>)</w:t>
      </w:r>
      <w:r w:rsidRPr="003330FA">
        <w:t xml:space="preserve"> přenechává spolku k už</w:t>
      </w:r>
      <w:r>
        <w:t>ívání nebo požívání pozemek pro </w:t>
      </w:r>
      <w:r w:rsidRPr="003330FA">
        <w:t>zahrádkářskou činnost.</w:t>
      </w:r>
    </w:p>
    <w:p w:rsidR="004C2F66" w:rsidRDefault="004C2F66" w:rsidP="007D7932">
      <w:pPr>
        <w:pStyle w:val="Textodstavce"/>
      </w:pPr>
      <w:r w:rsidRPr="003330FA">
        <w:t xml:space="preserve">Obec a Státní pozemkový úřad zohledňují při sjednávání výše </w:t>
      </w:r>
      <w:proofErr w:type="spellStart"/>
      <w:r w:rsidRPr="003330FA">
        <w:t>pachtovného</w:t>
      </w:r>
      <w:proofErr w:type="spellEnd"/>
      <w:r w:rsidRPr="003330FA">
        <w:t xml:space="preserve"> nebo nájemného veřejnou prospěšnost zahrádkářské činnosti.</w:t>
      </w:r>
    </w:p>
    <w:p w:rsidR="00247758" w:rsidRPr="00CB2112" w:rsidRDefault="00A02ADE" w:rsidP="00A02ADE">
      <w:pPr>
        <w:pStyle w:val="Paragraf"/>
        <w:rPr>
          <w:rFonts w:eastAsia="Calibri"/>
          <w:lang w:eastAsia="en-US"/>
        </w:rPr>
      </w:pPr>
      <w:r>
        <w:t xml:space="preserve">§ </w:t>
      </w:r>
      <w:r w:rsidR="0016438B">
        <w:t>9</w:t>
      </w:r>
    </w:p>
    <w:p w:rsidR="00247758" w:rsidRPr="00CB2112" w:rsidRDefault="00247758" w:rsidP="00A02ADE">
      <w:pPr>
        <w:pStyle w:val="Nadpisparagrafu"/>
      </w:pPr>
      <w:r w:rsidRPr="00CB2112">
        <w:t>Přechodn</w:t>
      </w:r>
      <w:r w:rsidR="00222C8C">
        <w:t>á</w:t>
      </w:r>
      <w:r w:rsidRPr="00CB2112">
        <w:t xml:space="preserve"> ustanovení</w:t>
      </w:r>
    </w:p>
    <w:p w:rsidR="00247758" w:rsidRDefault="0016438B" w:rsidP="0016438B">
      <w:pPr>
        <w:pStyle w:val="Textlnku"/>
        <w:spacing w:after="240"/>
      </w:pPr>
      <w:r>
        <w:t xml:space="preserve">1. </w:t>
      </w:r>
      <w:r w:rsidR="00247758" w:rsidRPr="00CB2112">
        <w:t>Zahrádkové a zahrádkářské osady zřízené před účinností tohoto zákona</w:t>
      </w:r>
      <w:r w:rsidR="00247758" w:rsidRPr="00CB2112">
        <w:rPr>
          <w:color w:val="0070C0"/>
        </w:rPr>
        <w:t xml:space="preserve"> </w:t>
      </w:r>
      <w:r w:rsidR="00247758" w:rsidRPr="00CB2112">
        <w:t>se považují za zahrádkářské osady podle tohoto zákona.</w:t>
      </w:r>
    </w:p>
    <w:p w:rsidR="0016438B" w:rsidRPr="003330FA" w:rsidRDefault="0016438B" w:rsidP="0016438B">
      <w:pPr>
        <w:pStyle w:val="Standard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30FA">
        <w:rPr>
          <w:rFonts w:ascii="Times New Roman" w:hAnsi="Times New Roman" w:cs="Times New Roman"/>
          <w:sz w:val="24"/>
          <w:szCs w:val="24"/>
        </w:rPr>
        <w:t xml:space="preserve">2. Ustanovení § </w:t>
      </w:r>
      <w:r w:rsidR="00222C8C">
        <w:rPr>
          <w:rFonts w:ascii="Times New Roman" w:hAnsi="Times New Roman" w:cs="Times New Roman"/>
          <w:sz w:val="24"/>
          <w:szCs w:val="24"/>
        </w:rPr>
        <w:t>6</w:t>
      </w:r>
      <w:r w:rsidRPr="003330FA">
        <w:rPr>
          <w:rFonts w:ascii="Times New Roman" w:hAnsi="Times New Roman" w:cs="Times New Roman"/>
          <w:sz w:val="24"/>
          <w:szCs w:val="24"/>
        </w:rPr>
        <w:t xml:space="preserve"> odst. 7 až 9 tohoto zákona se použije</w:t>
      </w:r>
      <w:r>
        <w:rPr>
          <w:rFonts w:ascii="Times New Roman" w:hAnsi="Times New Roman" w:cs="Times New Roman"/>
          <w:sz w:val="24"/>
          <w:szCs w:val="24"/>
        </w:rPr>
        <w:t xml:space="preserve"> i na nájem a pacht pozemku pro </w:t>
      </w:r>
      <w:r w:rsidRPr="003330FA">
        <w:rPr>
          <w:rFonts w:ascii="Times New Roman" w:hAnsi="Times New Roman" w:cs="Times New Roman"/>
          <w:sz w:val="24"/>
          <w:szCs w:val="24"/>
        </w:rPr>
        <w:t>zahrádkářskou činnost vzniklé přede dnem nabytí účinnosti tohoto zákona; vznik nájmu nebo pachtu, jakož i práva a povinnosti vzniklé přede dnem nabytí účinnosti tohoto zákona, se však posuzují podle dosavadních právních předpisů.</w:t>
      </w:r>
    </w:p>
    <w:p w:rsidR="00247758" w:rsidRPr="00CB2112" w:rsidRDefault="00A02ADE" w:rsidP="00A02ADE">
      <w:pPr>
        <w:pStyle w:val="Paragraf"/>
        <w:rPr>
          <w:szCs w:val="24"/>
        </w:rPr>
      </w:pPr>
      <w:r>
        <w:lastRenderedPageBreak/>
        <w:t xml:space="preserve">§ </w:t>
      </w:r>
      <w:r w:rsidR="0016438B">
        <w:t>10</w:t>
      </w:r>
    </w:p>
    <w:p w:rsidR="00247758" w:rsidRPr="00CB2112" w:rsidRDefault="00247758" w:rsidP="00A02ADE">
      <w:pPr>
        <w:pStyle w:val="Nadpisparagrafu"/>
      </w:pPr>
      <w:r w:rsidRPr="00CB2112">
        <w:t>Účinnost</w:t>
      </w:r>
    </w:p>
    <w:p w:rsidR="00247758" w:rsidRDefault="00247758" w:rsidP="00A02ADE">
      <w:pPr>
        <w:pStyle w:val="Textlnku"/>
      </w:pPr>
      <w:r w:rsidRPr="00CB2112">
        <w:t>Tento zákon nabývá účinnosti prvním dnem šestého kalendářního měsíce následujícího po</w:t>
      </w:r>
      <w:r w:rsidR="00310FAE">
        <w:t> </w:t>
      </w:r>
      <w:r w:rsidRPr="00CB2112">
        <w:t>jeho vyhlášení.</w:t>
      </w:r>
    </w:p>
    <w:sectPr w:rsidR="00247758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758" w:rsidRDefault="00247758">
      <w:r>
        <w:separator/>
      </w:r>
    </w:p>
  </w:endnote>
  <w:endnote w:type="continuationSeparator" w:id="0">
    <w:p w:rsidR="00247758" w:rsidRDefault="0024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758" w:rsidRDefault="00247758">
      <w:r>
        <w:separator/>
      </w:r>
    </w:p>
  </w:footnote>
  <w:footnote w:type="continuationSeparator" w:id="0">
    <w:p w:rsidR="00247758" w:rsidRDefault="00247758">
      <w:r>
        <w:continuationSeparator/>
      </w:r>
    </w:p>
  </w:footnote>
  <w:footnote w:id="1">
    <w:p w:rsidR="004E6F9A" w:rsidRPr="003C68F4" w:rsidRDefault="004E6F9A">
      <w:pPr>
        <w:pStyle w:val="Textpoznpodarou"/>
      </w:pPr>
      <w:r w:rsidRPr="003C68F4">
        <w:rPr>
          <w:rStyle w:val="Znakapoznpodarou"/>
        </w:rPr>
        <w:footnoteRef/>
      </w:r>
      <w:r w:rsidRPr="003C68F4">
        <w:t>)</w:t>
      </w:r>
      <w:r w:rsidRPr="003C68F4">
        <w:tab/>
        <w:t xml:space="preserve">§ 214 a násl. zákona č. 89/2012 Sb., občanský zákoník. </w:t>
      </w:r>
    </w:p>
  </w:footnote>
  <w:footnote w:id="2">
    <w:p w:rsidR="004E6F9A" w:rsidRPr="003C68F4" w:rsidRDefault="004E6F9A">
      <w:pPr>
        <w:pStyle w:val="Textpoznpodarou"/>
      </w:pPr>
      <w:r w:rsidRPr="003C68F4">
        <w:rPr>
          <w:rStyle w:val="Znakapoznpodarou"/>
        </w:rPr>
        <w:footnoteRef/>
      </w:r>
      <w:r w:rsidRPr="003C68F4">
        <w:t>)</w:t>
      </w:r>
      <w:r w:rsidRPr="003C68F4">
        <w:tab/>
        <w:t>Zákon č. 183/2006 Sb., o územním plánování a stavebním řádu (stavební zákon), ve znění pozdějších předpisů.</w:t>
      </w:r>
    </w:p>
  </w:footnote>
  <w:footnote w:id="3">
    <w:p w:rsidR="00B24E17" w:rsidRPr="003C68F4" w:rsidRDefault="00B24E17">
      <w:pPr>
        <w:pStyle w:val="Textpoznpodarou"/>
      </w:pPr>
      <w:r w:rsidRPr="003C68F4">
        <w:rPr>
          <w:rStyle w:val="Znakapoznpodarou"/>
        </w:rPr>
        <w:footnoteRef/>
      </w:r>
      <w:r w:rsidR="003C68F4" w:rsidRPr="003C68F4">
        <w:t>)</w:t>
      </w:r>
      <w:r w:rsidR="003C68F4" w:rsidRPr="003C68F4">
        <w:tab/>
      </w:r>
      <w:r w:rsidRPr="003C68F4">
        <w:rPr>
          <w:bCs/>
        </w:rPr>
        <w:t>Zákon č. 128/2000 Sb., o obcích (obecní zřízení), ve znění pozdějších předpisů, zákon č. 131/2000 Sb., o</w:t>
      </w:r>
      <w:r w:rsidR="00310FAE">
        <w:rPr>
          <w:bCs/>
        </w:rPr>
        <w:t> </w:t>
      </w:r>
      <w:r w:rsidRPr="003C68F4">
        <w:rPr>
          <w:bCs/>
        </w:rPr>
        <w:t>hlavním městě Praze, ve znění pozdějších předpisů</w:t>
      </w:r>
      <w:r w:rsidR="00875CF9">
        <w:rPr>
          <w:bCs/>
        </w:rPr>
        <w:t>.</w:t>
      </w:r>
    </w:p>
  </w:footnote>
  <w:footnote w:id="4">
    <w:p w:rsidR="00B24E17" w:rsidRPr="003C68F4" w:rsidRDefault="00B24E17">
      <w:pPr>
        <w:pStyle w:val="Textpoznpodarou"/>
      </w:pPr>
      <w:r w:rsidRPr="003C68F4">
        <w:rPr>
          <w:rStyle w:val="Znakapoznpodarou"/>
        </w:rPr>
        <w:footnoteRef/>
      </w:r>
      <w:r w:rsidR="003C68F4" w:rsidRPr="003C68F4">
        <w:t>)</w:t>
      </w:r>
      <w:r w:rsidR="003C68F4" w:rsidRPr="003C68F4">
        <w:tab/>
      </w:r>
      <w:bookmarkStart w:id="0" w:name="_GoBack"/>
      <w:bookmarkEnd w:id="0"/>
      <w:r w:rsidRPr="003C68F4">
        <w:t>§ 2 zákona č. 114/1992 Sb., o ochraně přírody a krajiny, ve znění pozdějších předpisů.</w:t>
      </w:r>
    </w:p>
  </w:footnote>
  <w:footnote w:id="5">
    <w:p w:rsidR="003C68F4" w:rsidRPr="003C68F4" w:rsidRDefault="003C68F4">
      <w:pPr>
        <w:pStyle w:val="Textpoznpodarou"/>
      </w:pPr>
      <w:r w:rsidRPr="003C68F4">
        <w:rPr>
          <w:rStyle w:val="Znakapoznpodarou"/>
        </w:rPr>
        <w:footnoteRef/>
      </w:r>
      <w:r w:rsidRPr="003C68F4">
        <w:t>)</w:t>
      </w:r>
      <w:r w:rsidRPr="003C68F4">
        <w:tab/>
      </w:r>
      <w:r w:rsidRPr="003C68F4">
        <w:rPr>
          <w:bCs/>
        </w:rPr>
        <w:t>Zákon č. 503/2012 Sb., o Státním pozemkovém úřadu a o změně některých souvisejících zákonů, ve znění pozdějších předpisů</w:t>
      </w:r>
      <w:r w:rsidR="00875CF9">
        <w:rPr>
          <w:b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FC8" w:rsidRDefault="0024775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A2FC8" w:rsidRDefault="006A2F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FC8" w:rsidRDefault="0024775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10FAE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6A2FC8" w:rsidRDefault="006A2F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20" w15:restartNumberingAfterBreak="0">
    <w:nsid w:val="76F32B47"/>
    <w:multiLevelType w:val="hybridMultilevel"/>
    <w:tmpl w:val="CF964B3A"/>
    <w:lvl w:ilvl="0" w:tplc="4C5E1C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7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19"/>
  </w:num>
  <w:num w:numId="11">
    <w:abstractNumId w:val="10"/>
  </w:num>
  <w:num w:numId="12">
    <w:abstractNumId w:val="16"/>
  </w:num>
  <w:num w:numId="13">
    <w:abstractNumId w:val="9"/>
  </w:num>
  <w:num w:numId="14">
    <w:abstractNumId w:val="15"/>
  </w:num>
  <w:num w:numId="15">
    <w:abstractNumId w:val="4"/>
  </w:num>
  <w:num w:numId="16">
    <w:abstractNumId w:val="12"/>
  </w:num>
  <w:num w:numId="17">
    <w:abstractNumId w:val="18"/>
  </w:num>
  <w:num w:numId="18">
    <w:abstractNumId w:val="13"/>
  </w:num>
  <w:num w:numId="19">
    <w:abstractNumId w:val="11"/>
  </w:num>
  <w:num w:numId="20">
    <w:abstractNumId w:val="13"/>
    <w:lvlOverride w:ilvl="0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247758"/>
    <w:rsid w:val="0016438B"/>
    <w:rsid w:val="00222C8C"/>
    <w:rsid w:val="00247758"/>
    <w:rsid w:val="002E5CFE"/>
    <w:rsid w:val="002E61C6"/>
    <w:rsid w:val="00310FAE"/>
    <w:rsid w:val="003C68F4"/>
    <w:rsid w:val="00423314"/>
    <w:rsid w:val="004C2F66"/>
    <w:rsid w:val="004E6F9A"/>
    <w:rsid w:val="005A3628"/>
    <w:rsid w:val="006A2FC8"/>
    <w:rsid w:val="00800D05"/>
    <w:rsid w:val="00875CF9"/>
    <w:rsid w:val="00A02ADE"/>
    <w:rsid w:val="00AB7054"/>
    <w:rsid w:val="00B24E17"/>
    <w:rsid w:val="00B274E3"/>
    <w:rsid w:val="00B750C6"/>
    <w:rsid w:val="00BA0186"/>
    <w:rsid w:val="00DC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AC1F0E"/>
  <w15:chartTrackingRefBased/>
  <w15:docId w15:val="{AB2D0959-E060-48A8-9418-36587C760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0D05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800D0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800D05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800D05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800D05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800D05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800D05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800D05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800D05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800D05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800D05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800D05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800D05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800D05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800D05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800D05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800D05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800D05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800D05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800D05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800D05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800D05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800D05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800D05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800D05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800D05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800D05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800D05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800D05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247758"/>
    <w:pPr>
      <w:spacing w:after="160" w:line="25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Textodstavce">
    <w:name w:val="Text odstavce"/>
    <w:basedOn w:val="Normln"/>
    <w:rsid w:val="00800D05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800D05"/>
    <w:pPr>
      <w:ind w:left="567" w:hanging="567"/>
    </w:pPr>
  </w:style>
  <w:style w:type="character" w:styleId="slostrnky">
    <w:name w:val="page number"/>
    <w:basedOn w:val="Standardnpsmoodstavce"/>
    <w:semiHidden/>
    <w:rsid w:val="00800D05"/>
  </w:style>
  <w:style w:type="paragraph" w:styleId="Zpat">
    <w:name w:val="footer"/>
    <w:basedOn w:val="Normln"/>
    <w:semiHidden/>
    <w:rsid w:val="00800D05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semiHidden/>
    <w:rsid w:val="00800D05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800D05"/>
    <w:rPr>
      <w:vertAlign w:val="superscript"/>
    </w:rPr>
  </w:style>
  <w:style w:type="paragraph" w:styleId="Titulek">
    <w:name w:val="caption"/>
    <w:basedOn w:val="Normln"/>
    <w:next w:val="Normln"/>
    <w:qFormat/>
    <w:rsid w:val="00800D05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800D05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800D05"/>
    <w:pPr>
      <w:keepNext/>
      <w:keepLines/>
      <w:spacing w:before="720"/>
      <w:jc w:val="center"/>
    </w:pPr>
  </w:style>
  <w:style w:type="paragraph" w:styleId="Bezmezer">
    <w:name w:val="No Spacing"/>
    <w:qFormat/>
    <w:rsid w:val="00247758"/>
    <w:rPr>
      <w:rFonts w:ascii="Calibri" w:eastAsia="Calibri" w:hAnsi="Calibri"/>
      <w:sz w:val="22"/>
      <w:szCs w:val="22"/>
      <w:lang w:eastAsia="en-US"/>
    </w:rPr>
  </w:style>
  <w:style w:type="paragraph" w:customStyle="1" w:styleId="VARIANTA">
    <w:name w:val="VARIANTA"/>
    <w:basedOn w:val="Normln"/>
    <w:next w:val="Normln"/>
    <w:rsid w:val="00800D05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800D05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800D05"/>
    <w:rPr>
      <w:b/>
    </w:rPr>
  </w:style>
  <w:style w:type="paragraph" w:customStyle="1" w:styleId="Nadpislnku">
    <w:name w:val="Nadpis článku"/>
    <w:basedOn w:val="lnek"/>
    <w:next w:val="Textodstavce"/>
    <w:rsid w:val="00800D05"/>
    <w:rPr>
      <w:b/>
    </w:rPr>
  </w:style>
  <w:style w:type="character" w:customStyle="1" w:styleId="TextpoznpodarouChar">
    <w:name w:val="Text pozn. pod čarou Char"/>
    <w:link w:val="Textpoznpodarou"/>
    <w:semiHidden/>
    <w:rsid w:val="00247758"/>
  </w:style>
  <w:style w:type="paragraph" w:styleId="Zkladntext2">
    <w:name w:val="Body Text 2"/>
    <w:basedOn w:val="Normln"/>
    <w:link w:val="Zkladntext2Char"/>
    <w:uiPriority w:val="99"/>
    <w:unhideWhenUsed/>
    <w:rsid w:val="00247758"/>
    <w:rPr>
      <w:rFonts w:ascii="Arial" w:hAnsi="Arial" w:cs="Arial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247758"/>
    <w:rPr>
      <w:rFonts w:ascii="Arial" w:hAnsi="Arial" w:cs="Arial"/>
      <w:sz w:val="22"/>
      <w:szCs w:val="22"/>
    </w:rPr>
  </w:style>
  <w:style w:type="paragraph" w:customStyle="1" w:styleId="Standard">
    <w:name w:val="Standard"/>
    <w:rsid w:val="002E5CFE"/>
    <w:pPr>
      <w:suppressAutoHyphens/>
      <w:autoSpaceDN w:val="0"/>
      <w:textAlignment w:val="baseline"/>
    </w:pPr>
    <w:rPr>
      <w:rFonts w:ascii="Arial" w:eastAsia="Calibri" w:hAnsi="Arial" w:cs="Arial"/>
      <w:kern w:val="3"/>
      <w:sz w:val="22"/>
      <w:szCs w:val="22"/>
      <w:lang w:eastAsia="zh-CN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E6F9A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E6F9A"/>
  </w:style>
  <w:style w:type="character" w:styleId="Odkaznavysvtlivky">
    <w:name w:val="endnote reference"/>
    <w:basedOn w:val="Standardnpsmoodstavce"/>
    <w:uiPriority w:val="99"/>
    <w:semiHidden/>
    <w:unhideWhenUsed/>
    <w:rsid w:val="004E6F9A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0F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0F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FDC83-D65C-49BA-BAB4-9929FE9E5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114</TotalTime>
  <Pages>4</Pages>
  <Words>877</Words>
  <Characters>5253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13</cp:revision>
  <cp:lastPrinted>2021-02-03T14:11:00Z</cp:lastPrinted>
  <dcterms:created xsi:type="dcterms:W3CDTF">2021-01-21T10:46:00Z</dcterms:created>
  <dcterms:modified xsi:type="dcterms:W3CDTF">2021-02-03T14:11:00Z</dcterms:modified>
  <cp:category/>
</cp:coreProperties>
</file>