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101" w:rsidRDefault="001A3101" w:rsidP="001A3101">
      <w:pPr>
        <w:pStyle w:val="ZKON"/>
      </w:pPr>
      <w:r>
        <w:t>ZÁKON</w:t>
      </w:r>
    </w:p>
    <w:p w:rsidR="00E82DBF" w:rsidRPr="006879DB" w:rsidRDefault="001A3101" w:rsidP="001A3101">
      <w:pPr>
        <w:pStyle w:val="nadpiszkona"/>
        <w:rPr>
          <w:b w:val="0"/>
        </w:rPr>
      </w:pPr>
      <w:r w:rsidRPr="006879DB">
        <w:rPr>
          <w:b w:val="0"/>
        </w:rPr>
        <w:t>ze dne ………</w:t>
      </w:r>
      <w:r w:rsidR="00E82DBF" w:rsidRPr="006879DB">
        <w:rPr>
          <w:b w:val="0"/>
        </w:rPr>
        <w:t>… 202</w:t>
      </w:r>
      <w:r w:rsidR="001D5CED">
        <w:rPr>
          <w:b w:val="0"/>
        </w:rPr>
        <w:t>1</w:t>
      </w:r>
      <w:r w:rsidR="00E82DBF" w:rsidRPr="006879DB">
        <w:rPr>
          <w:b w:val="0"/>
        </w:rPr>
        <w:t>,</w:t>
      </w:r>
    </w:p>
    <w:p w:rsidR="00E82DBF" w:rsidRPr="00E275DB" w:rsidRDefault="00E82DBF" w:rsidP="001A3101">
      <w:pPr>
        <w:pStyle w:val="nadpiszkona"/>
      </w:pPr>
      <w:r w:rsidRPr="00E275DB">
        <w:t>kterým se mění zákon č. 505/1990 Sb., o metrologii, ve znění pozdějších předpisů</w:t>
      </w:r>
    </w:p>
    <w:p w:rsidR="00E82DBF" w:rsidRDefault="001A3101" w:rsidP="001A3101">
      <w:pPr>
        <w:pStyle w:val="Parlament"/>
      </w:pPr>
      <w:r>
        <w:t>Parlament se usnesl na tomto zákoně České republiky:</w:t>
      </w:r>
    </w:p>
    <w:p w:rsidR="00E82DBF" w:rsidRDefault="001A3101" w:rsidP="001A3101">
      <w:pPr>
        <w:pStyle w:val="lnek"/>
      </w:pPr>
      <w:r>
        <w:t xml:space="preserve">Čl. </w:t>
      </w:r>
      <w:r w:rsidR="00E82DBF">
        <w:t>I</w:t>
      </w:r>
    </w:p>
    <w:p w:rsidR="00E82DBF" w:rsidRDefault="00E82DBF" w:rsidP="001A3101">
      <w:pPr>
        <w:pStyle w:val="Textlnku"/>
      </w:pPr>
      <w:r>
        <w:t>Zákon č. 505/1990 Sb., o metrologii, ve znění</w:t>
      </w:r>
      <w:r w:rsidRPr="00B412F0">
        <w:t xml:space="preserve"> zákona č. </w:t>
      </w:r>
      <w:r w:rsidR="00E94C36">
        <w:t xml:space="preserve">4/1993 Sb., zákona č. </w:t>
      </w:r>
      <w:r w:rsidRPr="00B412F0">
        <w:t>119/2000 Sb.</w:t>
      </w:r>
      <w:r>
        <w:t xml:space="preserve">, </w:t>
      </w:r>
      <w:r w:rsidRPr="00346B10">
        <w:t>zákona č. 13/2002 Sb., zákona č. 137/2002 Sb., zákona č. 226/2003 Sb., zákona č. 444/2005 Sb., zákona č.</w:t>
      </w:r>
      <w:r>
        <w:t> </w:t>
      </w:r>
      <w:r w:rsidRPr="00346B10">
        <w:t>481/2008 Sb., zákona č. 223/2009 Sb., zákona č. 155/2010 Sb., zákona č.</w:t>
      </w:r>
      <w:r w:rsidR="00E94C36">
        <w:t> </w:t>
      </w:r>
      <w:bookmarkStart w:id="0" w:name="_GoBack"/>
      <w:bookmarkEnd w:id="0"/>
      <w:r w:rsidRPr="00346B10">
        <w:t>18/2012 Sb., zákona č. 85/2015 Sb., zákona č. 264/2016 Sb. a zákona č. 183/2017 Sb.</w:t>
      </w:r>
      <w:r w:rsidRPr="00B412F0">
        <w:t>, se mění takto:</w:t>
      </w:r>
    </w:p>
    <w:p w:rsidR="00E82DBF" w:rsidRDefault="00E82DBF" w:rsidP="001A3101">
      <w:pPr>
        <w:pStyle w:val="Novelizanbod"/>
      </w:pPr>
      <w:proofErr w:type="gramStart"/>
      <w:r w:rsidRPr="004E217E">
        <w:t>V § 2 odstavec</w:t>
      </w:r>
      <w:proofErr w:type="gramEnd"/>
      <w:r w:rsidRPr="004E217E">
        <w:t xml:space="preserve"> 2</w:t>
      </w:r>
      <w:r>
        <w:t xml:space="preserve"> včetně poznámky pod čarou č. 7</w:t>
      </w:r>
      <w:r w:rsidRPr="004E217E">
        <w:t xml:space="preserve"> zní:</w:t>
      </w:r>
    </w:p>
    <w:p w:rsidR="00E82DBF" w:rsidRPr="00F61F81" w:rsidRDefault="00E82DBF" w:rsidP="001A3101">
      <w:pPr>
        <w:pStyle w:val="Textlnku"/>
      </w:pPr>
      <w:r w:rsidRPr="00520507">
        <w:t>„</w:t>
      </w:r>
      <w:r w:rsidRPr="0029082C">
        <w:t xml:space="preserve">(2) </w:t>
      </w:r>
      <w:r w:rsidRPr="00F61F81">
        <w:t>Základními měř</w:t>
      </w:r>
      <w:r>
        <w:t>i</w:t>
      </w:r>
      <w:r w:rsidRPr="00F61F81">
        <w:t>cími jednotkami</w:t>
      </w:r>
      <w:r w:rsidRPr="00C37E3B">
        <w:rPr>
          <w:vertAlign w:val="superscript"/>
        </w:rPr>
        <w:t>7)</w:t>
      </w:r>
      <w:r w:rsidRPr="00F61F81">
        <w:t xml:space="preserve"> jsou</w:t>
      </w:r>
    </w:p>
    <w:p w:rsidR="00E82DBF" w:rsidRPr="00F61F81" w:rsidRDefault="00E82DBF" w:rsidP="001A3101">
      <w:pPr>
        <w:pStyle w:val="Textpsmene"/>
      </w:pPr>
      <w:r w:rsidRPr="00F61F81">
        <w:t>jednotka času - sekunda (s</w:t>
      </w:r>
      <w:r>
        <w:t>)</w:t>
      </w:r>
      <w:r w:rsidRPr="00520507">
        <w:t>,</w:t>
      </w:r>
    </w:p>
    <w:p w:rsidR="00E82DBF" w:rsidRPr="00F61F81" w:rsidRDefault="00E82DBF" w:rsidP="001A3101">
      <w:pPr>
        <w:pStyle w:val="Textpsmene"/>
      </w:pPr>
      <w:r w:rsidRPr="00F61F81">
        <w:t>jednotka délky - metr (m)</w:t>
      </w:r>
      <w:r w:rsidRPr="00520507">
        <w:t>,</w:t>
      </w:r>
    </w:p>
    <w:p w:rsidR="00E82DBF" w:rsidRPr="00F61F81" w:rsidRDefault="00E82DBF" w:rsidP="001A3101">
      <w:pPr>
        <w:pStyle w:val="Textpsmene"/>
      </w:pPr>
      <w:r w:rsidRPr="00F61F81">
        <w:t>jednotka hmotnosti - kilogram (kg)</w:t>
      </w:r>
      <w:r w:rsidRPr="00520507">
        <w:t>,</w:t>
      </w:r>
    </w:p>
    <w:p w:rsidR="00E82DBF" w:rsidRPr="00F61F81" w:rsidRDefault="00E82DBF" w:rsidP="001A3101">
      <w:pPr>
        <w:pStyle w:val="Textpsmene"/>
      </w:pPr>
      <w:r w:rsidRPr="00F61F81">
        <w:t>jednotka elektrického proudu - ampér (A)</w:t>
      </w:r>
      <w:r w:rsidRPr="00520507">
        <w:t>,</w:t>
      </w:r>
    </w:p>
    <w:p w:rsidR="00E82DBF" w:rsidRPr="00F61F81" w:rsidRDefault="00E82DBF" w:rsidP="001A3101">
      <w:pPr>
        <w:pStyle w:val="Textpsmene"/>
      </w:pPr>
      <w:r w:rsidRPr="00F61F81">
        <w:t>jednotka termodynamické teploty - kelvin (K)</w:t>
      </w:r>
      <w:r w:rsidRPr="00520507">
        <w:t>,</w:t>
      </w:r>
    </w:p>
    <w:p w:rsidR="00E82DBF" w:rsidRPr="00F61F81" w:rsidRDefault="00E82DBF" w:rsidP="001A3101">
      <w:pPr>
        <w:pStyle w:val="Textpsmene"/>
      </w:pPr>
      <w:r w:rsidRPr="00F61F81">
        <w:t>jednotka látkového množství - mol (mol)</w:t>
      </w:r>
      <w:r w:rsidRPr="00520507">
        <w:t>,</w:t>
      </w:r>
    </w:p>
    <w:p w:rsidR="00E82DBF" w:rsidRDefault="00E82DBF" w:rsidP="001A3101">
      <w:pPr>
        <w:pStyle w:val="Textpsmene"/>
      </w:pPr>
      <w:r w:rsidRPr="00F61F81">
        <w:t>jedno</w:t>
      </w:r>
      <w:r>
        <w:t>tka svítivosti - kandela (cd)</w:t>
      </w:r>
      <w:r w:rsidRPr="00520507">
        <w:t>.</w:t>
      </w:r>
    </w:p>
    <w:p w:rsidR="00E82DBF" w:rsidRDefault="00E82DBF" w:rsidP="00E82DBF">
      <w:r>
        <w:rPr>
          <w:rFonts w:ascii="Arial" w:hAnsi="Arial" w:cs="Arial"/>
          <w:sz w:val="16"/>
          <w:szCs w:val="16"/>
        </w:rPr>
        <w:t>____________________</w:t>
      </w:r>
    </w:p>
    <w:p w:rsidR="00E82DBF" w:rsidRPr="00C37E3B" w:rsidRDefault="00E82DBF" w:rsidP="00E82DBF">
      <w:pPr>
        <w:rPr>
          <w:szCs w:val="24"/>
        </w:rPr>
      </w:pPr>
      <w:r w:rsidRPr="00C37E3B">
        <w:rPr>
          <w:szCs w:val="24"/>
          <w:vertAlign w:val="superscript"/>
        </w:rPr>
        <w:t>7)</w:t>
      </w:r>
      <w:r w:rsidRPr="00C37E3B">
        <w:rPr>
          <w:szCs w:val="24"/>
        </w:rPr>
        <w:t xml:space="preserve"> Směrnice Komise (EU) 2019/1258 ze dne 23. července 2019, kterou se přizpůsobuje technickému pokroku příloha směrnice Rady 80/181/EHS, pokud jde o definice základních jednotek </w:t>
      </w:r>
      <w:proofErr w:type="gramStart"/>
      <w:r w:rsidRPr="00C37E3B">
        <w:rPr>
          <w:szCs w:val="24"/>
        </w:rPr>
        <w:t>SI</w:t>
      </w:r>
      <w:proofErr w:type="gramEnd"/>
      <w:r w:rsidRPr="00C37E3B">
        <w:rPr>
          <w:szCs w:val="24"/>
        </w:rPr>
        <w:t>.“</w:t>
      </w:r>
      <w:r>
        <w:rPr>
          <w:szCs w:val="24"/>
        </w:rPr>
        <w:t>.</w:t>
      </w:r>
    </w:p>
    <w:p w:rsidR="00E82DBF" w:rsidRPr="004E217E" w:rsidRDefault="00E82DBF" w:rsidP="001A3101">
      <w:pPr>
        <w:pStyle w:val="Novelizanbod"/>
      </w:pPr>
      <w:r>
        <w:t>V § 2 se doplňuje odstavec 3, který zní:</w:t>
      </w:r>
    </w:p>
    <w:p w:rsidR="00E82DBF" w:rsidRDefault="00E82DBF" w:rsidP="001A3101">
      <w:pPr>
        <w:pStyle w:val="Textlnku"/>
      </w:pPr>
      <w:r w:rsidRPr="00520507">
        <w:t>„</w:t>
      </w:r>
      <w:r w:rsidRPr="0029082C">
        <w:t>(3)</w:t>
      </w:r>
      <w:r w:rsidR="001A3101">
        <w:t xml:space="preserve"> </w:t>
      </w:r>
      <w:r>
        <w:t>Základní měřicí jednotky</w:t>
      </w:r>
      <w:r w:rsidRPr="002A49F1">
        <w:rPr>
          <w:vertAlign w:val="superscript"/>
        </w:rPr>
        <w:t>7)</w:t>
      </w:r>
      <w:r>
        <w:t xml:space="preserve"> jsou definovány takto</w:t>
      </w:r>
      <w:r w:rsidRPr="0029082C">
        <w:t>:</w:t>
      </w:r>
    </w:p>
    <w:p w:rsidR="00E82DBF" w:rsidRPr="00F61F81" w:rsidRDefault="00E82DBF" w:rsidP="001A3101">
      <w:pPr>
        <w:pStyle w:val="Textpsmene"/>
        <w:numPr>
          <w:ilvl w:val="7"/>
          <w:numId w:val="24"/>
        </w:numPr>
      </w:pPr>
      <w:r w:rsidRPr="00F61F81">
        <w:t xml:space="preserve">sekunda je definována stanovením pevné číselné hodnoty frekvence </w:t>
      </w:r>
      <w:proofErr w:type="spellStart"/>
      <w:r w:rsidRPr="005A1778">
        <w:t>Δν</w:t>
      </w:r>
      <w:r w:rsidRPr="001A3101">
        <w:rPr>
          <w:sz w:val="20"/>
          <w:vertAlign w:val="subscript"/>
        </w:rPr>
        <w:t>Cs</w:t>
      </w:r>
      <w:proofErr w:type="spellEnd"/>
      <w:r w:rsidRPr="00F61F81">
        <w:t xml:space="preserve">, přechodu </w:t>
      </w:r>
      <w:proofErr w:type="gramStart"/>
      <w:r w:rsidRPr="00F61F81">
        <w:t>mezi</w:t>
      </w:r>
      <w:proofErr w:type="gramEnd"/>
      <w:r w:rsidRPr="00F61F81">
        <w:t xml:space="preserve"> dvěma hladinami velmi jemné struktury základního stavu atomu cesia 133 nacházejícího se v klidovém stavu, která je rovna 9 192 631 770, je-li vyjádřena v jednotce Hz, </w:t>
      </w:r>
      <w:r w:rsidRPr="00520507">
        <w:t xml:space="preserve">která </w:t>
      </w:r>
      <w:r w:rsidRPr="00F61F81">
        <w:t xml:space="preserve">je </w:t>
      </w:r>
      <w:proofErr w:type="gramStart"/>
      <w:r w:rsidRPr="00F61F81">
        <w:t>rovna s</w:t>
      </w:r>
      <w:r w:rsidRPr="001A3101">
        <w:rPr>
          <w:vertAlign w:val="superscript"/>
        </w:rPr>
        <w:t>–1</w:t>
      </w:r>
      <w:r w:rsidRPr="00520507">
        <w:t>;</w:t>
      </w:r>
      <w:proofErr w:type="gramEnd"/>
    </w:p>
    <w:p w:rsidR="00E82DBF" w:rsidRPr="00F61F81" w:rsidRDefault="00E82DBF" w:rsidP="001A3101">
      <w:pPr>
        <w:pStyle w:val="Textpsmene"/>
        <w:numPr>
          <w:ilvl w:val="7"/>
          <w:numId w:val="24"/>
        </w:numPr>
      </w:pPr>
      <w:r w:rsidRPr="00F61F81">
        <w:t xml:space="preserve">metr je definován stanovením pevné číselné hodnoty rychlosti světla ve vakuu </w:t>
      </w:r>
      <w:r w:rsidRPr="001A3101">
        <w:rPr>
          <w:i/>
        </w:rPr>
        <w:t>c</w:t>
      </w:r>
      <w:r w:rsidRPr="00F61F81">
        <w:t xml:space="preserve">, která je rovna 299 792 458, je-li vyjádřena v jednotce m/s, kde sekunda je definována prostřednictvím </w:t>
      </w:r>
      <w:proofErr w:type="spellStart"/>
      <w:r w:rsidRPr="005A1778">
        <w:t>Δν</w:t>
      </w:r>
      <w:r w:rsidRPr="001A3101">
        <w:rPr>
          <w:sz w:val="20"/>
          <w:vertAlign w:val="subscript"/>
        </w:rPr>
        <w:t>Cs</w:t>
      </w:r>
      <w:proofErr w:type="spellEnd"/>
      <w:r w:rsidRPr="00520507">
        <w:t>;</w:t>
      </w:r>
    </w:p>
    <w:p w:rsidR="00E82DBF" w:rsidRPr="00F61F81" w:rsidRDefault="00E82DBF" w:rsidP="001A3101">
      <w:pPr>
        <w:pStyle w:val="Textpsmene"/>
        <w:numPr>
          <w:ilvl w:val="7"/>
          <w:numId w:val="24"/>
        </w:numPr>
      </w:pPr>
      <w:r w:rsidRPr="00F61F81">
        <w:t xml:space="preserve">kilogram je definován stanovením pevné číselné hodnoty Planckovy konstanty </w:t>
      </w:r>
      <w:r w:rsidRPr="001A3101">
        <w:rPr>
          <w:i/>
        </w:rPr>
        <w:t>h</w:t>
      </w:r>
      <w:r w:rsidRPr="00F61F81">
        <w:t>, která je rovna 6,626 070 15 × 10</w:t>
      </w:r>
      <w:r w:rsidRPr="001A3101">
        <w:rPr>
          <w:vertAlign w:val="superscript"/>
        </w:rPr>
        <w:t>–34</w:t>
      </w:r>
      <w:r w:rsidRPr="00F61F81">
        <w:t xml:space="preserve">, je-li vyjádřena v jednotce J s, </w:t>
      </w:r>
      <w:r w:rsidRPr="00520507">
        <w:t xml:space="preserve">která </w:t>
      </w:r>
      <w:r w:rsidRPr="00F61F81">
        <w:t xml:space="preserve">je rovna kg </w:t>
      </w:r>
      <w:proofErr w:type="gramStart"/>
      <w:r w:rsidRPr="00F61F81">
        <w:t>m</w:t>
      </w:r>
      <w:r w:rsidRPr="001A3101">
        <w:rPr>
          <w:vertAlign w:val="superscript"/>
        </w:rPr>
        <w:t>2</w:t>
      </w:r>
      <w:r w:rsidRPr="00F61F81">
        <w:t xml:space="preserve"> s</w:t>
      </w:r>
      <w:r w:rsidRPr="001A3101">
        <w:rPr>
          <w:vertAlign w:val="superscript"/>
        </w:rPr>
        <w:t>–1</w:t>
      </w:r>
      <w:r w:rsidRPr="00F61F81">
        <w:t>, kde</w:t>
      </w:r>
      <w:proofErr w:type="gramEnd"/>
      <w:r w:rsidRPr="00F61F81">
        <w:t xml:space="preserve"> metr a sekunda jsou definovány prostřednictvím </w:t>
      </w:r>
      <w:r w:rsidRPr="001A3101">
        <w:rPr>
          <w:i/>
        </w:rPr>
        <w:t>c</w:t>
      </w:r>
      <w:r w:rsidRPr="00F61F81">
        <w:t xml:space="preserve"> a </w:t>
      </w:r>
      <w:proofErr w:type="spellStart"/>
      <w:r w:rsidRPr="00EF0E6F">
        <w:t>Δν</w:t>
      </w:r>
      <w:r w:rsidRPr="001A3101">
        <w:rPr>
          <w:sz w:val="20"/>
          <w:vertAlign w:val="subscript"/>
        </w:rPr>
        <w:t>Cs</w:t>
      </w:r>
      <w:proofErr w:type="spellEnd"/>
      <w:r w:rsidRPr="00520507">
        <w:t>;</w:t>
      </w:r>
    </w:p>
    <w:p w:rsidR="00E82DBF" w:rsidRPr="00F61F81" w:rsidRDefault="00E82DBF" w:rsidP="001A3101">
      <w:pPr>
        <w:pStyle w:val="Textpsmene"/>
        <w:numPr>
          <w:ilvl w:val="7"/>
          <w:numId w:val="24"/>
        </w:numPr>
      </w:pPr>
      <w:r w:rsidRPr="00F61F81">
        <w:t xml:space="preserve">ampér je definován stanovením pevné číselné hodnoty elementárního náboje </w:t>
      </w:r>
      <w:r w:rsidRPr="001A3101">
        <w:rPr>
          <w:i/>
        </w:rPr>
        <w:t>e</w:t>
      </w:r>
      <w:r w:rsidRPr="00F61F81">
        <w:t>, která je rovna 1,602 176 634 × 10</w:t>
      </w:r>
      <w:r w:rsidRPr="001A3101">
        <w:rPr>
          <w:vertAlign w:val="superscript"/>
        </w:rPr>
        <w:t>–19</w:t>
      </w:r>
      <w:r w:rsidRPr="00F61F81">
        <w:t xml:space="preserve">, je-li vyjádřena v jednotce C, </w:t>
      </w:r>
      <w:r w:rsidRPr="00520507">
        <w:t xml:space="preserve">která </w:t>
      </w:r>
      <w:r w:rsidRPr="00F61F81">
        <w:t xml:space="preserve">je rovna A s, kde sekunda je definována prostřednictvím </w:t>
      </w:r>
      <w:proofErr w:type="spellStart"/>
      <w:r w:rsidRPr="00EF0E6F">
        <w:t>Δν</w:t>
      </w:r>
      <w:r w:rsidRPr="001A3101">
        <w:rPr>
          <w:sz w:val="20"/>
          <w:vertAlign w:val="subscript"/>
        </w:rPr>
        <w:t>Cs</w:t>
      </w:r>
      <w:proofErr w:type="spellEnd"/>
      <w:r w:rsidRPr="00520507">
        <w:t>;</w:t>
      </w:r>
    </w:p>
    <w:p w:rsidR="00E82DBF" w:rsidRPr="00F61F81" w:rsidRDefault="00E82DBF" w:rsidP="001A3101">
      <w:pPr>
        <w:pStyle w:val="Textpsmene"/>
        <w:numPr>
          <w:ilvl w:val="7"/>
          <w:numId w:val="24"/>
        </w:numPr>
      </w:pPr>
      <w:r w:rsidRPr="00F61F81">
        <w:lastRenderedPageBreak/>
        <w:t xml:space="preserve">kelvin je definován stanovením pevné číselné hodnoty </w:t>
      </w:r>
      <w:proofErr w:type="spellStart"/>
      <w:r w:rsidRPr="00F61F81">
        <w:t>Boltzmannovy</w:t>
      </w:r>
      <w:proofErr w:type="spellEnd"/>
      <w:r w:rsidRPr="00F61F81">
        <w:t xml:space="preserve"> konstanty </w:t>
      </w:r>
      <w:r w:rsidRPr="001A3101">
        <w:rPr>
          <w:i/>
        </w:rPr>
        <w:t>k</w:t>
      </w:r>
      <w:r w:rsidRPr="00F61F81">
        <w:t>, která je rovna 1,380 649 × 10</w:t>
      </w:r>
      <w:r w:rsidRPr="001A3101">
        <w:rPr>
          <w:vertAlign w:val="superscript"/>
        </w:rPr>
        <w:t>–23</w:t>
      </w:r>
      <w:r w:rsidRPr="00F61F81">
        <w:t>, je-li vyjádřena v</w:t>
      </w:r>
      <w:r>
        <w:t> </w:t>
      </w:r>
      <w:proofErr w:type="gramStart"/>
      <w:r w:rsidRPr="00F61F81">
        <w:t>jednotce</w:t>
      </w:r>
      <w:r>
        <w:t> </w:t>
      </w:r>
      <w:r w:rsidRPr="00F61F81">
        <w:t>J K</w:t>
      </w:r>
      <w:r w:rsidRPr="001A3101">
        <w:rPr>
          <w:vertAlign w:val="superscript"/>
        </w:rPr>
        <w:t>–1</w:t>
      </w:r>
      <w:r w:rsidRPr="00F61F81">
        <w:t xml:space="preserve">, </w:t>
      </w:r>
      <w:r w:rsidRPr="00520507">
        <w:t>která</w:t>
      </w:r>
      <w:proofErr w:type="gramEnd"/>
      <w:r w:rsidRPr="00520507">
        <w:t xml:space="preserve"> </w:t>
      </w:r>
      <w:r w:rsidRPr="00F61F81">
        <w:t>je rovna kg m</w:t>
      </w:r>
      <w:r w:rsidRPr="001A3101">
        <w:rPr>
          <w:vertAlign w:val="superscript"/>
        </w:rPr>
        <w:t>2</w:t>
      </w:r>
      <w:r w:rsidRPr="00F61F81">
        <w:t xml:space="preserve"> s</w:t>
      </w:r>
      <w:r w:rsidRPr="001A3101">
        <w:rPr>
          <w:vertAlign w:val="superscript"/>
        </w:rPr>
        <w:t xml:space="preserve">–2 </w:t>
      </w:r>
      <w:r w:rsidRPr="00F61F81">
        <w:t>K</w:t>
      </w:r>
      <w:r w:rsidRPr="001A3101">
        <w:rPr>
          <w:vertAlign w:val="superscript"/>
        </w:rPr>
        <w:t>–1</w:t>
      </w:r>
      <w:r w:rsidRPr="00F61F81">
        <w:t xml:space="preserve">, kde kilogram, metr a sekunda jsou definovány prostřednictvím </w:t>
      </w:r>
      <w:r w:rsidRPr="001A3101">
        <w:rPr>
          <w:i/>
        </w:rPr>
        <w:t xml:space="preserve">h, c </w:t>
      </w:r>
      <w:r w:rsidRPr="001A37D1">
        <w:t>a</w:t>
      </w:r>
      <w:r w:rsidRPr="001A3101">
        <w:rPr>
          <w:i/>
        </w:rPr>
        <w:t xml:space="preserve"> </w:t>
      </w:r>
      <w:proofErr w:type="spellStart"/>
      <w:r w:rsidRPr="00EF0E6F">
        <w:t>Δν</w:t>
      </w:r>
      <w:r w:rsidRPr="001A3101">
        <w:rPr>
          <w:sz w:val="20"/>
          <w:vertAlign w:val="subscript"/>
        </w:rPr>
        <w:t>Cs</w:t>
      </w:r>
      <w:proofErr w:type="spellEnd"/>
      <w:r w:rsidRPr="00520507">
        <w:t>;</w:t>
      </w:r>
    </w:p>
    <w:p w:rsidR="00E82DBF" w:rsidRPr="00F61F81" w:rsidRDefault="00E82DBF" w:rsidP="001A3101">
      <w:pPr>
        <w:pStyle w:val="Textpsmene"/>
      </w:pPr>
      <w:r w:rsidRPr="00D70071">
        <w:t>jeden</w:t>
      </w:r>
      <w:r w:rsidRPr="00F61F81">
        <w:t xml:space="preserve"> mol obsahuje </w:t>
      </w:r>
      <w:r w:rsidRPr="00D70071">
        <w:t>přesně</w:t>
      </w:r>
      <w:r w:rsidRPr="00F61F81">
        <w:t xml:space="preserve"> 6,022 140 76 × 10</w:t>
      </w:r>
      <w:r w:rsidRPr="00F61F81">
        <w:rPr>
          <w:vertAlign w:val="superscript"/>
        </w:rPr>
        <w:t xml:space="preserve">23 </w:t>
      </w:r>
      <w:r>
        <w:t>elementárních entit; t</w:t>
      </w:r>
      <w:r w:rsidRPr="00F61F81">
        <w:t xml:space="preserve">oto číslo je pevná číselná hodnota </w:t>
      </w:r>
      <w:proofErr w:type="spellStart"/>
      <w:r w:rsidRPr="00F61F81">
        <w:t>Avogadrovy</w:t>
      </w:r>
      <w:proofErr w:type="spellEnd"/>
      <w:r w:rsidRPr="00F61F81">
        <w:t xml:space="preserve"> konstanty</w:t>
      </w:r>
      <w:r w:rsidRPr="00520507">
        <w:t xml:space="preserve"> (</w:t>
      </w:r>
      <w:r w:rsidRPr="00520507">
        <w:rPr>
          <w:i/>
        </w:rPr>
        <w:t>N</w:t>
      </w:r>
      <w:r w:rsidRPr="00520507">
        <w:rPr>
          <w:sz w:val="20"/>
          <w:vertAlign w:val="subscript"/>
        </w:rPr>
        <w:t>A</w:t>
      </w:r>
      <w:r w:rsidRPr="00520507">
        <w:t>)</w:t>
      </w:r>
      <w:r w:rsidRPr="00F61F81">
        <w:t xml:space="preserve">, je-li vyjádřena v jednotce </w:t>
      </w:r>
      <w:proofErr w:type="gramStart"/>
      <w:r w:rsidRPr="00F61F81">
        <w:t>mol</w:t>
      </w:r>
      <w:r w:rsidRPr="00F61F81">
        <w:rPr>
          <w:vertAlign w:val="superscript"/>
        </w:rPr>
        <w:t>–1</w:t>
      </w:r>
      <w:r w:rsidRPr="00F61F81">
        <w:t>, a nazývá</w:t>
      </w:r>
      <w:proofErr w:type="gramEnd"/>
      <w:r w:rsidRPr="00F61F81">
        <w:t xml:space="preserve"> </w:t>
      </w:r>
      <w:r>
        <w:t xml:space="preserve">se </w:t>
      </w:r>
      <w:proofErr w:type="spellStart"/>
      <w:r>
        <w:t>Avogadrovo</w:t>
      </w:r>
      <w:proofErr w:type="spellEnd"/>
      <w:r>
        <w:t xml:space="preserve"> číslo; l</w:t>
      </w:r>
      <w:r w:rsidRPr="00F61F81">
        <w:t>átkové množstv</w:t>
      </w:r>
      <w:r w:rsidRPr="00520507">
        <w:t xml:space="preserve">í (n) </w:t>
      </w:r>
      <w:r w:rsidRPr="00F61F81">
        <w:t>systému je mírou počtu specif</w:t>
      </w:r>
      <w:r>
        <w:t>ikovaných elementárních entit; e</w:t>
      </w:r>
      <w:r w:rsidRPr="00F61F81">
        <w:t>lementární entitou může být atom, molekula, iont, elektron, jakákoli jiná částice nebo</w:t>
      </w:r>
      <w:r>
        <w:t xml:space="preserve"> specifikované seskupení částic</w:t>
      </w:r>
      <w:r w:rsidRPr="00520507">
        <w:t>;</w:t>
      </w:r>
    </w:p>
    <w:p w:rsidR="00E82DBF" w:rsidRPr="00F61F81" w:rsidRDefault="00E82DBF" w:rsidP="001A3101">
      <w:pPr>
        <w:pStyle w:val="Textpsmene"/>
      </w:pPr>
      <w:r w:rsidRPr="00F61F81">
        <w:t>kandela je definována stanovením pevné číselné hodnoty světelné účinnosti monochromatického záření o frekvenci 540 × 10</w:t>
      </w:r>
      <w:r w:rsidRPr="00F61F81">
        <w:rPr>
          <w:vertAlign w:val="superscript"/>
        </w:rPr>
        <w:t>12</w:t>
      </w:r>
      <w:r w:rsidRPr="00F61F81">
        <w:t xml:space="preserve"> Hz</w:t>
      </w:r>
      <w:r w:rsidRPr="00520507">
        <w:t xml:space="preserve"> (</w:t>
      </w:r>
      <w:proofErr w:type="spellStart"/>
      <w:r w:rsidRPr="00520507">
        <w:rPr>
          <w:i/>
        </w:rPr>
        <w:t>K</w:t>
      </w:r>
      <w:r w:rsidRPr="00520507">
        <w:rPr>
          <w:vertAlign w:val="subscript"/>
        </w:rPr>
        <w:t>cd</w:t>
      </w:r>
      <w:proofErr w:type="spellEnd"/>
      <w:r w:rsidRPr="00520507">
        <w:t>)</w:t>
      </w:r>
      <w:r w:rsidRPr="00F61F81">
        <w:t xml:space="preserve">, která je rovna 683, je-li vyjádřena v jednotce </w:t>
      </w:r>
      <w:proofErr w:type="spellStart"/>
      <w:proofErr w:type="gramStart"/>
      <w:r w:rsidRPr="00F61F81">
        <w:t>lm</w:t>
      </w:r>
      <w:proofErr w:type="spellEnd"/>
      <w:r w:rsidRPr="00F61F81">
        <w:t xml:space="preserve"> W</w:t>
      </w:r>
      <w:r w:rsidRPr="00F61F81">
        <w:rPr>
          <w:vertAlign w:val="superscript"/>
        </w:rPr>
        <w:t>–1</w:t>
      </w:r>
      <w:r w:rsidRPr="00F61F81">
        <w:t>,</w:t>
      </w:r>
      <w:r w:rsidRPr="00520507">
        <w:t xml:space="preserve"> která</w:t>
      </w:r>
      <w:proofErr w:type="gramEnd"/>
      <w:r w:rsidRPr="00F61F81">
        <w:t xml:space="preserve"> je rovna cd </w:t>
      </w:r>
      <w:proofErr w:type="spellStart"/>
      <w:r w:rsidRPr="00F61F81">
        <w:t>sr</w:t>
      </w:r>
      <w:proofErr w:type="spellEnd"/>
      <w:r w:rsidRPr="00F61F81">
        <w:t xml:space="preserve"> W</w:t>
      </w:r>
      <w:r w:rsidRPr="00F61F81">
        <w:rPr>
          <w:vertAlign w:val="superscript"/>
        </w:rPr>
        <w:t>–1</w:t>
      </w:r>
      <w:r w:rsidRPr="00F61F81">
        <w:t xml:space="preserve"> nebo cd </w:t>
      </w:r>
      <w:proofErr w:type="spellStart"/>
      <w:r w:rsidRPr="00F61F81">
        <w:t>sr</w:t>
      </w:r>
      <w:proofErr w:type="spellEnd"/>
      <w:r w:rsidRPr="00F61F81">
        <w:t xml:space="preserve"> kg</w:t>
      </w:r>
      <w:r w:rsidRPr="00F61F81">
        <w:rPr>
          <w:vertAlign w:val="superscript"/>
        </w:rPr>
        <w:t>–1</w:t>
      </w:r>
      <w:r w:rsidRPr="00F61F81">
        <w:t xml:space="preserve"> m</w:t>
      </w:r>
      <w:r w:rsidRPr="00F61F81">
        <w:rPr>
          <w:vertAlign w:val="superscript"/>
        </w:rPr>
        <w:t>–2</w:t>
      </w:r>
      <w:r w:rsidRPr="00F61F81">
        <w:t xml:space="preserve"> s</w:t>
      </w:r>
      <w:r w:rsidRPr="00F61F81">
        <w:rPr>
          <w:vertAlign w:val="superscript"/>
        </w:rPr>
        <w:t>3</w:t>
      </w:r>
      <w:r w:rsidRPr="00F61F81">
        <w:t xml:space="preserve">, kde kilogram, metr a sekunda jsou definovány prostřednictvím </w:t>
      </w:r>
      <w:r w:rsidRPr="00841F93">
        <w:rPr>
          <w:i/>
        </w:rPr>
        <w:t>h, c</w:t>
      </w:r>
      <w:r w:rsidRPr="00F61F81">
        <w:t xml:space="preserve"> a </w:t>
      </w:r>
      <w:proofErr w:type="spellStart"/>
      <w:r w:rsidRPr="00EF0E6F">
        <w:t>Δν</w:t>
      </w:r>
      <w:r w:rsidRPr="00841F93">
        <w:rPr>
          <w:sz w:val="20"/>
          <w:vertAlign w:val="subscript"/>
        </w:rPr>
        <w:t>Cs</w:t>
      </w:r>
      <w:proofErr w:type="spellEnd"/>
      <w:r w:rsidRPr="00520507">
        <w:t>.“.</w:t>
      </w:r>
    </w:p>
    <w:p w:rsidR="00E82DBF" w:rsidRDefault="001A3101" w:rsidP="001A3101">
      <w:pPr>
        <w:pStyle w:val="lnek"/>
      </w:pPr>
      <w:r>
        <w:t xml:space="preserve">Čl. </w:t>
      </w:r>
      <w:r w:rsidR="00E82DBF">
        <w:t>II</w:t>
      </w:r>
    </w:p>
    <w:p w:rsidR="00E82DBF" w:rsidRPr="002A49F1" w:rsidRDefault="00E82DBF" w:rsidP="001A3101">
      <w:pPr>
        <w:pStyle w:val="Nadpislnku"/>
      </w:pPr>
      <w:r w:rsidRPr="002A49F1">
        <w:t>Účinnost</w:t>
      </w:r>
    </w:p>
    <w:p w:rsidR="00E82DBF" w:rsidRDefault="00E82DBF" w:rsidP="001A3101">
      <w:pPr>
        <w:pStyle w:val="Textlnku"/>
      </w:pPr>
      <w:r w:rsidRPr="001F2A6B">
        <w:t>Tento zákon nabývá účinnosti dnem 13. června 2020</w:t>
      </w:r>
      <w:r w:rsidRPr="00520507">
        <w:t>.</w:t>
      </w:r>
    </w:p>
    <w:sectPr w:rsidR="00E82DBF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DBF" w:rsidRDefault="00E82DBF">
      <w:r>
        <w:separator/>
      </w:r>
    </w:p>
  </w:endnote>
  <w:endnote w:type="continuationSeparator" w:id="0">
    <w:p w:rsidR="00E82DBF" w:rsidRDefault="00E8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DBF" w:rsidRDefault="00E82DBF">
      <w:r>
        <w:separator/>
      </w:r>
    </w:p>
  </w:footnote>
  <w:footnote w:type="continuationSeparator" w:id="0">
    <w:p w:rsidR="00E82DBF" w:rsidRDefault="00E82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257" w:rsidRDefault="00E82DB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06257" w:rsidRDefault="003062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257" w:rsidRDefault="00E82DB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D4BC2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306257" w:rsidRDefault="003062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2355CE1"/>
    <w:multiLevelType w:val="hybridMultilevel"/>
    <w:tmpl w:val="17A8109A"/>
    <w:lvl w:ilvl="0" w:tplc="2A16F2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9"/>
  </w:num>
  <w:num w:numId="5">
    <w:abstractNumId w:val="18"/>
  </w:num>
  <w:num w:numId="6">
    <w:abstractNumId w:val="7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20"/>
  </w:num>
  <w:num w:numId="12">
    <w:abstractNumId w:val="11"/>
  </w:num>
  <w:num w:numId="13">
    <w:abstractNumId w:val="17"/>
  </w:num>
  <w:num w:numId="14">
    <w:abstractNumId w:val="10"/>
  </w:num>
  <w:num w:numId="15">
    <w:abstractNumId w:val="16"/>
  </w:num>
  <w:num w:numId="16">
    <w:abstractNumId w:val="4"/>
  </w:num>
  <w:num w:numId="17">
    <w:abstractNumId w:val="13"/>
  </w:num>
  <w:num w:numId="18">
    <w:abstractNumId w:val="19"/>
  </w:num>
  <w:num w:numId="19">
    <w:abstractNumId w:val="14"/>
  </w:num>
  <w:num w:numId="20">
    <w:abstractNumId w:val="12"/>
  </w:num>
  <w:num w:numId="21">
    <w:abstractNumId w:val="14"/>
    <w:lvlOverride w:ilvl="0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E82DBF"/>
    <w:rsid w:val="001A3101"/>
    <w:rsid w:val="001D5CED"/>
    <w:rsid w:val="00306257"/>
    <w:rsid w:val="006879DB"/>
    <w:rsid w:val="007D4BC2"/>
    <w:rsid w:val="00CA60EA"/>
    <w:rsid w:val="00E82DBF"/>
    <w:rsid w:val="00E9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A9CCC"/>
  <w15:chartTrackingRefBased/>
  <w15:docId w15:val="{F8B1432E-2A5C-45E6-97B8-86CC15DC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60EA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CA60E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CA60EA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CA60EA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CA60EA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CA60EA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CA60EA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CA60EA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CA60EA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CA60EA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CA60EA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CA60E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CA60EA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CA60EA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CA60EA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CA60EA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CA60EA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CA60EA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CA60EA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CA60EA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CA60EA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CA60EA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CA60EA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CA60EA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CA60EA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CA60EA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CA60EA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CA60EA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CA60E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82DBF"/>
    <w:pPr>
      <w:ind w:left="720"/>
      <w:contextualSpacing/>
    </w:pPr>
  </w:style>
  <w:style w:type="paragraph" w:customStyle="1" w:styleId="Textodstavce">
    <w:name w:val="Text odstavce"/>
    <w:basedOn w:val="Normln"/>
    <w:rsid w:val="00CA60EA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CA60EA"/>
    <w:pPr>
      <w:ind w:left="567" w:hanging="567"/>
    </w:pPr>
  </w:style>
  <w:style w:type="character" w:styleId="slostrnky">
    <w:name w:val="page number"/>
    <w:basedOn w:val="Standardnpsmoodstavce"/>
    <w:semiHidden/>
    <w:rsid w:val="00CA60EA"/>
  </w:style>
  <w:style w:type="paragraph" w:styleId="Zpat">
    <w:name w:val="footer"/>
    <w:basedOn w:val="Normln"/>
    <w:semiHidden/>
    <w:rsid w:val="00CA60EA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CA60EA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CA60EA"/>
    <w:rPr>
      <w:vertAlign w:val="superscript"/>
    </w:rPr>
  </w:style>
  <w:style w:type="paragraph" w:styleId="Titulek">
    <w:name w:val="caption"/>
    <w:basedOn w:val="Normln"/>
    <w:next w:val="Normln"/>
    <w:qFormat/>
    <w:rsid w:val="00CA60EA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CA60E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CA60EA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CA60E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CA60EA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CA60EA"/>
    <w:rPr>
      <w:b/>
    </w:rPr>
  </w:style>
  <w:style w:type="paragraph" w:customStyle="1" w:styleId="Nadpislnku">
    <w:name w:val="Nadpis článku"/>
    <w:basedOn w:val="lnek"/>
    <w:next w:val="Textodstavce"/>
    <w:rsid w:val="00CA60EA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4B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4B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</TotalTime>
  <Pages>2</Pages>
  <Words>524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5</cp:revision>
  <cp:lastPrinted>2021-01-27T07:15:00Z</cp:lastPrinted>
  <dcterms:created xsi:type="dcterms:W3CDTF">2021-01-26T14:18:00Z</dcterms:created>
  <dcterms:modified xsi:type="dcterms:W3CDTF">2021-01-27T07:16:00Z</dcterms:modified>
  <cp:category/>
</cp:coreProperties>
</file>