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F831FB">
        <w:rPr>
          <w:b w:val="0"/>
          <w:i w:val="0"/>
        </w:rPr>
        <w:t>190474</w:t>
      </w:r>
    </w:p>
    <w:p w:rsidR="009E5BB6" w:rsidRDefault="009E5BB6" w:rsidP="009E5BB6">
      <w:pPr>
        <w:pStyle w:val="Bezmezer"/>
      </w:pPr>
    </w:p>
    <w:p w:rsidR="001A4745" w:rsidRPr="009E5BB6" w:rsidRDefault="001A4745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135307">
        <w:t>21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AD541F" w:rsidP="000E730C">
      <w:pPr>
        <w:pStyle w:val="PS-slousnesen"/>
      </w:pPr>
      <w:r>
        <w:t>260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135307">
        <w:t>81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135307">
        <w:t xml:space="preserve">17. února </w:t>
      </w:r>
      <w:r w:rsidR="002E5B15">
        <w:t>202</w:t>
      </w:r>
      <w:r w:rsidR="00135307">
        <w:t>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1300F9" w:rsidRPr="001300F9" w:rsidRDefault="00135307" w:rsidP="001300F9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Cs w:val="24"/>
          <w:lang w:eastAsia="cs-CZ"/>
        </w:rPr>
      </w:pPr>
      <w:r w:rsidRPr="002A7FA0">
        <w:rPr>
          <w:shd w:val="clear" w:color="auto" w:fill="FFFFFF"/>
        </w:rPr>
        <w:t>Vládní návrh zákona o lobbování</w:t>
      </w:r>
      <w:r w:rsidRPr="002A7FA0">
        <w:t xml:space="preserve"> (tisk 565)</w:t>
      </w:r>
    </w:p>
    <w:p w:rsidR="001300F9" w:rsidRDefault="001300F9" w:rsidP="005C2180">
      <w:pPr>
        <w:pStyle w:val="Bezmezer"/>
      </w:pP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1300F9">
        <w:t xml:space="preserve">odůvodnění náměstka </w:t>
      </w:r>
      <w:r>
        <w:t>ministr</w:t>
      </w:r>
      <w:r w:rsidR="00D14353">
        <w:t>yně</w:t>
      </w:r>
      <w:r>
        <w:t xml:space="preserve"> spravedlnosti </w:t>
      </w:r>
      <w:r w:rsidR="00AD541F">
        <w:t>JUDr. Jeronýma Tejce</w:t>
      </w:r>
      <w:r>
        <w:t>, zpravodaj</w:t>
      </w:r>
      <w:r w:rsidR="001300F9">
        <w:t xml:space="preserve">ské zprávě posl. </w:t>
      </w:r>
      <w:r w:rsidR="00135307">
        <w:t>Marka Bendy</w:t>
      </w:r>
      <w:r w:rsidR="001300F9">
        <w:t xml:space="preserve"> </w:t>
      </w:r>
      <w:r>
        <w:t xml:space="preserve">a </w:t>
      </w:r>
      <w:r w:rsidR="00AD541F">
        <w:t xml:space="preserve">v obecné </w:t>
      </w:r>
      <w:r w:rsidR="009E5BB6">
        <w:t xml:space="preserve">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AD541F" w:rsidRDefault="00AD541F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AD541F" w:rsidRDefault="00AD541F" w:rsidP="00C64738"/>
    <w:p w:rsidR="009E5BB6" w:rsidRDefault="00AD541F" w:rsidP="00AD541F">
      <w:pPr>
        <w:pStyle w:val="PS-slovanseznam"/>
        <w:numPr>
          <w:ilvl w:val="0"/>
          <w:numId w:val="21"/>
        </w:numPr>
        <w:ind w:left="426" w:hanging="426"/>
      </w:pPr>
      <w:r>
        <w:rPr>
          <w:rStyle w:val="proloenChar"/>
        </w:rPr>
        <w:t>přerušuje</w:t>
      </w:r>
      <w:r>
        <w:t xml:space="preserve"> projednávání sněmovního tisku 565 do 30. dubna 2021.</w:t>
      </w:r>
    </w:p>
    <w:p w:rsidR="001A4745" w:rsidRDefault="001A4745" w:rsidP="009E5BB6">
      <w:pPr>
        <w:tabs>
          <w:tab w:val="center" w:pos="1843"/>
        </w:tabs>
        <w:spacing w:after="0" w:line="240" w:lineRule="auto"/>
        <w:ind w:left="357"/>
      </w:pPr>
    </w:p>
    <w:p w:rsidR="00E94E43" w:rsidRDefault="00E94E43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1300F9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D541F" w:rsidRDefault="00AD541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D541F" w:rsidRDefault="00AD541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D541F" w:rsidRDefault="00AD541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D541F" w:rsidRDefault="00AD541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D541F" w:rsidRDefault="00AD541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D541F" w:rsidRDefault="00AD541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D541F" w:rsidRDefault="00AD541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D541F" w:rsidRDefault="00AD541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D541F" w:rsidRDefault="00AD541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D541F" w:rsidRDefault="00AD541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D541F" w:rsidRDefault="00AD541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D541F" w:rsidRDefault="00AD541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 w:rsidR="00135307">
        <w:tab/>
      </w:r>
      <w:r w:rsidR="00AD541F">
        <w:t>Mgr. Dominik FERI</w:t>
      </w:r>
      <w:r w:rsidR="00F831FB">
        <w:t xml:space="preserve"> v. r. </w:t>
      </w:r>
      <w:r>
        <w:tab/>
      </w:r>
      <w:r>
        <w:tab/>
      </w:r>
      <w:r>
        <w:tab/>
      </w:r>
      <w:r w:rsidR="00135307">
        <w:tab/>
      </w:r>
      <w:r w:rsidR="00135307">
        <w:tab/>
        <w:t xml:space="preserve"> Marek BENDA</w:t>
      </w:r>
      <w:r w:rsidR="00F831FB">
        <w:t xml:space="preserve"> v. r. </w:t>
      </w:r>
      <w:bookmarkStart w:id="0" w:name="_GoBack"/>
      <w:bookmarkEnd w:id="0"/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 w:rsidR="00135307">
        <w:t>ověřovatel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</w:t>
      </w:r>
      <w:r w:rsidR="00135307">
        <w:t xml:space="preserve">                       předseda</w:t>
      </w:r>
      <w:r>
        <w:t xml:space="preserve"> </w:t>
      </w:r>
      <w:r w:rsidR="00135307">
        <w:t xml:space="preserve">a zpravodaj </w:t>
      </w:r>
      <w:r>
        <w:t xml:space="preserve">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B715B6" w:rsidRDefault="003F73C2" w:rsidP="00135307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0D9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45DAD"/>
    <w:multiLevelType w:val="hybridMultilevel"/>
    <w:tmpl w:val="FACC159E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00F9"/>
    <w:rsid w:val="00135307"/>
    <w:rsid w:val="00136BB7"/>
    <w:rsid w:val="0015088E"/>
    <w:rsid w:val="00177E30"/>
    <w:rsid w:val="00191C5F"/>
    <w:rsid w:val="001A1050"/>
    <w:rsid w:val="001A4745"/>
    <w:rsid w:val="001B45F3"/>
    <w:rsid w:val="00230024"/>
    <w:rsid w:val="0023249A"/>
    <w:rsid w:val="00254049"/>
    <w:rsid w:val="002557A2"/>
    <w:rsid w:val="00263726"/>
    <w:rsid w:val="00272E1B"/>
    <w:rsid w:val="002816E9"/>
    <w:rsid w:val="002820D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75DE"/>
    <w:rsid w:val="00356011"/>
    <w:rsid w:val="00377253"/>
    <w:rsid w:val="00386BA1"/>
    <w:rsid w:val="00391524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65695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D541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831FB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F18E3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A3F55-5AC5-4A50-A37F-64B815E5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2021-02-18T14:18:00Z</cp:lastPrinted>
  <dcterms:created xsi:type="dcterms:W3CDTF">2021-02-18T13:37:00Z</dcterms:created>
  <dcterms:modified xsi:type="dcterms:W3CDTF">2021-02-18T14:47:00Z</dcterms:modified>
</cp:coreProperties>
</file>