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D01928">
        <w:rPr>
          <w:b w:val="0"/>
          <w:i w:val="0"/>
        </w:rPr>
        <w:t>190471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D5440C">
        <w:t>2</w:t>
      </w:r>
      <w:r w:rsidR="00121EED">
        <w:t>1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157869" w:rsidP="000E730C">
      <w:pPr>
        <w:pStyle w:val="PS-slousnesen"/>
      </w:pPr>
      <w:r>
        <w:t>257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F7332D">
        <w:t xml:space="preserve"> 81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F7332D">
        <w:t xml:space="preserve"> 17</w:t>
      </w:r>
      <w:r w:rsidR="00790EE7">
        <w:t xml:space="preserve">. února </w:t>
      </w:r>
      <w:r w:rsidR="00121EED">
        <w:t>2021</w:t>
      </w:r>
    </w:p>
    <w:p w:rsidR="001300F9" w:rsidRDefault="001300F9" w:rsidP="005C2180">
      <w:pPr>
        <w:pStyle w:val="Bezmezer"/>
      </w:pPr>
    </w:p>
    <w:p w:rsidR="006375F0" w:rsidRPr="002A7FA0" w:rsidRDefault="006375F0" w:rsidP="006375F0">
      <w:pPr>
        <w:ind w:left="709" w:hanging="709"/>
        <w:jc w:val="center"/>
      </w:pPr>
      <w:r w:rsidRPr="002A7FA0">
        <w:rPr>
          <w:shd w:val="clear" w:color="auto" w:fill="FFFFFF"/>
        </w:rPr>
        <w:t>Vládní návrh zákona, kterým se mění zákon č. 104/2013 Sb., o mezinárodní justiční spolupráci ve věcech trestních, ve znění pozdějších předpisů, a některé další zákony</w:t>
      </w:r>
      <w:r w:rsidRPr="002A7FA0">
        <w:t xml:space="preserve"> </w:t>
      </w:r>
      <w:r>
        <w:br/>
      </w:r>
      <w:r w:rsidRPr="002A7FA0">
        <w:t>(tisk 699)</w:t>
      </w:r>
    </w:p>
    <w:p w:rsidR="00F7332D" w:rsidRPr="00F7332D" w:rsidRDefault="00F7332D" w:rsidP="00F7332D">
      <w:pPr>
        <w:ind w:left="709" w:hanging="709"/>
        <w:jc w:val="center"/>
      </w:pPr>
      <w:r>
        <w:t>___________________________________________________________________________</w:t>
      </w: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3F73C2">
      <w:pPr>
        <w:pStyle w:val="PS-uvodnodstavec"/>
        <w:spacing w:after="0"/>
        <w:ind w:firstLine="708"/>
      </w:pPr>
      <w:r>
        <w:t xml:space="preserve">Po </w:t>
      </w:r>
      <w:r w:rsidR="001300F9">
        <w:t xml:space="preserve">odůvodnění náměstka </w:t>
      </w:r>
      <w:r>
        <w:t>ministr</w:t>
      </w:r>
      <w:r w:rsidR="00D14353">
        <w:t>yně</w:t>
      </w:r>
      <w:r>
        <w:t xml:space="preserve"> spravedlnosti </w:t>
      </w:r>
      <w:r w:rsidR="00157869">
        <w:t>Mgr. Michala Fraňka</w:t>
      </w:r>
      <w:r w:rsidR="00121EED">
        <w:t>,</w:t>
      </w:r>
      <w:r w:rsidR="001300F9">
        <w:t xml:space="preserve"> </w:t>
      </w:r>
      <w:r>
        <w:t>zpravodaj</w:t>
      </w:r>
      <w:r w:rsidR="001300F9">
        <w:t xml:space="preserve">ské zprávě posl. </w:t>
      </w:r>
      <w:r w:rsidR="006375F0">
        <w:t xml:space="preserve">Mgr. Dominika Feriho </w:t>
      </w:r>
      <w:r>
        <w:t xml:space="preserve">a </w:t>
      </w:r>
      <w:r w:rsidR="00272B3E">
        <w:t>po 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0901C9" w:rsidRDefault="009E5BB6" w:rsidP="00157869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</w:t>
      </w:r>
      <w:r w:rsidR="001300F9">
        <w:t>e</w:t>
      </w:r>
      <w:r w:rsidRPr="00FC2A3C">
        <w:t>cké sněmovně Parlamentu, aby návrh schválila</w:t>
      </w:r>
      <w:r w:rsidR="00157869">
        <w:t>,</w:t>
      </w: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B82461" w:rsidRPr="00FC2A3C" w:rsidRDefault="00B82461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790EE7">
        <w:t>e</w:t>
      </w:r>
      <w:r w:rsidRPr="00FC2A3C">
        <w:t xml:space="preserve"> výboru, aby na schůzi Poslanecké sněmovny podal zprávu o</w:t>
      </w:r>
      <w:r>
        <w:t> </w:t>
      </w:r>
      <w:r w:rsidRPr="00FC2A3C">
        <w:t>výsledcích projednávání tohoto návrhu zákona na</w:t>
      </w:r>
      <w:r w:rsidR="00157869">
        <w:t xml:space="preserve"> schůzi ústavně právního výboru.</w:t>
      </w:r>
    </w:p>
    <w:p w:rsidR="00B82461" w:rsidRPr="00FC2A3C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1300F9" w:rsidRDefault="001300F9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157869" w:rsidRDefault="00157869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157869" w:rsidRDefault="00157869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157869" w:rsidRDefault="00157869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157869" w:rsidRDefault="00157869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157869" w:rsidRDefault="00157869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157869" w:rsidRDefault="00157869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4A4F60" w:rsidRDefault="00424F0D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ab/>
      </w:r>
      <w:r w:rsidR="001300F9">
        <w:t xml:space="preserve"> </w:t>
      </w:r>
      <w:r w:rsidR="00F7332D">
        <w:t xml:space="preserve">   </w:t>
      </w:r>
      <w:r w:rsidR="006375F0">
        <w:t xml:space="preserve">   Mgr. Dominik FERI</w:t>
      </w:r>
      <w:r w:rsidR="00D01928">
        <w:t xml:space="preserve"> v. r. </w:t>
      </w:r>
      <w:r>
        <w:tab/>
      </w:r>
      <w:r>
        <w:tab/>
      </w:r>
      <w:r w:rsidR="00157869">
        <w:tab/>
        <w:t xml:space="preserve">    Mgr. Marek VÝBORNÝ</w:t>
      </w:r>
      <w:r w:rsidR="00D01928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F8079F">
        <w:t xml:space="preserve">   </w:t>
      </w:r>
      <w:r w:rsidR="00064D86">
        <w:t xml:space="preserve">   </w:t>
      </w:r>
      <w:r>
        <w:t>zpravodaj</w:t>
      </w:r>
      <w:r w:rsidR="008B467F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                                </w:t>
      </w:r>
      <w:r w:rsidR="004A4F60">
        <w:tab/>
      </w:r>
      <w:r>
        <w:t xml:space="preserve">ověřovatel výboru    </w:t>
      </w:r>
      <w:r>
        <w:tab/>
      </w:r>
      <w:r>
        <w:tab/>
        <w:t xml:space="preserve">  </w:t>
      </w:r>
    </w:p>
    <w:p w:rsidR="00790EE7" w:rsidRDefault="00790EE7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F7332D" w:rsidRDefault="00F7332D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57869" w:rsidRDefault="00157869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57869" w:rsidRDefault="00157869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D01928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32D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5D56"/>
    <w:rsid w:val="000476E4"/>
    <w:rsid w:val="00050460"/>
    <w:rsid w:val="00053FE1"/>
    <w:rsid w:val="00064D86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21EED"/>
    <w:rsid w:val="001300F9"/>
    <w:rsid w:val="00136BB7"/>
    <w:rsid w:val="0015088E"/>
    <w:rsid w:val="00157869"/>
    <w:rsid w:val="00177E30"/>
    <w:rsid w:val="00191C5F"/>
    <w:rsid w:val="001A1026"/>
    <w:rsid w:val="001A1050"/>
    <w:rsid w:val="001B45F3"/>
    <w:rsid w:val="00230024"/>
    <w:rsid w:val="0023249A"/>
    <w:rsid w:val="00254049"/>
    <w:rsid w:val="002557A2"/>
    <w:rsid w:val="00263726"/>
    <w:rsid w:val="00272B3E"/>
    <w:rsid w:val="00272E1B"/>
    <w:rsid w:val="002816E9"/>
    <w:rsid w:val="00283E56"/>
    <w:rsid w:val="00294A64"/>
    <w:rsid w:val="002A2F32"/>
    <w:rsid w:val="002B0FB6"/>
    <w:rsid w:val="002B60B3"/>
    <w:rsid w:val="002C6BED"/>
    <w:rsid w:val="002E5B15"/>
    <w:rsid w:val="00310E47"/>
    <w:rsid w:val="00314450"/>
    <w:rsid w:val="003258C8"/>
    <w:rsid w:val="00335E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0F4C"/>
    <w:rsid w:val="0042193B"/>
    <w:rsid w:val="00424F0D"/>
    <w:rsid w:val="00426277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375F0"/>
    <w:rsid w:val="00641641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90EE7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46FC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9F3685"/>
    <w:rsid w:val="00A05D95"/>
    <w:rsid w:val="00A103EC"/>
    <w:rsid w:val="00A13EE8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CF03EB"/>
    <w:rsid w:val="00CF2593"/>
    <w:rsid w:val="00D01928"/>
    <w:rsid w:val="00D14353"/>
    <w:rsid w:val="00D4084F"/>
    <w:rsid w:val="00D413A6"/>
    <w:rsid w:val="00D5440C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4E43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332D"/>
    <w:rsid w:val="00F75580"/>
    <w:rsid w:val="00F8079F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4FA66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4F8E3-CCCF-4A63-9D6F-CC3713FDB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27</TotalTime>
  <Pages>1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5</cp:revision>
  <cp:lastPrinted>2021-02-18T14:24:00Z</cp:lastPrinted>
  <dcterms:created xsi:type="dcterms:W3CDTF">2021-02-18T13:21:00Z</dcterms:created>
  <dcterms:modified xsi:type="dcterms:W3CDTF">2021-02-18T14:43:00Z</dcterms:modified>
</cp:coreProperties>
</file>