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492F7E24" w:rsidR="003E1216" w:rsidRPr="00C907C5" w:rsidRDefault="003139F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367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5B627DD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502C3B">
        <w:t>3</w:t>
      </w:r>
      <w:r w:rsidR="00C907C5">
        <w:t>. schůze</w:t>
      </w:r>
    </w:p>
    <w:p w14:paraId="109F92E9" w14:textId="34A0DB4B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02C3B">
        <w:rPr>
          <w:bCs/>
          <w:iCs/>
        </w:rPr>
        <w:t>17</w:t>
      </w:r>
      <w:r w:rsidR="001B4026">
        <w:rPr>
          <w:bCs/>
          <w:iCs/>
        </w:rPr>
        <w:t xml:space="preserve">. </w:t>
      </w:r>
      <w:r w:rsidR="00A5001C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CB021D3" w:rsidR="008C5CDC" w:rsidRPr="00996356" w:rsidRDefault="00BA4E7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rPr>
          <w:szCs w:val="24"/>
        </w:rPr>
        <w:t>k v</w:t>
      </w:r>
      <w:r w:rsidR="00502C3B" w:rsidRPr="009D5035">
        <w:rPr>
          <w:szCs w:val="24"/>
        </w:rPr>
        <w:t>ládní</w:t>
      </w:r>
      <w:r>
        <w:rPr>
          <w:szCs w:val="24"/>
        </w:rPr>
        <w:t>mu</w:t>
      </w:r>
      <w:r w:rsidR="00502C3B" w:rsidRPr="009D5035">
        <w:rPr>
          <w:szCs w:val="24"/>
        </w:rPr>
        <w:t xml:space="preserve"> návrh</w:t>
      </w:r>
      <w:r>
        <w:rPr>
          <w:szCs w:val="24"/>
        </w:rPr>
        <w:t>u</w:t>
      </w:r>
      <w:r w:rsidR="00502C3B" w:rsidRPr="009D5035">
        <w:rPr>
          <w:szCs w:val="24"/>
        </w:rPr>
        <w:t xml:space="preserve"> zákona, kterým se mění zákon č. 58/1995 Sb., o pojišťování a financování vývozu se státní podporou a o doplnění zákona č. 166/1993 Sb., o Nejvyšším kontrolním úřadu, ve znění pozdějších předpisů, ve znění pozdějších předpisů, a zákon č. 218/2000 Sb., o rozpočtových pravidlech a o změně některých souvisejících zákonů (rozpočtová pravidla), ve znění pozdějších předpisů</w:t>
      </w:r>
      <w:r w:rsidR="00502C3B">
        <w:rPr>
          <w:szCs w:val="24"/>
        </w:rPr>
        <w:t xml:space="preserve"> </w:t>
      </w:r>
      <w:r w:rsidR="00996356" w:rsidRPr="00996356">
        <w:rPr>
          <w:kern w:val="0"/>
          <w:szCs w:val="24"/>
        </w:rPr>
        <w:t xml:space="preserve">– </w:t>
      </w:r>
      <w:r w:rsidR="00996356" w:rsidRPr="00996356">
        <w:rPr>
          <w:b/>
          <w:kern w:val="0"/>
          <w:szCs w:val="24"/>
        </w:rPr>
        <w:t>sněmovní tisk 75</w:t>
      </w:r>
      <w:r w:rsidR="00502C3B">
        <w:rPr>
          <w:b/>
          <w:kern w:val="0"/>
          <w:szCs w:val="24"/>
        </w:rPr>
        <w:t>7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25F4B556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FA77CF">
        <w:rPr>
          <w:rFonts w:ascii="Times New Roman" w:hAnsi="Times New Roman"/>
          <w:sz w:val="24"/>
          <w:szCs w:val="24"/>
        </w:rPr>
        <w:t>náměstk</w:t>
      </w:r>
      <w:r w:rsidR="003139F4">
        <w:rPr>
          <w:rFonts w:ascii="Times New Roman" w:hAnsi="Times New Roman"/>
          <w:sz w:val="24"/>
          <w:szCs w:val="24"/>
        </w:rPr>
        <w:t>a</w:t>
      </w:r>
      <w:r w:rsidR="00FA77CF">
        <w:rPr>
          <w:rFonts w:ascii="Times New Roman" w:hAnsi="Times New Roman"/>
          <w:sz w:val="24"/>
          <w:szCs w:val="24"/>
        </w:rPr>
        <w:t xml:space="preserve"> ministra průmyslu a obchodu </w:t>
      </w:r>
      <w:r w:rsidR="003139F4">
        <w:rPr>
          <w:rFonts w:ascii="Times New Roman" w:hAnsi="Times New Roman"/>
          <w:sz w:val="24"/>
          <w:szCs w:val="24"/>
        </w:rPr>
        <w:t>Mariana Piechy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</w:t>
      </w:r>
      <w:r w:rsidR="00A85194">
        <w:rPr>
          <w:rFonts w:ascii="Times New Roman" w:hAnsi="Times New Roman"/>
          <w:sz w:val="24"/>
          <w:szCs w:val="24"/>
        </w:rPr>
        <w:t xml:space="preserve">, kterou za omluveného </w:t>
      </w:r>
      <w:r w:rsidRPr="00323DBF">
        <w:rPr>
          <w:rFonts w:ascii="Times New Roman" w:hAnsi="Times New Roman"/>
          <w:sz w:val="24"/>
          <w:szCs w:val="24"/>
        </w:rPr>
        <w:t xml:space="preserve"> poslan</w:t>
      </w:r>
      <w:r w:rsidR="00502C3B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A85194">
        <w:rPr>
          <w:rFonts w:ascii="Times New Roman" w:hAnsi="Times New Roman"/>
          <w:sz w:val="24"/>
          <w:szCs w:val="24"/>
        </w:rPr>
        <w:t xml:space="preserve">Milana Ferance přednesla poslankyně Zuzana Ožanová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065BD2D8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7</w:t>
      </w:r>
      <w:r w:rsidR="00985CCB">
        <w:rPr>
          <w:rFonts w:ascii="Times New Roman" w:hAnsi="Times New Roman"/>
          <w:b/>
          <w:sz w:val="24"/>
          <w:szCs w:val="24"/>
          <w:lang w:eastAsia="cs-CZ"/>
        </w:rPr>
        <w:t>5</w:t>
      </w:r>
      <w:r w:rsidR="00502C3B">
        <w:rPr>
          <w:rFonts w:ascii="Times New Roman" w:hAnsi="Times New Roman"/>
          <w:b/>
          <w:sz w:val="24"/>
          <w:szCs w:val="24"/>
          <w:lang w:eastAsia="cs-CZ"/>
        </w:rPr>
        <w:t>7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65E9AECF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502C3B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6D416E51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středy 24. března</w:t>
      </w:r>
      <w:r w:rsidR="00502C3B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26C336A1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5001C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pondělí 29. března</w:t>
      </w:r>
      <w:r w:rsidR="002B2D62" w:rsidRPr="00FA77CF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2B2D62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3B23F32C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202F2" w:rsidRPr="00FA77CF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F4473B" w:rsidRPr="00FA77CF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F4473B" w:rsidRPr="00FA77CF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733E49F6" w:rsidR="00C3035B" w:rsidRPr="00524661" w:rsidRDefault="007E4AF2" w:rsidP="00370381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5D545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85194">
        <w:rPr>
          <w:rFonts w:ascii="Times New Roman" w:hAnsi="Times New Roman"/>
          <w:sz w:val="24"/>
          <w:szCs w:val="24"/>
          <w:lang w:eastAsia="cs-CZ"/>
        </w:rPr>
        <w:t>Milan FERANEC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D5454">
        <w:rPr>
          <w:rFonts w:ascii="Times New Roman" w:hAnsi="Times New Roman"/>
          <w:sz w:val="24"/>
          <w:szCs w:val="24"/>
          <w:lang w:eastAsia="cs-CZ"/>
        </w:rPr>
        <w:t>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4F1236F0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3313296" w:rsidR="007D5AF0" w:rsidRPr="00524661" w:rsidRDefault="00A47BEA" w:rsidP="007079CD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D5454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29AFED06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D24C53C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75611D5A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83C78"/>
    <w:rsid w:val="002B2D62"/>
    <w:rsid w:val="002C5CAA"/>
    <w:rsid w:val="002E355C"/>
    <w:rsid w:val="002F496A"/>
    <w:rsid w:val="003139F4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335D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5D5454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84C52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124EF"/>
    <w:rsid w:val="00A371B0"/>
    <w:rsid w:val="00A47BEA"/>
    <w:rsid w:val="00A5001C"/>
    <w:rsid w:val="00A53E0C"/>
    <w:rsid w:val="00A640F6"/>
    <w:rsid w:val="00A65B91"/>
    <w:rsid w:val="00A81B81"/>
    <w:rsid w:val="00A84635"/>
    <w:rsid w:val="00A85194"/>
    <w:rsid w:val="00AA1BEC"/>
    <w:rsid w:val="00AB30C2"/>
    <w:rsid w:val="00AF156A"/>
    <w:rsid w:val="00B04998"/>
    <w:rsid w:val="00B17153"/>
    <w:rsid w:val="00B21021"/>
    <w:rsid w:val="00B35523"/>
    <w:rsid w:val="00B42ABD"/>
    <w:rsid w:val="00B611EE"/>
    <w:rsid w:val="00B73037"/>
    <w:rsid w:val="00B85113"/>
    <w:rsid w:val="00BA4E78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A77CF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27E92-C512-4F59-B6EA-664280FE6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21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2021-02-17T11:12:00Z</cp:lastPrinted>
  <dcterms:created xsi:type="dcterms:W3CDTF">2021-02-10T13:23:00Z</dcterms:created>
  <dcterms:modified xsi:type="dcterms:W3CDTF">2021-02-17T11:13:00Z</dcterms:modified>
</cp:coreProperties>
</file>