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3E21B8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77777777" w:rsidR="003E1216" w:rsidRPr="003E1216" w:rsidRDefault="00E22AEA" w:rsidP="00684000">
      <w:pPr>
        <w:pStyle w:val="PShlavika2"/>
        <w:spacing w:line="240" w:lineRule="auto"/>
      </w:pPr>
      <w:r>
        <w:t>202</w:t>
      </w:r>
      <w:r w:rsidR="007079CD">
        <w:t>1</w:t>
      </w:r>
    </w:p>
    <w:p w14:paraId="706F95DA" w14:textId="77777777"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14:paraId="03D4B087" w14:textId="2053EAED" w:rsidR="003E1216" w:rsidRPr="00C907C5" w:rsidRDefault="00C40459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362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3AD00160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A5001C">
        <w:t>2</w:t>
      </w:r>
      <w:r w:rsidR="00C907C5">
        <w:t>. schůze</w:t>
      </w:r>
    </w:p>
    <w:p w14:paraId="109F92E9" w14:textId="3A6B46E6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A5001C">
        <w:rPr>
          <w:bCs/>
          <w:iCs/>
        </w:rPr>
        <w:t>3</w:t>
      </w:r>
      <w:r w:rsidR="001B4026">
        <w:rPr>
          <w:bCs/>
          <w:iCs/>
        </w:rPr>
        <w:t xml:space="preserve">. </w:t>
      </w:r>
      <w:r w:rsidR="00A5001C">
        <w:rPr>
          <w:bCs/>
          <w:iCs/>
        </w:rPr>
        <w:t>února</w:t>
      </w:r>
      <w:r w:rsidR="0033764D">
        <w:rPr>
          <w:bCs/>
          <w:iCs/>
        </w:rPr>
        <w:t xml:space="preserve"> 202</w:t>
      </w:r>
      <w:r w:rsidR="007079CD">
        <w:rPr>
          <w:bCs/>
          <w:iCs/>
        </w:rPr>
        <w:t>1</w:t>
      </w:r>
    </w:p>
    <w:p w14:paraId="54D3B59B" w14:textId="28B987B3" w:rsidR="008C5CDC" w:rsidRPr="00117C2E" w:rsidRDefault="00A84635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 w:rsidRPr="00A5001C">
        <w:t xml:space="preserve">k </w:t>
      </w:r>
      <w:r w:rsidRPr="00A5001C">
        <w:rPr>
          <w:shd w:val="clear" w:color="auto" w:fill="FFFFFF" w:themeFill="background1"/>
        </w:rPr>
        <w:t>v</w:t>
      </w:r>
      <w:r w:rsidRPr="00A5001C">
        <w:t xml:space="preserve">ládnímu </w:t>
      </w:r>
      <w:r w:rsidR="003628CC" w:rsidRPr="00A5001C">
        <w:t xml:space="preserve">návrhu </w:t>
      </w:r>
      <w:r w:rsidR="00BE3E71" w:rsidRPr="00A5001C">
        <w:t>zákona</w:t>
      </w:r>
      <w:r w:rsidR="007079CD" w:rsidRPr="00A5001C">
        <w:t xml:space="preserve">, kterým se mění zákon č. </w:t>
      </w:r>
      <w:r w:rsidR="009E728C" w:rsidRPr="00BC08BE">
        <w:rPr>
          <w:rFonts w:cs="Times New Roman"/>
          <w:szCs w:val="24"/>
          <w:shd w:val="clear" w:color="auto" w:fill="FFFFFF"/>
        </w:rPr>
        <w:t>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předpisů, a zákon č. 634/2004 Sb., o správních poplatcích, ve znění pozdějších předpisů</w:t>
      </w:r>
      <w:r w:rsidR="009E728C" w:rsidRPr="00BC08BE">
        <w:t xml:space="preserve"> – </w:t>
      </w:r>
      <w:r w:rsidR="009E728C" w:rsidRPr="00BC08BE">
        <w:rPr>
          <w:b/>
        </w:rPr>
        <w:t>sněmovní tisk 1046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0F90747D" w:rsidR="00E83F84" w:rsidRPr="00E83F84" w:rsidRDefault="00E83F84" w:rsidP="009F556E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1E2E72" w:rsidRPr="00A65B91">
        <w:rPr>
          <w:rFonts w:ascii="Times New Roman" w:hAnsi="Times New Roman"/>
          <w:sz w:val="24"/>
          <w:szCs w:val="24"/>
        </w:rPr>
        <w:t xml:space="preserve"> </w:t>
      </w:r>
      <w:r w:rsidR="009E1443" w:rsidRPr="009E1443">
        <w:rPr>
          <w:rFonts w:ascii="Times New Roman" w:hAnsi="Times New Roman"/>
          <w:sz w:val="24"/>
          <w:szCs w:val="24"/>
        </w:rPr>
        <w:t xml:space="preserve">náměstka </w:t>
      </w:r>
      <w:r w:rsidR="007E4AF2" w:rsidRPr="009E1443">
        <w:rPr>
          <w:rFonts w:ascii="Times New Roman" w:hAnsi="Times New Roman"/>
          <w:sz w:val="24"/>
          <w:szCs w:val="24"/>
        </w:rPr>
        <w:t>m</w:t>
      </w:r>
      <w:r w:rsidR="00283C78" w:rsidRPr="009E1443">
        <w:rPr>
          <w:rFonts w:ascii="Times New Roman" w:hAnsi="Times New Roman"/>
          <w:sz w:val="24"/>
          <w:szCs w:val="24"/>
        </w:rPr>
        <w:t xml:space="preserve">inistra </w:t>
      </w:r>
      <w:r w:rsidR="00F85814" w:rsidRPr="009E1443">
        <w:rPr>
          <w:rFonts w:ascii="Times New Roman" w:hAnsi="Times New Roman"/>
          <w:sz w:val="24"/>
          <w:szCs w:val="24"/>
        </w:rPr>
        <w:t>dopravy</w:t>
      </w:r>
      <w:r w:rsidR="00283C78" w:rsidRPr="009E1443">
        <w:rPr>
          <w:rFonts w:ascii="Times New Roman" w:hAnsi="Times New Roman"/>
          <w:sz w:val="24"/>
          <w:szCs w:val="24"/>
        </w:rPr>
        <w:t xml:space="preserve"> </w:t>
      </w:r>
      <w:r w:rsidR="009E1443" w:rsidRPr="009E1443">
        <w:rPr>
          <w:rFonts w:ascii="Times New Roman" w:hAnsi="Times New Roman"/>
          <w:sz w:val="24"/>
          <w:szCs w:val="24"/>
        </w:rPr>
        <w:t>Jakuba Kopřivy</w:t>
      </w:r>
      <w:r w:rsidR="00A65B91" w:rsidRPr="009E1443">
        <w:rPr>
          <w:rFonts w:ascii="Times New Roman" w:hAnsi="Times New Roman"/>
          <w:sz w:val="24"/>
          <w:szCs w:val="24"/>
        </w:rPr>
        <w:t xml:space="preserve">, </w:t>
      </w:r>
      <w:r w:rsidRPr="009E1443">
        <w:rPr>
          <w:rFonts w:ascii="Times New Roman" w:hAnsi="Times New Roman"/>
          <w:sz w:val="24"/>
          <w:szCs w:val="24"/>
        </w:rPr>
        <w:t xml:space="preserve">zpravodajské </w:t>
      </w:r>
      <w:r w:rsidR="00445E76" w:rsidRPr="009E1443">
        <w:rPr>
          <w:rFonts w:ascii="Times New Roman" w:hAnsi="Times New Roman"/>
          <w:sz w:val="24"/>
          <w:szCs w:val="24"/>
        </w:rPr>
        <w:t xml:space="preserve">zprávy poslankyně Zuzany Ožanové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7416FDEC"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2B2D62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445E76">
        <w:rPr>
          <w:rFonts w:ascii="Times New Roman" w:hAnsi="Times New Roman"/>
          <w:b/>
          <w:sz w:val="24"/>
          <w:szCs w:val="24"/>
          <w:lang w:eastAsia="cs-CZ"/>
        </w:rPr>
        <w:t>1046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2E3C776D" w14:textId="0ABD7910"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445E76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</w:t>
      </w:r>
      <w:r w:rsidR="00445E76" w:rsidRPr="00445E76">
        <w:rPr>
          <w:rFonts w:ascii="Times New Roman" w:hAnsi="Times New Roman"/>
          <w:spacing w:val="-4"/>
          <w:sz w:val="24"/>
          <w:szCs w:val="24"/>
          <w:lang w:eastAsia="cs-CZ"/>
        </w:rPr>
        <w:t>ky</w:t>
      </w:r>
      <w:r w:rsidRPr="00445E76">
        <w:rPr>
          <w:rFonts w:ascii="Times New Roman" w:hAnsi="Times New Roman"/>
          <w:spacing w:val="-4"/>
          <w:sz w:val="24"/>
          <w:szCs w:val="24"/>
          <w:lang w:eastAsia="cs-CZ"/>
        </w:rPr>
        <w:t>:</w:t>
      </w:r>
    </w:p>
    <w:p w14:paraId="60BE68DD" w14:textId="0476C645" w:rsidR="00A53E0C" w:rsidRDefault="00A53E0C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 do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7E47">
        <w:rPr>
          <w:rFonts w:ascii="Times New Roman" w:hAnsi="Times New Roman"/>
          <w:b/>
          <w:i/>
          <w:sz w:val="24"/>
          <w:szCs w:val="24"/>
          <w:lang w:eastAsia="cs-CZ"/>
        </w:rPr>
        <w:t xml:space="preserve">středy </w:t>
      </w:r>
      <w:r w:rsidR="007079CD">
        <w:rPr>
          <w:rFonts w:ascii="Times New Roman" w:hAnsi="Times New Roman"/>
          <w:b/>
          <w:i/>
          <w:sz w:val="24"/>
          <w:szCs w:val="24"/>
          <w:lang w:eastAsia="cs-CZ"/>
        </w:rPr>
        <w:t>1</w:t>
      </w:r>
      <w:r w:rsidR="00C57E47">
        <w:rPr>
          <w:rFonts w:ascii="Times New Roman" w:hAnsi="Times New Roman"/>
          <w:b/>
          <w:i/>
          <w:sz w:val="24"/>
          <w:szCs w:val="24"/>
          <w:lang w:eastAsia="cs-CZ"/>
        </w:rPr>
        <w:t>0</w:t>
      </w:r>
      <w:r w:rsidR="002B2D62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C57E47">
        <w:rPr>
          <w:rFonts w:ascii="Times New Roman" w:hAnsi="Times New Roman"/>
          <w:b/>
          <w:i/>
          <w:sz w:val="24"/>
          <w:szCs w:val="24"/>
          <w:lang w:eastAsia="cs-CZ"/>
        </w:rPr>
        <w:t>února</w:t>
      </w:r>
      <w:r w:rsidR="002B2D62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2021</w:t>
      </w:r>
      <w:r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03C9BF14" w14:textId="290D5B53" w:rsidR="00A53E0C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445E76">
        <w:rPr>
          <w:rFonts w:ascii="Times New Roman" w:hAnsi="Times New Roman"/>
          <w:i/>
          <w:sz w:val="24"/>
          <w:szCs w:val="24"/>
          <w:lang w:eastAsia="cs-CZ"/>
        </w:rPr>
        <w:t>D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C57E47">
        <w:rPr>
          <w:rFonts w:ascii="Times New Roman" w:hAnsi="Times New Roman"/>
          <w:b/>
          <w:i/>
          <w:sz w:val="24"/>
          <w:szCs w:val="24"/>
          <w:lang w:eastAsia="cs-CZ"/>
        </w:rPr>
        <w:t>pondělí 15</w:t>
      </w:r>
      <w:r w:rsidR="002B2D62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C57E47">
        <w:rPr>
          <w:rFonts w:ascii="Times New Roman" w:hAnsi="Times New Roman"/>
          <w:b/>
          <w:i/>
          <w:sz w:val="24"/>
          <w:szCs w:val="24"/>
          <w:lang w:eastAsia="cs-CZ"/>
        </w:rPr>
        <w:t>února</w:t>
      </w:r>
      <w:r w:rsidR="002B2D62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2021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313A727D"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BE3E71" w:rsidRPr="009202F2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315E6F" w:rsidRPr="009202F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7E47">
        <w:rPr>
          <w:rFonts w:ascii="Times New Roman" w:hAnsi="Times New Roman"/>
          <w:b/>
          <w:i/>
          <w:sz w:val="24"/>
          <w:szCs w:val="24"/>
          <w:lang w:eastAsia="cs-CZ"/>
        </w:rPr>
        <w:t>17</w:t>
      </w:r>
      <w:r w:rsidR="00F4473B" w:rsidRPr="009202F2">
        <w:rPr>
          <w:rFonts w:ascii="Times New Roman" w:hAnsi="Times New Roman"/>
          <w:b/>
          <w:i/>
          <w:sz w:val="24"/>
          <w:szCs w:val="24"/>
          <w:lang w:eastAsia="cs-CZ"/>
        </w:rPr>
        <w:t>. února 2021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321A3B88" w14:textId="4BD32D45" w:rsidR="00C3035B" w:rsidRPr="00524661" w:rsidRDefault="007E4AF2" w:rsidP="00445E76">
      <w:pPr>
        <w:tabs>
          <w:tab w:val="center" w:pos="1418"/>
          <w:tab w:val="center" w:pos="4536"/>
          <w:tab w:val="center" w:pos="7655"/>
        </w:tabs>
        <w:spacing w:before="12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A5001C">
        <w:rPr>
          <w:rFonts w:ascii="Times New Roman" w:hAnsi="Times New Roman"/>
          <w:sz w:val="24"/>
          <w:szCs w:val="24"/>
          <w:lang w:eastAsia="cs-CZ"/>
        </w:rPr>
        <w:t>Ondřej POLANSKÝ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45E76">
        <w:rPr>
          <w:rFonts w:ascii="Times New Roman" w:hAnsi="Times New Roman"/>
          <w:sz w:val="24"/>
          <w:szCs w:val="24"/>
          <w:lang w:eastAsia="cs-CZ"/>
        </w:rPr>
        <w:t>Zuzana OŽANOVÁ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36A9976" w14:textId="69E2A282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445E76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14:paraId="1B8E2188" w14:textId="36F2EF81" w:rsidR="007D5AF0" w:rsidRPr="00524661" w:rsidRDefault="00A47BEA" w:rsidP="003E21B8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</w:t>
      </w:r>
      <w:bookmarkStart w:id="0" w:name="_GoBack"/>
      <w:bookmarkEnd w:id="0"/>
      <w:r w:rsidR="00744C47">
        <w:rPr>
          <w:rFonts w:ascii="Times New Roman" w:hAnsi="Times New Roman"/>
          <w:sz w:val="24"/>
          <w:szCs w:val="24"/>
          <w:lang w:eastAsia="cs-CZ"/>
        </w:rPr>
        <w:t>ALA</w:t>
      </w:r>
      <w:r w:rsidR="007E4AF2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600FB7C3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5609A3A2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D9B7621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36756"/>
    <w:rsid w:val="000447AB"/>
    <w:rsid w:val="00056E19"/>
    <w:rsid w:val="00060BDA"/>
    <w:rsid w:val="00082C1B"/>
    <w:rsid w:val="000A2E73"/>
    <w:rsid w:val="000A3377"/>
    <w:rsid w:val="000A7C74"/>
    <w:rsid w:val="000B0CAF"/>
    <w:rsid w:val="000B46D9"/>
    <w:rsid w:val="000D431D"/>
    <w:rsid w:val="000F3F85"/>
    <w:rsid w:val="001056EE"/>
    <w:rsid w:val="00117C2E"/>
    <w:rsid w:val="0018064B"/>
    <w:rsid w:val="001B4026"/>
    <w:rsid w:val="001D31DB"/>
    <w:rsid w:val="001D480E"/>
    <w:rsid w:val="001D62A9"/>
    <w:rsid w:val="001E2E72"/>
    <w:rsid w:val="001F6D70"/>
    <w:rsid w:val="002128F2"/>
    <w:rsid w:val="00216D4E"/>
    <w:rsid w:val="002214A3"/>
    <w:rsid w:val="00255747"/>
    <w:rsid w:val="00283C78"/>
    <w:rsid w:val="002B2D62"/>
    <w:rsid w:val="002C5CAA"/>
    <w:rsid w:val="002E355C"/>
    <w:rsid w:val="002F496A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21B8"/>
    <w:rsid w:val="003E3668"/>
    <w:rsid w:val="003E65E5"/>
    <w:rsid w:val="003F7969"/>
    <w:rsid w:val="00416EA7"/>
    <w:rsid w:val="00422A4C"/>
    <w:rsid w:val="00433B08"/>
    <w:rsid w:val="0044087F"/>
    <w:rsid w:val="00444ABC"/>
    <w:rsid w:val="00445E76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24661"/>
    <w:rsid w:val="00560B5B"/>
    <w:rsid w:val="00580782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4CD8"/>
    <w:rsid w:val="007079CD"/>
    <w:rsid w:val="00744C47"/>
    <w:rsid w:val="0077108E"/>
    <w:rsid w:val="007958F9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B4F68"/>
    <w:rsid w:val="008C5CDC"/>
    <w:rsid w:val="008D02DE"/>
    <w:rsid w:val="008E3EAF"/>
    <w:rsid w:val="009202F2"/>
    <w:rsid w:val="00920BD2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E1443"/>
    <w:rsid w:val="009E21D7"/>
    <w:rsid w:val="009E728C"/>
    <w:rsid w:val="009F556E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A1BEC"/>
    <w:rsid w:val="00AB30C2"/>
    <w:rsid w:val="00AF156A"/>
    <w:rsid w:val="00B04998"/>
    <w:rsid w:val="00B17153"/>
    <w:rsid w:val="00B21021"/>
    <w:rsid w:val="00B35523"/>
    <w:rsid w:val="00B42ABD"/>
    <w:rsid w:val="00B611EE"/>
    <w:rsid w:val="00B73037"/>
    <w:rsid w:val="00B85113"/>
    <w:rsid w:val="00BD144F"/>
    <w:rsid w:val="00BE35FA"/>
    <w:rsid w:val="00BE3E71"/>
    <w:rsid w:val="00BF61D7"/>
    <w:rsid w:val="00BF65D9"/>
    <w:rsid w:val="00C06E69"/>
    <w:rsid w:val="00C150FE"/>
    <w:rsid w:val="00C3035B"/>
    <w:rsid w:val="00C40459"/>
    <w:rsid w:val="00C41935"/>
    <w:rsid w:val="00C54849"/>
    <w:rsid w:val="00C57E47"/>
    <w:rsid w:val="00C60195"/>
    <w:rsid w:val="00C66196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62487"/>
    <w:rsid w:val="00D63EDD"/>
    <w:rsid w:val="00D70B05"/>
    <w:rsid w:val="00D87B3C"/>
    <w:rsid w:val="00DA1A01"/>
    <w:rsid w:val="00DE312C"/>
    <w:rsid w:val="00DF6991"/>
    <w:rsid w:val="00E22AEA"/>
    <w:rsid w:val="00E31117"/>
    <w:rsid w:val="00E31D3B"/>
    <w:rsid w:val="00E50212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73C"/>
    <w:rsid w:val="00F67053"/>
    <w:rsid w:val="00F85814"/>
    <w:rsid w:val="00F960F2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99DB3-6CF4-4F33-B68E-DEABE6D08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3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2021-02-03T16:40:00Z</cp:lastPrinted>
  <dcterms:created xsi:type="dcterms:W3CDTF">2021-02-03T15:20:00Z</dcterms:created>
  <dcterms:modified xsi:type="dcterms:W3CDTF">2021-02-03T16:40:00Z</dcterms:modified>
</cp:coreProperties>
</file>