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014EED">
        <w:rPr>
          <w:b w:val="0"/>
          <w:i w:val="0"/>
        </w:rPr>
        <w:t>190459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</w:t>
      </w:r>
      <w:r w:rsidR="00CD3F23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1D3D03" w:rsidP="000E730C">
      <w:pPr>
        <w:pStyle w:val="PS-slousnesen"/>
      </w:pPr>
      <w:r>
        <w:t>253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B77B9A">
      <w:pPr>
        <w:pStyle w:val="PS-hlavika1"/>
      </w:pPr>
      <w:r>
        <w:t>z</w:t>
      </w:r>
      <w:r w:rsidR="000C7639">
        <w:t>e</w:t>
      </w:r>
      <w:r w:rsidR="008C3C54">
        <w:t xml:space="preserve"> </w:t>
      </w:r>
      <w:r w:rsidR="000C7639">
        <w:t>7</w:t>
      </w:r>
      <w:r w:rsidR="00CD3F23">
        <w:t>9</w:t>
      </w:r>
      <w:r>
        <w:t>. schůze</w:t>
      </w:r>
    </w:p>
    <w:p w:rsidR="00DC29E4" w:rsidRDefault="00DC29E4" w:rsidP="00B77B9A">
      <w:pPr>
        <w:pStyle w:val="PS-hlavika1"/>
      </w:pPr>
      <w:r>
        <w:t xml:space="preserve">dne </w:t>
      </w:r>
      <w:r w:rsidR="00CD3F23">
        <w:t>3. února 2021</w:t>
      </w:r>
    </w:p>
    <w:p w:rsidR="004A4F60" w:rsidRDefault="004A4F60" w:rsidP="00B77B9A">
      <w:pPr>
        <w:pStyle w:val="Bezmezer"/>
      </w:pPr>
    </w:p>
    <w:p w:rsidR="00B77B9A" w:rsidRDefault="00B77B9A" w:rsidP="00B77B9A">
      <w:pPr>
        <w:pStyle w:val="slovanseznam"/>
        <w:spacing w:after="0" w:line="240" w:lineRule="auto"/>
        <w:ind w:left="360" w:hanging="360"/>
        <w:jc w:val="center"/>
        <w:rPr>
          <w:shd w:val="clear" w:color="auto" w:fill="FFFFFF"/>
        </w:rPr>
      </w:pPr>
    </w:p>
    <w:p w:rsidR="00B77B9A" w:rsidRDefault="00307DCB" w:rsidP="00B77B9A">
      <w:pPr>
        <w:pStyle w:val="slovanseznam"/>
        <w:spacing w:after="0" w:line="240" w:lineRule="auto"/>
        <w:ind w:left="360" w:hanging="360"/>
        <w:jc w:val="center"/>
        <w:rPr>
          <w:shd w:val="clear" w:color="auto" w:fill="FFFFFF"/>
        </w:rPr>
      </w:pPr>
      <w:r w:rsidRPr="00BB731B">
        <w:rPr>
          <w:shd w:val="clear" w:color="auto" w:fill="FFFFFF"/>
        </w:rPr>
        <w:t>Vládní návrh zákona, kterým se mění některé zákony v souvislosti s přijetím stavebního zákona</w:t>
      </w:r>
      <w:r w:rsidRPr="00BB731B">
        <w:t xml:space="preserve"> (tisk 1009)</w:t>
      </w:r>
    </w:p>
    <w:p w:rsidR="004A4F60" w:rsidRDefault="002509FA" w:rsidP="002509FA">
      <w:pPr>
        <w:pStyle w:val="PS-uvodnodstavec"/>
        <w:spacing w:after="0" w:line="240" w:lineRule="auto"/>
        <w:ind w:firstLine="0"/>
      </w:pPr>
      <w:r>
        <w:t>___________________________________________________________________________</w:t>
      </w:r>
    </w:p>
    <w:p w:rsidR="002509FA" w:rsidRPr="002509FA" w:rsidRDefault="002509FA" w:rsidP="002509FA"/>
    <w:p w:rsidR="00DC29E4" w:rsidRDefault="001D3D03" w:rsidP="002509FA">
      <w:pPr>
        <w:pStyle w:val="PS-uvodnodstavec"/>
        <w:spacing w:after="0" w:line="240" w:lineRule="auto"/>
        <w:ind w:firstLine="708"/>
      </w:pPr>
      <w:r>
        <w:t xml:space="preserve">Po vyjádření náměstkyně ministryně pro místní rozvoj Ing. Marcely Pavlové,  </w:t>
      </w:r>
      <w:r w:rsidR="00B77B9A">
        <w:t xml:space="preserve"> </w:t>
      </w:r>
      <w:r w:rsidR="00665E98">
        <w:t xml:space="preserve"> zpr</w:t>
      </w:r>
      <w:r w:rsidR="002A091C">
        <w:t>avodaj</w:t>
      </w:r>
      <w:r w:rsidR="00CD3F23">
        <w:t>e</w:t>
      </w:r>
      <w:r w:rsidR="002A091C">
        <w:t xml:space="preserve"> </w:t>
      </w:r>
      <w:r w:rsidR="008C3C54">
        <w:t xml:space="preserve">posl. </w:t>
      </w:r>
      <w:r w:rsidR="00B77B9A">
        <w:t>Mgr. Dominika Feriho</w:t>
      </w:r>
      <w:r w:rsidR="008C3C54">
        <w:t xml:space="preserve"> </w:t>
      </w:r>
      <w:r w:rsidR="005F357B">
        <w:rPr>
          <w:bCs/>
        </w:rPr>
        <w:t>a</w:t>
      </w:r>
      <w:r w:rsidR="008B2A3B">
        <w:rPr>
          <w:bCs/>
        </w:rPr>
        <w:t xml:space="preserve"> v obecné </w:t>
      </w:r>
      <w:r w:rsidR="00DC29E4">
        <w:t>rozpravě</w:t>
      </w:r>
    </w:p>
    <w:p w:rsidR="005F357B" w:rsidRDefault="005F357B" w:rsidP="002509FA">
      <w:pPr>
        <w:pStyle w:val="PS-uvodnodstavec"/>
        <w:spacing w:after="0" w:line="240" w:lineRule="auto"/>
        <w:ind w:left="360" w:firstLine="0"/>
      </w:pPr>
    </w:p>
    <w:p w:rsidR="001D3D03" w:rsidRDefault="001D3D03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1D3D03" w:rsidRDefault="001D3D03" w:rsidP="00C64738"/>
    <w:p w:rsidR="001D3D03" w:rsidRDefault="001D3D03" w:rsidP="001D3D03">
      <w:pPr>
        <w:pStyle w:val="PS-slovanseznam"/>
        <w:numPr>
          <w:ilvl w:val="0"/>
          <w:numId w:val="22"/>
        </w:numPr>
        <w:ind w:left="851" w:hanging="425"/>
      </w:pPr>
      <w:r>
        <w:rPr>
          <w:rStyle w:val="proloenChar"/>
        </w:rPr>
        <w:t>přerušuje</w:t>
      </w:r>
      <w:r w:rsidR="009E5BB6" w:rsidRPr="00FC2A3C">
        <w:t xml:space="preserve"> </w:t>
      </w:r>
      <w:r>
        <w:t>projednávání sněmovního tisku 1009.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1D3D03" w:rsidRDefault="001D3D03" w:rsidP="009E5BB6">
      <w:pPr>
        <w:tabs>
          <w:tab w:val="center" w:pos="1843"/>
        </w:tabs>
        <w:spacing w:after="0" w:line="240" w:lineRule="auto"/>
        <w:ind w:left="357"/>
      </w:pPr>
    </w:p>
    <w:p w:rsidR="001D3D03" w:rsidRDefault="001D3D03" w:rsidP="009E5BB6">
      <w:pPr>
        <w:tabs>
          <w:tab w:val="center" w:pos="1843"/>
        </w:tabs>
        <w:spacing w:after="0" w:line="240" w:lineRule="auto"/>
        <w:ind w:left="357"/>
      </w:pPr>
    </w:p>
    <w:p w:rsidR="001D3D03" w:rsidRDefault="001D3D03" w:rsidP="009E5BB6">
      <w:pPr>
        <w:tabs>
          <w:tab w:val="center" w:pos="1843"/>
        </w:tabs>
        <w:spacing w:after="0" w:line="240" w:lineRule="auto"/>
        <w:ind w:left="357"/>
      </w:pPr>
    </w:p>
    <w:p w:rsidR="001D3D03" w:rsidRDefault="001D3D03" w:rsidP="009E5BB6">
      <w:pPr>
        <w:tabs>
          <w:tab w:val="center" w:pos="1843"/>
        </w:tabs>
        <w:spacing w:after="0" w:line="240" w:lineRule="auto"/>
        <w:ind w:left="357"/>
      </w:pPr>
    </w:p>
    <w:p w:rsidR="001D3D03" w:rsidRDefault="001D3D03" w:rsidP="009E5BB6">
      <w:pPr>
        <w:tabs>
          <w:tab w:val="center" w:pos="1843"/>
        </w:tabs>
        <w:spacing w:after="0" w:line="240" w:lineRule="auto"/>
        <w:ind w:left="357"/>
      </w:pPr>
    </w:p>
    <w:p w:rsidR="001D3D03" w:rsidRDefault="001D3D03" w:rsidP="009E5BB6">
      <w:pPr>
        <w:tabs>
          <w:tab w:val="center" w:pos="1843"/>
        </w:tabs>
        <w:spacing w:after="0" w:line="240" w:lineRule="auto"/>
        <w:ind w:left="357"/>
      </w:pPr>
    </w:p>
    <w:p w:rsidR="001D3D03" w:rsidRDefault="001D3D03" w:rsidP="009E5BB6">
      <w:pPr>
        <w:tabs>
          <w:tab w:val="center" w:pos="1843"/>
        </w:tabs>
        <w:spacing w:after="0" w:line="240" w:lineRule="auto"/>
        <w:ind w:left="357"/>
      </w:pPr>
    </w:p>
    <w:p w:rsidR="001D3D03" w:rsidRDefault="001D3D03" w:rsidP="009E5BB6">
      <w:pPr>
        <w:tabs>
          <w:tab w:val="center" w:pos="1843"/>
        </w:tabs>
        <w:spacing w:after="0" w:line="240" w:lineRule="auto"/>
        <w:ind w:left="357"/>
      </w:pPr>
    </w:p>
    <w:p w:rsidR="001D3D03" w:rsidRDefault="001D3D03" w:rsidP="009E5BB6">
      <w:pPr>
        <w:tabs>
          <w:tab w:val="center" w:pos="1843"/>
        </w:tabs>
        <w:spacing w:after="0" w:line="240" w:lineRule="auto"/>
        <w:ind w:left="357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B77B9A" w:rsidP="00B77B9A">
      <w:pPr>
        <w:tabs>
          <w:tab w:val="center" w:pos="1985"/>
        </w:tabs>
        <w:spacing w:after="0" w:line="240" w:lineRule="auto"/>
        <w:ind w:left="357" w:right="-995"/>
      </w:pPr>
      <w:r>
        <w:t xml:space="preserve">        Mgr. Dominik FERI</w:t>
      </w:r>
      <w:r w:rsidR="001D3D03">
        <w:tab/>
      </w:r>
      <w:r w:rsidR="00014EED">
        <w:t xml:space="preserve"> v. r. </w:t>
      </w:r>
      <w:r w:rsidR="001D3D03">
        <w:tab/>
      </w:r>
      <w:r w:rsidR="001D3D03">
        <w:tab/>
      </w:r>
      <w:r w:rsidR="001D3D03">
        <w:tab/>
      </w:r>
      <w:r w:rsidR="001D3D03">
        <w:tab/>
        <w:t>Mgr. Tomáš KOHOUTEK, MBA</w:t>
      </w:r>
      <w:r w:rsidR="00014EED">
        <w:t xml:space="preserve"> v. r.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014EED">
        <w:t xml:space="preserve">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  </w:t>
      </w:r>
      <w:r w:rsidR="003F73C2">
        <w:t xml:space="preserve"> </w:t>
      </w:r>
      <w:r w:rsidR="001D3D03">
        <w:tab/>
      </w:r>
      <w:r w:rsidR="00014EED">
        <w:t xml:space="preserve">   </w:t>
      </w:r>
      <w:r w:rsidR="003F73C2">
        <w:t xml:space="preserve">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D3D03" w:rsidRDefault="001D3D0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D3D03" w:rsidRDefault="001D3D0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014EED">
        <w:t>v. r.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D03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BC25A3"/>
    <w:multiLevelType w:val="hybridMultilevel"/>
    <w:tmpl w:val="37B228EC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9" w15:restartNumberingAfterBreak="0">
    <w:nsid w:val="56FD024A"/>
    <w:multiLevelType w:val="hybridMultilevel"/>
    <w:tmpl w:val="FE86FCB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0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3"/>
  </w:num>
  <w:num w:numId="10">
    <w:abstractNumId w:val="22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4EED"/>
    <w:rsid w:val="0001595A"/>
    <w:rsid w:val="000476E4"/>
    <w:rsid w:val="00050460"/>
    <w:rsid w:val="00053FE1"/>
    <w:rsid w:val="0007134E"/>
    <w:rsid w:val="000724B3"/>
    <w:rsid w:val="00072D44"/>
    <w:rsid w:val="000901C9"/>
    <w:rsid w:val="0009160B"/>
    <w:rsid w:val="000A1EC5"/>
    <w:rsid w:val="000A672A"/>
    <w:rsid w:val="000B47C9"/>
    <w:rsid w:val="000C399A"/>
    <w:rsid w:val="000C5278"/>
    <w:rsid w:val="000C740A"/>
    <w:rsid w:val="000C7639"/>
    <w:rsid w:val="000E730C"/>
    <w:rsid w:val="00103C04"/>
    <w:rsid w:val="00106842"/>
    <w:rsid w:val="00114315"/>
    <w:rsid w:val="00115A56"/>
    <w:rsid w:val="00117FF6"/>
    <w:rsid w:val="00124F75"/>
    <w:rsid w:val="00136BB7"/>
    <w:rsid w:val="0015088E"/>
    <w:rsid w:val="00177E30"/>
    <w:rsid w:val="00191C5F"/>
    <w:rsid w:val="001A1050"/>
    <w:rsid w:val="001B45F3"/>
    <w:rsid w:val="001D3D03"/>
    <w:rsid w:val="00230024"/>
    <w:rsid w:val="0023249A"/>
    <w:rsid w:val="00236D64"/>
    <w:rsid w:val="002509FA"/>
    <w:rsid w:val="00254049"/>
    <w:rsid w:val="002557A2"/>
    <w:rsid w:val="00263726"/>
    <w:rsid w:val="00272E1B"/>
    <w:rsid w:val="002816E9"/>
    <w:rsid w:val="00283E56"/>
    <w:rsid w:val="00294A64"/>
    <w:rsid w:val="002A091C"/>
    <w:rsid w:val="002A2F32"/>
    <w:rsid w:val="002B0FB6"/>
    <w:rsid w:val="002B60B3"/>
    <w:rsid w:val="002C6BED"/>
    <w:rsid w:val="00307DCB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3773F"/>
    <w:rsid w:val="00645FA8"/>
    <w:rsid w:val="006577D3"/>
    <w:rsid w:val="00660DAE"/>
    <w:rsid w:val="00665E98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6E9D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2A3B"/>
    <w:rsid w:val="008B467F"/>
    <w:rsid w:val="008B49FC"/>
    <w:rsid w:val="008C3C54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3B4E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024B8"/>
    <w:rsid w:val="00B13892"/>
    <w:rsid w:val="00B24F5A"/>
    <w:rsid w:val="00B32C48"/>
    <w:rsid w:val="00B41DFB"/>
    <w:rsid w:val="00B44231"/>
    <w:rsid w:val="00B53E8D"/>
    <w:rsid w:val="00B6470E"/>
    <w:rsid w:val="00B715B6"/>
    <w:rsid w:val="00B71741"/>
    <w:rsid w:val="00B77B9A"/>
    <w:rsid w:val="00B82461"/>
    <w:rsid w:val="00BB265D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D3F23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6354B"/>
    <w:rsid w:val="00E97283"/>
    <w:rsid w:val="00EA3461"/>
    <w:rsid w:val="00EA6BAD"/>
    <w:rsid w:val="00EB15F7"/>
    <w:rsid w:val="00EC0DD8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A263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718D5-9861-4A01-B8F3-20849CB9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2021-02-04T14:08:00Z</cp:lastPrinted>
  <dcterms:created xsi:type="dcterms:W3CDTF">2021-02-04T10:24:00Z</dcterms:created>
  <dcterms:modified xsi:type="dcterms:W3CDTF">2021-02-04T14:20:00Z</dcterms:modified>
</cp:coreProperties>
</file>