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BA1556">
        <w:rPr>
          <w:b w:val="0"/>
          <w:i w:val="0"/>
        </w:rPr>
        <w:t>190458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</w:t>
      </w:r>
      <w:r w:rsidR="00FB2351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8975E0" w:rsidP="000E730C">
      <w:pPr>
        <w:pStyle w:val="PS-slousnesen"/>
      </w:pPr>
      <w:r>
        <w:t>252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B77B9A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</w:t>
      </w:r>
      <w:r w:rsidR="00FB2351">
        <w:t>9</w:t>
      </w:r>
      <w:r>
        <w:t>. schůze</w:t>
      </w:r>
    </w:p>
    <w:p w:rsidR="00DC29E4" w:rsidRDefault="00DC29E4" w:rsidP="00B77B9A">
      <w:pPr>
        <w:pStyle w:val="PS-hlavika1"/>
      </w:pPr>
      <w:r>
        <w:t xml:space="preserve">dne </w:t>
      </w:r>
      <w:r w:rsidR="00FB2351">
        <w:t>3. února 2021</w:t>
      </w:r>
    </w:p>
    <w:p w:rsidR="004A4F60" w:rsidRDefault="004A4F60" w:rsidP="00B77B9A">
      <w:pPr>
        <w:pStyle w:val="Bezmezer"/>
      </w:pPr>
    </w:p>
    <w:p w:rsid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</w:p>
    <w:p w:rsid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</w:p>
    <w:p w:rsidR="002509FA" w:rsidRP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color w:val="000000"/>
          <w:lang w:eastAsia="cs-CZ"/>
        </w:rPr>
      </w:pPr>
      <w:r w:rsidRPr="00BD4CD6">
        <w:rPr>
          <w:shd w:val="clear" w:color="auto" w:fill="FFFFFF"/>
        </w:rPr>
        <w:t>Vládní návrh stavebního zákona</w:t>
      </w:r>
      <w:r w:rsidRPr="00BD4CD6">
        <w:t xml:space="preserve"> (tisk 1008)</w:t>
      </w:r>
    </w:p>
    <w:p w:rsidR="004A4F60" w:rsidRDefault="002509FA" w:rsidP="002509FA">
      <w:pPr>
        <w:pStyle w:val="PS-uvodnodstavec"/>
        <w:spacing w:after="0" w:line="240" w:lineRule="auto"/>
        <w:ind w:firstLine="0"/>
      </w:pPr>
      <w:r>
        <w:t>___________________________________________________________________________</w:t>
      </w:r>
    </w:p>
    <w:p w:rsidR="002509FA" w:rsidRPr="002509FA" w:rsidRDefault="002509FA" w:rsidP="002509FA"/>
    <w:p w:rsidR="00DC29E4" w:rsidRDefault="00A80159" w:rsidP="002509FA">
      <w:pPr>
        <w:pStyle w:val="PS-uvodnodstavec"/>
        <w:spacing w:after="0" w:line="240" w:lineRule="auto"/>
        <w:ind w:firstLine="708"/>
      </w:pPr>
      <w:r>
        <w:t>P</w:t>
      </w:r>
      <w:r w:rsidR="00283E56">
        <w:t xml:space="preserve">o </w:t>
      </w:r>
      <w:r w:rsidR="00FB2351">
        <w:t xml:space="preserve">vyjádření </w:t>
      </w:r>
      <w:r w:rsidR="008975E0">
        <w:t xml:space="preserve">náměstkyně </w:t>
      </w:r>
      <w:r w:rsidR="00B77B9A">
        <w:t xml:space="preserve">ministryně pro místní rozvoj Ing. </w:t>
      </w:r>
      <w:r w:rsidR="008975E0">
        <w:t>Marcely Pavlové</w:t>
      </w:r>
      <w:r w:rsidR="00B77B9A">
        <w:t xml:space="preserve">, </w:t>
      </w:r>
      <w:r w:rsidR="00665E98">
        <w:t xml:space="preserve"> zpr</w:t>
      </w:r>
      <w:r w:rsidR="002A091C">
        <w:t>avodaj</w:t>
      </w:r>
      <w:r w:rsidR="00FB2351">
        <w:t xml:space="preserve">e </w:t>
      </w:r>
      <w:r w:rsidR="008C3C54">
        <w:t xml:space="preserve">posl. </w:t>
      </w:r>
      <w:r w:rsidR="00B77B9A">
        <w:t>Mgr. Dominika Feriho</w:t>
      </w:r>
      <w:r w:rsidR="008C3C54">
        <w:t xml:space="preserve">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5F357B" w:rsidRDefault="005F357B" w:rsidP="002509FA">
      <w:pPr>
        <w:pStyle w:val="PS-uvodnodstavec"/>
        <w:spacing w:after="0" w:line="240" w:lineRule="auto"/>
        <w:ind w:left="360" w:firstLine="0"/>
      </w:pPr>
    </w:p>
    <w:p w:rsidR="008975E0" w:rsidRPr="008975E0" w:rsidRDefault="008975E0" w:rsidP="008975E0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8975E0" w:rsidRDefault="008975E0" w:rsidP="00C64738"/>
    <w:p w:rsidR="000901C9" w:rsidRDefault="009E5BB6" w:rsidP="008975E0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</w:t>
      </w:r>
      <w:r w:rsidR="008975E0">
        <w:t>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B44231">
        <w:t>e</w:t>
      </w:r>
      <w:r w:rsidR="008C3C54">
        <w:t xml:space="preserve"> </w:t>
      </w:r>
      <w:r w:rsidRPr="00FC2A3C">
        <w:t>výboru, aby na schůzi Poslanecké sněmovny podal zprávu o</w:t>
      </w:r>
      <w:r>
        <w:t> </w:t>
      </w:r>
      <w:r w:rsidRPr="00FC2A3C">
        <w:t>výsledcích projednávání tohoto návrhu zákona na</w:t>
      </w:r>
      <w:r w:rsidR="008975E0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8975E0" w:rsidRDefault="008975E0" w:rsidP="00236D64">
      <w:pPr>
        <w:tabs>
          <w:tab w:val="center" w:pos="1985"/>
        </w:tabs>
        <w:spacing w:after="0" w:line="240" w:lineRule="auto"/>
        <w:ind w:right="-995"/>
      </w:pPr>
    </w:p>
    <w:p w:rsidR="004D6F69" w:rsidRDefault="004D6F69" w:rsidP="00236D64">
      <w:pPr>
        <w:tabs>
          <w:tab w:val="center" w:pos="1985"/>
        </w:tabs>
        <w:spacing w:after="0" w:line="240" w:lineRule="auto"/>
        <w:ind w:right="-995"/>
      </w:pPr>
    </w:p>
    <w:p w:rsidR="008975E0" w:rsidRDefault="008975E0" w:rsidP="00236D64">
      <w:pPr>
        <w:tabs>
          <w:tab w:val="center" w:pos="1985"/>
        </w:tabs>
        <w:spacing w:after="0" w:line="240" w:lineRule="auto"/>
        <w:ind w:right="-995"/>
      </w:pPr>
    </w:p>
    <w:p w:rsidR="008975E0" w:rsidRDefault="008975E0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B77B9A" w:rsidP="00B77B9A">
      <w:pPr>
        <w:tabs>
          <w:tab w:val="center" w:pos="1985"/>
        </w:tabs>
        <w:spacing w:after="0" w:line="240" w:lineRule="auto"/>
        <w:ind w:left="357" w:right="-995"/>
      </w:pPr>
      <w:r>
        <w:t xml:space="preserve">        Mgr. Dominik FERI</w:t>
      </w:r>
      <w:r w:rsidR="008975E0">
        <w:tab/>
      </w:r>
      <w:r w:rsidR="00BA1556">
        <w:t xml:space="preserve"> v. r. </w:t>
      </w:r>
      <w:r w:rsidR="008975E0">
        <w:tab/>
      </w:r>
      <w:r w:rsidR="008975E0">
        <w:tab/>
      </w:r>
      <w:r w:rsidR="008975E0">
        <w:tab/>
      </w:r>
      <w:r w:rsidR="008975E0">
        <w:tab/>
        <w:t>Mgr. Tomáš KOHOUTEK, MBA</w:t>
      </w:r>
      <w:r w:rsidR="00BA1556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BA1556">
        <w:t xml:space="preserve">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</w:t>
      </w:r>
      <w:r w:rsidR="008975E0">
        <w:tab/>
      </w:r>
      <w:r w:rsidR="00BA1556">
        <w:t xml:space="preserve">    </w:t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975E0" w:rsidRDefault="008975E0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BA1556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B9A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9160B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36D64"/>
    <w:rsid w:val="002509FA"/>
    <w:rsid w:val="00254049"/>
    <w:rsid w:val="002557A2"/>
    <w:rsid w:val="00263726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310E47"/>
    <w:rsid w:val="00311659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D6F69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65E98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6E9D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975E0"/>
    <w:rsid w:val="008A1373"/>
    <w:rsid w:val="008A70B7"/>
    <w:rsid w:val="008B467F"/>
    <w:rsid w:val="008B49FC"/>
    <w:rsid w:val="008C3C54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3B4E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024B8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77B9A"/>
    <w:rsid w:val="00B82461"/>
    <w:rsid w:val="00BA1556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B2351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494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B9F98-4703-4C6C-B0D3-506AB3B7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2020-12-08T09:17:00Z</cp:lastPrinted>
  <dcterms:created xsi:type="dcterms:W3CDTF">2021-02-04T10:21:00Z</dcterms:created>
  <dcterms:modified xsi:type="dcterms:W3CDTF">2021-02-04T14:17:00Z</dcterms:modified>
</cp:coreProperties>
</file>