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7C4768" w:rsidP="000E730C">
      <w:pPr>
        <w:pStyle w:val="PS-hlavika2"/>
      </w:pPr>
      <w:r>
        <w:t>2021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9920CE" w:rsidP="000E730C">
      <w:pPr>
        <w:pStyle w:val="PS-slousnesen"/>
      </w:pPr>
      <w:r>
        <w:t>207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0BE0" w:rsidRPr="00E74D12" w:rsidRDefault="00C074E5" w:rsidP="00DC0BE0">
      <w:pPr>
        <w:pStyle w:val="PS-hlavika1"/>
      </w:pPr>
      <w:r>
        <w:t>z</w:t>
      </w:r>
      <w:r w:rsidR="005B0D1F">
        <w:t xml:space="preserve"> 38</w:t>
      </w:r>
      <w:r w:rsidR="00DC0BE0" w:rsidRPr="00E74D12">
        <w:t>. schůze</w:t>
      </w:r>
    </w:p>
    <w:p w:rsidR="00DC0BE0" w:rsidRDefault="00DC0BE0" w:rsidP="00DC0BE0">
      <w:pPr>
        <w:pStyle w:val="PS-hlavika1"/>
      </w:pPr>
      <w:r w:rsidRPr="00E74D12">
        <w:t>ze dne</w:t>
      </w:r>
      <w:r>
        <w:t xml:space="preserve"> </w:t>
      </w:r>
      <w:r w:rsidR="005B0D1F">
        <w:t>4. února</w:t>
      </w:r>
      <w:r w:rsidR="007C4768">
        <w:t xml:space="preserve"> 2021</w:t>
      </w: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1E652B" w:rsidRPr="00843716" w:rsidRDefault="00843716" w:rsidP="0088710A">
      <w:pPr>
        <w:jc w:val="both"/>
        <w:rPr>
          <w:rFonts w:ascii="Times New Roman" w:hAnsi="Times New Roman"/>
          <w:sz w:val="24"/>
          <w:szCs w:val="24"/>
          <w:lang w:eastAsia="cs-CZ"/>
        </w:rPr>
      </w:pPr>
      <w:r w:rsidRPr="00843716">
        <w:rPr>
          <w:rFonts w:ascii="Times New Roman" w:hAnsi="Times New Roman"/>
          <w:spacing w:val="-3"/>
          <w:sz w:val="24"/>
          <w:szCs w:val="24"/>
        </w:rPr>
        <w:t>ke </w:t>
      </w:r>
      <w:r w:rsidR="008D0975">
        <w:rPr>
          <w:rFonts w:ascii="Times New Roman" w:hAnsi="Times New Roman"/>
          <w:spacing w:val="-3"/>
          <w:sz w:val="24"/>
          <w:szCs w:val="24"/>
        </w:rPr>
        <w:t>S</w:t>
      </w:r>
      <w:r w:rsidRPr="00843716">
        <w:rPr>
          <w:rFonts w:ascii="Times New Roman" w:hAnsi="Times New Roman"/>
          <w:spacing w:val="-3"/>
          <w:sz w:val="24"/>
          <w:szCs w:val="24"/>
        </w:rPr>
        <w:t xml:space="preserve">tanovisku Nejvyššího kontrolního úřadu ke </w:t>
      </w:r>
      <w:r w:rsidRPr="00843716">
        <w:rPr>
          <w:rFonts w:ascii="Times New Roman" w:hAnsi="Times New Roman"/>
          <w:sz w:val="24"/>
          <w:szCs w:val="24"/>
        </w:rPr>
        <w:t xml:space="preserve">Zprávě o plnění státního rozpočtu České republiky za 1. pololetí </w:t>
      </w:r>
      <w:r>
        <w:rPr>
          <w:rFonts w:ascii="Times New Roman" w:hAnsi="Times New Roman"/>
          <w:sz w:val="24"/>
          <w:szCs w:val="24"/>
        </w:rPr>
        <w:t>2020 /sněmovní tisk 1085/2</w:t>
      </w:r>
      <w:r w:rsidRPr="00843716">
        <w:rPr>
          <w:rFonts w:ascii="Times New Roman" w:hAnsi="Times New Roman"/>
          <w:sz w:val="24"/>
          <w:szCs w:val="24"/>
        </w:rPr>
        <w:t>/</w:t>
      </w:r>
    </w:p>
    <w:p w:rsidR="00867A0C" w:rsidRDefault="00867A0C" w:rsidP="00867A0C">
      <w:pPr>
        <w:pBdr>
          <w:top w:val="single" w:sz="4" w:space="1" w:color="auto"/>
        </w:pBd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43716" w:rsidRDefault="00843716" w:rsidP="00843716">
      <w:pPr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prezidenta Nejvyššího kontrolního úřadu Miloslava Kaly, zpravodajské zprávě poslance Romana Kubíčka, stanovisku náměstka ministryně financí </w:t>
      </w:r>
      <w:r w:rsidR="00E745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Stanislava Kouby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po rozpravě</w:t>
      </w:r>
    </w:p>
    <w:p w:rsidR="00843716" w:rsidRDefault="00843716" w:rsidP="008437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43716" w:rsidRDefault="00843716" w:rsidP="008437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43716" w:rsidRDefault="00843716" w:rsidP="008437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43716" w:rsidRDefault="00843716" w:rsidP="00843716">
      <w:pPr>
        <w:pStyle w:val="Odstavecseseznamem"/>
        <w:numPr>
          <w:ilvl w:val="0"/>
          <w:numId w:val="17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bere na vědomí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Stanovisko Nejvyššího kontrolního úřadu </w:t>
      </w:r>
      <w:r>
        <w:rPr>
          <w:rFonts w:ascii="Times New Roman" w:hAnsi="Times New Roman"/>
          <w:spacing w:val="-3"/>
          <w:sz w:val="24"/>
          <w:szCs w:val="24"/>
        </w:rPr>
        <w:t>ke Zprávě o plnění státního rozpočtu České republiky za 1. pololetí 2020 /sněmovní tisk 1085/2/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843716" w:rsidRDefault="00843716" w:rsidP="008437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3716" w:rsidRDefault="00843716" w:rsidP="008437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3716" w:rsidRDefault="00843716" w:rsidP="008437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01AD5" w:rsidRPr="00843716" w:rsidRDefault="00843716" w:rsidP="00843716">
      <w:pPr>
        <w:pStyle w:val="Odstavecseseznamem"/>
        <w:numPr>
          <w:ilvl w:val="0"/>
          <w:numId w:val="17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4371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8437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</w:t>
      </w:r>
      <w:r w:rsidRPr="0084371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aby s tímto usnesením seznámil předsedu Poslanecké sněmovny Parlamentu ČR, prezidenta Nejvyššího kontrolního úřadu a ministryni financí</w:t>
      </w:r>
      <w:r w:rsidRPr="008437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8C2B28" w:rsidRDefault="008C2B28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A3408" w:rsidRDefault="000A3408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3716" w:rsidRDefault="00843716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3716" w:rsidRDefault="00843716" w:rsidP="009920C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bookmarkStart w:id="0" w:name="_GoBack"/>
      <w:bookmarkEnd w:id="0"/>
    </w:p>
    <w:p w:rsidR="00843716" w:rsidRDefault="00843716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3716" w:rsidRDefault="00843716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50EE3" w:rsidRDefault="00550EE3" w:rsidP="00EE7B5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B06BC" w:rsidRDefault="003B06BC" w:rsidP="00B720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45725D" w:rsidTr="00A7591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25D" w:rsidRDefault="00843716" w:rsidP="00AF3EB2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Lukáš ČERNOHORSKÝ </w:t>
            </w:r>
            <w:r w:rsidR="00380C81">
              <w:rPr>
                <w:rFonts w:ascii="Times New Roman" w:hAnsi="Times New Roman"/>
                <w:sz w:val="24"/>
                <w:szCs w:val="24"/>
              </w:rPr>
              <w:t>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25D" w:rsidRDefault="00843716" w:rsidP="00AF3EB2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Roman KUBÍČEK</w:t>
            </w:r>
            <w:r w:rsidR="00457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0C81">
              <w:rPr>
                <w:rFonts w:ascii="Times New Roman" w:hAnsi="Times New Roman"/>
                <w:sz w:val="24"/>
                <w:szCs w:val="24"/>
              </w:rPr>
              <w:t>v. r.</w:t>
            </w:r>
          </w:p>
        </w:tc>
      </w:tr>
      <w:tr w:rsidR="0045725D" w:rsidTr="00A7591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25D" w:rsidRDefault="00843716" w:rsidP="0045725D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45725D">
              <w:rPr>
                <w:rFonts w:ascii="Times New Roman" w:hAnsi="Times New Roman"/>
                <w:sz w:val="24"/>
              </w:rPr>
              <w:t>ověřovatel</w:t>
            </w:r>
          </w:p>
          <w:p w:rsidR="0045725D" w:rsidRDefault="0045725D" w:rsidP="0045725D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25D" w:rsidRDefault="00550EE3" w:rsidP="0045725D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45725D">
              <w:rPr>
                <w:rFonts w:ascii="Times New Roman" w:hAnsi="Times New Roman"/>
                <w:sz w:val="24"/>
              </w:rPr>
              <w:t>zpravodaj</w:t>
            </w:r>
          </w:p>
          <w:p w:rsidR="0045725D" w:rsidRDefault="0045725D" w:rsidP="0045725D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B3DC1" w:rsidRDefault="009B3DC1" w:rsidP="00CC0521">
      <w:pPr>
        <w:rPr>
          <w:rFonts w:ascii="Times New Roman" w:hAnsi="Times New Roman"/>
          <w:sz w:val="24"/>
        </w:rPr>
      </w:pPr>
    </w:p>
    <w:sectPr w:rsidR="009B3DC1" w:rsidSect="003B06BC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871185"/>
    <w:multiLevelType w:val="hybridMultilevel"/>
    <w:tmpl w:val="E5C6632E"/>
    <w:lvl w:ilvl="0" w:tplc="4536A25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2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055D"/>
    <w:rsid w:val="000128CF"/>
    <w:rsid w:val="000244B4"/>
    <w:rsid w:val="000355A1"/>
    <w:rsid w:val="00035870"/>
    <w:rsid w:val="00037EE9"/>
    <w:rsid w:val="00040108"/>
    <w:rsid w:val="00040482"/>
    <w:rsid w:val="000434DA"/>
    <w:rsid w:val="000457DE"/>
    <w:rsid w:val="00045E3D"/>
    <w:rsid w:val="000466BC"/>
    <w:rsid w:val="000476E4"/>
    <w:rsid w:val="00053D0C"/>
    <w:rsid w:val="00057E1E"/>
    <w:rsid w:val="00067B6F"/>
    <w:rsid w:val="00074CFD"/>
    <w:rsid w:val="000828E8"/>
    <w:rsid w:val="000834A5"/>
    <w:rsid w:val="00087D6E"/>
    <w:rsid w:val="00092746"/>
    <w:rsid w:val="000970AD"/>
    <w:rsid w:val="000A0523"/>
    <w:rsid w:val="000A3408"/>
    <w:rsid w:val="000A3AB8"/>
    <w:rsid w:val="000B380B"/>
    <w:rsid w:val="000C5278"/>
    <w:rsid w:val="000E730C"/>
    <w:rsid w:val="00103C04"/>
    <w:rsid w:val="001051F4"/>
    <w:rsid w:val="00106842"/>
    <w:rsid w:val="00107EF3"/>
    <w:rsid w:val="001106D2"/>
    <w:rsid w:val="001345EB"/>
    <w:rsid w:val="00136FE8"/>
    <w:rsid w:val="00147ACA"/>
    <w:rsid w:val="00147C40"/>
    <w:rsid w:val="00154E72"/>
    <w:rsid w:val="0016288D"/>
    <w:rsid w:val="00167CD0"/>
    <w:rsid w:val="00173E2A"/>
    <w:rsid w:val="00177928"/>
    <w:rsid w:val="00184911"/>
    <w:rsid w:val="00186CEC"/>
    <w:rsid w:val="001936DD"/>
    <w:rsid w:val="00193A6B"/>
    <w:rsid w:val="001948BE"/>
    <w:rsid w:val="00197C6B"/>
    <w:rsid w:val="001A0101"/>
    <w:rsid w:val="001A11D8"/>
    <w:rsid w:val="001A6EFA"/>
    <w:rsid w:val="001A74DF"/>
    <w:rsid w:val="001B45F3"/>
    <w:rsid w:val="001C25DB"/>
    <w:rsid w:val="001D0461"/>
    <w:rsid w:val="001D2F79"/>
    <w:rsid w:val="001D316A"/>
    <w:rsid w:val="001D4140"/>
    <w:rsid w:val="001D6750"/>
    <w:rsid w:val="001E5972"/>
    <w:rsid w:val="001E652B"/>
    <w:rsid w:val="001F1D25"/>
    <w:rsid w:val="001F3DF1"/>
    <w:rsid w:val="001F4518"/>
    <w:rsid w:val="001F5107"/>
    <w:rsid w:val="002026E5"/>
    <w:rsid w:val="0020711B"/>
    <w:rsid w:val="0020748B"/>
    <w:rsid w:val="00230024"/>
    <w:rsid w:val="0024565D"/>
    <w:rsid w:val="002532E3"/>
    <w:rsid w:val="00254049"/>
    <w:rsid w:val="00254B85"/>
    <w:rsid w:val="00257D47"/>
    <w:rsid w:val="00265CCD"/>
    <w:rsid w:val="00272E1B"/>
    <w:rsid w:val="002804AF"/>
    <w:rsid w:val="00280536"/>
    <w:rsid w:val="0029014E"/>
    <w:rsid w:val="002A2D29"/>
    <w:rsid w:val="002A2F32"/>
    <w:rsid w:val="002B0FB6"/>
    <w:rsid w:val="002B60B3"/>
    <w:rsid w:val="002C6BED"/>
    <w:rsid w:val="002D3756"/>
    <w:rsid w:val="002D7B17"/>
    <w:rsid w:val="00300970"/>
    <w:rsid w:val="00317D04"/>
    <w:rsid w:val="00320D29"/>
    <w:rsid w:val="00326745"/>
    <w:rsid w:val="00342061"/>
    <w:rsid w:val="00342946"/>
    <w:rsid w:val="003429D9"/>
    <w:rsid w:val="0034304A"/>
    <w:rsid w:val="0034359F"/>
    <w:rsid w:val="00350856"/>
    <w:rsid w:val="00356011"/>
    <w:rsid w:val="003607F8"/>
    <w:rsid w:val="00365A07"/>
    <w:rsid w:val="003703DF"/>
    <w:rsid w:val="0037303B"/>
    <w:rsid w:val="00377253"/>
    <w:rsid w:val="0038044B"/>
    <w:rsid w:val="00380C81"/>
    <w:rsid w:val="003817CB"/>
    <w:rsid w:val="00394AC1"/>
    <w:rsid w:val="003A4BB6"/>
    <w:rsid w:val="003A6191"/>
    <w:rsid w:val="003B06BC"/>
    <w:rsid w:val="003B1EBB"/>
    <w:rsid w:val="003C4B25"/>
    <w:rsid w:val="003D2033"/>
    <w:rsid w:val="003E7290"/>
    <w:rsid w:val="003F3C90"/>
    <w:rsid w:val="004015B1"/>
    <w:rsid w:val="00407850"/>
    <w:rsid w:val="00407A21"/>
    <w:rsid w:val="00410062"/>
    <w:rsid w:val="0041644F"/>
    <w:rsid w:val="0042117A"/>
    <w:rsid w:val="0045353B"/>
    <w:rsid w:val="00453B17"/>
    <w:rsid w:val="00454F42"/>
    <w:rsid w:val="0045725D"/>
    <w:rsid w:val="004625DA"/>
    <w:rsid w:val="00484011"/>
    <w:rsid w:val="00493DF6"/>
    <w:rsid w:val="00496B22"/>
    <w:rsid w:val="004A2059"/>
    <w:rsid w:val="004A7DED"/>
    <w:rsid w:val="004B49FF"/>
    <w:rsid w:val="004C0560"/>
    <w:rsid w:val="004C35DE"/>
    <w:rsid w:val="004D1097"/>
    <w:rsid w:val="004D3083"/>
    <w:rsid w:val="004D59AF"/>
    <w:rsid w:val="004D61F8"/>
    <w:rsid w:val="004E4749"/>
    <w:rsid w:val="004E4787"/>
    <w:rsid w:val="004E5BFD"/>
    <w:rsid w:val="005012C1"/>
    <w:rsid w:val="00505298"/>
    <w:rsid w:val="00507FD1"/>
    <w:rsid w:val="00512C2D"/>
    <w:rsid w:val="00514F56"/>
    <w:rsid w:val="00515A78"/>
    <w:rsid w:val="0052154E"/>
    <w:rsid w:val="005227BF"/>
    <w:rsid w:val="00522E11"/>
    <w:rsid w:val="005255DF"/>
    <w:rsid w:val="00525EA1"/>
    <w:rsid w:val="00550EE3"/>
    <w:rsid w:val="0055269E"/>
    <w:rsid w:val="00554DC6"/>
    <w:rsid w:val="005614CD"/>
    <w:rsid w:val="00566A4C"/>
    <w:rsid w:val="00597AE0"/>
    <w:rsid w:val="005A125E"/>
    <w:rsid w:val="005A38C5"/>
    <w:rsid w:val="005A7DC9"/>
    <w:rsid w:val="005B0602"/>
    <w:rsid w:val="005B0D1F"/>
    <w:rsid w:val="005B2CFD"/>
    <w:rsid w:val="005B3451"/>
    <w:rsid w:val="005C23B1"/>
    <w:rsid w:val="005C30D7"/>
    <w:rsid w:val="005C7C85"/>
    <w:rsid w:val="005D2C8F"/>
    <w:rsid w:val="005E094C"/>
    <w:rsid w:val="005E395F"/>
    <w:rsid w:val="005F6362"/>
    <w:rsid w:val="005F6CAE"/>
    <w:rsid w:val="006105E5"/>
    <w:rsid w:val="00616CD4"/>
    <w:rsid w:val="00620764"/>
    <w:rsid w:val="00627397"/>
    <w:rsid w:val="00635746"/>
    <w:rsid w:val="00637347"/>
    <w:rsid w:val="00637489"/>
    <w:rsid w:val="00644849"/>
    <w:rsid w:val="006466E6"/>
    <w:rsid w:val="00650A64"/>
    <w:rsid w:val="006510CB"/>
    <w:rsid w:val="00654203"/>
    <w:rsid w:val="00654236"/>
    <w:rsid w:val="006618AB"/>
    <w:rsid w:val="006653B6"/>
    <w:rsid w:val="0066702E"/>
    <w:rsid w:val="006A1BBE"/>
    <w:rsid w:val="006A377C"/>
    <w:rsid w:val="006A6F88"/>
    <w:rsid w:val="006B1DDF"/>
    <w:rsid w:val="006B4A56"/>
    <w:rsid w:val="006B6C80"/>
    <w:rsid w:val="006D2023"/>
    <w:rsid w:val="006D427E"/>
    <w:rsid w:val="006E0383"/>
    <w:rsid w:val="006E1DA1"/>
    <w:rsid w:val="006F1145"/>
    <w:rsid w:val="006F3A01"/>
    <w:rsid w:val="0070749C"/>
    <w:rsid w:val="0071319F"/>
    <w:rsid w:val="00722B6B"/>
    <w:rsid w:val="00724D30"/>
    <w:rsid w:val="00751749"/>
    <w:rsid w:val="00785E70"/>
    <w:rsid w:val="00795123"/>
    <w:rsid w:val="007A3C67"/>
    <w:rsid w:val="007C08D1"/>
    <w:rsid w:val="007C4768"/>
    <w:rsid w:val="007C62DA"/>
    <w:rsid w:val="007D5EE1"/>
    <w:rsid w:val="007D7120"/>
    <w:rsid w:val="007E1D0B"/>
    <w:rsid w:val="007E2DD1"/>
    <w:rsid w:val="007E324E"/>
    <w:rsid w:val="007E4CC2"/>
    <w:rsid w:val="00801AF7"/>
    <w:rsid w:val="008023BA"/>
    <w:rsid w:val="008033F7"/>
    <w:rsid w:val="0081100E"/>
    <w:rsid w:val="00812496"/>
    <w:rsid w:val="00830BFE"/>
    <w:rsid w:val="0083515D"/>
    <w:rsid w:val="00837F6C"/>
    <w:rsid w:val="00840294"/>
    <w:rsid w:val="00843716"/>
    <w:rsid w:val="008465ED"/>
    <w:rsid w:val="0085134C"/>
    <w:rsid w:val="0086215E"/>
    <w:rsid w:val="00867A0C"/>
    <w:rsid w:val="0088710A"/>
    <w:rsid w:val="00893C29"/>
    <w:rsid w:val="008A48E0"/>
    <w:rsid w:val="008B40AB"/>
    <w:rsid w:val="008B4353"/>
    <w:rsid w:val="008B4ACC"/>
    <w:rsid w:val="008B67A6"/>
    <w:rsid w:val="008C2B28"/>
    <w:rsid w:val="008D0975"/>
    <w:rsid w:val="008F04CB"/>
    <w:rsid w:val="00901C28"/>
    <w:rsid w:val="00903269"/>
    <w:rsid w:val="00915798"/>
    <w:rsid w:val="009239EA"/>
    <w:rsid w:val="00932451"/>
    <w:rsid w:val="00936696"/>
    <w:rsid w:val="0094025E"/>
    <w:rsid w:val="009404EF"/>
    <w:rsid w:val="00947208"/>
    <w:rsid w:val="00953BF9"/>
    <w:rsid w:val="009626BA"/>
    <w:rsid w:val="00966566"/>
    <w:rsid w:val="009711DE"/>
    <w:rsid w:val="009712D8"/>
    <w:rsid w:val="0098578A"/>
    <w:rsid w:val="009920CE"/>
    <w:rsid w:val="00994233"/>
    <w:rsid w:val="00996371"/>
    <w:rsid w:val="009A0F71"/>
    <w:rsid w:val="009B2C2E"/>
    <w:rsid w:val="009B3DC1"/>
    <w:rsid w:val="009B4830"/>
    <w:rsid w:val="009C2539"/>
    <w:rsid w:val="009E3CF1"/>
    <w:rsid w:val="009F32EE"/>
    <w:rsid w:val="00A158EC"/>
    <w:rsid w:val="00A3255D"/>
    <w:rsid w:val="00A420A4"/>
    <w:rsid w:val="00A4628B"/>
    <w:rsid w:val="00A46CDA"/>
    <w:rsid w:val="00A4744C"/>
    <w:rsid w:val="00A67FEB"/>
    <w:rsid w:val="00A70413"/>
    <w:rsid w:val="00A75911"/>
    <w:rsid w:val="00A81BB1"/>
    <w:rsid w:val="00A85E58"/>
    <w:rsid w:val="00A908B1"/>
    <w:rsid w:val="00AA0D27"/>
    <w:rsid w:val="00AB1739"/>
    <w:rsid w:val="00AB6236"/>
    <w:rsid w:val="00AD1151"/>
    <w:rsid w:val="00AD4726"/>
    <w:rsid w:val="00AF3EB2"/>
    <w:rsid w:val="00AF58DB"/>
    <w:rsid w:val="00B00120"/>
    <w:rsid w:val="00B1185E"/>
    <w:rsid w:val="00B12979"/>
    <w:rsid w:val="00B12C95"/>
    <w:rsid w:val="00B13892"/>
    <w:rsid w:val="00B1395E"/>
    <w:rsid w:val="00B14AEB"/>
    <w:rsid w:val="00B20BA9"/>
    <w:rsid w:val="00B2291A"/>
    <w:rsid w:val="00B229EB"/>
    <w:rsid w:val="00B268EB"/>
    <w:rsid w:val="00B268FA"/>
    <w:rsid w:val="00B27483"/>
    <w:rsid w:val="00B33FEC"/>
    <w:rsid w:val="00B3477E"/>
    <w:rsid w:val="00B52295"/>
    <w:rsid w:val="00B53E8D"/>
    <w:rsid w:val="00B6105D"/>
    <w:rsid w:val="00B659E5"/>
    <w:rsid w:val="00B663F9"/>
    <w:rsid w:val="00B6713A"/>
    <w:rsid w:val="00B70563"/>
    <w:rsid w:val="00B715B6"/>
    <w:rsid w:val="00B72011"/>
    <w:rsid w:val="00B76CD9"/>
    <w:rsid w:val="00B81054"/>
    <w:rsid w:val="00B875F1"/>
    <w:rsid w:val="00B900A6"/>
    <w:rsid w:val="00BA30F2"/>
    <w:rsid w:val="00BA4AC3"/>
    <w:rsid w:val="00BA61B8"/>
    <w:rsid w:val="00BB30AD"/>
    <w:rsid w:val="00BB63E2"/>
    <w:rsid w:val="00BC1AC4"/>
    <w:rsid w:val="00BC5854"/>
    <w:rsid w:val="00BC5FAD"/>
    <w:rsid w:val="00BD2AD9"/>
    <w:rsid w:val="00BE75B8"/>
    <w:rsid w:val="00C074E5"/>
    <w:rsid w:val="00C1637B"/>
    <w:rsid w:val="00C205FB"/>
    <w:rsid w:val="00C22C3A"/>
    <w:rsid w:val="00C339E3"/>
    <w:rsid w:val="00C36409"/>
    <w:rsid w:val="00C36B1F"/>
    <w:rsid w:val="00C373E7"/>
    <w:rsid w:val="00C40822"/>
    <w:rsid w:val="00C433D7"/>
    <w:rsid w:val="00C455AE"/>
    <w:rsid w:val="00C528FB"/>
    <w:rsid w:val="00C53E67"/>
    <w:rsid w:val="00C547CB"/>
    <w:rsid w:val="00C56014"/>
    <w:rsid w:val="00C76122"/>
    <w:rsid w:val="00C82709"/>
    <w:rsid w:val="00C901E6"/>
    <w:rsid w:val="00C92B76"/>
    <w:rsid w:val="00C95DAB"/>
    <w:rsid w:val="00CA137A"/>
    <w:rsid w:val="00CA78C0"/>
    <w:rsid w:val="00CB0D5D"/>
    <w:rsid w:val="00CB2B3F"/>
    <w:rsid w:val="00CB5708"/>
    <w:rsid w:val="00CB79B6"/>
    <w:rsid w:val="00CC0521"/>
    <w:rsid w:val="00CC3F8F"/>
    <w:rsid w:val="00CC40FF"/>
    <w:rsid w:val="00CC6544"/>
    <w:rsid w:val="00CC7DBA"/>
    <w:rsid w:val="00CD1A5C"/>
    <w:rsid w:val="00CD2D04"/>
    <w:rsid w:val="00CD486F"/>
    <w:rsid w:val="00CD7882"/>
    <w:rsid w:val="00CE0689"/>
    <w:rsid w:val="00CE54E4"/>
    <w:rsid w:val="00CF3631"/>
    <w:rsid w:val="00CF5672"/>
    <w:rsid w:val="00CF7D34"/>
    <w:rsid w:val="00D1615C"/>
    <w:rsid w:val="00D423FB"/>
    <w:rsid w:val="00D61A3A"/>
    <w:rsid w:val="00D65E59"/>
    <w:rsid w:val="00D76FB3"/>
    <w:rsid w:val="00D819DB"/>
    <w:rsid w:val="00D86983"/>
    <w:rsid w:val="00D92E77"/>
    <w:rsid w:val="00D93FBD"/>
    <w:rsid w:val="00DA1E95"/>
    <w:rsid w:val="00DA50BA"/>
    <w:rsid w:val="00DB6F85"/>
    <w:rsid w:val="00DC0915"/>
    <w:rsid w:val="00DC0BE0"/>
    <w:rsid w:val="00DC29E4"/>
    <w:rsid w:val="00DE0569"/>
    <w:rsid w:val="00DE3D65"/>
    <w:rsid w:val="00E006C7"/>
    <w:rsid w:val="00E00EB4"/>
    <w:rsid w:val="00E056A3"/>
    <w:rsid w:val="00E079BA"/>
    <w:rsid w:val="00E12E33"/>
    <w:rsid w:val="00E1367E"/>
    <w:rsid w:val="00E16AC2"/>
    <w:rsid w:val="00E25FA8"/>
    <w:rsid w:val="00E30674"/>
    <w:rsid w:val="00E32167"/>
    <w:rsid w:val="00E41AF2"/>
    <w:rsid w:val="00E42D20"/>
    <w:rsid w:val="00E5353A"/>
    <w:rsid w:val="00E55C2C"/>
    <w:rsid w:val="00E65E99"/>
    <w:rsid w:val="00E732B7"/>
    <w:rsid w:val="00E7451F"/>
    <w:rsid w:val="00E74D12"/>
    <w:rsid w:val="00E94265"/>
    <w:rsid w:val="00E96BDF"/>
    <w:rsid w:val="00E97C9A"/>
    <w:rsid w:val="00EA0816"/>
    <w:rsid w:val="00EB2762"/>
    <w:rsid w:val="00EC0104"/>
    <w:rsid w:val="00EC2249"/>
    <w:rsid w:val="00EC4D3D"/>
    <w:rsid w:val="00EC4EC1"/>
    <w:rsid w:val="00ED15A8"/>
    <w:rsid w:val="00ED6C82"/>
    <w:rsid w:val="00EE32C7"/>
    <w:rsid w:val="00EE7B59"/>
    <w:rsid w:val="00EF1F98"/>
    <w:rsid w:val="00EF3B15"/>
    <w:rsid w:val="00EF3C95"/>
    <w:rsid w:val="00EF5098"/>
    <w:rsid w:val="00EF679B"/>
    <w:rsid w:val="00EF770D"/>
    <w:rsid w:val="00F0037C"/>
    <w:rsid w:val="00F01AD5"/>
    <w:rsid w:val="00F07453"/>
    <w:rsid w:val="00F21D0F"/>
    <w:rsid w:val="00F32064"/>
    <w:rsid w:val="00F40FF4"/>
    <w:rsid w:val="00F5384F"/>
    <w:rsid w:val="00F548E1"/>
    <w:rsid w:val="00F55389"/>
    <w:rsid w:val="00F570E7"/>
    <w:rsid w:val="00F60F9D"/>
    <w:rsid w:val="00F63144"/>
    <w:rsid w:val="00F703CB"/>
    <w:rsid w:val="00F75749"/>
    <w:rsid w:val="00F91F92"/>
    <w:rsid w:val="00FA2F78"/>
    <w:rsid w:val="00FB1AAB"/>
    <w:rsid w:val="00FB3582"/>
    <w:rsid w:val="00FC28F1"/>
    <w:rsid w:val="00FC3A35"/>
    <w:rsid w:val="00FD246D"/>
    <w:rsid w:val="00FD3EBB"/>
    <w:rsid w:val="00FE65EE"/>
    <w:rsid w:val="00FF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9AA1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qFormat/>
    <w:rsid w:val="003B06BC"/>
    <w:pPr>
      <w:widowControl w:val="0"/>
      <w:suppressLineNumber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92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A1DF-2B21-47B1-832D-3951E8CA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9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8</cp:revision>
  <cp:lastPrinted>2021-02-04T07:32:00Z</cp:lastPrinted>
  <dcterms:created xsi:type="dcterms:W3CDTF">2021-01-26T15:09:00Z</dcterms:created>
  <dcterms:modified xsi:type="dcterms:W3CDTF">2021-02-04T07:33:00Z</dcterms:modified>
</cp:coreProperties>
</file>