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4A2" w:rsidRDefault="006B04A2" w:rsidP="006B04A2">
      <w:pPr>
        <w:pStyle w:val="ZKON"/>
      </w:pPr>
      <w:r>
        <w:t>ZÁKON</w:t>
      </w:r>
    </w:p>
    <w:p w:rsidR="00DD3016" w:rsidRPr="006B04A2" w:rsidRDefault="006B04A2" w:rsidP="006B04A2">
      <w:pPr>
        <w:pStyle w:val="nadpiszkona"/>
        <w:rPr>
          <w:b w:val="0"/>
        </w:rPr>
      </w:pPr>
      <w:r w:rsidRPr="006B04A2">
        <w:rPr>
          <w:b w:val="0"/>
        </w:rPr>
        <w:t>ze dne       2021,</w:t>
      </w:r>
    </w:p>
    <w:p w:rsidR="00DD3016" w:rsidRPr="007C0EDE" w:rsidRDefault="00DD3016" w:rsidP="006B04A2">
      <w:pPr>
        <w:pStyle w:val="nadpiszkona"/>
      </w:pPr>
      <w:r w:rsidRPr="007C0EDE">
        <w:t xml:space="preserve">kterým se mění zákon č. 461/2020 Sb., o kompenzačním bonusu v souvislosti se zákazem nebo omezením podnikatelské činnosti v souvislosti s výskytem </w:t>
      </w:r>
      <w:proofErr w:type="spellStart"/>
      <w:r w:rsidRPr="007C0EDE">
        <w:t>koronaviru</w:t>
      </w:r>
      <w:proofErr w:type="spellEnd"/>
      <w:r w:rsidRPr="007C0EDE">
        <w:t xml:space="preserve"> SARS CoV</w:t>
      </w:r>
      <w:r w:rsidRPr="007C0EDE">
        <w:noBreakHyphen/>
        <w:t>2, ve znění zákona č. 584/2020 Sb.</w:t>
      </w:r>
    </w:p>
    <w:p w:rsidR="006B04A2" w:rsidRDefault="006B04A2" w:rsidP="006B04A2">
      <w:pPr>
        <w:pStyle w:val="Parlament"/>
      </w:pPr>
      <w:r>
        <w:t>Parlament se usnesl na tomto zákoně České republiky:</w:t>
      </w:r>
    </w:p>
    <w:p w:rsidR="00DD3016" w:rsidRPr="007C0EDE" w:rsidRDefault="006B04A2" w:rsidP="006B04A2">
      <w:pPr>
        <w:pStyle w:val="lnek"/>
      </w:pPr>
      <w:r>
        <w:t xml:space="preserve">Čl. </w:t>
      </w:r>
      <w:r w:rsidR="00DD3016" w:rsidRPr="007C0EDE">
        <w:t>I</w:t>
      </w:r>
    </w:p>
    <w:p w:rsidR="00DD3016" w:rsidRPr="007C0EDE" w:rsidRDefault="00DD3016" w:rsidP="006B04A2">
      <w:pPr>
        <w:pStyle w:val="Textlnku"/>
      </w:pPr>
      <w:r w:rsidRPr="007C0EDE">
        <w:t xml:space="preserve">Zákon č. 461/2020 Sb., o kompenzačním bonusu v souvislosti se zákazem nebo omezením podnikatelské činnosti v souvislosti s výskytem </w:t>
      </w:r>
      <w:proofErr w:type="spellStart"/>
      <w:r w:rsidRPr="007C0EDE">
        <w:t>koronaviru</w:t>
      </w:r>
      <w:proofErr w:type="spellEnd"/>
      <w:r w:rsidRPr="007C0EDE">
        <w:t xml:space="preserve"> SARS CoV</w:t>
      </w:r>
      <w:r w:rsidRPr="007C0EDE">
        <w:noBreakHyphen/>
        <w:t>2, ve znění zákona č. 584/2020 Sb., se mění takto:</w:t>
      </w:r>
    </w:p>
    <w:p w:rsidR="006808EF" w:rsidRDefault="006808EF" w:rsidP="006808EF">
      <w:pPr>
        <w:pStyle w:val="Novelizanbod"/>
      </w:pPr>
      <w:r>
        <w:t>V § 1 se dosavadní text označuje jako odstavec 1 a doplňuje se nový odstavec 2, který zní:</w:t>
      </w:r>
    </w:p>
    <w:p w:rsidR="006808EF" w:rsidRDefault="006808EF" w:rsidP="006808EF">
      <w:pPr>
        <w:pStyle w:val="Textparagrafu"/>
        <w:spacing w:before="0"/>
      </w:pPr>
      <w:r>
        <w:t>„</w:t>
      </w:r>
      <w:r w:rsidRPr="00065BE8">
        <w:t xml:space="preserve">(2) </w:t>
      </w:r>
      <w:r>
        <w:t xml:space="preserve">Za opatření podle odstavce 1 se pro účely tohoto zákona považuje také opatření </w:t>
      </w:r>
      <w:r w:rsidRPr="007E4202">
        <w:t>přijat</w:t>
      </w:r>
      <w:r>
        <w:t>é</w:t>
      </w:r>
      <w:r w:rsidRPr="007E4202">
        <w:t xml:space="preserve"> </w:t>
      </w:r>
      <w:r>
        <w:t>jiným orgánem veřejné moci nebo k tomu oprávněnou osobou k ochraně obyvatelstva a </w:t>
      </w:r>
      <w:r w:rsidRPr="007E4202">
        <w:t>prevenci nebezpečí vzniku a</w:t>
      </w:r>
      <w:r>
        <w:t> </w:t>
      </w:r>
      <w:r w:rsidRPr="007E4202">
        <w:t xml:space="preserve">rozšíření onemocnění COVID-19 způsobeného </w:t>
      </w:r>
      <w:proofErr w:type="spellStart"/>
      <w:r w:rsidRPr="007E4202">
        <w:t>koronavirem</w:t>
      </w:r>
      <w:proofErr w:type="spellEnd"/>
      <w:r w:rsidRPr="007E4202">
        <w:t xml:space="preserve"> označovaným jako SARS CoV-2</w:t>
      </w:r>
      <w:r>
        <w:t xml:space="preserve">, pokud toto opatření spočívá v zákazu nebo omezení činnosti nebo provozu zařízení, ve kterém jsou poskytovány </w:t>
      </w:r>
      <w:r w:rsidRPr="0016524E">
        <w:t xml:space="preserve">zdravotní a sociální služby </w:t>
      </w:r>
      <w:r>
        <w:t xml:space="preserve">jejich </w:t>
      </w:r>
      <w:r w:rsidRPr="0016524E">
        <w:t>poskytovatel</w:t>
      </w:r>
      <w:r>
        <w:t>em.</w:t>
      </w:r>
      <w:r w:rsidRPr="0016524E">
        <w:t>“.</w:t>
      </w:r>
    </w:p>
    <w:p w:rsidR="006808EF" w:rsidRDefault="006808EF" w:rsidP="006808EF">
      <w:pPr>
        <w:pStyle w:val="Novelizanbod"/>
      </w:pPr>
      <w:r>
        <w:t>V § 4 se na konci odstavce 1 tečka nahrazuje středníkem a doplňují se slova „to neplatí, pokud se jedná o činnosti, u nichž vzniká účast na nemocenském pojištění pouze z důvodů uvedených v § 5 písm. a) bodech 12 a 13 zákona o nemocenském pojištění</w:t>
      </w:r>
      <w:r>
        <w:t>.“.</w:t>
      </w:r>
      <w:bookmarkStart w:id="0" w:name="_GoBack"/>
      <w:bookmarkEnd w:id="0"/>
    </w:p>
    <w:p w:rsidR="00DD3016" w:rsidRPr="007C0EDE" w:rsidRDefault="00DD3016" w:rsidP="006B04A2">
      <w:pPr>
        <w:pStyle w:val="Novelizanbod"/>
      </w:pPr>
      <w:r w:rsidRPr="007C0EDE">
        <w:t>V § 5 odst. 2 se písmeno a) zrušuje a zároveň se zrušuje označení písmene b).</w:t>
      </w:r>
    </w:p>
    <w:p w:rsidR="00DD3016" w:rsidRPr="007C0EDE" w:rsidRDefault="00DD3016" w:rsidP="006B04A2">
      <w:pPr>
        <w:pStyle w:val="Novelizanbod"/>
      </w:pPr>
      <w:r w:rsidRPr="007C0EDE">
        <w:t>V § 10 se doplňuje odstavec 3, který zní:</w:t>
      </w:r>
    </w:p>
    <w:p w:rsidR="00DD3016" w:rsidRPr="007C0EDE" w:rsidRDefault="00DD3016" w:rsidP="006B04A2">
      <w:pPr>
        <w:pStyle w:val="Textparagrafu"/>
        <w:spacing w:before="0"/>
      </w:pPr>
      <w:r w:rsidRPr="007C0EDE">
        <w:t>„(3) Podmínka pro vznik nároku na kompenzační bonus za poslední kalendářní den bonusového období, která je vázána na opatření podle § 1, se považuje za splněnou, také pokud je splněna pro předcházející kalendářní den.“.</w:t>
      </w:r>
    </w:p>
    <w:p w:rsidR="00DD3016" w:rsidRPr="007C0EDE" w:rsidRDefault="006B04A2" w:rsidP="006B04A2">
      <w:pPr>
        <w:pStyle w:val="lnek"/>
      </w:pPr>
      <w:r>
        <w:t xml:space="preserve">Čl. </w:t>
      </w:r>
      <w:r w:rsidR="00DD3016" w:rsidRPr="007C0EDE">
        <w:t>II</w:t>
      </w:r>
    </w:p>
    <w:p w:rsidR="00DD3016" w:rsidRPr="007C0EDE" w:rsidRDefault="00DD3016" w:rsidP="006B04A2">
      <w:pPr>
        <w:pStyle w:val="Nadpislnku"/>
      </w:pPr>
      <w:r w:rsidRPr="007C0EDE">
        <w:t>Přechodné ustanovení</w:t>
      </w:r>
    </w:p>
    <w:p w:rsidR="00DD3016" w:rsidRPr="007C0EDE" w:rsidRDefault="00DD3016" w:rsidP="006B04A2">
      <w:pPr>
        <w:pStyle w:val="Textlnku"/>
      </w:pPr>
      <w:r w:rsidRPr="007C0EDE">
        <w:t>Vznikl-li subjektu kompenzačního bonusu nárok na kompenzační bonus podle zákona č. 461/2020 Sb., ve znění účinném ode dne nabytí účinnosti tohoto zákona, běží lhůta pro podání žádosti o kompenzační bonus znovu ode dne nabytí účinnosti tohoto zákona.</w:t>
      </w:r>
    </w:p>
    <w:p w:rsidR="00DD3016" w:rsidRPr="007C0EDE" w:rsidRDefault="006B04A2" w:rsidP="006B04A2">
      <w:pPr>
        <w:pStyle w:val="lnek"/>
      </w:pPr>
      <w:r>
        <w:lastRenderedPageBreak/>
        <w:t xml:space="preserve">Čl. </w:t>
      </w:r>
      <w:r w:rsidR="00DD3016" w:rsidRPr="007C0EDE">
        <w:t>III</w:t>
      </w:r>
    </w:p>
    <w:p w:rsidR="00DD3016" w:rsidRPr="007C0EDE" w:rsidRDefault="00DD3016" w:rsidP="006B04A2">
      <w:pPr>
        <w:pStyle w:val="Nadpislnku"/>
      </w:pPr>
      <w:r w:rsidRPr="007C0EDE">
        <w:t>Účinnost</w:t>
      </w:r>
    </w:p>
    <w:p w:rsidR="00DD3016" w:rsidRPr="007C0EDE" w:rsidRDefault="00DD3016" w:rsidP="006B04A2">
      <w:pPr>
        <w:pStyle w:val="Textlnku"/>
      </w:pPr>
      <w:r w:rsidRPr="007C0EDE">
        <w:t>Tento zákon nabývá účinnosti dnem následujícím po dni 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016" w:rsidRDefault="00DD3016">
      <w:r>
        <w:separator/>
      </w:r>
    </w:p>
  </w:endnote>
  <w:endnote w:type="continuationSeparator" w:id="0">
    <w:p w:rsidR="00DD3016" w:rsidRDefault="00DD3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016" w:rsidRDefault="00DD3016">
      <w:r>
        <w:separator/>
      </w:r>
    </w:p>
  </w:footnote>
  <w:footnote w:type="continuationSeparator" w:id="0">
    <w:p w:rsidR="00DD3016" w:rsidRDefault="00DD3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808EF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FCA7ACC"/>
    <w:multiLevelType w:val="hybridMultilevel"/>
    <w:tmpl w:val="AA9CCECE"/>
    <w:lvl w:ilvl="0" w:tplc="6A301C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45B611ED"/>
    <w:multiLevelType w:val="hybridMultilevel"/>
    <w:tmpl w:val="4184D7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DD3016"/>
    <w:rsid w:val="00266D0A"/>
    <w:rsid w:val="006808EF"/>
    <w:rsid w:val="006B04A2"/>
    <w:rsid w:val="00A73D85"/>
    <w:rsid w:val="00B16C4B"/>
    <w:rsid w:val="00D3190E"/>
    <w:rsid w:val="00DD3016"/>
    <w:rsid w:val="00FC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C82CF6"/>
  <w15:chartTrackingRefBased/>
  <w15:docId w15:val="{6323EF05-A400-4859-A1EF-5F364FA6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42B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FC42B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FC42BF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FC42BF"/>
  </w:style>
  <w:style w:type="paragraph" w:styleId="Zhlav">
    <w:name w:val="header"/>
    <w:basedOn w:val="Normln"/>
    <w:semiHidden/>
    <w:rsid w:val="00FC42BF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FC42BF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FC42BF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FC42BF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FC42BF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FC42BF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FC42BF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FC42BF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FC42BF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FC42BF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FC42BF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FC42BF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FC42BF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FC42BF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FC42BF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FC42BF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FC42BF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FC42BF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FC42BF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FC42BF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FC42BF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FC42BF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FC42BF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FC42BF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FC42BF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FC42BF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FC42BF"/>
    <w:rPr>
      <w:vertAlign w:val="superscript"/>
    </w:rPr>
  </w:style>
  <w:style w:type="paragraph" w:customStyle="1" w:styleId="Textodstavce">
    <w:name w:val="Text odstavce"/>
    <w:basedOn w:val="Normln"/>
    <w:rsid w:val="00FC42BF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FC42BF"/>
    <w:pPr>
      <w:ind w:left="567" w:hanging="567"/>
    </w:pPr>
  </w:style>
  <w:style w:type="character" w:styleId="slostrnky">
    <w:name w:val="page number"/>
    <w:basedOn w:val="Standardnpsmoodstavce"/>
    <w:semiHidden/>
    <w:rsid w:val="00FC42BF"/>
  </w:style>
  <w:style w:type="paragraph" w:styleId="Zpat">
    <w:name w:val="footer"/>
    <w:basedOn w:val="Normln"/>
    <w:semiHidden/>
    <w:rsid w:val="00FC42BF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FC42BF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FC42BF"/>
    <w:rPr>
      <w:vertAlign w:val="superscript"/>
    </w:rPr>
  </w:style>
  <w:style w:type="paragraph" w:styleId="Titulek">
    <w:name w:val="caption"/>
    <w:basedOn w:val="Normln"/>
    <w:next w:val="Normln"/>
    <w:qFormat/>
    <w:rsid w:val="00FC42BF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FC42BF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FC42BF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FC42BF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FC42BF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FC42BF"/>
    <w:rPr>
      <w:b/>
    </w:rPr>
  </w:style>
  <w:style w:type="paragraph" w:customStyle="1" w:styleId="Nadpislnku">
    <w:name w:val="Nadpis článku"/>
    <w:basedOn w:val="lnek"/>
    <w:next w:val="Textodstavce"/>
    <w:rsid w:val="00FC42BF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08EF"/>
    <w:pPr>
      <w:widowControl w:val="0"/>
      <w:suppressAutoHyphens/>
      <w:jc w:val="left"/>
    </w:pPr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08EF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3</TotalTime>
  <Pages>2</Pages>
  <Words>320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3</cp:revision>
  <dcterms:created xsi:type="dcterms:W3CDTF">2021-01-22T11:21:00Z</dcterms:created>
  <dcterms:modified xsi:type="dcterms:W3CDTF">2021-01-22T11:24:00Z</dcterms:modified>
  <cp:category/>
</cp:coreProperties>
</file>