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711B2" w14:textId="67B635D0" w:rsidR="00D140D5" w:rsidRPr="009B6D5F" w:rsidRDefault="00D140D5" w:rsidP="00D140D5">
      <w:pPr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9B6D5F">
        <w:rPr>
          <w:rFonts w:ascii="Times New Roman" w:hAnsi="Times New Roman" w:cs="Times New Roman"/>
          <w:sz w:val="16"/>
          <w:szCs w:val="16"/>
        </w:rPr>
        <w:tab/>
      </w:r>
      <w:r w:rsidRPr="009B6D5F">
        <w:rPr>
          <w:rFonts w:ascii="Times New Roman" w:hAnsi="Times New Roman" w:cs="Times New Roman"/>
          <w:sz w:val="16"/>
          <w:szCs w:val="16"/>
        </w:rPr>
        <w:tab/>
      </w:r>
    </w:p>
    <w:p w14:paraId="65911073" w14:textId="54FD1698" w:rsidR="006E0D8C" w:rsidRPr="009B6D5F" w:rsidRDefault="00507AF9" w:rsidP="00507AF9">
      <w:pPr>
        <w:pStyle w:val="Nadpisobsahu"/>
        <w:jc w:val="center"/>
        <w:rPr>
          <w:rFonts w:ascii="Times New Roman" w:hAnsi="Times New Roman" w:cs="Times New Roman"/>
        </w:rPr>
      </w:pPr>
      <w:r w:rsidRPr="009B6D5F">
        <w:rPr>
          <w:rFonts w:ascii="Times New Roman" w:hAnsi="Times New Roman" w:cs="Times New Roman"/>
        </w:rPr>
        <w:t>Teze návrhu vyhlášky č. ….</w:t>
      </w:r>
      <w:r w:rsidR="001A70DF">
        <w:rPr>
          <w:rFonts w:ascii="Times New Roman" w:hAnsi="Times New Roman" w:cs="Times New Roman"/>
        </w:rPr>
        <w:t xml:space="preserve"> </w:t>
      </w:r>
      <w:r w:rsidRPr="009B6D5F">
        <w:rPr>
          <w:rFonts w:ascii="Times New Roman" w:hAnsi="Times New Roman" w:cs="Times New Roman"/>
        </w:rPr>
        <w:t>/</w:t>
      </w:r>
      <w:r w:rsidR="001A70DF">
        <w:rPr>
          <w:rFonts w:ascii="Times New Roman" w:hAnsi="Times New Roman" w:cs="Times New Roman"/>
        </w:rPr>
        <w:t xml:space="preserve"> </w:t>
      </w:r>
      <w:r w:rsidRPr="009B6D5F">
        <w:rPr>
          <w:rFonts w:ascii="Times New Roman" w:hAnsi="Times New Roman" w:cs="Times New Roman"/>
        </w:rPr>
        <w:t>20</w:t>
      </w:r>
      <w:r w:rsidR="00352B57">
        <w:rPr>
          <w:rFonts w:ascii="Times New Roman" w:hAnsi="Times New Roman" w:cs="Times New Roman"/>
        </w:rPr>
        <w:t xml:space="preserve">21 </w:t>
      </w:r>
      <w:r w:rsidRPr="009B6D5F">
        <w:rPr>
          <w:rFonts w:ascii="Times New Roman" w:hAnsi="Times New Roman" w:cs="Times New Roman"/>
        </w:rPr>
        <w:t xml:space="preserve">Sb., </w:t>
      </w:r>
      <w:r w:rsidR="006A2994" w:rsidRPr="009B6D5F">
        <w:rPr>
          <w:rFonts w:ascii="Times New Roman" w:hAnsi="Times New Roman" w:cs="Times New Roman"/>
        </w:rPr>
        <w:t xml:space="preserve">o </w:t>
      </w:r>
      <w:r w:rsidR="00191E8B">
        <w:rPr>
          <w:rFonts w:ascii="Times New Roman" w:hAnsi="Times New Roman" w:cs="Times New Roman"/>
        </w:rPr>
        <w:t xml:space="preserve">seznamu vlastností </w:t>
      </w:r>
      <w:r w:rsidR="006A2994" w:rsidRPr="009B6D5F">
        <w:rPr>
          <w:rFonts w:ascii="Times New Roman" w:hAnsi="Times New Roman" w:cs="Times New Roman"/>
        </w:rPr>
        <w:t>stavebních výrobků</w:t>
      </w:r>
      <w:r w:rsidR="00191E8B">
        <w:rPr>
          <w:rFonts w:ascii="Times New Roman" w:hAnsi="Times New Roman" w:cs="Times New Roman"/>
        </w:rPr>
        <w:t xml:space="preserve"> </w:t>
      </w:r>
    </w:p>
    <w:p w14:paraId="09310BAF" w14:textId="32EA4EB7" w:rsidR="00507AF9" w:rsidRPr="009B6D5F" w:rsidRDefault="00507AF9" w:rsidP="00507AF9">
      <w:pPr>
        <w:pStyle w:val="Nadpisobsahu"/>
        <w:jc w:val="center"/>
        <w:rPr>
          <w:rFonts w:ascii="Times New Roman" w:hAnsi="Times New Roman" w:cs="Times New Roman"/>
          <w:b w:val="0"/>
        </w:rPr>
      </w:pPr>
      <w:r w:rsidRPr="009B6D5F">
        <w:rPr>
          <w:rFonts w:ascii="Times New Roman" w:hAnsi="Times New Roman" w:cs="Times New Roman"/>
          <w:b w:val="0"/>
        </w:rPr>
        <w:t>k</w:t>
      </w:r>
      <w:r w:rsidR="00595BB4">
        <w:rPr>
          <w:rFonts w:ascii="Times New Roman" w:hAnsi="Times New Roman" w:cs="Times New Roman"/>
          <w:b w:val="0"/>
        </w:rPr>
        <w:t xml:space="preserve"> vládnímu </w:t>
      </w:r>
      <w:r w:rsidRPr="009B6D5F">
        <w:rPr>
          <w:rFonts w:ascii="Times New Roman" w:hAnsi="Times New Roman" w:cs="Times New Roman"/>
          <w:b w:val="0"/>
        </w:rPr>
        <w:t>návrhu zákona o stavebních výrobcích a jejich použití do staveb</w:t>
      </w:r>
      <w:r w:rsidR="00AC2FD2">
        <w:rPr>
          <w:rFonts w:ascii="Times New Roman" w:hAnsi="Times New Roman" w:cs="Times New Roman"/>
          <w:b w:val="0"/>
        </w:rPr>
        <w:t xml:space="preserve"> a o změně některých zákonů</w:t>
      </w:r>
    </w:p>
    <w:p w14:paraId="3999EE60" w14:textId="77777777" w:rsidR="00507AF9" w:rsidRPr="009B6D5F" w:rsidRDefault="00507AF9" w:rsidP="00507A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5A9C62" w14:textId="77777777" w:rsidR="00507AF9" w:rsidRPr="00177772" w:rsidRDefault="00507AF9" w:rsidP="00177772">
      <w:pPr>
        <w:rPr>
          <w:rFonts w:ascii="Times New Roman" w:hAnsi="Times New Roman" w:cs="Times New Roman"/>
          <w:sz w:val="24"/>
          <w:szCs w:val="24"/>
        </w:rPr>
      </w:pPr>
    </w:p>
    <w:p w14:paraId="6C2E4EB0" w14:textId="540C6D85" w:rsidR="00507AF9" w:rsidRPr="00BD39AF" w:rsidRDefault="00507AF9" w:rsidP="00BD39AF">
      <w:pPr>
        <w:tabs>
          <w:tab w:val="left" w:pos="567"/>
          <w:tab w:val="left" w:pos="1134"/>
        </w:tabs>
        <w:suppressAutoHyphens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39AF">
        <w:rPr>
          <w:rFonts w:ascii="Times New Roman" w:hAnsi="Times New Roman" w:cs="Times New Roman"/>
          <w:sz w:val="24"/>
          <w:szCs w:val="24"/>
        </w:rPr>
        <w:t xml:space="preserve">Obsahem § </w:t>
      </w:r>
      <w:r w:rsidR="00595B2A" w:rsidRPr="00BD39AF">
        <w:rPr>
          <w:rFonts w:ascii="Times New Roman" w:hAnsi="Times New Roman" w:cs="Times New Roman"/>
          <w:sz w:val="24"/>
          <w:szCs w:val="24"/>
        </w:rPr>
        <w:t>3</w:t>
      </w:r>
      <w:r w:rsidR="00894E9A">
        <w:rPr>
          <w:rFonts w:ascii="Times New Roman" w:hAnsi="Times New Roman" w:cs="Times New Roman"/>
          <w:sz w:val="24"/>
          <w:szCs w:val="24"/>
        </w:rPr>
        <w:t>4</w:t>
      </w:r>
      <w:r w:rsidR="00E96FEA" w:rsidRPr="00BD39AF">
        <w:rPr>
          <w:rFonts w:ascii="Times New Roman" w:hAnsi="Times New Roman" w:cs="Times New Roman"/>
          <w:sz w:val="24"/>
          <w:szCs w:val="24"/>
        </w:rPr>
        <w:t xml:space="preserve"> odst. </w:t>
      </w:r>
      <w:r w:rsidR="00894E9A">
        <w:rPr>
          <w:rFonts w:ascii="Times New Roman" w:hAnsi="Times New Roman" w:cs="Times New Roman"/>
          <w:sz w:val="24"/>
          <w:szCs w:val="24"/>
        </w:rPr>
        <w:t xml:space="preserve">3 </w:t>
      </w:r>
      <w:r w:rsidRPr="00BD39AF">
        <w:rPr>
          <w:rFonts w:ascii="Times New Roman" w:hAnsi="Times New Roman" w:cs="Times New Roman"/>
          <w:sz w:val="24"/>
          <w:szCs w:val="24"/>
        </w:rPr>
        <w:t xml:space="preserve">návrhu zákona </w:t>
      </w:r>
      <w:r w:rsidR="00DF7BD8">
        <w:rPr>
          <w:rFonts w:ascii="Times New Roman" w:hAnsi="Times New Roman" w:cs="Times New Roman"/>
          <w:sz w:val="24"/>
          <w:szCs w:val="24"/>
        </w:rPr>
        <w:t>j</w:t>
      </w:r>
      <w:r w:rsidRPr="00BD39AF">
        <w:rPr>
          <w:rFonts w:ascii="Times New Roman" w:hAnsi="Times New Roman" w:cs="Times New Roman"/>
          <w:sz w:val="24"/>
          <w:szCs w:val="24"/>
        </w:rPr>
        <w:t xml:space="preserve">e ustanovení, které zmocňuje </w:t>
      </w:r>
      <w:r w:rsidR="00313D09" w:rsidRPr="00BD39AF">
        <w:rPr>
          <w:rFonts w:ascii="Times New Roman" w:hAnsi="Times New Roman" w:cs="Times New Roman"/>
          <w:sz w:val="24"/>
          <w:szCs w:val="24"/>
        </w:rPr>
        <w:t xml:space="preserve">Ministerstvo průmyslu a obchodu </w:t>
      </w:r>
      <w:r w:rsidRPr="00BD39AF">
        <w:rPr>
          <w:rFonts w:ascii="Times New Roman" w:hAnsi="Times New Roman" w:cs="Times New Roman"/>
          <w:sz w:val="24"/>
          <w:szCs w:val="24"/>
        </w:rPr>
        <w:t>k vydání prováděcí</w:t>
      </w:r>
      <w:r w:rsidR="00CC366C">
        <w:rPr>
          <w:rFonts w:ascii="Times New Roman" w:hAnsi="Times New Roman" w:cs="Times New Roman"/>
          <w:sz w:val="24"/>
          <w:szCs w:val="24"/>
        </w:rPr>
        <w:t>ho předpisu</w:t>
      </w:r>
      <w:r w:rsidRPr="00BD39AF">
        <w:rPr>
          <w:rFonts w:ascii="Times New Roman" w:hAnsi="Times New Roman" w:cs="Times New Roman"/>
          <w:sz w:val="24"/>
          <w:szCs w:val="24"/>
        </w:rPr>
        <w:t>. Ministerstvo průmyslu a obchodu předkládá</w:t>
      </w:r>
      <w:r w:rsidR="00E96FEA" w:rsidRPr="00BD39AF">
        <w:rPr>
          <w:rFonts w:ascii="Times New Roman" w:hAnsi="Times New Roman" w:cs="Times New Roman"/>
          <w:sz w:val="24"/>
          <w:szCs w:val="24"/>
        </w:rPr>
        <w:t>,</w:t>
      </w:r>
      <w:r w:rsidRPr="00BD39AF">
        <w:rPr>
          <w:rFonts w:ascii="Times New Roman" w:hAnsi="Times New Roman" w:cs="Times New Roman"/>
          <w:sz w:val="24"/>
          <w:szCs w:val="24"/>
        </w:rPr>
        <w:t xml:space="preserve"> spolu s návrhem zákona</w:t>
      </w:r>
      <w:r w:rsidR="00E96FEA" w:rsidRPr="00BD39AF">
        <w:rPr>
          <w:rFonts w:ascii="Times New Roman" w:hAnsi="Times New Roman" w:cs="Times New Roman"/>
          <w:sz w:val="24"/>
          <w:szCs w:val="24"/>
        </w:rPr>
        <w:t>,</w:t>
      </w:r>
      <w:r w:rsidRPr="00BD39AF">
        <w:rPr>
          <w:rFonts w:ascii="Times New Roman" w:hAnsi="Times New Roman" w:cs="Times New Roman"/>
          <w:sz w:val="24"/>
          <w:szCs w:val="24"/>
        </w:rPr>
        <w:t xml:space="preserve"> teze vyhlášky </w:t>
      </w:r>
      <w:r w:rsidR="00E96FEA" w:rsidRPr="00BD39AF">
        <w:rPr>
          <w:rFonts w:ascii="Times New Roman" w:hAnsi="Times New Roman" w:cs="Times New Roman"/>
          <w:color w:val="auto"/>
          <w:sz w:val="24"/>
          <w:szCs w:val="24"/>
        </w:rPr>
        <w:t xml:space="preserve">o seznamu vlastností stavebních výrobků </w:t>
      </w:r>
      <w:r w:rsidRPr="00BD39AF">
        <w:rPr>
          <w:rFonts w:ascii="Times New Roman" w:hAnsi="Times New Roman" w:cs="Times New Roman"/>
          <w:sz w:val="24"/>
          <w:szCs w:val="24"/>
        </w:rPr>
        <w:t>v tomto navrhovaném rozsahu:</w:t>
      </w:r>
    </w:p>
    <w:p w14:paraId="478DB624" w14:textId="55542991" w:rsidR="00567217" w:rsidRDefault="00567217" w:rsidP="005C0398">
      <w:pPr>
        <w:jc w:val="both"/>
        <w:rPr>
          <w:rFonts w:ascii="Times New Roman" w:hAnsi="Times New Roman" w:cs="Times New Roman"/>
          <w:sz w:val="24"/>
          <w:szCs w:val="24"/>
        </w:rPr>
      </w:pPr>
      <w:r w:rsidRPr="00BD39AF">
        <w:rPr>
          <w:rFonts w:ascii="Times New Roman" w:hAnsi="Times New Roman" w:cs="Times New Roman"/>
          <w:sz w:val="24"/>
          <w:szCs w:val="24"/>
        </w:rPr>
        <w:t xml:space="preserve">V seznamu jsou uvedeny </w:t>
      </w:r>
      <w:r w:rsidR="00ED2378">
        <w:rPr>
          <w:rFonts w:ascii="Times New Roman" w:hAnsi="Times New Roman" w:cs="Times New Roman"/>
          <w:sz w:val="24"/>
          <w:szCs w:val="24"/>
        </w:rPr>
        <w:t xml:space="preserve">ty </w:t>
      </w:r>
      <w:r w:rsidRPr="00BD39AF">
        <w:rPr>
          <w:rFonts w:ascii="Times New Roman" w:hAnsi="Times New Roman" w:cs="Times New Roman"/>
          <w:sz w:val="24"/>
          <w:szCs w:val="24"/>
        </w:rPr>
        <w:t>vlastnosti</w:t>
      </w:r>
      <w:r w:rsidR="00652EC2" w:rsidRPr="00BD39AF">
        <w:rPr>
          <w:rFonts w:ascii="Times New Roman" w:hAnsi="Times New Roman" w:cs="Times New Roman"/>
          <w:sz w:val="24"/>
          <w:szCs w:val="24"/>
        </w:rPr>
        <w:t xml:space="preserve"> stavebních výrobků</w:t>
      </w:r>
      <w:r w:rsidRPr="00BD39AF">
        <w:rPr>
          <w:rFonts w:ascii="Times New Roman" w:hAnsi="Times New Roman" w:cs="Times New Roman"/>
          <w:sz w:val="24"/>
          <w:szCs w:val="24"/>
        </w:rPr>
        <w:t xml:space="preserve">, které jsou významné z hlediska </w:t>
      </w:r>
      <w:r w:rsidR="00ED2378" w:rsidRPr="00C87291">
        <w:rPr>
          <w:rFonts w:ascii="Times New Roman" w:hAnsi="Times New Roman" w:cs="Times New Roman"/>
          <w:color w:val="auto"/>
          <w:sz w:val="24"/>
          <w:szCs w:val="24"/>
        </w:rPr>
        <w:t>možného rizika ohrožení života, zdraví, majetku nebo životního prostředí spojeného s jejich použitím do stavby</w:t>
      </w:r>
      <w:r w:rsidR="00DF7BD8">
        <w:rPr>
          <w:rFonts w:ascii="Times New Roman" w:hAnsi="Times New Roman" w:cs="Times New Roman"/>
          <w:sz w:val="24"/>
          <w:szCs w:val="24"/>
        </w:rPr>
        <w:t xml:space="preserve">, zejména ochrany spotřebitele (uživatele staveb) a </w:t>
      </w:r>
      <w:r w:rsidRPr="00BD39AF">
        <w:rPr>
          <w:rFonts w:ascii="Times New Roman" w:hAnsi="Times New Roman" w:cs="Times New Roman"/>
          <w:sz w:val="24"/>
          <w:szCs w:val="24"/>
        </w:rPr>
        <w:t>způsobilosti stavby pro navržený účel</w:t>
      </w:r>
      <w:r w:rsidRPr="00A320C1">
        <w:rPr>
          <w:rFonts w:ascii="Times New Roman" w:hAnsi="Times New Roman" w:cs="Times New Roman"/>
          <w:sz w:val="24"/>
          <w:szCs w:val="24"/>
        </w:rPr>
        <w:t>.</w:t>
      </w:r>
    </w:p>
    <w:p w14:paraId="0A3DDB0C" w14:textId="51B5377F" w:rsidR="003964B7" w:rsidRDefault="00A320C1" w:rsidP="005C0398">
      <w:pPr>
        <w:jc w:val="both"/>
        <w:rPr>
          <w:rFonts w:ascii="Times New Roman" w:hAnsi="Times New Roman" w:cs="Times New Roman"/>
          <w:sz w:val="24"/>
          <w:szCs w:val="24"/>
        </w:rPr>
      </w:pPr>
      <w:r w:rsidRPr="00A320C1">
        <w:rPr>
          <w:rFonts w:ascii="Times New Roman" w:hAnsi="Times New Roman" w:cs="Times New Roman"/>
          <w:sz w:val="24"/>
          <w:szCs w:val="24"/>
        </w:rPr>
        <w:t xml:space="preserve">Pro účely vyhlášky se </w:t>
      </w:r>
      <w:r w:rsidR="00ED2378">
        <w:rPr>
          <w:rFonts w:ascii="Times New Roman" w:hAnsi="Times New Roman" w:cs="Times New Roman"/>
          <w:sz w:val="24"/>
          <w:szCs w:val="24"/>
        </w:rPr>
        <w:t>vlastnostmi</w:t>
      </w:r>
      <w:r w:rsidR="00ED2378" w:rsidRPr="00A320C1">
        <w:rPr>
          <w:rFonts w:ascii="Times New Roman" w:hAnsi="Times New Roman" w:cs="Times New Roman"/>
          <w:sz w:val="24"/>
          <w:szCs w:val="24"/>
        </w:rPr>
        <w:t xml:space="preserve"> </w:t>
      </w:r>
      <w:r w:rsidRPr="00A320C1">
        <w:rPr>
          <w:rFonts w:ascii="Times New Roman" w:hAnsi="Times New Roman" w:cs="Times New Roman"/>
          <w:sz w:val="24"/>
          <w:szCs w:val="24"/>
        </w:rPr>
        <w:t xml:space="preserve">rozumí </w:t>
      </w:r>
      <w:r w:rsidR="00ED2378">
        <w:rPr>
          <w:rFonts w:ascii="Times New Roman" w:hAnsi="Times New Roman" w:cs="Times New Roman"/>
          <w:sz w:val="24"/>
          <w:szCs w:val="24"/>
        </w:rPr>
        <w:t xml:space="preserve">v případě stavebních výrobků s označením CE </w:t>
      </w:r>
      <w:r w:rsidR="00F138A1">
        <w:rPr>
          <w:rFonts w:ascii="Times New Roman" w:hAnsi="Times New Roman" w:cs="Times New Roman"/>
          <w:sz w:val="24"/>
          <w:szCs w:val="24"/>
        </w:rPr>
        <w:t>základní charakteristik</w:t>
      </w:r>
      <w:r w:rsidR="00ED2378">
        <w:rPr>
          <w:rFonts w:ascii="Times New Roman" w:hAnsi="Times New Roman" w:cs="Times New Roman"/>
          <w:sz w:val="24"/>
          <w:szCs w:val="24"/>
        </w:rPr>
        <w:t xml:space="preserve">y </w:t>
      </w:r>
      <w:r w:rsidRPr="00A320C1">
        <w:rPr>
          <w:rFonts w:ascii="Times New Roman" w:hAnsi="Times New Roman" w:cs="Times New Roman"/>
          <w:sz w:val="24"/>
          <w:szCs w:val="24"/>
        </w:rPr>
        <w:t>podle přímo použitelného předpisu a vlastnosti</w:t>
      </w:r>
      <w:r w:rsidR="007D3597">
        <w:rPr>
          <w:rFonts w:ascii="Times New Roman" w:hAnsi="Times New Roman" w:cs="Times New Roman"/>
          <w:sz w:val="24"/>
          <w:szCs w:val="24"/>
        </w:rPr>
        <w:t xml:space="preserve"> základních charakteristik</w:t>
      </w:r>
      <w:r w:rsidRPr="00A320C1">
        <w:rPr>
          <w:rFonts w:ascii="Times New Roman" w:hAnsi="Times New Roman" w:cs="Times New Roman"/>
          <w:sz w:val="24"/>
          <w:szCs w:val="24"/>
        </w:rPr>
        <w:t xml:space="preserve">, které mohou ovlivnit splnění základních požadavků na stavbu. </w:t>
      </w:r>
      <w:r w:rsidR="00566098" w:rsidRPr="00A320C1">
        <w:rPr>
          <w:rFonts w:ascii="Times New Roman" w:hAnsi="Times New Roman" w:cs="Times New Roman"/>
          <w:sz w:val="24"/>
          <w:szCs w:val="24"/>
        </w:rPr>
        <w:t xml:space="preserve"> Doplňkové vlastnosti, konkrétní úrovně a třídy, odkazy na zkušební normy aj. podrobnosti budou k dispozici</w:t>
      </w:r>
      <w:r w:rsidRPr="00A320C1">
        <w:rPr>
          <w:rFonts w:ascii="Times New Roman" w:hAnsi="Times New Roman" w:cs="Times New Roman"/>
          <w:sz w:val="24"/>
          <w:szCs w:val="24"/>
        </w:rPr>
        <w:t xml:space="preserve"> </w:t>
      </w:r>
      <w:r w:rsidR="00566098" w:rsidRPr="00A320C1">
        <w:rPr>
          <w:rFonts w:ascii="Times New Roman" w:hAnsi="Times New Roman" w:cs="Times New Roman"/>
          <w:sz w:val="24"/>
          <w:szCs w:val="24"/>
        </w:rPr>
        <w:t>internetu</w:t>
      </w:r>
      <w:r w:rsidRPr="00A320C1">
        <w:rPr>
          <w:rFonts w:ascii="Times New Roman" w:hAnsi="Times New Roman" w:cs="Times New Roman"/>
          <w:sz w:val="24"/>
          <w:szCs w:val="24"/>
        </w:rPr>
        <w:t>, a to prostřednictvím databáze datového standardu stavby.</w:t>
      </w:r>
      <w:r w:rsidR="005660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154D4" w14:textId="77777777" w:rsidR="00DF7BD8" w:rsidRPr="00BD39AF" w:rsidRDefault="00DF7BD8" w:rsidP="005C03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Seznam bude rozdělen na dvě části, a to pro výrobky s označením CE a pro stanovené stavební výrobky podle vyhlášky o skupinách stanovených stavebních výrobků. </w:t>
      </w:r>
    </w:p>
    <w:p w14:paraId="3C700303" w14:textId="77777777" w:rsidR="00F92E29" w:rsidRPr="0077410B" w:rsidRDefault="00507AF9" w:rsidP="005C039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410B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F92E29" w:rsidRPr="0077410B">
        <w:rPr>
          <w:rFonts w:ascii="Times New Roman" w:hAnsi="Times New Roman" w:cs="Times New Roman"/>
          <w:sz w:val="24"/>
          <w:szCs w:val="24"/>
          <w:u w:val="single"/>
        </w:rPr>
        <w:t>eznam vlastností stavebních výrobků s označením CE</w:t>
      </w:r>
    </w:p>
    <w:p w14:paraId="30305432" w14:textId="526B0357" w:rsidR="00507AF9" w:rsidRPr="0077410B" w:rsidRDefault="00F92E29" w:rsidP="005C0398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7410B">
        <w:rPr>
          <w:rFonts w:ascii="Times New Roman" w:hAnsi="Times New Roman"/>
          <w:color w:val="auto"/>
          <w:sz w:val="24"/>
          <w:szCs w:val="24"/>
        </w:rPr>
        <w:t xml:space="preserve">Stavebním výrobkem s označením CE se rozumí stavební výrobek, na který se vztahuje </w:t>
      </w:r>
      <w:r w:rsidR="00F66E31" w:rsidRPr="0077410B">
        <w:rPr>
          <w:rFonts w:ascii="Times New Roman" w:hAnsi="Times New Roman" w:cs="Times New Roman"/>
          <w:color w:val="auto"/>
          <w:sz w:val="24"/>
          <w:szCs w:val="24"/>
        </w:rPr>
        <w:t xml:space="preserve">nařízení Evropského parlamentu a Rady </w:t>
      </w:r>
      <w:r w:rsidR="00651CE3">
        <w:rPr>
          <w:rFonts w:ascii="Times New Roman" w:hAnsi="Times New Roman" w:cs="Times New Roman"/>
          <w:color w:val="auto"/>
          <w:sz w:val="24"/>
          <w:szCs w:val="24"/>
        </w:rPr>
        <w:t xml:space="preserve">(EU) </w:t>
      </w:r>
      <w:r w:rsidR="00F66E31" w:rsidRPr="0077410B">
        <w:rPr>
          <w:rFonts w:ascii="Times New Roman" w:hAnsi="Times New Roman" w:cs="Times New Roman"/>
          <w:color w:val="auto"/>
          <w:sz w:val="24"/>
          <w:szCs w:val="24"/>
        </w:rPr>
        <w:t>č. 305/2011, kterým se stanoví harmonizované podmínky pro</w:t>
      </w:r>
      <w:r w:rsidR="00651CE3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F66E31" w:rsidRPr="0077410B">
        <w:rPr>
          <w:rFonts w:ascii="Times New Roman" w:hAnsi="Times New Roman" w:cs="Times New Roman"/>
          <w:color w:val="auto"/>
          <w:sz w:val="24"/>
          <w:szCs w:val="24"/>
        </w:rPr>
        <w:t>uvádění stavebních výrobků na trh (dále jen "přímo použitelný předpis")</w:t>
      </w:r>
      <w:r w:rsidR="00507AF9" w:rsidRPr="0077410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91ACE4A" w14:textId="23165ADD" w:rsidR="00DF7BD8" w:rsidRPr="0077410B" w:rsidRDefault="0043762F" w:rsidP="005C0398">
      <w:pPr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 xml:space="preserve">Vlastnosti </w:t>
      </w:r>
      <w:r w:rsidR="007D3597">
        <w:rPr>
          <w:rFonts w:ascii="Times New Roman" w:hAnsi="Times New Roman"/>
          <w:sz w:val="24"/>
          <w:szCs w:val="24"/>
        </w:rPr>
        <w:t xml:space="preserve">pro navržení a použití do staveb </w:t>
      </w:r>
      <w:r w:rsidRPr="0077410B">
        <w:rPr>
          <w:rFonts w:ascii="Times New Roman" w:hAnsi="Times New Roman"/>
          <w:sz w:val="24"/>
          <w:szCs w:val="24"/>
        </w:rPr>
        <w:t xml:space="preserve">jsou </w:t>
      </w:r>
      <w:r w:rsidR="001C2D36" w:rsidRPr="0077410B">
        <w:rPr>
          <w:rFonts w:ascii="Times New Roman" w:hAnsi="Times New Roman"/>
          <w:sz w:val="24"/>
          <w:szCs w:val="24"/>
        </w:rPr>
        <w:t>specifikovány</w:t>
      </w:r>
      <w:r w:rsidRPr="0077410B">
        <w:rPr>
          <w:rFonts w:ascii="Times New Roman" w:hAnsi="Times New Roman"/>
          <w:sz w:val="24"/>
          <w:szCs w:val="24"/>
        </w:rPr>
        <w:t xml:space="preserve"> v souladu s </w:t>
      </w:r>
      <w:r w:rsidR="00DF7BD8">
        <w:rPr>
          <w:rFonts w:ascii="Times New Roman" w:hAnsi="Times New Roman"/>
          <w:sz w:val="24"/>
          <w:szCs w:val="24"/>
        </w:rPr>
        <w:t xml:space="preserve">principem rozdělení kompetencí mezi EK, která stanovuje požadavky pro uvádění a dodávání stavebních výrobků </w:t>
      </w:r>
      <w:r w:rsidR="007D3597">
        <w:rPr>
          <w:rFonts w:ascii="Times New Roman" w:hAnsi="Times New Roman"/>
          <w:sz w:val="24"/>
          <w:szCs w:val="24"/>
        </w:rPr>
        <w:t xml:space="preserve">s označením CE </w:t>
      </w:r>
      <w:r w:rsidR="00DF7BD8">
        <w:rPr>
          <w:rFonts w:ascii="Times New Roman" w:hAnsi="Times New Roman"/>
          <w:sz w:val="24"/>
          <w:szCs w:val="24"/>
        </w:rPr>
        <w:t xml:space="preserve">na trh a členské státy, které nesou odpovědnost za stanovení požadavků pro návrh a použití stavebních výrobků do staveb na svém území, viz </w:t>
      </w:r>
      <w:r w:rsidRPr="0077410B">
        <w:rPr>
          <w:rFonts w:ascii="Times New Roman" w:hAnsi="Times New Roman"/>
          <w:sz w:val="24"/>
          <w:szCs w:val="24"/>
        </w:rPr>
        <w:t>čl. 8 odst</w:t>
      </w:r>
      <w:r w:rsidR="00C12A91" w:rsidRPr="0077410B">
        <w:rPr>
          <w:rFonts w:ascii="Times New Roman" w:hAnsi="Times New Roman"/>
          <w:sz w:val="24"/>
          <w:szCs w:val="24"/>
        </w:rPr>
        <w:t>. 4 přímo použitelného předpisu</w:t>
      </w:r>
      <w:r w:rsidR="007D3597">
        <w:rPr>
          <w:rFonts w:ascii="Times New Roman" w:hAnsi="Times New Roman"/>
          <w:sz w:val="24"/>
          <w:szCs w:val="24"/>
        </w:rPr>
        <w:t>. Ten</w:t>
      </w:r>
      <w:r w:rsidR="0011523C" w:rsidRPr="0077410B">
        <w:rPr>
          <w:rFonts w:ascii="Times New Roman" w:hAnsi="Times New Roman"/>
          <w:sz w:val="24"/>
          <w:szCs w:val="24"/>
        </w:rPr>
        <w:t xml:space="preserve"> </w:t>
      </w:r>
      <w:r w:rsidR="00C12A91" w:rsidRPr="0077410B">
        <w:rPr>
          <w:rFonts w:ascii="Times New Roman" w:hAnsi="Times New Roman"/>
          <w:sz w:val="24"/>
          <w:szCs w:val="24"/>
        </w:rPr>
        <w:t>umožňuje členským státům sta</w:t>
      </w:r>
      <w:r w:rsidR="0011523C" w:rsidRPr="0077410B">
        <w:rPr>
          <w:rFonts w:ascii="Times New Roman" w:hAnsi="Times New Roman"/>
          <w:sz w:val="24"/>
          <w:szCs w:val="24"/>
        </w:rPr>
        <w:t>no</w:t>
      </w:r>
      <w:r w:rsidR="00C12A91" w:rsidRPr="0077410B">
        <w:rPr>
          <w:rFonts w:ascii="Times New Roman" w:hAnsi="Times New Roman"/>
          <w:sz w:val="24"/>
          <w:szCs w:val="24"/>
        </w:rPr>
        <w:t xml:space="preserve">vit </w:t>
      </w:r>
      <w:r w:rsidR="001C2D36" w:rsidRPr="0077410B">
        <w:rPr>
          <w:rFonts w:ascii="Times New Roman" w:hAnsi="Times New Roman"/>
          <w:sz w:val="24"/>
          <w:szCs w:val="24"/>
        </w:rPr>
        <w:t>s ohledem na harmonizační rámec</w:t>
      </w:r>
      <w:r w:rsidR="0011523C" w:rsidRPr="0077410B">
        <w:rPr>
          <w:rFonts w:ascii="Times New Roman" w:hAnsi="Times New Roman"/>
          <w:sz w:val="24"/>
          <w:szCs w:val="24"/>
        </w:rPr>
        <w:t xml:space="preserve"> </w:t>
      </w:r>
      <w:r w:rsidR="00C12A91" w:rsidRPr="0077410B">
        <w:rPr>
          <w:rFonts w:ascii="Times New Roman" w:hAnsi="Times New Roman"/>
          <w:sz w:val="24"/>
          <w:szCs w:val="24"/>
        </w:rPr>
        <w:t xml:space="preserve">vlastnosti výrobků </w:t>
      </w:r>
      <w:r w:rsidR="0011523C" w:rsidRPr="0077410B">
        <w:rPr>
          <w:rFonts w:ascii="Times New Roman" w:hAnsi="Times New Roman"/>
          <w:sz w:val="24"/>
          <w:szCs w:val="24"/>
        </w:rPr>
        <w:t xml:space="preserve">požadované konkrétním členským státem </w:t>
      </w:r>
      <w:r w:rsidR="00BA1EB1" w:rsidRPr="0077410B">
        <w:rPr>
          <w:rFonts w:ascii="Times New Roman" w:hAnsi="Times New Roman"/>
          <w:sz w:val="24"/>
          <w:szCs w:val="24"/>
        </w:rPr>
        <w:t xml:space="preserve">zejména </w:t>
      </w:r>
      <w:r w:rsidR="00C12A91" w:rsidRPr="0077410B">
        <w:rPr>
          <w:rFonts w:ascii="Times New Roman" w:hAnsi="Times New Roman"/>
          <w:sz w:val="24"/>
          <w:szCs w:val="24"/>
        </w:rPr>
        <w:t xml:space="preserve">s ohledem na rozdílné </w:t>
      </w:r>
      <w:r w:rsidR="00BA1EB1" w:rsidRPr="0077410B">
        <w:rPr>
          <w:rFonts w:ascii="Times New Roman" w:hAnsi="Times New Roman"/>
          <w:sz w:val="24"/>
          <w:szCs w:val="24"/>
        </w:rPr>
        <w:t>zeměpisné nebo</w:t>
      </w:r>
      <w:r w:rsidR="00C12A91" w:rsidRPr="0077410B">
        <w:rPr>
          <w:rFonts w:ascii="Times New Roman" w:hAnsi="Times New Roman"/>
          <w:sz w:val="24"/>
          <w:szCs w:val="24"/>
        </w:rPr>
        <w:t xml:space="preserve"> klimatické podmínky</w:t>
      </w:r>
      <w:r w:rsidR="0004260E" w:rsidRPr="0077410B">
        <w:rPr>
          <w:rFonts w:ascii="Times New Roman" w:hAnsi="Times New Roman"/>
          <w:sz w:val="24"/>
          <w:szCs w:val="24"/>
        </w:rPr>
        <w:t xml:space="preserve"> a</w:t>
      </w:r>
      <w:r w:rsidR="005C0398" w:rsidRPr="0077410B">
        <w:rPr>
          <w:rFonts w:ascii="Times New Roman" w:hAnsi="Times New Roman"/>
          <w:sz w:val="24"/>
          <w:szCs w:val="24"/>
        </w:rPr>
        <w:t> </w:t>
      </w:r>
      <w:r w:rsidR="007D3597">
        <w:rPr>
          <w:rFonts w:ascii="Times New Roman" w:hAnsi="Times New Roman"/>
          <w:sz w:val="24"/>
          <w:szCs w:val="24"/>
        </w:rPr>
        <w:t xml:space="preserve">požadovanou </w:t>
      </w:r>
      <w:r w:rsidR="0004260E" w:rsidRPr="0077410B">
        <w:rPr>
          <w:rFonts w:ascii="Times New Roman" w:hAnsi="Times New Roman"/>
          <w:sz w:val="24"/>
          <w:szCs w:val="24"/>
        </w:rPr>
        <w:t>úroveň ochrany zdraví a životního prostředí</w:t>
      </w:r>
      <w:r w:rsidR="00F9296C" w:rsidRPr="0077410B">
        <w:rPr>
          <w:rFonts w:ascii="Times New Roman" w:hAnsi="Times New Roman"/>
          <w:sz w:val="24"/>
          <w:szCs w:val="24"/>
        </w:rPr>
        <w:t>.</w:t>
      </w:r>
    </w:p>
    <w:p w14:paraId="2468DBB4" w14:textId="77777777" w:rsidR="004D20DA" w:rsidRPr="0077410B" w:rsidRDefault="004D20DA" w:rsidP="005C0398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 xml:space="preserve">Seznam vlastností stavebního výrobku </w:t>
      </w:r>
      <w:r w:rsidR="0070782F" w:rsidRPr="0077410B">
        <w:rPr>
          <w:rFonts w:ascii="Times New Roman" w:hAnsi="Times New Roman"/>
          <w:sz w:val="24"/>
          <w:szCs w:val="24"/>
        </w:rPr>
        <w:t xml:space="preserve">s označením CE </w:t>
      </w:r>
      <w:r w:rsidRPr="0077410B">
        <w:rPr>
          <w:rFonts w:ascii="Times New Roman" w:hAnsi="Times New Roman"/>
          <w:sz w:val="24"/>
          <w:szCs w:val="24"/>
        </w:rPr>
        <w:t>bude v následujícím rozsahu:</w:t>
      </w:r>
    </w:p>
    <w:p w14:paraId="65C154AA" w14:textId="543B6C17" w:rsidR="004D20DA" w:rsidRPr="0077410B" w:rsidRDefault="004D20DA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 xml:space="preserve">číslo skupiny </w:t>
      </w:r>
      <w:r w:rsidR="00BB6304">
        <w:rPr>
          <w:rFonts w:ascii="Times New Roman" w:hAnsi="Times New Roman"/>
          <w:sz w:val="24"/>
          <w:szCs w:val="24"/>
        </w:rPr>
        <w:t xml:space="preserve">výrobků </w:t>
      </w:r>
      <w:r w:rsidRPr="0077410B">
        <w:rPr>
          <w:rFonts w:ascii="Times New Roman" w:hAnsi="Times New Roman"/>
          <w:sz w:val="24"/>
          <w:szCs w:val="24"/>
        </w:rPr>
        <w:t>podle přímo použitelného předpisu;</w:t>
      </w:r>
    </w:p>
    <w:p w14:paraId="06AE8E0B" w14:textId="122144AC" w:rsidR="00BB6304" w:rsidRDefault="00BB6304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název </w:t>
      </w:r>
      <w:r w:rsidR="00332E6A">
        <w:rPr>
          <w:rFonts w:ascii="Times New Roman" w:hAnsi="Times New Roman"/>
          <w:sz w:val="24"/>
          <w:szCs w:val="24"/>
        </w:rPr>
        <w:t xml:space="preserve">stavebního </w:t>
      </w:r>
      <w:r>
        <w:rPr>
          <w:rFonts w:ascii="Times New Roman" w:hAnsi="Times New Roman"/>
          <w:sz w:val="24"/>
          <w:szCs w:val="24"/>
        </w:rPr>
        <w:t>výrobku;</w:t>
      </w:r>
    </w:p>
    <w:p w14:paraId="44D9FA83" w14:textId="21A2A89E" w:rsidR="004D20DA" w:rsidRPr="0077410B" w:rsidRDefault="004D20DA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 xml:space="preserve">zamýšlené použití </w:t>
      </w:r>
      <w:r w:rsidR="00BB6304">
        <w:rPr>
          <w:rFonts w:ascii="Times New Roman" w:hAnsi="Times New Roman"/>
          <w:sz w:val="24"/>
          <w:szCs w:val="24"/>
        </w:rPr>
        <w:t xml:space="preserve">výrobku; </w:t>
      </w:r>
    </w:p>
    <w:p w14:paraId="4B47312C" w14:textId="77777777" w:rsidR="00B95BDD" w:rsidRPr="0077410B" w:rsidRDefault="00B95BDD" w:rsidP="00B95BDD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označení </w:t>
      </w:r>
      <w:r w:rsidRPr="0077410B">
        <w:rPr>
          <w:rFonts w:ascii="Times New Roman" w:hAnsi="Times New Roman"/>
          <w:sz w:val="24"/>
          <w:szCs w:val="24"/>
        </w:rPr>
        <w:t>harmonizovan</w:t>
      </w:r>
      <w:r>
        <w:rPr>
          <w:rFonts w:ascii="Times New Roman" w:hAnsi="Times New Roman"/>
          <w:sz w:val="24"/>
          <w:szCs w:val="24"/>
        </w:rPr>
        <w:t>é</w:t>
      </w:r>
      <w:r w:rsidRPr="0077410B">
        <w:rPr>
          <w:rFonts w:ascii="Times New Roman" w:hAnsi="Times New Roman"/>
          <w:sz w:val="24"/>
          <w:szCs w:val="24"/>
        </w:rPr>
        <w:t xml:space="preserve"> technick</w:t>
      </w:r>
      <w:r>
        <w:rPr>
          <w:rFonts w:ascii="Times New Roman" w:hAnsi="Times New Roman"/>
          <w:sz w:val="24"/>
          <w:szCs w:val="24"/>
        </w:rPr>
        <w:t>é</w:t>
      </w:r>
      <w:r w:rsidRPr="007741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specifikace</w:t>
      </w:r>
      <w:r w:rsidRPr="0077410B">
        <w:rPr>
          <w:rFonts w:ascii="Times New Roman" w:hAnsi="Times New Roman"/>
          <w:sz w:val="24"/>
          <w:szCs w:val="24"/>
        </w:rPr>
        <w:t xml:space="preserve"> stanovující vlastnosti stavebního výrobku, které mohou ovlivnit splnění základních požadavků na stavby (mandátové vlastnosti uvedené v příloze ZA harmonizované normě)</w:t>
      </w:r>
      <w:r>
        <w:rPr>
          <w:rFonts w:ascii="Times New Roman" w:hAnsi="Times New Roman"/>
          <w:sz w:val="24"/>
          <w:szCs w:val="24"/>
        </w:rPr>
        <w:t xml:space="preserve"> včetně uvedení roku vydání;</w:t>
      </w:r>
    </w:p>
    <w:p w14:paraId="4D5E8A0D" w14:textId="462A1F56" w:rsidR="00C95701" w:rsidRDefault="00F138A1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základní charakteristiky</w:t>
      </w:r>
      <w:r w:rsidR="00BB6304">
        <w:rPr>
          <w:rFonts w:ascii="Times New Roman" w:hAnsi="Times New Roman"/>
          <w:sz w:val="24"/>
          <w:szCs w:val="24"/>
        </w:rPr>
        <w:t xml:space="preserve"> </w:t>
      </w:r>
      <w:r w:rsidR="00E47335">
        <w:rPr>
          <w:rFonts w:ascii="Times New Roman" w:hAnsi="Times New Roman"/>
          <w:sz w:val="24"/>
          <w:szCs w:val="24"/>
        </w:rPr>
        <w:t xml:space="preserve">požadované pro návrh a použití </w:t>
      </w:r>
      <w:r w:rsidR="004B23A5">
        <w:rPr>
          <w:rFonts w:ascii="Times New Roman" w:hAnsi="Times New Roman"/>
          <w:sz w:val="24"/>
          <w:szCs w:val="24"/>
        </w:rPr>
        <w:t xml:space="preserve">výrobků </w:t>
      </w:r>
      <w:r w:rsidR="00E47335">
        <w:rPr>
          <w:rFonts w:ascii="Times New Roman" w:hAnsi="Times New Roman"/>
          <w:sz w:val="24"/>
          <w:szCs w:val="24"/>
        </w:rPr>
        <w:t>do staveb v České republice</w:t>
      </w:r>
      <w:r w:rsidR="00884EAC">
        <w:rPr>
          <w:rFonts w:ascii="Times New Roman" w:hAnsi="Times New Roman"/>
          <w:sz w:val="24"/>
          <w:szCs w:val="24"/>
        </w:rPr>
        <w:t>;</w:t>
      </w:r>
    </w:p>
    <w:p w14:paraId="5900F118" w14:textId="48CBF2A2" w:rsidR="007D3597" w:rsidRDefault="007D3597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metody zkoušení;</w:t>
      </w:r>
    </w:p>
    <w:p w14:paraId="71943F6F" w14:textId="14585AD5" w:rsidR="00BB6304" w:rsidRPr="0077410B" w:rsidRDefault="00BB6304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poznámka </w:t>
      </w:r>
      <w:r w:rsidR="004B23A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podstatná </w:t>
      </w:r>
      <w:r w:rsidR="004B23A5">
        <w:rPr>
          <w:rFonts w:ascii="Times New Roman" w:hAnsi="Times New Roman"/>
          <w:sz w:val="24"/>
          <w:szCs w:val="24"/>
        </w:rPr>
        <w:t>z hlediska po</w:t>
      </w:r>
      <w:r w:rsidR="00332E6A">
        <w:rPr>
          <w:rFonts w:ascii="Times New Roman" w:hAnsi="Times New Roman"/>
          <w:sz w:val="24"/>
          <w:szCs w:val="24"/>
        </w:rPr>
        <w:t>u</w:t>
      </w:r>
      <w:r w:rsidR="004B23A5">
        <w:rPr>
          <w:rFonts w:ascii="Times New Roman" w:hAnsi="Times New Roman"/>
          <w:sz w:val="24"/>
          <w:szCs w:val="24"/>
        </w:rPr>
        <w:t>žití základní charakteristiky, pro přesnější vymezení použití)</w:t>
      </w:r>
      <w:r w:rsidR="00332E6A">
        <w:rPr>
          <w:rFonts w:ascii="Times New Roman" w:hAnsi="Times New Roman"/>
          <w:sz w:val="24"/>
          <w:szCs w:val="24"/>
        </w:rPr>
        <w:t>.</w:t>
      </w:r>
    </w:p>
    <w:p w14:paraId="30C71DF1" w14:textId="6B424B00" w:rsidR="004168A2" w:rsidRPr="0077410B" w:rsidRDefault="00F068A2" w:rsidP="0077410B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410B">
        <w:rPr>
          <w:rFonts w:ascii="Times New Roman" w:hAnsi="Times New Roman" w:cs="Times New Roman"/>
          <w:sz w:val="24"/>
          <w:szCs w:val="24"/>
          <w:u w:val="single"/>
        </w:rPr>
        <w:t>Seznam vlastností stanovených stavebních výrobků</w:t>
      </w:r>
    </w:p>
    <w:p w14:paraId="61D47E5D" w14:textId="77777777" w:rsidR="004168A2" w:rsidRPr="0077410B" w:rsidRDefault="004168A2" w:rsidP="005C039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410B">
        <w:rPr>
          <w:rFonts w:ascii="Times New Roman" w:hAnsi="Times New Roman" w:cs="Times New Roman"/>
          <w:sz w:val="24"/>
          <w:szCs w:val="24"/>
        </w:rPr>
        <w:t>S</w:t>
      </w:r>
      <w:r w:rsidRPr="0077410B">
        <w:rPr>
          <w:rFonts w:ascii="Times New Roman" w:hAnsi="Times New Roman"/>
          <w:color w:val="auto"/>
          <w:sz w:val="24"/>
          <w:szCs w:val="24"/>
        </w:rPr>
        <w:t>tanoveným stavebním výrobkem stavební výrobek se rozumí neharmonizovaný stavební výrobek (bez označení CE), který významným způsobem ovlivňuje vlastnosti stavby a je uveden v seznamu ve vyhlášce o</w:t>
      </w:r>
      <w:r w:rsidR="005C0398" w:rsidRPr="0077410B">
        <w:rPr>
          <w:rFonts w:ascii="Times New Roman" w:hAnsi="Times New Roman"/>
          <w:color w:val="auto"/>
          <w:sz w:val="24"/>
          <w:szCs w:val="24"/>
        </w:rPr>
        <w:t> </w:t>
      </w:r>
      <w:r w:rsidRPr="0077410B">
        <w:rPr>
          <w:rFonts w:ascii="Times New Roman" w:hAnsi="Times New Roman"/>
          <w:color w:val="auto"/>
          <w:sz w:val="24"/>
          <w:szCs w:val="24"/>
        </w:rPr>
        <w:t>skupinách stanovených stavebních výrobků</w:t>
      </w:r>
      <w:r w:rsidR="0070782F" w:rsidRPr="0077410B">
        <w:rPr>
          <w:rFonts w:ascii="Times New Roman" w:hAnsi="Times New Roman"/>
          <w:color w:val="auto"/>
          <w:sz w:val="24"/>
          <w:szCs w:val="24"/>
        </w:rPr>
        <w:t>.</w:t>
      </w:r>
    </w:p>
    <w:p w14:paraId="3000B17E" w14:textId="77777777" w:rsidR="0070782F" w:rsidRPr="0077410B" w:rsidRDefault="0070782F" w:rsidP="005C0398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>Seznam vlastností stanoveného stavebního výrobku bude v následujícím rozsahu:</w:t>
      </w:r>
    </w:p>
    <w:p w14:paraId="25A60458" w14:textId="60CB838D" w:rsidR="0070782F" w:rsidRDefault="0070782F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7410B">
        <w:rPr>
          <w:rFonts w:ascii="Times New Roman" w:hAnsi="Times New Roman"/>
          <w:sz w:val="24"/>
          <w:szCs w:val="24"/>
        </w:rPr>
        <w:t xml:space="preserve">číslo </w:t>
      </w:r>
      <w:r w:rsidR="000D501C">
        <w:rPr>
          <w:rFonts w:ascii="Times New Roman" w:hAnsi="Times New Roman"/>
          <w:sz w:val="24"/>
          <w:szCs w:val="24"/>
        </w:rPr>
        <w:t>s</w:t>
      </w:r>
      <w:r w:rsidRPr="0077410B">
        <w:rPr>
          <w:rFonts w:ascii="Times New Roman" w:hAnsi="Times New Roman"/>
          <w:sz w:val="24"/>
          <w:szCs w:val="24"/>
        </w:rPr>
        <w:t>kupiny</w:t>
      </w:r>
      <w:r w:rsidR="000D501C">
        <w:rPr>
          <w:rFonts w:ascii="Times New Roman" w:hAnsi="Times New Roman"/>
          <w:sz w:val="24"/>
          <w:szCs w:val="24"/>
        </w:rPr>
        <w:t xml:space="preserve"> </w:t>
      </w:r>
      <w:r w:rsidR="00332E6A">
        <w:rPr>
          <w:rFonts w:ascii="Times New Roman" w:hAnsi="Times New Roman"/>
          <w:sz w:val="24"/>
          <w:szCs w:val="24"/>
        </w:rPr>
        <w:t xml:space="preserve">výrobků </w:t>
      </w:r>
      <w:r w:rsidRPr="0077410B">
        <w:rPr>
          <w:rFonts w:ascii="Times New Roman" w:hAnsi="Times New Roman"/>
          <w:sz w:val="24"/>
          <w:szCs w:val="24"/>
        </w:rPr>
        <w:t xml:space="preserve">podle </w:t>
      </w:r>
      <w:r w:rsidR="00D0730D" w:rsidRPr="0077410B">
        <w:rPr>
          <w:rFonts w:ascii="Times New Roman" w:hAnsi="Times New Roman"/>
          <w:sz w:val="24"/>
          <w:szCs w:val="24"/>
        </w:rPr>
        <w:t xml:space="preserve">seznamu ve </w:t>
      </w:r>
      <w:r w:rsidR="00D0730D" w:rsidRPr="0077410B">
        <w:rPr>
          <w:rFonts w:ascii="Times New Roman" w:hAnsi="Times New Roman"/>
          <w:color w:val="auto"/>
          <w:sz w:val="24"/>
          <w:szCs w:val="24"/>
        </w:rPr>
        <w:t>vyhlášce o skupinách stanovených stavebních výrobků</w:t>
      </w:r>
      <w:r w:rsidRPr="0077410B">
        <w:rPr>
          <w:rFonts w:ascii="Times New Roman" w:hAnsi="Times New Roman"/>
          <w:sz w:val="24"/>
          <w:szCs w:val="24"/>
        </w:rPr>
        <w:t>;</w:t>
      </w:r>
    </w:p>
    <w:p w14:paraId="1D6A4D39" w14:textId="77777777" w:rsidR="00332E6A" w:rsidRDefault="00332E6A" w:rsidP="00332E6A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číslo podskupiny výrobků </w:t>
      </w:r>
      <w:r w:rsidRPr="0077410B">
        <w:rPr>
          <w:rFonts w:ascii="Times New Roman" w:hAnsi="Times New Roman"/>
          <w:sz w:val="24"/>
          <w:szCs w:val="24"/>
        </w:rPr>
        <w:t xml:space="preserve">podle seznamu ve </w:t>
      </w:r>
      <w:r w:rsidRPr="0077410B">
        <w:rPr>
          <w:rFonts w:ascii="Times New Roman" w:hAnsi="Times New Roman"/>
          <w:color w:val="auto"/>
          <w:sz w:val="24"/>
          <w:szCs w:val="24"/>
        </w:rPr>
        <w:t>vyhlášce o skupinách stanovených stavebních výrobků</w:t>
      </w:r>
      <w:r w:rsidRPr="0077410B">
        <w:rPr>
          <w:rFonts w:ascii="Times New Roman" w:hAnsi="Times New Roman"/>
          <w:sz w:val="24"/>
          <w:szCs w:val="24"/>
        </w:rPr>
        <w:t>;</w:t>
      </w:r>
    </w:p>
    <w:p w14:paraId="1A85A9D7" w14:textId="21544078" w:rsidR="00332E6A" w:rsidRPr="0077410B" w:rsidRDefault="00332E6A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název stavebního výrobku;</w:t>
      </w:r>
    </w:p>
    <w:p w14:paraId="6D016813" w14:textId="0599795F" w:rsidR="0070782F" w:rsidRPr="0077410B" w:rsidRDefault="00332E6A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zamýšlené </w:t>
      </w:r>
      <w:r w:rsidR="000D501C" w:rsidRPr="0077410B">
        <w:rPr>
          <w:rFonts w:ascii="Times New Roman" w:hAnsi="Times New Roman"/>
          <w:sz w:val="24"/>
          <w:szCs w:val="24"/>
        </w:rPr>
        <w:t>použití</w:t>
      </w:r>
      <w:r w:rsidR="0070782F" w:rsidRPr="007741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výrobku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C0ACD3" w14:textId="77777777" w:rsidR="00B95BDD" w:rsidRPr="0077410B" w:rsidRDefault="00B95BDD" w:rsidP="00B95BDD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označení </w:t>
      </w:r>
      <w:r w:rsidRPr="0077410B">
        <w:rPr>
          <w:rFonts w:ascii="Times New Roman" w:hAnsi="Times New Roman"/>
          <w:sz w:val="24"/>
          <w:szCs w:val="24"/>
        </w:rPr>
        <w:t>technick</w:t>
      </w:r>
      <w:r>
        <w:rPr>
          <w:rFonts w:ascii="Times New Roman" w:hAnsi="Times New Roman"/>
          <w:sz w:val="24"/>
          <w:szCs w:val="24"/>
        </w:rPr>
        <w:t>é</w:t>
      </w:r>
      <w:r w:rsidRPr="0077410B">
        <w:rPr>
          <w:rFonts w:ascii="Times New Roman" w:hAnsi="Times New Roman"/>
          <w:sz w:val="24"/>
          <w:szCs w:val="24"/>
        </w:rPr>
        <w:t xml:space="preserve"> specifikace stanovující vlastnosti stavebního výrobku, které mohou ovlivnit splnění základních požadavků na stavby (určen</w:t>
      </w:r>
      <w:r>
        <w:rPr>
          <w:rFonts w:ascii="Times New Roman" w:hAnsi="Times New Roman"/>
          <w:sz w:val="24"/>
          <w:szCs w:val="24"/>
        </w:rPr>
        <w:t>á</w:t>
      </w:r>
      <w:r w:rsidRPr="0077410B">
        <w:rPr>
          <w:rFonts w:ascii="Times New Roman" w:hAnsi="Times New Roman"/>
          <w:sz w:val="24"/>
          <w:szCs w:val="24"/>
        </w:rPr>
        <w:t xml:space="preserve"> stavební norm</w:t>
      </w:r>
      <w:r>
        <w:rPr>
          <w:rFonts w:ascii="Times New Roman" w:hAnsi="Times New Roman"/>
          <w:sz w:val="24"/>
          <w:szCs w:val="24"/>
        </w:rPr>
        <w:t>a,</w:t>
      </w:r>
      <w:r w:rsidRPr="0077410B">
        <w:rPr>
          <w:rFonts w:ascii="Times New Roman" w:hAnsi="Times New Roman"/>
          <w:sz w:val="24"/>
          <w:szCs w:val="24"/>
        </w:rPr>
        <w:t xml:space="preserve"> evropsk</w:t>
      </w:r>
      <w:r>
        <w:rPr>
          <w:rFonts w:ascii="Times New Roman" w:hAnsi="Times New Roman"/>
          <w:sz w:val="24"/>
          <w:szCs w:val="24"/>
        </w:rPr>
        <w:t>ý dokument</w:t>
      </w:r>
      <w:r w:rsidRPr="0077410B">
        <w:rPr>
          <w:rFonts w:ascii="Times New Roman" w:hAnsi="Times New Roman"/>
          <w:sz w:val="24"/>
          <w:szCs w:val="24"/>
        </w:rPr>
        <w:t xml:space="preserve"> pro technické posuzování</w:t>
      </w:r>
      <w:r>
        <w:rPr>
          <w:rFonts w:ascii="Times New Roman" w:hAnsi="Times New Roman"/>
          <w:sz w:val="24"/>
          <w:szCs w:val="24"/>
        </w:rPr>
        <w:t>);</w:t>
      </w:r>
    </w:p>
    <w:p w14:paraId="028F331D" w14:textId="7CF00932" w:rsidR="00C95701" w:rsidRDefault="007D3597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vlastnosti </w:t>
      </w:r>
      <w:r w:rsidR="007A537E">
        <w:rPr>
          <w:rFonts w:ascii="Times New Roman" w:hAnsi="Times New Roman"/>
          <w:sz w:val="24"/>
          <w:szCs w:val="24"/>
        </w:rPr>
        <w:t>požadované pro návrh a pou</w:t>
      </w:r>
      <w:r w:rsidR="00884EAC">
        <w:rPr>
          <w:rFonts w:ascii="Times New Roman" w:hAnsi="Times New Roman"/>
          <w:sz w:val="24"/>
          <w:szCs w:val="24"/>
        </w:rPr>
        <w:t>žití do staveb v České republice</w:t>
      </w:r>
      <w:r w:rsidR="00332E6A">
        <w:rPr>
          <w:rFonts w:ascii="Times New Roman" w:hAnsi="Times New Roman"/>
          <w:sz w:val="24"/>
          <w:szCs w:val="24"/>
        </w:rPr>
        <w:t>;</w:t>
      </w:r>
    </w:p>
    <w:p w14:paraId="786BFC46" w14:textId="402A7E4D" w:rsidR="007D3597" w:rsidRDefault="007D3597" w:rsidP="005C0398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metody zkoušení;</w:t>
      </w:r>
    </w:p>
    <w:p w14:paraId="072CAE6B" w14:textId="72790221" w:rsidR="001A70DF" w:rsidRDefault="00332E6A" w:rsidP="004D20DA">
      <w:pPr>
        <w:pStyle w:val="Odstavecseseznamem"/>
        <w:numPr>
          <w:ilvl w:val="0"/>
          <w:numId w:val="56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poznámka (podstatná z hlediska použití základní charakteristiky, pro přesnější vymezení použití).</w:t>
      </w:r>
    </w:p>
    <w:p w14:paraId="744387FA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3B6EC36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B90B373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4128D4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3C835FE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2CC171C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A9F4BBE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295ED7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A281506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EBB8CD9" w14:textId="77777777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C1762D6" w14:textId="61DA9BB8" w:rsidR="00682E1D" w:rsidRDefault="00682E1D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A94C880" w14:textId="77777777" w:rsidR="00595BB4" w:rsidRDefault="00595BB4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A83299F" w14:textId="77777777" w:rsidR="00275C63" w:rsidRDefault="00275C63" w:rsidP="00682E1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76B254" w14:textId="13462AF5" w:rsidR="00722974" w:rsidRDefault="00722974" w:rsidP="00275C63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442FE5">
        <w:rPr>
          <w:rFonts w:ascii="Times New Roman" w:hAnsi="Times New Roman"/>
          <w:b/>
          <w:sz w:val="24"/>
          <w:szCs w:val="24"/>
        </w:rPr>
        <w:t>Příklad vlastností stavebních výrobků s označením CE (pro skupinu č. 24 Kamenivo)</w:t>
      </w:r>
      <w:r>
        <w:rPr>
          <w:rFonts w:ascii="Times New Roman" w:hAnsi="Times New Roman"/>
          <w:sz w:val="24"/>
          <w:szCs w:val="24"/>
        </w:rPr>
        <w:t>:</w:t>
      </w:r>
      <w:r w:rsidRPr="00722974">
        <w:t xml:space="preserve"> 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65"/>
        <w:gridCol w:w="406"/>
        <w:gridCol w:w="806"/>
        <w:gridCol w:w="553"/>
        <w:gridCol w:w="216"/>
        <w:gridCol w:w="1133"/>
        <w:gridCol w:w="1178"/>
        <w:gridCol w:w="2268"/>
        <w:gridCol w:w="1275"/>
        <w:gridCol w:w="1128"/>
      </w:tblGrid>
      <w:tr w:rsidR="007D3597" w:rsidRPr="00722974" w14:paraId="789E2C18" w14:textId="77777777" w:rsidTr="00352B57">
        <w:trPr>
          <w:trHeight w:val="480"/>
        </w:trPr>
        <w:tc>
          <w:tcPr>
            <w:tcW w:w="1071" w:type="dxa"/>
            <w:gridSpan w:val="2"/>
            <w:noWrap/>
            <w:hideMark/>
          </w:tcPr>
          <w:p w14:paraId="4D47E03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Skupina</w:t>
            </w:r>
          </w:p>
          <w:p w14:paraId="0AD160C9" w14:textId="35A31AC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noWrap/>
            <w:hideMark/>
          </w:tcPr>
          <w:p w14:paraId="1D7AC6C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Název výrobku</w:t>
            </w:r>
          </w:p>
        </w:tc>
        <w:tc>
          <w:tcPr>
            <w:tcW w:w="1349" w:type="dxa"/>
            <w:gridSpan w:val="2"/>
            <w:hideMark/>
          </w:tcPr>
          <w:p w14:paraId="0A2980C4" w14:textId="424A6A3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Zamýšlené použití</w:t>
            </w:r>
          </w:p>
        </w:tc>
        <w:tc>
          <w:tcPr>
            <w:tcW w:w="1178" w:type="dxa"/>
            <w:hideMark/>
          </w:tcPr>
          <w:p w14:paraId="753D8DF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Technická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/>
              <w:t>specifikace</w:t>
            </w:r>
          </w:p>
        </w:tc>
        <w:tc>
          <w:tcPr>
            <w:tcW w:w="2268" w:type="dxa"/>
            <w:noWrap/>
            <w:hideMark/>
          </w:tcPr>
          <w:p w14:paraId="557BD70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Základní charakteristiky</w:t>
            </w:r>
          </w:p>
        </w:tc>
        <w:tc>
          <w:tcPr>
            <w:tcW w:w="1275" w:type="dxa"/>
          </w:tcPr>
          <w:p w14:paraId="7A8D24CF" w14:textId="6A2508F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Metoda zkoušení</w:t>
            </w:r>
          </w:p>
        </w:tc>
        <w:tc>
          <w:tcPr>
            <w:tcW w:w="1128" w:type="dxa"/>
            <w:noWrap/>
            <w:hideMark/>
          </w:tcPr>
          <w:p w14:paraId="0AF51E75" w14:textId="1712838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Poznámky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D3597" w:rsidRPr="00722974" w14:paraId="317A6144" w14:textId="77777777" w:rsidTr="00352B57">
        <w:trPr>
          <w:trHeight w:val="240"/>
        </w:trPr>
        <w:tc>
          <w:tcPr>
            <w:tcW w:w="1877" w:type="dxa"/>
            <w:gridSpan w:val="3"/>
          </w:tcPr>
          <w:p w14:paraId="4B4E956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1" w:type="dxa"/>
            <w:gridSpan w:val="7"/>
            <w:hideMark/>
          </w:tcPr>
          <w:p w14:paraId="670E7A65" w14:textId="13CA19DB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24 Kamenivo</w:t>
            </w:r>
          </w:p>
        </w:tc>
      </w:tr>
      <w:tr w:rsidR="007D3597" w:rsidRPr="00722974" w14:paraId="2D8956F3" w14:textId="77777777" w:rsidTr="00352B57">
        <w:trPr>
          <w:trHeight w:val="240"/>
        </w:trPr>
        <w:tc>
          <w:tcPr>
            <w:tcW w:w="665" w:type="dxa"/>
            <w:hideMark/>
          </w:tcPr>
          <w:p w14:paraId="3EF228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62ED7DB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6B120652" w14:textId="20C5E4F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Kamenivo do betonu</w:t>
            </w:r>
          </w:p>
        </w:tc>
      </w:tr>
      <w:tr w:rsidR="007D3597" w:rsidRPr="00722974" w14:paraId="57670476" w14:textId="77777777" w:rsidTr="00352B57">
        <w:trPr>
          <w:trHeight w:val="487"/>
        </w:trPr>
        <w:tc>
          <w:tcPr>
            <w:tcW w:w="1071" w:type="dxa"/>
            <w:gridSpan w:val="2"/>
            <w:vMerge w:val="restart"/>
            <w:hideMark/>
          </w:tcPr>
          <w:p w14:paraId="08D9762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19959F4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Filery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, získané úpravou přírodního, umělého nebo recyklovaného materiálu a směsi těchto kameniv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1C0BAD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příprava betonu pro pozemní stavby, pozemní komunikace a jiné inženýrské stavby</w:t>
            </w:r>
          </w:p>
        </w:tc>
        <w:tc>
          <w:tcPr>
            <w:tcW w:w="1178" w:type="dxa"/>
            <w:vMerge w:val="restart"/>
            <w:hideMark/>
          </w:tcPr>
          <w:p w14:paraId="071C15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12620+A1:2008</w:t>
            </w:r>
          </w:p>
        </w:tc>
        <w:tc>
          <w:tcPr>
            <w:tcW w:w="2268" w:type="dxa"/>
            <w:hideMark/>
          </w:tcPr>
          <w:p w14:paraId="5B7B00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Jemnost/velikost zrn a objemová hmotnost</w:t>
            </w:r>
          </w:p>
        </w:tc>
        <w:tc>
          <w:tcPr>
            <w:tcW w:w="1275" w:type="dxa"/>
          </w:tcPr>
          <w:p w14:paraId="3E25862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8C1A1C0" w14:textId="4BFCD93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8009D8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623082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8FD49A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7FEE14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814822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5D228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474DD9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A78D141" w14:textId="4098F72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25E202A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AA91C7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4B6C15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22365C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304F2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FC5520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5A12949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FE9AB52" w14:textId="109FB5E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B909AF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004A7A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DA074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FA5337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FB47D6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A3BA71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41FF75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D8612EB" w14:textId="15DC5D9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C838C10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659698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D6C0A9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4DF830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DB339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FB8854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65921D7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4DDD00F" w14:textId="003DFFF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DB216E0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0DA13F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20C89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ABD2AF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626305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219D8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4BE27EF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49CC805" w14:textId="318163E8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14F9074" w14:textId="77777777" w:rsidTr="00352B57">
        <w:trPr>
          <w:trHeight w:val="455"/>
        </w:trPr>
        <w:tc>
          <w:tcPr>
            <w:tcW w:w="1071" w:type="dxa"/>
            <w:gridSpan w:val="2"/>
            <w:vMerge/>
            <w:hideMark/>
          </w:tcPr>
          <w:p w14:paraId="0424458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 w:val="restart"/>
            <w:hideMark/>
          </w:tcPr>
          <w:p w14:paraId="7E8CF23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Kamenivo, získané úpravou přírodního, umělého nebo recyklovaného materiálu a směsi těchto kameniv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0034E01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příprava betonu pro pozemní stavby, pozemní komunikace a jiné inženýrské stavby</w:t>
            </w:r>
          </w:p>
        </w:tc>
        <w:tc>
          <w:tcPr>
            <w:tcW w:w="1178" w:type="dxa"/>
            <w:vMerge w:val="restart"/>
            <w:hideMark/>
          </w:tcPr>
          <w:p w14:paraId="0786213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12620+A1:2008</w:t>
            </w:r>
          </w:p>
        </w:tc>
        <w:tc>
          <w:tcPr>
            <w:tcW w:w="2268" w:type="dxa"/>
            <w:hideMark/>
          </w:tcPr>
          <w:p w14:paraId="3FB5C1D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frakce a objemová hmotnost</w:t>
            </w:r>
          </w:p>
        </w:tc>
        <w:tc>
          <w:tcPr>
            <w:tcW w:w="1275" w:type="dxa"/>
          </w:tcPr>
          <w:p w14:paraId="0E8A15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AD9D1BA" w14:textId="4B2CBE3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7F50AA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465A1B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9F9885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4F0B8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1D8EA6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9A46C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2FB680C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3E5F502" w14:textId="626AA12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2C0465B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EA6294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78A00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4525B3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683168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E039A3F" w14:textId="6C94DAB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ol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nost proti drcení</w:t>
            </w:r>
          </w:p>
        </w:tc>
        <w:tc>
          <w:tcPr>
            <w:tcW w:w="1275" w:type="dxa"/>
          </w:tcPr>
          <w:p w14:paraId="0B399A8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B4149FD" w14:textId="07776A6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833D315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4557C38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2F62F1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97AA0D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07A07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483F1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otěru/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ohladitelnosti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</w:p>
        </w:tc>
        <w:tc>
          <w:tcPr>
            <w:tcW w:w="1275" w:type="dxa"/>
          </w:tcPr>
          <w:p w14:paraId="42BA00C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4DE1E0E" w14:textId="3BEB08B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2DB6BD8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73597D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E0F947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6C0306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60E246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79771B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7027F7B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7F23B57" w14:textId="74BC201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1AE068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6C5253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432AB5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6E31C9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1CBADD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DD999F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683A7D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FF4E97C" w14:textId="4857B7F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F3B099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C3E142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498209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B2632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37D205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24E8CE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Nasákavost vodou</w:t>
            </w:r>
          </w:p>
        </w:tc>
        <w:tc>
          <w:tcPr>
            <w:tcW w:w="1275" w:type="dxa"/>
          </w:tcPr>
          <w:p w14:paraId="7E888A6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A7FADCA" w14:textId="26E3719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B299766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66EC567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3BD5D2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2AAB5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A07620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849177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771E6B5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714FC8D" w14:textId="5733BE7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85F7E6C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55A1E64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F0C949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0ADAB1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18A693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5F2B86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1C65FD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B99DA7B" w14:textId="6508C4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7B59AC3" w14:textId="77777777" w:rsidTr="00352B57">
        <w:trPr>
          <w:trHeight w:val="240"/>
        </w:trPr>
        <w:tc>
          <w:tcPr>
            <w:tcW w:w="665" w:type="dxa"/>
            <w:hideMark/>
          </w:tcPr>
          <w:p w14:paraId="2281B1A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78D1611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64883066" w14:textId="0FC44D2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Kamenivo pro asfaltové směsi a povrchové vrstvy pozemních komunikací, letištních a jiných dopravních ploch</w:t>
            </w:r>
          </w:p>
        </w:tc>
      </w:tr>
      <w:tr w:rsidR="007D3597" w:rsidRPr="00722974" w14:paraId="0A5980DC" w14:textId="77777777" w:rsidTr="00352B57">
        <w:trPr>
          <w:trHeight w:val="511"/>
        </w:trPr>
        <w:tc>
          <w:tcPr>
            <w:tcW w:w="1071" w:type="dxa"/>
            <w:gridSpan w:val="2"/>
            <w:vMerge w:val="restart"/>
            <w:hideMark/>
          </w:tcPr>
          <w:p w14:paraId="6CFEFF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0D94623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Filer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získaný zpracováním přírodních, umělých nebo recyklovaných materiálů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1087E78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pro asfaltové směsi a povrchové vrstvy pozemních komunikací, letištních a jiných dopravních ploch</w:t>
            </w:r>
          </w:p>
        </w:tc>
        <w:tc>
          <w:tcPr>
            <w:tcW w:w="1178" w:type="dxa"/>
            <w:vMerge w:val="restart"/>
            <w:hideMark/>
          </w:tcPr>
          <w:p w14:paraId="48C9742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13043:2004</w:t>
            </w:r>
          </w:p>
        </w:tc>
        <w:tc>
          <w:tcPr>
            <w:tcW w:w="2268" w:type="dxa"/>
            <w:hideMark/>
          </w:tcPr>
          <w:p w14:paraId="737963F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Jemnost, měrná hmotnost a objemová hmotnost</w:t>
            </w:r>
          </w:p>
        </w:tc>
        <w:tc>
          <w:tcPr>
            <w:tcW w:w="1275" w:type="dxa"/>
          </w:tcPr>
          <w:p w14:paraId="20CA6DC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2FCE13C" w14:textId="1386432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C8317E4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6B1250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4E664B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5B2C54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646235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BC7449A" w14:textId="25977C98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Ztužujicí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vl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stnosti</w:t>
            </w:r>
          </w:p>
        </w:tc>
        <w:tc>
          <w:tcPr>
            <w:tcW w:w="1275" w:type="dxa"/>
          </w:tcPr>
          <w:p w14:paraId="337A0B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69FD38A" w14:textId="10E16F5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AD5D283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2C387FF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E91DD0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CDA30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970B95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482CE5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Rozpustnost ve vodě a citlivost na vodu</w:t>
            </w:r>
          </w:p>
        </w:tc>
        <w:tc>
          <w:tcPr>
            <w:tcW w:w="1275" w:type="dxa"/>
          </w:tcPr>
          <w:p w14:paraId="422752C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932BEFE" w14:textId="6C2AD48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3EFFC6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7F9ED4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A1119E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D1BB40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AD5FC6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E4009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6D1229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9C8B5B6" w14:textId="799F3DC8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99F0C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8B1F96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EBA52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CEC1C7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90DC30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00082E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Poréznost/mezerovitost</w:t>
            </w:r>
          </w:p>
        </w:tc>
        <w:tc>
          <w:tcPr>
            <w:tcW w:w="1275" w:type="dxa"/>
          </w:tcPr>
          <w:p w14:paraId="1075419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EAA555E" w14:textId="6CC659F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D23A3EE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77B614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F46CE2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A5FCE9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8854C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CD7757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ztráta žíháním (jen pro popílek)</w:t>
            </w:r>
          </w:p>
        </w:tc>
        <w:tc>
          <w:tcPr>
            <w:tcW w:w="1275" w:type="dxa"/>
          </w:tcPr>
          <w:p w14:paraId="4656AB0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0C192A5" w14:textId="7D627CB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2923A81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B5488B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50E01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56D412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B6893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5E5557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292CD3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A0D7D72" w14:textId="05EB266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B612F23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1EDB5AA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0309E5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4365C5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482854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E3FA35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zmrazování a rozmrazování</w:t>
            </w:r>
          </w:p>
        </w:tc>
        <w:tc>
          <w:tcPr>
            <w:tcW w:w="1275" w:type="dxa"/>
          </w:tcPr>
          <w:p w14:paraId="089F8B1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A697958" w14:textId="37AD263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48884A8" w14:textId="77777777" w:rsidTr="00352B57">
        <w:trPr>
          <w:trHeight w:val="540"/>
        </w:trPr>
        <w:tc>
          <w:tcPr>
            <w:tcW w:w="1071" w:type="dxa"/>
            <w:gridSpan w:val="2"/>
            <w:vMerge/>
            <w:hideMark/>
          </w:tcPr>
          <w:p w14:paraId="1A5A297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 w:val="restart"/>
            <w:hideMark/>
          </w:tcPr>
          <w:p w14:paraId="0FF53BE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získané zpracováním přírodních, umělých nebo recyklovaných materiálů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4E07006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pro asfaltové směsi a povrchové vrstvy pozemních komunikací, letištních a jiných dopravních ploch</w:t>
            </w:r>
          </w:p>
        </w:tc>
        <w:tc>
          <w:tcPr>
            <w:tcW w:w="1178" w:type="dxa"/>
            <w:vMerge w:val="restart"/>
            <w:hideMark/>
          </w:tcPr>
          <w:p w14:paraId="7DA83FB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13043:2004</w:t>
            </w:r>
          </w:p>
        </w:tc>
        <w:tc>
          <w:tcPr>
            <w:tcW w:w="2268" w:type="dxa"/>
            <w:hideMark/>
          </w:tcPr>
          <w:p w14:paraId="3AA0714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velikost a objemová hmotnost</w:t>
            </w:r>
          </w:p>
        </w:tc>
        <w:tc>
          <w:tcPr>
            <w:tcW w:w="1275" w:type="dxa"/>
          </w:tcPr>
          <w:p w14:paraId="12A31F2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8273E29" w14:textId="6BA7779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Označení (d/D)</w:t>
            </w:r>
          </w:p>
        </w:tc>
      </w:tr>
      <w:tr w:rsidR="007D3597" w:rsidRPr="00722974" w14:paraId="190967E8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145612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501269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832631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00F78D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C9AA4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frakce a objemová hmotnost</w:t>
            </w:r>
          </w:p>
        </w:tc>
        <w:tc>
          <w:tcPr>
            <w:tcW w:w="1275" w:type="dxa"/>
          </w:tcPr>
          <w:p w14:paraId="78C1610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397FE74" w14:textId="16EF634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E053AC1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8E3F8D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CCEF7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B0CD6F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69EA53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F34AA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77B4BF2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28E7402" w14:textId="2DB4448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CA33053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9ABE9A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32EDED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828BD8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DFB6D1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195A44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Procento drcených zrn</w:t>
            </w:r>
          </w:p>
        </w:tc>
        <w:tc>
          <w:tcPr>
            <w:tcW w:w="1275" w:type="dxa"/>
          </w:tcPr>
          <w:p w14:paraId="5825600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4CB770F" w14:textId="6C17625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BFA7234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B81AAA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87BD17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11F4FB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94213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705E26B" w14:textId="1E0F16E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ol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nost proti drcení</w:t>
            </w:r>
          </w:p>
        </w:tc>
        <w:tc>
          <w:tcPr>
            <w:tcW w:w="1275" w:type="dxa"/>
          </w:tcPr>
          <w:p w14:paraId="6CEBEA9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7CC197C" w14:textId="2CE1C91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E4261EA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41FC0BA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D5812E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6DA372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C83C4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62714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otěru/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ohladitelnosti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</w:p>
        </w:tc>
        <w:tc>
          <w:tcPr>
            <w:tcW w:w="1275" w:type="dxa"/>
          </w:tcPr>
          <w:p w14:paraId="2B13F2E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440351C" w14:textId="31948DE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F2FB1B5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33B339D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DBE627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BD451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B34BB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10CEE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vůči tepelným šokům</w:t>
            </w:r>
          </w:p>
        </w:tc>
        <w:tc>
          <w:tcPr>
            <w:tcW w:w="1275" w:type="dxa"/>
          </w:tcPr>
          <w:p w14:paraId="0D54684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81E5856" w14:textId="3759DBD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7CFD76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3C15E1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C449E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F7913E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2FCBC3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4CE42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2C82DA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7E0006B" w14:textId="7A305D9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F0115E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114639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63E96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A29B18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C8CF6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6C6CD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složení/obsah</w:t>
            </w:r>
          </w:p>
        </w:tc>
        <w:tc>
          <w:tcPr>
            <w:tcW w:w="1275" w:type="dxa"/>
          </w:tcPr>
          <w:p w14:paraId="4DDCC3A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3B7032A" w14:textId="32F3CBC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ADB53BF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7B15EB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A8B3D4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ABA28A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2B75FE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FE7A9D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48654A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56C67E9" w14:textId="294B4A1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04A0583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2B28BB3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4A2742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75015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64475B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B6550E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zmrazování a rozmrazování</w:t>
            </w:r>
          </w:p>
        </w:tc>
        <w:tc>
          <w:tcPr>
            <w:tcW w:w="1275" w:type="dxa"/>
          </w:tcPr>
          <w:p w14:paraId="0F3B2DC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8DCF905" w14:textId="70F8AE1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110D091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62C2647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695A01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52C8C2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9093AD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22303F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povětrnosti</w:t>
            </w:r>
          </w:p>
        </w:tc>
        <w:tc>
          <w:tcPr>
            <w:tcW w:w="1275" w:type="dxa"/>
          </w:tcPr>
          <w:p w14:paraId="5FFE855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45B63CF" w14:textId="6C56FB9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D3892DC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5D1E38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B73CAB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4345A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793A8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6C73FF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Odolnost kameniva proti 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pneumatikami s hroty</w:t>
            </w:r>
          </w:p>
        </w:tc>
        <w:tc>
          <w:tcPr>
            <w:tcW w:w="1275" w:type="dxa"/>
          </w:tcPr>
          <w:p w14:paraId="627D566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4EDADFD" w14:textId="424EC23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1A4F096" w14:textId="77777777" w:rsidTr="00352B57">
        <w:trPr>
          <w:trHeight w:val="240"/>
        </w:trPr>
        <w:tc>
          <w:tcPr>
            <w:tcW w:w="665" w:type="dxa"/>
            <w:hideMark/>
          </w:tcPr>
          <w:p w14:paraId="3E66D47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2CA4117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09F2C60F" w14:textId="7D687D8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Kamenivo pro kolejové lože</w:t>
            </w:r>
          </w:p>
        </w:tc>
      </w:tr>
      <w:tr w:rsidR="007D3597" w:rsidRPr="00722974" w14:paraId="5E6D9F83" w14:textId="77777777" w:rsidTr="00352B57">
        <w:trPr>
          <w:trHeight w:val="540"/>
        </w:trPr>
        <w:tc>
          <w:tcPr>
            <w:tcW w:w="1071" w:type="dxa"/>
            <w:gridSpan w:val="2"/>
            <w:vMerge w:val="restart"/>
            <w:hideMark/>
          </w:tcPr>
          <w:p w14:paraId="6FAE7AB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13A7931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získané úpravou přírodního, umělého nebo recyklací drceného nestmeleného kameniva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1EC342C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pro kolejové lože pro použití na stavbu železniční tratě</w:t>
            </w:r>
          </w:p>
        </w:tc>
        <w:tc>
          <w:tcPr>
            <w:tcW w:w="1178" w:type="dxa"/>
            <w:vMerge w:val="restart"/>
            <w:hideMark/>
          </w:tcPr>
          <w:p w14:paraId="43E4DF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13450:2004</w:t>
            </w:r>
          </w:p>
        </w:tc>
        <w:tc>
          <w:tcPr>
            <w:tcW w:w="2268" w:type="dxa"/>
            <w:hideMark/>
          </w:tcPr>
          <w:p w14:paraId="3E4DAF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frakce a objemová hmotnost</w:t>
            </w:r>
          </w:p>
        </w:tc>
        <w:tc>
          <w:tcPr>
            <w:tcW w:w="1275" w:type="dxa"/>
          </w:tcPr>
          <w:p w14:paraId="5988B58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5581014" w14:textId="2D3EB3E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8C7EB77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E8D530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B7501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987872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F598B8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949E2F9" w14:textId="1F73769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</w:t>
            </w:r>
          </w:p>
        </w:tc>
        <w:tc>
          <w:tcPr>
            <w:tcW w:w="1275" w:type="dxa"/>
          </w:tcPr>
          <w:p w14:paraId="2763AB4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295681C" w14:textId="6CA8EB9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F6BEB95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38A100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394B20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A7DC72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64CECA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01F3D7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otěru/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ohladitelnosti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</w:p>
        </w:tc>
        <w:tc>
          <w:tcPr>
            <w:tcW w:w="1275" w:type="dxa"/>
          </w:tcPr>
          <w:p w14:paraId="7A4AD3D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9871CE3" w14:textId="35AE499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978DCB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A39990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B0A2F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967EBF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2D52D3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7355F5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382FBA2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5967E51" w14:textId="23ACD33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A35219A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CB92D6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70FB4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07CB0D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A9A1EA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597873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76D2C48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12B6E59" w14:textId="1A0617FB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657AEB5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0356DF8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6CAC6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C1E3E1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F40DB1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622AA7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zmrazování a rozmrazování</w:t>
            </w:r>
          </w:p>
        </w:tc>
        <w:tc>
          <w:tcPr>
            <w:tcW w:w="1275" w:type="dxa"/>
          </w:tcPr>
          <w:p w14:paraId="0D616D6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AF1B91E" w14:textId="0ECA992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562176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CD6248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E433F0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4D5EB6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DB48B8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25ACF2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zvětrávání</w:t>
            </w:r>
          </w:p>
        </w:tc>
        <w:tc>
          <w:tcPr>
            <w:tcW w:w="1275" w:type="dxa"/>
          </w:tcPr>
          <w:p w14:paraId="7C2794F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0CAF693" w14:textId="6DAF60F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0043BF2" w14:textId="77777777" w:rsidTr="00352B57">
        <w:trPr>
          <w:trHeight w:val="240"/>
        </w:trPr>
        <w:tc>
          <w:tcPr>
            <w:tcW w:w="665" w:type="dxa"/>
            <w:hideMark/>
          </w:tcPr>
          <w:p w14:paraId="3F27C3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78D9DDB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7396ECB8" w14:textId="158A61E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Kamenivo pro malty</w:t>
            </w:r>
          </w:p>
        </w:tc>
      </w:tr>
      <w:tr w:rsidR="007D3597" w:rsidRPr="00722974" w14:paraId="264DC144" w14:textId="77777777" w:rsidTr="00352B57">
        <w:trPr>
          <w:trHeight w:val="495"/>
        </w:trPr>
        <w:tc>
          <w:tcPr>
            <w:tcW w:w="1071" w:type="dxa"/>
            <w:gridSpan w:val="2"/>
            <w:vMerge w:val="restart"/>
            <w:hideMark/>
          </w:tcPr>
          <w:p w14:paraId="3D7C520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6562FF2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Filery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, získané úpravou přírodního, umělého nebo recyklovaného materiálu a směsi těchto kameniv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21E450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pro malty pro pozemní stavby, pozemní komunikace a inženýrské stavby</w:t>
            </w:r>
          </w:p>
        </w:tc>
        <w:tc>
          <w:tcPr>
            <w:tcW w:w="1178" w:type="dxa"/>
            <w:vMerge w:val="restart"/>
            <w:hideMark/>
          </w:tcPr>
          <w:p w14:paraId="4F03EC7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13139:2004</w:t>
            </w:r>
          </w:p>
        </w:tc>
        <w:tc>
          <w:tcPr>
            <w:tcW w:w="2268" w:type="dxa"/>
            <w:hideMark/>
          </w:tcPr>
          <w:p w14:paraId="6493D3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Jemnost, frakce a objemová hmotnost</w:t>
            </w:r>
          </w:p>
        </w:tc>
        <w:tc>
          <w:tcPr>
            <w:tcW w:w="1275" w:type="dxa"/>
          </w:tcPr>
          <w:p w14:paraId="0E5690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62F0E8C" w14:textId="591B7B5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Označení d/D</w:t>
            </w:r>
          </w:p>
        </w:tc>
      </w:tr>
      <w:tr w:rsidR="007D3597" w:rsidRPr="00722974" w14:paraId="6965209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FFC0E3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3BA3CE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ABE68F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5CDB4C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F9D297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23AD721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B4C4E4F" w14:textId="2A052D7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FA21E20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67A100D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6AB63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8039CC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DA13FF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E20259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523413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24E4462" w14:textId="4FFDAF1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BEF918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596A5F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0E9684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5533A5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4F243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D06C1F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ztráta žíháním (jen 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pto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popílek a umělé kamenivo)</w:t>
            </w:r>
          </w:p>
        </w:tc>
        <w:tc>
          <w:tcPr>
            <w:tcW w:w="1275" w:type="dxa"/>
          </w:tcPr>
          <w:p w14:paraId="2C13E2A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74C5DFF" w14:textId="32EC3E0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2ECC853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466F87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D57CD6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C6F6A7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953474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AE2E4B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0F73BCC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D6CD324" w14:textId="11EB6AF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6E74CAB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70CDCD2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2432E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65E914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4F7018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302FB4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2B11F07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46F8FAA" w14:textId="661E14D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727F144" w14:textId="77777777" w:rsidTr="00352B57">
        <w:trPr>
          <w:trHeight w:val="510"/>
        </w:trPr>
        <w:tc>
          <w:tcPr>
            <w:tcW w:w="1071" w:type="dxa"/>
            <w:gridSpan w:val="2"/>
            <w:vMerge/>
            <w:hideMark/>
          </w:tcPr>
          <w:p w14:paraId="127502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 w:val="restart"/>
            <w:hideMark/>
          </w:tcPr>
          <w:p w14:paraId="2DF871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Kamenivo, získané úpravou přírodního, umělého nebo recyklovaného materiálu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2F1985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pro malty pro pozemní stavby, pozemní komunikace a inženýrské stavby</w:t>
            </w:r>
          </w:p>
        </w:tc>
        <w:tc>
          <w:tcPr>
            <w:tcW w:w="1178" w:type="dxa"/>
            <w:vMerge w:val="restart"/>
            <w:hideMark/>
          </w:tcPr>
          <w:p w14:paraId="0110A58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13139:2004</w:t>
            </w:r>
          </w:p>
        </w:tc>
        <w:tc>
          <w:tcPr>
            <w:tcW w:w="2268" w:type="dxa"/>
            <w:hideMark/>
          </w:tcPr>
          <w:p w14:paraId="76A9D81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frakce a objemová hmotnost</w:t>
            </w:r>
          </w:p>
        </w:tc>
        <w:tc>
          <w:tcPr>
            <w:tcW w:w="1275" w:type="dxa"/>
          </w:tcPr>
          <w:p w14:paraId="49CFA1E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CD309B2" w14:textId="6A43E5B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Označení d/D</w:t>
            </w:r>
          </w:p>
        </w:tc>
      </w:tr>
      <w:tr w:rsidR="007D3597" w:rsidRPr="00722974" w14:paraId="4A1E8C2F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25FA46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A33EB0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4CB2D1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18D161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C94F7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036DBD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9F7FFD6" w14:textId="3D83C6C8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1FC3D17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0F4BFF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874445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F6F660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FA9BD8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DD903F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496BBB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978FFDB" w14:textId="24115EB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DB1EC7B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64C06E9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55FDC3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99014C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77903B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891120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 (jen pro umělé kamenivo)</w:t>
            </w:r>
          </w:p>
        </w:tc>
        <w:tc>
          <w:tcPr>
            <w:tcW w:w="1275" w:type="dxa"/>
          </w:tcPr>
          <w:p w14:paraId="50E1975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06E2C99" w14:textId="450E4E6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F767348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3DCA111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BFF44A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AF885B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B2EA4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76140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Nasákavost vodou</w:t>
            </w:r>
          </w:p>
        </w:tc>
        <w:tc>
          <w:tcPr>
            <w:tcW w:w="1275" w:type="dxa"/>
          </w:tcPr>
          <w:p w14:paraId="1ED87E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8E47558" w14:textId="7978802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0C55789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3E31617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7757AB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0F249F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A0CC0D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64E6A0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5FDBBFD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94615F6" w14:textId="72847DD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44BB072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4DBBDC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AF7367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8F18AD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56712A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E432FE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387AA5A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291F407" w14:textId="0C5BCAA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506AA89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46BCE1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7298E2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03F106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E65665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314A59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alkalicko-křemičité reakci</w:t>
            </w:r>
          </w:p>
        </w:tc>
        <w:tc>
          <w:tcPr>
            <w:tcW w:w="1275" w:type="dxa"/>
          </w:tcPr>
          <w:p w14:paraId="7FCFFC4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A20BD2F" w14:textId="54313BC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9EA7EA0" w14:textId="77777777" w:rsidTr="00352B57">
        <w:trPr>
          <w:trHeight w:val="240"/>
        </w:trPr>
        <w:tc>
          <w:tcPr>
            <w:tcW w:w="665" w:type="dxa"/>
            <w:hideMark/>
          </w:tcPr>
          <w:p w14:paraId="5BC92A4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6F5FEE1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4F67BDD5" w14:textId="690E946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Kamenivo pro nestmelené směsi a směsi stmelené hydraulickými pojivy pro inženýrské stavby a pozemní komunikace</w:t>
            </w:r>
          </w:p>
        </w:tc>
      </w:tr>
      <w:tr w:rsidR="007D3597" w:rsidRPr="00722974" w14:paraId="5C976E28" w14:textId="77777777" w:rsidTr="00352B57">
        <w:trPr>
          <w:trHeight w:val="540"/>
        </w:trPr>
        <w:tc>
          <w:tcPr>
            <w:tcW w:w="1071" w:type="dxa"/>
            <w:gridSpan w:val="2"/>
            <w:vMerge w:val="restart"/>
            <w:hideMark/>
          </w:tcPr>
          <w:p w14:paraId="1408AFB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2C4904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Kamenivo, získané úpravou přírodního, umělého nebo 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recyklovaného materiálu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084DBF1A" w14:textId="58184BD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Kamenivo pro nestmelené směsi a směsi stmelené hydraulickým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 pojivy pro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nženýrské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stavby a pozemní ko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munikace</w:t>
            </w:r>
          </w:p>
        </w:tc>
        <w:tc>
          <w:tcPr>
            <w:tcW w:w="1178" w:type="dxa"/>
            <w:vMerge w:val="restart"/>
            <w:hideMark/>
          </w:tcPr>
          <w:p w14:paraId="29A9103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ČSN EN 13242+A1:2008</w:t>
            </w:r>
          </w:p>
        </w:tc>
        <w:tc>
          <w:tcPr>
            <w:tcW w:w="2268" w:type="dxa"/>
            <w:hideMark/>
          </w:tcPr>
          <w:p w14:paraId="55E05B5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frakce a objemová hmotnost</w:t>
            </w:r>
          </w:p>
        </w:tc>
        <w:tc>
          <w:tcPr>
            <w:tcW w:w="1275" w:type="dxa"/>
          </w:tcPr>
          <w:p w14:paraId="2DDA9D5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B1DAD8B" w14:textId="4E3DA47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Označení (d/D)</w:t>
            </w:r>
          </w:p>
        </w:tc>
      </w:tr>
      <w:tr w:rsidR="007D3597" w:rsidRPr="00722974" w14:paraId="218EDB4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3869EB5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277522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696CC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222B9E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943970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438389D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106EBC0" w14:textId="36D27948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480710A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07FD57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32C19E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DEB9D0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2F4B5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0E93E1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Procento drcených zrn</w:t>
            </w:r>
          </w:p>
        </w:tc>
        <w:tc>
          <w:tcPr>
            <w:tcW w:w="1275" w:type="dxa"/>
          </w:tcPr>
          <w:p w14:paraId="1DCD622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EFF5584" w14:textId="284C9A6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BD47649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E7D361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490152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689218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5D760F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2B02E1D" w14:textId="2EFBDAC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</w:t>
            </w:r>
          </w:p>
        </w:tc>
        <w:tc>
          <w:tcPr>
            <w:tcW w:w="1275" w:type="dxa"/>
          </w:tcPr>
          <w:p w14:paraId="7DC8DF5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BE5D976" w14:textId="6B3C279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EDC471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0CA900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6036D2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C7E3A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19C937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ED35AE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421A69E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D527196" w14:textId="1E2D120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C1EF94A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3A0B8D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7DEF3E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F3EE34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AA284F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7D3037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Nasákavost vodou</w:t>
            </w:r>
          </w:p>
        </w:tc>
        <w:tc>
          <w:tcPr>
            <w:tcW w:w="1275" w:type="dxa"/>
          </w:tcPr>
          <w:p w14:paraId="36D18BB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537E37C" w14:textId="0A5D429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218192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B4E85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69C4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AAF358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EA636A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98C0CC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78C1F77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CD3BD76" w14:textId="1FEA40BB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6F3F785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6188E8D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C5988D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1E3D9A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D20C57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D432C5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otěru/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ohladitelnosti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</w:p>
        </w:tc>
        <w:tc>
          <w:tcPr>
            <w:tcW w:w="1275" w:type="dxa"/>
          </w:tcPr>
          <w:p w14:paraId="4A74242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508A022" w14:textId="443F462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D4651C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86B618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A88C1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B6B565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FDD605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AC5BD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4F544C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F0A680A" w14:textId="649BFD6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45042F0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1DBCFD3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64AF55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4B37DC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4EBF28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AC540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povětrnosti</w:t>
            </w:r>
          </w:p>
        </w:tc>
        <w:tc>
          <w:tcPr>
            <w:tcW w:w="1275" w:type="dxa"/>
          </w:tcPr>
          <w:p w14:paraId="50DB2F7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C4A2A95" w14:textId="70142BA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349EDF7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6624BC7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A5FF64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E78E1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E72E36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88AAAD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7D8DC0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AC85AA2" w14:textId="03B97A1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9DAADD" w14:textId="77777777" w:rsidTr="00352B57">
        <w:trPr>
          <w:trHeight w:val="240"/>
        </w:trPr>
        <w:tc>
          <w:tcPr>
            <w:tcW w:w="665" w:type="dxa"/>
            <w:hideMark/>
          </w:tcPr>
          <w:p w14:paraId="563AF2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315E880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2E85370D" w14:textId="42221A7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Kámen pro vodní stavby</w:t>
            </w:r>
          </w:p>
        </w:tc>
      </w:tr>
      <w:tr w:rsidR="007D3597" w:rsidRPr="00722974" w14:paraId="760346D1" w14:textId="77777777" w:rsidTr="00352B57">
        <w:trPr>
          <w:trHeight w:val="540"/>
        </w:trPr>
        <w:tc>
          <w:tcPr>
            <w:tcW w:w="1071" w:type="dxa"/>
            <w:gridSpan w:val="2"/>
            <w:vMerge w:val="restart"/>
            <w:hideMark/>
          </w:tcPr>
          <w:p w14:paraId="06B0C28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462320D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kamenivo získané úpravou přírodního, umělého a recyklovaného materiálu a směsi těchto kameniv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4CAEA3C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ochrana vodních staveb a regulační stavby</w:t>
            </w:r>
          </w:p>
        </w:tc>
        <w:tc>
          <w:tcPr>
            <w:tcW w:w="1178" w:type="dxa"/>
            <w:vMerge w:val="restart"/>
            <w:hideMark/>
          </w:tcPr>
          <w:p w14:paraId="62CCF4E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13383-1:2004</w:t>
            </w:r>
          </w:p>
        </w:tc>
        <w:tc>
          <w:tcPr>
            <w:tcW w:w="2268" w:type="dxa"/>
            <w:hideMark/>
          </w:tcPr>
          <w:p w14:paraId="6BDD5C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zrn, zrnění a objemová hmotnost zrn</w:t>
            </w:r>
          </w:p>
        </w:tc>
        <w:tc>
          <w:tcPr>
            <w:tcW w:w="1275" w:type="dxa"/>
          </w:tcPr>
          <w:p w14:paraId="7B8123C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6250A27" w14:textId="12950F8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EC92A49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6C0B92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A8C2FD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F140BC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F14550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A0F3D9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porušení</w:t>
            </w:r>
          </w:p>
        </w:tc>
        <w:tc>
          <w:tcPr>
            <w:tcW w:w="1275" w:type="dxa"/>
          </w:tcPr>
          <w:p w14:paraId="3BFF798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5BBC033" w14:textId="2446678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34845B9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6668107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14D0FF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46AED1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51694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E4DAF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otěru/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ohladitelnosti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</w:p>
        </w:tc>
        <w:tc>
          <w:tcPr>
            <w:tcW w:w="1275" w:type="dxa"/>
          </w:tcPr>
          <w:p w14:paraId="75290B0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5435607" w14:textId="52E6A3D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F54FE3A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66A7BBB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BD9892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36FEB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7B3CFE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83BE9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uvolňování nebezpečných látek</w:t>
            </w:r>
          </w:p>
        </w:tc>
        <w:tc>
          <w:tcPr>
            <w:tcW w:w="1275" w:type="dxa"/>
          </w:tcPr>
          <w:p w14:paraId="6341CDB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D6A3A8C" w14:textId="42982EA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339410B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1AA9CA2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BD97F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A7B5EA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9EB25F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D1CC4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zvětrávání</w:t>
            </w:r>
          </w:p>
        </w:tc>
        <w:tc>
          <w:tcPr>
            <w:tcW w:w="1275" w:type="dxa"/>
          </w:tcPr>
          <w:p w14:paraId="521427F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3AE5D2C" w14:textId="6E7D257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DEB021E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3681179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172D87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DE73A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ABE0D9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81C0FB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zmrazování a rozmrazování</w:t>
            </w:r>
          </w:p>
        </w:tc>
        <w:tc>
          <w:tcPr>
            <w:tcW w:w="1275" w:type="dxa"/>
          </w:tcPr>
          <w:p w14:paraId="51B3B7C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794436A" w14:textId="6A4E1CC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D347ECC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5BBCEC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9D34F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AAD15B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D266AA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5D5DDA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krystalizaci solí</w:t>
            </w:r>
          </w:p>
        </w:tc>
        <w:tc>
          <w:tcPr>
            <w:tcW w:w="1275" w:type="dxa"/>
          </w:tcPr>
          <w:p w14:paraId="43380D3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8A56C31" w14:textId="769EBFF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818773F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41F140A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F496F9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F4B3E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49F751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45BBF6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vůči „rozpadavosti“ (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Sonnenbrand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) čediče</w:t>
            </w:r>
          </w:p>
        </w:tc>
        <w:tc>
          <w:tcPr>
            <w:tcW w:w="1275" w:type="dxa"/>
          </w:tcPr>
          <w:p w14:paraId="57016CA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ECAE0A2" w14:textId="585F31A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1858D82" w14:textId="77777777" w:rsidTr="00352B57">
        <w:trPr>
          <w:trHeight w:val="240"/>
        </w:trPr>
        <w:tc>
          <w:tcPr>
            <w:tcW w:w="665" w:type="dxa"/>
            <w:hideMark/>
          </w:tcPr>
          <w:p w14:paraId="0DA3A84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031CF10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5A7B269F" w14:textId="6CB1FBF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Pórovité kamenivo do betonu, malty a injektážní malty</w:t>
            </w:r>
          </w:p>
        </w:tc>
      </w:tr>
      <w:tr w:rsidR="007D3597" w:rsidRPr="00722974" w14:paraId="14E2C5D8" w14:textId="77777777" w:rsidTr="00352B57">
        <w:trPr>
          <w:trHeight w:val="270"/>
        </w:trPr>
        <w:tc>
          <w:tcPr>
            <w:tcW w:w="1071" w:type="dxa"/>
            <w:gridSpan w:val="2"/>
            <w:vMerge w:val="restart"/>
            <w:hideMark/>
          </w:tcPr>
          <w:p w14:paraId="3B9295B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018626A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Filer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jako pórovité kamenivo, získané úpravou přírodního, umělého nebo recyklovaného materiálu a směsi těchto kameniv pro použití do betonu, malty a injektážní malty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1285D61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 pozemní stavby, pozemní komunikace a inženýrské stavby a výroba betonových dílců</w:t>
            </w:r>
          </w:p>
        </w:tc>
        <w:tc>
          <w:tcPr>
            <w:tcW w:w="1178" w:type="dxa"/>
            <w:vMerge w:val="restart"/>
            <w:hideMark/>
          </w:tcPr>
          <w:p w14:paraId="33723E9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13055-1:2004</w:t>
            </w:r>
          </w:p>
        </w:tc>
        <w:tc>
          <w:tcPr>
            <w:tcW w:w="2268" w:type="dxa"/>
            <w:hideMark/>
          </w:tcPr>
          <w:p w14:paraId="40D8FCB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Jemnost/velikost zrn</w:t>
            </w:r>
          </w:p>
        </w:tc>
        <w:tc>
          <w:tcPr>
            <w:tcW w:w="1275" w:type="dxa"/>
          </w:tcPr>
          <w:p w14:paraId="1BB3622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F63DB59" w14:textId="0857646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47DE73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ACCA12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74EF2B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AC1398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1C7F58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F2363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Sypná hmotnost</w:t>
            </w:r>
          </w:p>
        </w:tc>
        <w:tc>
          <w:tcPr>
            <w:tcW w:w="1275" w:type="dxa"/>
          </w:tcPr>
          <w:p w14:paraId="73A080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BA4AB2F" w14:textId="4BC8DBA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06FF80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B2DBA5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45290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E7579C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BCE02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938BF6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3FA77AF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1143CDE" w14:textId="6F66390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2103FBF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28BD7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9DDD03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D8A2CB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8E34F8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36F24C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0D3F106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9E35A68" w14:textId="17254E7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7A2D1D2" w14:textId="77777777" w:rsidTr="00352B57">
        <w:trPr>
          <w:trHeight w:val="2190"/>
        </w:trPr>
        <w:tc>
          <w:tcPr>
            <w:tcW w:w="1071" w:type="dxa"/>
            <w:gridSpan w:val="2"/>
            <w:vMerge/>
            <w:hideMark/>
          </w:tcPr>
          <w:p w14:paraId="446A2E7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8849DC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2A5243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46B652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713E60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33384C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16C6D1D" w14:textId="47661B7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% ztráty hmotnosti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/>
              <w:t>Pokud se požaduje odolnost proti rozpadu musí se stanovit podle přílohy B a výsledek se musí deklarovat. Tato zkouška je vhodná pro kamenivo se sypnou objemovou hmotností větší než 150 kg/m3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(0,15 Mg/m3).</w:t>
            </w:r>
          </w:p>
        </w:tc>
      </w:tr>
      <w:tr w:rsidR="007D3597" w:rsidRPr="00722974" w14:paraId="4E5193AB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5C58286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D13ADD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70125E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21851C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A0736D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ztráta žíháním (jen pro popílek a umělé kamenivo)</w:t>
            </w:r>
          </w:p>
        </w:tc>
        <w:tc>
          <w:tcPr>
            <w:tcW w:w="1275" w:type="dxa"/>
          </w:tcPr>
          <w:p w14:paraId="0587E4A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1CF71E7" w14:textId="11EE7EE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AC75B0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A9ADE6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253537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1B4BB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D93298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1AC56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31E56EB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B91FDED" w14:textId="495A8D2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17885E7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0CFBAB3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DE3C24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5A2111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5756D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501326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000852D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9F75B5C" w14:textId="49D4B3F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019A2E4" w14:textId="77777777" w:rsidTr="00352B57">
        <w:trPr>
          <w:trHeight w:val="270"/>
        </w:trPr>
        <w:tc>
          <w:tcPr>
            <w:tcW w:w="1071" w:type="dxa"/>
            <w:gridSpan w:val="2"/>
            <w:vMerge/>
            <w:hideMark/>
          </w:tcPr>
          <w:p w14:paraId="47B5D2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 w:val="restart"/>
            <w:hideMark/>
          </w:tcPr>
          <w:p w14:paraId="255C1B3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Pórovité kamenivo, získané úpravou přírodního, umělého nebo recyklovaného materiálu a směsi těchto kameniv pro použití do betonu, malty a injektážní malty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598C96D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 pozemní stavby, pozemní komunikace a inženýrské stavby a výroba betonových dílců</w:t>
            </w:r>
          </w:p>
        </w:tc>
        <w:tc>
          <w:tcPr>
            <w:tcW w:w="1178" w:type="dxa"/>
            <w:vMerge w:val="restart"/>
            <w:hideMark/>
          </w:tcPr>
          <w:p w14:paraId="0184C1F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13055-1:2004</w:t>
            </w:r>
          </w:p>
        </w:tc>
        <w:tc>
          <w:tcPr>
            <w:tcW w:w="2268" w:type="dxa"/>
            <w:hideMark/>
          </w:tcPr>
          <w:p w14:paraId="5D11786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</w:t>
            </w:r>
          </w:p>
        </w:tc>
        <w:tc>
          <w:tcPr>
            <w:tcW w:w="1275" w:type="dxa"/>
          </w:tcPr>
          <w:p w14:paraId="7B83482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245855B" w14:textId="5A5EA24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1176D8F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328ACC7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1D2AE3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A72950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8CB08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002A4E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Velikost zrn</w:t>
            </w:r>
          </w:p>
        </w:tc>
        <w:tc>
          <w:tcPr>
            <w:tcW w:w="1275" w:type="dxa"/>
          </w:tcPr>
          <w:p w14:paraId="6CD483B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07C7168" w14:textId="767475B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78691C6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AD2EB6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89EA4B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920E9F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EBBEC5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A66900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Sypná hmotnost</w:t>
            </w:r>
          </w:p>
        </w:tc>
        <w:tc>
          <w:tcPr>
            <w:tcW w:w="1275" w:type="dxa"/>
          </w:tcPr>
          <w:p w14:paraId="24245C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BAF84CE" w14:textId="2FCE9B3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FCA3B34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309348F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D625AF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1484A2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D52DD7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F0709C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Procentní podíl drcených zrn</w:t>
            </w:r>
          </w:p>
        </w:tc>
        <w:tc>
          <w:tcPr>
            <w:tcW w:w="1275" w:type="dxa"/>
          </w:tcPr>
          <w:p w14:paraId="7058E9E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C0DFDB1" w14:textId="2209E31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5577D09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C4E13C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A5A9E7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17E83A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D8DE65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7C9E8A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38112E5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7EE203B" w14:textId="1E121DE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C05AD6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86470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0427AD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16FE2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C4872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25F138B" w14:textId="366B06D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</w:t>
            </w:r>
          </w:p>
        </w:tc>
        <w:tc>
          <w:tcPr>
            <w:tcW w:w="1275" w:type="dxa"/>
          </w:tcPr>
          <w:p w14:paraId="6CEAE23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47D7531" w14:textId="062C4F4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83F283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0D9D84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04BEF4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C27EA9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2603EC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1547B6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1A5AA6F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10E2F74" w14:textId="09F5160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A58E3C1" w14:textId="77777777" w:rsidTr="00352B57">
        <w:trPr>
          <w:trHeight w:val="2640"/>
        </w:trPr>
        <w:tc>
          <w:tcPr>
            <w:tcW w:w="1071" w:type="dxa"/>
            <w:gridSpan w:val="2"/>
            <w:vMerge/>
            <w:hideMark/>
          </w:tcPr>
          <w:p w14:paraId="59F7A7B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CEA057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8E0E5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6D7D4D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10D48C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objemová stálost</w:t>
            </w:r>
          </w:p>
        </w:tc>
        <w:tc>
          <w:tcPr>
            <w:tcW w:w="1275" w:type="dxa"/>
          </w:tcPr>
          <w:p w14:paraId="3761097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5AC9EE7" w14:textId="22C33F5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% ztráty hmotnosti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/>
              <w:t>Pokud se požaduje odolnost proti rozpadu musí se stanovit podle přílohy B a výsledek se musí deklarovat. Tato zkouška je vhodná pro kamenivo se sypnou objemovou hmotností větší než 150 kg/m3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/>
              <w:t>(0,15 Mg/m3).</w:t>
            </w:r>
          </w:p>
        </w:tc>
      </w:tr>
      <w:tr w:rsidR="007D3597" w:rsidRPr="00722974" w14:paraId="078F462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F2622C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511FB7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DE8309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F9DB59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04CA21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nasákavost vodou</w:t>
            </w:r>
          </w:p>
        </w:tc>
        <w:tc>
          <w:tcPr>
            <w:tcW w:w="1275" w:type="dxa"/>
          </w:tcPr>
          <w:p w14:paraId="687A562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6F45C8D" w14:textId="20B55B3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Deklarovaná hodnota</w:t>
            </w:r>
          </w:p>
        </w:tc>
      </w:tr>
      <w:tr w:rsidR="007D3597" w:rsidRPr="00722974" w14:paraId="19A0087B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1E83BB4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EB3B27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ED135E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B0D8FC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25162E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18B5772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74B9501" w14:textId="38470C7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86373EF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2B72043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01982C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DBB1EB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E95B66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082A3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6C6903D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EB7B339" w14:textId="04A9428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BFB1DD2" w14:textId="77777777" w:rsidTr="00352B57">
        <w:trPr>
          <w:trHeight w:val="2160"/>
        </w:trPr>
        <w:tc>
          <w:tcPr>
            <w:tcW w:w="1071" w:type="dxa"/>
            <w:gridSpan w:val="2"/>
            <w:vMerge/>
            <w:hideMark/>
          </w:tcPr>
          <w:p w14:paraId="1A639D0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A8CADB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1F08BC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042F7D4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CE4FB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alkalicko-křemičité reakci</w:t>
            </w:r>
          </w:p>
        </w:tc>
        <w:tc>
          <w:tcPr>
            <w:tcW w:w="1275" w:type="dxa"/>
          </w:tcPr>
          <w:p w14:paraId="0A6AE42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788F3BA" w14:textId="13C512B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Pokud je požadováno zjištění alkalicko-křemičité reakce, musí se posoudit podle předpisů platných v místě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br w:type="page"/>
              <w:t>použití pórovitého kameniva a výsledky se musí deklarovat.</w:t>
            </w:r>
          </w:p>
        </w:tc>
      </w:tr>
      <w:tr w:rsidR="007D3597" w:rsidRPr="00722974" w14:paraId="044F084C" w14:textId="77777777" w:rsidTr="00352B57">
        <w:trPr>
          <w:trHeight w:val="240"/>
        </w:trPr>
        <w:tc>
          <w:tcPr>
            <w:tcW w:w="665" w:type="dxa"/>
            <w:hideMark/>
          </w:tcPr>
          <w:p w14:paraId="3BB3CB0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1" w:type="dxa"/>
            <w:gridSpan w:val="4"/>
          </w:tcPr>
          <w:p w14:paraId="617DDFE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2" w:type="dxa"/>
            <w:gridSpan w:val="5"/>
            <w:hideMark/>
          </w:tcPr>
          <w:p w14:paraId="7B804E76" w14:textId="41BF431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Pórovité kamenivo pro asfaltové směsi a povrchové úpravy a pro nestmelené a stmelené aplikace</w:t>
            </w:r>
          </w:p>
        </w:tc>
      </w:tr>
      <w:tr w:rsidR="007D3597" w:rsidRPr="00722974" w14:paraId="13CA91C2" w14:textId="77777777" w:rsidTr="00352B57">
        <w:trPr>
          <w:trHeight w:val="255"/>
        </w:trPr>
        <w:tc>
          <w:tcPr>
            <w:tcW w:w="1071" w:type="dxa"/>
            <w:gridSpan w:val="2"/>
            <w:vMerge w:val="restart"/>
            <w:hideMark/>
          </w:tcPr>
          <w:p w14:paraId="66FDEFC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9" w:type="dxa"/>
            <w:gridSpan w:val="2"/>
            <w:vMerge w:val="restart"/>
            <w:hideMark/>
          </w:tcPr>
          <w:p w14:paraId="36E55B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Filer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 z pórovitého kameniva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17E2B17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 asfaltové směsi a povrchové úpravy</w:t>
            </w:r>
          </w:p>
        </w:tc>
        <w:tc>
          <w:tcPr>
            <w:tcW w:w="1178" w:type="dxa"/>
            <w:vMerge w:val="restart"/>
            <w:hideMark/>
          </w:tcPr>
          <w:p w14:paraId="6EBE7DA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13055-2:2006</w:t>
            </w:r>
          </w:p>
        </w:tc>
        <w:tc>
          <w:tcPr>
            <w:tcW w:w="2268" w:type="dxa"/>
            <w:hideMark/>
          </w:tcPr>
          <w:p w14:paraId="1CE7CA6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Sypná hmotnost</w:t>
            </w:r>
          </w:p>
        </w:tc>
        <w:tc>
          <w:tcPr>
            <w:tcW w:w="1275" w:type="dxa"/>
          </w:tcPr>
          <w:p w14:paraId="4A0EA49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34BF389" w14:textId="3502DE15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76C6762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D4681C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4EE09B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AF751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CEF1F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C88D50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Velikost zrn</w:t>
            </w:r>
          </w:p>
        </w:tc>
        <w:tc>
          <w:tcPr>
            <w:tcW w:w="1275" w:type="dxa"/>
          </w:tcPr>
          <w:p w14:paraId="6CB9196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8614A4E" w14:textId="2ECC3FD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2CBB506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04C6D44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ACB3C3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1D1738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B48E2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6326C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5652953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77F1EC1" w14:textId="14107484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71E501E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BEC51A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405C03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BAC1FE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550A8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25EF5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Porosita/objem pórů</w:t>
            </w:r>
          </w:p>
        </w:tc>
        <w:tc>
          <w:tcPr>
            <w:tcW w:w="1275" w:type="dxa"/>
          </w:tcPr>
          <w:p w14:paraId="2011AF1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FFFE5C3" w14:textId="3934223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5D99E4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0F4667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B0CB03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0D0E9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99C89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54B7EC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Stabilizační vlastnosti</w:t>
            </w:r>
          </w:p>
        </w:tc>
        <w:tc>
          <w:tcPr>
            <w:tcW w:w="1275" w:type="dxa"/>
          </w:tcPr>
          <w:p w14:paraId="473B4F5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C4C4AAE" w14:textId="6177AD2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6566F89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6899AB9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A58704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DD77AD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E90E61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7D80BF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Rozpustnost ve vodě</w:t>
            </w:r>
          </w:p>
        </w:tc>
        <w:tc>
          <w:tcPr>
            <w:tcW w:w="1275" w:type="dxa"/>
          </w:tcPr>
          <w:p w14:paraId="548DE4F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64F2BF8" w14:textId="495ECA9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41854A7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5D01953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0C62C8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DA7372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42FC5DB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6A3068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ztráta žíháním (jen pro popílek)</w:t>
            </w:r>
          </w:p>
        </w:tc>
        <w:tc>
          <w:tcPr>
            <w:tcW w:w="1275" w:type="dxa"/>
          </w:tcPr>
          <w:p w14:paraId="3C69C4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73E1780" w14:textId="629655E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FB89F23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74746B9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151B49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68ABCA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37365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D0100C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29E4D01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A879DAB" w14:textId="4094DCBB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2C93A8F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8BDB86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15884E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BEFC6A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8A486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AC01FA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0797B6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78ACC38" w14:textId="4A10F51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838709A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2CD8855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97F80E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B8180F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23CD25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25EAC1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Uvolnění nebezpečných látek</w:t>
            </w:r>
          </w:p>
        </w:tc>
        <w:tc>
          <w:tcPr>
            <w:tcW w:w="1275" w:type="dxa"/>
          </w:tcPr>
          <w:p w14:paraId="4E4C20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4FC2586" w14:textId="6254123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58010DC" w14:textId="77777777" w:rsidTr="00352B57">
        <w:trPr>
          <w:trHeight w:val="255"/>
        </w:trPr>
        <w:tc>
          <w:tcPr>
            <w:tcW w:w="1071" w:type="dxa"/>
            <w:gridSpan w:val="2"/>
            <w:vMerge/>
            <w:hideMark/>
          </w:tcPr>
          <w:p w14:paraId="6844A58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 w:val="restart"/>
            <w:hideMark/>
          </w:tcPr>
          <w:p w14:paraId="2C8E0C5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Pórovité kamenivo pro asfaltové směsi a povrchové úpravy a pro nestmelené a stmelené aplikace</w:t>
            </w:r>
          </w:p>
        </w:tc>
        <w:tc>
          <w:tcPr>
            <w:tcW w:w="1349" w:type="dxa"/>
            <w:gridSpan w:val="2"/>
            <w:vMerge w:val="restart"/>
            <w:hideMark/>
          </w:tcPr>
          <w:p w14:paraId="607D6F6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 asfaltové směsi a povrchové úpravy</w:t>
            </w:r>
          </w:p>
        </w:tc>
        <w:tc>
          <w:tcPr>
            <w:tcW w:w="1178" w:type="dxa"/>
            <w:vMerge w:val="restart"/>
            <w:hideMark/>
          </w:tcPr>
          <w:p w14:paraId="47289D6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ČSN EN 13055-2:2006</w:t>
            </w:r>
          </w:p>
        </w:tc>
        <w:tc>
          <w:tcPr>
            <w:tcW w:w="2268" w:type="dxa"/>
            <w:hideMark/>
          </w:tcPr>
          <w:p w14:paraId="7C2BA5C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Sypná hmotnost</w:t>
            </w:r>
          </w:p>
        </w:tc>
        <w:tc>
          <w:tcPr>
            <w:tcW w:w="1275" w:type="dxa"/>
          </w:tcPr>
          <w:p w14:paraId="314D578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1848F74" w14:textId="59912BE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DD5F1E8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D1398D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3DB76E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56D4CF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D2F744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08CB6F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Velikost zrn</w:t>
            </w:r>
          </w:p>
        </w:tc>
        <w:tc>
          <w:tcPr>
            <w:tcW w:w="1275" w:type="dxa"/>
          </w:tcPr>
          <w:p w14:paraId="29C00C3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154D0AA" w14:textId="7F242C2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450572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3AE3D8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E7C363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E37EC3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26CC6F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21A40F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</w:t>
            </w:r>
          </w:p>
        </w:tc>
        <w:tc>
          <w:tcPr>
            <w:tcW w:w="1275" w:type="dxa"/>
          </w:tcPr>
          <w:p w14:paraId="221CDB4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43BC70F" w14:textId="47A1B80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B2A4AD7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92D333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6118A2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9EF0D6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2E3256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F1FB917" w14:textId="69665E5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</w:t>
            </w:r>
          </w:p>
        </w:tc>
        <w:tc>
          <w:tcPr>
            <w:tcW w:w="1275" w:type="dxa"/>
          </w:tcPr>
          <w:p w14:paraId="662BA73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4F0C6FCF" w14:textId="4814EF4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968440E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1085F08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D68228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F01B8E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01FA61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933022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Procentní podíl drcených zrn</w:t>
            </w:r>
          </w:p>
        </w:tc>
        <w:tc>
          <w:tcPr>
            <w:tcW w:w="1275" w:type="dxa"/>
          </w:tcPr>
          <w:p w14:paraId="25203B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4E6E83D" w14:textId="33BAECE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D805B67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007830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B3AC1B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826745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64995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FE9F77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rozpadu</w:t>
            </w:r>
          </w:p>
        </w:tc>
        <w:tc>
          <w:tcPr>
            <w:tcW w:w="1275" w:type="dxa"/>
          </w:tcPr>
          <w:p w14:paraId="69A52BA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DC65A3B" w14:textId="608F044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C134222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403F73A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D45BE6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7A5D6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02498F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670E23D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158F6AD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481A13C" w14:textId="0088A786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F0493C6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29DCC2D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52B2CD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464D8B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BDA30A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C88760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tepelnému šoku</w:t>
            </w:r>
          </w:p>
        </w:tc>
        <w:tc>
          <w:tcPr>
            <w:tcW w:w="1275" w:type="dxa"/>
          </w:tcPr>
          <w:p w14:paraId="0DCAA0E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A245603" w14:textId="3A02858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A68B9DA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0DA5CEE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CFE26D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D24DA2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9D2C28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57E324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Přilnavost k asfaltovému pojivu</w:t>
            </w:r>
          </w:p>
        </w:tc>
        <w:tc>
          <w:tcPr>
            <w:tcW w:w="1275" w:type="dxa"/>
          </w:tcPr>
          <w:p w14:paraId="6A4016A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55C8BB6" w14:textId="318C30F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54E47F01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1EAEE06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5E37AC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2EAEAD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93FB77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C6EDC3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obrusu</w:t>
            </w:r>
            <w:proofErr w:type="spellEnd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ohladitelnost</w:t>
            </w:r>
            <w:proofErr w:type="spellEnd"/>
          </w:p>
        </w:tc>
        <w:tc>
          <w:tcPr>
            <w:tcW w:w="1275" w:type="dxa"/>
          </w:tcPr>
          <w:p w14:paraId="61F9710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40452AD" w14:textId="37B2D09A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EE2F1FE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CE9202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68278D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6639F3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36DEB34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8917A0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7FCA634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00304FC" w14:textId="3972AFA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76C620E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36A6A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490FA6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8E3A59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053D5E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B423FD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0D70DA3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798AA32" w14:textId="124F760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E254939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29E8DE2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59EC2B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16A2180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3802A3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46E16FB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Uvolnění nebezpečných látek</w:t>
            </w:r>
          </w:p>
        </w:tc>
        <w:tc>
          <w:tcPr>
            <w:tcW w:w="1275" w:type="dxa"/>
          </w:tcPr>
          <w:p w14:paraId="1995DA6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1881F4A" w14:textId="3D7055BC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4A6CA27E" w14:textId="77777777" w:rsidTr="00352B57">
        <w:trPr>
          <w:trHeight w:val="255"/>
        </w:trPr>
        <w:tc>
          <w:tcPr>
            <w:tcW w:w="1071" w:type="dxa"/>
            <w:gridSpan w:val="2"/>
            <w:vMerge/>
            <w:hideMark/>
          </w:tcPr>
          <w:p w14:paraId="27770CC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D3174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 w:val="restart"/>
            <w:hideMark/>
          </w:tcPr>
          <w:p w14:paraId="0D5B904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 xml:space="preserve">pro nestmelené a hydraulicky </w:t>
            </w:r>
            <w:r w:rsidRPr="0072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stmelené aplikace</w:t>
            </w:r>
          </w:p>
        </w:tc>
        <w:tc>
          <w:tcPr>
            <w:tcW w:w="1178" w:type="dxa"/>
            <w:vMerge/>
            <w:hideMark/>
          </w:tcPr>
          <w:p w14:paraId="0CBAD48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678059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Sypná hmotnost</w:t>
            </w:r>
          </w:p>
        </w:tc>
        <w:tc>
          <w:tcPr>
            <w:tcW w:w="1275" w:type="dxa"/>
          </w:tcPr>
          <w:p w14:paraId="7F868CF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57CA902" w14:textId="24E8516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93AD1ED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44A2A3D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2E74A12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B56855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147563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38C276F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Velikost zrn</w:t>
            </w:r>
          </w:p>
        </w:tc>
        <w:tc>
          <w:tcPr>
            <w:tcW w:w="1275" w:type="dxa"/>
          </w:tcPr>
          <w:p w14:paraId="2AC612B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175B6B94" w14:textId="67D9D4D0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AD1C81C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0943DA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20EE1C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FF75CA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FAABE6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457246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Tvar zrn</w:t>
            </w:r>
          </w:p>
        </w:tc>
        <w:tc>
          <w:tcPr>
            <w:tcW w:w="1275" w:type="dxa"/>
          </w:tcPr>
          <w:p w14:paraId="1137443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2E1C32B3" w14:textId="0BC7F60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4F2118D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2CF68DC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09AAAAB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736425F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412503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D9D6C1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Nasákavost vodou/vzlínavost</w:t>
            </w:r>
          </w:p>
        </w:tc>
        <w:tc>
          <w:tcPr>
            <w:tcW w:w="1275" w:type="dxa"/>
          </w:tcPr>
          <w:p w14:paraId="7812BE8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B49453E" w14:textId="103FBBC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C815FCB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598004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34F642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27C22D7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F58283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40CBAD3" w14:textId="737ED1E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drcení</w:t>
            </w:r>
          </w:p>
        </w:tc>
        <w:tc>
          <w:tcPr>
            <w:tcW w:w="1275" w:type="dxa"/>
          </w:tcPr>
          <w:p w14:paraId="555DB69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7680480" w14:textId="0224B5C3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A19DDD8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4A44B88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4968CFD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54FA440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0114B2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27C623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Procentní podíl drcených zrn</w:t>
            </w:r>
          </w:p>
        </w:tc>
        <w:tc>
          <w:tcPr>
            <w:tcW w:w="1275" w:type="dxa"/>
          </w:tcPr>
          <w:p w14:paraId="53E0CFE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08CFE1E6" w14:textId="07333E11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3856D085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3D605E2B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35096207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4402682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B638B0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24DA192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Odolnost proti rozpadu</w:t>
            </w:r>
          </w:p>
        </w:tc>
        <w:tc>
          <w:tcPr>
            <w:tcW w:w="1275" w:type="dxa"/>
          </w:tcPr>
          <w:p w14:paraId="6183B304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E031C05" w14:textId="7295379F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D2FDCC7" w14:textId="77777777" w:rsidTr="00352B57">
        <w:trPr>
          <w:trHeight w:val="720"/>
        </w:trPr>
        <w:tc>
          <w:tcPr>
            <w:tcW w:w="1071" w:type="dxa"/>
            <w:gridSpan w:val="2"/>
            <w:vMerge/>
            <w:hideMark/>
          </w:tcPr>
          <w:p w14:paraId="758A5CF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581CBF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1FBC56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12D2011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D810AC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Trvanlivost proti zmrazování a rozmrazování</w:t>
            </w:r>
          </w:p>
        </w:tc>
        <w:tc>
          <w:tcPr>
            <w:tcW w:w="1275" w:type="dxa"/>
          </w:tcPr>
          <w:p w14:paraId="46D4DE5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A864C73" w14:textId="14777BCB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1EB1F476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003581A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FBBC8D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2140260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54ABD5D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5F36B4E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1275" w:type="dxa"/>
          </w:tcPr>
          <w:p w14:paraId="25D47B1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50C7DE8F" w14:textId="6F623692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21A97356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2BFC048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7E4732BE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0C72929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226E9688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0791938F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Čistota</w:t>
            </w:r>
          </w:p>
        </w:tc>
        <w:tc>
          <w:tcPr>
            <w:tcW w:w="1275" w:type="dxa"/>
          </w:tcPr>
          <w:p w14:paraId="5FBE7A9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76D6989B" w14:textId="6384264E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60C77C39" w14:textId="77777777" w:rsidTr="00352B57">
        <w:trPr>
          <w:trHeight w:val="480"/>
        </w:trPr>
        <w:tc>
          <w:tcPr>
            <w:tcW w:w="1071" w:type="dxa"/>
            <w:gridSpan w:val="2"/>
            <w:vMerge/>
            <w:hideMark/>
          </w:tcPr>
          <w:p w14:paraId="7CBA7BFC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1933794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66C01651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722521D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15908EC6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Uvolnění nebezpečných látek</w:t>
            </w:r>
          </w:p>
        </w:tc>
        <w:tc>
          <w:tcPr>
            <w:tcW w:w="1275" w:type="dxa"/>
          </w:tcPr>
          <w:p w14:paraId="6C33DD05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65C20F07" w14:textId="2970ECA9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D3597" w:rsidRPr="00722974" w14:paraId="095BB9A3" w14:textId="77777777" w:rsidTr="00352B57">
        <w:trPr>
          <w:trHeight w:val="240"/>
        </w:trPr>
        <w:tc>
          <w:tcPr>
            <w:tcW w:w="1071" w:type="dxa"/>
            <w:gridSpan w:val="2"/>
            <w:vMerge/>
            <w:hideMark/>
          </w:tcPr>
          <w:p w14:paraId="5FF57A23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vMerge/>
            <w:hideMark/>
          </w:tcPr>
          <w:p w14:paraId="675B6BFA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gridSpan w:val="2"/>
            <w:vMerge/>
            <w:hideMark/>
          </w:tcPr>
          <w:p w14:paraId="394A38CD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vMerge/>
            <w:hideMark/>
          </w:tcPr>
          <w:p w14:paraId="6F71E84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hideMark/>
          </w:tcPr>
          <w:p w14:paraId="7FE93439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1275" w:type="dxa"/>
          </w:tcPr>
          <w:p w14:paraId="16B68CE2" w14:textId="77777777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14:paraId="30856AB7" w14:textId="1CB2E98D" w:rsidR="007D3597" w:rsidRPr="00722974" w:rsidRDefault="007D3597" w:rsidP="00722974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97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1A4A1789" w14:textId="53E80B03" w:rsidR="00856DF7" w:rsidRDefault="00856DF7" w:rsidP="00682E1D">
      <w:pPr>
        <w:rPr>
          <w:rFonts w:ascii="Times New Roman" w:hAnsi="Times New Roman"/>
          <w:sz w:val="24"/>
          <w:szCs w:val="24"/>
        </w:rPr>
      </w:pPr>
    </w:p>
    <w:p w14:paraId="5006EAD6" w14:textId="73DAF417" w:rsidR="00856DF7" w:rsidRDefault="00856DF7" w:rsidP="004170CA">
      <w:pPr>
        <w:spacing w:after="120" w:line="276" w:lineRule="auto"/>
        <w:jc w:val="both"/>
      </w:pPr>
      <w:r w:rsidRPr="00442FE5">
        <w:rPr>
          <w:rFonts w:ascii="Times New Roman" w:hAnsi="Times New Roman"/>
          <w:b/>
          <w:sz w:val="24"/>
          <w:szCs w:val="24"/>
        </w:rPr>
        <w:t>Příklad vlastností stanovených stavebních výrobků (pro skupinu č. 24 Kamenivo)</w:t>
      </w:r>
      <w:r>
        <w:rPr>
          <w:rFonts w:ascii="Times New Roman" w:hAnsi="Times New Roman"/>
          <w:sz w:val="24"/>
          <w:szCs w:val="24"/>
        </w:rPr>
        <w:t>:</w:t>
      </w:r>
      <w:r w:rsidRPr="00722974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9"/>
        <w:gridCol w:w="314"/>
        <w:gridCol w:w="803"/>
        <w:gridCol w:w="271"/>
        <w:gridCol w:w="916"/>
        <w:gridCol w:w="1177"/>
        <w:gridCol w:w="1071"/>
        <w:gridCol w:w="2035"/>
        <w:gridCol w:w="892"/>
        <w:gridCol w:w="1300"/>
      </w:tblGrid>
      <w:tr w:rsidR="0099071D" w:rsidRPr="000A4096" w14:paraId="2C1B5A5F" w14:textId="77777777" w:rsidTr="00352B57">
        <w:trPr>
          <w:trHeight w:val="480"/>
        </w:trPr>
        <w:tc>
          <w:tcPr>
            <w:tcW w:w="882" w:type="dxa"/>
            <w:noWrap/>
            <w:hideMark/>
          </w:tcPr>
          <w:p w14:paraId="6A68342B" w14:textId="1F9DBB6D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Skupin</w:t>
            </w:r>
            <w:r w:rsidR="0099071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153" w:type="dxa"/>
            <w:gridSpan w:val="2"/>
            <w:noWrap/>
            <w:hideMark/>
          </w:tcPr>
          <w:p w14:paraId="3AA63707" w14:textId="012C0C9C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Podskupin</w:t>
            </w:r>
            <w:r w:rsidR="0099071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142" w:type="dxa"/>
            <w:gridSpan w:val="2"/>
            <w:noWrap/>
            <w:hideMark/>
          </w:tcPr>
          <w:p w14:paraId="1599E67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Název výrobku</w:t>
            </w:r>
          </w:p>
        </w:tc>
        <w:tc>
          <w:tcPr>
            <w:tcW w:w="1119" w:type="dxa"/>
            <w:hideMark/>
          </w:tcPr>
          <w:p w14:paraId="4C2BB57B" w14:textId="4639EB05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Zamýšlené</w:t>
            </w:r>
            <w:r w:rsidRPr="000A4096">
              <w:rPr>
                <w:rFonts w:ascii="Times New Roman" w:hAnsi="Times New Roman" w:cs="Times New Roman"/>
                <w:sz w:val="20"/>
                <w:szCs w:val="20"/>
              </w:rPr>
              <w:br/>
              <w:t>použití</w:t>
            </w:r>
          </w:p>
        </w:tc>
        <w:tc>
          <w:tcPr>
            <w:tcW w:w="994" w:type="dxa"/>
            <w:hideMark/>
          </w:tcPr>
          <w:p w14:paraId="43DDFD62" w14:textId="340AB0D6" w:rsidR="007D3597" w:rsidRPr="000A4096" w:rsidRDefault="007D3597" w:rsidP="00352B57">
            <w:pPr>
              <w:pStyle w:val="Bezmezer"/>
              <w:tabs>
                <w:tab w:val="left" w:pos="9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Technic</w:t>
            </w:r>
            <w:r w:rsidR="0099071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á</w:t>
            </w:r>
            <w:r w:rsidRPr="000A4096">
              <w:rPr>
                <w:rFonts w:ascii="Times New Roman" w:hAnsi="Times New Roman" w:cs="Times New Roman"/>
                <w:sz w:val="20"/>
                <w:szCs w:val="20"/>
              </w:rPr>
              <w:br/>
              <w:t>specifikac</w:t>
            </w:r>
            <w:r w:rsidR="0099071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30" w:type="dxa"/>
            <w:noWrap/>
            <w:hideMark/>
          </w:tcPr>
          <w:p w14:paraId="364E804E" w14:textId="192ECF09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Vlastnosti</w:t>
            </w:r>
          </w:p>
        </w:tc>
        <w:tc>
          <w:tcPr>
            <w:tcW w:w="851" w:type="dxa"/>
          </w:tcPr>
          <w:p w14:paraId="480A30B0" w14:textId="528CACB6" w:rsidR="007D3597" w:rsidRPr="000A4096" w:rsidRDefault="0099071D" w:rsidP="00352B57">
            <w:pPr>
              <w:pStyle w:val="Bezmezer"/>
              <w:ind w:right="-36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Metoda zkoušení</w:t>
            </w:r>
          </w:p>
        </w:tc>
        <w:tc>
          <w:tcPr>
            <w:tcW w:w="1357" w:type="dxa"/>
            <w:noWrap/>
            <w:hideMark/>
          </w:tcPr>
          <w:p w14:paraId="7C9CF2CB" w14:textId="33C93A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Pozn</w:t>
            </w:r>
            <w:r w:rsidR="0099071D">
              <w:rPr>
                <w:rFonts w:ascii="Times New Roman" w:hAnsi="Times New Roman" w:cs="Times New Roman"/>
                <w:sz w:val="20"/>
                <w:szCs w:val="20"/>
              </w:rPr>
              <w:t>ámka</w:t>
            </w:r>
          </w:p>
        </w:tc>
      </w:tr>
      <w:tr w:rsidR="0099071D" w:rsidRPr="000A4096" w14:paraId="6F4C96F4" w14:textId="77777777" w:rsidTr="00352B57">
        <w:trPr>
          <w:trHeight w:val="240"/>
        </w:trPr>
        <w:tc>
          <w:tcPr>
            <w:tcW w:w="1201" w:type="dxa"/>
            <w:gridSpan w:val="2"/>
          </w:tcPr>
          <w:p w14:paraId="32AE8DA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7" w:type="dxa"/>
            <w:gridSpan w:val="8"/>
            <w:hideMark/>
          </w:tcPr>
          <w:p w14:paraId="3066B578" w14:textId="49FAB996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24 Kamenivo</w:t>
            </w:r>
          </w:p>
        </w:tc>
      </w:tr>
      <w:tr w:rsidR="00352B57" w:rsidRPr="000A4096" w14:paraId="20C8F50F" w14:textId="77777777" w:rsidTr="00352B57">
        <w:trPr>
          <w:trHeight w:val="240"/>
        </w:trPr>
        <w:tc>
          <w:tcPr>
            <w:tcW w:w="882" w:type="dxa"/>
            <w:hideMark/>
          </w:tcPr>
          <w:p w14:paraId="6848111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8" w:type="dxa"/>
            <w:gridSpan w:val="3"/>
          </w:tcPr>
          <w:p w14:paraId="17A11F4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8" w:type="dxa"/>
            <w:gridSpan w:val="6"/>
            <w:hideMark/>
          </w:tcPr>
          <w:p w14:paraId="2FC48256" w14:textId="6D7E0C0C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2401 Kamenivo pro drážní stavby</w:t>
            </w:r>
          </w:p>
        </w:tc>
      </w:tr>
      <w:tr w:rsidR="00352B57" w:rsidRPr="000A4096" w14:paraId="0B879027" w14:textId="77777777" w:rsidTr="00352B57">
        <w:trPr>
          <w:trHeight w:val="190"/>
        </w:trPr>
        <w:tc>
          <w:tcPr>
            <w:tcW w:w="2035" w:type="dxa"/>
            <w:gridSpan w:val="3"/>
            <w:vMerge w:val="restart"/>
            <w:hideMark/>
          </w:tcPr>
          <w:p w14:paraId="586E15C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gridSpan w:val="2"/>
            <w:vMerge w:val="restart"/>
            <w:hideMark/>
          </w:tcPr>
          <w:p w14:paraId="1246E25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Kamenivo pro konstrukční vrstvy tělesa železničního spodku</w:t>
            </w:r>
          </w:p>
        </w:tc>
        <w:tc>
          <w:tcPr>
            <w:tcW w:w="1119" w:type="dxa"/>
            <w:vMerge w:val="restart"/>
            <w:hideMark/>
          </w:tcPr>
          <w:p w14:paraId="4465018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Kamenivo pro konstrukční vrstvy tělesa železničního spodku</w:t>
            </w:r>
          </w:p>
        </w:tc>
        <w:tc>
          <w:tcPr>
            <w:tcW w:w="994" w:type="dxa"/>
            <w:vMerge w:val="restart"/>
            <w:hideMark/>
          </w:tcPr>
          <w:p w14:paraId="71F8C2E0" w14:textId="34547556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6F5910F8" w14:textId="6954E8B5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rnitost</w:t>
            </w:r>
          </w:p>
        </w:tc>
        <w:tc>
          <w:tcPr>
            <w:tcW w:w="851" w:type="dxa"/>
          </w:tcPr>
          <w:p w14:paraId="07A74B5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46ECF533" w14:textId="1B397E19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0712F0E5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6AB1EDD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46FE9B3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309455D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45AE8F1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54B4721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Jemné částice</w:t>
            </w:r>
          </w:p>
        </w:tc>
        <w:tc>
          <w:tcPr>
            <w:tcW w:w="851" w:type="dxa"/>
          </w:tcPr>
          <w:p w14:paraId="699C5AB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2988FB06" w14:textId="38031729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7789E5A1" w14:textId="77777777" w:rsidTr="00352B57">
        <w:trPr>
          <w:trHeight w:val="254"/>
        </w:trPr>
        <w:tc>
          <w:tcPr>
            <w:tcW w:w="2035" w:type="dxa"/>
            <w:gridSpan w:val="3"/>
            <w:vMerge/>
            <w:hideMark/>
          </w:tcPr>
          <w:p w14:paraId="7CB0414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10C4401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53DAA3E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05CF3CC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7A5A4513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Zkouška ztrátou sušením</w:t>
            </w:r>
          </w:p>
        </w:tc>
        <w:tc>
          <w:tcPr>
            <w:tcW w:w="851" w:type="dxa"/>
          </w:tcPr>
          <w:p w14:paraId="68AE2E0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7418D3FF" w14:textId="2E50B14A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494A230A" w14:textId="77777777" w:rsidTr="00352B57">
        <w:trPr>
          <w:trHeight w:val="480"/>
        </w:trPr>
        <w:tc>
          <w:tcPr>
            <w:tcW w:w="2035" w:type="dxa"/>
            <w:gridSpan w:val="3"/>
            <w:vMerge/>
            <w:hideMark/>
          </w:tcPr>
          <w:p w14:paraId="003B456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7CE25A4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12AD67A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216E331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1BAA761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Zkouška methylenovou modří</w:t>
            </w:r>
          </w:p>
        </w:tc>
        <w:tc>
          <w:tcPr>
            <w:tcW w:w="851" w:type="dxa"/>
          </w:tcPr>
          <w:p w14:paraId="4CBF24F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757FF796" w14:textId="7D29EEE8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04158B90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3C2EFFB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7213E09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7F9C295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24EBE89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0947DDC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Podíl drcených zrn</w:t>
            </w:r>
          </w:p>
        </w:tc>
        <w:tc>
          <w:tcPr>
            <w:tcW w:w="851" w:type="dxa"/>
          </w:tcPr>
          <w:p w14:paraId="33BA4D9D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2513CFBF" w14:textId="5BFA7DD5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7030716E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4997B72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5C59401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66FC5053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78A2732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0B290B7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Cizorodé částice</w:t>
            </w:r>
          </w:p>
        </w:tc>
        <w:tc>
          <w:tcPr>
            <w:tcW w:w="851" w:type="dxa"/>
          </w:tcPr>
          <w:p w14:paraId="78297F0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40AAB6B7" w14:textId="0D4055D5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5FFB2E95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0D7C78D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7B343E3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1E42F48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09ACD71D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46C519C0" w14:textId="02592F99" w:rsidR="007D3597" w:rsidRPr="000A4096" w:rsidRDefault="007D3597" w:rsidP="00442FE5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lnost proti drcení</w:t>
            </w:r>
          </w:p>
        </w:tc>
        <w:tc>
          <w:tcPr>
            <w:tcW w:w="851" w:type="dxa"/>
          </w:tcPr>
          <w:p w14:paraId="402D121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1279A6A8" w14:textId="6AFB27A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1AF4C8FF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4236E2C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4EA674D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62DD045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53FC6C33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15CFBE4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Nasákavost vodou</w:t>
            </w:r>
          </w:p>
        </w:tc>
        <w:tc>
          <w:tcPr>
            <w:tcW w:w="851" w:type="dxa"/>
          </w:tcPr>
          <w:p w14:paraId="02E6D63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5DC2F318" w14:textId="1C1C4098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2A63AD4C" w14:textId="77777777" w:rsidTr="00352B57">
        <w:trPr>
          <w:trHeight w:val="208"/>
        </w:trPr>
        <w:tc>
          <w:tcPr>
            <w:tcW w:w="2035" w:type="dxa"/>
            <w:gridSpan w:val="3"/>
            <w:vMerge/>
            <w:hideMark/>
          </w:tcPr>
          <w:p w14:paraId="3BCF99F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265306A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5A321D2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4F95A37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3AAC991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Trvanlivost síranem sodným</w:t>
            </w:r>
          </w:p>
        </w:tc>
        <w:tc>
          <w:tcPr>
            <w:tcW w:w="851" w:type="dxa"/>
          </w:tcPr>
          <w:p w14:paraId="50925A8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0A7AF708" w14:textId="6CB400DF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17F81F2A" w14:textId="77777777" w:rsidTr="00352B57">
        <w:trPr>
          <w:trHeight w:val="395"/>
        </w:trPr>
        <w:tc>
          <w:tcPr>
            <w:tcW w:w="2035" w:type="dxa"/>
            <w:gridSpan w:val="3"/>
            <w:vMerge/>
            <w:hideMark/>
          </w:tcPr>
          <w:p w14:paraId="4CFC09B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7C0D616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285FC2C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7CBF4173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503EC2B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Odolnost proti zmrazování a rozmrazování</w:t>
            </w:r>
          </w:p>
        </w:tc>
        <w:tc>
          <w:tcPr>
            <w:tcW w:w="851" w:type="dxa"/>
          </w:tcPr>
          <w:p w14:paraId="371A709C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12C12D6B" w14:textId="19A70293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3665E1A2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24D05810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67CF346D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131B38E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1662C0B3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6587512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objemová hmotnost</w:t>
            </w:r>
          </w:p>
        </w:tc>
        <w:tc>
          <w:tcPr>
            <w:tcW w:w="851" w:type="dxa"/>
          </w:tcPr>
          <w:p w14:paraId="2D15DAC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1340C22D" w14:textId="0C5ED4C9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1EDF9C8B" w14:textId="77777777" w:rsidTr="00352B57">
        <w:trPr>
          <w:trHeight w:val="720"/>
        </w:trPr>
        <w:tc>
          <w:tcPr>
            <w:tcW w:w="2035" w:type="dxa"/>
            <w:gridSpan w:val="3"/>
            <w:vMerge/>
            <w:hideMark/>
          </w:tcPr>
          <w:p w14:paraId="7D8DE0E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46FA3B6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08C6133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31DC30A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674319F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Sypná hmotnost volně sypaného a setřeseného kameniva</w:t>
            </w:r>
          </w:p>
        </w:tc>
        <w:tc>
          <w:tcPr>
            <w:tcW w:w="851" w:type="dxa"/>
          </w:tcPr>
          <w:p w14:paraId="6CC44D5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1447BB0D" w14:textId="3A767070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61D25A0D" w14:textId="77777777" w:rsidTr="00352B57">
        <w:trPr>
          <w:trHeight w:val="720"/>
        </w:trPr>
        <w:tc>
          <w:tcPr>
            <w:tcW w:w="2035" w:type="dxa"/>
            <w:gridSpan w:val="3"/>
            <w:vMerge/>
            <w:hideMark/>
          </w:tcPr>
          <w:p w14:paraId="03854A8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2B88E23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3D5AB17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5B57147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36BA260D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Mezerovitost volně sypaného a setřeseného kameniva</w:t>
            </w:r>
          </w:p>
        </w:tc>
        <w:tc>
          <w:tcPr>
            <w:tcW w:w="851" w:type="dxa"/>
          </w:tcPr>
          <w:p w14:paraId="29A5797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1E52995D" w14:textId="41D87FA3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58A91C38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5DD599A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6675BD2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4DE6F85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30D29DD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1AFD1DD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Složky/obsah</w:t>
            </w:r>
          </w:p>
        </w:tc>
        <w:tc>
          <w:tcPr>
            <w:tcW w:w="851" w:type="dxa"/>
          </w:tcPr>
          <w:p w14:paraId="4B1C5D5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7B6E7C72" w14:textId="4C32921E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50281F43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6AAC857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7788AFA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51C82EF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07BF1067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47E5024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Obsah chloridů</w:t>
            </w:r>
          </w:p>
        </w:tc>
        <w:tc>
          <w:tcPr>
            <w:tcW w:w="851" w:type="dxa"/>
          </w:tcPr>
          <w:p w14:paraId="1C38D42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3794525A" w14:textId="1A35C7A5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08BD83D3" w14:textId="77777777" w:rsidTr="00352B57">
        <w:trPr>
          <w:trHeight w:val="480"/>
        </w:trPr>
        <w:tc>
          <w:tcPr>
            <w:tcW w:w="2035" w:type="dxa"/>
            <w:gridSpan w:val="3"/>
            <w:vMerge/>
            <w:hideMark/>
          </w:tcPr>
          <w:p w14:paraId="2E441BA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05E5354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453A92D4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731FB045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21BA3E6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Potencionální přítomnost humusu</w:t>
            </w:r>
          </w:p>
        </w:tc>
        <w:tc>
          <w:tcPr>
            <w:tcW w:w="851" w:type="dxa"/>
          </w:tcPr>
          <w:p w14:paraId="6F1E636E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00F9C314" w14:textId="4B2F42B1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1B9DC9B1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6976F9E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145E5732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0243D868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7FD1CCF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2EB03E7A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Petrografický rozbor</w:t>
            </w:r>
          </w:p>
        </w:tc>
        <w:tc>
          <w:tcPr>
            <w:tcW w:w="851" w:type="dxa"/>
          </w:tcPr>
          <w:p w14:paraId="5C2D31BB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3A59A1B7" w14:textId="7BD958B6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52B57" w:rsidRPr="000A4096" w14:paraId="07A83BCD" w14:textId="77777777" w:rsidTr="00352B57">
        <w:trPr>
          <w:trHeight w:val="240"/>
        </w:trPr>
        <w:tc>
          <w:tcPr>
            <w:tcW w:w="2035" w:type="dxa"/>
            <w:gridSpan w:val="3"/>
            <w:vMerge/>
            <w:hideMark/>
          </w:tcPr>
          <w:p w14:paraId="0F4F4779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Merge/>
            <w:hideMark/>
          </w:tcPr>
          <w:p w14:paraId="6F759AF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14:paraId="0DC6BD71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hideMark/>
          </w:tcPr>
          <w:p w14:paraId="1C5E451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14:paraId="678D16D6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Nebezpečné látky</w:t>
            </w:r>
          </w:p>
        </w:tc>
        <w:tc>
          <w:tcPr>
            <w:tcW w:w="851" w:type="dxa"/>
          </w:tcPr>
          <w:p w14:paraId="5758677F" w14:textId="77777777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hideMark/>
          </w:tcPr>
          <w:p w14:paraId="2AB1F246" w14:textId="4CD9B743" w:rsidR="007D3597" w:rsidRPr="000A4096" w:rsidRDefault="007D3597" w:rsidP="000A4096">
            <w:pPr>
              <w:pStyle w:val="Bezmez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0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7FB5560" w14:textId="77777777" w:rsidR="00682E1D" w:rsidRPr="00856DF7" w:rsidRDefault="00682E1D" w:rsidP="004170CA">
      <w:pPr>
        <w:rPr>
          <w:rFonts w:ascii="Times New Roman" w:hAnsi="Times New Roman"/>
          <w:sz w:val="24"/>
          <w:szCs w:val="24"/>
        </w:rPr>
      </w:pPr>
    </w:p>
    <w:sectPr w:rsidR="00682E1D" w:rsidRPr="00856DF7" w:rsidSect="00C649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6B0D3" w14:textId="77777777" w:rsidR="007D3597" w:rsidRDefault="007D3597" w:rsidP="003968AD">
      <w:pPr>
        <w:spacing w:after="0" w:line="240" w:lineRule="auto"/>
      </w:pPr>
      <w:r>
        <w:separator/>
      </w:r>
    </w:p>
  </w:endnote>
  <w:endnote w:type="continuationSeparator" w:id="0">
    <w:p w14:paraId="7B5254EF" w14:textId="77777777" w:rsidR="007D3597" w:rsidRDefault="007D3597" w:rsidP="0039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4915603"/>
      <w:docPartObj>
        <w:docPartGallery w:val="Page Numbers (Bottom of Page)"/>
        <w:docPartUnique/>
      </w:docPartObj>
    </w:sdtPr>
    <w:sdtContent>
      <w:p w14:paraId="37BABC68" w14:textId="0CCA520D" w:rsidR="00953625" w:rsidRDefault="009536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A7BF13" w14:textId="77777777" w:rsidR="00953625" w:rsidRDefault="00953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01F3A" w14:textId="77777777" w:rsidR="007D3597" w:rsidRDefault="007D3597" w:rsidP="003968AD">
      <w:pPr>
        <w:spacing w:after="0" w:line="240" w:lineRule="auto"/>
      </w:pPr>
      <w:r>
        <w:separator/>
      </w:r>
    </w:p>
  </w:footnote>
  <w:footnote w:type="continuationSeparator" w:id="0">
    <w:p w14:paraId="5E8144D5" w14:textId="77777777" w:rsidR="007D3597" w:rsidRDefault="007D3597" w:rsidP="0039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8F52F" w14:textId="77777777" w:rsidR="007D3597" w:rsidRDefault="00953625">
    <w:pPr>
      <w:pStyle w:val="Zhlav"/>
    </w:pPr>
    <w:r>
      <w:rPr>
        <w:noProof/>
      </w:rPr>
      <w:pict w14:anchorId="0BC4FC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6" o:spid="_x0000_s2050" type="#_x0000_t136" style="position:absolute;margin-left:0;margin-top:0;width:594.4pt;height:84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10515" w14:textId="77777777" w:rsidR="007D3597" w:rsidRDefault="00953625">
    <w:pPr>
      <w:pStyle w:val="Zhlav"/>
    </w:pPr>
    <w:r>
      <w:rPr>
        <w:noProof/>
      </w:rPr>
      <w:pict w14:anchorId="1F047C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7" o:spid="_x0000_s2051" type="#_x0000_t136" style="position:absolute;margin-left:0;margin-top:0;width:594.4pt;height:100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4D761" w14:textId="77777777" w:rsidR="007D3597" w:rsidRDefault="00953625">
    <w:pPr>
      <w:pStyle w:val="Zhlav"/>
    </w:pPr>
    <w:r>
      <w:rPr>
        <w:noProof/>
      </w:rPr>
      <w:pict w14:anchorId="0A3073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9935" o:spid="_x0000_s2049" type="#_x0000_t136" style="position:absolute;margin-left:0;margin-top:0;width:594.4pt;height:84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ACOVNÍ NÁVRH VYHLÁŠK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006B3"/>
    <w:multiLevelType w:val="hybridMultilevel"/>
    <w:tmpl w:val="75F6EFB6"/>
    <w:lvl w:ilvl="0" w:tplc="9C6AF79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5622E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9E964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1AE601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168B74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AAD12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62509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658651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2CC17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A5696E"/>
    <w:multiLevelType w:val="hybridMultilevel"/>
    <w:tmpl w:val="DDE41FFA"/>
    <w:lvl w:ilvl="0" w:tplc="1638A8B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3F2B2A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CA678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64CB0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56E98C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7AC07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72E82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E2CFE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F6FF8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ED131C"/>
    <w:multiLevelType w:val="hybridMultilevel"/>
    <w:tmpl w:val="8140E622"/>
    <w:lvl w:ilvl="0" w:tplc="551A4F9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5EECE0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CCA846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461B20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69E1DDC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94562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225FC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B4186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8BC0E6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4" w15:restartNumberingAfterBreak="0">
    <w:nsid w:val="05B647AE"/>
    <w:multiLevelType w:val="multilevel"/>
    <w:tmpl w:val="2C4A83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AC9"/>
    <w:multiLevelType w:val="hybridMultilevel"/>
    <w:tmpl w:val="6F9C2BF4"/>
    <w:lvl w:ilvl="0" w:tplc="9E0E2D3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9C4C4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8AE7F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BE48D2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E2D7C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94BD8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024DD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54036E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AA84D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FC5FD6"/>
    <w:multiLevelType w:val="hybridMultilevel"/>
    <w:tmpl w:val="CB5E5A74"/>
    <w:lvl w:ilvl="0" w:tplc="A086A6B8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A03E2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C6E538C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4A05DE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3C655C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C2811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AEC82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B2BDB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E8E23D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2A4F99"/>
    <w:multiLevelType w:val="hybridMultilevel"/>
    <w:tmpl w:val="ADA89D62"/>
    <w:lvl w:ilvl="0" w:tplc="6548F4D0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AACA1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35069E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BA816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A81A1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9861FC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2FE932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330B0B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82F442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E15118"/>
    <w:multiLevelType w:val="hybridMultilevel"/>
    <w:tmpl w:val="A12EF266"/>
    <w:lvl w:ilvl="0" w:tplc="CE10B90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57AE49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896DF7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D6A4F6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001AB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F56AE7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236F87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A52FE5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B894D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1B0429"/>
    <w:multiLevelType w:val="hybridMultilevel"/>
    <w:tmpl w:val="800856C2"/>
    <w:lvl w:ilvl="0" w:tplc="EBB65C24">
      <w:start w:val="1"/>
      <w:numFmt w:val="low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506710">
      <w:start w:val="1"/>
      <w:numFmt w:val="lowerLetter"/>
      <w:lvlText w:val="%2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747FD8">
      <w:start w:val="1"/>
      <w:numFmt w:val="lowerRoman"/>
      <w:lvlText w:val="%3"/>
      <w:lvlJc w:val="left"/>
      <w:pPr>
        <w:ind w:left="1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123C1C">
      <w:start w:val="1"/>
      <w:numFmt w:val="decimal"/>
      <w:lvlText w:val="%4"/>
      <w:lvlJc w:val="left"/>
      <w:pPr>
        <w:ind w:left="2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EA79A">
      <w:start w:val="1"/>
      <w:numFmt w:val="lowerLetter"/>
      <w:lvlText w:val="%5"/>
      <w:lvlJc w:val="left"/>
      <w:pPr>
        <w:ind w:left="3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D866E8">
      <w:start w:val="1"/>
      <w:numFmt w:val="lowerRoman"/>
      <w:lvlText w:val="%6"/>
      <w:lvlJc w:val="left"/>
      <w:pPr>
        <w:ind w:left="40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A44A82">
      <w:start w:val="1"/>
      <w:numFmt w:val="decimal"/>
      <w:lvlText w:val="%7"/>
      <w:lvlJc w:val="left"/>
      <w:pPr>
        <w:ind w:left="4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A833BA">
      <w:start w:val="1"/>
      <w:numFmt w:val="lowerLetter"/>
      <w:lvlText w:val="%8"/>
      <w:lvlJc w:val="left"/>
      <w:pPr>
        <w:ind w:left="5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E05384">
      <w:start w:val="1"/>
      <w:numFmt w:val="lowerRoman"/>
      <w:lvlText w:val="%9"/>
      <w:lvlJc w:val="left"/>
      <w:pPr>
        <w:ind w:left="6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0316F8"/>
    <w:multiLevelType w:val="multilevel"/>
    <w:tmpl w:val="3320A8B2"/>
    <w:numStyleLink w:val="VariantaB-odrky"/>
  </w:abstractNum>
  <w:abstractNum w:abstractNumId="11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2" w15:restartNumberingAfterBreak="0">
    <w:nsid w:val="167B1D8A"/>
    <w:multiLevelType w:val="hybridMultilevel"/>
    <w:tmpl w:val="C67CF98A"/>
    <w:lvl w:ilvl="0" w:tplc="E88491B6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85E4784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80E766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7B435E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D58BBE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6248B9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DCDD2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78677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9A168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141B3F"/>
    <w:multiLevelType w:val="hybridMultilevel"/>
    <w:tmpl w:val="51B62AFE"/>
    <w:lvl w:ilvl="0" w:tplc="DC8A416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086F"/>
    <w:multiLevelType w:val="hybridMultilevel"/>
    <w:tmpl w:val="58BCA2EE"/>
    <w:lvl w:ilvl="0" w:tplc="F03A6EA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0E4B3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90BD4C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C4DA6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50400E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F66DD3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94D47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0E39E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1066F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634DA9"/>
    <w:multiLevelType w:val="hybridMultilevel"/>
    <w:tmpl w:val="0CFA27EC"/>
    <w:lvl w:ilvl="0" w:tplc="FCA2A054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0E3FF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0A798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D263B8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6E8EF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FCAC6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34B24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8087C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60CC3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91872DA"/>
    <w:multiLevelType w:val="multilevel"/>
    <w:tmpl w:val="E8A48D7C"/>
    <w:numStyleLink w:val="VariantaA-sla"/>
  </w:abstractNum>
  <w:abstractNum w:abstractNumId="17" w15:restartNumberingAfterBreak="0">
    <w:nsid w:val="1A5C637F"/>
    <w:multiLevelType w:val="hybridMultilevel"/>
    <w:tmpl w:val="8FA2CD46"/>
    <w:lvl w:ilvl="0" w:tplc="98DE0248">
      <w:start w:val="1"/>
      <w:numFmt w:val="lowerLetter"/>
      <w:lvlText w:val="%1)"/>
      <w:lvlJc w:val="left"/>
      <w:pPr>
        <w:ind w:left="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8476D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E6594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2882C4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352806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16296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F01C2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AA6BCE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B20BA3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ACF2D3D"/>
    <w:multiLevelType w:val="hybridMultilevel"/>
    <w:tmpl w:val="79040416"/>
    <w:lvl w:ilvl="0" w:tplc="24E822C6">
      <w:start w:val="1"/>
      <w:numFmt w:val="lowerLetter"/>
      <w:lvlText w:val="%1)"/>
      <w:lvlJc w:val="left"/>
      <w:pPr>
        <w:ind w:left="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1946B6E">
      <w:start w:val="1"/>
      <w:numFmt w:val="lowerLetter"/>
      <w:lvlText w:val="%2"/>
      <w:lvlJc w:val="left"/>
      <w:pPr>
        <w:ind w:left="1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1CEC2DE">
      <w:start w:val="1"/>
      <w:numFmt w:val="lowerRoman"/>
      <w:lvlText w:val="%3"/>
      <w:lvlJc w:val="left"/>
      <w:pPr>
        <w:ind w:left="1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3AB058">
      <w:start w:val="1"/>
      <w:numFmt w:val="decimal"/>
      <w:lvlText w:val="%4"/>
      <w:lvlJc w:val="left"/>
      <w:pPr>
        <w:ind w:left="26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FC07FA6">
      <w:start w:val="1"/>
      <w:numFmt w:val="lowerLetter"/>
      <w:lvlText w:val="%5"/>
      <w:lvlJc w:val="left"/>
      <w:pPr>
        <w:ind w:left="3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06BB26">
      <w:start w:val="1"/>
      <w:numFmt w:val="lowerRoman"/>
      <w:lvlText w:val="%6"/>
      <w:lvlJc w:val="left"/>
      <w:pPr>
        <w:ind w:left="4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D8598C">
      <w:start w:val="1"/>
      <w:numFmt w:val="decimal"/>
      <w:lvlText w:val="%7"/>
      <w:lvlJc w:val="left"/>
      <w:pPr>
        <w:ind w:left="4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E28EFC">
      <w:start w:val="1"/>
      <w:numFmt w:val="lowerLetter"/>
      <w:lvlText w:val="%8"/>
      <w:lvlJc w:val="left"/>
      <w:pPr>
        <w:ind w:left="5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EAEE484">
      <w:start w:val="1"/>
      <w:numFmt w:val="lowerRoman"/>
      <w:lvlText w:val="%9"/>
      <w:lvlJc w:val="left"/>
      <w:pPr>
        <w:ind w:left="6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C49657D"/>
    <w:multiLevelType w:val="hybridMultilevel"/>
    <w:tmpl w:val="642C6720"/>
    <w:lvl w:ilvl="0" w:tplc="2E98D65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1CD673BD"/>
    <w:multiLevelType w:val="hybridMultilevel"/>
    <w:tmpl w:val="DE669D44"/>
    <w:lvl w:ilvl="0" w:tplc="A62A1756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747C8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41A9048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AC6433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70D70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98E8F4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FC50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107842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B6551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F304AC"/>
    <w:multiLevelType w:val="hybridMultilevel"/>
    <w:tmpl w:val="BA363724"/>
    <w:lvl w:ilvl="0" w:tplc="DC8C6B00">
      <w:start w:val="1"/>
      <w:numFmt w:val="lowerLetter"/>
      <w:lvlText w:val="%1)"/>
      <w:lvlJc w:val="left"/>
      <w:pPr>
        <w:ind w:left="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3D0CAA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02C085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A98B3C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D2F94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4E731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56259D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17E598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ACE792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34240D"/>
    <w:multiLevelType w:val="hybridMultilevel"/>
    <w:tmpl w:val="666CA1DA"/>
    <w:lvl w:ilvl="0" w:tplc="B28C58E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66922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2EFD2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BE9D8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EAAE87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A6144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B4801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A027A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5600CD8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13537FF"/>
    <w:multiLevelType w:val="hybridMultilevel"/>
    <w:tmpl w:val="C0C00AE0"/>
    <w:lvl w:ilvl="0" w:tplc="6EC038EE">
      <w:start w:val="1"/>
      <w:numFmt w:val="lowerLetter"/>
      <w:lvlText w:val="%1)"/>
      <w:lvlJc w:val="left"/>
      <w:pPr>
        <w:ind w:left="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BE596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4D4289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802ED0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3DC328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1AC61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6745C4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E3085F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22313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3DF6DB4"/>
    <w:multiLevelType w:val="hybridMultilevel"/>
    <w:tmpl w:val="B38453B6"/>
    <w:lvl w:ilvl="0" w:tplc="CD92F6E0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9AC230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EA140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14160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B7AE27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3295D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6C057C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FD2625A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78FEB8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6693E83"/>
    <w:multiLevelType w:val="hybridMultilevel"/>
    <w:tmpl w:val="B7BAFE2A"/>
    <w:lvl w:ilvl="0" w:tplc="45C87EA0">
      <w:start w:val="1"/>
      <w:numFmt w:val="lowerLetter"/>
      <w:lvlText w:val="%1)"/>
      <w:lvlJc w:val="left"/>
      <w:pPr>
        <w:ind w:left="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DE25E4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BC993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30E811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643D6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8A6C29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C6726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709A7E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56CCC8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71C1DA2"/>
    <w:multiLevelType w:val="hybridMultilevel"/>
    <w:tmpl w:val="1DA496E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289A5EA2"/>
    <w:multiLevelType w:val="multilevel"/>
    <w:tmpl w:val="E8BAE50A"/>
    <w:numStyleLink w:val="VariantaA-odrky"/>
  </w:abstractNum>
  <w:abstractNum w:abstractNumId="28" w15:restartNumberingAfterBreak="0">
    <w:nsid w:val="28CF3C30"/>
    <w:multiLevelType w:val="hybridMultilevel"/>
    <w:tmpl w:val="9FB6B392"/>
    <w:lvl w:ilvl="0" w:tplc="56BE2414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A8263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A2BD64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88E5E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58FFE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BEB36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EA894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E34E528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CE990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D6B15D8"/>
    <w:multiLevelType w:val="hybridMultilevel"/>
    <w:tmpl w:val="48100D8A"/>
    <w:lvl w:ilvl="0" w:tplc="E2E2AC1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BEB370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AE4DB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B2F62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E0A4C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CCD07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AAE7FC4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6638C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FEE50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D7B0218"/>
    <w:multiLevelType w:val="hybridMultilevel"/>
    <w:tmpl w:val="E8F6B356"/>
    <w:lvl w:ilvl="0" w:tplc="9D184B12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160DE8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BAC42B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E2FCE0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140AE5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70AFC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32DF3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5E2B98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72F86A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D9C6842"/>
    <w:multiLevelType w:val="hybridMultilevel"/>
    <w:tmpl w:val="DA90613A"/>
    <w:lvl w:ilvl="0" w:tplc="6AF81430">
      <w:start w:val="1"/>
      <w:numFmt w:val="bullet"/>
      <w:lvlText w:val="-"/>
      <w:lvlJc w:val="left"/>
      <w:pPr>
        <w:ind w:left="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352A938">
      <w:start w:val="1"/>
      <w:numFmt w:val="bullet"/>
      <w:lvlText w:val="o"/>
      <w:lvlJc w:val="left"/>
      <w:pPr>
        <w:ind w:left="1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4C0052">
      <w:start w:val="1"/>
      <w:numFmt w:val="bullet"/>
      <w:lvlText w:val="▪"/>
      <w:lvlJc w:val="left"/>
      <w:pPr>
        <w:ind w:left="2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C055C8">
      <w:start w:val="1"/>
      <w:numFmt w:val="bullet"/>
      <w:lvlText w:val="•"/>
      <w:lvlJc w:val="left"/>
      <w:pPr>
        <w:ind w:left="2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0AFD9E">
      <w:start w:val="1"/>
      <w:numFmt w:val="bullet"/>
      <w:lvlText w:val="o"/>
      <w:lvlJc w:val="left"/>
      <w:pPr>
        <w:ind w:left="3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9E40B4">
      <w:start w:val="1"/>
      <w:numFmt w:val="bullet"/>
      <w:lvlText w:val="▪"/>
      <w:lvlJc w:val="left"/>
      <w:pPr>
        <w:ind w:left="4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2E2800">
      <w:start w:val="1"/>
      <w:numFmt w:val="bullet"/>
      <w:lvlText w:val="•"/>
      <w:lvlJc w:val="left"/>
      <w:pPr>
        <w:ind w:left="4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116FD50">
      <w:start w:val="1"/>
      <w:numFmt w:val="bullet"/>
      <w:lvlText w:val="o"/>
      <w:lvlJc w:val="left"/>
      <w:pPr>
        <w:ind w:left="5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F0975E">
      <w:start w:val="1"/>
      <w:numFmt w:val="bullet"/>
      <w:lvlText w:val="▪"/>
      <w:lvlJc w:val="left"/>
      <w:pPr>
        <w:ind w:left="6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4501241"/>
    <w:multiLevelType w:val="hybridMultilevel"/>
    <w:tmpl w:val="E12A8E8A"/>
    <w:lvl w:ilvl="0" w:tplc="B0EA9678">
      <w:start w:val="1"/>
      <w:numFmt w:val="lowerLetter"/>
      <w:lvlText w:val="%1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0F6D54C">
      <w:start w:val="1"/>
      <w:numFmt w:val="lowerLetter"/>
      <w:lvlText w:val="%2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F088DC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623EB0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BAE646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545EA6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5E4D3E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DC82640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C48FA34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701714E"/>
    <w:multiLevelType w:val="hybridMultilevel"/>
    <w:tmpl w:val="32DC9812"/>
    <w:lvl w:ilvl="0" w:tplc="63B6CB02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8DEBF0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43072DC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E80D0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F2644B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F6CC61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BEACF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C621A6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F2CAC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DC57365"/>
    <w:multiLevelType w:val="hybridMultilevel"/>
    <w:tmpl w:val="61DEF950"/>
    <w:lvl w:ilvl="0" w:tplc="0E0AE052">
      <w:start w:val="1"/>
      <w:numFmt w:val="lowerLetter"/>
      <w:lvlText w:val="%1)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58DA0E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FE8360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0643D0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89CF0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E058C8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3A5F7E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AECFD4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EBFDE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EB14897"/>
    <w:multiLevelType w:val="hybridMultilevel"/>
    <w:tmpl w:val="26784200"/>
    <w:lvl w:ilvl="0" w:tplc="79E6F39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3CC3B5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E32FCC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C6730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818ECC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22CBD1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6C4817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88913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784F55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EF87B9D"/>
    <w:multiLevelType w:val="hybridMultilevel"/>
    <w:tmpl w:val="2AD4814C"/>
    <w:lvl w:ilvl="0" w:tplc="CAAEF52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B78EB2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0141A3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2EEC9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EAD15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13E8E3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FAA75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867F9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32164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1A1A68"/>
    <w:multiLevelType w:val="hybridMultilevel"/>
    <w:tmpl w:val="6E46E3B0"/>
    <w:lvl w:ilvl="0" w:tplc="5FF6C1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96B1F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4F82D6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89A880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AE0FF2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3120790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542D7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A4E1C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3C235F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DF5747"/>
    <w:multiLevelType w:val="hybridMultilevel"/>
    <w:tmpl w:val="251AE05A"/>
    <w:lvl w:ilvl="0" w:tplc="9F120820">
      <w:start w:val="2"/>
      <w:numFmt w:val="lowerLetter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9568A0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38430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1E490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30FB60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498C99A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F6673C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12004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8AE17A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D8940BA"/>
    <w:multiLevelType w:val="hybridMultilevel"/>
    <w:tmpl w:val="AC84B6B4"/>
    <w:lvl w:ilvl="0" w:tplc="C6D2047C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0E26E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D2CCD6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DE864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207F4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7203D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C0306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36C24E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45EC64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EC10CD2"/>
    <w:multiLevelType w:val="hybridMultilevel"/>
    <w:tmpl w:val="0A6E8C82"/>
    <w:lvl w:ilvl="0" w:tplc="BEC05CC0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1C84C1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4C2B81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DE456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8EA33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E32C0AE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46F69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1D459E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E2D69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33E315A"/>
    <w:multiLevelType w:val="hybridMultilevel"/>
    <w:tmpl w:val="1C24DAF2"/>
    <w:lvl w:ilvl="0" w:tplc="0B0C1156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0E7F4C">
      <w:start w:val="1"/>
      <w:numFmt w:val="lowerLetter"/>
      <w:lvlText w:val="%2"/>
      <w:lvlJc w:val="left"/>
      <w:pPr>
        <w:ind w:left="1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50839C">
      <w:start w:val="1"/>
      <w:numFmt w:val="lowerRoman"/>
      <w:lvlText w:val="%3"/>
      <w:lvlJc w:val="left"/>
      <w:pPr>
        <w:ind w:left="1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0F62BA2">
      <w:start w:val="1"/>
      <w:numFmt w:val="decimal"/>
      <w:lvlText w:val="%4"/>
      <w:lvlJc w:val="left"/>
      <w:pPr>
        <w:ind w:left="2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F70AA00">
      <w:start w:val="1"/>
      <w:numFmt w:val="lowerLetter"/>
      <w:lvlText w:val="%5"/>
      <w:lvlJc w:val="left"/>
      <w:pPr>
        <w:ind w:left="33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4C55B0">
      <w:start w:val="1"/>
      <w:numFmt w:val="lowerRoman"/>
      <w:lvlText w:val="%6"/>
      <w:lvlJc w:val="left"/>
      <w:pPr>
        <w:ind w:left="4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FAEAE0">
      <w:start w:val="1"/>
      <w:numFmt w:val="decimal"/>
      <w:lvlText w:val="%7"/>
      <w:lvlJc w:val="left"/>
      <w:pPr>
        <w:ind w:left="4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FA60C8">
      <w:start w:val="1"/>
      <w:numFmt w:val="lowerLetter"/>
      <w:lvlText w:val="%8"/>
      <w:lvlJc w:val="left"/>
      <w:pPr>
        <w:ind w:left="5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BC691C">
      <w:start w:val="1"/>
      <w:numFmt w:val="lowerRoman"/>
      <w:lvlText w:val="%9"/>
      <w:lvlJc w:val="left"/>
      <w:pPr>
        <w:ind w:left="6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5270159"/>
    <w:multiLevelType w:val="hybridMultilevel"/>
    <w:tmpl w:val="ACA238C8"/>
    <w:lvl w:ilvl="0" w:tplc="9E304084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C065900">
      <w:start w:val="1"/>
      <w:numFmt w:val="bullet"/>
      <w:lvlText w:val="o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1A14B4">
      <w:start w:val="1"/>
      <w:numFmt w:val="bullet"/>
      <w:lvlText w:val="▪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3DA06F8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202936">
      <w:start w:val="1"/>
      <w:numFmt w:val="bullet"/>
      <w:lvlText w:val="o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7630E4">
      <w:start w:val="1"/>
      <w:numFmt w:val="bullet"/>
      <w:lvlText w:val="▪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C4B352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F4C6CA">
      <w:start w:val="1"/>
      <w:numFmt w:val="bullet"/>
      <w:lvlText w:val="o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6667D2">
      <w:start w:val="1"/>
      <w:numFmt w:val="bullet"/>
      <w:lvlText w:val="▪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5" w15:restartNumberingAfterBreak="0">
    <w:nsid w:val="5AF35F43"/>
    <w:multiLevelType w:val="multilevel"/>
    <w:tmpl w:val="0D8ABE32"/>
    <w:numStyleLink w:val="VariantaB-sla"/>
  </w:abstractNum>
  <w:abstractNum w:abstractNumId="46" w15:restartNumberingAfterBreak="0">
    <w:nsid w:val="5B5B79A0"/>
    <w:multiLevelType w:val="hybridMultilevel"/>
    <w:tmpl w:val="A7A4C996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7" w15:restartNumberingAfterBreak="0">
    <w:nsid w:val="5FC25CD8"/>
    <w:multiLevelType w:val="hybridMultilevel"/>
    <w:tmpl w:val="354CF228"/>
    <w:lvl w:ilvl="0" w:tplc="675EDEB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524FCD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E0A292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1AAD23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28167E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269F2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1462552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5266D0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C6A7D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FD9636F"/>
    <w:multiLevelType w:val="hybridMultilevel"/>
    <w:tmpl w:val="EB640C48"/>
    <w:lvl w:ilvl="0" w:tplc="7972AE3A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BE26CE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F4B4F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834F012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B640E7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5E8C9C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F621F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97E278E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A258BE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FF578B0"/>
    <w:multiLevelType w:val="hybridMultilevel"/>
    <w:tmpl w:val="715E8092"/>
    <w:lvl w:ilvl="0" w:tplc="ED58F14E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6C668E">
      <w:start w:val="1"/>
      <w:numFmt w:val="bullet"/>
      <w:lvlText w:val="o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1CFBA0">
      <w:start w:val="1"/>
      <w:numFmt w:val="bullet"/>
      <w:lvlText w:val="▪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B0C37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3E6BF6">
      <w:start w:val="1"/>
      <w:numFmt w:val="bullet"/>
      <w:lvlText w:val="o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BF008A2">
      <w:start w:val="1"/>
      <w:numFmt w:val="bullet"/>
      <w:lvlText w:val="▪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D0300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F6380A">
      <w:start w:val="1"/>
      <w:numFmt w:val="bullet"/>
      <w:lvlText w:val="o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76EAA2">
      <w:start w:val="1"/>
      <w:numFmt w:val="bullet"/>
      <w:lvlText w:val="▪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1AA02A8"/>
    <w:multiLevelType w:val="hybridMultilevel"/>
    <w:tmpl w:val="50CAC09E"/>
    <w:lvl w:ilvl="0" w:tplc="0B7C166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B7229C2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0D03E1A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8019B6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AA6E5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E43D5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64AC9A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4E2DEB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3E6EA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716010F"/>
    <w:multiLevelType w:val="hybridMultilevel"/>
    <w:tmpl w:val="71985EB2"/>
    <w:lvl w:ilvl="0" w:tplc="2A16ED06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76E1FC">
      <w:start w:val="1"/>
      <w:numFmt w:val="lowerLetter"/>
      <w:lvlText w:val="%2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D6E73A">
      <w:start w:val="1"/>
      <w:numFmt w:val="lowerRoman"/>
      <w:lvlText w:val="%3"/>
      <w:lvlJc w:val="left"/>
      <w:pPr>
        <w:ind w:left="1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1AC57BA">
      <w:start w:val="1"/>
      <w:numFmt w:val="decimal"/>
      <w:lvlText w:val="%4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BA9408">
      <w:start w:val="1"/>
      <w:numFmt w:val="lowerLetter"/>
      <w:lvlText w:val="%5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925982">
      <w:start w:val="1"/>
      <w:numFmt w:val="lowerRoman"/>
      <w:lvlText w:val="%6"/>
      <w:lvlJc w:val="left"/>
      <w:pPr>
        <w:ind w:left="4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126312">
      <w:start w:val="1"/>
      <w:numFmt w:val="decimal"/>
      <w:lvlText w:val="%7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9CE246">
      <w:start w:val="1"/>
      <w:numFmt w:val="lowerLetter"/>
      <w:lvlText w:val="%8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B942B64">
      <w:start w:val="1"/>
      <w:numFmt w:val="lowerRoman"/>
      <w:lvlText w:val="%9"/>
      <w:lvlJc w:val="left"/>
      <w:pPr>
        <w:ind w:left="6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AAD4FB5"/>
    <w:multiLevelType w:val="hybridMultilevel"/>
    <w:tmpl w:val="23BC3E12"/>
    <w:lvl w:ilvl="0" w:tplc="AA06278A">
      <w:start w:val="4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C90A5B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FC718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9246D3C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7FA103C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9086FF6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1A51C6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920D7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E2230C0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03C775D"/>
    <w:multiLevelType w:val="hybridMultilevel"/>
    <w:tmpl w:val="1D000758"/>
    <w:lvl w:ilvl="0" w:tplc="0606794A">
      <w:start w:val="4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03052E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B43EE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5E7FB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6A42058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732A434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389C6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526384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721A7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5132E28"/>
    <w:multiLevelType w:val="hybridMultilevel"/>
    <w:tmpl w:val="DB248D06"/>
    <w:lvl w:ilvl="0" w:tplc="9C1A2F4E">
      <w:start w:val="4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DC491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E42BCBE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42A584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32BBFA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AA1A0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AAC6EE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0A2724C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02DDD4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9E75368"/>
    <w:multiLevelType w:val="hybridMultilevel"/>
    <w:tmpl w:val="0E287E50"/>
    <w:lvl w:ilvl="0" w:tplc="225A4E2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EC069C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66E8B0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0C8E7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71A9D0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185A72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D861AE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3E1876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9EC97C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ED57C3B"/>
    <w:multiLevelType w:val="hybridMultilevel"/>
    <w:tmpl w:val="79320E10"/>
    <w:lvl w:ilvl="0" w:tplc="C87A64D8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226BEA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0C23A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C894CE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18453F6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6AF68C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6F25C08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829FF2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6B4E25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44"/>
  </w:num>
  <w:num w:numId="3">
    <w:abstractNumId w:val="41"/>
  </w:num>
  <w:num w:numId="4">
    <w:abstractNumId w:val="3"/>
  </w:num>
  <w:num w:numId="5">
    <w:abstractNumId w:val="45"/>
  </w:num>
  <w:num w:numId="6">
    <w:abstractNumId w:val="27"/>
  </w:num>
  <w:num w:numId="7">
    <w:abstractNumId w:val="16"/>
  </w:num>
  <w:num w:numId="8">
    <w:abstractNumId w:val="10"/>
  </w:num>
  <w:num w:numId="9">
    <w:abstractNumId w:val="18"/>
  </w:num>
  <w:num w:numId="10">
    <w:abstractNumId w:val="20"/>
  </w:num>
  <w:num w:numId="11">
    <w:abstractNumId w:val="55"/>
  </w:num>
  <w:num w:numId="12">
    <w:abstractNumId w:val="5"/>
  </w:num>
  <w:num w:numId="13">
    <w:abstractNumId w:val="56"/>
  </w:num>
  <w:num w:numId="14">
    <w:abstractNumId w:val="48"/>
  </w:num>
  <w:num w:numId="15">
    <w:abstractNumId w:val="0"/>
  </w:num>
  <w:num w:numId="16">
    <w:abstractNumId w:val="28"/>
  </w:num>
  <w:num w:numId="17">
    <w:abstractNumId w:val="21"/>
  </w:num>
  <w:num w:numId="18">
    <w:abstractNumId w:val="9"/>
  </w:num>
  <w:num w:numId="19">
    <w:abstractNumId w:val="25"/>
  </w:num>
  <w:num w:numId="20">
    <w:abstractNumId w:val="39"/>
  </w:num>
  <w:num w:numId="21">
    <w:abstractNumId w:val="17"/>
  </w:num>
  <w:num w:numId="22">
    <w:abstractNumId w:val="23"/>
  </w:num>
  <w:num w:numId="23">
    <w:abstractNumId w:val="29"/>
  </w:num>
  <w:num w:numId="24">
    <w:abstractNumId w:val="24"/>
  </w:num>
  <w:num w:numId="25">
    <w:abstractNumId w:val="42"/>
  </w:num>
  <w:num w:numId="26">
    <w:abstractNumId w:val="54"/>
  </w:num>
  <w:num w:numId="27">
    <w:abstractNumId w:val="38"/>
  </w:num>
  <w:num w:numId="28">
    <w:abstractNumId w:val="49"/>
  </w:num>
  <w:num w:numId="29">
    <w:abstractNumId w:val="52"/>
  </w:num>
  <w:num w:numId="30">
    <w:abstractNumId w:val="37"/>
  </w:num>
  <w:num w:numId="31">
    <w:abstractNumId w:val="53"/>
  </w:num>
  <w:num w:numId="32">
    <w:abstractNumId w:val="35"/>
  </w:num>
  <w:num w:numId="33">
    <w:abstractNumId w:val="43"/>
  </w:num>
  <w:num w:numId="34">
    <w:abstractNumId w:val="31"/>
  </w:num>
  <w:num w:numId="35">
    <w:abstractNumId w:val="32"/>
  </w:num>
  <w:num w:numId="36">
    <w:abstractNumId w:val="12"/>
  </w:num>
  <w:num w:numId="37">
    <w:abstractNumId w:val="34"/>
  </w:num>
  <w:num w:numId="38">
    <w:abstractNumId w:val="30"/>
  </w:num>
  <w:num w:numId="39">
    <w:abstractNumId w:val="40"/>
  </w:num>
  <w:num w:numId="40">
    <w:abstractNumId w:val="47"/>
  </w:num>
  <w:num w:numId="41">
    <w:abstractNumId w:val="1"/>
  </w:num>
  <w:num w:numId="42">
    <w:abstractNumId w:val="36"/>
  </w:num>
  <w:num w:numId="43">
    <w:abstractNumId w:val="8"/>
  </w:num>
  <w:num w:numId="44">
    <w:abstractNumId w:val="15"/>
  </w:num>
  <w:num w:numId="45">
    <w:abstractNumId w:val="50"/>
  </w:num>
  <w:num w:numId="46">
    <w:abstractNumId w:val="14"/>
  </w:num>
  <w:num w:numId="47">
    <w:abstractNumId w:val="7"/>
  </w:num>
  <w:num w:numId="48">
    <w:abstractNumId w:val="22"/>
  </w:num>
  <w:num w:numId="49">
    <w:abstractNumId w:val="2"/>
  </w:num>
  <w:num w:numId="50">
    <w:abstractNumId w:val="33"/>
  </w:num>
  <w:num w:numId="51">
    <w:abstractNumId w:val="51"/>
  </w:num>
  <w:num w:numId="52">
    <w:abstractNumId w:val="6"/>
  </w:num>
  <w:num w:numId="53">
    <w:abstractNumId w:val="19"/>
  </w:num>
  <w:num w:numId="54">
    <w:abstractNumId w:val="46"/>
  </w:num>
  <w:num w:numId="55">
    <w:abstractNumId w:val="26"/>
  </w:num>
  <w:num w:numId="56">
    <w:abstractNumId w:val="13"/>
  </w:num>
  <w:num w:numId="57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F2D"/>
    <w:rsid w:val="00005F57"/>
    <w:rsid w:val="00015306"/>
    <w:rsid w:val="00016094"/>
    <w:rsid w:val="00016BD0"/>
    <w:rsid w:val="000230D8"/>
    <w:rsid w:val="00025696"/>
    <w:rsid w:val="0002674B"/>
    <w:rsid w:val="000318C2"/>
    <w:rsid w:val="000376FE"/>
    <w:rsid w:val="00040C8E"/>
    <w:rsid w:val="0004162E"/>
    <w:rsid w:val="0004260E"/>
    <w:rsid w:val="0004786B"/>
    <w:rsid w:val="00051677"/>
    <w:rsid w:val="00053C9C"/>
    <w:rsid w:val="00063405"/>
    <w:rsid w:val="00076751"/>
    <w:rsid w:val="00077027"/>
    <w:rsid w:val="000809B9"/>
    <w:rsid w:val="00090B40"/>
    <w:rsid w:val="00095A0A"/>
    <w:rsid w:val="000A4096"/>
    <w:rsid w:val="000B1B3D"/>
    <w:rsid w:val="000B377B"/>
    <w:rsid w:val="000C4CAF"/>
    <w:rsid w:val="000C4D78"/>
    <w:rsid w:val="000C633E"/>
    <w:rsid w:val="000D1C71"/>
    <w:rsid w:val="000D501C"/>
    <w:rsid w:val="000D5624"/>
    <w:rsid w:val="000E188C"/>
    <w:rsid w:val="000E656B"/>
    <w:rsid w:val="000E78FA"/>
    <w:rsid w:val="000F5B15"/>
    <w:rsid w:val="000F5CC4"/>
    <w:rsid w:val="001034D1"/>
    <w:rsid w:val="00104C8A"/>
    <w:rsid w:val="0011264B"/>
    <w:rsid w:val="0011523C"/>
    <w:rsid w:val="00121485"/>
    <w:rsid w:val="00126F32"/>
    <w:rsid w:val="00135B33"/>
    <w:rsid w:val="00142EB7"/>
    <w:rsid w:val="00152097"/>
    <w:rsid w:val="00152A4D"/>
    <w:rsid w:val="00165F60"/>
    <w:rsid w:val="001746EA"/>
    <w:rsid w:val="00177772"/>
    <w:rsid w:val="0018051B"/>
    <w:rsid w:val="00187ACE"/>
    <w:rsid w:val="00191E8B"/>
    <w:rsid w:val="001952BE"/>
    <w:rsid w:val="00196A45"/>
    <w:rsid w:val="00197157"/>
    <w:rsid w:val="001A70DF"/>
    <w:rsid w:val="001B1E4A"/>
    <w:rsid w:val="001B496A"/>
    <w:rsid w:val="001C2D36"/>
    <w:rsid w:val="001C73B9"/>
    <w:rsid w:val="001D27C0"/>
    <w:rsid w:val="001D2C8C"/>
    <w:rsid w:val="001E3917"/>
    <w:rsid w:val="001E6E8E"/>
    <w:rsid w:val="001E74C3"/>
    <w:rsid w:val="001F1D66"/>
    <w:rsid w:val="001F2995"/>
    <w:rsid w:val="001F353F"/>
    <w:rsid w:val="001F6937"/>
    <w:rsid w:val="00202516"/>
    <w:rsid w:val="00220DE3"/>
    <w:rsid w:val="00222172"/>
    <w:rsid w:val="00230A86"/>
    <w:rsid w:val="00237021"/>
    <w:rsid w:val="00250447"/>
    <w:rsid w:val="0025290D"/>
    <w:rsid w:val="0025298C"/>
    <w:rsid w:val="00260372"/>
    <w:rsid w:val="00262DAF"/>
    <w:rsid w:val="00266C75"/>
    <w:rsid w:val="00266E6E"/>
    <w:rsid w:val="002729FB"/>
    <w:rsid w:val="002745BC"/>
    <w:rsid w:val="00274C86"/>
    <w:rsid w:val="00275C63"/>
    <w:rsid w:val="002764CB"/>
    <w:rsid w:val="00281439"/>
    <w:rsid w:val="00285AED"/>
    <w:rsid w:val="00293A5D"/>
    <w:rsid w:val="00295810"/>
    <w:rsid w:val="002A05FE"/>
    <w:rsid w:val="002A33EC"/>
    <w:rsid w:val="002B35A8"/>
    <w:rsid w:val="002B71E9"/>
    <w:rsid w:val="002C4D44"/>
    <w:rsid w:val="002E1329"/>
    <w:rsid w:val="002E2442"/>
    <w:rsid w:val="002E6041"/>
    <w:rsid w:val="002F0E8C"/>
    <w:rsid w:val="002F2416"/>
    <w:rsid w:val="00304963"/>
    <w:rsid w:val="0030587B"/>
    <w:rsid w:val="00310E3D"/>
    <w:rsid w:val="00310FA0"/>
    <w:rsid w:val="00313247"/>
    <w:rsid w:val="00313D09"/>
    <w:rsid w:val="00315559"/>
    <w:rsid w:val="00320481"/>
    <w:rsid w:val="00324551"/>
    <w:rsid w:val="003250CB"/>
    <w:rsid w:val="00331E35"/>
    <w:rsid w:val="00332E6A"/>
    <w:rsid w:val="00333CF1"/>
    <w:rsid w:val="0033467F"/>
    <w:rsid w:val="00350227"/>
    <w:rsid w:val="00352B57"/>
    <w:rsid w:val="00354424"/>
    <w:rsid w:val="00355978"/>
    <w:rsid w:val="0035774D"/>
    <w:rsid w:val="00363201"/>
    <w:rsid w:val="003671C6"/>
    <w:rsid w:val="00376BDD"/>
    <w:rsid w:val="003859BB"/>
    <w:rsid w:val="0039063C"/>
    <w:rsid w:val="003927B4"/>
    <w:rsid w:val="0039631B"/>
    <w:rsid w:val="003964B7"/>
    <w:rsid w:val="003968AD"/>
    <w:rsid w:val="003A09CC"/>
    <w:rsid w:val="003A46A8"/>
    <w:rsid w:val="003A51AA"/>
    <w:rsid w:val="003B565A"/>
    <w:rsid w:val="003C2375"/>
    <w:rsid w:val="003C479B"/>
    <w:rsid w:val="003C72CC"/>
    <w:rsid w:val="003D00A1"/>
    <w:rsid w:val="003D47FC"/>
    <w:rsid w:val="003E6829"/>
    <w:rsid w:val="003F6B85"/>
    <w:rsid w:val="004045C6"/>
    <w:rsid w:val="0041001B"/>
    <w:rsid w:val="0041427F"/>
    <w:rsid w:val="0041550A"/>
    <w:rsid w:val="004168A2"/>
    <w:rsid w:val="004170CA"/>
    <w:rsid w:val="004243A4"/>
    <w:rsid w:val="00432217"/>
    <w:rsid w:val="0043762F"/>
    <w:rsid w:val="00442FE5"/>
    <w:rsid w:val="00443163"/>
    <w:rsid w:val="004509E5"/>
    <w:rsid w:val="00460203"/>
    <w:rsid w:val="004604CD"/>
    <w:rsid w:val="00463FA6"/>
    <w:rsid w:val="00466ACA"/>
    <w:rsid w:val="00474831"/>
    <w:rsid w:val="00480697"/>
    <w:rsid w:val="00483791"/>
    <w:rsid w:val="00483E3F"/>
    <w:rsid w:val="00486FB9"/>
    <w:rsid w:val="004A0D36"/>
    <w:rsid w:val="004A0FC8"/>
    <w:rsid w:val="004A4DD9"/>
    <w:rsid w:val="004B23A5"/>
    <w:rsid w:val="004B340A"/>
    <w:rsid w:val="004C212A"/>
    <w:rsid w:val="004D20DA"/>
    <w:rsid w:val="004D5EB8"/>
    <w:rsid w:val="004D77BA"/>
    <w:rsid w:val="004E3D89"/>
    <w:rsid w:val="004E60B7"/>
    <w:rsid w:val="004F227C"/>
    <w:rsid w:val="00500232"/>
    <w:rsid w:val="00504668"/>
    <w:rsid w:val="00505768"/>
    <w:rsid w:val="00505937"/>
    <w:rsid w:val="00507AF9"/>
    <w:rsid w:val="00523698"/>
    <w:rsid w:val="005251D2"/>
    <w:rsid w:val="005342C7"/>
    <w:rsid w:val="00535A7A"/>
    <w:rsid w:val="005415BB"/>
    <w:rsid w:val="005434EE"/>
    <w:rsid w:val="005455BC"/>
    <w:rsid w:val="005455E1"/>
    <w:rsid w:val="00546885"/>
    <w:rsid w:val="005502BD"/>
    <w:rsid w:val="00553361"/>
    <w:rsid w:val="00556787"/>
    <w:rsid w:val="005619FF"/>
    <w:rsid w:val="00566098"/>
    <w:rsid w:val="00567217"/>
    <w:rsid w:val="0056749B"/>
    <w:rsid w:val="00570EEB"/>
    <w:rsid w:val="00572129"/>
    <w:rsid w:val="00574F3C"/>
    <w:rsid w:val="005778FD"/>
    <w:rsid w:val="00583E11"/>
    <w:rsid w:val="00584805"/>
    <w:rsid w:val="00595B2A"/>
    <w:rsid w:val="00595BB4"/>
    <w:rsid w:val="005A17B5"/>
    <w:rsid w:val="005A5F49"/>
    <w:rsid w:val="005B5376"/>
    <w:rsid w:val="005C0398"/>
    <w:rsid w:val="005C0FCA"/>
    <w:rsid w:val="005C2560"/>
    <w:rsid w:val="005D642A"/>
    <w:rsid w:val="005E497B"/>
    <w:rsid w:val="005F3397"/>
    <w:rsid w:val="005F7585"/>
    <w:rsid w:val="00603ED9"/>
    <w:rsid w:val="00605759"/>
    <w:rsid w:val="00606871"/>
    <w:rsid w:val="00611440"/>
    <w:rsid w:val="00614DD5"/>
    <w:rsid w:val="006173B0"/>
    <w:rsid w:val="0062100F"/>
    <w:rsid w:val="00622F50"/>
    <w:rsid w:val="0062746D"/>
    <w:rsid w:val="00643E25"/>
    <w:rsid w:val="00650C6C"/>
    <w:rsid w:val="00651CE3"/>
    <w:rsid w:val="00652EC2"/>
    <w:rsid w:val="00652FE6"/>
    <w:rsid w:val="006604FD"/>
    <w:rsid w:val="0066051E"/>
    <w:rsid w:val="006607E7"/>
    <w:rsid w:val="00667239"/>
    <w:rsid w:val="00667898"/>
    <w:rsid w:val="00676476"/>
    <w:rsid w:val="00680495"/>
    <w:rsid w:val="0068114D"/>
    <w:rsid w:val="00682E1D"/>
    <w:rsid w:val="006841AA"/>
    <w:rsid w:val="006878EB"/>
    <w:rsid w:val="006938E1"/>
    <w:rsid w:val="00694263"/>
    <w:rsid w:val="006A036B"/>
    <w:rsid w:val="006A16E3"/>
    <w:rsid w:val="006A2994"/>
    <w:rsid w:val="006B30B1"/>
    <w:rsid w:val="006D04EF"/>
    <w:rsid w:val="006D0ACD"/>
    <w:rsid w:val="006E07C8"/>
    <w:rsid w:val="006E0D8C"/>
    <w:rsid w:val="006E27F2"/>
    <w:rsid w:val="006E2FB0"/>
    <w:rsid w:val="006E54BC"/>
    <w:rsid w:val="006F49C7"/>
    <w:rsid w:val="006F5627"/>
    <w:rsid w:val="0070782F"/>
    <w:rsid w:val="007102D2"/>
    <w:rsid w:val="00713948"/>
    <w:rsid w:val="00717243"/>
    <w:rsid w:val="00722974"/>
    <w:rsid w:val="0072371D"/>
    <w:rsid w:val="0072529F"/>
    <w:rsid w:val="0072701D"/>
    <w:rsid w:val="007270BA"/>
    <w:rsid w:val="00733C32"/>
    <w:rsid w:val="00735813"/>
    <w:rsid w:val="0073676E"/>
    <w:rsid w:val="00741FFA"/>
    <w:rsid w:val="007474C3"/>
    <w:rsid w:val="00753A27"/>
    <w:rsid w:val="00761013"/>
    <w:rsid w:val="0076604C"/>
    <w:rsid w:val="00767166"/>
    <w:rsid w:val="00767D52"/>
    <w:rsid w:val="0077410B"/>
    <w:rsid w:val="00780071"/>
    <w:rsid w:val="0079030A"/>
    <w:rsid w:val="007924E8"/>
    <w:rsid w:val="0079342A"/>
    <w:rsid w:val="007957C2"/>
    <w:rsid w:val="007A537E"/>
    <w:rsid w:val="007B0C09"/>
    <w:rsid w:val="007B189D"/>
    <w:rsid w:val="007B4949"/>
    <w:rsid w:val="007B4D7D"/>
    <w:rsid w:val="007B66C8"/>
    <w:rsid w:val="007C77FC"/>
    <w:rsid w:val="007D3597"/>
    <w:rsid w:val="007D4892"/>
    <w:rsid w:val="007F0BC6"/>
    <w:rsid w:val="008027DA"/>
    <w:rsid w:val="00803730"/>
    <w:rsid w:val="00803D9D"/>
    <w:rsid w:val="008043F3"/>
    <w:rsid w:val="00805658"/>
    <w:rsid w:val="00815945"/>
    <w:rsid w:val="00827DA9"/>
    <w:rsid w:val="00831374"/>
    <w:rsid w:val="008354A8"/>
    <w:rsid w:val="008371EA"/>
    <w:rsid w:val="00837332"/>
    <w:rsid w:val="00842999"/>
    <w:rsid w:val="00853189"/>
    <w:rsid w:val="00856DF7"/>
    <w:rsid w:val="00857580"/>
    <w:rsid w:val="00865238"/>
    <w:rsid w:val="008667BF"/>
    <w:rsid w:val="00873563"/>
    <w:rsid w:val="00876244"/>
    <w:rsid w:val="0087776A"/>
    <w:rsid w:val="00884EAC"/>
    <w:rsid w:val="00890091"/>
    <w:rsid w:val="00894E9A"/>
    <w:rsid w:val="00895645"/>
    <w:rsid w:val="008A0011"/>
    <w:rsid w:val="008B707B"/>
    <w:rsid w:val="008C23D3"/>
    <w:rsid w:val="008C3782"/>
    <w:rsid w:val="008D4A32"/>
    <w:rsid w:val="008D593A"/>
    <w:rsid w:val="008D60C8"/>
    <w:rsid w:val="008E7760"/>
    <w:rsid w:val="008F46E3"/>
    <w:rsid w:val="008F58B7"/>
    <w:rsid w:val="009041B0"/>
    <w:rsid w:val="00913A3A"/>
    <w:rsid w:val="00915BFD"/>
    <w:rsid w:val="00915E6B"/>
    <w:rsid w:val="0092097F"/>
    <w:rsid w:val="00922001"/>
    <w:rsid w:val="0092206B"/>
    <w:rsid w:val="00922C17"/>
    <w:rsid w:val="00932F6F"/>
    <w:rsid w:val="00934064"/>
    <w:rsid w:val="00942DDD"/>
    <w:rsid w:val="0095017F"/>
    <w:rsid w:val="009516A8"/>
    <w:rsid w:val="00953625"/>
    <w:rsid w:val="00974392"/>
    <w:rsid w:val="0097443F"/>
    <w:rsid w:val="0097705C"/>
    <w:rsid w:val="00985C8A"/>
    <w:rsid w:val="0099071D"/>
    <w:rsid w:val="009924EA"/>
    <w:rsid w:val="009A03A6"/>
    <w:rsid w:val="009A49DF"/>
    <w:rsid w:val="009B0847"/>
    <w:rsid w:val="009B1F90"/>
    <w:rsid w:val="009B4A07"/>
    <w:rsid w:val="009B6D5F"/>
    <w:rsid w:val="009C4E38"/>
    <w:rsid w:val="009C5730"/>
    <w:rsid w:val="009C74D9"/>
    <w:rsid w:val="009E28F1"/>
    <w:rsid w:val="009E6AAE"/>
    <w:rsid w:val="009E6EDA"/>
    <w:rsid w:val="009F393D"/>
    <w:rsid w:val="009F4BC7"/>
    <w:rsid w:val="009F7F46"/>
    <w:rsid w:val="00A000BF"/>
    <w:rsid w:val="00A01621"/>
    <w:rsid w:val="00A04869"/>
    <w:rsid w:val="00A0587E"/>
    <w:rsid w:val="00A1415C"/>
    <w:rsid w:val="00A144A0"/>
    <w:rsid w:val="00A158E6"/>
    <w:rsid w:val="00A20701"/>
    <w:rsid w:val="00A265CC"/>
    <w:rsid w:val="00A275BC"/>
    <w:rsid w:val="00A31251"/>
    <w:rsid w:val="00A320C1"/>
    <w:rsid w:val="00A37642"/>
    <w:rsid w:val="00A464B4"/>
    <w:rsid w:val="00A506CF"/>
    <w:rsid w:val="00A6340A"/>
    <w:rsid w:val="00A6397D"/>
    <w:rsid w:val="00A63D6B"/>
    <w:rsid w:val="00A81C87"/>
    <w:rsid w:val="00A84B52"/>
    <w:rsid w:val="00A85981"/>
    <w:rsid w:val="00A8660F"/>
    <w:rsid w:val="00A93F2D"/>
    <w:rsid w:val="00A95C48"/>
    <w:rsid w:val="00AA04FF"/>
    <w:rsid w:val="00AA7056"/>
    <w:rsid w:val="00AA7449"/>
    <w:rsid w:val="00AB31C6"/>
    <w:rsid w:val="00AB523B"/>
    <w:rsid w:val="00AC2FD2"/>
    <w:rsid w:val="00AC4012"/>
    <w:rsid w:val="00AC65C9"/>
    <w:rsid w:val="00AD4BDD"/>
    <w:rsid w:val="00AD7E40"/>
    <w:rsid w:val="00AE562C"/>
    <w:rsid w:val="00AF348D"/>
    <w:rsid w:val="00AF5CDC"/>
    <w:rsid w:val="00B0394F"/>
    <w:rsid w:val="00B07D7C"/>
    <w:rsid w:val="00B1211C"/>
    <w:rsid w:val="00B1475A"/>
    <w:rsid w:val="00B1477A"/>
    <w:rsid w:val="00B20993"/>
    <w:rsid w:val="00B22CCB"/>
    <w:rsid w:val="00B26C54"/>
    <w:rsid w:val="00B41181"/>
    <w:rsid w:val="00B42E96"/>
    <w:rsid w:val="00B50EE6"/>
    <w:rsid w:val="00B52014"/>
    <w:rsid w:val="00B52185"/>
    <w:rsid w:val="00B56F4F"/>
    <w:rsid w:val="00B63C13"/>
    <w:rsid w:val="00B6708B"/>
    <w:rsid w:val="00B67AF1"/>
    <w:rsid w:val="00B73567"/>
    <w:rsid w:val="00B8347A"/>
    <w:rsid w:val="00B858EC"/>
    <w:rsid w:val="00B93B74"/>
    <w:rsid w:val="00B95BDD"/>
    <w:rsid w:val="00B9753A"/>
    <w:rsid w:val="00BA1EB1"/>
    <w:rsid w:val="00BA79ED"/>
    <w:rsid w:val="00BB0682"/>
    <w:rsid w:val="00BB176C"/>
    <w:rsid w:val="00BB4333"/>
    <w:rsid w:val="00BB479C"/>
    <w:rsid w:val="00BB4A5D"/>
    <w:rsid w:val="00BB5BE2"/>
    <w:rsid w:val="00BB6304"/>
    <w:rsid w:val="00BC14FC"/>
    <w:rsid w:val="00BC33AE"/>
    <w:rsid w:val="00BC4720"/>
    <w:rsid w:val="00BC6AA5"/>
    <w:rsid w:val="00BD39AF"/>
    <w:rsid w:val="00BD5F1F"/>
    <w:rsid w:val="00BD6915"/>
    <w:rsid w:val="00BD75A2"/>
    <w:rsid w:val="00C009CD"/>
    <w:rsid w:val="00C03BD6"/>
    <w:rsid w:val="00C06A7A"/>
    <w:rsid w:val="00C10DB9"/>
    <w:rsid w:val="00C12A91"/>
    <w:rsid w:val="00C12C46"/>
    <w:rsid w:val="00C1375C"/>
    <w:rsid w:val="00C16238"/>
    <w:rsid w:val="00C2017A"/>
    <w:rsid w:val="00C2026B"/>
    <w:rsid w:val="00C20470"/>
    <w:rsid w:val="00C22A6B"/>
    <w:rsid w:val="00C34B2F"/>
    <w:rsid w:val="00C41A27"/>
    <w:rsid w:val="00C42D8A"/>
    <w:rsid w:val="00C45D9B"/>
    <w:rsid w:val="00C4641B"/>
    <w:rsid w:val="00C649D7"/>
    <w:rsid w:val="00C668B5"/>
    <w:rsid w:val="00C6690E"/>
    <w:rsid w:val="00C703C5"/>
    <w:rsid w:val="00C71A8E"/>
    <w:rsid w:val="00C805F2"/>
    <w:rsid w:val="00C844DF"/>
    <w:rsid w:val="00C954CB"/>
    <w:rsid w:val="00C95701"/>
    <w:rsid w:val="00C977F1"/>
    <w:rsid w:val="00CB4A0B"/>
    <w:rsid w:val="00CC0F9F"/>
    <w:rsid w:val="00CC366C"/>
    <w:rsid w:val="00CC5E40"/>
    <w:rsid w:val="00CC6353"/>
    <w:rsid w:val="00CD22C5"/>
    <w:rsid w:val="00CD4F38"/>
    <w:rsid w:val="00CD6352"/>
    <w:rsid w:val="00CE0921"/>
    <w:rsid w:val="00CE24FE"/>
    <w:rsid w:val="00CF5616"/>
    <w:rsid w:val="00CF78A0"/>
    <w:rsid w:val="00D0730D"/>
    <w:rsid w:val="00D10DA2"/>
    <w:rsid w:val="00D140D5"/>
    <w:rsid w:val="00D1569F"/>
    <w:rsid w:val="00D20B1E"/>
    <w:rsid w:val="00D22070"/>
    <w:rsid w:val="00D22462"/>
    <w:rsid w:val="00D230AC"/>
    <w:rsid w:val="00D274B8"/>
    <w:rsid w:val="00D32489"/>
    <w:rsid w:val="00D32FD4"/>
    <w:rsid w:val="00D3349E"/>
    <w:rsid w:val="00D340EA"/>
    <w:rsid w:val="00D3498A"/>
    <w:rsid w:val="00D574F8"/>
    <w:rsid w:val="00D6028B"/>
    <w:rsid w:val="00D63A49"/>
    <w:rsid w:val="00D65AC7"/>
    <w:rsid w:val="00D72717"/>
    <w:rsid w:val="00D73CB8"/>
    <w:rsid w:val="00D73E30"/>
    <w:rsid w:val="00D74C2B"/>
    <w:rsid w:val="00D81A8E"/>
    <w:rsid w:val="00D87A56"/>
    <w:rsid w:val="00D916F9"/>
    <w:rsid w:val="00DA7591"/>
    <w:rsid w:val="00DB2669"/>
    <w:rsid w:val="00DB2855"/>
    <w:rsid w:val="00DB5909"/>
    <w:rsid w:val="00DC02FB"/>
    <w:rsid w:val="00DC2BB4"/>
    <w:rsid w:val="00DC6FB2"/>
    <w:rsid w:val="00DD6944"/>
    <w:rsid w:val="00DE1A60"/>
    <w:rsid w:val="00DF0355"/>
    <w:rsid w:val="00DF2D66"/>
    <w:rsid w:val="00DF32CE"/>
    <w:rsid w:val="00DF4019"/>
    <w:rsid w:val="00DF6E19"/>
    <w:rsid w:val="00DF7BD8"/>
    <w:rsid w:val="00E00001"/>
    <w:rsid w:val="00E006F3"/>
    <w:rsid w:val="00E1212A"/>
    <w:rsid w:val="00E13950"/>
    <w:rsid w:val="00E208D2"/>
    <w:rsid w:val="00E2118B"/>
    <w:rsid w:val="00E32798"/>
    <w:rsid w:val="00E40582"/>
    <w:rsid w:val="00E47335"/>
    <w:rsid w:val="00E51C91"/>
    <w:rsid w:val="00E62E12"/>
    <w:rsid w:val="00E667C1"/>
    <w:rsid w:val="00E70577"/>
    <w:rsid w:val="00E860E8"/>
    <w:rsid w:val="00E9575B"/>
    <w:rsid w:val="00E96FEA"/>
    <w:rsid w:val="00EA1ED5"/>
    <w:rsid w:val="00EA5AEE"/>
    <w:rsid w:val="00EB6F46"/>
    <w:rsid w:val="00EC3F88"/>
    <w:rsid w:val="00EC6759"/>
    <w:rsid w:val="00ED2378"/>
    <w:rsid w:val="00ED36D8"/>
    <w:rsid w:val="00ED78A9"/>
    <w:rsid w:val="00EE132D"/>
    <w:rsid w:val="00EE19A3"/>
    <w:rsid w:val="00EE4A38"/>
    <w:rsid w:val="00EE6BD7"/>
    <w:rsid w:val="00EF2A93"/>
    <w:rsid w:val="00EF3DF7"/>
    <w:rsid w:val="00F0689D"/>
    <w:rsid w:val="00F068A2"/>
    <w:rsid w:val="00F138A1"/>
    <w:rsid w:val="00F1518C"/>
    <w:rsid w:val="00F1598D"/>
    <w:rsid w:val="00F2210D"/>
    <w:rsid w:val="00F3250C"/>
    <w:rsid w:val="00F401CF"/>
    <w:rsid w:val="00F41330"/>
    <w:rsid w:val="00F52AB4"/>
    <w:rsid w:val="00F6118E"/>
    <w:rsid w:val="00F62041"/>
    <w:rsid w:val="00F6584B"/>
    <w:rsid w:val="00F66E31"/>
    <w:rsid w:val="00F73755"/>
    <w:rsid w:val="00F81CB8"/>
    <w:rsid w:val="00F82820"/>
    <w:rsid w:val="00F82F5B"/>
    <w:rsid w:val="00F9062F"/>
    <w:rsid w:val="00F9296C"/>
    <w:rsid w:val="00F92E29"/>
    <w:rsid w:val="00F93B6D"/>
    <w:rsid w:val="00FA2998"/>
    <w:rsid w:val="00FA2D0C"/>
    <w:rsid w:val="00FA30A1"/>
    <w:rsid w:val="00FA6086"/>
    <w:rsid w:val="00FB01B5"/>
    <w:rsid w:val="00FC4811"/>
    <w:rsid w:val="00FD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B818A4"/>
  <w15:chartTrackingRefBased/>
  <w15:docId w15:val="{11883E6D-49CE-4521-98E4-8448F9C9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table" w:customStyle="1" w:styleId="TableGrid">
    <w:name w:val="TableGrid"/>
    <w:rsid w:val="000F5CC4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basedOn w:val="Normln"/>
    <w:rsid w:val="00040C8E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tbl-hdr">
    <w:name w:val="tbl-hdr"/>
    <w:basedOn w:val="Normln"/>
    <w:rsid w:val="00040C8E"/>
    <w:pPr>
      <w:spacing w:before="60" w:after="60" w:line="240" w:lineRule="auto"/>
      <w:ind w:right="195"/>
      <w:jc w:val="center"/>
    </w:pPr>
    <w:rPr>
      <w:rFonts w:ascii="Times New Roman" w:eastAsia="Times New Roman" w:hAnsi="Times New Roman" w:cs="Times New Roman"/>
      <w:b/>
      <w:bCs/>
      <w:color w:val="auto"/>
      <w:lang w:eastAsia="cs-CZ"/>
    </w:rPr>
  </w:style>
  <w:style w:type="paragraph" w:customStyle="1" w:styleId="tbl-txt">
    <w:name w:val="tbl-txt"/>
    <w:basedOn w:val="Normln"/>
    <w:rsid w:val="00040C8E"/>
    <w:pPr>
      <w:spacing w:before="60" w:after="60" w:line="240" w:lineRule="auto"/>
    </w:pPr>
    <w:rPr>
      <w:rFonts w:ascii="Times New Roman" w:eastAsia="Times New Roman" w:hAnsi="Times New Roman" w:cs="Times New Roman"/>
      <w:color w:val="auto"/>
      <w:lang w:eastAsia="cs-CZ"/>
    </w:rPr>
  </w:style>
  <w:style w:type="paragraph" w:customStyle="1" w:styleId="ti-grseq-1">
    <w:name w:val="ti-grseq-1"/>
    <w:basedOn w:val="Normln"/>
    <w:rsid w:val="00040C8E"/>
    <w:pPr>
      <w:spacing w:before="240" w:after="120" w:line="240" w:lineRule="auto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cs-CZ"/>
    </w:rPr>
  </w:style>
  <w:style w:type="character" w:customStyle="1" w:styleId="bold">
    <w:name w:val="bold"/>
    <w:basedOn w:val="Standardnpsmoodstavce"/>
    <w:rsid w:val="00040C8E"/>
    <w:rPr>
      <w:b/>
      <w:bCs/>
    </w:rPr>
  </w:style>
  <w:style w:type="character" w:customStyle="1" w:styleId="italic">
    <w:name w:val="italic"/>
    <w:basedOn w:val="Standardnpsmoodstavce"/>
    <w:rsid w:val="00040C8E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BD5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F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F1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F1F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F1F"/>
    <w:rPr>
      <w:rFonts w:ascii="Segoe UI" w:hAnsi="Segoe UI" w:cs="Segoe UI"/>
      <w:color w:val="000000" w:themeColor="tex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9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68AD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39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68AD"/>
    <w:rPr>
      <w:color w:val="000000" w:themeColor="text1"/>
    </w:rPr>
  </w:style>
  <w:style w:type="character" w:customStyle="1" w:styleId="OdstavecseseznamemChar">
    <w:name w:val="Odstavec se seznamem Char"/>
    <w:link w:val="Odstavecseseznamem"/>
    <w:uiPriority w:val="34"/>
    <w:rsid w:val="00E96FEA"/>
    <w:rPr>
      <w:color w:val="000000" w:themeColor="text1"/>
    </w:rPr>
  </w:style>
  <w:style w:type="table" w:styleId="Mkatabulky">
    <w:name w:val="Table Grid"/>
    <w:basedOn w:val="Normlntabulka"/>
    <w:uiPriority w:val="39"/>
    <w:rsid w:val="000D5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15945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75302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2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42D69-34A3-422A-8E18-5724405E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F61186D8.dotm</Template>
  <TotalTime>3</TotalTime>
  <Pages>8</Pages>
  <Words>1900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13084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Vaněk Ladislav</dc:creator>
  <cp:keywords/>
  <dc:description/>
  <cp:lastModifiedBy>Budinský Jan</cp:lastModifiedBy>
  <cp:revision>5</cp:revision>
  <cp:lastPrinted>2019-09-12T13:30:00Z</cp:lastPrinted>
  <dcterms:created xsi:type="dcterms:W3CDTF">2020-12-16T12:12:00Z</dcterms:created>
  <dcterms:modified xsi:type="dcterms:W3CDTF">2021-01-04T09:28:00Z</dcterms:modified>
</cp:coreProperties>
</file>