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070112" w14:textId="2419271F" w:rsidR="00762F45" w:rsidRDefault="00D140D5" w:rsidP="00604DDB">
      <w:pPr>
        <w:jc w:val="right"/>
        <w:rPr>
          <w:rFonts w:ascii="Times New Roman" w:hAnsi="Times New Roman" w:cs="Times New Roman"/>
        </w:rPr>
      </w:pPr>
      <w:r w:rsidRPr="009B6D5F">
        <w:rPr>
          <w:rFonts w:ascii="Times New Roman" w:hAnsi="Times New Roman" w:cs="Times New Roman"/>
          <w:sz w:val="16"/>
          <w:szCs w:val="16"/>
        </w:rPr>
        <w:tab/>
      </w:r>
      <w:r w:rsidRPr="009B6D5F">
        <w:rPr>
          <w:rFonts w:ascii="Times New Roman" w:hAnsi="Times New Roman" w:cs="Times New Roman"/>
          <w:sz w:val="16"/>
          <w:szCs w:val="16"/>
        </w:rPr>
        <w:tab/>
      </w:r>
    </w:p>
    <w:p w14:paraId="23070113" w14:textId="58560A11" w:rsidR="006E0D8C" w:rsidRPr="009B6D5F" w:rsidRDefault="00507AF9" w:rsidP="00507AF9">
      <w:pPr>
        <w:pStyle w:val="Nadpisobsahu"/>
        <w:jc w:val="center"/>
        <w:rPr>
          <w:rFonts w:ascii="Times New Roman" w:hAnsi="Times New Roman" w:cs="Times New Roman"/>
        </w:rPr>
      </w:pPr>
      <w:r w:rsidRPr="009B6D5F">
        <w:rPr>
          <w:rFonts w:ascii="Times New Roman" w:hAnsi="Times New Roman" w:cs="Times New Roman"/>
        </w:rPr>
        <w:t>Teze návrhu vyhlášky č.</w:t>
      </w:r>
      <w:proofErr w:type="gramStart"/>
      <w:r w:rsidRPr="009B6D5F">
        <w:rPr>
          <w:rFonts w:ascii="Times New Roman" w:hAnsi="Times New Roman" w:cs="Times New Roman"/>
        </w:rPr>
        <w:t xml:space="preserve"> ….</w:t>
      </w:r>
      <w:proofErr w:type="gramEnd"/>
      <w:r w:rsidRPr="009B6D5F">
        <w:rPr>
          <w:rFonts w:ascii="Times New Roman" w:hAnsi="Times New Roman" w:cs="Times New Roman"/>
        </w:rPr>
        <w:t>/20</w:t>
      </w:r>
      <w:r w:rsidR="00FC1707">
        <w:rPr>
          <w:rFonts w:ascii="Times New Roman" w:hAnsi="Times New Roman" w:cs="Times New Roman"/>
        </w:rPr>
        <w:t>2</w:t>
      </w:r>
      <w:r w:rsidR="009101F0">
        <w:rPr>
          <w:rFonts w:ascii="Times New Roman" w:hAnsi="Times New Roman" w:cs="Times New Roman"/>
        </w:rPr>
        <w:t>1</w:t>
      </w:r>
      <w:r w:rsidRPr="009B6D5F">
        <w:rPr>
          <w:rFonts w:ascii="Times New Roman" w:hAnsi="Times New Roman" w:cs="Times New Roman"/>
        </w:rPr>
        <w:t xml:space="preserve"> Sb., </w:t>
      </w:r>
      <w:r w:rsidR="006A2994" w:rsidRPr="009B6D5F">
        <w:rPr>
          <w:rFonts w:ascii="Times New Roman" w:hAnsi="Times New Roman" w:cs="Times New Roman"/>
        </w:rPr>
        <w:t>o skupinách stanovených stavebních výrobků</w:t>
      </w:r>
    </w:p>
    <w:p w14:paraId="23070114" w14:textId="169DF728" w:rsidR="00507AF9" w:rsidRPr="009B6D5F" w:rsidRDefault="00507AF9" w:rsidP="00507AF9">
      <w:pPr>
        <w:pStyle w:val="Nadpisobsahu"/>
        <w:jc w:val="center"/>
        <w:rPr>
          <w:rFonts w:ascii="Times New Roman" w:hAnsi="Times New Roman" w:cs="Times New Roman"/>
          <w:b w:val="0"/>
        </w:rPr>
      </w:pPr>
      <w:r w:rsidRPr="009B6D5F">
        <w:rPr>
          <w:rFonts w:ascii="Times New Roman" w:hAnsi="Times New Roman" w:cs="Times New Roman"/>
          <w:b w:val="0"/>
        </w:rPr>
        <w:t>k</w:t>
      </w:r>
      <w:r w:rsidR="00604DDB">
        <w:rPr>
          <w:rFonts w:ascii="Times New Roman" w:hAnsi="Times New Roman" w:cs="Times New Roman"/>
          <w:b w:val="0"/>
        </w:rPr>
        <w:t xml:space="preserve"> vládnímu </w:t>
      </w:r>
      <w:bookmarkStart w:id="0" w:name="_GoBack"/>
      <w:bookmarkEnd w:id="0"/>
      <w:r w:rsidRPr="009B6D5F">
        <w:rPr>
          <w:rFonts w:ascii="Times New Roman" w:hAnsi="Times New Roman" w:cs="Times New Roman"/>
          <w:b w:val="0"/>
        </w:rPr>
        <w:t xml:space="preserve">návrhu zákona </w:t>
      </w:r>
      <w:r w:rsidR="009101F0" w:rsidRPr="009101F0">
        <w:rPr>
          <w:rFonts w:ascii="Times New Roman" w:hAnsi="Times New Roman" w:cs="Times New Roman"/>
          <w:b w:val="0"/>
        </w:rPr>
        <w:t>o stavebních výrobcích a jejich použití do staveb a o změně některých zákonů</w:t>
      </w:r>
    </w:p>
    <w:p w14:paraId="23070115" w14:textId="77777777" w:rsidR="00507AF9" w:rsidRPr="009B6D5F" w:rsidRDefault="00507AF9" w:rsidP="00507A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3070116" w14:textId="77777777" w:rsidR="00507AF9" w:rsidRPr="00177772" w:rsidRDefault="00507AF9" w:rsidP="00177772">
      <w:pPr>
        <w:rPr>
          <w:rFonts w:ascii="Times New Roman" w:hAnsi="Times New Roman" w:cs="Times New Roman"/>
          <w:sz w:val="24"/>
          <w:szCs w:val="24"/>
        </w:rPr>
      </w:pPr>
    </w:p>
    <w:p w14:paraId="23070117" w14:textId="436E31D8" w:rsidR="00507AF9" w:rsidRPr="00C87291" w:rsidRDefault="00507AF9" w:rsidP="00386DAF">
      <w:pPr>
        <w:jc w:val="both"/>
        <w:rPr>
          <w:rFonts w:ascii="Times New Roman" w:hAnsi="Times New Roman" w:cs="Times New Roman"/>
          <w:sz w:val="24"/>
          <w:szCs w:val="24"/>
        </w:rPr>
      </w:pPr>
      <w:r w:rsidRPr="00C87291">
        <w:rPr>
          <w:rFonts w:ascii="Times New Roman" w:hAnsi="Times New Roman" w:cs="Times New Roman"/>
          <w:sz w:val="24"/>
          <w:szCs w:val="24"/>
        </w:rPr>
        <w:t xml:space="preserve">Obsahem </w:t>
      </w:r>
      <w:r w:rsidR="000C229E" w:rsidRPr="000C229E">
        <w:rPr>
          <w:rFonts w:ascii="Times New Roman" w:hAnsi="Times New Roman" w:cs="Times New Roman"/>
          <w:sz w:val="24"/>
          <w:szCs w:val="24"/>
        </w:rPr>
        <w:t xml:space="preserve">§ 8 odst. 1 a 2, § 11 odst. 2, § 12 odst. 3, § 25 odst. 9 </w:t>
      </w:r>
      <w:r w:rsidRPr="00C87291">
        <w:rPr>
          <w:rFonts w:ascii="Times New Roman" w:hAnsi="Times New Roman" w:cs="Times New Roman"/>
          <w:sz w:val="24"/>
          <w:szCs w:val="24"/>
        </w:rPr>
        <w:t xml:space="preserve">návrhu zákona je ustanovení, které zmocňuje </w:t>
      </w:r>
      <w:r w:rsidR="00313D09" w:rsidRPr="00C87291">
        <w:rPr>
          <w:rFonts w:ascii="Times New Roman" w:hAnsi="Times New Roman" w:cs="Times New Roman"/>
          <w:sz w:val="24"/>
          <w:szCs w:val="24"/>
        </w:rPr>
        <w:t xml:space="preserve">Ministerstvo průmyslu a obchodu </w:t>
      </w:r>
      <w:r w:rsidRPr="00C87291">
        <w:rPr>
          <w:rFonts w:ascii="Times New Roman" w:hAnsi="Times New Roman" w:cs="Times New Roman"/>
          <w:sz w:val="24"/>
          <w:szCs w:val="24"/>
        </w:rPr>
        <w:t xml:space="preserve">k vydání prováděcí </w:t>
      </w:r>
      <w:r w:rsidR="00984909" w:rsidRPr="00C87291">
        <w:rPr>
          <w:rFonts w:ascii="Times New Roman" w:hAnsi="Times New Roman" w:cs="Times New Roman"/>
          <w:sz w:val="24"/>
          <w:szCs w:val="24"/>
        </w:rPr>
        <w:t>předpisu</w:t>
      </w:r>
      <w:r w:rsidRPr="00C87291">
        <w:rPr>
          <w:rFonts w:ascii="Times New Roman" w:hAnsi="Times New Roman" w:cs="Times New Roman"/>
          <w:sz w:val="24"/>
          <w:szCs w:val="24"/>
        </w:rPr>
        <w:t>. Ministerstvo průmyslu a obchodu předkládá spolu s návrhem zákona teze vyhlášky v tomto navrhovaném rozsahu:</w:t>
      </w:r>
    </w:p>
    <w:p w14:paraId="5E28422B" w14:textId="55EFE846" w:rsidR="007D3CB6" w:rsidRPr="00C87291" w:rsidRDefault="007D3CB6" w:rsidP="0001693C">
      <w:pPr>
        <w:jc w:val="both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C87291">
        <w:rPr>
          <w:rFonts w:ascii="Times New Roman" w:hAnsi="Times New Roman" w:cs="Times New Roman"/>
          <w:sz w:val="24"/>
          <w:szCs w:val="24"/>
          <w:u w:val="single"/>
        </w:rPr>
        <w:t>S</w:t>
      </w:r>
      <w:r w:rsidR="0068388C" w:rsidRPr="00C87291">
        <w:rPr>
          <w:rFonts w:ascii="Times New Roman" w:hAnsi="Times New Roman" w:cs="Times New Roman"/>
          <w:sz w:val="24"/>
          <w:szCs w:val="24"/>
          <w:u w:val="single"/>
        </w:rPr>
        <w:t>eznam</w:t>
      </w:r>
      <w:r w:rsidRPr="00C8729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43163" w:rsidRPr="00C87291">
        <w:rPr>
          <w:rFonts w:ascii="Times New Roman" w:hAnsi="Times New Roman" w:cs="Times New Roman"/>
          <w:sz w:val="24"/>
          <w:szCs w:val="24"/>
          <w:u w:val="single"/>
        </w:rPr>
        <w:t xml:space="preserve">stanovených </w:t>
      </w:r>
      <w:r w:rsidR="00E00001" w:rsidRPr="00C87291">
        <w:rPr>
          <w:rFonts w:ascii="Times New Roman" w:hAnsi="Times New Roman" w:cs="Times New Roman"/>
          <w:sz w:val="24"/>
          <w:szCs w:val="24"/>
          <w:u w:val="single"/>
        </w:rPr>
        <w:t>stavebních výrobků</w:t>
      </w:r>
      <w:r w:rsidR="00546885" w:rsidRPr="00C87291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určených k posuzování a ověřování stálosti vlastností (dále jen „posuzování stálosti vlastností“)</w:t>
      </w:r>
    </w:p>
    <w:p w14:paraId="611238F9" w14:textId="00A90682" w:rsidR="004E4A79" w:rsidRPr="00C87291" w:rsidRDefault="00507AF9" w:rsidP="00386DAF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87291">
        <w:rPr>
          <w:rFonts w:ascii="Times New Roman" w:hAnsi="Times New Roman" w:cs="Times New Roman"/>
          <w:color w:val="auto"/>
          <w:sz w:val="24"/>
          <w:szCs w:val="24"/>
        </w:rPr>
        <w:t>Stanoveným stavebním výrobkem se rozumí stavební výrobek</w:t>
      </w:r>
      <w:r w:rsidR="00984909" w:rsidRPr="00C87291">
        <w:rPr>
          <w:rFonts w:ascii="Times New Roman" w:hAnsi="Times New Roman" w:cs="Times New Roman"/>
          <w:color w:val="auto"/>
          <w:sz w:val="24"/>
          <w:szCs w:val="24"/>
        </w:rPr>
        <w:t xml:space="preserve">, který významným způsobem ovlivňuje vlastnosti stavby, byl vyroben, uveden nebo dodán na trh v České republice za účelem trvalého zabudování do stavby nebo její části, a nevztahuje se na něj při uvádění na trh </w:t>
      </w:r>
      <w:r w:rsidR="00F66E31" w:rsidRPr="00C87291">
        <w:rPr>
          <w:rFonts w:ascii="Times New Roman" w:hAnsi="Times New Roman" w:cs="Times New Roman"/>
          <w:color w:val="auto"/>
          <w:sz w:val="24"/>
          <w:szCs w:val="24"/>
        </w:rPr>
        <w:t>nařízení Evropského parlamentu a Rady č. 305/2011, kterým se stanoví harmonizované podmínky pro uvádění stavebních výrobků na trh (dále jen "přímo použitelný předpis")</w:t>
      </w:r>
      <w:r w:rsidRPr="00C87291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5FDC5541" w14:textId="3CEEC9BF" w:rsidR="004E4A79" w:rsidRPr="00C87291" w:rsidRDefault="004E4A79" w:rsidP="00C87291">
      <w:pPr>
        <w:jc w:val="both"/>
        <w:rPr>
          <w:rFonts w:ascii="Times New Roman" w:hAnsi="Times New Roman" w:cs="Times New Roman"/>
          <w:sz w:val="24"/>
          <w:szCs w:val="24"/>
        </w:rPr>
      </w:pPr>
      <w:r w:rsidRPr="00C87291">
        <w:rPr>
          <w:rFonts w:ascii="Times New Roman" w:hAnsi="Times New Roman" w:cs="Times New Roman"/>
          <w:sz w:val="24"/>
          <w:szCs w:val="24"/>
        </w:rPr>
        <w:t xml:space="preserve">Stanovené stavební výrobky jsou podle zamýšleného použití do stavby, popřípadě podle společných fyzikálních, chemických nebo jiných vlastností zařazeny do skupin </w:t>
      </w:r>
      <w:r w:rsidRPr="00C87291">
        <w:rPr>
          <w:rFonts w:ascii="Times New Roman" w:hAnsi="Times New Roman" w:cs="Times New Roman"/>
          <w:color w:val="auto"/>
          <w:sz w:val="24"/>
          <w:szCs w:val="24"/>
        </w:rPr>
        <w:t>odpovídajících skupinám stavebních výrobků s označením CE podle přímo použitelného předpisu, kterým byly podřazeny formou podskupin aktuálně platné skupiny a položky podle členění v NV č. 163/2002 Sb., o technických požadavcích na vybrané stavební výrobky.</w:t>
      </w:r>
    </w:p>
    <w:p w14:paraId="50C9B0B5" w14:textId="0632893C" w:rsidR="004E4A79" w:rsidRPr="00C87291" w:rsidRDefault="004E4A79" w:rsidP="004E4A79">
      <w:pPr>
        <w:jc w:val="both"/>
        <w:rPr>
          <w:rFonts w:ascii="Times New Roman" w:hAnsi="Times New Roman" w:cs="Times New Roman"/>
          <w:sz w:val="24"/>
          <w:szCs w:val="24"/>
        </w:rPr>
      </w:pPr>
      <w:r w:rsidRPr="00C87291">
        <w:rPr>
          <w:rFonts w:ascii="Times New Roman" w:hAnsi="Times New Roman" w:cs="Times New Roman"/>
          <w:sz w:val="24"/>
          <w:szCs w:val="24"/>
          <w:u w:val="single"/>
        </w:rPr>
        <w:t xml:space="preserve">Systémy </w:t>
      </w:r>
      <w:r w:rsidR="000C229E">
        <w:rPr>
          <w:rFonts w:ascii="Times New Roman" w:hAnsi="Times New Roman" w:cs="Times New Roman"/>
          <w:sz w:val="24"/>
          <w:szCs w:val="24"/>
          <w:u w:val="single"/>
        </w:rPr>
        <w:t>posouzení</w:t>
      </w:r>
      <w:r w:rsidRPr="00C87291">
        <w:rPr>
          <w:rFonts w:ascii="Times New Roman" w:hAnsi="Times New Roman" w:cs="Times New Roman"/>
          <w:sz w:val="24"/>
          <w:szCs w:val="24"/>
          <w:u w:val="single"/>
        </w:rPr>
        <w:t xml:space="preserve"> stálosti vlastností </w:t>
      </w:r>
      <w:r w:rsidRPr="00C87291">
        <w:rPr>
          <w:rFonts w:ascii="Times New Roman" w:hAnsi="Times New Roman" w:cs="Times New Roman"/>
          <w:color w:val="auto"/>
          <w:sz w:val="24"/>
          <w:szCs w:val="24"/>
          <w:u w:val="single"/>
        </w:rPr>
        <w:t>stanovených stavebních výrobků</w:t>
      </w:r>
    </w:p>
    <w:p w14:paraId="2307011B" w14:textId="7690E845" w:rsidR="00F66E31" w:rsidRPr="00C87291" w:rsidRDefault="00F66E31" w:rsidP="00386DAF">
      <w:pPr>
        <w:jc w:val="both"/>
        <w:rPr>
          <w:rFonts w:ascii="Times New Roman" w:hAnsi="Times New Roman" w:cs="Times New Roman"/>
          <w:sz w:val="24"/>
          <w:szCs w:val="24"/>
        </w:rPr>
      </w:pPr>
      <w:r w:rsidRPr="00C87291">
        <w:rPr>
          <w:rFonts w:ascii="Times New Roman" w:hAnsi="Times New Roman" w:cs="Times New Roman"/>
          <w:sz w:val="24"/>
          <w:szCs w:val="24"/>
        </w:rPr>
        <w:t xml:space="preserve">Ke každé </w:t>
      </w:r>
      <w:r w:rsidR="009C27A2" w:rsidRPr="00C87291">
        <w:rPr>
          <w:rFonts w:ascii="Times New Roman" w:hAnsi="Times New Roman" w:cs="Times New Roman"/>
          <w:sz w:val="24"/>
          <w:szCs w:val="24"/>
        </w:rPr>
        <w:t>pod</w:t>
      </w:r>
      <w:r w:rsidRPr="00C87291">
        <w:rPr>
          <w:rFonts w:ascii="Times New Roman" w:hAnsi="Times New Roman" w:cs="Times New Roman"/>
          <w:sz w:val="24"/>
          <w:szCs w:val="24"/>
        </w:rPr>
        <w:t xml:space="preserve">skupině stanovených stavebních výrobků </w:t>
      </w:r>
      <w:r w:rsidR="0001693C" w:rsidRPr="00C87291">
        <w:rPr>
          <w:rFonts w:ascii="Times New Roman" w:hAnsi="Times New Roman" w:cs="Times New Roman"/>
          <w:sz w:val="24"/>
          <w:szCs w:val="24"/>
        </w:rPr>
        <w:t>bud</w:t>
      </w:r>
      <w:r w:rsidRPr="00C87291">
        <w:rPr>
          <w:rFonts w:ascii="Times New Roman" w:hAnsi="Times New Roman" w:cs="Times New Roman"/>
          <w:sz w:val="24"/>
          <w:szCs w:val="24"/>
        </w:rPr>
        <w:t xml:space="preserve">e, s ohledem na jejich </w:t>
      </w:r>
      <w:r w:rsidR="009C27A2" w:rsidRPr="00C87291">
        <w:rPr>
          <w:rFonts w:ascii="Times New Roman" w:hAnsi="Times New Roman" w:cs="Times New Roman"/>
          <w:sz w:val="24"/>
          <w:szCs w:val="24"/>
        </w:rPr>
        <w:t>zamýšlené</w:t>
      </w:r>
      <w:r w:rsidRPr="00C87291">
        <w:rPr>
          <w:rFonts w:ascii="Times New Roman" w:hAnsi="Times New Roman" w:cs="Times New Roman"/>
          <w:sz w:val="24"/>
          <w:szCs w:val="24"/>
        </w:rPr>
        <w:t xml:space="preserve"> použití a závažnost dopadu na splnění základních požadavků na stavby</w:t>
      </w:r>
      <w:r w:rsidR="00255AFF" w:rsidRPr="00C87291">
        <w:rPr>
          <w:rFonts w:ascii="Times New Roman" w:hAnsi="Times New Roman" w:cs="Times New Roman"/>
          <w:color w:val="auto"/>
          <w:sz w:val="24"/>
          <w:szCs w:val="24"/>
        </w:rPr>
        <w:t xml:space="preserve"> a míře možného rizika ohrožení života, zdraví, majetku nebo životního prostředí spojeného s jejich použitím do stavby</w:t>
      </w:r>
      <w:r w:rsidRPr="00C87291">
        <w:rPr>
          <w:rFonts w:ascii="Times New Roman" w:hAnsi="Times New Roman" w:cs="Times New Roman"/>
          <w:sz w:val="24"/>
          <w:szCs w:val="24"/>
        </w:rPr>
        <w:t>, určen požadovaný systém pos</w:t>
      </w:r>
      <w:r w:rsidR="000C229E">
        <w:rPr>
          <w:rFonts w:ascii="Times New Roman" w:hAnsi="Times New Roman" w:cs="Times New Roman"/>
          <w:sz w:val="24"/>
          <w:szCs w:val="24"/>
        </w:rPr>
        <w:t>ouzení</w:t>
      </w:r>
      <w:r w:rsidRPr="00C87291">
        <w:rPr>
          <w:rFonts w:ascii="Times New Roman" w:hAnsi="Times New Roman" w:cs="Times New Roman"/>
          <w:sz w:val="24"/>
          <w:szCs w:val="24"/>
        </w:rPr>
        <w:t xml:space="preserve"> stálosti vlastností.</w:t>
      </w:r>
    </w:p>
    <w:p w14:paraId="23070124" w14:textId="77777777" w:rsidR="00713948" w:rsidRPr="00C10DB9" w:rsidRDefault="00713948" w:rsidP="00A93F2D">
      <w:pPr>
        <w:rPr>
          <w:sz w:val="24"/>
          <w:szCs w:val="24"/>
        </w:rPr>
      </w:pPr>
    </w:p>
    <w:p w14:paraId="23070125" w14:textId="77777777" w:rsidR="00F82F5B" w:rsidRPr="00C10DB9" w:rsidRDefault="00F82F5B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10DB9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23070126" w14:textId="508B7407" w:rsidR="000F5CC4" w:rsidRPr="00BC14FC" w:rsidRDefault="00320CAF" w:rsidP="00BC14FC">
      <w:pPr>
        <w:spacing w:after="200" w:line="276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Příklad přiřazení podskupin stanovených stavebních výrobků podle NV č. 163/2002 Sb. pod</w:t>
      </w:r>
      <w:r w:rsidR="00A52A84">
        <w:rPr>
          <w:rFonts w:ascii="Times New Roman" w:hAnsi="Times New Roman" w:cs="Times New Roman"/>
          <w:b/>
          <w:sz w:val="24"/>
          <w:szCs w:val="24"/>
        </w:rPr>
        <w:t> </w:t>
      </w:r>
      <w:r>
        <w:rPr>
          <w:rFonts w:ascii="Times New Roman" w:hAnsi="Times New Roman" w:cs="Times New Roman"/>
          <w:b/>
          <w:sz w:val="24"/>
          <w:szCs w:val="24"/>
        </w:rPr>
        <w:t>skupiny stavebních výrobků dle přímo použitelného předpisu</w:t>
      </w:r>
    </w:p>
    <w:p w14:paraId="23070127" w14:textId="77777777" w:rsidR="000F5CC4" w:rsidRDefault="000F5CC4" w:rsidP="000F5CC4">
      <w:pPr>
        <w:spacing w:line="259" w:lineRule="auto"/>
      </w:pPr>
    </w:p>
    <w:tbl>
      <w:tblPr>
        <w:tblStyle w:val="TableGrid"/>
        <w:tblW w:w="0" w:type="auto"/>
        <w:tblInd w:w="144" w:type="dxa"/>
        <w:tblCellMar>
          <w:top w:w="7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616"/>
        <w:gridCol w:w="8166"/>
        <w:gridCol w:w="702"/>
      </w:tblGrid>
      <w:tr w:rsidR="00433DDA" w:rsidRPr="000874F7" w14:paraId="48397334" w14:textId="77777777" w:rsidTr="00937102">
        <w:trPr>
          <w:trHeight w:val="4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F8457" w14:textId="77777777" w:rsidR="00433DDA" w:rsidRPr="007D64F1" w:rsidRDefault="00433DDA" w:rsidP="00937102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64F1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 xml:space="preserve">Číslo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4CB3C" w14:textId="77777777" w:rsidR="00433DDA" w:rsidRPr="007D64F1" w:rsidRDefault="00433DDA" w:rsidP="00937102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64F1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 xml:space="preserve">Skupina výrobků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5772B" w14:textId="77777777" w:rsidR="00433DDA" w:rsidRPr="007D64F1" w:rsidRDefault="00433DDA" w:rsidP="00937102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POSV</w:t>
            </w:r>
          </w:p>
        </w:tc>
      </w:tr>
      <w:tr w:rsidR="00433DDA" w:rsidRPr="000874F7" w14:paraId="2EAC5947" w14:textId="77777777" w:rsidTr="00937102">
        <w:trPr>
          <w:trHeight w:val="5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56FC6" w14:textId="77777777" w:rsidR="00433DDA" w:rsidRPr="006245BC" w:rsidRDefault="00433DDA" w:rsidP="00937102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5BC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DEF9F" w14:textId="77777777" w:rsidR="00433DDA" w:rsidRPr="000874F7" w:rsidRDefault="00433DDA" w:rsidP="00937102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74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Prefabrikované výrobky z obyčejného/lehkého betonu a autoklávovaného </w:t>
            </w:r>
            <w:r w:rsidRPr="00EB7CD0">
              <w:rPr>
                <w:rFonts w:ascii="Times New Roman" w:hAnsi="Times New Roman" w:cs="Times New Roman"/>
                <w:b/>
                <w:sz w:val="20"/>
                <w:szCs w:val="20"/>
              </w:rPr>
              <w:t>pórobet</w:t>
            </w:r>
            <w:r w:rsidRPr="000874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onu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E87CB" w14:textId="77777777" w:rsidR="00433DDA" w:rsidRPr="000874F7" w:rsidRDefault="00433DDA" w:rsidP="00937102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4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33DDA" w:rsidRPr="000874F7" w14:paraId="7E1009F5" w14:textId="77777777" w:rsidTr="00937102">
        <w:trPr>
          <w:trHeight w:val="125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9CD2A" w14:textId="77777777" w:rsidR="00433DDA" w:rsidRPr="000874F7" w:rsidRDefault="00433DDA" w:rsidP="00937102">
            <w:pPr>
              <w:spacing w:line="259" w:lineRule="auto"/>
              <w:ind w:right="4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74F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0101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08BF7" w14:textId="77777777" w:rsidR="00433DDA" w:rsidRPr="000874F7" w:rsidRDefault="00433DDA" w:rsidP="00937102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4F7">
              <w:rPr>
                <w:rFonts w:ascii="Times New Roman" w:eastAsia="Arial" w:hAnsi="Times New Roman" w:cs="Times New Roman"/>
                <w:sz w:val="20"/>
                <w:szCs w:val="20"/>
              </w:rPr>
              <w:t>Prefabrikované výrobky z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 </w:t>
            </w:r>
            <w:r w:rsidRPr="000874F7">
              <w:rPr>
                <w:rFonts w:ascii="Times New Roman" w:eastAsia="Arial" w:hAnsi="Times New Roman" w:cs="Times New Roman"/>
                <w:sz w:val="20"/>
                <w:szCs w:val="20"/>
              </w:rPr>
              <w:t>obyčejného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0874F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/ lehkého betonu a autoklávovaného pórobetonu pro nekonstrukční nebo lehké konstrukční použití odpovídající aplikacím, které nejsou v případě selhání považovány za příčinu zřícení stavby nebo její části, jejího nepřípustného přetvoření nebo zranění osob (např. ohrazení, oplocení, telekomunikační spojovací skříně, obkladové prvky, odvodňovací žlaby a další prvky pro odvodnění)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6560D" w14:textId="77777777" w:rsidR="00433DDA" w:rsidRPr="000874F7" w:rsidRDefault="00433DDA" w:rsidP="00937102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4F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IV </w:t>
            </w:r>
          </w:p>
        </w:tc>
      </w:tr>
      <w:tr w:rsidR="00433DDA" w:rsidRPr="000874F7" w14:paraId="4132F717" w14:textId="77777777" w:rsidTr="00937102">
        <w:trPr>
          <w:trHeight w:val="125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B0905" w14:textId="77777777" w:rsidR="00433DDA" w:rsidRPr="000874F7" w:rsidRDefault="00433DDA" w:rsidP="00937102">
            <w:pPr>
              <w:spacing w:line="259" w:lineRule="auto"/>
              <w:ind w:right="4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74F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0102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5D8F5" w14:textId="77777777" w:rsidR="00433DDA" w:rsidRPr="000874F7" w:rsidRDefault="00433DDA" w:rsidP="00937102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4F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Prefabrikované výrobky z obyčejného / lehkého betonu a autoklávovaného pórobetonu pro konstrukční použití. (např. předpjaté dutinové stropní prvky, sloupy a stožáry, základové piloty, bednicí desky, příhradové nosníky, nosníkové / tvárnicové stropní dílce a prvky, desky žebrových stropů, lineární konstrukční prvky (nosníky a sloupy), prvky nosných stěn, prvky opěrných zdí, střešní prvky, sila, schodiště, prvky pro mosty, lávky a propustky, tramvajové panely, nástupištní prefabrikáty, pražce)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12E89" w14:textId="77777777" w:rsidR="00433DDA" w:rsidRPr="000874F7" w:rsidRDefault="00433DDA" w:rsidP="00937102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4F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II+ </w:t>
            </w:r>
          </w:p>
        </w:tc>
      </w:tr>
      <w:tr w:rsidR="00433DDA" w:rsidRPr="000874F7" w14:paraId="0E5D3B11" w14:textId="77777777" w:rsidTr="00937102">
        <w:trPr>
          <w:trHeight w:val="26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E0578" w14:textId="77777777" w:rsidR="00433DDA" w:rsidRPr="006245BC" w:rsidRDefault="00433DDA" w:rsidP="00937102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5BC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4BDCF" w14:textId="77777777" w:rsidR="00433DDA" w:rsidRPr="000874F7" w:rsidRDefault="00433DDA" w:rsidP="00937102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74F7">
              <w:rPr>
                <w:rFonts w:ascii="Times New Roman" w:hAnsi="Times New Roman" w:cs="Times New Roman"/>
                <w:b/>
                <w:sz w:val="20"/>
                <w:szCs w:val="20"/>
              </w:rPr>
              <w:t>Dveře, okna, okenice, vrata a příslušné stavební kování</w:t>
            </w:r>
            <w:r w:rsidRPr="000874F7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299A6" w14:textId="77777777" w:rsidR="00433DDA" w:rsidRPr="000874F7" w:rsidRDefault="00433DDA" w:rsidP="00937102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4F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33DDA" w:rsidRPr="000874F7" w14:paraId="64185803" w14:textId="77777777" w:rsidTr="00937102">
        <w:trPr>
          <w:trHeight w:val="42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FB2C6" w14:textId="77777777" w:rsidR="00433DDA" w:rsidRPr="000874F7" w:rsidRDefault="00433DDA" w:rsidP="00937102">
            <w:pPr>
              <w:spacing w:line="259" w:lineRule="auto"/>
              <w:ind w:right="4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74F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0201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A273A" w14:textId="77777777" w:rsidR="00433DDA" w:rsidRPr="000874F7" w:rsidRDefault="00433DDA" w:rsidP="00937102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4F7">
              <w:rPr>
                <w:rFonts w:ascii="Times New Roman" w:eastAsia="Arial" w:hAnsi="Times New Roman" w:cs="Times New Roman"/>
                <w:sz w:val="20"/>
                <w:szCs w:val="20"/>
              </w:rPr>
              <w:t>Okna, dveře a vrata (s příslušným kováním a bez něho) pro dělení na požární/kouřové úseky a na únikových cestách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FB8FC" w14:textId="77777777" w:rsidR="00433DDA" w:rsidRPr="000874F7" w:rsidRDefault="00433DDA" w:rsidP="00937102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4F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I+ </w:t>
            </w:r>
          </w:p>
        </w:tc>
      </w:tr>
      <w:tr w:rsidR="00433DDA" w:rsidRPr="000874F7" w14:paraId="2F1D30E1" w14:textId="77777777" w:rsidTr="00937102">
        <w:trPr>
          <w:trHeight w:val="83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55B56" w14:textId="77777777" w:rsidR="00433DDA" w:rsidRPr="000874F7" w:rsidRDefault="00433DDA" w:rsidP="00937102">
            <w:pPr>
              <w:spacing w:line="259" w:lineRule="auto"/>
              <w:ind w:right="4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74F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0202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DA977" w14:textId="77777777" w:rsidR="00433DDA" w:rsidRPr="000874F7" w:rsidRDefault="00433DDA" w:rsidP="00937102">
            <w:pPr>
              <w:spacing w:line="259" w:lineRule="auto"/>
              <w:ind w:right="158"/>
              <w:rPr>
                <w:rFonts w:ascii="Times New Roman" w:hAnsi="Times New Roman" w:cs="Times New Roman"/>
                <w:sz w:val="20"/>
                <w:szCs w:val="20"/>
              </w:rPr>
            </w:pPr>
            <w:r w:rsidRPr="000874F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Okna, dveře a vrata (s příslušným kováním a bez něho) pro použití, na která se vztahují další specifické požadavky, zejména ochrana proti hluku a tepelná ochrana, těsnost a bezpečnost při užívání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B0F0D" w14:textId="77777777" w:rsidR="00433DDA" w:rsidRPr="000874F7" w:rsidRDefault="00433DDA" w:rsidP="00937102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4F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III </w:t>
            </w:r>
          </w:p>
        </w:tc>
      </w:tr>
      <w:tr w:rsidR="00433DDA" w:rsidRPr="000874F7" w14:paraId="02A33EF1" w14:textId="77777777" w:rsidTr="00937102">
        <w:trPr>
          <w:trHeight w:val="54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8E256" w14:textId="77777777" w:rsidR="00433DDA" w:rsidRPr="000874F7" w:rsidRDefault="00433DDA" w:rsidP="00937102">
            <w:pPr>
              <w:spacing w:line="259" w:lineRule="auto"/>
              <w:ind w:right="4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74F7">
              <w:rPr>
                <w:rFonts w:ascii="Times New Roman" w:eastAsia="Arial" w:hAnsi="Times New Roman" w:cs="Times New Roman"/>
                <w:sz w:val="20"/>
                <w:szCs w:val="20"/>
              </w:rPr>
              <w:t>020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FB25E" w14:textId="77777777" w:rsidR="00433DDA" w:rsidRPr="000874F7" w:rsidRDefault="00433DDA" w:rsidP="00937102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4F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Stavební kování pro dveře a vrata pro dělení na požární / kouřové úseky a na únikových cestách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A91AC" w14:textId="77777777" w:rsidR="00433DDA" w:rsidRPr="000874F7" w:rsidRDefault="00433DDA" w:rsidP="00937102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4F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I </w:t>
            </w:r>
          </w:p>
        </w:tc>
      </w:tr>
      <w:tr w:rsidR="00433DDA" w:rsidRPr="000874F7" w14:paraId="2273C5E9" w14:textId="77777777" w:rsidTr="00937102">
        <w:trPr>
          <w:trHeight w:val="33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253A8" w14:textId="77777777" w:rsidR="00433DDA" w:rsidRPr="000874F7" w:rsidRDefault="00433DDA" w:rsidP="00937102">
            <w:pPr>
              <w:spacing w:line="259" w:lineRule="auto"/>
              <w:ind w:right="4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74F7">
              <w:rPr>
                <w:rFonts w:ascii="Times New Roman" w:eastAsia="Arial" w:hAnsi="Times New Roman" w:cs="Times New Roman"/>
                <w:sz w:val="20"/>
                <w:szCs w:val="20"/>
              </w:rPr>
              <w:t>020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</w:t>
            </w:r>
            <w:r w:rsidRPr="000874F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01F0A" w14:textId="77777777" w:rsidR="00433DDA" w:rsidRPr="000874F7" w:rsidRDefault="00433DDA" w:rsidP="00937102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4F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Uzávěry/okenice a rolety (s příslušným kováním nebo bez něho) vnější použití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3864C" w14:textId="77777777" w:rsidR="00433DDA" w:rsidRPr="000874F7" w:rsidRDefault="00433DDA" w:rsidP="00937102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4F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IV </w:t>
            </w:r>
          </w:p>
        </w:tc>
      </w:tr>
      <w:tr w:rsidR="00433DDA" w:rsidRPr="000874F7" w14:paraId="5BCD50B7" w14:textId="77777777" w:rsidTr="00937102">
        <w:trPr>
          <w:trHeight w:val="2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C4D3E" w14:textId="77777777" w:rsidR="00433DDA" w:rsidRPr="006245BC" w:rsidRDefault="00433DDA" w:rsidP="00937102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5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C15F3" w14:textId="77777777" w:rsidR="00433DDA" w:rsidRPr="000874F7" w:rsidRDefault="00433DDA" w:rsidP="00937102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74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Fólie, včetně litých a sestav </w:t>
            </w:r>
            <w:r w:rsidRPr="00ED4767">
              <w:rPr>
                <w:rFonts w:ascii="Times New Roman" w:hAnsi="Times New Roman" w:cs="Times New Roman"/>
                <w:b/>
                <w:sz w:val="20"/>
                <w:szCs w:val="20"/>
              </w:rPr>
              <w:t>(hydroi</w:t>
            </w:r>
            <w:r w:rsidRPr="00EB7CD0">
              <w:rPr>
                <w:rFonts w:ascii="Times New Roman" w:hAnsi="Times New Roman" w:cs="Times New Roman"/>
                <w:b/>
                <w:sz w:val="20"/>
                <w:szCs w:val="20"/>
              </w:rPr>
              <w:t>zolační nebo parotěsné)</w:t>
            </w:r>
            <w:r w:rsidRPr="000874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2B743" w14:textId="77777777" w:rsidR="00433DDA" w:rsidRPr="000874F7" w:rsidRDefault="00433DDA" w:rsidP="00937102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4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33DDA" w:rsidRPr="000874F7" w14:paraId="01C8270A" w14:textId="77777777" w:rsidTr="00937102">
        <w:trPr>
          <w:trHeight w:val="34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9E7257" w14:textId="77777777" w:rsidR="00433DDA" w:rsidRPr="000874F7" w:rsidRDefault="00433DDA" w:rsidP="00937102">
            <w:pPr>
              <w:spacing w:line="259" w:lineRule="auto"/>
              <w:ind w:right="4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0301</w:t>
            </w:r>
            <w:r w:rsidRPr="000874F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56918" w14:textId="77777777" w:rsidR="00433DDA" w:rsidRPr="000874F7" w:rsidRDefault="00433DDA" w:rsidP="00937102">
            <w:pPr>
              <w:spacing w:after="4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4F7">
              <w:rPr>
                <w:rFonts w:ascii="Times New Roman" w:eastAsia="Arial" w:hAnsi="Times New Roman" w:cs="Times New Roman"/>
                <w:sz w:val="20"/>
                <w:szCs w:val="20"/>
              </w:rPr>
              <w:t>Hydroizolace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střech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D905E" w14:textId="77777777" w:rsidR="00433DDA" w:rsidRPr="000874F7" w:rsidRDefault="00433DDA" w:rsidP="00937102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3DDA" w:rsidRPr="000874F7" w14:paraId="40EC898A" w14:textId="77777777" w:rsidTr="00937102">
        <w:trPr>
          <w:trHeight w:val="406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8E69A5" w14:textId="77777777" w:rsidR="00433DDA" w:rsidRPr="000874F7" w:rsidRDefault="00433DDA" w:rsidP="00937102">
            <w:pPr>
              <w:spacing w:line="259" w:lineRule="auto"/>
              <w:ind w:right="48"/>
              <w:jc w:val="right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7D5EE" w14:textId="77777777" w:rsidR="00433DDA" w:rsidRPr="000874F7" w:rsidRDefault="00433DDA" w:rsidP="00433DDA">
            <w:pPr>
              <w:pStyle w:val="Odstavecseseznamem"/>
              <w:numPr>
                <w:ilvl w:val="0"/>
                <w:numId w:val="53"/>
              </w:numPr>
              <w:spacing w:after="0"/>
              <w:ind w:left="108" w:hanging="142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hydroizolační a parotěsné pásy a fólie, na které se vztahují požadavky reakce na oheň s předepsanou úrovní</w:t>
            </w:r>
            <w:r w:rsidRPr="000874F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6E71A" w14:textId="77777777" w:rsidR="00433DDA" w:rsidRPr="000874F7" w:rsidRDefault="00433DDA" w:rsidP="00937102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3DDA" w:rsidRPr="000874F7" w14:paraId="4F1F0F0B" w14:textId="77777777" w:rsidTr="00937102">
        <w:trPr>
          <w:trHeight w:val="406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655CB5" w14:textId="77777777" w:rsidR="00433DDA" w:rsidRPr="000874F7" w:rsidRDefault="00433DDA" w:rsidP="00937102">
            <w:pPr>
              <w:spacing w:line="259" w:lineRule="auto"/>
              <w:ind w:right="48"/>
              <w:jc w:val="right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262F8" w14:textId="77777777" w:rsidR="00433DDA" w:rsidRPr="000874F7" w:rsidRDefault="00433DDA" w:rsidP="00937102">
            <w:pPr>
              <w:pStyle w:val="Odstavecseseznamem"/>
              <w:spacing w:after="0"/>
              <w:ind w:left="108" w:hanging="108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874F7">
              <w:rPr>
                <w:rFonts w:ascii="Times New Roman" w:eastAsia="Arial" w:hAnsi="Times New Roman" w:cs="Times New Roman"/>
                <w:sz w:val="20"/>
                <w:szCs w:val="20"/>
              </w:rPr>
              <w:t>A</w:t>
            </w:r>
            <w:proofErr w:type="gramStart"/>
            <w:r w:rsidRPr="000874F7"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  <w:r w:rsidRPr="000874F7">
              <w:rPr>
                <w:rFonts w:ascii="Times New Roman" w:eastAsia="Arial" w:hAnsi="Times New Roman" w:cs="Times New Roman"/>
                <w:sz w:val="20"/>
                <w:szCs w:val="20"/>
                <w:vertAlign w:val="superscript"/>
              </w:rPr>
              <w:t>1</w:t>
            </w:r>
            <w:r w:rsidRPr="000874F7">
              <w:rPr>
                <w:rFonts w:ascii="Times New Roman" w:eastAsia="Arial" w:hAnsi="Times New Roman" w:cs="Times New Roman"/>
                <w:sz w:val="20"/>
                <w:szCs w:val="20"/>
              </w:rPr>
              <w:t>,A</w:t>
            </w:r>
            <w:proofErr w:type="gramEnd"/>
            <w:r w:rsidRPr="000874F7">
              <w:rPr>
                <w:rFonts w:ascii="Times New Roman" w:eastAsia="Arial" w:hAnsi="Times New Roman" w:cs="Times New Roman"/>
                <w:sz w:val="20"/>
                <w:szCs w:val="20"/>
              </w:rPr>
              <w:t>2</w:t>
            </w:r>
            <w:r w:rsidRPr="000874F7">
              <w:rPr>
                <w:rFonts w:ascii="Times New Roman" w:eastAsia="Arial" w:hAnsi="Times New Roman" w:cs="Times New Roman"/>
                <w:sz w:val="20"/>
                <w:szCs w:val="20"/>
                <w:vertAlign w:val="superscript"/>
              </w:rPr>
              <w:t>1</w:t>
            </w:r>
            <w:r w:rsidRPr="000874F7">
              <w:rPr>
                <w:rFonts w:ascii="Times New Roman" w:eastAsia="Arial" w:hAnsi="Times New Roman" w:cs="Times New Roman"/>
                <w:sz w:val="20"/>
                <w:szCs w:val="20"/>
              </w:rPr>
              <w:t>, B</w:t>
            </w:r>
            <w:r w:rsidRPr="000874F7">
              <w:rPr>
                <w:rFonts w:ascii="Times New Roman" w:eastAsia="Arial" w:hAnsi="Times New Roman" w:cs="Times New Roman"/>
                <w:sz w:val="20"/>
                <w:szCs w:val="20"/>
                <w:vertAlign w:val="superscript"/>
              </w:rPr>
              <w:t>1</w:t>
            </w:r>
            <w:r w:rsidRPr="000874F7">
              <w:rPr>
                <w:rFonts w:ascii="Times New Roman" w:eastAsia="Arial" w:hAnsi="Times New Roman" w:cs="Times New Roman"/>
                <w:sz w:val="20"/>
                <w:szCs w:val="20"/>
              </w:rPr>
              <w:t>, C</w:t>
            </w:r>
            <w:r w:rsidRPr="000874F7">
              <w:rPr>
                <w:rFonts w:ascii="Times New Roman" w:eastAsia="Arial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BAE6B" w14:textId="77777777" w:rsidR="00433DDA" w:rsidRPr="000874F7" w:rsidRDefault="00433DDA" w:rsidP="00937102">
            <w:pPr>
              <w:spacing w:line="259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874F7">
              <w:rPr>
                <w:rFonts w:ascii="Times New Roman" w:eastAsia="Arial" w:hAnsi="Times New Roman" w:cs="Times New Roman"/>
                <w:sz w:val="20"/>
                <w:szCs w:val="20"/>
              </w:rPr>
              <w:t>I</w:t>
            </w:r>
          </w:p>
        </w:tc>
      </w:tr>
      <w:tr w:rsidR="00433DDA" w:rsidRPr="000874F7" w14:paraId="665C2EAE" w14:textId="77777777" w:rsidTr="00937102">
        <w:trPr>
          <w:trHeight w:val="398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910078" w14:textId="77777777" w:rsidR="00433DDA" w:rsidRPr="000874F7" w:rsidRDefault="00433DDA" w:rsidP="00937102">
            <w:pPr>
              <w:spacing w:line="259" w:lineRule="auto"/>
              <w:ind w:right="48"/>
              <w:jc w:val="right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BF5E0" w14:textId="77777777" w:rsidR="00433DDA" w:rsidRPr="004C3108" w:rsidRDefault="00433DDA" w:rsidP="00937102">
            <w:pPr>
              <w:pStyle w:val="Odstavecseseznamem"/>
              <w:spacing w:after="0"/>
              <w:ind w:left="108" w:hanging="108"/>
              <w:rPr>
                <w:rFonts w:ascii="Times New Roman" w:eastAsia="Arial" w:hAnsi="Times New Roman" w:cs="Times New Roman"/>
                <w:color w:val="auto"/>
                <w:sz w:val="20"/>
                <w:szCs w:val="20"/>
              </w:rPr>
            </w:pPr>
            <w:r w:rsidRPr="000874F7">
              <w:rPr>
                <w:rFonts w:ascii="Times New Roman" w:eastAsia="Arial" w:hAnsi="Times New Roman" w:cs="Times New Roman"/>
                <w:sz w:val="20"/>
                <w:szCs w:val="20"/>
              </w:rPr>
              <w:t>A1</w:t>
            </w:r>
            <w:r w:rsidRPr="000874F7">
              <w:rPr>
                <w:rFonts w:ascii="Times New Roman" w:eastAsia="Arial" w:hAnsi="Times New Roman" w:cs="Times New Roman"/>
                <w:sz w:val="20"/>
                <w:szCs w:val="20"/>
                <w:vertAlign w:val="superscript"/>
              </w:rPr>
              <w:t>2</w:t>
            </w:r>
            <w:r w:rsidRPr="000874F7">
              <w:rPr>
                <w:rFonts w:ascii="Times New Roman" w:eastAsia="Arial" w:hAnsi="Times New Roman" w:cs="Times New Roman"/>
                <w:sz w:val="20"/>
                <w:szCs w:val="20"/>
              </w:rPr>
              <w:t>, A2</w:t>
            </w:r>
            <w:r w:rsidRPr="000874F7">
              <w:rPr>
                <w:rFonts w:ascii="Times New Roman" w:eastAsia="Arial" w:hAnsi="Times New Roman" w:cs="Times New Roman"/>
                <w:sz w:val="20"/>
                <w:szCs w:val="20"/>
                <w:vertAlign w:val="superscript"/>
              </w:rPr>
              <w:t>2</w:t>
            </w:r>
            <w:r w:rsidRPr="000874F7">
              <w:rPr>
                <w:rFonts w:ascii="Times New Roman" w:eastAsia="Arial" w:hAnsi="Times New Roman" w:cs="Times New Roman"/>
                <w:sz w:val="20"/>
                <w:szCs w:val="20"/>
              </w:rPr>
              <w:t>, B</w:t>
            </w:r>
            <w:r w:rsidRPr="000874F7">
              <w:rPr>
                <w:rFonts w:ascii="Times New Roman" w:eastAsia="Arial" w:hAnsi="Times New Roman" w:cs="Times New Roman"/>
                <w:sz w:val="20"/>
                <w:szCs w:val="20"/>
                <w:vertAlign w:val="superscript"/>
              </w:rPr>
              <w:t>2</w:t>
            </w:r>
            <w:r w:rsidRPr="000874F7">
              <w:rPr>
                <w:rFonts w:ascii="Times New Roman" w:eastAsia="Arial" w:hAnsi="Times New Roman" w:cs="Times New Roman"/>
                <w:sz w:val="20"/>
                <w:szCs w:val="20"/>
              </w:rPr>
              <w:t>, C</w:t>
            </w:r>
            <w:r w:rsidRPr="000874F7">
              <w:rPr>
                <w:rFonts w:ascii="Times New Roman" w:eastAsia="Arial" w:hAnsi="Times New Roman" w:cs="Times New Roman"/>
                <w:sz w:val="20"/>
                <w:szCs w:val="20"/>
                <w:vertAlign w:val="superscript"/>
              </w:rPr>
              <w:t>2</w:t>
            </w:r>
            <w:r w:rsidRPr="000874F7">
              <w:rPr>
                <w:rFonts w:ascii="Times New Roman" w:eastAsia="Arial" w:hAnsi="Times New Roman" w:cs="Times New Roman"/>
                <w:sz w:val="20"/>
                <w:szCs w:val="20"/>
              </w:rPr>
              <w:t>, D, 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47CFF" w14:textId="77777777" w:rsidR="00433DDA" w:rsidRPr="000874F7" w:rsidRDefault="00433DDA" w:rsidP="00937102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4F7">
              <w:rPr>
                <w:rFonts w:ascii="Times New Roman" w:eastAsia="Arial" w:hAnsi="Times New Roman" w:cs="Times New Roman"/>
                <w:sz w:val="20"/>
                <w:szCs w:val="20"/>
              </w:rPr>
              <w:t>III</w:t>
            </w:r>
          </w:p>
        </w:tc>
      </w:tr>
      <w:tr w:rsidR="00433DDA" w:rsidRPr="000874F7" w14:paraId="47E912F8" w14:textId="77777777" w:rsidTr="00937102">
        <w:trPr>
          <w:trHeight w:val="397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77C690" w14:textId="77777777" w:rsidR="00433DDA" w:rsidRPr="000874F7" w:rsidRDefault="00433DDA" w:rsidP="00937102">
            <w:pPr>
              <w:spacing w:line="259" w:lineRule="auto"/>
              <w:ind w:right="48"/>
              <w:jc w:val="right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97E19" w14:textId="77777777" w:rsidR="00433DDA" w:rsidRPr="00EE1011" w:rsidRDefault="00433DDA" w:rsidP="00937102">
            <w:pPr>
              <w:spacing w:after="0" w:line="259" w:lineRule="auto"/>
              <w:ind w:left="108" w:hanging="10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E1011">
              <w:rPr>
                <w:rFonts w:ascii="Times New Roman" w:eastAsia="Arial" w:hAnsi="Times New Roman" w:cs="Times New Roman"/>
                <w:sz w:val="20"/>
                <w:szCs w:val="20"/>
              </w:rPr>
              <w:t>(A1 až E)</w:t>
            </w:r>
            <w:r w:rsidRPr="00EE1011">
              <w:rPr>
                <w:rFonts w:ascii="Times New Roman" w:eastAsia="Arial" w:hAnsi="Times New Roman" w:cs="Times New Roman"/>
                <w:sz w:val="20"/>
                <w:szCs w:val="20"/>
                <w:vertAlign w:val="superscript"/>
              </w:rPr>
              <w:t>3</w:t>
            </w:r>
            <w:r w:rsidRPr="00EE1011">
              <w:rPr>
                <w:rFonts w:ascii="Times New Roman" w:eastAsia="Arial" w:hAnsi="Times New Roman" w:cs="Times New Roman"/>
                <w:sz w:val="20"/>
                <w:szCs w:val="20"/>
              </w:rPr>
              <w:t>, F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73B42" w14:textId="77777777" w:rsidR="00433DDA" w:rsidRPr="000874F7" w:rsidRDefault="00433DDA" w:rsidP="00937102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874F7">
              <w:rPr>
                <w:rFonts w:ascii="Times New Roman" w:eastAsia="Arial" w:hAnsi="Times New Roman" w:cs="Times New Roman"/>
                <w:sz w:val="20"/>
                <w:szCs w:val="20"/>
              </w:rPr>
              <w:t>IV</w:t>
            </w:r>
          </w:p>
        </w:tc>
      </w:tr>
      <w:tr w:rsidR="00433DDA" w:rsidRPr="000874F7" w14:paraId="471BEC46" w14:textId="77777777" w:rsidTr="00937102">
        <w:trPr>
          <w:trHeight w:val="397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898338" w14:textId="77777777" w:rsidR="00433DDA" w:rsidRPr="000874F7" w:rsidRDefault="00433DDA" w:rsidP="00937102">
            <w:pPr>
              <w:spacing w:line="259" w:lineRule="auto"/>
              <w:ind w:right="48"/>
              <w:jc w:val="right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BCDFD" w14:textId="77777777" w:rsidR="00433DDA" w:rsidRPr="00294159" w:rsidRDefault="00433DDA" w:rsidP="00433DDA">
            <w:pPr>
              <w:pStyle w:val="Odstavecseseznamem"/>
              <w:numPr>
                <w:ilvl w:val="0"/>
                <w:numId w:val="53"/>
              </w:numPr>
              <w:spacing w:after="0" w:line="259" w:lineRule="auto"/>
              <w:ind w:left="249" w:hanging="249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94159">
              <w:rPr>
                <w:rFonts w:ascii="Times New Roman" w:hAnsi="Times New Roman"/>
                <w:color w:val="auto"/>
                <w:sz w:val="20"/>
                <w:szCs w:val="20"/>
              </w:rPr>
              <w:t>hydroizolační a parotěsné vrstvy a sestavy, včetně tekutých, na které se vztahují požadavky reakce na oheň s předepsanou úrovní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A4A29" w14:textId="77777777" w:rsidR="00433DDA" w:rsidRPr="000874F7" w:rsidRDefault="00433DDA" w:rsidP="00937102">
            <w:pPr>
              <w:spacing w:line="259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433DDA" w:rsidRPr="000874F7" w14:paraId="7B104B48" w14:textId="77777777" w:rsidTr="00937102">
        <w:trPr>
          <w:trHeight w:val="397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440A21" w14:textId="77777777" w:rsidR="00433DDA" w:rsidRPr="000874F7" w:rsidRDefault="00433DDA" w:rsidP="00937102">
            <w:pPr>
              <w:spacing w:line="259" w:lineRule="auto"/>
              <w:ind w:right="48"/>
              <w:jc w:val="right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55F83" w14:textId="77777777" w:rsidR="00433DDA" w:rsidRPr="00EE1011" w:rsidRDefault="00433DDA" w:rsidP="00937102">
            <w:pPr>
              <w:spacing w:after="0" w:line="259" w:lineRule="auto"/>
              <w:ind w:left="108" w:hanging="108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A1</w:t>
            </w:r>
            <w:r>
              <w:rPr>
                <w:rFonts w:ascii="Times New Roman" w:hAnsi="Times New Roman"/>
                <w:color w:val="auto"/>
                <w:sz w:val="20"/>
                <w:szCs w:val="20"/>
                <w:vertAlign w:val="superscript"/>
              </w:rPr>
              <w:t>1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, A2</w:t>
            </w:r>
            <w:r>
              <w:rPr>
                <w:rFonts w:ascii="Times New Roman" w:hAnsi="Times New Roman"/>
                <w:color w:val="auto"/>
                <w:sz w:val="20"/>
                <w:szCs w:val="20"/>
                <w:vertAlign w:val="superscript"/>
              </w:rPr>
              <w:t>1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, B</w:t>
            </w:r>
            <w:r>
              <w:rPr>
                <w:rFonts w:ascii="Times New Roman" w:hAnsi="Times New Roman"/>
                <w:color w:val="auto"/>
                <w:sz w:val="20"/>
                <w:szCs w:val="20"/>
                <w:vertAlign w:val="superscript"/>
              </w:rPr>
              <w:t>1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, C</w:t>
            </w:r>
            <w:r>
              <w:rPr>
                <w:rFonts w:ascii="Times New Roman" w:hAnsi="Times New Roman"/>
                <w:color w:val="auto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E2863" w14:textId="77777777" w:rsidR="00433DDA" w:rsidRPr="000874F7" w:rsidRDefault="00433DDA" w:rsidP="00937102">
            <w:pPr>
              <w:spacing w:line="259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</w:tr>
      <w:tr w:rsidR="00433DDA" w:rsidRPr="000874F7" w14:paraId="7CB335E8" w14:textId="77777777" w:rsidTr="00937102">
        <w:trPr>
          <w:trHeight w:val="397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2509F5" w14:textId="77777777" w:rsidR="00433DDA" w:rsidRPr="000874F7" w:rsidRDefault="00433DDA" w:rsidP="00937102">
            <w:pPr>
              <w:spacing w:line="259" w:lineRule="auto"/>
              <w:ind w:right="48"/>
              <w:jc w:val="right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BDF23" w14:textId="77777777" w:rsidR="00433DDA" w:rsidRPr="00EE1011" w:rsidRDefault="00433DDA" w:rsidP="00937102">
            <w:pPr>
              <w:spacing w:after="0" w:line="259" w:lineRule="auto"/>
              <w:ind w:left="108" w:hanging="108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A1</w:t>
            </w:r>
            <w:r>
              <w:rPr>
                <w:rFonts w:ascii="Times New Roman" w:hAnsi="Times New Roman"/>
                <w:color w:val="auto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, A2</w:t>
            </w:r>
            <w:r>
              <w:rPr>
                <w:rFonts w:ascii="Times New Roman" w:hAnsi="Times New Roman"/>
                <w:color w:val="auto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, B</w:t>
            </w:r>
            <w:r>
              <w:rPr>
                <w:rFonts w:ascii="Times New Roman" w:hAnsi="Times New Roman"/>
                <w:color w:val="auto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, C</w:t>
            </w:r>
            <w:r>
              <w:rPr>
                <w:rFonts w:ascii="Times New Roman" w:hAnsi="Times New Roman"/>
                <w:color w:val="auto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, D, 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C011A" w14:textId="77777777" w:rsidR="00433DDA" w:rsidRPr="000874F7" w:rsidRDefault="00433DDA" w:rsidP="00937102">
            <w:pPr>
              <w:spacing w:line="259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III</w:t>
            </w:r>
          </w:p>
        </w:tc>
      </w:tr>
      <w:tr w:rsidR="00433DDA" w:rsidRPr="000874F7" w14:paraId="5F6F947E" w14:textId="77777777" w:rsidTr="00937102">
        <w:trPr>
          <w:trHeight w:val="397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2801F7" w14:textId="77777777" w:rsidR="00433DDA" w:rsidRPr="000874F7" w:rsidRDefault="00433DDA" w:rsidP="00937102">
            <w:pPr>
              <w:spacing w:line="259" w:lineRule="auto"/>
              <w:ind w:right="48"/>
              <w:jc w:val="right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01DCC" w14:textId="77777777" w:rsidR="00433DDA" w:rsidRPr="00EE1011" w:rsidRDefault="00433DDA" w:rsidP="00937102">
            <w:pPr>
              <w:spacing w:after="0" w:line="259" w:lineRule="auto"/>
              <w:ind w:left="108" w:hanging="108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(A1 až E)</w:t>
            </w:r>
            <w:r>
              <w:rPr>
                <w:rFonts w:ascii="Times New Roman" w:hAnsi="Times New Roman"/>
                <w:color w:val="auto"/>
                <w:sz w:val="20"/>
                <w:szCs w:val="20"/>
                <w:vertAlign w:val="superscript"/>
              </w:rPr>
              <w:t>3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, F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3F660" w14:textId="77777777" w:rsidR="00433DDA" w:rsidRPr="000874F7" w:rsidRDefault="00433DDA" w:rsidP="00937102">
            <w:pPr>
              <w:spacing w:line="259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IV</w:t>
            </w:r>
          </w:p>
        </w:tc>
      </w:tr>
      <w:tr w:rsidR="00433DDA" w:rsidRPr="000874F7" w14:paraId="25EB6B7A" w14:textId="77777777" w:rsidTr="00937102">
        <w:trPr>
          <w:trHeight w:val="397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A09AE3" w14:textId="77777777" w:rsidR="00433DDA" w:rsidRPr="000874F7" w:rsidRDefault="00433DDA" w:rsidP="00937102">
            <w:pPr>
              <w:spacing w:line="259" w:lineRule="auto"/>
              <w:ind w:right="48"/>
              <w:jc w:val="right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2CCA1" w14:textId="77777777" w:rsidR="00433DDA" w:rsidRPr="004C3108" w:rsidRDefault="00433DDA" w:rsidP="00433DDA">
            <w:pPr>
              <w:pStyle w:val="Odstavecseseznamem"/>
              <w:numPr>
                <w:ilvl w:val="0"/>
                <w:numId w:val="53"/>
              </w:numPr>
              <w:spacing w:after="0" w:line="259" w:lineRule="auto"/>
              <w:ind w:left="108" w:hanging="108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94159">
              <w:rPr>
                <w:rFonts w:ascii="Times New Roman" w:hAnsi="Times New Roman"/>
                <w:color w:val="auto"/>
                <w:sz w:val="20"/>
                <w:szCs w:val="20"/>
              </w:rPr>
              <w:t>hydroizolační a parotěsné pásy a fólie, hydroizolační a parotěsné vrstvy a sestavy, včetně tekutých pro použití, na která se vztahují požadavky z hlediska tříd namáhání střech při šíření požáru střešním pláštěm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513858" w14:textId="77777777" w:rsidR="00433DDA" w:rsidRPr="000874F7" w:rsidRDefault="00433DDA" w:rsidP="00937102">
            <w:pPr>
              <w:spacing w:line="259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433DDA" w:rsidRPr="000874F7" w14:paraId="2A45F85F" w14:textId="77777777" w:rsidTr="00937102">
        <w:trPr>
          <w:trHeight w:val="397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86E330" w14:textId="77777777" w:rsidR="00433DDA" w:rsidRPr="000874F7" w:rsidRDefault="00433DDA" w:rsidP="00937102">
            <w:pPr>
              <w:spacing w:line="259" w:lineRule="auto"/>
              <w:ind w:right="48"/>
              <w:jc w:val="right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6874B" w14:textId="77777777" w:rsidR="00433DDA" w:rsidRPr="004C3108" w:rsidRDefault="00433DDA" w:rsidP="00433DDA">
            <w:pPr>
              <w:pStyle w:val="Odstavecseseznamem"/>
              <w:numPr>
                <w:ilvl w:val="0"/>
                <w:numId w:val="52"/>
              </w:numPr>
              <w:spacing w:after="0" w:line="259" w:lineRule="auto"/>
              <w:ind w:left="533" w:hanging="173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ED4767">
              <w:rPr>
                <w:rFonts w:ascii="Times New Roman" w:eastAsia="Arial" w:hAnsi="Times New Roman" w:cs="Times New Roman"/>
                <w:sz w:val="20"/>
                <w:szCs w:val="20"/>
              </w:rPr>
              <w:t>výrobky vyžadující zkoušení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4146CC" w14:textId="77777777" w:rsidR="00433DDA" w:rsidRPr="000874F7" w:rsidRDefault="00433DDA" w:rsidP="00937102">
            <w:pPr>
              <w:spacing w:line="259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874F7">
              <w:rPr>
                <w:rFonts w:ascii="Times New Roman" w:eastAsia="Arial" w:hAnsi="Times New Roman" w:cs="Times New Roman"/>
                <w:sz w:val="20"/>
                <w:szCs w:val="20"/>
              </w:rPr>
              <w:t>III</w:t>
            </w:r>
          </w:p>
        </w:tc>
      </w:tr>
    </w:tbl>
    <w:p w14:paraId="230706A0" w14:textId="77777777" w:rsidR="00B07D7C" w:rsidRPr="00B858EC" w:rsidRDefault="00B07D7C" w:rsidP="00B07D7C">
      <w:pPr>
        <w:rPr>
          <w:b/>
        </w:rPr>
      </w:pPr>
    </w:p>
    <w:sectPr w:rsidR="00B07D7C" w:rsidRPr="00B858EC" w:rsidSect="00CC5E40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0706A3" w14:textId="77777777" w:rsidR="00F92F4E" w:rsidRDefault="00F92F4E" w:rsidP="003968AD">
      <w:pPr>
        <w:spacing w:after="0" w:line="240" w:lineRule="auto"/>
      </w:pPr>
      <w:r>
        <w:separator/>
      </w:r>
    </w:p>
  </w:endnote>
  <w:endnote w:type="continuationSeparator" w:id="0">
    <w:p w14:paraId="230706A4" w14:textId="77777777" w:rsidR="00F92F4E" w:rsidRDefault="00F92F4E" w:rsidP="00396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Times New Roman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51673893"/>
      <w:docPartObj>
        <w:docPartGallery w:val="Page Numbers (Bottom of Page)"/>
        <w:docPartUnique/>
      </w:docPartObj>
    </w:sdtPr>
    <w:sdtEndPr/>
    <w:sdtContent>
      <w:p w14:paraId="7DDE8C58" w14:textId="684B0E48" w:rsidR="00F92F4E" w:rsidRDefault="00F92F4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7387">
          <w:rPr>
            <w:noProof/>
          </w:rPr>
          <w:t>3</w:t>
        </w:r>
        <w:r>
          <w:fldChar w:fldCharType="end"/>
        </w:r>
      </w:p>
    </w:sdtContent>
  </w:sdt>
  <w:p w14:paraId="230706A8" w14:textId="77777777" w:rsidR="00F92F4E" w:rsidRDefault="00F92F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0706A1" w14:textId="77777777" w:rsidR="00F92F4E" w:rsidRDefault="00F92F4E" w:rsidP="003968AD">
      <w:pPr>
        <w:spacing w:after="0" w:line="240" w:lineRule="auto"/>
      </w:pPr>
      <w:r>
        <w:separator/>
      </w:r>
    </w:p>
  </w:footnote>
  <w:footnote w:type="continuationSeparator" w:id="0">
    <w:p w14:paraId="230706A2" w14:textId="77777777" w:rsidR="00F92F4E" w:rsidRDefault="00F92F4E" w:rsidP="003968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0706A5" w14:textId="77777777" w:rsidR="00F92F4E" w:rsidRDefault="00604DDB">
    <w:pPr>
      <w:pStyle w:val="Zhlav"/>
    </w:pPr>
    <w:r>
      <w:rPr>
        <w:noProof/>
      </w:rPr>
      <w:pict w14:anchorId="230706A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719936" o:spid="_x0000_s2050" type="#_x0000_t136" style="position:absolute;margin-left:0;margin-top:0;width:594.4pt;height:84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ACOVNÍ NÁVRH VYHLÁŠK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0706A6" w14:textId="77777777" w:rsidR="00F92F4E" w:rsidRDefault="00604DDB">
    <w:pPr>
      <w:pStyle w:val="Zhlav"/>
    </w:pPr>
    <w:r>
      <w:rPr>
        <w:noProof/>
      </w:rPr>
      <w:pict w14:anchorId="230706A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719937" o:spid="_x0000_s2051" type="#_x0000_t136" style="position:absolute;margin-left:0;margin-top:0;width:594.4pt;height:100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ACOVNÍ NÁVRH VYHLÁŠKY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0706A9" w14:textId="77777777" w:rsidR="00F92F4E" w:rsidRDefault="00604DDB">
    <w:pPr>
      <w:pStyle w:val="Zhlav"/>
    </w:pPr>
    <w:r>
      <w:rPr>
        <w:noProof/>
      </w:rPr>
      <w:pict w14:anchorId="230706A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719935" o:spid="_x0000_s2049" type="#_x0000_t136" style="position:absolute;margin-left:0;margin-top:0;width:594.4pt;height:84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ACOVNÍ NÁVRH VYHLÁŠK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96AA8"/>
    <w:multiLevelType w:val="hybridMultilevel"/>
    <w:tmpl w:val="AB821A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A553B"/>
    <w:multiLevelType w:val="hybridMultilevel"/>
    <w:tmpl w:val="6ADCF7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3" w15:restartNumberingAfterBreak="0">
    <w:nsid w:val="047C2621"/>
    <w:multiLevelType w:val="hybridMultilevel"/>
    <w:tmpl w:val="956277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CA1AC9"/>
    <w:multiLevelType w:val="hybridMultilevel"/>
    <w:tmpl w:val="6F9C2BF4"/>
    <w:lvl w:ilvl="0" w:tplc="9E0E2D3A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E9C4C48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B8AE7F4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BE48D2E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3E2D7C4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194BD84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3024DDE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54036E4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1AA84DA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8F84E8F"/>
    <w:multiLevelType w:val="hybridMultilevel"/>
    <w:tmpl w:val="49EE9A0C"/>
    <w:lvl w:ilvl="0" w:tplc="86060EE2">
      <w:start w:val="2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9A1780"/>
    <w:multiLevelType w:val="hybridMultilevel"/>
    <w:tmpl w:val="0C964658"/>
    <w:lvl w:ilvl="0" w:tplc="8578BA5C">
      <w:start w:val="1"/>
      <w:numFmt w:val="lowerLetter"/>
      <w:lvlText w:val="%1)"/>
      <w:lvlJc w:val="left"/>
      <w:pPr>
        <w:ind w:left="720" w:hanging="360"/>
      </w:pPr>
      <w:rPr>
        <w:rFonts w:eastAsia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41A1A"/>
    <w:multiLevelType w:val="hybridMultilevel"/>
    <w:tmpl w:val="83FE0AB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0316F8"/>
    <w:multiLevelType w:val="multilevel"/>
    <w:tmpl w:val="3320A8B2"/>
    <w:numStyleLink w:val="VariantaB-odrky"/>
  </w:abstractNum>
  <w:abstractNum w:abstractNumId="9" w15:restartNumberingAfterBreak="0">
    <w:nsid w:val="141C3150"/>
    <w:multiLevelType w:val="hybridMultilevel"/>
    <w:tmpl w:val="FC1EC98E"/>
    <w:lvl w:ilvl="0" w:tplc="12BE5BE6">
      <w:start w:val="1"/>
      <w:numFmt w:val="lowerLetter"/>
      <w:lvlText w:val="%1)"/>
      <w:lvlJc w:val="left"/>
      <w:pPr>
        <w:ind w:left="38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2" w:hanging="360"/>
      </w:pPr>
    </w:lvl>
    <w:lvl w:ilvl="2" w:tplc="0405001B" w:tentative="1">
      <w:start w:val="1"/>
      <w:numFmt w:val="lowerRoman"/>
      <w:lvlText w:val="%3."/>
      <w:lvlJc w:val="right"/>
      <w:pPr>
        <w:ind w:left="1822" w:hanging="180"/>
      </w:pPr>
    </w:lvl>
    <w:lvl w:ilvl="3" w:tplc="0405000F" w:tentative="1">
      <w:start w:val="1"/>
      <w:numFmt w:val="decimal"/>
      <w:lvlText w:val="%4."/>
      <w:lvlJc w:val="left"/>
      <w:pPr>
        <w:ind w:left="2542" w:hanging="360"/>
      </w:pPr>
    </w:lvl>
    <w:lvl w:ilvl="4" w:tplc="04050019" w:tentative="1">
      <w:start w:val="1"/>
      <w:numFmt w:val="lowerLetter"/>
      <w:lvlText w:val="%5."/>
      <w:lvlJc w:val="left"/>
      <w:pPr>
        <w:ind w:left="3262" w:hanging="360"/>
      </w:pPr>
    </w:lvl>
    <w:lvl w:ilvl="5" w:tplc="0405001B" w:tentative="1">
      <w:start w:val="1"/>
      <w:numFmt w:val="lowerRoman"/>
      <w:lvlText w:val="%6."/>
      <w:lvlJc w:val="right"/>
      <w:pPr>
        <w:ind w:left="3982" w:hanging="180"/>
      </w:pPr>
    </w:lvl>
    <w:lvl w:ilvl="6" w:tplc="0405000F" w:tentative="1">
      <w:start w:val="1"/>
      <w:numFmt w:val="decimal"/>
      <w:lvlText w:val="%7."/>
      <w:lvlJc w:val="left"/>
      <w:pPr>
        <w:ind w:left="4702" w:hanging="360"/>
      </w:pPr>
    </w:lvl>
    <w:lvl w:ilvl="7" w:tplc="04050019" w:tentative="1">
      <w:start w:val="1"/>
      <w:numFmt w:val="lowerLetter"/>
      <w:lvlText w:val="%8."/>
      <w:lvlJc w:val="left"/>
      <w:pPr>
        <w:ind w:left="5422" w:hanging="360"/>
      </w:pPr>
    </w:lvl>
    <w:lvl w:ilvl="8" w:tplc="0405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0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1" w15:restartNumberingAfterBreak="0">
    <w:nsid w:val="191872DA"/>
    <w:multiLevelType w:val="multilevel"/>
    <w:tmpl w:val="E8A48D7C"/>
    <w:numStyleLink w:val="VariantaA-sla"/>
  </w:abstractNum>
  <w:abstractNum w:abstractNumId="12" w15:restartNumberingAfterBreak="0">
    <w:nsid w:val="1CD673BD"/>
    <w:multiLevelType w:val="hybridMultilevel"/>
    <w:tmpl w:val="DE669D44"/>
    <w:lvl w:ilvl="0" w:tplc="A62A1756">
      <w:start w:val="1"/>
      <w:numFmt w:val="bullet"/>
      <w:lvlText w:val="-"/>
      <w:lvlJc w:val="left"/>
      <w:pPr>
        <w:ind w:left="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2747C8E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41A9048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AC64334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070D706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F98E8F4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4FC504E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6107842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1B65512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D1B3C7D"/>
    <w:multiLevelType w:val="hybridMultilevel"/>
    <w:tmpl w:val="F8FA18E0"/>
    <w:lvl w:ilvl="0" w:tplc="CE760B6E">
      <w:start w:val="1"/>
      <w:numFmt w:val="lowerLetter"/>
      <w:lvlText w:val="%1)"/>
      <w:lvlJc w:val="left"/>
      <w:pPr>
        <w:ind w:left="720" w:hanging="360"/>
      </w:pPr>
      <w:rPr>
        <w:rFonts w:eastAsia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8171DB"/>
    <w:multiLevelType w:val="hybridMultilevel"/>
    <w:tmpl w:val="BBAC3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20039B"/>
    <w:multiLevelType w:val="hybridMultilevel"/>
    <w:tmpl w:val="5BE827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6F7985"/>
    <w:multiLevelType w:val="hybridMultilevel"/>
    <w:tmpl w:val="E546449E"/>
    <w:lvl w:ilvl="0" w:tplc="8ADC82D6">
      <w:start w:val="1"/>
      <w:numFmt w:val="lowerLetter"/>
      <w:lvlText w:val="%1)"/>
      <w:lvlJc w:val="left"/>
      <w:pPr>
        <w:ind w:left="38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2" w:hanging="360"/>
      </w:pPr>
    </w:lvl>
    <w:lvl w:ilvl="2" w:tplc="0405001B" w:tentative="1">
      <w:start w:val="1"/>
      <w:numFmt w:val="lowerRoman"/>
      <w:lvlText w:val="%3."/>
      <w:lvlJc w:val="right"/>
      <w:pPr>
        <w:ind w:left="1822" w:hanging="180"/>
      </w:pPr>
    </w:lvl>
    <w:lvl w:ilvl="3" w:tplc="0405000F" w:tentative="1">
      <w:start w:val="1"/>
      <w:numFmt w:val="decimal"/>
      <w:lvlText w:val="%4."/>
      <w:lvlJc w:val="left"/>
      <w:pPr>
        <w:ind w:left="2542" w:hanging="360"/>
      </w:pPr>
    </w:lvl>
    <w:lvl w:ilvl="4" w:tplc="04050019" w:tentative="1">
      <w:start w:val="1"/>
      <w:numFmt w:val="lowerLetter"/>
      <w:lvlText w:val="%5."/>
      <w:lvlJc w:val="left"/>
      <w:pPr>
        <w:ind w:left="3262" w:hanging="360"/>
      </w:pPr>
    </w:lvl>
    <w:lvl w:ilvl="5" w:tplc="0405001B" w:tentative="1">
      <w:start w:val="1"/>
      <w:numFmt w:val="lowerRoman"/>
      <w:lvlText w:val="%6."/>
      <w:lvlJc w:val="right"/>
      <w:pPr>
        <w:ind w:left="3982" w:hanging="180"/>
      </w:pPr>
    </w:lvl>
    <w:lvl w:ilvl="6" w:tplc="0405000F" w:tentative="1">
      <w:start w:val="1"/>
      <w:numFmt w:val="decimal"/>
      <w:lvlText w:val="%7."/>
      <w:lvlJc w:val="left"/>
      <w:pPr>
        <w:ind w:left="4702" w:hanging="360"/>
      </w:pPr>
    </w:lvl>
    <w:lvl w:ilvl="7" w:tplc="04050019" w:tentative="1">
      <w:start w:val="1"/>
      <w:numFmt w:val="lowerLetter"/>
      <w:lvlText w:val="%8."/>
      <w:lvlJc w:val="left"/>
      <w:pPr>
        <w:ind w:left="5422" w:hanging="360"/>
      </w:pPr>
    </w:lvl>
    <w:lvl w:ilvl="8" w:tplc="0405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7" w15:restartNumberingAfterBreak="0">
    <w:nsid w:val="27AF15D3"/>
    <w:multiLevelType w:val="hybridMultilevel"/>
    <w:tmpl w:val="BF907B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D42121"/>
    <w:multiLevelType w:val="hybridMultilevel"/>
    <w:tmpl w:val="65F87B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9A5EA2"/>
    <w:multiLevelType w:val="multilevel"/>
    <w:tmpl w:val="E8BAE50A"/>
    <w:numStyleLink w:val="VariantaA-odrky"/>
  </w:abstractNum>
  <w:abstractNum w:abstractNumId="20" w15:restartNumberingAfterBreak="0">
    <w:nsid w:val="28AE56C7"/>
    <w:multiLevelType w:val="hybridMultilevel"/>
    <w:tmpl w:val="7D548712"/>
    <w:lvl w:ilvl="0" w:tplc="0158F270">
      <w:start w:val="1"/>
      <w:numFmt w:val="lowerLetter"/>
      <w:lvlText w:val="%1)"/>
      <w:lvlJc w:val="left"/>
      <w:pPr>
        <w:ind w:left="720" w:hanging="360"/>
      </w:pPr>
      <w:rPr>
        <w:rFonts w:eastAsia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9C6842"/>
    <w:multiLevelType w:val="hybridMultilevel"/>
    <w:tmpl w:val="DA90613A"/>
    <w:lvl w:ilvl="0" w:tplc="6AF81430">
      <w:start w:val="1"/>
      <w:numFmt w:val="bullet"/>
      <w:lvlText w:val="-"/>
      <w:lvlJc w:val="left"/>
      <w:pPr>
        <w:ind w:left="2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352A938">
      <w:start w:val="1"/>
      <w:numFmt w:val="bullet"/>
      <w:lvlText w:val="o"/>
      <w:lvlJc w:val="left"/>
      <w:pPr>
        <w:ind w:left="13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24C0052">
      <w:start w:val="1"/>
      <w:numFmt w:val="bullet"/>
      <w:lvlText w:val="▪"/>
      <w:lvlJc w:val="left"/>
      <w:pPr>
        <w:ind w:left="20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2C055C8">
      <w:start w:val="1"/>
      <w:numFmt w:val="bullet"/>
      <w:lvlText w:val="•"/>
      <w:lvlJc w:val="left"/>
      <w:pPr>
        <w:ind w:left="27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70AFD9E">
      <w:start w:val="1"/>
      <w:numFmt w:val="bullet"/>
      <w:lvlText w:val="o"/>
      <w:lvlJc w:val="left"/>
      <w:pPr>
        <w:ind w:left="34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59E40B4">
      <w:start w:val="1"/>
      <w:numFmt w:val="bullet"/>
      <w:lvlText w:val="▪"/>
      <w:lvlJc w:val="left"/>
      <w:pPr>
        <w:ind w:left="41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92E2800">
      <w:start w:val="1"/>
      <w:numFmt w:val="bullet"/>
      <w:lvlText w:val="•"/>
      <w:lvlJc w:val="left"/>
      <w:pPr>
        <w:ind w:left="49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116FD50">
      <w:start w:val="1"/>
      <w:numFmt w:val="bullet"/>
      <w:lvlText w:val="o"/>
      <w:lvlJc w:val="left"/>
      <w:pPr>
        <w:ind w:left="56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BF0975E">
      <w:start w:val="1"/>
      <w:numFmt w:val="bullet"/>
      <w:lvlText w:val="▪"/>
      <w:lvlJc w:val="left"/>
      <w:pPr>
        <w:ind w:left="63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09F0A6C"/>
    <w:multiLevelType w:val="hybridMultilevel"/>
    <w:tmpl w:val="973447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C07A4F"/>
    <w:multiLevelType w:val="hybridMultilevel"/>
    <w:tmpl w:val="06D46DF2"/>
    <w:lvl w:ilvl="0" w:tplc="22823162">
      <w:start w:val="1"/>
      <w:numFmt w:val="lowerLetter"/>
      <w:lvlText w:val="%1)"/>
      <w:lvlJc w:val="left"/>
      <w:pPr>
        <w:ind w:left="720" w:hanging="360"/>
      </w:pPr>
      <w:rPr>
        <w:rFonts w:eastAsia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456CC6"/>
    <w:multiLevelType w:val="hybridMultilevel"/>
    <w:tmpl w:val="13CAB4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53709D"/>
    <w:multiLevelType w:val="hybridMultilevel"/>
    <w:tmpl w:val="CEC62D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5C5EA6"/>
    <w:multiLevelType w:val="hybridMultilevel"/>
    <w:tmpl w:val="E7B48E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9252D2"/>
    <w:multiLevelType w:val="hybridMultilevel"/>
    <w:tmpl w:val="27485C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7F73D0"/>
    <w:multiLevelType w:val="hybridMultilevel"/>
    <w:tmpl w:val="B9D473D8"/>
    <w:lvl w:ilvl="0" w:tplc="806C1018">
      <w:start w:val="1"/>
      <w:numFmt w:val="lowerLetter"/>
      <w:lvlText w:val="%1)"/>
      <w:lvlJc w:val="left"/>
      <w:pPr>
        <w:ind w:left="720" w:hanging="360"/>
      </w:pPr>
      <w:rPr>
        <w:rFonts w:eastAsia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745977"/>
    <w:multiLevelType w:val="hybridMultilevel"/>
    <w:tmpl w:val="C1D233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104847"/>
    <w:multiLevelType w:val="hybridMultilevel"/>
    <w:tmpl w:val="C3BE01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912F35"/>
    <w:multiLevelType w:val="hybridMultilevel"/>
    <w:tmpl w:val="F71C94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BD392E"/>
    <w:multiLevelType w:val="hybridMultilevel"/>
    <w:tmpl w:val="BD644482"/>
    <w:lvl w:ilvl="0" w:tplc="3FD896D4">
      <w:start w:val="1"/>
      <w:numFmt w:val="lowerLetter"/>
      <w:lvlText w:val="%1)"/>
      <w:lvlJc w:val="left"/>
      <w:pPr>
        <w:ind w:left="720" w:hanging="360"/>
      </w:pPr>
      <w:rPr>
        <w:rFonts w:eastAsia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3C747E2"/>
    <w:multiLevelType w:val="hybridMultilevel"/>
    <w:tmpl w:val="2B2A6C5C"/>
    <w:lvl w:ilvl="0" w:tplc="90AEE044">
      <w:start w:val="1"/>
      <w:numFmt w:val="lowerLetter"/>
      <w:lvlText w:val="%1)"/>
      <w:lvlJc w:val="left"/>
      <w:pPr>
        <w:ind w:left="448" w:hanging="360"/>
      </w:pPr>
      <w:rPr>
        <w:rFonts w:eastAsia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68" w:hanging="360"/>
      </w:pPr>
    </w:lvl>
    <w:lvl w:ilvl="2" w:tplc="0405001B" w:tentative="1">
      <w:start w:val="1"/>
      <w:numFmt w:val="lowerRoman"/>
      <w:lvlText w:val="%3."/>
      <w:lvlJc w:val="right"/>
      <w:pPr>
        <w:ind w:left="1888" w:hanging="180"/>
      </w:pPr>
    </w:lvl>
    <w:lvl w:ilvl="3" w:tplc="0405000F" w:tentative="1">
      <w:start w:val="1"/>
      <w:numFmt w:val="decimal"/>
      <w:lvlText w:val="%4."/>
      <w:lvlJc w:val="left"/>
      <w:pPr>
        <w:ind w:left="2608" w:hanging="360"/>
      </w:pPr>
    </w:lvl>
    <w:lvl w:ilvl="4" w:tplc="04050019" w:tentative="1">
      <w:start w:val="1"/>
      <w:numFmt w:val="lowerLetter"/>
      <w:lvlText w:val="%5."/>
      <w:lvlJc w:val="left"/>
      <w:pPr>
        <w:ind w:left="3328" w:hanging="360"/>
      </w:pPr>
    </w:lvl>
    <w:lvl w:ilvl="5" w:tplc="0405001B" w:tentative="1">
      <w:start w:val="1"/>
      <w:numFmt w:val="lowerRoman"/>
      <w:lvlText w:val="%6."/>
      <w:lvlJc w:val="right"/>
      <w:pPr>
        <w:ind w:left="4048" w:hanging="180"/>
      </w:pPr>
    </w:lvl>
    <w:lvl w:ilvl="6" w:tplc="0405000F" w:tentative="1">
      <w:start w:val="1"/>
      <w:numFmt w:val="decimal"/>
      <w:lvlText w:val="%7."/>
      <w:lvlJc w:val="left"/>
      <w:pPr>
        <w:ind w:left="4768" w:hanging="360"/>
      </w:pPr>
    </w:lvl>
    <w:lvl w:ilvl="7" w:tplc="04050019" w:tentative="1">
      <w:start w:val="1"/>
      <w:numFmt w:val="lowerLetter"/>
      <w:lvlText w:val="%8."/>
      <w:lvlJc w:val="left"/>
      <w:pPr>
        <w:ind w:left="5488" w:hanging="360"/>
      </w:pPr>
    </w:lvl>
    <w:lvl w:ilvl="8" w:tplc="0405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35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6" w15:restartNumberingAfterBreak="0">
    <w:nsid w:val="5AF35F43"/>
    <w:multiLevelType w:val="multilevel"/>
    <w:tmpl w:val="0D8ABE32"/>
    <w:numStyleLink w:val="VariantaB-sla"/>
  </w:abstractNum>
  <w:abstractNum w:abstractNumId="37" w15:restartNumberingAfterBreak="0">
    <w:nsid w:val="5CF3179A"/>
    <w:multiLevelType w:val="hybridMultilevel"/>
    <w:tmpl w:val="0CB243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4C39F4"/>
    <w:multiLevelType w:val="hybridMultilevel"/>
    <w:tmpl w:val="F0F20742"/>
    <w:lvl w:ilvl="0" w:tplc="A522894E">
      <w:start w:val="1"/>
      <w:numFmt w:val="lowerLetter"/>
      <w:lvlText w:val="%1)"/>
      <w:lvlJc w:val="left"/>
      <w:pPr>
        <w:ind w:left="720" w:hanging="360"/>
      </w:pPr>
      <w:rPr>
        <w:rFonts w:eastAsia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F578B0"/>
    <w:multiLevelType w:val="hybridMultilevel"/>
    <w:tmpl w:val="715E8092"/>
    <w:lvl w:ilvl="0" w:tplc="ED58F14E">
      <w:start w:val="1"/>
      <w:numFmt w:val="bullet"/>
      <w:lvlText w:val="-"/>
      <w:lvlJc w:val="left"/>
      <w:pPr>
        <w:ind w:left="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C6C668E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51CFBA0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4B0C37A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C3E6BF6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BF008A2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1D03006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7F6380A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E76EAA2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5164F88"/>
    <w:multiLevelType w:val="hybridMultilevel"/>
    <w:tmpl w:val="7B7254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64099C"/>
    <w:multiLevelType w:val="hybridMultilevel"/>
    <w:tmpl w:val="C2084D92"/>
    <w:lvl w:ilvl="0" w:tplc="04050017">
      <w:start w:val="1"/>
      <w:numFmt w:val="lowerLetter"/>
      <w:lvlText w:val="%1)"/>
      <w:lvlJc w:val="left"/>
      <w:pPr>
        <w:ind w:left="742" w:hanging="360"/>
      </w:pPr>
    </w:lvl>
    <w:lvl w:ilvl="1" w:tplc="04050019" w:tentative="1">
      <w:start w:val="1"/>
      <w:numFmt w:val="lowerLetter"/>
      <w:lvlText w:val="%2."/>
      <w:lvlJc w:val="left"/>
      <w:pPr>
        <w:ind w:left="1462" w:hanging="360"/>
      </w:pPr>
    </w:lvl>
    <w:lvl w:ilvl="2" w:tplc="0405001B" w:tentative="1">
      <w:start w:val="1"/>
      <w:numFmt w:val="lowerRoman"/>
      <w:lvlText w:val="%3."/>
      <w:lvlJc w:val="right"/>
      <w:pPr>
        <w:ind w:left="2182" w:hanging="180"/>
      </w:pPr>
    </w:lvl>
    <w:lvl w:ilvl="3" w:tplc="0405000F" w:tentative="1">
      <w:start w:val="1"/>
      <w:numFmt w:val="decimal"/>
      <w:lvlText w:val="%4."/>
      <w:lvlJc w:val="left"/>
      <w:pPr>
        <w:ind w:left="2902" w:hanging="360"/>
      </w:pPr>
    </w:lvl>
    <w:lvl w:ilvl="4" w:tplc="04050019" w:tentative="1">
      <w:start w:val="1"/>
      <w:numFmt w:val="lowerLetter"/>
      <w:lvlText w:val="%5."/>
      <w:lvlJc w:val="left"/>
      <w:pPr>
        <w:ind w:left="3622" w:hanging="360"/>
      </w:pPr>
    </w:lvl>
    <w:lvl w:ilvl="5" w:tplc="0405001B" w:tentative="1">
      <w:start w:val="1"/>
      <w:numFmt w:val="lowerRoman"/>
      <w:lvlText w:val="%6."/>
      <w:lvlJc w:val="right"/>
      <w:pPr>
        <w:ind w:left="4342" w:hanging="180"/>
      </w:pPr>
    </w:lvl>
    <w:lvl w:ilvl="6" w:tplc="0405000F" w:tentative="1">
      <w:start w:val="1"/>
      <w:numFmt w:val="decimal"/>
      <w:lvlText w:val="%7."/>
      <w:lvlJc w:val="left"/>
      <w:pPr>
        <w:ind w:left="5062" w:hanging="360"/>
      </w:pPr>
    </w:lvl>
    <w:lvl w:ilvl="7" w:tplc="04050019" w:tentative="1">
      <w:start w:val="1"/>
      <w:numFmt w:val="lowerLetter"/>
      <w:lvlText w:val="%8."/>
      <w:lvlJc w:val="left"/>
      <w:pPr>
        <w:ind w:left="5782" w:hanging="360"/>
      </w:pPr>
    </w:lvl>
    <w:lvl w:ilvl="8" w:tplc="040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42" w15:restartNumberingAfterBreak="0">
    <w:nsid w:val="65C62F3B"/>
    <w:multiLevelType w:val="hybridMultilevel"/>
    <w:tmpl w:val="315A9A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B356C7"/>
    <w:multiLevelType w:val="hybridMultilevel"/>
    <w:tmpl w:val="075A47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FE6CD8"/>
    <w:multiLevelType w:val="hybridMultilevel"/>
    <w:tmpl w:val="EBE0AE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644B2"/>
    <w:multiLevelType w:val="hybridMultilevel"/>
    <w:tmpl w:val="B0342DAC"/>
    <w:lvl w:ilvl="0" w:tplc="03344328">
      <w:start w:val="1"/>
      <w:numFmt w:val="lowerLetter"/>
      <w:lvlText w:val="%1)"/>
      <w:lvlJc w:val="left"/>
      <w:pPr>
        <w:ind w:left="720" w:hanging="360"/>
      </w:pPr>
      <w:rPr>
        <w:rFonts w:eastAsia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0C45D5"/>
    <w:multiLevelType w:val="hybridMultilevel"/>
    <w:tmpl w:val="E49CCB44"/>
    <w:lvl w:ilvl="0" w:tplc="A442F96A">
      <w:start w:val="1"/>
      <w:numFmt w:val="lowerLetter"/>
      <w:lvlText w:val="%1)"/>
      <w:lvlJc w:val="left"/>
      <w:pPr>
        <w:ind w:left="720" w:hanging="360"/>
      </w:pPr>
      <w:rPr>
        <w:rFonts w:eastAsia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330141"/>
    <w:multiLevelType w:val="hybridMultilevel"/>
    <w:tmpl w:val="88B028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D259C2"/>
    <w:multiLevelType w:val="hybridMultilevel"/>
    <w:tmpl w:val="AFC008AA"/>
    <w:lvl w:ilvl="0" w:tplc="A488916E">
      <w:start w:val="1"/>
      <w:numFmt w:val="lowerLetter"/>
      <w:lvlText w:val="%1)"/>
      <w:lvlJc w:val="left"/>
      <w:pPr>
        <w:ind w:left="720" w:hanging="360"/>
      </w:pPr>
      <w:rPr>
        <w:rFonts w:eastAsia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9E75368"/>
    <w:multiLevelType w:val="hybridMultilevel"/>
    <w:tmpl w:val="0E287E50"/>
    <w:lvl w:ilvl="0" w:tplc="225A4E2E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2EC069C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966E8B0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90C8E7A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71A9D06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A185A72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9D861AE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13E1876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69EC97C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7AD9358F"/>
    <w:multiLevelType w:val="hybridMultilevel"/>
    <w:tmpl w:val="FEB899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B3F655A"/>
    <w:multiLevelType w:val="hybridMultilevel"/>
    <w:tmpl w:val="77E4C9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BD90553"/>
    <w:multiLevelType w:val="hybridMultilevel"/>
    <w:tmpl w:val="389C31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D57C3B"/>
    <w:multiLevelType w:val="hybridMultilevel"/>
    <w:tmpl w:val="79320E10"/>
    <w:lvl w:ilvl="0" w:tplc="C87A64D8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B226BEA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90C23A8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CC894CE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18453F6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36AF68C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6F25C08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6829FF2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6B4E256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"/>
  </w:num>
  <w:num w:numId="2">
    <w:abstractNumId w:val="35"/>
  </w:num>
  <w:num w:numId="3">
    <w:abstractNumId w:val="33"/>
  </w:num>
  <w:num w:numId="4">
    <w:abstractNumId w:val="2"/>
  </w:num>
  <w:num w:numId="5">
    <w:abstractNumId w:val="36"/>
  </w:num>
  <w:num w:numId="6">
    <w:abstractNumId w:val="19"/>
  </w:num>
  <w:num w:numId="7">
    <w:abstractNumId w:val="11"/>
  </w:num>
  <w:num w:numId="8">
    <w:abstractNumId w:val="8"/>
  </w:num>
  <w:num w:numId="9">
    <w:abstractNumId w:val="12"/>
  </w:num>
  <w:num w:numId="10">
    <w:abstractNumId w:val="49"/>
  </w:num>
  <w:num w:numId="11">
    <w:abstractNumId w:val="4"/>
  </w:num>
  <w:num w:numId="12">
    <w:abstractNumId w:val="53"/>
  </w:num>
  <w:num w:numId="13">
    <w:abstractNumId w:val="39"/>
  </w:num>
  <w:num w:numId="14">
    <w:abstractNumId w:val="21"/>
  </w:num>
  <w:num w:numId="15">
    <w:abstractNumId w:val="27"/>
  </w:num>
  <w:num w:numId="16">
    <w:abstractNumId w:val="24"/>
  </w:num>
  <w:num w:numId="17">
    <w:abstractNumId w:val="37"/>
  </w:num>
  <w:num w:numId="18">
    <w:abstractNumId w:val="40"/>
  </w:num>
  <w:num w:numId="19">
    <w:abstractNumId w:val="16"/>
  </w:num>
  <w:num w:numId="20">
    <w:abstractNumId w:val="9"/>
  </w:num>
  <w:num w:numId="21">
    <w:abstractNumId w:val="25"/>
  </w:num>
  <w:num w:numId="22">
    <w:abstractNumId w:val="18"/>
  </w:num>
  <w:num w:numId="23">
    <w:abstractNumId w:val="30"/>
  </w:num>
  <w:num w:numId="24">
    <w:abstractNumId w:val="46"/>
  </w:num>
  <w:num w:numId="25">
    <w:abstractNumId w:val="50"/>
  </w:num>
  <w:num w:numId="26">
    <w:abstractNumId w:val="17"/>
  </w:num>
  <w:num w:numId="27">
    <w:abstractNumId w:val="14"/>
  </w:num>
  <w:num w:numId="28">
    <w:abstractNumId w:val="3"/>
  </w:num>
  <w:num w:numId="29">
    <w:abstractNumId w:val="44"/>
  </w:num>
  <w:num w:numId="30">
    <w:abstractNumId w:val="7"/>
  </w:num>
  <w:num w:numId="31">
    <w:abstractNumId w:val="34"/>
  </w:num>
  <w:num w:numId="32">
    <w:abstractNumId w:val="13"/>
  </w:num>
  <w:num w:numId="33">
    <w:abstractNumId w:val="52"/>
  </w:num>
  <w:num w:numId="34">
    <w:abstractNumId w:val="42"/>
  </w:num>
  <w:num w:numId="35">
    <w:abstractNumId w:val="22"/>
  </w:num>
  <w:num w:numId="36">
    <w:abstractNumId w:val="1"/>
  </w:num>
  <w:num w:numId="37">
    <w:abstractNumId w:val="15"/>
  </w:num>
  <w:num w:numId="38">
    <w:abstractNumId w:val="0"/>
  </w:num>
  <w:num w:numId="39">
    <w:abstractNumId w:val="31"/>
  </w:num>
  <w:num w:numId="40">
    <w:abstractNumId w:val="23"/>
  </w:num>
  <w:num w:numId="41">
    <w:abstractNumId w:val="38"/>
  </w:num>
  <w:num w:numId="42">
    <w:abstractNumId w:val="20"/>
  </w:num>
  <w:num w:numId="43">
    <w:abstractNumId w:val="6"/>
  </w:num>
  <w:num w:numId="44">
    <w:abstractNumId w:val="26"/>
  </w:num>
  <w:num w:numId="45">
    <w:abstractNumId w:val="32"/>
  </w:num>
  <w:num w:numId="46">
    <w:abstractNumId w:val="28"/>
  </w:num>
  <w:num w:numId="47">
    <w:abstractNumId w:val="48"/>
  </w:num>
  <w:num w:numId="48">
    <w:abstractNumId w:val="43"/>
  </w:num>
  <w:num w:numId="49">
    <w:abstractNumId w:val="45"/>
  </w:num>
  <w:num w:numId="50">
    <w:abstractNumId w:val="47"/>
  </w:num>
  <w:num w:numId="51">
    <w:abstractNumId w:val="41"/>
  </w:num>
  <w:num w:numId="52">
    <w:abstractNumId w:val="5"/>
  </w:num>
  <w:num w:numId="53">
    <w:abstractNumId w:val="51"/>
  </w:num>
  <w:num w:numId="54">
    <w:abstractNumId w:val="29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3F2D"/>
    <w:rsid w:val="0000039F"/>
    <w:rsid w:val="00005F57"/>
    <w:rsid w:val="00015306"/>
    <w:rsid w:val="0001693C"/>
    <w:rsid w:val="00016BD0"/>
    <w:rsid w:val="000230D8"/>
    <w:rsid w:val="00025696"/>
    <w:rsid w:val="0002674B"/>
    <w:rsid w:val="000318C2"/>
    <w:rsid w:val="000376FE"/>
    <w:rsid w:val="00040C8E"/>
    <w:rsid w:val="0004162E"/>
    <w:rsid w:val="0004786B"/>
    <w:rsid w:val="00051677"/>
    <w:rsid w:val="00053C9C"/>
    <w:rsid w:val="00063405"/>
    <w:rsid w:val="00070038"/>
    <w:rsid w:val="00076751"/>
    <w:rsid w:val="00077027"/>
    <w:rsid w:val="000809B9"/>
    <w:rsid w:val="00090B40"/>
    <w:rsid w:val="00095A0A"/>
    <w:rsid w:val="000B1B3D"/>
    <w:rsid w:val="000B377B"/>
    <w:rsid w:val="000B6486"/>
    <w:rsid w:val="000C229E"/>
    <w:rsid w:val="000C4CAF"/>
    <w:rsid w:val="000C633E"/>
    <w:rsid w:val="000E188C"/>
    <w:rsid w:val="000E35C3"/>
    <w:rsid w:val="000E78FA"/>
    <w:rsid w:val="000F5B15"/>
    <w:rsid w:val="000F5CC4"/>
    <w:rsid w:val="001034D1"/>
    <w:rsid w:val="00113A88"/>
    <w:rsid w:val="00121485"/>
    <w:rsid w:val="00126F32"/>
    <w:rsid w:val="001354A2"/>
    <w:rsid w:val="00142EB7"/>
    <w:rsid w:val="00152097"/>
    <w:rsid w:val="00152A4D"/>
    <w:rsid w:val="001643A0"/>
    <w:rsid w:val="00165F60"/>
    <w:rsid w:val="00177772"/>
    <w:rsid w:val="0018051B"/>
    <w:rsid w:val="00193E36"/>
    <w:rsid w:val="001952BE"/>
    <w:rsid w:val="00196A45"/>
    <w:rsid w:val="00197157"/>
    <w:rsid w:val="001B1E4A"/>
    <w:rsid w:val="001B496A"/>
    <w:rsid w:val="001C0803"/>
    <w:rsid w:val="001C73B9"/>
    <w:rsid w:val="001D27C0"/>
    <w:rsid w:val="001D2C8C"/>
    <w:rsid w:val="001E3917"/>
    <w:rsid w:val="001E6E8E"/>
    <w:rsid w:val="001E74C3"/>
    <w:rsid w:val="001F1D66"/>
    <w:rsid w:val="001F2995"/>
    <w:rsid w:val="001F353F"/>
    <w:rsid w:val="001F6937"/>
    <w:rsid w:val="00202516"/>
    <w:rsid w:val="00220DE3"/>
    <w:rsid w:val="00230A86"/>
    <w:rsid w:val="00250447"/>
    <w:rsid w:val="0025290D"/>
    <w:rsid w:val="00255AFF"/>
    <w:rsid w:val="00260372"/>
    <w:rsid w:val="00262DAF"/>
    <w:rsid w:val="00266E6E"/>
    <w:rsid w:val="002729FB"/>
    <w:rsid w:val="00274C86"/>
    <w:rsid w:val="002764CB"/>
    <w:rsid w:val="00281439"/>
    <w:rsid w:val="00285AED"/>
    <w:rsid w:val="00293A5D"/>
    <w:rsid w:val="00295810"/>
    <w:rsid w:val="002A05FE"/>
    <w:rsid w:val="002A33EC"/>
    <w:rsid w:val="002B35A8"/>
    <w:rsid w:val="002C4D44"/>
    <w:rsid w:val="002E1329"/>
    <w:rsid w:val="002E2442"/>
    <w:rsid w:val="002E6041"/>
    <w:rsid w:val="002F0E8C"/>
    <w:rsid w:val="00304963"/>
    <w:rsid w:val="00310FA0"/>
    <w:rsid w:val="00313247"/>
    <w:rsid w:val="00313D09"/>
    <w:rsid w:val="00315559"/>
    <w:rsid w:val="00320481"/>
    <w:rsid w:val="00320CAF"/>
    <w:rsid w:val="00324551"/>
    <w:rsid w:val="003250CB"/>
    <w:rsid w:val="00331E35"/>
    <w:rsid w:val="00333CF1"/>
    <w:rsid w:val="0033467F"/>
    <w:rsid w:val="00347387"/>
    <w:rsid w:val="00354424"/>
    <w:rsid w:val="00355978"/>
    <w:rsid w:val="00363201"/>
    <w:rsid w:val="003671C6"/>
    <w:rsid w:val="00386DAF"/>
    <w:rsid w:val="0039063C"/>
    <w:rsid w:val="003927B4"/>
    <w:rsid w:val="0039631B"/>
    <w:rsid w:val="003968AD"/>
    <w:rsid w:val="003A09CC"/>
    <w:rsid w:val="003A46A8"/>
    <w:rsid w:val="003A51AA"/>
    <w:rsid w:val="003B565A"/>
    <w:rsid w:val="003C2375"/>
    <w:rsid w:val="003C72CC"/>
    <w:rsid w:val="003D00A1"/>
    <w:rsid w:val="003D2CC6"/>
    <w:rsid w:val="003D47FC"/>
    <w:rsid w:val="003E6829"/>
    <w:rsid w:val="004004E7"/>
    <w:rsid w:val="0041001B"/>
    <w:rsid w:val="0041427F"/>
    <w:rsid w:val="0041550A"/>
    <w:rsid w:val="00420C30"/>
    <w:rsid w:val="004243A4"/>
    <w:rsid w:val="00432217"/>
    <w:rsid w:val="00433DDA"/>
    <w:rsid w:val="00443163"/>
    <w:rsid w:val="004509E5"/>
    <w:rsid w:val="00460203"/>
    <w:rsid w:val="004604CD"/>
    <w:rsid w:val="00466ACA"/>
    <w:rsid w:val="00474831"/>
    <w:rsid w:val="00480697"/>
    <w:rsid w:val="00483791"/>
    <w:rsid w:val="00483E3F"/>
    <w:rsid w:val="00486FB9"/>
    <w:rsid w:val="004A0D36"/>
    <w:rsid w:val="004A0FC8"/>
    <w:rsid w:val="004A4DD9"/>
    <w:rsid w:val="004A6410"/>
    <w:rsid w:val="004B7526"/>
    <w:rsid w:val="004C212A"/>
    <w:rsid w:val="004D5EB8"/>
    <w:rsid w:val="004E3D89"/>
    <w:rsid w:val="004E4A79"/>
    <w:rsid w:val="004E60B7"/>
    <w:rsid w:val="004F227C"/>
    <w:rsid w:val="004F2932"/>
    <w:rsid w:val="00500232"/>
    <w:rsid w:val="00504668"/>
    <w:rsid w:val="00505937"/>
    <w:rsid w:val="00507AF9"/>
    <w:rsid w:val="00523698"/>
    <w:rsid w:val="005251D2"/>
    <w:rsid w:val="00535A7A"/>
    <w:rsid w:val="005415BB"/>
    <w:rsid w:val="005434EE"/>
    <w:rsid w:val="005455BC"/>
    <w:rsid w:val="005455E1"/>
    <w:rsid w:val="00546885"/>
    <w:rsid w:val="005502BD"/>
    <w:rsid w:val="00553361"/>
    <w:rsid w:val="00556787"/>
    <w:rsid w:val="005619FF"/>
    <w:rsid w:val="0056749B"/>
    <w:rsid w:val="00570EEB"/>
    <w:rsid w:val="00574F3C"/>
    <w:rsid w:val="005778FD"/>
    <w:rsid w:val="00583E11"/>
    <w:rsid w:val="00584805"/>
    <w:rsid w:val="005A17B5"/>
    <w:rsid w:val="005A5F49"/>
    <w:rsid w:val="005B5376"/>
    <w:rsid w:val="005C0FCA"/>
    <w:rsid w:val="005C2560"/>
    <w:rsid w:val="005D642A"/>
    <w:rsid w:val="005F3397"/>
    <w:rsid w:val="005F7585"/>
    <w:rsid w:val="00603ED9"/>
    <w:rsid w:val="00604DDB"/>
    <w:rsid w:val="00605759"/>
    <w:rsid w:val="00611440"/>
    <w:rsid w:val="006173B0"/>
    <w:rsid w:val="0062100F"/>
    <w:rsid w:val="00622F50"/>
    <w:rsid w:val="0062746D"/>
    <w:rsid w:val="00634B21"/>
    <w:rsid w:val="00643E25"/>
    <w:rsid w:val="00650C6C"/>
    <w:rsid w:val="00652FE6"/>
    <w:rsid w:val="006604FD"/>
    <w:rsid w:val="006607E7"/>
    <w:rsid w:val="00667898"/>
    <w:rsid w:val="00680495"/>
    <w:rsid w:val="0068114D"/>
    <w:rsid w:val="0068388C"/>
    <w:rsid w:val="0069133C"/>
    <w:rsid w:val="00694263"/>
    <w:rsid w:val="006A2994"/>
    <w:rsid w:val="006B30B1"/>
    <w:rsid w:val="006D04EF"/>
    <w:rsid w:val="006E0C2D"/>
    <w:rsid w:val="006E0D8C"/>
    <w:rsid w:val="006E27F2"/>
    <w:rsid w:val="006E2FB0"/>
    <w:rsid w:val="006E54BC"/>
    <w:rsid w:val="006F49C7"/>
    <w:rsid w:val="00702536"/>
    <w:rsid w:val="007102D2"/>
    <w:rsid w:val="00713948"/>
    <w:rsid w:val="00717243"/>
    <w:rsid w:val="0072371D"/>
    <w:rsid w:val="0072529F"/>
    <w:rsid w:val="007270BA"/>
    <w:rsid w:val="00735813"/>
    <w:rsid w:val="0073676E"/>
    <w:rsid w:val="007474C3"/>
    <w:rsid w:val="00753A27"/>
    <w:rsid w:val="00761013"/>
    <w:rsid w:val="00762F45"/>
    <w:rsid w:val="0076604C"/>
    <w:rsid w:val="00767D52"/>
    <w:rsid w:val="00776B92"/>
    <w:rsid w:val="00780071"/>
    <w:rsid w:val="007924E8"/>
    <w:rsid w:val="0079342A"/>
    <w:rsid w:val="007957C2"/>
    <w:rsid w:val="007B0C09"/>
    <w:rsid w:val="007B4949"/>
    <w:rsid w:val="007B4D7D"/>
    <w:rsid w:val="007B66C8"/>
    <w:rsid w:val="007C77FC"/>
    <w:rsid w:val="007C7830"/>
    <w:rsid w:val="007D3CB6"/>
    <w:rsid w:val="007D4892"/>
    <w:rsid w:val="007E11A7"/>
    <w:rsid w:val="007F0BC6"/>
    <w:rsid w:val="008027DA"/>
    <w:rsid w:val="00803730"/>
    <w:rsid w:val="00803D9D"/>
    <w:rsid w:val="008043F3"/>
    <w:rsid w:val="00805658"/>
    <w:rsid w:val="00827DA9"/>
    <w:rsid w:val="00831374"/>
    <w:rsid w:val="008354A8"/>
    <w:rsid w:val="008371EA"/>
    <w:rsid w:val="00837332"/>
    <w:rsid w:val="00842999"/>
    <w:rsid w:val="00853189"/>
    <w:rsid w:val="00857580"/>
    <w:rsid w:val="00865238"/>
    <w:rsid w:val="00865282"/>
    <w:rsid w:val="008667BF"/>
    <w:rsid w:val="0087776A"/>
    <w:rsid w:val="00890091"/>
    <w:rsid w:val="00895645"/>
    <w:rsid w:val="008A0011"/>
    <w:rsid w:val="008A0594"/>
    <w:rsid w:val="008B707B"/>
    <w:rsid w:val="008C23D3"/>
    <w:rsid w:val="008C3782"/>
    <w:rsid w:val="008D4A32"/>
    <w:rsid w:val="008D593A"/>
    <w:rsid w:val="008D60C8"/>
    <w:rsid w:val="008E7760"/>
    <w:rsid w:val="008F46E3"/>
    <w:rsid w:val="008F58B7"/>
    <w:rsid w:val="009041B0"/>
    <w:rsid w:val="009101F0"/>
    <w:rsid w:val="00913A3A"/>
    <w:rsid w:val="00915BFD"/>
    <w:rsid w:val="00915E6B"/>
    <w:rsid w:val="0092097F"/>
    <w:rsid w:val="00922001"/>
    <w:rsid w:val="0092206B"/>
    <w:rsid w:val="00922C17"/>
    <w:rsid w:val="00932F6F"/>
    <w:rsid w:val="00942DDD"/>
    <w:rsid w:val="0095017F"/>
    <w:rsid w:val="009516A8"/>
    <w:rsid w:val="00963DB7"/>
    <w:rsid w:val="00974392"/>
    <w:rsid w:val="0097705C"/>
    <w:rsid w:val="00984909"/>
    <w:rsid w:val="009924EA"/>
    <w:rsid w:val="009A03A6"/>
    <w:rsid w:val="009B0847"/>
    <w:rsid w:val="009B4A07"/>
    <w:rsid w:val="009B6D5F"/>
    <w:rsid w:val="009C27A2"/>
    <w:rsid w:val="009C4E38"/>
    <w:rsid w:val="009C5730"/>
    <w:rsid w:val="009C74D9"/>
    <w:rsid w:val="009E28F1"/>
    <w:rsid w:val="009E2C58"/>
    <w:rsid w:val="009E6AAE"/>
    <w:rsid w:val="009E6EDA"/>
    <w:rsid w:val="009F393D"/>
    <w:rsid w:val="009F7F46"/>
    <w:rsid w:val="00A000BF"/>
    <w:rsid w:val="00A01621"/>
    <w:rsid w:val="00A04869"/>
    <w:rsid w:val="00A0587E"/>
    <w:rsid w:val="00A10C01"/>
    <w:rsid w:val="00A1415C"/>
    <w:rsid w:val="00A158E6"/>
    <w:rsid w:val="00A275BC"/>
    <w:rsid w:val="00A31251"/>
    <w:rsid w:val="00A440B9"/>
    <w:rsid w:val="00A464B4"/>
    <w:rsid w:val="00A506CF"/>
    <w:rsid w:val="00A52A84"/>
    <w:rsid w:val="00A6340A"/>
    <w:rsid w:val="00A63D6B"/>
    <w:rsid w:val="00A84B52"/>
    <w:rsid w:val="00A85981"/>
    <w:rsid w:val="00A8660F"/>
    <w:rsid w:val="00A93F2D"/>
    <w:rsid w:val="00A95C48"/>
    <w:rsid w:val="00AA04FF"/>
    <w:rsid w:val="00AA7056"/>
    <w:rsid w:val="00AA7449"/>
    <w:rsid w:val="00AB31C6"/>
    <w:rsid w:val="00AB523B"/>
    <w:rsid w:val="00AC65C9"/>
    <w:rsid w:val="00AC6964"/>
    <w:rsid w:val="00AD4BDD"/>
    <w:rsid w:val="00AD7E40"/>
    <w:rsid w:val="00AE562C"/>
    <w:rsid w:val="00AF348D"/>
    <w:rsid w:val="00AF5CDC"/>
    <w:rsid w:val="00B0394F"/>
    <w:rsid w:val="00B07D7C"/>
    <w:rsid w:val="00B1475A"/>
    <w:rsid w:val="00B1477A"/>
    <w:rsid w:val="00B15F54"/>
    <w:rsid w:val="00B20993"/>
    <w:rsid w:val="00B22CCB"/>
    <w:rsid w:val="00B26C54"/>
    <w:rsid w:val="00B41181"/>
    <w:rsid w:val="00B42E96"/>
    <w:rsid w:val="00B50EE6"/>
    <w:rsid w:val="00B52014"/>
    <w:rsid w:val="00B52185"/>
    <w:rsid w:val="00B56F4F"/>
    <w:rsid w:val="00B63C13"/>
    <w:rsid w:val="00B6708B"/>
    <w:rsid w:val="00B67AF1"/>
    <w:rsid w:val="00B73567"/>
    <w:rsid w:val="00B8347A"/>
    <w:rsid w:val="00B858EC"/>
    <w:rsid w:val="00B93B74"/>
    <w:rsid w:val="00B93D9F"/>
    <w:rsid w:val="00B9753A"/>
    <w:rsid w:val="00BA79ED"/>
    <w:rsid w:val="00BB0682"/>
    <w:rsid w:val="00BB176C"/>
    <w:rsid w:val="00BB2F1A"/>
    <w:rsid w:val="00BB479C"/>
    <w:rsid w:val="00BB4A5D"/>
    <w:rsid w:val="00BB5BE2"/>
    <w:rsid w:val="00BC14FC"/>
    <w:rsid w:val="00BC33AE"/>
    <w:rsid w:val="00BC4720"/>
    <w:rsid w:val="00BC6AA5"/>
    <w:rsid w:val="00BD5F1F"/>
    <w:rsid w:val="00BD6915"/>
    <w:rsid w:val="00BD75A2"/>
    <w:rsid w:val="00BE74EF"/>
    <w:rsid w:val="00C009CD"/>
    <w:rsid w:val="00C03BD6"/>
    <w:rsid w:val="00C10DB9"/>
    <w:rsid w:val="00C12C46"/>
    <w:rsid w:val="00C1375C"/>
    <w:rsid w:val="00C2017A"/>
    <w:rsid w:val="00C2026B"/>
    <w:rsid w:val="00C20470"/>
    <w:rsid w:val="00C22A6B"/>
    <w:rsid w:val="00C34B2F"/>
    <w:rsid w:val="00C45D9B"/>
    <w:rsid w:val="00C45F6A"/>
    <w:rsid w:val="00C4641B"/>
    <w:rsid w:val="00C668B5"/>
    <w:rsid w:val="00C6690E"/>
    <w:rsid w:val="00C703C5"/>
    <w:rsid w:val="00C71A8E"/>
    <w:rsid w:val="00C74DC4"/>
    <w:rsid w:val="00C805F2"/>
    <w:rsid w:val="00C844DF"/>
    <w:rsid w:val="00C87291"/>
    <w:rsid w:val="00C954CB"/>
    <w:rsid w:val="00C977F1"/>
    <w:rsid w:val="00CB4A0B"/>
    <w:rsid w:val="00CC0F9F"/>
    <w:rsid w:val="00CC5E40"/>
    <w:rsid w:val="00CC6353"/>
    <w:rsid w:val="00CD3AFF"/>
    <w:rsid w:val="00CD6352"/>
    <w:rsid w:val="00CE0921"/>
    <w:rsid w:val="00CF1628"/>
    <w:rsid w:val="00CF5616"/>
    <w:rsid w:val="00CF78A0"/>
    <w:rsid w:val="00D10DA2"/>
    <w:rsid w:val="00D140D5"/>
    <w:rsid w:val="00D1569F"/>
    <w:rsid w:val="00D20B1E"/>
    <w:rsid w:val="00D22070"/>
    <w:rsid w:val="00D22462"/>
    <w:rsid w:val="00D230AC"/>
    <w:rsid w:val="00D32489"/>
    <w:rsid w:val="00D3349E"/>
    <w:rsid w:val="00D340EA"/>
    <w:rsid w:val="00D574F8"/>
    <w:rsid w:val="00D6028B"/>
    <w:rsid w:val="00D63A49"/>
    <w:rsid w:val="00D65AC7"/>
    <w:rsid w:val="00D72717"/>
    <w:rsid w:val="00D73CB8"/>
    <w:rsid w:val="00D73E30"/>
    <w:rsid w:val="00D74C2B"/>
    <w:rsid w:val="00D81A8E"/>
    <w:rsid w:val="00D87A56"/>
    <w:rsid w:val="00D916F9"/>
    <w:rsid w:val="00DA7591"/>
    <w:rsid w:val="00DB2855"/>
    <w:rsid w:val="00DB5909"/>
    <w:rsid w:val="00DC6FB2"/>
    <w:rsid w:val="00DD6944"/>
    <w:rsid w:val="00DE1A60"/>
    <w:rsid w:val="00DF0355"/>
    <w:rsid w:val="00DF32CE"/>
    <w:rsid w:val="00DF4019"/>
    <w:rsid w:val="00E00001"/>
    <w:rsid w:val="00E006F3"/>
    <w:rsid w:val="00E208D2"/>
    <w:rsid w:val="00E2118B"/>
    <w:rsid w:val="00E32798"/>
    <w:rsid w:val="00E3596A"/>
    <w:rsid w:val="00E40582"/>
    <w:rsid w:val="00E51C91"/>
    <w:rsid w:val="00E667C1"/>
    <w:rsid w:val="00E70577"/>
    <w:rsid w:val="00E75CF3"/>
    <w:rsid w:val="00E860E8"/>
    <w:rsid w:val="00E9575B"/>
    <w:rsid w:val="00EA1ED5"/>
    <w:rsid w:val="00EA5AEE"/>
    <w:rsid w:val="00EB6F46"/>
    <w:rsid w:val="00EC3F88"/>
    <w:rsid w:val="00EC6759"/>
    <w:rsid w:val="00ED36D8"/>
    <w:rsid w:val="00EE132D"/>
    <w:rsid w:val="00EE19A3"/>
    <w:rsid w:val="00EE6BD7"/>
    <w:rsid w:val="00EF2A93"/>
    <w:rsid w:val="00EF3DF7"/>
    <w:rsid w:val="00F0689D"/>
    <w:rsid w:val="00F1518C"/>
    <w:rsid w:val="00F1598D"/>
    <w:rsid w:val="00F2210D"/>
    <w:rsid w:val="00F52AB4"/>
    <w:rsid w:val="00F6118E"/>
    <w:rsid w:val="00F66E31"/>
    <w:rsid w:val="00F73755"/>
    <w:rsid w:val="00F81CB8"/>
    <w:rsid w:val="00F82820"/>
    <w:rsid w:val="00F82F5B"/>
    <w:rsid w:val="00F9062F"/>
    <w:rsid w:val="00F92F4E"/>
    <w:rsid w:val="00F93B6D"/>
    <w:rsid w:val="00FA2998"/>
    <w:rsid w:val="00FA2D0C"/>
    <w:rsid w:val="00FA30A1"/>
    <w:rsid w:val="00FA6086"/>
    <w:rsid w:val="00FB01B5"/>
    <w:rsid w:val="00FB1265"/>
    <w:rsid w:val="00FC1707"/>
    <w:rsid w:val="00FC4811"/>
    <w:rsid w:val="00FC63D8"/>
    <w:rsid w:val="00FC6740"/>
    <w:rsid w:val="00FD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3070111"/>
  <w15:chartTrackingRefBased/>
  <w15:docId w15:val="{11883E6D-49CE-4521-98E4-8448F9C9B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7" w:qFormat="1"/>
    <w:lsdException w:name="heading 2" w:semiHidden="1" w:uiPriority="7" w:unhideWhenUsed="1" w:qFormat="1"/>
    <w:lsdException w:name="heading 3" w:semiHidden="1" w:uiPriority="7" w:unhideWhenUsed="1" w:qFormat="1"/>
    <w:lsdException w:name="heading 4" w:semiHidden="1" w:uiPriority="7" w:unhideWhenUsed="1" w:qFormat="1"/>
    <w:lsdException w:name="heading 5" w:semiHidden="1" w:uiPriority="7" w:unhideWhenUsed="1" w:qFormat="1"/>
    <w:lsdException w:name="heading 6" w:semiHidden="1" w:uiPriority="7" w:unhideWhenUsed="1" w:qFormat="1"/>
    <w:lsdException w:name="heading 7" w:semiHidden="1" w:uiPriority="7" w:unhideWhenUsed="1" w:qFormat="1"/>
    <w:lsdException w:name="heading 8" w:semiHidden="1" w:uiPriority="7" w:unhideWhenUsed="1" w:qFormat="1"/>
    <w:lsdException w:name="heading 9" w:semiHidden="1" w:uiPriority="7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uiPriority="15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iPriority="10" w:unhideWhenUsed="1" w:qFormat="1"/>
    <w:lsdException w:name="List Bullet 4" w:semiHidden="1" w:uiPriority="10" w:unhideWhenUsed="1" w:qFormat="1"/>
    <w:lsdException w:name="List Bullet 5" w:semiHidden="1" w:uiPriority="10" w:unhideWhenUsed="1" w:qFormat="1"/>
    <w:lsdException w:name="List Number 2" w:uiPriority="15" w:qFormat="1"/>
    <w:lsdException w:name="List Number 3" w:uiPriority="15" w:qFormat="1"/>
    <w:lsdException w:name="List Number 4" w:uiPriority="15" w:qFormat="1"/>
    <w:lsdException w:name="List Number 5" w:uiPriority="15" w:qFormat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1" w:unhideWhenUsed="1"/>
    <w:lsdException w:name="Body Text Indent" w:semiHidden="1" w:uiPriority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iPriority="31" w:unhideWhenUsed="1"/>
    <w:lsdException w:name="Body Text First Indent" w:semiHidden="1" w:uiPriority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29" w:unhideWhenUsed="1"/>
    <w:lsdException w:name="Hyperlink" w:semiHidden="1" w:unhideWhenUsed="1"/>
    <w:lsdException w:name="FollowedHyperlink" w:semiHidden="1" w:uiPriority="34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5" w:qFormat="1"/>
    <w:lsdException w:name="Quote" w:uiPriority="27" w:qFormat="1"/>
    <w:lsdException w:name="Intense Quote" w:uiPriority="28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23" w:qFormat="1"/>
    <w:lsdException w:name="Intense Reference" w:uiPriority="24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6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0587E"/>
    <w:pPr>
      <w:spacing w:after="160" w:line="293" w:lineRule="auto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4"/>
      </w:numPr>
    </w:pPr>
  </w:style>
  <w:style w:type="numbering" w:customStyle="1" w:styleId="VariantaB-sla">
    <w:name w:val="Varianta B - čísla"/>
    <w:uiPriority w:val="99"/>
    <w:rsid w:val="009F7F46"/>
    <w:pPr>
      <w:numPr>
        <w:numId w:val="3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7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7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7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7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7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5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5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5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5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5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6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6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6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6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6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8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8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8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8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8"/>
      </w:numPr>
      <w:spacing w:after="0"/>
    </w:pPr>
  </w:style>
  <w:style w:type="table" w:customStyle="1" w:styleId="TableGrid">
    <w:name w:val="TableGrid"/>
    <w:rsid w:val="000F5CC4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ln1">
    <w:name w:val="Normální1"/>
    <w:basedOn w:val="Normln"/>
    <w:rsid w:val="00040C8E"/>
    <w:pPr>
      <w:spacing w:before="120" w:after="0" w:line="24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tbl-hdr">
    <w:name w:val="tbl-hdr"/>
    <w:basedOn w:val="Normln"/>
    <w:rsid w:val="00040C8E"/>
    <w:pPr>
      <w:spacing w:before="60" w:after="60" w:line="240" w:lineRule="auto"/>
      <w:ind w:right="195"/>
      <w:jc w:val="center"/>
    </w:pPr>
    <w:rPr>
      <w:rFonts w:ascii="Times New Roman" w:eastAsia="Times New Roman" w:hAnsi="Times New Roman" w:cs="Times New Roman"/>
      <w:b/>
      <w:bCs/>
      <w:color w:val="auto"/>
      <w:lang w:eastAsia="cs-CZ"/>
    </w:rPr>
  </w:style>
  <w:style w:type="paragraph" w:customStyle="1" w:styleId="tbl-txt">
    <w:name w:val="tbl-txt"/>
    <w:basedOn w:val="Normln"/>
    <w:rsid w:val="00040C8E"/>
    <w:pPr>
      <w:spacing w:before="60" w:after="60" w:line="240" w:lineRule="auto"/>
    </w:pPr>
    <w:rPr>
      <w:rFonts w:ascii="Times New Roman" w:eastAsia="Times New Roman" w:hAnsi="Times New Roman" w:cs="Times New Roman"/>
      <w:color w:val="auto"/>
      <w:lang w:eastAsia="cs-CZ"/>
    </w:rPr>
  </w:style>
  <w:style w:type="paragraph" w:customStyle="1" w:styleId="ti-grseq-1">
    <w:name w:val="ti-grseq-1"/>
    <w:basedOn w:val="Normln"/>
    <w:rsid w:val="00040C8E"/>
    <w:pPr>
      <w:spacing w:before="240" w:after="120" w:line="240" w:lineRule="auto"/>
      <w:jc w:val="both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cs-CZ"/>
    </w:rPr>
  </w:style>
  <w:style w:type="character" w:customStyle="1" w:styleId="bold">
    <w:name w:val="bold"/>
    <w:basedOn w:val="Standardnpsmoodstavce"/>
    <w:rsid w:val="00040C8E"/>
    <w:rPr>
      <w:b/>
      <w:bCs/>
    </w:rPr>
  </w:style>
  <w:style w:type="character" w:customStyle="1" w:styleId="italic">
    <w:name w:val="italic"/>
    <w:basedOn w:val="Standardnpsmoodstavce"/>
    <w:rsid w:val="00040C8E"/>
    <w:rPr>
      <w:i/>
      <w:iCs/>
    </w:rPr>
  </w:style>
  <w:style w:type="character" w:styleId="Odkaznakoment">
    <w:name w:val="annotation reference"/>
    <w:basedOn w:val="Standardnpsmoodstavce"/>
    <w:uiPriority w:val="99"/>
    <w:semiHidden/>
    <w:unhideWhenUsed/>
    <w:rsid w:val="00BD5F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F1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F1F"/>
    <w:rPr>
      <w:color w:val="000000" w:themeColor="text1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F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F1F"/>
    <w:rPr>
      <w:b/>
      <w:bCs/>
      <w:color w:val="000000" w:themeColor="text1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5F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F1F"/>
    <w:rPr>
      <w:rFonts w:ascii="Segoe UI" w:hAnsi="Segoe UI" w:cs="Segoe UI"/>
      <w:color w:val="000000" w:themeColor="text1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3968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68AD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3968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68AD"/>
    <w:rPr>
      <w:color w:val="000000" w:themeColor="text1"/>
    </w:rPr>
  </w:style>
  <w:style w:type="paragraph" w:customStyle="1" w:styleId="CM1">
    <w:name w:val="CM1"/>
    <w:basedOn w:val="Normln"/>
    <w:next w:val="Normln"/>
    <w:uiPriority w:val="99"/>
    <w:rsid w:val="00433DDA"/>
    <w:pPr>
      <w:autoSpaceDE w:val="0"/>
      <w:autoSpaceDN w:val="0"/>
      <w:adjustRightInd w:val="0"/>
      <w:spacing w:after="0" w:line="240" w:lineRule="auto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Normln"/>
    <w:next w:val="Normln"/>
    <w:uiPriority w:val="99"/>
    <w:rsid w:val="00433DDA"/>
    <w:pPr>
      <w:autoSpaceDE w:val="0"/>
      <w:autoSpaceDN w:val="0"/>
      <w:adjustRightInd w:val="0"/>
      <w:spacing w:after="0" w:line="240" w:lineRule="auto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Normln"/>
    <w:next w:val="Normln"/>
    <w:uiPriority w:val="99"/>
    <w:rsid w:val="00433DDA"/>
    <w:pPr>
      <w:autoSpaceDE w:val="0"/>
      <w:autoSpaceDN w:val="0"/>
      <w:adjustRightInd w:val="0"/>
      <w:spacing w:after="0" w:line="240" w:lineRule="auto"/>
    </w:pPr>
    <w:rPr>
      <w:rFonts w:ascii="EUAlbertina" w:hAnsi="EUAlbertina"/>
      <w:color w:val="auto"/>
      <w:sz w:val="24"/>
      <w:szCs w:val="24"/>
    </w:rPr>
  </w:style>
  <w:style w:type="paragraph" w:styleId="Revize">
    <w:name w:val="Revision"/>
    <w:hidden/>
    <w:uiPriority w:val="99"/>
    <w:semiHidden/>
    <w:rsid w:val="00433DDA"/>
    <w:pPr>
      <w:spacing w:after="0" w:line="240" w:lineRule="auto"/>
    </w:pPr>
    <w:rPr>
      <w:color w:val="000000" w:themeColor="text1"/>
    </w:rPr>
  </w:style>
  <w:style w:type="paragraph" w:customStyle="1" w:styleId="znaka">
    <w:name w:val="značka"/>
    <w:basedOn w:val="Normln"/>
    <w:rsid w:val="00433DDA"/>
    <w:pPr>
      <w:tabs>
        <w:tab w:val="left" w:pos="170"/>
        <w:tab w:val="num" w:pos="720"/>
      </w:tabs>
      <w:spacing w:after="0" w:line="240" w:lineRule="auto"/>
      <w:ind w:left="720" w:hanging="357"/>
    </w:pPr>
    <w:rPr>
      <w:rFonts w:ascii="Times New Roman" w:eastAsia="Times New Roman" w:hAnsi="Times New Roman" w:cs="Times New Roman"/>
      <w:color w:val="auto"/>
      <w:sz w:val="20"/>
      <w:szCs w:val="20"/>
      <w:lang w:eastAsia="zh-TW"/>
    </w:rPr>
  </w:style>
  <w:style w:type="character" w:customStyle="1" w:styleId="gmail-msoins">
    <w:name w:val="gmail-msoins"/>
    <w:basedOn w:val="Standardnpsmoodstavce"/>
    <w:rsid w:val="00433D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753022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4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45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52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B5293-820E-4FF4-AD21-0EF580490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8E64F49B.dotm</Template>
  <TotalTime>2</TotalTime>
  <Pages>2</Pages>
  <Words>634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Normal MPO B&amp;W</vt:lpstr>
    </vt:vector>
  </TitlesOfParts>
  <Company>Ministerstvo průmyslu a obchodu</Company>
  <LinksUpToDate>false</LinksUpToDate>
  <CharactersWithSpaces>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 MPO B&amp;W</dc:title>
  <dc:subject>Prázdná šablona obsahující styly v černobílém provedení</dc:subject>
  <dc:creator>Vaněk Ladislav</dc:creator>
  <cp:keywords/>
  <dc:description/>
  <cp:lastModifiedBy>Budinský Jan</cp:lastModifiedBy>
  <cp:revision>4</cp:revision>
  <cp:lastPrinted>2018-01-29T07:29:00Z</cp:lastPrinted>
  <dcterms:created xsi:type="dcterms:W3CDTF">2020-12-16T12:12:00Z</dcterms:created>
  <dcterms:modified xsi:type="dcterms:W3CDTF">2021-01-04T06:05:00Z</dcterms:modified>
</cp:coreProperties>
</file>