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167C9" w:rsidP="000E730C">
      <w:pPr>
        <w:pStyle w:val="PS-hlavika2"/>
      </w:pPr>
      <w:r>
        <w:t>20</w:t>
      </w:r>
      <w:r w:rsidR="0068521A">
        <w:t>20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D5297B" w:rsidP="00A72A69">
      <w:pPr>
        <w:pStyle w:val="PS-slousnesen"/>
        <w:tabs>
          <w:tab w:val="center" w:pos="4535"/>
          <w:tab w:val="left" w:pos="5334"/>
        </w:tabs>
      </w:pPr>
      <w:r>
        <w:t>450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68521A" w:rsidP="00377253">
      <w:pPr>
        <w:pStyle w:val="PS-hlavika1"/>
      </w:pPr>
      <w:r>
        <w:t>ze 4</w:t>
      </w:r>
      <w:r w:rsidR="005A4EF6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5A4EF6">
        <w:t>23</w:t>
      </w:r>
      <w:r w:rsidR="0068521A">
        <w:t>. září 2020</w:t>
      </w:r>
    </w:p>
    <w:p w:rsidR="009F4840" w:rsidRPr="009F4840" w:rsidRDefault="009F4840" w:rsidP="009F4840">
      <w:pPr>
        <w:pStyle w:val="Bezmezer"/>
      </w:pPr>
    </w:p>
    <w:p w:rsidR="00B36E8C" w:rsidRDefault="00B7444C" w:rsidP="0024122C">
      <w:pPr>
        <w:pStyle w:val="PS-pedmtusnesen"/>
        <w:spacing w:before="0" w:after="0"/>
      </w:pPr>
      <w:r>
        <w:t xml:space="preserve">ke Zprávě České národní banky o inflaci </w:t>
      </w:r>
      <w:r w:rsidR="00DC2D20">
        <w:t>–</w:t>
      </w:r>
      <w:r w:rsidR="009F3D27">
        <w:t xml:space="preserve"> červenec</w:t>
      </w:r>
      <w:r w:rsidR="00DC2D20">
        <w:t xml:space="preserve"> </w:t>
      </w:r>
      <w:r w:rsidR="002167C9">
        <w:t>20</w:t>
      </w:r>
      <w:r w:rsidR="0068521A">
        <w:t>20</w:t>
      </w:r>
    </w:p>
    <w:p w:rsidR="00771B32" w:rsidRPr="00771B32" w:rsidRDefault="00B7444C" w:rsidP="00771B32">
      <w:pPr>
        <w:pStyle w:val="PS-pedmtusnesen"/>
        <w:spacing w:before="0" w:after="0"/>
      </w:pPr>
      <w:r>
        <w:t xml:space="preserve">(Zpráva o měnovém vývoji za </w:t>
      </w:r>
      <w:r w:rsidR="009F3D27">
        <w:t xml:space="preserve">1. pololetí </w:t>
      </w:r>
      <w:r w:rsidR="002167C9">
        <w:t>20</w:t>
      </w:r>
      <w:r w:rsidR="0068521A">
        <w:t>20</w:t>
      </w:r>
      <w:r>
        <w:t>)</w:t>
      </w:r>
    </w:p>
    <w:p w:rsidR="00DC29E4" w:rsidRPr="00D76FB3" w:rsidRDefault="00DC29E4" w:rsidP="0024122C">
      <w:pPr>
        <w:pStyle w:val="PS-pedmtusnesen"/>
        <w:spacing w:before="0" w:after="0"/>
      </w:pPr>
      <w:r w:rsidRPr="00D76FB3">
        <w:t>sněmovní</w:t>
      </w:r>
      <w:r w:rsidR="00254049">
        <w:t> </w:t>
      </w:r>
      <w:r w:rsidRPr="00D76FB3">
        <w:t>tisk</w:t>
      </w:r>
      <w:r w:rsidR="009F3D27">
        <w:t xml:space="preserve"> </w:t>
      </w:r>
      <w:r w:rsidR="0068521A">
        <w:t>976</w:t>
      </w:r>
    </w:p>
    <w:p w:rsidR="0024122C" w:rsidRDefault="0024122C" w:rsidP="00A46CDA">
      <w:pPr>
        <w:pStyle w:val="PS-uvodnodstavec"/>
      </w:pPr>
    </w:p>
    <w:p w:rsidR="002B60B3" w:rsidRDefault="006B50A5" w:rsidP="00B715B6">
      <w:pPr>
        <w:pStyle w:val="PS-slovanseznam"/>
        <w:ind w:left="567" w:hanging="567"/>
      </w:pPr>
      <w:r>
        <w:t>p ř e r u š u j e projednávání tohoto bodu</w:t>
      </w:r>
      <w:r w:rsidR="00B7444C">
        <w:t xml:space="preserve"> </w:t>
      </w:r>
      <w:r>
        <w:t>do 7. října 2020;</w:t>
      </w:r>
    </w:p>
    <w:p w:rsidR="006B50A5" w:rsidRDefault="006B50A5" w:rsidP="006B50A5">
      <w:pPr>
        <w:pStyle w:val="PS-slovanseznam"/>
        <w:numPr>
          <w:ilvl w:val="0"/>
          <w:numId w:val="0"/>
        </w:numPr>
        <w:ind w:left="357" w:hanging="357"/>
      </w:pPr>
    </w:p>
    <w:p w:rsidR="002B60B3" w:rsidRPr="002B60B3" w:rsidRDefault="00031E6D" w:rsidP="00ED15A8">
      <w:pPr>
        <w:pStyle w:val="PS-slovanseznam"/>
        <w:ind w:left="567" w:hanging="567"/>
      </w:pPr>
      <w:r>
        <w:rPr>
          <w:rStyle w:val="proloenChar"/>
        </w:rPr>
        <w:t>pověř</w:t>
      </w:r>
      <w:r w:rsidR="002B60B3" w:rsidRPr="00ED15A8">
        <w:rPr>
          <w:rStyle w:val="proloenChar"/>
        </w:rPr>
        <w:t>uje</w:t>
      </w:r>
      <w:r w:rsidR="002B60B3">
        <w:t xml:space="preserve"> </w:t>
      </w:r>
      <w:r>
        <w:t>zpravodaje výboru, aby s tímto usnesením seznámil Poslaneckou sněmovnu Parlamentu.</w:t>
      </w:r>
    </w:p>
    <w:p w:rsidR="00106842" w:rsidRPr="00106842" w:rsidRDefault="00D5297B" w:rsidP="009C41BE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567"/>
      </w:pPr>
      <w:r>
        <w:t>Petr  VENHODA</w:t>
      </w:r>
      <w:r w:rsidR="009C41BE">
        <w:t xml:space="preserve"> </w:t>
      </w:r>
      <w:r w:rsidR="006B50A5">
        <w:t>v.r.</w:t>
      </w:r>
      <w:r w:rsidR="009C41BE">
        <w:t xml:space="preserve"> </w:t>
      </w:r>
      <w:r w:rsidR="00106842" w:rsidRPr="00106842">
        <w:tab/>
      </w:r>
      <w:r w:rsidR="00106842" w:rsidRPr="00106842">
        <w:tab/>
      </w:r>
      <w:r w:rsidR="00507033">
        <w:t xml:space="preserve">  </w:t>
      </w:r>
      <w:r>
        <w:t xml:space="preserve">  </w:t>
      </w:r>
      <w:r w:rsidR="00507033">
        <w:t xml:space="preserve"> Karel  RAIS</w:t>
      </w:r>
      <w:r w:rsidR="006B50A5">
        <w:t xml:space="preserve"> v.r.</w:t>
      </w:r>
      <w:r w:rsidR="00254049" w:rsidRPr="006B50A5">
        <w:t xml:space="preserve"> </w:t>
      </w:r>
      <w:r w:rsidR="00945BBA" w:rsidRPr="006B50A5">
        <w:t xml:space="preserve"> </w:t>
      </w:r>
    </w:p>
    <w:p w:rsidR="00106842" w:rsidRPr="00106842" w:rsidRDefault="004612C5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</w:t>
      </w:r>
      <w:r w:rsidR="00254049">
        <w:t>o</w:t>
      </w:r>
      <w:r w:rsidR="00106842" w:rsidRPr="00106842">
        <w:t>věřovatel</w:t>
      </w:r>
      <w:r w:rsidR="00106842" w:rsidRPr="00106842">
        <w:tab/>
      </w:r>
      <w:r w:rsidR="00106842" w:rsidRPr="00106842">
        <w:tab/>
      </w:r>
      <w:r w:rsidR="00507033">
        <w:t xml:space="preserve">   </w:t>
      </w:r>
      <w:r w:rsidR="00106842" w:rsidRPr="00106842">
        <w:t>zpravodaj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 w:rsidRPr="00106842">
        <w:tab/>
      </w:r>
      <w:r w:rsidRPr="00106842">
        <w:tab/>
      </w:r>
      <w:r w:rsidR="00C015CF">
        <w:t>Jan  VOLNÝ</w:t>
      </w:r>
      <w:r w:rsidR="00945BBA">
        <w:t xml:space="preserve"> </w:t>
      </w:r>
      <w:r w:rsidR="006B50A5">
        <w:t>v.r.</w:t>
      </w:r>
      <w:bookmarkStart w:id="0" w:name="_GoBack"/>
      <w:bookmarkEnd w:id="0"/>
    </w:p>
    <w:p w:rsidR="00106842" w:rsidRDefault="008C59E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C015CF">
        <w:tab/>
        <w:t>místopředseda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7643"/>
    <w:rsid w:val="000476E4"/>
    <w:rsid w:val="000925E6"/>
    <w:rsid w:val="000C5278"/>
    <w:rsid w:val="000E730C"/>
    <w:rsid w:val="00103C04"/>
    <w:rsid w:val="00106842"/>
    <w:rsid w:val="001B45F3"/>
    <w:rsid w:val="002167C9"/>
    <w:rsid w:val="00230024"/>
    <w:rsid w:val="0024122C"/>
    <w:rsid w:val="0025391A"/>
    <w:rsid w:val="00254049"/>
    <w:rsid w:val="00272E1B"/>
    <w:rsid w:val="002A2F32"/>
    <w:rsid w:val="002B0FB6"/>
    <w:rsid w:val="002B60B3"/>
    <w:rsid w:val="002C6BED"/>
    <w:rsid w:val="002D1061"/>
    <w:rsid w:val="00356011"/>
    <w:rsid w:val="00356B87"/>
    <w:rsid w:val="00377253"/>
    <w:rsid w:val="00394A2D"/>
    <w:rsid w:val="003C45FF"/>
    <w:rsid w:val="003D2033"/>
    <w:rsid w:val="00436207"/>
    <w:rsid w:val="004612C5"/>
    <w:rsid w:val="00483B78"/>
    <w:rsid w:val="00485AD3"/>
    <w:rsid w:val="004A6EEF"/>
    <w:rsid w:val="00507033"/>
    <w:rsid w:val="005227BF"/>
    <w:rsid w:val="00566A4C"/>
    <w:rsid w:val="005A4EF6"/>
    <w:rsid w:val="005C30D7"/>
    <w:rsid w:val="005E094C"/>
    <w:rsid w:val="005E3FD7"/>
    <w:rsid w:val="005F275E"/>
    <w:rsid w:val="005F303D"/>
    <w:rsid w:val="005F6CAE"/>
    <w:rsid w:val="0061035D"/>
    <w:rsid w:val="00620764"/>
    <w:rsid w:val="00674837"/>
    <w:rsid w:val="0068521A"/>
    <w:rsid w:val="006B50A5"/>
    <w:rsid w:val="006F4231"/>
    <w:rsid w:val="00734CCD"/>
    <w:rsid w:val="00771B32"/>
    <w:rsid w:val="00782F9A"/>
    <w:rsid w:val="007A7EE8"/>
    <w:rsid w:val="007C62DA"/>
    <w:rsid w:val="007D5EE1"/>
    <w:rsid w:val="007E1D0B"/>
    <w:rsid w:val="00812496"/>
    <w:rsid w:val="00830BFE"/>
    <w:rsid w:val="008427B5"/>
    <w:rsid w:val="008511DF"/>
    <w:rsid w:val="00893C29"/>
    <w:rsid w:val="00894548"/>
    <w:rsid w:val="008C59E6"/>
    <w:rsid w:val="008D48F0"/>
    <w:rsid w:val="00903269"/>
    <w:rsid w:val="00920D8B"/>
    <w:rsid w:val="00945BBA"/>
    <w:rsid w:val="009C41BE"/>
    <w:rsid w:val="009F3D27"/>
    <w:rsid w:val="009F4840"/>
    <w:rsid w:val="00A40F72"/>
    <w:rsid w:val="00A46CDA"/>
    <w:rsid w:val="00A61250"/>
    <w:rsid w:val="00A72A69"/>
    <w:rsid w:val="00AA0D27"/>
    <w:rsid w:val="00AF0C4B"/>
    <w:rsid w:val="00B13892"/>
    <w:rsid w:val="00B17951"/>
    <w:rsid w:val="00B36E8C"/>
    <w:rsid w:val="00B53E8D"/>
    <w:rsid w:val="00B715B6"/>
    <w:rsid w:val="00B7444C"/>
    <w:rsid w:val="00BC09E3"/>
    <w:rsid w:val="00BE6004"/>
    <w:rsid w:val="00C015CF"/>
    <w:rsid w:val="00C174E7"/>
    <w:rsid w:val="00C30E63"/>
    <w:rsid w:val="00C56014"/>
    <w:rsid w:val="00C72C15"/>
    <w:rsid w:val="00D0236F"/>
    <w:rsid w:val="00D5297B"/>
    <w:rsid w:val="00D76FB3"/>
    <w:rsid w:val="00D97343"/>
    <w:rsid w:val="00DA5B44"/>
    <w:rsid w:val="00DC29E4"/>
    <w:rsid w:val="00DC2D20"/>
    <w:rsid w:val="00E21597"/>
    <w:rsid w:val="00E32801"/>
    <w:rsid w:val="00ED15A8"/>
    <w:rsid w:val="00EF3B15"/>
    <w:rsid w:val="00EF679B"/>
    <w:rsid w:val="00F23AA1"/>
    <w:rsid w:val="00F52057"/>
    <w:rsid w:val="00FE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BAF9D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40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RzymanovaM</cp:lastModifiedBy>
  <cp:revision>14</cp:revision>
  <cp:lastPrinted>2020-09-23T11:18:00Z</cp:lastPrinted>
  <dcterms:created xsi:type="dcterms:W3CDTF">2019-09-04T12:31:00Z</dcterms:created>
  <dcterms:modified xsi:type="dcterms:W3CDTF">2020-09-23T11:19:00Z</dcterms:modified>
</cp:coreProperties>
</file>