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9F3685">
        <w:rPr>
          <w:b w:val="0"/>
          <w:i w:val="0"/>
        </w:rPr>
        <w:t>20</w:t>
      </w:r>
      <w:r w:rsidR="00750F88">
        <w:rPr>
          <w:b w:val="0"/>
          <w:i w:val="0"/>
        </w:rPr>
        <w:t>0</w:t>
      </w:r>
      <w:r w:rsidR="00E95C2A">
        <w:rPr>
          <w:b w:val="0"/>
          <w:i w:val="0"/>
        </w:rPr>
        <w:t>157285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</w:t>
      </w:r>
      <w:r w:rsidR="00D5440C">
        <w:t>20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E959D8" w:rsidP="000E730C">
      <w:pPr>
        <w:pStyle w:val="PS-slousnesen"/>
      </w:pPr>
      <w:r>
        <w:t>218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684F52">
        <w:t xml:space="preserve"> 6</w:t>
      </w:r>
      <w:r w:rsidR="00664D8D">
        <w:t>7</w:t>
      </w:r>
      <w:r>
        <w:t>. schůze</w:t>
      </w:r>
    </w:p>
    <w:p w:rsidR="00DC29E4" w:rsidRDefault="00DC29E4" w:rsidP="00377253">
      <w:pPr>
        <w:pStyle w:val="PS-hlavika1"/>
      </w:pPr>
      <w:r>
        <w:t>dne</w:t>
      </w:r>
      <w:r w:rsidR="00A13EE8">
        <w:t xml:space="preserve"> </w:t>
      </w:r>
      <w:r w:rsidR="00664D8D">
        <w:t xml:space="preserve">9. září </w:t>
      </w:r>
      <w:r w:rsidR="00D5440C">
        <w:t>2020</w:t>
      </w:r>
    </w:p>
    <w:p w:rsidR="004A4F60" w:rsidRDefault="004A4F60" w:rsidP="005C2180">
      <w:pPr>
        <w:pStyle w:val="Bezmezer"/>
      </w:pPr>
    </w:p>
    <w:p w:rsidR="00A13EE8" w:rsidRPr="00A13EE8" w:rsidRDefault="00684F52" w:rsidP="00A13EE8">
      <w:pPr>
        <w:spacing w:after="0" w:line="240" w:lineRule="auto"/>
        <w:jc w:val="center"/>
        <w:rPr>
          <w:szCs w:val="24"/>
        </w:rPr>
      </w:pPr>
      <w:r w:rsidRPr="00C13B96">
        <w:rPr>
          <w:shd w:val="clear" w:color="auto" w:fill="FFFFFF"/>
        </w:rPr>
        <w:t>Vládní návrh zákona, kterým se mění zákon č. 99/1963 Sb., občanský soudní řád, ve znění pozdějších předpisů, zákon č. 120/2001 Sb., o soudních exekutorech a exekuční činnosti (exekuční řád) a o změně dalších zákonů, ve znění pozdějších předpisů, a některé další zákony</w:t>
      </w:r>
      <w:r w:rsidRPr="00C13B96">
        <w:t xml:space="preserve"> (tisk 545)</w:t>
      </w:r>
    </w:p>
    <w:p w:rsidR="003F73C2" w:rsidRDefault="003F73C2" w:rsidP="008B467F">
      <w:pPr>
        <w:pStyle w:val="PS-pedmtusnesen"/>
        <w:pBdr>
          <w:bottom w:val="single" w:sz="4" w:space="7" w:color="auto"/>
        </w:pBdr>
        <w:spacing w:before="0" w:after="0"/>
      </w:pPr>
    </w:p>
    <w:p w:rsidR="004A4F60" w:rsidRDefault="004A4F60" w:rsidP="003F73C2">
      <w:pPr>
        <w:pStyle w:val="PS-uvodnodstavec"/>
        <w:spacing w:after="0"/>
        <w:ind w:firstLine="708"/>
      </w:pPr>
    </w:p>
    <w:p w:rsidR="00DC29E4" w:rsidRDefault="00A13EE8" w:rsidP="003F73C2">
      <w:pPr>
        <w:pStyle w:val="PS-uvodnodstavec"/>
        <w:spacing w:after="0"/>
        <w:ind w:firstLine="708"/>
      </w:pPr>
      <w:r>
        <w:t xml:space="preserve">Po </w:t>
      </w:r>
      <w:r w:rsidR="00664D8D">
        <w:t xml:space="preserve">vyjádření </w:t>
      </w:r>
      <w:r>
        <w:t>náměstka ministr</w:t>
      </w:r>
      <w:r w:rsidR="00D14353">
        <w:t>yně</w:t>
      </w:r>
      <w:r>
        <w:t xml:space="preserve"> spravedlnosti Mgr. Michala Fraňka, zpravodaj</w:t>
      </w:r>
      <w:r w:rsidR="00664D8D">
        <w:t>e</w:t>
      </w:r>
      <w:r w:rsidR="00684F52">
        <w:t xml:space="preserve"> posl. </w:t>
      </w:r>
      <w:r w:rsidR="00E959D8">
        <w:t xml:space="preserve">Mgr. Marka Výborného </w:t>
      </w:r>
      <w:r>
        <w:t xml:space="preserve">a </w:t>
      </w:r>
      <w:r w:rsidR="00E959D8">
        <w:t xml:space="preserve">v obecné </w:t>
      </w:r>
      <w:r w:rsidR="00DC29E4">
        <w:t>rozpravě</w:t>
      </w:r>
    </w:p>
    <w:p w:rsidR="005F357B" w:rsidRDefault="005F357B" w:rsidP="00C64738">
      <w:pPr>
        <w:pStyle w:val="PS-uvodnodstavec"/>
        <w:spacing w:after="0"/>
        <w:ind w:left="360" w:firstLine="0"/>
      </w:pPr>
    </w:p>
    <w:p w:rsidR="00E959D8" w:rsidRDefault="00E959D8" w:rsidP="00C64738">
      <w:pPr>
        <w:pStyle w:val="PS-uvodnodstavec"/>
        <w:spacing w:after="0"/>
        <w:ind w:left="360" w:firstLine="0"/>
      </w:pPr>
    </w:p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E959D8" w:rsidRDefault="00E959D8" w:rsidP="00E959D8"/>
    <w:p w:rsidR="00E959D8" w:rsidRPr="00E959D8" w:rsidRDefault="00E959D8" w:rsidP="00E959D8">
      <w:pPr>
        <w:pStyle w:val="Odstavecseseznamem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959D8">
        <w:rPr>
          <w:rStyle w:val="proloenChar"/>
          <w:rFonts w:cs="Times New Roman"/>
          <w:szCs w:val="24"/>
        </w:rPr>
        <w:t xml:space="preserve">přerušuje </w:t>
      </w:r>
      <w:r w:rsidRPr="00E959D8">
        <w:rPr>
          <w:rFonts w:ascii="Times New Roman" w:hAnsi="Times New Roman" w:cs="Times New Roman"/>
          <w:sz w:val="24"/>
          <w:szCs w:val="24"/>
        </w:rPr>
        <w:t>projednávání sněmovního tisku 545 z důvodu absence poslanců za Českou pirátskou stranu</w:t>
      </w:r>
      <w:r w:rsidR="00747D4D">
        <w:rPr>
          <w:rFonts w:ascii="Times New Roman" w:hAnsi="Times New Roman" w:cs="Times New Roman"/>
          <w:sz w:val="24"/>
          <w:szCs w:val="24"/>
        </w:rPr>
        <w:t xml:space="preserve"> způsobené </w:t>
      </w:r>
      <w:r w:rsidR="00345308">
        <w:rPr>
          <w:rFonts w:ascii="Times New Roman" w:hAnsi="Times New Roman" w:cs="Times New Roman"/>
          <w:sz w:val="24"/>
          <w:szCs w:val="24"/>
        </w:rPr>
        <w:t>karanténou.</w:t>
      </w:r>
    </w:p>
    <w:p w:rsidR="009E5BB6" w:rsidRDefault="009E5BB6" w:rsidP="009E5BB6">
      <w:pPr>
        <w:tabs>
          <w:tab w:val="center" w:pos="1843"/>
        </w:tabs>
        <w:spacing w:after="0" w:line="240" w:lineRule="auto"/>
        <w:ind w:left="357"/>
      </w:pPr>
    </w:p>
    <w:p w:rsidR="003F73C2" w:rsidRDefault="003F73C2" w:rsidP="003F73C2">
      <w:pPr>
        <w:tabs>
          <w:tab w:val="center" w:pos="1843"/>
        </w:tabs>
        <w:spacing w:after="0" w:line="240" w:lineRule="auto"/>
      </w:pPr>
    </w:p>
    <w:p w:rsidR="00E959D8" w:rsidRDefault="00E959D8" w:rsidP="003F73C2">
      <w:pPr>
        <w:tabs>
          <w:tab w:val="center" w:pos="1843"/>
        </w:tabs>
        <w:spacing w:after="0" w:line="240" w:lineRule="auto"/>
      </w:pPr>
    </w:p>
    <w:p w:rsidR="00E959D8" w:rsidRDefault="00E959D8" w:rsidP="003F73C2">
      <w:pPr>
        <w:tabs>
          <w:tab w:val="center" w:pos="1843"/>
        </w:tabs>
        <w:spacing w:after="0" w:line="240" w:lineRule="auto"/>
      </w:pPr>
    </w:p>
    <w:p w:rsidR="00E959D8" w:rsidRDefault="00E959D8" w:rsidP="003F73C2">
      <w:pPr>
        <w:tabs>
          <w:tab w:val="center" w:pos="1843"/>
        </w:tabs>
        <w:spacing w:after="0" w:line="240" w:lineRule="auto"/>
      </w:pPr>
    </w:p>
    <w:p w:rsidR="00E959D8" w:rsidRDefault="00E959D8" w:rsidP="003F73C2">
      <w:pPr>
        <w:tabs>
          <w:tab w:val="center" w:pos="1843"/>
        </w:tabs>
        <w:spacing w:after="0" w:line="240" w:lineRule="auto"/>
      </w:pPr>
    </w:p>
    <w:p w:rsidR="00E959D8" w:rsidRDefault="00E959D8" w:rsidP="003F73C2">
      <w:pPr>
        <w:tabs>
          <w:tab w:val="center" w:pos="1843"/>
        </w:tabs>
        <w:spacing w:after="0" w:line="240" w:lineRule="auto"/>
      </w:pPr>
    </w:p>
    <w:p w:rsidR="00E959D8" w:rsidRDefault="00E959D8" w:rsidP="003F73C2">
      <w:pPr>
        <w:tabs>
          <w:tab w:val="center" w:pos="1843"/>
        </w:tabs>
        <w:spacing w:after="0" w:line="240" w:lineRule="auto"/>
      </w:pPr>
    </w:p>
    <w:p w:rsidR="00E959D8" w:rsidRDefault="00E959D8" w:rsidP="003F73C2">
      <w:pPr>
        <w:tabs>
          <w:tab w:val="center" w:pos="1843"/>
        </w:tabs>
        <w:spacing w:after="0" w:line="240" w:lineRule="auto"/>
      </w:pPr>
    </w:p>
    <w:p w:rsidR="003F73C2" w:rsidRDefault="003F73C2" w:rsidP="003F73C2">
      <w:pPr>
        <w:tabs>
          <w:tab w:val="center" w:pos="1843"/>
        </w:tabs>
        <w:spacing w:after="0" w:line="240" w:lineRule="auto"/>
      </w:pPr>
    </w:p>
    <w:p w:rsidR="004A4F60" w:rsidRDefault="00684F52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</w:t>
      </w:r>
      <w:r w:rsidR="00E959D8">
        <w:t>Mgr. Marek  VÝBORNÝ</w:t>
      </w:r>
      <w:r w:rsidR="00424F0D">
        <w:tab/>
      </w:r>
      <w:r w:rsidR="00E95C2A">
        <w:t xml:space="preserve">v. r. </w:t>
      </w:r>
      <w:r w:rsidR="00424F0D">
        <w:tab/>
      </w:r>
      <w:r w:rsidR="00424F0D">
        <w:tab/>
      </w:r>
      <w:r w:rsidR="004F17AA">
        <w:tab/>
      </w:r>
      <w:r w:rsidR="004F17AA">
        <w:tab/>
        <w:t xml:space="preserve">  Dominik  FERI</w:t>
      </w:r>
      <w:r w:rsidR="00E95C2A">
        <w:t xml:space="preserve"> v. r. </w:t>
      </w:r>
    </w:p>
    <w:p w:rsidR="003F73C2" w:rsidRDefault="003F73C2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</w:t>
      </w:r>
      <w:r w:rsidR="00F8079F">
        <w:t xml:space="preserve">   </w:t>
      </w:r>
      <w:r>
        <w:t>zpravodaj</w:t>
      </w:r>
      <w:r w:rsidR="00684F52">
        <w:t xml:space="preserve"> </w:t>
      </w:r>
      <w:r>
        <w:t>výboru</w:t>
      </w:r>
      <w:r w:rsidRPr="00106842">
        <w:tab/>
      </w:r>
      <w:r w:rsidRPr="00106842">
        <w:tab/>
      </w:r>
      <w:r>
        <w:t xml:space="preserve">                                  </w:t>
      </w:r>
      <w:r w:rsidR="004A4F60">
        <w:tab/>
      </w:r>
      <w:r>
        <w:t xml:space="preserve">ověřovatel výboru    </w:t>
      </w:r>
      <w:r>
        <w:tab/>
      </w:r>
      <w:r>
        <w:tab/>
        <w:t xml:space="preserve">  </w:t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E959D8" w:rsidRDefault="00E959D8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Pr="00254049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E95C2A">
        <w:t xml:space="preserve">v. r. </w:t>
      </w:r>
      <w:bookmarkStart w:id="0" w:name="_GoBack"/>
      <w:bookmarkEnd w:id="0"/>
    </w:p>
    <w:p w:rsidR="00B715B6" w:rsidRDefault="003F73C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="00106842" w:rsidRPr="00106842"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59D8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7307721"/>
    <w:multiLevelType w:val="hybridMultilevel"/>
    <w:tmpl w:val="DF960A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22"/>
  </w:num>
  <w:num w:numId="10">
    <w:abstractNumId w:val="21"/>
  </w:num>
  <w:num w:numId="11">
    <w:abstractNumId w:val="13"/>
  </w:num>
  <w:num w:numId="12">
    <w:abstractNumId w:val="9"/>
  </w:num>
  <w:num w:numId="13">
    <w:abstractNumId w:val="11"/>
  </w:num>
  <w:num w:numId="14">
    <w:abstractNumId w:val="15"/>
  </w:num>
  <w:num w:numId="15">
    <w:abstractNumId w:val="8"/>
  </w:num>
  <w:num w:numId="16">
    <w:abstractNumId w:val="19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0"/>
  </w:num>
  <w:num w:numId="20">
    <w:abstractNumId w:val="14"/>
  </w:num>
  <w:num w:numId="2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595A"/>
    <w:rsid w:val="000476E4"/>
    <w:rsid w:val="00050460"/>
    <w:rsid w:val="00053FE1"/>
    <w:rsid w:val="0007134E"/>
    <w:rsid w:val="00072D44"/>
    <w:rsid w:val="000901C9"/>
    <w:rsid w:val="000A1EC5"/>
    <w:rsid w:val="000A672A"/>
    <w:rsid w:val="000B47C9"/>
    <w:rsid w:val="000C399A"/>
    <w:rsid w:val="000C5278"/>
    <w:rsid w:val="000C740A"/>
    <w:rsid w:val="000E730C"/>
    <w:rsid w:val="00103C04"/>
    <w:rsid w:val="00106842"/>
    <w:rsid w:val="00114315"/>
    <w:rsid w:val="00115A56"/>
    <w:rsid w:val="00117FF6"/>
    <w:rsid w:val="00136BB7"/>
    <w:rsid w:val="0015088E"/>
    <w:rsid w:val="00177E30"/>
    <w:rsid w:val="00191C5F"/>
    <w:rsid w:val="001A1050"/>
    <w:rsid w:val="001B45F3"/>
    <w:rsid w:val="00230024"/>
    <w:rsid w:val="0023249A"/>
    <w:rsid w:val="00254049"/>
    <w:rsid w:val="002557A2"/>
    <w:rsid w:val="00263726"/>
    <w:rsid w:val="00272E1B"/>
    <w:rsid w:val="002816E9"/>
    <w:rsid w:val="00283E56"/>
    <w:rsid w:val="00292C71"/>
    <w:rsid w:val="00294A64"/>
    <w:rsid w:val="002A2F32"/>
    <w:rsid w:val="002B0FB6"/>
    <w:rsid w:val="002B60B3"/>
    <w:rsid w:val="002C6BED"/>
    <w:rsid w:val="00310E47"/>
    <w:rsid w:val="00314450"/>
    <w:rsid w:val="003258C8"/>
    <w:rsid w:val="00345308"/>
    <w:rsid w:val="003475DE"/>
    <w:rsid w:val="00356011"/>
    <w:rsid w:val="00377253"/>
    <w:rsid w:val="00386BA1"/>
    <w:rsid w:val="003C1399"/>
    <w:rsid w:val="003D1635"/>
    <w:rsid w:val="003D2033"/>
    <w:rsid w:val="003E5F88"/>
    <w:rsid w:val="003F73C2"/>
    <w:rsid w:val="00410447"/>
    <w:rsid w:val="00420F4C"/>
    <w:rsid w:val="0042193B"/>
    <w:rsid w:val="00424F0D"/>
    <w:rsid w:val="00427EAD"/>
    <w:rsid w:val="00451971"/>
    <w:rsid w:val="00451C05"/>
    <w:rsid w:val="004668BF"/>
    <w:rsid w:val="004A4F60"/>
    <w:rsid w:val="004B7A78"/>
    <w:rsid w:val="004C4D43"/>
    <w:rsid w:val="004E384C"/>
    <w:rsid w:val="004F17AA"/>
    <w:rsid w:val="005113CB"/>
    <w:rsid w:val="005227BF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1641"/>
    <w:rsid w:val="00645FA8"/>
    <w:rsid w:val="006577D3"/>
    <w:rsid w:val="00660DAE"/>
    <w:rsid w:val="00664D8D"/>
    <w:rsid w:val="00684F52"/>
    <w:rsid w:val="006A17D0"/>
    <w:rsid w:val="006C3753"/>
    <w:rsid w:val="006D055F"/>
    <w:rsid w:val="006E1759"/>
    <w:rsid w:val="007441B5"/>
    <w:rsid w:val="00747D4D"/>
    <w:rsid w:val="00750F88"/>
    <w:rsid w:val="00761520"/>
    <w:rsid w:val="0077362D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67F"/>
    <w:rsid w:val="008B49FC"/>
    <w:rsid w:val="00903269"/>
    <w:rsid w:val="00917A79"/>
    <w:rsid w:val="009646FC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9F3685"/>
    <w:rsid w:val="00A05D95"/>
    <w:rsid w:val="00A103EC"/>
    <w:rsid w:val="00A13EE8"/>
    <w:rsid w:val="00A37444"/>
    <w:rsid w:val="00A46CDA"/>
    <w:rsid w:val="00A54912"/>
    <w:rsid w:val="00A56A3C"/>
    <w:rsid w:val="00A77B5B"/>
    <w:rsid w:val="00A80159"/>
    <w:rsid w:val="00A957D7"/>
    <w:rsid w:val="00AA0D27"/>
    <w:rsid w:val="00AA6234"/>
    <w:rsid w:val="00AB047F"/>
    <w:rsid w:val="00AB1132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BF7C20"/>
    <w:rsid w:val="00C264EC"/>
    <w:rsid w:val="00C3366C"/>
    <w:rsid w:val="00C409D0"/>
    <w:rsid w:val="00C425C8"/>
    <w:rsid w:val="00C56014"/>
    <w:rsid w:val="00C637E3"/>
    <w:rsid w:val="00C64738"/>
    <w:rsid w:val="00C74242"/>
    <w:rsid w:val="00CA2AE6"/>
    <w:rsid w:val="00CB156D"/>
    <w:rsid w:val="00CE1249"/>
    <w:rsid w:val="00CE3CEA"/>
    <w:rsid w:val="00CF03EB"/>
    <w:rsid w:val="00CF2593"/>
    <w:rsid w:val="00D14353"/>
    <w:rsid w:val="00D4084F"/>
    <w:rsid w:val="00D413A6"/>
    <w:rsid w:val="00D5440C"/>
    <w:rsid w:val="00D76FB3"/>
    <w:rsid w:val="00DA7D64"/>
    <w:rsid w:val="00DC29E4"/>
    <w:rsid w:val="00DF7105"/>
    <w:rsid w:val="00E07BC0"/>
    <w:rsid w:val="00E149E9"/>
    <w:rsid w:val="00E1670F"/>
    <w:rsid w:val="00E22C6E"/>
    <w:rsid w:val="00E56C7F"/>
    <w:rsid w:val="00E959D8"/>
    <w:rsid w:val="00E95C2A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8079F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E5001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40631-4D59-4435-9CE3-6689D84DE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187</TotalTime>
  <Pages>1</Pages>
  <Words>131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8</cp:revision>
  <cp:lastPrinted>2020-09-10T09:29:00Z</cp:lastPrinted>
  <dcterms:created xsi:type="dcterms:W3CDTF">2020-09-10T08:49:00Z</dcterms:created>
  <dcterms:modified xsi:type="dcterms:W3CDTF">2020-09-14T12:12:00Z</dcterms:modified>
</cp:coreProperties>
</file>