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AA0D2D">
        <w:rPr>
          <w:b w:val="0"/>
          <w:i w:val="0"/>
        </w:rPr>
        <w:t>157283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6444D5" w:rsidP="000E730C">
      <w:pPr>
        <w:pStyle w:val="PS-slousnesen"/>
      </w:pPr>
      <w:r>
        <w:t>216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684F52">
        <w:t xml:space="preserve"> 6</w:t>
      </w:r>
      <w:r w:rsidR="00664D8D">
        <w:t>7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A13EE8">
        <w:t xml:space="preserve"> </w:t>
      </w:r>
      <w:r w:rsidR="00664D8D">
        <w:t xml:space="preserve">9. září </w:t>
      </w:r>
      <w:r w:rsidR="00D5440C">
        <w:t>2020</w:t>
      </w:r>
    </w:p>
    <w:p w:rsidR="004A4F60" w:rsidRDefault="004A4F60" w:rsidP="005C2180">
      <w:pPr>
        <w:pStyle w:val="Bezmezer"/>
      </w:pPr>
    </w:p>
    <w:p w:rsidR="003F73C2" w:rsidRDefault="001042D4" w:rsidP="008B467F">
      <w:pPr>
        <w:pStyle w:val="PS-pedmtusnesen"/>
        <w:pBdr>
          <w:bottom w:val="single" w:sz="4" w:space="7" w:color="auto"/>
        </w:pBdr>
        <w:spacing w:before="0" w:after="0"/>
      </w:pPr>
      <w:r w:rsidRPr="00410C96">
        <w:rPr>
          <w:shd w:val="clear" w:color="auto" w:fill="FFFFFF"/>
        </w:rPr>
        <w:t>Vládní návrh zákona, kterým se mění zákon č. 6/2002 Sb., o soudech, soudcích, přísedících a státní správě soudů a o změně některých dalších zákonů (zákon o soudech a soudcích), ve znění pozdějších předpisů, a další související zákony</w:t>
      </w:r>
      <w:r w:rsidRPr="00410C96">
        <w:t xml:space="preserve"> (tisk 630)</w:t>
      </w: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042D4">
        <w:t xml:space="preserve">odůvodnění </w:t>
      </w:r>
      <w:r>
        <w:t>náměstka ministr</w:t>
      </w:r>
      <w:r w:rsidR="00D14353">
        <w:t>yně</w:t>
      </w:r>
      <w:r>
        <w:t xml:space="preserve"> spravedlnosti Mgr. Michala Fraňka, zpravodaj</w:t>
      </w:r>
      <w:r w:rsidR="001042D4">
        <w:t xml:space="preserve">ské zprávě </w:t>
      </w:r>
      <w:r w:rsidR="00684F52">
        <w:t xml:space="preserve">posl. </w:t>
      </w:r>
      <w:r w:rsidR="001042D4">
        <w:t xml:space="preserve">Mgr. Jana Farského </w:t>
      </w:r>
      <w:r>
        <w:t xml:space="preserve">a </w:t>
      </w:r>
      <w:r w:rsidR="007B0D6A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7B0D6A" w:rsidRPr="007B0D6A" w:rsidRDefault="007B0D6A" w:rsidP="007B0D6A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7B0D6A" w:rsidRDefault="007B0D6A" w:rsidP="00C64738"/>
    <w:p w:rsidR="009E5BB6" w:rsidRDefault="007B0D6A" w:rsidP="007B0D6A">
      <w:pPr>
        <w:pStyle w:val="PS-slovanseznam"/>
        <w:numPr>
          <w:ilvl w:val="0"/>
          <w:numId w:val="21"/>
        </w:numPr>
      </w:pPr>
      <w:r>
        <w:rPr>
          <w:rStyle w:val="proloenChar"/>
        </w:rPr>
        <w:t xml:space="preserve">přerušuje </w:t>
      </w:r>
      <w:r>
        <w:t>projednávání sněmovního tisku 630 do příští schůze ústavně právního výboru.</w:t>
      </w: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7B0D6A" w:rsidRDefault="007B0D6A" w:rsidP="003F73C2">
      <w:pPr>
        <w:tabs>
          <w:tab w:val="center" w:pos="1843"/>
        </w:tabs>
        <w:spacing w:after="0" w:line="240" w:lineRule="auto"/>
      </w:pPr>
    </w:p>
    <w:p w:rsidR="007B0D6A" w:rsidRDefault="007B0D6A" w:rsidP="003F73C2">
      <w:pPr>
        <w:tabs>
          <w:tab w:val="center" w:pos="1843"/>
        </w:tabs>
        <w:spacing w:after="0" w:line="240" w:lineRule="auto"/>
      </w:pPr>
    </w:p>
    <w:p w:rsidR="007B0D6A" w:rsidRDefault="007B0D6A" w:rsidP="003F73C2">
      <w:pPr>
        <w:tabs>
          <w:tab w:val="center" w:pos="1843"/>
        </w:tabs>
        <w:spacing w:after="0" w:line="240" w:lineRule="auto"/>
      </w:pPr>
    </w:p>
    <w:p w:rsidR="007B0D6A" w:rsidRDefault="007B0D6A" w:rsidP="003F73C2">
      <w:pPr>
        <w:tabs>
          <w:tab w:val="center" w:pos="1843"/>
        </w:tabs>
        <w:spacing w:after="0" w:line="240" w:lineRule="auto"/>
      </w:pPr>
    </w:p>
    <w:p w:rsidR="007B0D6A" w:rsidRDefault="007B0D6A" w:rsidP="003F73C2">
      <w:pPr>
        <w:tabs>
          <w:tab w:val="center" w:pos="1843"/>
        </w:tabs>
        <w:spacing w:after="0" w:line="240" w:lineRule="auto"/>
      </w:pPr>
    </w:p>
    <w:p w:rsidR="007B0D6A" w:rsidRDefault="007B0D6A" w:rsidP="003F73C2">
      <w:pPr>
        <w:tabs>
          <w:tab w:val="center" w:pos="1843"/>
        </w:tabs>
        <w:spacing w:after="0" w:line="240" w:lineRule="auto"/>
      </w:pPr>
    </w:p>
    <w:p w:rsidR="007B0D6A" w:rsidRDefault="007B0D6A" w:rsidP="003F73C2">
      <w:pPr>
        <w:tabs>
          <w:tab w:val="center" w:pos="1843"/>
        </w:tabs>
        <w:spacing w:after="0" w:line="240" w:lineRule="auto"/>
      </w:pPr>
    </w:p>
    <w:p w:rsidR="007B0D6A" w:rsidRDefault="007B0D6A" w:rsidP="003F73C2">
      <w:pPr>
        <w:tabs>
          <w:tab w:val="center" w:pos="1843"/>
        </w:tabs>
        <w:spacing w:after="0" w:line="240" w:lineRule="auto"/>
      </w:pPr>
    </w:p>
    <w:p w:rsidR="007B0D6A" w:rsidRDefault="007B0D6A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4A4F60" w:rsidRDefault="00684F5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</w:t>
      </w:r>
      <w:r w:rsidR="001042D4">
        <w:t>Mgr. Jan  FARSKÝ</w:t>
      </w:r>
      <w:r w:rsidR="00AA0D2D">
        <w:t xml:space="preserve"> v. r. </w:t>
      </w:r>
      <w:r w:rsidR="00424F0D">
        <w:tab/>
      </w:r>
      <w:r w:rsidR="00424F0D">
        <w:tab/>
      </w:r>
      <w:r w:rsidR="00424F0D">
        <w:tab/>
      </w:r>
      <w:r w:rsidR="007B0D6A">
        <w:tab/>
        <w:t xml:space="preserve">       Mgr. Marek VÝBORNÝ</w:t>
      </w:r>
      <w:r w:rsidR="00AA0D2D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</w:t>
      </w:r>
      <w:r w:rsidR="00F8079F">
        <w:t xml:space="preserve">   </w:t>
      </w:r>
      <w:r>
        <w:t>zpravodaj</w:t>
      </w:r>
      <w:r w:rsidR="00684F52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AA0D2D">
        <w:tab/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B0D6A" w:rsidRDefault="007B0D6A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AA0D2D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F5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BFB50BF"/>
    <w:multiLevelType w:val="hybridMultilevel"/>
    <w:tmpl w:val="E6ACE08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42D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2390"/>
    <w:rsid w:val="00263726"/>
    <w:rsid w:val="00272E1B"/>
    <w:rsid w:val="002816E9"/>
    <w:rsid w:val="00283E56"/>
    <w:rsid w:val="00292C71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44D5"/>
    <w:rsid w:val="00645FA8"/>
    <w:rsid w:val="006577D3"/>
    <w:rsid w:val="00660DAE"/>
    <w:rsid w:val="00664D8D"/>
    <w:rsid w:val="00684F52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B0D6A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0D2D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A27F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E1151-BDDD-4059-9F69-75F39E5C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2020-09-10T08:48:00Z</cp:lastPrinted>
  <dcterms:created xsi:type="dcterms:W3CDTF">2020-09-10T08:48:00Z</dcterms:created>
  <dcterms:modified xsi:type="dcterms:W3CDTF">2020-09-14T12:08:00Z</dcterms:modified>
</cp:coreProperties>
</file>