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0EA" w:rsidRPr="00CD02DD" w:rsidRDefault="00F470EA" w:rsidP="00F470EA">
      <w:pPr>
        <w:jc w:val="both"/>
      </w:pPr>
      <w:bookmarkStart w:id="0" w:name="_GoBack"/>
      <w:bookmarkEnd w:id="0"/>
    </w:p>
    <w:p w:rsidR="00F470EA" w:rsidRPr="00CD02DD" w:rsidRDefault="00F470EA" w:rsidP="00F470EA">
      <w:pPr>
        <w:jc w:val="both"/>
      </w:pPr>
    </w:p>
    <w:p w:rsidR="00F470EA" w:rsidRPr="00CD02DD" w:rsidRDefault="00F470EA" w:rsidP="00F470EA">
      <w:pPr>
        <w:jc w:val="both"/>
      </w:pPr>
    </w:p>
    <w:p w:rsidR="00F470EA" w:rsidRPr="00CD02DD" w:rsidRDefault="00F470EA" w:rsidP="00F470EA">
      <w:pPr>
        <w:jc w:val="both"/>
      </w:pPr>
    </w:p>
    <w:p w:rsidR="00F470EA" w:rsidRPr="00CD02DD" w:rsidRDefault="00F470EA" w:rsidP="00F470EA">
      <w:pPr>
        <w:jc w:val="both"/>
      </w:pPr>
    </w:p>
    <w:p w:rsidR="00F470EA" w:rsidRPr="00CD02DD" w:rsidRDefault="00F470EA" w:rsidP="00F470EA">
      <w:pPr>
        <w:jc w:val="both"/>
      </w:pPr>
    </w:p>
    <w:p w:rsidR="00F470EA" w:rsidRPr="00CD02DD" w:rsidRDefault="00F470EA" w:rsidP="00F470EA">
      <w:pPr>
        <w:jc w:val="both"/>
      </w:pPr>
    </w:p>
    <w:p w:rsidR="00F470EA" w:rsidRPr="00CD02DD" w:rsidRDefault="00F470EA" w:rsidP="00F470EA">
      <w:pPr>
        <w:jc w:val="both"/>
      </w:pPr>
    </w:p>
    <w:p w:rsidR="00F470EA" w:rsidRPr="00CD02DD" w:rsidRDefault="00F470EA" w:rsidP="00F470EA">
      <w:pPr>
        <w:jc w:val="both"/>
      </w:pPr>
    </w:p>
    <w:p w:rsidR="00F470EA" w:rsidRPr="00CD02DD" w:rsidRDefault="00F470EA" w:rsidP="00F470EA">
      <w:pPr>
        <w:jc w:val="both"/>
      </w:pPr>
    </w:p>
    <w:p w:rsidR="00F470EA" w:rsidRPr="00CD02DD" w:rsidRDefault="00F470EA" w:rsidP="00F470EA">
      <w:pPr>
        <w:jc w:val="both"/>
      </w:pPr>
    </w:p>
    <w:p w:rsidR="00F470EA" w:rsidRPr="00CD02DD" w:rsidRDefault="00F470EA" w:rsidP="00F470EA">
      <w:pPr>
        <w:jc w:val="both"/>
      </w:pPr>
    </w:p>
    <w:p w:rsidR="00F470EA" w:rsidRPr="00CD02DD" w:rsidRDefault="00F470EA" w:rsidP="00F470EA">
      <w:pPr>
        <w:jc w:val="both"/>
      </w:pPr>
    </w:p>
    <w:p w:rsidR="00F470EA" w:rsidRPr="00CD02DD" w:rsidRDefault="00F470EA" w:rsidP="00F470EA">
      <w:pPr>
        <w:jc w:val="both"/>
      </w:pPr>
    </w:p>
    <w:p w:rsidR="00F470EA" w:rsidRPr="00CD02DD" w:rsidRDefault="00F470EA" w:rsidP="00F470EA">
      <w:pPr>
        <w:jc w:val="both"/>
      </w:pPr>
    </w:p>
    <w:p w:rsidR="00F470EA" w:rsidRPr="00CD02DD" w:rsidRDefault="00F470EA" w:rsidP="00F470EA">
      <w:pPr>
        <w:jc w:val="both"/>
      </w:pPr>
    </w:p>
    <w:p w:rsidR="00F470EA" w:rsidRPr="00CD02DD" w:rsidRDefault="00F470EA" w:rsidP="00F470EA">
      <w:pPr>
        <w:jc w:val="both"/>
      </w:pPr>
    </w:p>
    <w:p w:rsidR="00F470EA" w:rsidRPr="001D4EFF" w:rsidRDefault="00F470EA" w:rsidP="00F470EA">
      <w:pPr>
        <w:pBdr>
          <w:bottom w:val="single" w:sz="4" w:space="1" w:color="auto"/>
        </w:pBdr>
        <w:outlineLvl w:val="0"/>
        <w:rPr>
          <w:b/>
          <w:sz w:val="32"/>
          <w:szCs w:val="32"/>
        </w:rPr>
      </w:pPr>
      <w:r w:rsidRPr="001D4EFF">
        <w:rPr>
          <w:b/>
          <w:sz w:val="32"/>
          <w:szCs w:val="32"/>
        </w:rPr>
        <w:t>DODATKOV</w:t>
      </w:r>
      <w:r>
        <w:rPr>
          <w:b/>
          <w:sz w:val="32"/>
          <w:szCs w:val="32"/>
        </w:rPr>
        <w:t xml:space="preserve">Ý PROTOKOL </w:t>
      </w:r>
      <w:r>
        <w:rPr>
          <w:b/>
          <w:sz w:val="32"/>
          <w:szCs w:val="32"/>
        </w:rPr>
        <w:br/>
        <w:t xml:space="preserve">KE </w:t>
      </w:r>
      <w:r w:rsidRPr="001D4EFF">
        <w:rPr>
          <w:b/>
          <w:sz w:val="32"/>
          <w:szCs w:val="32"/>
        </w:rPr>
        <w:t xml:space="preserve">SVĚTOVÉ POŠTOVNÍ </w:t>
      </w:r>
      <w:r>
        <w:rPr>
          <w:b/>
          <w:sz w:val="32"/>
          <w:szCs w:val="32"/>
        </w:rPr>
        <w:t>ÚMLUVĚ</w:t>
      </w:r>
    </w:p>
    <w:p w:rsidR="00F470EA" w:rsidRPr="00CD02DD" w:rsidRDefault="00F470EA" w:rsidP="00F470EA">
      <w:pPr>
        <w:jc w:val="both"/>
      </w:pPr>
    </w:p>
    <w:p w:rsidR="00F470EA" w:rsidRPr="00CD02DD" w:rsidRDefault="00F470EA" w:rsidP="00F470EA">
      <w:pPr>
        <w:jc w:val="both"/>
      </w:pPr>
      <w:r w:rsidRPr="00CD02DD">
        <w:br w:type="page"/>
      </w:r>
    </w:p>
    <w:p w:rsidR="00F470EA" w:rsidRPr="00CD02DD" w:rsidRDefault="00F470EA" w:rsidP="00F470EA">
      <w:pPr>
        <w:jc w:val="both"/>
      </w:pPr>
    </w:p>
    <w:p w:rsidR="00F470EA" w:rsidRPr="001D4EFF" w:rsidRDefault="00F470EA" w:rsidP="00F470EA">
      <w:pPr>
        <w:pBdr>
          <w:bottom w:val="single" w:sz="4" w:space="1" w:color="auto"/>
        </w:pBdr>
        <w:outlineLvl w:val="0"/>
        <w:rPr>
          <w:b/>
          <w:sz w:val="32"/>
          <w:szCs w:val="32"/>
        </w:rPr>
      </w:pPr>
      <w:r w:rsidRPr="001D4EFF">
        <w:rPr>
          <w:b/>
          <w:sz w:val="32"/>
          <w:szCs w:val="32"/>
        </w:rPr>
        <w:t>DODATKOV</w:t>
      </w:r>
      <w:r>
        <w:rPr>
          <w:b/>
          <w:sz w:val="32"/>
          <w:szCs w:val="32"/>
        </w:rPr>
        <w:t xml:space="preserve">Ý PROTOKOL </w:t>
      </w:r>
      <w:r>
        <w:rPr>
          <w:b/>
          <w:sz w:val="32"/>
          <w:szCs w:val="32"/>
        </w:rPr>
        <w:br/>
        <w:t>KE</w:t>
      </w:r>
      <w:r w:rsidRPr="001D4EFF">
        <w:rPr>
          <w:b/>
          <w:sz w:val="32"/>
          <w:szCs w:val="32"/>
        </w:rPr>
        <w:t xml:space="preserve"> SVĚTOVÉ POŠTOVNÍ </w:t>
      </w:r>
      <w:r>
        <w:rPr>
          <w:b/>
          <w:sz w:val="32"/>
          <w:szCs w:val="32"/>
        </w:rPr>
        <w:t>ÚMLUVĚ</w:t>
      </w:r>
    </w:p>
    <w:p w:rsidR="00F470EA" w:rsidRPr="00CD02DD" w:rsidRDefault="00F470EA" w:rsidP="00F470EA">
      <w:pPr>
        <w:jc w:val="both"/>
      </w:pPr>
    </w:p>
    <w:p w:rsidR="00F470EA" w:rsidRPr="00CD02DD" w:rsidRDefault="00F470EA" w:rsidP="00F470EA">
      <w:pPr>
        <w:jc w:val="both"/>
      </w:pPr>
    </w:p>
    <w:p w:rsidR="00F470EA" w:rsidRPr="00CD02DD" w:rsidRDefault="00F470EA" w:rsidP="00F470EA">
      <w:pPr>
        <w:jc w:val="both"/>
      </w:pPr>
      <w:r>
        <w:t>Tabulka s obsahem</w:t>
      </w:r>
    </w:p>
    <w:p w:rsidR="00F470EA" w:rsidRPr="00CD02DD" w:rsidRDefault="00F470EA" w:rsidP="00F470EA">
      <w:pPr>
        <w:jc w:val="both"/>
      </w:pPr>
    </w:p>
    <w:p w:rsidR="00F470EA" w:rsidRPr="00CD02DD" w:rsidRDefault="00F470EA" w:rsidP="00F470EA">
      <w:pPr>
        <w:jc w:val="both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801"/>
      </w:tblGrid>
      <w:tr w:rsidR="00F470EA" w:rsidTr="00F11361">
        <w:tc>
          <w:tcPr>
            <w:tcW w:w="3261" w:type="dxa"/>
          </w:tcPr>
          <w:p w:rsidR="00F470EA" w:rsidRDefault="00F470EA" w:rsidP="00F11361">
            <w:pPr>
              <w:spacing w:before="60" w:after="60"/>
              <w:ind w:left="397" w:hanging="397"/>
              <w:jc w:val="both"/>
            </w:pPr>
            <w:r>
              <w:t>Článek</w:t>
            </w:r>
          </w:p>
        </w:tc>
        <w:tc>
          <w:tcPr>
            <w:tcW w:w="5801" w:type="dxa"/>
          </w:tcPr>
          <w:p w:rsidR="00F470EA" w:rsidRDefault="00F470EA" w:rsidP="00F11361">
            <w:pPr>
              <w:spacing w:before="60" w:after="60"/>
              <w:jc w:val="both"/>
            </w:pPr>
          </w:p>
        </w:tc>
      </w:tr>
      <w:tr w:rsidR="00F470EA" w:rsidTr="00F11361">
        <w:tc>
          <w:tcPr>
            <w:tcW w:w="3261" w:type="dxa"/>
          </w:tcPr>
          <w:p w:rsidR="00F470EA" w:rsidRDefault="00F470EA" w:rsidP="00F11361">
            <w:pPr>
              <w:spacing w:before="60" w:after="60"/>
              <w:ind w:left="397" w:hanging="397"/>
              <w:jc w:val="both"/>
            </w:pPr>
            <w:r>
              <w:t>I.</w:t>
            </w:r>
            <w:r>
              <w:tab/>
              <w:t>(změněný článek 1</w:t>
            </w:r>
            <w:r w:rsidR="005E6867">
              <w:t>7</w:t>
            </w:r>
            <w:r>
              <w:t>)</w:t>
            </w:r>
          </w:p>
        </w:tc>
        <w:tc>
          <w:tcPr>
            <w:tcW w:w="5801" w:type="dxa"/>
          </w:tcPr>
          <w:p w:rsidR="00F470EA" w:rsidRDefault="005E6867" w:rsidP="00F11361">
            <w:pPr>
              <w:spacing w:before="60" w:after="60"/>
              <w:jc w:val="both"/>
            </w:pPr>
            <w:r>
              <w:t>Základní služby</w:t>
            </w:r>
          </w:p>
        </w:tc>
      </w:tr>
      <w:tr w:rsidR="00F470EA" w:rsidTr="00F11361">
        <w:tc>
          <w:tcPr>
            <w:tcW w:w="3261" w:type="dxa"/>
          </w:tcPr>
          <w:p w:rsidR="00F470EA" w:rsidRDefault="00F470EA" w:rsidP="00F11361">
            <w:pPr>
              <w:spacing w:before="60" w:after="60"/>
              <w:ind w:left="397" w:hanging="397"/>
              <w:jc w:val="both"/>
            </w:pPr>
            <w:r>
              <w:t>II.</w:t>
            </w:r>
            <w:r>
              <w:tab/>
              <w:t>(změněný článek 8)</w:t>
            </w:r>
          </w:p>
        </w:tc>
        <w:tc>
          <w:tcPr>
            <w:tcW w:w="5801" w:type="dxa"/>
          </w:tcPr>
          <w:p w:rsidR="00F470EA" w:rsidRDefault="005E6867" w:rsidP="00F11361">
            <w:pPr>
              <w:spacing w:before="60" w:after="60"/>
              <w:jc w:val="both"/>
            </w:pPr>
            <w:r>
              <w:t>Doplňkové služby</w:t>
            </w:r>
          </w:p>
        </w:tc>
      </w:tr>
      <w:tr w:rsidR="00F470EA" w:rsidTr="00F11361">
        <w:tc>
          <w:tcPr>
            <w:tcW w:w="3261" w:type="dxa"/>
          </w:tcPr>
          <w:p w:rsidR="00F470EA" w:rsidRDefault="00F470EA" w:rsidP="005E6867">
            <w:pPr>
              <w:spacing w:before="60" w:after="60"/>
              <w:ind w:left="397" w:hanging="397"/>
              <w:jc w:val="both"/>
            </w:pPr>
            <w:r>
              <w:t>III.</w:t>
            </w:r>
            <w:r>
              <w:tab/>
            </w:r>
          </w:p>
        </w:tc>
        <w:tc>
          <w:tcPr>
            <w:tcW w:w="5801" w:type="dxa"/>
          </w:tcPr>
          <w:p w:rsidR="00F470EA" w:rsidRDefault="005E6867" w:rsidP="005E6867">
            <w:pPr>
              <w:spacing w:before="60" w:after="60"/>
              <w:jc w:val="both"/>
            </w:pPr>
            <w:r w:rsidRPr="00CD02DD">
              <w:t>Nabytí účinnosti a</w:t>
            </w:r>
            <w:r>
              <w:t> </w:t>
            </w:r>
            <w:r w:rsidRPr="00CD02DD">
              <w:t>doba platnosti Dodatkového protokolu k</w:t>
            </w:r>
            <w:r>
              <w:t>e </w:t>
            </w:r>
            <w:r w:rsidRPr="00CD02DD">
              <w:t xml:space="preserve"> Světové poštovní </w:t>
            </w:r>
            <w:r>
              <w:t>úmluvě</w:t>
            </w:r>
          </w:p>
        </w:tc>
      </w:tr>
      <w:tr w:rsidR="00F470EA" w:rsidTr="00F11361">
        <w:tc>
          <w:tcPr>
            <w:tcW w:w="3261" w:type="dxa"/>
          </w:tcPr>
          <w:p w:rsidR="00F470EA" w:rsidRDefault="00F470EA" w:rsidP="00F11361">
            <w:pPr>
              <w:spacing w:before="60" w:after="60"/>
              <w:ind w:left="397" w:hanging="397"/>
              <w:jc w:val="both"/>
            </w:pPr>
            <w:r>
              <w:tab/>
            </w:r>
          </w:p>
        </w:tc>
        <w:tc>
          <w:tcPr>
            <w:tcW w:w="5801" w:type="dxa"/>
          </w:tcPr>
          <w:p w:rsidR="00F470EA" w:rsidRDefault="00F470EA" w:rsidP="00F11361">
            <w:pPr>
              <w:spacing w:before="60" w:after="60"/>
              <w:jc w:val="both"/>
            </w:pPr>
          </w:p>
        </w:tc>
      </w:tr>
    </w:tbl>
    <w:p w:rsidR="00F470EA" w:rsidRPr="00CD02DD" w:rsidRDefault="00F470EA" w:rsidP="00F470EA">
      <w:pPr>
        <w:jc w:val="both"/>
      </w:pPr>
    </w:p>
    <w:p w:rsidR="00F470EA" w:rsidRDefault="00F470EA" w:rsidP="00F470EA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F470EA" w:rsidRDefault="00F470EA" w:rsidP="00F470EA">
      <w:pPr>
        <w:pStyle w:val="Zkladntext"/>
      </w:pPr>
    </w:p>
    <w:p w:rsidR="00F470EA" w:rsidRPr="001D4EFF" w:rsidRDefault="00F470EA" w:rsidP="00F470EA">
      <w:pPr>
        <w:pStyle w:val="Zkladntext"/>
        <w:rPr>
          <w:b/>
          <w:sz w:val="32"/>
          <w:szCs w:val="32"/>
        </w:rPr>
      </w:pPr>
      <w:r w:rsidRPr="001D4EFF">
        <w:rPr>
          <w:b/>
          <w:sz w:val="32"/>
          <w:szCs w:val="32"/>
        </w:rPr>
        <w:t xml:space="preserve">DODATKOVÝ PROTOKOL </w:t>
      </w:r>
      <w:r>
        <w:rPr>
          <w:b/>
          <w:sz w:val="32"/>
          <w:szCs w:val="32"/>
        </w:rPr>
        <w:br/>
      </w:r>
      <w:r w:rsidRPr="001D4EFF">
        <w:rPr>
          <w:b/>
          <w:sz w:val="32"/>
          <w:szCs w:val="32"/>
        </w:rPr>
        <w:t>K</w:t>
      </w:r>
      <w:r w:rsidR="00C45F3E">
        <w:rPr>
          <w:b/>
          <w:sz w:val="32"/>
          <w:szCs w:val="32"/>
        </w:rPr>
        <w:t>E</w:t>
      </w:r>
      <w:r w:rsidRPr="001D4EFF">
        <w:rPr>
          <w:b/>
          <w:sz w:val="32"/>
          <w:szCs w:val="32"/>
        </w:rPr>
        <w:t xml:space="preserve"> SVĚTOVÉ POŠTOVNÍ </w:t>
      </w:r>
      <w:r w:rsidR="00C45F3E">
        <w:rPr>
          <w:b/>
          <w:sz w:val="32"/>
          <w:szCs w:val="32"/>
        </w:rPr>
        <w:t>ÚMLUVĚ</w:t>
      </w:r>
    </w:p>
    <w:p w:rsidR="00F470EA" w:rsidRDefault="00F470EA" w:rsidP="00F470EA">
      <w:pPr>
        <w:jc w:val="center"/>
        <w:rPr>
          <w:b/>
          <w:sz w:val="28"/>
        </w:rPr>
      </w:pPr>
    </w:p>
    <w:p w:rsidR="00F470EA" w:rsidRDefault="00F470EA" w:rsidP="00F470EA">
      <w:pPr>
        <w:jc w:val="center"/>
        <w:rPr>
          <w:b/>
          <w:sz w:val="28"/>
        </w:rPr>
      </w:pPr>
    </w:p>
    <w:p w:rsidR="00F470EA" w:rsidRDefault="00F470EA" w:rsidP="00F470EA">
      <w:pPr>
        <w:jc w:val="both"/>
      </w:pPr>
    </w:p>
    <w:p w:rsidR="002463A5" w:rsidRDefault="002463A5" w:rsidP="002463A5">
      <w:pPr>
        <w:rPr>
          <w:szCs w:val="24"/>
        </w:rPr>
      </w:pPr>
      <w:r w:rsidRPr="006215DE">
        <w:rPr>
          <w:szCs w:val="24"/>
        </w:rPr>
        <w:t>Přihlížejíce k</w:t>
      </w:r>
      <w:r>
        <w:rPr>
          <w:szCs w:val="24"/>
        </w:rPr>
        <w:t> </w:t>
      </w:r>
      <w:r w:rsidRPr="006215DE">
        <w:rPr>
          <w:szCs w:val="24"/>
        </w:rPr>
        <w:t xml:space="preserve">článku 22.3 Ústavy Světové poštovní unie, sjednané ve Vídni dne 10. července 1964, stanovili zplnomocněnci vlád členských zemí </w:t>
      </w:r>
      <w:r>
        <w:rPr>
          <w:szCs w:val="24"/>
        </w:rPr>
        <w:t>Světové poštovní unie</w:t>
      </w:r>
      <w:r w:rsidRPr="006215DE">
        <w:rPr>
          <w:szCs w:val="24"/>
        </w:rPr>
        <w:t xml:space="preserve"> </w:t>
      </w:r>
      <w:r w:rsidR="008C4509">
        <w:t>shromáždění na Mimořádném kongresu v Addis Abebě</w:t>
      </w:r>
      <w:r w:rsidR="008C4509" w:rsidRPr="006215DE">
        <w:rPr>
          <w:szCs w:val="24"/>
        </w:rPr>
        <w:t xml:space="preserve"> společnou </w:t>
      </w:r>
      <w:r w:rsidRPr="006215DE">
        <w:rPr>
          <w:szCs w:val="24"/>
        </w:rPr>
        <w:t>dohodou a</w:t>
      </w:r>
      <w:r>
        <w:rPr>
          <w:szCs w:val="24"/>
        </w:rPr>
        <w:t> </w:t>
      </w:r>
      <w:r w:rsidRPr="006215DE">
        <w:rPr>
          <w:szCs w:val="24"/>
        </w:rPr>
        <w:t>s výhradou článku 25.4 uvedené Ústavy v</w:t>
      </w:r>
      <w:r>
        <w:rPr>
          <w:szCs w:val="24"/>
        </w:rPr>
        <w:t> </w:t>
      </w:r>
      <w:r w:rsidRPr="006215DE">
        <w:rPr>
          <w:szCs w:val="24"/>
        </w:rPr>
        <w:t>t</w:t>
      </w:r>
      <w:r>
        <w:rPr>
          <w:szCs w:val="24"/>
        </w:rPr>
        <w:t>omto Dodatkovém protokolu</w:t>
      </w:r>
      <w:r w:rsidRPr="006215DE">
        <w:rPr>
          <w:szCs w:val="24"/>
        </w:rPr>
        <w:t xml:space="preserve"> </w:t>
      </w:r>
      <w:r>
        <w:rPr>
          <w:szCs w:val="24"/>
        </w:rPr>
        <w:t>následující změny Světové poštovní úmluvy přijaté v Istanbulu dne 6. října 2016.</w:t>
      </w:r>
    </w:p>
    <w:p w:rsidR="00F470EA" w:rsidRDefault="00F470EA" w:rsidP="00F470EA">
      <w:pPr>
        <w:jc w:val="both"/>
      </w:pPr>
    </w:p>
    <w:p w:rsidR="00F470EA" w:rsidRDefault="00F470EA" w:rsidP="00F470EA">
      <w:pPr>
        <w:jc w:val="both"/>
      </w:pPr>
    </w:p>
    <w:p w:rsidR="00F470EA" w:rsidRDefault="00F470EA" w:rsidP="00F470EA">
      <w:pPr>
        <w:jc w:val="center"/>
        <w:outlineLvl w:val="0"/>
        <w:rPr>
          <w:i/>
        </w:rPr>
      </w:pPr>
      <w:r>
        <w:rPr>
          <w:i/>
        </w:rPr>
        <w:t>Článek I</w:t>
      </w:r>
    </w:p>
    <w:p w:rsidR="00F470EA" w:rsidRDefault="00F470EA" w:rsidP="00F470EA">
      <w:pPr>
        <w:jc w:val="center"/>
      </w:pPr>
      <w:r>
        <w:t>(změněný článek 1</w:t>
      </w:r>
      <w:r w:rsidR="008C4509">
        <w:t>7</w:t>
      </w:r>
      <w:r>
        <w:t>)</w:t>
      </w:r>
    </w:p>
    <w:p w:rsidR="00F470EA" w:rsidRDefault="008C4509" w:rsidP="00F470EA">
      <w:pPr>
        <w:jc w:val="center"/>
        <w:rPr>
          <w:b/>
        </w:rPr>
      </w:pPr>
      <w:r>
        <w:rPr>
          <w:b/>
        </w:rPr>
        <w:t>Základní služby</w:t>
      </w:r>
    </w:p>
    <w:p w:rsidR="00F470EA" w:rsidRDefault="00F470EA" w:rsidP="00F470EA">
      <w:pPr>
        <w:jc w:val="center"/>
        <w:rPr>
          <w:b/>
        </w:rPr>
      </w:pPr>
    </w:p>
    <w:p w:rsidR="008C4509" w:rsidRDefault="008C4509" w:rsidP="008C4509">
      <w:pPr>
        <w:pStyle w:val="slovn"/>
      </w:pPr>
      <w:r w:rsidRPr="000879A5">
        <w:t>1.</w:t>
      </w:r>
      <w:r>
        <w:tab/>
      </w:r>
      <w:r w:rsidRPr="000879A5">
        <w:t>Členské země musejí zajistit, aby jejich určení provozovatelé přijímali, zpracovávali, přepravovali a</w:t>
      </w:r>
      <w:r>
        <w:t> </w:t>
      </w:r>
      <w:r w:rsidRPr="000879A5">
        <w:t xml:space="preserve">dodávali listovní zásilky. </w:t>
      </w:r>
    </w:p>
    <w:p w:rsidR="008C4509" w:rsidRDefault="008C4509" w:rsidP="008C4509">
      <w:pPr>
        <w:pStyle w:val="slovn"/>
      </w:pPr>
      <w:r w:rsidRPr="000879A5">
        <w:t>2.</w:t>
      </w:r>
      <w:r>
        <w:tab/>
      </w:r>
      <w:r w:rsidRPr="000879A5">
        <w:t>Listovní zásilky</w:t>
      </w:r>
      <w:r w:rsidRPr="005924E3">
        <w:rPr>
          <w:b/>
        </w:rPr>
        <w:t xml:space="preserve"> </w:t>
      </w:r>
      <w:r w:rsidRPr="00223695">
        <w:t>obsahující pouze dokumenty</w:t>
      </w:r>
      <w:r>
        <w:t xml:space="preserve"> </w:t>
      </w:r>
      <w:r w:rsidRPr="000879A5">
        <w:t xml:space="preserve">jsou: </w:t>
      </w:r>
    </w:p>
    <w:p w:rsidR="008C4509" w:rsidRDefault="008C4509" w:rsidP="008C4509">
      <w:pPr>
        <w:pStyle w:val="slovn-2"/>
      </w:pPr>
      <w:r w:rsidRPr="000879A5">
        <w:t>2.1</w:t>
      </w:r>
      <w:r>
        <w:tab/>
      </w:r>
      <w:r w:rsidRPr="000879A5">
        <w:t>prioritní a</w:t>
      </w:r>
      <w:r>
        <w:t> </w:t>
      </w:r>
      <w:r w:rsidRPr="000879A5">
        <w:t xml:space="preserve">neprioritní zásilky do 2 kg; </w:t>
      </w:r>
    </w:p>
    <w:p w:rsidR="008C4509" w:rsidRDefault="008C4509" w:rsidP="008C4509">
      <w:pPr>
        <w:pStyle w:val="slovn-2"/>
      </w:pPr>
      <w:r w:rsidRPr="000879A5">
        <w:t>2.2</w:t>
      </w:r>
      <w:r>
        <w:tab/>
      </w:r>
      <w:r w:rsidRPr="000879A5">
        <w:t>psaní, dopisnice</w:t>
      </w:r>
      <w:r>
        <w:t xml:space="preserve"> </w:t>
      </w:r>
      <w:r w:rsidRPr="00223695">
        <w:t>a tiskoviny do</w:t>
      </w:r>
      <w:r w:rsidRPr="000879A5">
        <w:t xml:space="preserve"> 2 kg; </w:t>
      </w:r>
    </w:p>
    <w:p w:rsidR="008C4509" w:rsidRDefault="008C4509" w:rsidP="008C4509">
      <w:pPr>
        <w:pStyle w:val="slovn-2"/>
      </w:pPr>
      <w:r w:rsidRPr="000879A5">
        <w:t>2.3</w:t>
      </w:r>
      <w:r>
        <w:tab/>
      </w:r>
      <w:r w:rsidRPr="000879A5">
        <w:t xml:space="preserve">slepecké zásilky do 7 kg; </w:t>
      </w:r>
    </w:p>
    <w:p w:rsidR="008C4509" w:rsidRDefault="008C4509" w:rsidP="008C4509">
      <w:pPr>
        <w:pStyle w:val="slovn-2"/>
      </w:pPr>
      <w:r w:rsidRPr="000879A5">
        <w:t>2.4</w:t>
      </w:r>
      <w:r>
        <w:tab/>
      </w:r>
      <w:r w:rsidRPr="000879A5">
        <w:t>zvláštní pytle obsahující noviny, periodika, knihy a</w:t>
      </w:r>
      <w:r>
        <w:t> </w:t>
      </w:r>
      <w:r w:rsidRPr="000879A5">
        <w:t xml:space="preserve">podobné tištěné dokumenty pro stejného adresáta </w:t>
      </w:r>
      <w:r>
        <w:t>ve</w:t>
      </w:r>
      <w:r w:rsidRPr="000879A5">
        <w:t xml:space="preserve"> stejném místě určení nazývané „</w:t>
      </w:r>
      <w:proofErr w:type="spellStart"/>
      <w:r w:rsidRPr="000879A5">
        <w:t>tiskovinové</w:t>
      </w:r>
      <w:proofErr w:type="spellEnd"/>
      <w:r w:rsidRPr="000879A5">
        <w:t xml:space="preserve"> pytle“ (pytle M) do 30 kg. </w:t>
      </w:r>
    </w:p>
    <w:p w:rsidR="008C4509" w:rsidRPr="00223695" w:rsidRDefault="008C4509" w:rsidP="008C4509">
      <w:pPr>
        <w:pStyle w:val="slovn"/>
      </w:pPr>
      <w:r w:rsidRPr="00223695">
        <w:t>3.</w:t>
      </w:r>
      <w:r w:rsidRPr="00223695">
        <w:tab/>
        <w:t>Listovní zásilky obsahující zboží jsou:</w:t>
      </w:r>
    </w:p>
    <w:p w:rsidR="008C4509" w:rsidRDefault="008C4509" w:rsidP="008C4509">
      <w:pPr>
        <w:pStyle w:val="slovn-2"/>
      </w:pPr>
      <w:r w:rsidRPr="00223695">
        <w:t>3.1</w:t>
      </w:r>
      <w:r w:rsidRPr="00223695">
        <w:tab/>
        <w:t>prioritní a neprioritní balíčky do 2 kg</w:t>
      </w:r>
      <w:r>
        <w:t>;</w:t>
      </w:r>
    </w:p>
    <w:p w:rsidR="008C4509" w:rsidRDefault="008C4509" w:rsidP="008C4509">
      <w:pPr>
        <w:pStyle w:val="slovn-2"/>
        <w:rPr>
          <w:b/>
        </w:rPr>
      </w:pPr>
      <w:r>
        <w:rPr>
          <w:b/>
        </w:rPr>
        <w:t>3.2</w:t>
      </w:r>
      <w:r>
        <w:rPr>
          <w:b/>
        </w:rPr>
        <w:tab/>
      </w:r>
      <w:r w:rsidRPr="00223695">
        <w:rPr>
          <w:b/>
        </w:rPr>
        <w:t>slepecké zásilky do 7 kg</w:t>
      </w:r>
      <w:r>
        <w:rPr>
          <w:b/>
        </w:rPr>
        <w:t>, specifikované v Řádu;</w:t>
      </w:r>
    </w:p>
    <w:p w:rsidR="008C4509" w:rsidRPr="00223695" w:rsidRDefault="008C4509" w:rsidP="008C4509">
      <w:pPr>
        <w:pStyle w:val="slovn-2"/>
      </w:pPr>
      <w:r>
        <w:rPr>
          <w:b/>
        </w:rPr>
        <w:t>3.3</w:t>
      </w:r>
      <w:r>
        <w:rPr>
          <w:b/>
        </w:rPr>
        <w:tab/>
      </w:r>
      <w:r w:rsidRPr="00C36C55">
        <w:rPr>
          <w:b/>
        </w:rPr>
        <w:t>zvláštní pytle obsahující noviny, periodika, knihy a podobné tištěné dokumenty pro stejného adresáta ve stejném místě určení nazývané „</w:t>
      </w:r>
      <w:proofErr w:type="spellStart"/>
      <w:r w:rsidRPr="00C36C55">
        <w:rPr>
          <w:b/>
        </w:rPr>
        <w:t>tiskovinové</w:t>
      </w:r>
      <w:proofErr w:type="spellEnd"/>
      <w:r w:rsidRPr="00C36C55">
        <w:rPr>
          <w:b/>
        </w:rPr>
        <w:t xml:space="preserve"> pytle“ (pytle M) do 30 kg</w:t>
      </w:r>
      <w:r>
        <w:rPr>
          <w:b/>
        </w:rPr>
        <w:t>, specifikované v Řádu.</w:t>
      </w:r>
      <w:r w:rsidRPr="00223695">
        <w:t xml:space="preserve"> </w:t>
      </w:r>
    </w:p>
    <w:p w:rsidR="008C4509" w:rsidRPr="00C36C55" w:rsidRDefault="008C4509" w:rsidP="008C4509">
      <w:pPr>
        <w:pStyle w:val="slovn"/>
      </w:pPr>
      <w:r w:rsidRPr="00C36C55">
        <w:t>4.</w:t>
      </w:r>
      <w:r w:rsidRPr="00C36C55">
        <w:tab/>
        <w:t xml:space="preserve">Listovní zásilky se dělí zároveň podle rychlosti zpracování zásilek a podle jejich obsahu v souladu s Řádem. </w:t>
      </w:r>
    </w:p>
    <w:p w:rsidR="008C4509" w:rsidRPr="00C36C55" w:rsidRDefault="008C4509" w:rsidP="008C4509">
      <w:pPr>
        <w:pStyle w:val="slovn"/>
      </w:pPr>
      <w:r w:rsidRPr="00C36C55">
        <w:t>5.</w:t>
      </w:r>
      <w:r w:rsidRPr="00C36C55">
        <w:tab/>
        <w:t xml:space="preserve">V rámci klasifikačních systémů zmiňovaných v odstavci 4 mohou být listovní zásilky rozděleny rovněž podle svého formátu, a to na psaní malého formátu (P), psaní velkého formátu (G), psaní objemného formátu (E) nebo balíčky (E). Hranice rozměrů a hmotnosti jsou specifikovány v Řádu. </w:t>
      </w:r>
    </w:p>
    <w:p w:rsidR="008C4509" w:rsidRPr="00C36C55" w:rsidRDefault="008C4509" w:rsidP="008C4509">
      <w:pPr>
        <w:pStyle w:val="slovn"/>
      </w:pPr>
      <w:r w:rsidRPr="00C36C55">
        <w:t>6.</w:t>
      </w:r>
      <w:r w:rsidRPr="00C36C55">
        <w:tab/>
        <w:t xml:space="preserve">Vyšší limity hmotnosti, než jsou uvedeny v odstavci 2, se nepovinně vztahují na určité druhy listovních zásilek za podmínek specifikovaných v Řádu. </w:t>
      </w:r>
    </w:p>
    <w:p w:rsidR="008C4509" w:rsidRPr="00C36C55" w:rsidRDefault="008C4509" w:rsidP="008C4509">
      <w:pPr>
        <w:pStyle w:val="slovn"/>
      </w:pPr>
      <w:r w:rsidRPr="00C36C55">
        <w:t>7.</w:t>
      </w:r>
      <w:r w:rsidRPr="00C36C55">
        <w:tab/>
        <w:t xml:space="preserve">Členské země rovněž musejí zajistit, aby jejich určení provozovatelé přijímali, zpracovávali, přepravovali a dodávali poštovní balíky do 20 kg. </w:t>
      </w:r>
    </w:p>
    <w:p w:rsidR="008C4509" w:rsidRPr="00C36C55" w:rsidRDefault="008C4509" w:rsidP="008C4509">
      <w:pPr>
        <w:pStyle w:val="slovn"/>
      </w:pPr>
      <w:r w:rsidRPr="00C36C55">
        <w:lastRenderedPageBreak/>
        <w:t>8.</w:t>
      </w:r>
      <w:r w:rsidRPr="00C36C55">
        <w:tab/>
        <w:t xml:space="preserve">Vyšší limity hmotnosti než 20 kg se nepovinně vztahují na určité poštovní balíky za podmínek specifikovaných v Řádu. </w:t>
      </w:r>
    </w:p>
    <w:p w:rsidR="00F470EA" w:rsidRDefault="00F470EA" w:rsidP="00F470EA">
      <w:pPr>
        <w:jc w:val="both"/>
      </w:pPr>
    </w:p>
    <w:p w:rsidR="00F470EA" w:rsidRDefault="00F470EA" w:rsidP="00F470EA">
      <w:pPr>
        <w:jc w:val="center"/>
        <w:outlineLvl w:val="0"/>
        <w:rPr>
          <w:i/>
        </w:rPr>
      </w:pPr>
      <w:r>
        <w:rPr>
          <w:i/>
        </w:rPr>
        <w:t>Článek II</w:t>
      </w:r>
    </w:p>
    <w:p w:rsidR="00F470EA" w:rsidRDefault="00F470EA" w:rsidP="00F470EA">
      <w:pPr>
        <w:jc w:val="center"/>
      </w:pPr>
      <w:r>
        <w:t xml:space="preserve">(změněný článek </w:t>
      </w:r>
      <w:r w:rsidR="008C4509">
        <w:t>1</w:t>
      </w:r>
      <w:r>
        <w:t>8)</w:t>
      </w:r>
    </w:p>
    <w:p w:rsidR="00F470EA" w:rsidRDefault="008C4509" w:rsidP="00F470EA">
      <w:pPr>
        <w:jc w:val="center"/>
        <w:rPr>
          <w:b/>
        </w:rPr>
      </w:pPr>
      <w:r>
        <w:rPr>
          <w:b/>
        </w:rPr>
        <w:t>Doplňkové služby</w:t>
      </w:r>
    </w:p>
    <w:p w:rsidR="00F470EA" w:rsidRDefault="00F470EA" w:rsidP="00F470EA">
      <w:pPr>
        <w:jc w:val="center"/>
        <w:rPr>
          <w:b/>
        </w:rPr>
      </w:pPr>
    </w:p>
    <w:p w:rsidR="008C4509" w:rsidRDefault="008C4509" w:rsidP="008C4509">
      <w:pPr>
        <w:pStyle w:val="slovn"/>
      </w:pPr>
      <w:r w:rsidRPr="000879A5">
        <w:t>1.</w:t>
      </w:r>
      <w:r>
        <w:tab/>
      </w:r>
      <w:r w:rsidRPr="000879A5">
        <w:t xml:space="preserve">Členské země zajistí poskytování následujících povinných doplňkových služeb: </w:t>
      </w:r>
    </w:p>
    <w:p w:rsidR="008C4509" w:rsidRDefault="008C4509" w:rsidP="008C4509">
      <w:pPr>
        <w:pStyle w:val="slovn-2"/>
      </w:pPr>
      <w:r w:rsidRPr="000879A5">
        <w:t>1.1</w:t>
      </w:r>
      <w:r>
        <w:tab/>
      </w:r>
      <w:r w:rsidRPr="000879A5">
        <w:t>službu doporučených zásilek u</w:t>
      </w:r>
      <w:r>
        <w:t> </w:t>
      </w:r>
      <w:r w:rsidRPr="000879A5">
        <w:t>prioritních a</w:t>
      </w:r>
      <w:r>
        <w:t> </w:t>
      </w:r>
      <w:r w:rsidRPr="000879A5">
        <w:t>leteckých listovních zásilek do zahraničí;</w:t>
      </w:r>
    </w:p>
    <w:p w:rsidR="008C4509" w:rsidRDefault="008C4509" w:rsidP="008C4509">
      <w:pPr>
        <w:pStyle w:val="slovn-2"/>
      </w:pPr>
      <w:r w:rsidRPr="000879A5">
        <w:t>1.2</w:t>
      </w:r>
      <w:r>
        <w:tab/>
      </w:r>
      <w:r w:rsidRPr="000879A5">
        <w:t>službu doporučených zásilek u</w:t>
      </w:r>
      <w:r>
        <w:t> </w:t>
      </w:r>
      <w:r w:rsidRPr="000879A5">
        <w:t xml:space="preserve">všech </w:t>
      </w:r>
      <w:r>
        <w:t xml:space="preserve">doporučených </w:t>
      </w:r>
      <w:r w:rsidRPr="000879A5">
        <w:t>listovních zásilek ze zahraničí.</w:t>
      </w:r>
    </w:p>
    <w:p w:rsidR="008C4509" w:rsidRDefault="008C4509" w:rsidP="008C4509">
      <w:pPr>
        <w:pStyle w:val="slovn"/>
      </w:pPr>
      <w:r>
        <w:t>2</w:t>
      </w:r>
      <w:r w:rsidRPr="000879A5">
        <w:t>.</w:t>
      </w:r>
      <w:r>
        <w:tab/>
      </w:r>
      <w:r w:rsidRPr="00B30A5B">
        <w:rPr>
          <w:b/>
        </w:rPr>
        <w:t>Členské země mohou zajišťovat poskytování</w:t>
      </w:r>
      <w:r w:rsidRPr="000879A5">
        <w:t xml:space="preserve"> </w:t>
      </w:r>
      <w:r w:rsidRPr="00002A6C">
        <w:t>následujících nepovinných</w:t>
      </w:r>
      <w:r w:rsidRPr="00B30A5B">
        <w:rPr>
          <w:b/>
        </w:rPr>
        <w:t xml:space="preserve"> </w:t>
      </w:r>
      <w:r w:rsidRPr="00002A6C">
        <w:t>doplňkových služeb</w:t>
      </w:r>
      <w:r>
        <w:rPr>
          <w:b/>
        </w:rPr>
        <w:t xml:space="preserve"> </w:t>
      </w:r>
      <w:r w:rsidRPr="000879A5">
        <w:t xml:space="preserve">ve styku mezi určenými provozovateli, kteří se na poskytování těchto služeb dohodli: </w:t>
      </w:r>
    </w:p>
    <w:p w:rsidR="008C4509" w:rsidRDefault="008C4509" w:rsidP="008C4509">
      <w:pPr>
        <w:pStyle w:val="slovn-2"/>
      </w:pPr>
      <w:r>
        <w:t>2</w:t>
      </w:r>
      <w:r w:rsidRPr="000879A5">
        <w:t>.1</w:t>
      </w:r>
      <w:r>
        <w:tab/>
      </w:r>
      <w:r w:rsidRPr="000879A5">
        <w:t>službu zásilek s</w:t>
      </w:r>
      <w:r>
        <w:t> </w:t>
      </w:r>
      <w:r w:rsidRPr="000879A5">
        <w:t>udanou cenou u</w:t>
      </w:r>
      <w:r>
        <w:t> </w:t>
      </w:r>
      <w:r w:rsidRPr="000879A5">
        <w:t>listovních zásilek a</w:t>
      </w:r>
      <w:r>
        <w:t> </w:t>
      </w:r>
      <w:r w:rsidRPr="000879A5">
        <w:t xml:space="preserve">balíků; </w:t>
      </w:r>
    </w:p>
    <w:p w:rsidR="008C4509" w:rsidRDefault="008C4509" w:rsidP="008C4509">
      <w:pPr>
        <w:pStyle w:val="slovn-2"/>
      </w:pPr>
      <w:r>
        <w:t>2</w:t>
      </w:r>
      <w:r w:rsidRPr="000879A5">
        <w:t>.</w:t>
      </w:r>
      <w:r>
        <w:t>2</w:t>
      </w:r>
      <w:r>
        <w:tab/>
      </w:r>
      <w:r w:rsidRPr="000879A5">
        <w:t>službu zásilek na dobírku u</w:t>
      </w:r>
      <w:r>
        <w:t> </w:t>
      </w:r>
      <w:r w:rsidRPr="000879A5">
        <w:t>listovních zásilek a</w:t>
      </w:r>
      <w:r>
        <w:t> </w:t>
      </w:r>
      <w:r w:rsidRPr="000879A5">
        <w:t xml:space="preserve">balíků; </w:t>
      </w:r>
    </w:p>
    <w:p w:rsidR="008C4509" w:rsidRDefault="008C4509" w:rsidP="008C4509">
      <w:pPr>
        <w:pStyle w:val="slovn-2"/>
      </w:pPr>
      <w:r>
        <w:t>2</w:t>
      </w:r>
      <w:r w:rsidRPr="000879A5">
        <w:t>.</w:t>
      </w:r>
      <w:r>
        <w:t>3</w:t>
      </w:r>
      <w:r>
        <w:tab/>
      </w:r>
      <w:r w:rsidRPr="00B30A5B">
        <w:t xml:space="preserve">službu sledování dodání u listovních zásilek; </w:t>
      </w:r>
    </w:p>
    <w:p w:rsidR="008C4509" w:rsidRDefault="008C4509" w:rsidP="008C4509">
      <w:pPr>
        <w:pStyle w:val="slovn-2"/>
      </w:pPr>
      <w:r>
        <w:t>2</w:t>
      </w:r>
      <w:r w:rsidRPr="000879A5">
        <w:t>.</w:t>
      </w:r>
      <w:r>
        <w:t>4</w:t>
      </w:r>
      <w:r>
        <w:tab/>
      </w:r>
      <w:r w:rsidRPr="000879A5">
        <w:t>službu dodání do vlastních rukou u</w:t>
      </w:r>
      <w:r>
        <w:t> </w:t>
      </w:r>
      <w:r w:rsidRPr="000879A5">
        <w:t>doporučených</w:t>
      </w:r>
      <w:r>
        <w:t xml:space="preserve"> nebo</w:t>
      </w:r>
      <w:r w:rsidRPr="000879A5">
        <w:t xml:space="preserve"> cenných listovních zásilek; </w:t>
      </w:r>
    </w:p>
    <w:p w:rsidR="008C4509" w:rsidRDefault="008C4509" w:rsidP="008C4509">
      <w:pPr>
        <w:pStyle w:val="slovn-2"/>
      </w:pPr>
      <w:r>
        <w:t>2</w:t>
      </w:r>
      <w:r w:rsidRPr="000879A5">
        <w:t>.</w:t>
      </w:r>
      <w:r>
        <w:t>5</w:t>
      </w:r>
      <w:r>
        <w:tab/>
      </w:r>
      <w:r w:rsidRPr="000879A5">
        <w:t>službu zásilek dodávaných bez sazeb a</w:t>
      </w:r>
      <w:r>
        <w:t> </w:t>
      </w:r>
      <w:r w:rsidRPr="000879A5">
        <w:t>poplatků u</w:t>
      </w:r>
      <w:r>
        <w:t> </w:t>
      </w:r>
      <w:r w:rsidRPr="000879A5">
        <w:t>listovních zásilek a</w:t>
      </w:r>
      <w:r>
        <w:t> </w:t>
      </w:r>
      <w:r w:rsidRPr="000879A5">
        <w:t xml:space="preserve">balíků; </w:t>
      </w:r>
    </w:p>
    <w:p w:rsidR="008C4509" w:rsidRDefault="008C4509" w:rsidP="008C4509">
      <w:pPr>
        <w:pStyle w:val="slovn-2"/>
      </w:pPr>
      <w:r w:rsidRPr="00B30A5B">
        <w:rPr>
          <w:b/>
        </w:rPr>
        <w:t>2.6</w:t>
      </w:r>
      <w:r w:rsidRPr="00B30A5B">
        <w:rPr>
          <w:b/>
        </w:rPr>
        <w:tab/>
      </w:r>
      <w:r>
        <w:rPr>
          <w:b/>
        </w:rPr>
        <w:t xml:space="preserve">službu </w:t>
      </w:r>
      <w:r w:rsidRPr="00002A6C">
        <w:t>neskladných</w:t>
      </w:r>
      <w:r w:rsidRPr="000879A5">
        <w:t xml:space="preserve"> balíků; </w:t>
      </w:r>
    </w:p>
    <w:p w:rsidR="008C4509" w:rsidRDefault="008C4509" w:rsidP="008C4509">
      <w:pPr>
        <w:pStyle w:val="slovn-2"/>
      </w:pPr>
      <w:r>
        <w:t>2</w:t>
      </w:r>
      <w:r w:rsidRPr="000879A5">
        <w:t>.</w:t>
      </w:r>
      <w:r>
        <w:t>7</w:t>
      </w:r>
      <w:r>
        <w:tab/>
      </w:r>
      <w:r w:rsidRPr="000879A5">
        <w:t>službu konsignace u</w:t>
      </w:r>
      <w:r>
        <w:t> </w:t>
      </w:r>
      <w:r w:rsidRPr="000879A5">
        <w:t>sdružených zásilek od jednoho ode</w:t>
      </w:r>
      <w:r>
        <w:t>sílatele určených do zahraničí;</w:t>
      </w:r>
    </w:p>
    <w:p w:rsidR="008C4509" w:rsidRDefault="008C4509" w:rsidP="008C4509">
      <w:pPr>
        <w:pStyle w:val="slovn-2"/>
      </w:pPr>
      <w:r>
        <w:t>2.8</w:t>
      </w:r>
      <w:r>
        <w:tab/>
        <w:t>službu vrácení zboží, která spočívá ve vrácení zboží adresátem původnímu odesílateli (prodávajícímu) s jeho svolením.</w:t>
      </w:r>
    </w:p>
    <w:p w:rsidR="008C4509" w:rsidRDefault="008C4509" w:rsidP="008C4509">
      <w:pPr>
        <w:pStyle w:val="slovn"/>
      </w:pPr>
      <w:r>
        <w:t>3</w:t>
      </w:r>
      <w:r w:rsidRPr="000879A5">
        <w:t>.</w:t>
      </w:r>
      <w:r>
        <w:tab/>
      </w:r>
      <w:r w:rsidRPr="000879A5">
        <w:t xml:space="preserve">Tři dále uvedené doplňkové služby mají jak povinné, tak nepovinné složky: </w:t>
      </w:r>
    </w:p>
    <w:p w:rsidR="008C4509" w:rsidRDefault="008C4509" w:rsidP="008C4509">
      <w:pPr>
        <w:pStyle w:val="slovn-2"/>
      </w:pPr>
      <w:r>
        <w:t>3</w:t>
      </w:r>
      <w:r w:rsidRPr="000879A5">
        <w:t>.1</w:t>
      </w:r>
      <w:r>
        <w:tab/>
      </w:r>
      <w:r w:rsidRPr="000879A5">
        <w:t>služba odpovědních zásilek v</w:t>
      </w:r>
      <w:r>
        <w:t> </w:t>
      </w:r>
      <w:r w:rsidRPr="000879A5">
        <w:t>mezinárodním styku (</w:t>
      </w:r>
      <w:r>
        <w:t>„</w:t>
      </w:r>
      <w:proofErr w:type="spellStart"/>
      <w:r>
        <w:t>correspondance</w:t>
      </w:r>
      <w:proofErr w:type="spellEnd"/>
      <w:r>
        <w:t xml:space="preserve"> </w:t>
      </w:r>
      <w:proofErr w:type="spellStart"/>
      <w:r>
        <w:t>commerciale-réponse</w:t>
      </w:r>
      <w:proofErr w:type="spellEnd"/>
      <w:r>
        <w:t xml:space="preserve"> </w:t>
      </w:r>
      <w:proofErr w:type="spellStart"/>
      <w:r>
        <w:t>internationale</w:t>
      </w:r>
      <w:proofErr w:type="spellEnd"/>
      <w:r>
        <w:t xml:space="preserve">“ – dále </w:t>
      </w:r>
      <w:r w:rsidRPr="000879A5">
        <w:t>CCRI), která je v</w:t>
      </w:r>
      <w:r>
        <w:t> </w:t>
      </w:r>
      <w:r w:rsidRPr="000879A5">
        <w:t xml:space="preserve">podstatě nepovinná; všechny členské země nebo jejich určení provozovatelé jsou však povinni zajišťovat „zpáteční“ službu těchto zásilek; </w:t>
      </w:r>
    </w:p>
    <w:p w:rsidR="008C4509" w:rsidRDefault="008C4509" w:rsidP="008C4509">
      <w:pPr>
        <w:pStyle w:val="slovn-2"/>
      </w:pPr>
      <w:r>
        <w:t>3</w:t>
      </w:r>
      <w:r w:rsidRPr="000879A5">
        <w:t>.2</w:t>
      </w:r>
      <w:r>
        <w:tab/>
      </w:r>
      <w:r w:rsidRPr="000879A5">
        <w:t xml:space="preserve">služba mezinárodních odpovědek, které lze vyměnit ve kterékoli členské zemi; prodej mezinárodních odpovědek je však nepovinný; </w:t>
      </w:r>
    </w:p>
    <w:p w:rsidR="008C4509" w:rsidRDefault="008C4509" w:rsidP="008C4509">
      <w:pPr>
        <w:pStyle w:val="slovn-2"/>
      </w:pPr>
      <w:r>
        <w:t>3</w:t>
      </w:r>
      <w:r w:rsidRPr="000879A5">
        <w:t>.3</w:t>
      </w:r>
      <w:r>
        <w:tab/>
      </w:r>
      <w:r w:rsidRPr="000879A5">
        <w:t>dodejka u</w:t>
      </w:r>
      <w:r>
        <w:t> </w:t>
      </w:r>
      <w:r w:rsidRPr="000879A5">
        <w:t>doporučených</w:t>
      </w:r>
      <w:r>
        <w:t> </w:t>
      </w:r>
      <w:r w:rsidRPr="000879A5">
        <w:t xml:space="preserve"> listovních zásilek, balíků a</w:t>
      </w:r>
      <w:r>
        <w:t> </w:t>
      </w:r>
      <w:r w:rsidRPr="000879A5">
        <w:t>zásilek s</w:t>
      </w:r>
      <w:r>
        <w:t> </w:t>
      </w:r>
      <w:r w:rsidRPr="000879A5">
        <w:t>udanou cenou; všechny členské země nebo jejich určení pr</w:t>
      </w:r>
      <w:r>
        <w:t>ovozovatelé přijímají dodejky u </w:t>
      </w:r>
      <w:r w:rsidRPr="000879A5">
        <w:t>zásilek ze zahraničí; poskytování služby zásilek s</w:t>
      </w:r>
      <w:r>
        <w:t> </w:t>
      </w:r>
      <w:r w:rsidRPr="000879A5">
        <w:t>dodejkou u</w:t>
      </w:r>
      <w:r>
        <w:t> </w:t>
      </w:r>
      <w:r w:rsidRPr="000879A5">
        <w:t xml:space="preserve">zásilek do zahraničí je však nepovinné. </w:t>
      </w:r>
    </w:p>
    <w:p w:rsidR="008C4509" w:rsidRDefault="008C4509" w:rsidP="008C4509">
      <w:pPr>
        <w:pStyle w:val="slovn"/>
      </w:pPr>
      <w:r>
        <w:t>4</w:t>
      </w:r>
      <w:r w:rsidRPr="000879A5">
        <w:t>.</w:t>
      </w:r>
      <w:r>
        <w:tab/>
      </w:r>
      <w:r w:rsidRPr="000879A5">
        <w:t>Popis těchto služeb a</w:t>
      </w:r>
      <w:r>
        <w:t> </w:t>
      </w:r>
      <w:r w:rsidRPr="000879A5">
        <w:t xml:space="preserve">jejich sazby jsou uvedeny </w:t>
      </w:r>
      <w:r w:rsidRPr="00B30A5B">
        <w:t>v Řádu</w:t>
      </w:r>
      <w:r w:rsidRPr="000879A5">
        <w:t xml:space="preserve">. </w:t>
      </w:r>
    </w:p>
    <w:p w:rsidR="008C4509" w:rsidRDefault="008C4509" w:rsidP="008C4509">
      <w:pPr>
        <w:pStyle w:val="slovn"/>
      </w:pPr>
      <w:r>
        <w:t>5</w:t>
      </w:r>
      <w:r w:rsidRPr="000879A5">
        <w:t>.</w:t>
      </w:r>
      <w:r>
        <w:tab/>
      </w:r>
      <w:r w:rsidRPr="000879A5">
        <w:t>Pokud se za níže uvedené prvky služeb vybírají zvláštní sazby ve vnitrostátním styku, jsou určení provozovatelé oprávněni vybírat stejné sazby u</w:t>
      </w:r>
      <w:r>
        <w:t> </w:t>
      </w:r>
      <w:r w:rsidRPr="000879A5">
        <w:t>mezinárodních zásilek za podmínek uvedených v</w:t>
      </w:r>
      <w:r>
        <w:t> </w:t>
      </w:r>
      <w:r w:rsidRPr="00B30A5B">
        <w:t>Řádu</w:t>
      </w:r>
      <w:r w:rsidRPr="000879A5">
        <w:t xml:space="preserve">: </w:t>
      </w:r>
    </w:p>
    <w:p w:rsidR="008C4509" w:rsidRDefault="008C4509" w:rsidP="008C4509">
      <w:pPr>
        <w:pStyle w:val="slovn-2"/>
      </w:pPr>
      <w:r>
        <w:t>5</w:t>
      </w:r>
      <w:r w:rsidRPr="000879A5">
        <w:t>.1</w:t>
      </w:r>
      <w:r>
        <w:tab/>
      </w:r>
      <w:r w:rsidRPr="000879A5">
        <w:t>dodání balíčků o</w:t>
      </w:r>
      <w:r>
        <w:t> </w:t>
      </w:r>
      <w:r w:rsidRPr="000879A5">
        <w:t xml:space="preserve">hmotnosti nad 500 gramů; </w:t>
      </w:r>
    </w:p>
    <w:p w:rsidR="008C4509" w:rsidRDefault="008C4509" w:rsidP="008C4509">
      <w:pPr>
        <w:pStyle w:val="slovn-2"/>
      </w:pPr>
      <w:r>
        <w:t>5</w:t>
      </w:r>
      <w:r w:rsidRPr="000879A5">
        <w:t>.2</w:t>
      </w:r>
      <w:r>
        <w:tab/>
      </w:r>
      <w:r w:rsidRPr="000879A5">
        <w:t xml:space="preserve">podání listovních zásilek na poslední chvíli; </w:t>
      </w:r>
    </w:p>
    <w:p w:rsidR="008C4509" w:rsidRDefault="008C4509" w:rsidP="008C4509">
      <w:pPr>
        <w:pStyle w:val="slovn-2"/>
      </w:pPr>
      <w:r>
        <w:t>5</w:t>
      </w:r>
      <w:r w:rsidRPr="000879A5">
        <w:t>.3</w:t>
      </w:r>
      <w:r>
        <w:tab/>
      </w:r>
      <w:r w:rsidRPr="000879A5">
        <w:t xml:space="preserve">podání zásilek mimo běžnou otvírací dobu přepážek; </w:t>
      </w:r>
    </w:p>
    <w:p w:rsidR="008C4509" w:rsidRDefault="008C4509" w:rsidP="008C4509">
      <w:pPr>
        <w:pStyle w:val="slovn-2"/>
      </w:pPr>
      <w:r>
        <w:t>5</w:t>
      </w:r>
      <w:r w:rsidRPr="000879A5">
        <w:t>.4</w:t>
      </w:r>
      <w:r>
        <w:tab/>
      </w:r>
      <w:r w:rsidRPr="000879A5">
        <w:t>převzetí v</w:t>
      </w:r>
      <w:r>
        <w:t> </w:t>
      </w:r>
      <w:r w:rsidRPr="000879A5">
        <w:t xml:space="preserve">místě bydliště odesílatele; </w:t>
      </w:r>
    </w:p>
    <w:p w:rsidR="008C4509" w:rsidRDefault="008C4509" w:rsidP="008C4509">
      <w:pPr>
        <w:pStyle w:val="slovn-2"/>
      </w:pPr>
      <w:r>
        <w:t>5</w:t>
      </w:r>
      <w:r w:rsidRPr="000879A5">
        <w:t>.5</w:t>
      </w:r>
      <w:r>
        <w:tab/>
      </w:r>
      <w:r w:rsidRPr="000879A5">
        <w:t xml:space="preserve">vyzvednutí listovní zásilky mimo běžnou otvírací dobu přepážek; </w:t>
      </w:r>
    </w:p>
    <w:p w:rsidR="008C4509" w:rsidRDefault="008C4509" w:rsidP="008C4509">
      <w:pPr>
        <w:pStyle w:val="slovn-2"/>
      </w:pPr>
      <w:r>
        <w:t>5</w:t>
      </w:r>
      <w:r w:rsidRPr="000879A5">
        <w:t>.6</w:t>
      </w:r>
      <w:r>
        <w:tab/>
      </w:r>
      <w:r w:rsidRPr="000879A5">
        <w:t xml:space="preserve">poste restante; </w:t>
      </w:r>
    </w:p>
    <w:p w:rsidR="008C4509" w:rsidRDefault="008C4509" w:rsidP="008C4509">
      <w:pPr>
        <w:pStyle w:val="slovn-2"/>
      </w:pPr>
      <w:r>
        <w:t>5</w:t>
      </w:r>
      <w:r w:rsidRPr="000879A5">
        <w:t>.7</w:t>
      </w:r>
      <w:r>
        <w:tab/>
      </w:r>
      <w:r w:rsidRPr="000879A5">
        <w:t>úložné za listovní zásilky o</w:t>
      </w:r>
      <w:r>
        <w:t> </w:t>
      </w:r>
      <w:r w:rsidRPr="000879A5">
        <w:t>hmotnosti nad 500 g</w:t>
      </w:r>
      <w:r>
        <w:t> </w:t>
      </w:r>
      <w:r w:rsidRPr="00B30A5B">
        <w:t>(s výjimkou slepeckých zásilek)</w:t>
      </w:r>
      <w:r>
        <w:t xml:space="preserve"> </w:t>
      </w:r>
      <w:r w:rsidRPr="000879A5">
        <w:t xml:space="preserve">a za balíky; </w:t>
      </w:r>
    </w:p>
    <w:p w:rsidR="008C4509" w:rsidRDefault="008C4509" w:rsidP="008C4509">
      <w:pPr>
        <w:pStyle w:val="slovn-2"/>
      </w:pPr>
      <w:r>
        <w:t>5</w:t>
      </w:r>
      <w:r w:rsidRPr="000879A5">
        <w:t>.8</w:t>
      </w:r>
      <w:r>
        <w:tab/>
      </w:r>
      <w:r w:rsidRPr="000879A5">
        <w:t xml:space="preserve">dodání balíků </w:t>
      </w:r>
      <w:r>
        <w:t>v</w:t>
      </w:r>
      <w:r w:rsidRPr="000879A5">
        <w:t xml:space="preserve"> reakc</w:t>
      </w:r>
      <w:r>
        <w:t>i</w:t>
      </w:r>
      <w:r w:rsidRPr="000879A5">
        <w:t xml:space="preserve"> na oznámení o</w:t>
      </w:r>
      <w:r>
        <w:t> </w:t>
      </w:r>
      <w:r w:rsidRPr="000879A5">
        <w:t xml:space="preserve">příchodu; </w:t>
      </w:r>
    </w:p>
    <w:p w:rsidR="008C4509" w:rsidRDefault="008C4509" w:rsidP="008C4509">
      <w:pPr>
        <w:pStyle w:val="slovn-2"/>
      </w:pPr>
      <w:r>
        <w:lastRenderedPageBreak/>
        <w:t>5</w:t>
      </w:r>
      <w:r w:rsidRPr="000879A5">
        <w:t>.9</w:t>
      </w:r>
      <w:r>
        <w:tab/>
      </w:r>
      <w:r w:rsidRPr="000879A5">
        <w:t xml:space="preserve">odpovědnost pro případ vyšší moci. </w:t>
      </w:r>
    </w:p>
    <w:p w:rsidR="008C4509" w:rsidRPr="00B30A5B" w:rsidRDefault="008C4509" w:rsidP="008C4509">
      <w:pPr>
        <w:pStyle w:val="slovn-2"/>
      </w:pPr>
      <w:proofErr w:type="gramStart"/>
      <w:r w:rsidRPr="00B30A5B">
        <w:t>5.10</w:t>
      </w:r>
      <w:proofErr w:type="gramEnd"/>
      <w:r w:rsidRPr="00B30A5B">
        <w:t>.</w:t>
      </w:r>
      <w:r w:rsidRPr="00B30A5B">
        <w:tab/>
        <w:t>dodání listovních zásilek mimo běžnou otvírací dobu přepážek.</w:t>
      </w:r>
    </w:p>
    <w:p w:rsidR="00F470EA" w:rsidRDefault="00F470EA" w:rsidP="00F470EA">
      <w:pPr>
        <w:jc w:val="both"/>
      </w:pPr>
    </w:p>
    <w:p w:rsidR="00F470EA" w:rsidRDefault="00F470EA" w:rsidP="00F470EA">
      <w:pPr>
        <w:jc w:val="both"/>
      </w:pPr>
    </w:p>
    <w:p w:rsidR="00F470EA" w:rsidRDefault="008C4509" w:rsidP="00F470EA">
      <w:pPr>
        <w:jc w:val="center"/>
        <w:outlineLvl w:val="0"/>
        <w:rPr>
          <w:i/>
        </w:rPr>
      </w:pPr>
      <w:r>
        <w:rPr>
          <w:i/>
        </w:rPr>
        <w:t>Článek III</w:t>
      </w:r>
    </w:p>
    <w:p w:rsidR="00F470EA" w:rsidRDefault="00F470EA" w:rsidP="00F470EA">
      <w:pPr>
        <w:jc w:val="center"/>
        <w:rPr>
          <w:b/>
        </w:rPr>
      </w:pPr>
      <w:r>
        <w:rPr>
          <w:b/>
        </w:rPr>
        <w:t xml:space="preserve">Nabytí účinnosti a doba platnosti Dodatkového protokolu </w:t>
      </w:r>
      <w:r>
        <w:rPr>
          <w:b/>
        </w:rPr>
        <w:br/>
        <w:t>k</w:t>
      </w:r>
      <w:r w:rsidR="008C4509">
        <w:rPr>
          <w:b/>
        </w:rPr>
        <w:t>e</w:t>
      </w:r>
      <w:r>
        <w:rPr>
          <w:b/>
        </w:rPr>
        <w:t xml:space="preserve">  Světové poštovní </w:t>
      </w:r>
      <w:r w:rsidR="008C4509">
        <w:rPr>
          <w:b/>
        </w:rPr>
        <w:t>úmluvě</w:t>
      </w:r>
    </w:p>
    <w:p w:rsidR="00F470EA" w:rsidRDefault="00F470EA" w:rsidP="00F470EA">
      <w:pPr>
        <w:jc w:val="center"/>
        <w:rPr>
          <w:b/>
        </w:rPr>
      </w:pPr>
    </w:p>
    <w:p w:rsidR="00F470EA" w:rsidRDefault="00F470EA" w:rsidP="00F470EA">
      <w:pPr>
        <w:jc w:val="both"/>
      </w:pPr>
      <w:r>
        <w:t xml:space="preserve">Tento Dodatkový protokol nabude účinnosti dnem </w:t>
      </w:r>
      <w:r w:rsidRPr="00DA55D4">
        <w:rPr>
          <w:b/>
        </w:rPr>
        <w:t xml:space="preserve">1. </w:t>
      </w:r>
      <w:r>
        <w:rPr>
          <w:b/>
        </w:rPr>
        <w:t>července</w:t>
      </w:r>
      <w:r w:rsidRPr="00DA55D4">
        <w:rPr>
          <w:b/>
        </w:rPr>
        <w:t xml:space="preserve"> 201</w:t>
      </w:r>
      <w:r>
        <w:rPr>
          <w:b/>
        </w:rPr>
        <w:t>9</w:t>
      </w:r>
      <w:r>
        <w:t xml:space="preserve"> a zůstane v platnosti po neurčitou dobu.</w:t>
      </w:r>
    </w:p>
    <w:p w:rsidR="00F470EA" w:rsidRDefault="00F470EA" w:rsidP="00F470EA">
      <w:pPr>
        <w:jc w:val="both"/>
      </w:pPr>
    </w:p>
    <w:p w:rsidR="00F470EA" w:rsidRDefault="00F470EA" w:rsidP="00F470EA">
      <w:pPr>
        <w:jc w:val="both"/>
      </w:pPr>
      <w:r>
        <w:t>Na důkaz toho sepsali zplnomocněnci vlád členských zemí tento Dodatkový protokol, který bude mít stejnou účinnost a stejnou platnost, jako kdyby jeho ustanovení byla pojata do vlastního textu Ú</w:t>
      </w:r>
      <w:r w:rsidR="008C4509">
        <w:t>mluvy</w:t>
      </w:r>
      <w:r>
        <w:t>, a podepsali jedno jeho vyhotovení, které je uloženo u generálního ředitele Mezinárodního úřadu. Jeho opis bude odevzdán každé straně Mezinárodním úřadem Světové poštovní unie.</w:t>
      </w:r>
    </w:p>
    <w:p w:rsidR="00F470EA" w:rsidRDefault="00F470EA" w:rsidP="00F470EA">
      <w:pPr>
        <w:jc w:val="both"/>
      </w:pPr>
    </w:p>
    <w:p w:rsidR="00F470EA" w:rsidRDefault="00F470EA" w:rsidP="00F470EA">
      <w:pPr>
        <w:jc w:val="both"/>
      </w:pPr>
    </w:p>
    <w:p w:rsidR="00F470EA" w:rsidRDefault="00F470EA" w:rsidP="00F470EA">
      <w:pPr>
        <w:jc w:val="both"/>
        <w:outlineLvl w:val="0"/>
      </w:pPr>
      <w:r>
        <w:t>Dáno v </w:t>
      </w:r>
      <w:r>
        <w:rPr>
          <w:b/>
        </w:rPr>
        <w:t>Addis Abebě</w:t>
      </w:r>
      <w:r w:rsidRPr="00DA55D4">
        <w:rPr>
          <w:b/>
        </w:rPr>
        <w:t xml:space="preserve"> dne </w:t>
      </w:r>
      <w:r>
        <w:rPr>
          <w:b/>
        </w:rPr>
        <w:t>7</w:t>
      </w:r>
      <w:r w:rsidRPr="00DA55D4">
        <w:rPr>
          <w:b/>
        </w:rPr>
        <w:t xml:space="preserve">. </w:t>
      </w:r>
      <w:r>
        <w:rPr>
          <w:b/>
        </w:rPr>
        <w:t>září</w:t>
      </w:r>
      <w:r w:rsidRPr="00DA55D4">
        <w:rPr>
          <w:b/>
        </w:rPr>
        <w:t xml:space="preserve"> 201</w:t>
      </w:r>
      <w:r>
        <w:rPr>
          <w:b/>
        </w:rPr>
        <w:t>8</w:t>
      </w:r>
    </w:p>
    <w:p w:rsidR="00F470EA" w:rsidRDefault="00F470EA" w:rsidP="00F470EA">
      <w:pPr>
        <w:jc w:val="both"/>
      </w:pPr>
    </w:p>
    <w:p w:rsidR="00F470EA" w:rsidRDefault="00F470EA" w:rsidP="00F470EA">
      <w:pPr>
        <w:jc w:val="both"/>
      </w:pPr>
      <w:r>
        <w:t xml:space="preserve"> </w:t>
      </w:r>
    </w:p>
    <w:p w:rsidR="00F470EA" w:rsidRDefault="00F470EA" w:rsidP="00F470EA"/>
    <w:p w:rsidR="00F470EA" w:rsidRDefault="00F470EA" w:rsidP="00F470EA"/>
    <w:p w:rsidR="00F470EA" w:rsidRPr="00605759" w:rsidRDefault="00F470EA" w:rsidP="00F470EA"/>
    <w:p w:rsidR="00F470EA" w:rsidRPr="00605759" w:rsidRDefault="00F470EA" w:rsidP="00F470EA"/>
    <w:p w:rsidR="00713948" w:rsidRPr="00605759" w:rsidRDefault="00713948" w:rsidP="00605759"/>
    <w:sectPr w:rsidR="00713948" w:rsidRPr="00605759" w:rsidSect="00CC5E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0EA" w:rsidRDefault="00F470EA" w:rsidP="00677FE0">
      <w:r>
        <w:separator/>
      </w:r>
    </w:p>
  </w:endnote>
  <w:endnote w:type="continuationSeparator" w:id="0">
    <w:p w:rsidR="00F470EA" w:rsidRDefault="00F470EA" w:rsidP="0067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0EA" w:rsidRDefault="00F470EA" w:rsidP="00677FE0">
      <w:r>
        <w:separator/>
      </w:r>
    </w:p>
  </w:footnote>
  <w:footnote w:type="continuationSeparator" w:id="0">
    <w:p w:rsidR="00F470EA" w:rsidRDefault="00F470EA" w:rsidP="00677F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FE0" w:rsidRDefault="00677FE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5262EE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5" w15:restartNumberingAfterBreak="0">
    <w:nsid w:val="13FB2F1F"/>
    <w:multiLevelType w:val="multilevel"/>
    <w:tmpl w:val="E8BAE50A"/>
    <w:numStyleLink w:val="VariantaA-odrky"/>
  </w:abstractNum>
  <w:abstractNum w:abstractNumId="16" w15:restartNumberingAfterBreak="0">
    <w:nsid w:val="15587B24"/>
    <w:multiLevelType w:val="multilevel"/>
    <w:tmpl w:val="E8BAE50A"/>
    <w:numStyleLink w:val="VariantaA-odrky"/>
  </w:abstractNum>
  <w:abstractNum w:abstractNumId="17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8" w15:restartNumberingAfterBreak="0">
    <w:nsid w:val="191872DA"/>
    <w:multiLevelType w:val="multilevel"/>
    <w:tmpl w:val="E8A48D7C"/>
    <w:numStyleLink w:val="VariantaA-sla"/>
  </w:abstractNum>
  <w:abstractNum w:abstractNumId="19" w15:restartNumberingAfterBreak="0">
    <w:nsid w:val="19987FCF"/>
    <w:multiLevelType w:val="multilevel"/>
    <w:tmpl w:val="0D8ABE32"/>
    <w:numStyleLink w:val="VariantaB-sla"/>
  </w:abstractNum>
  <w:abstractNum w:abstractNumId="20" w15:restartNumberingAfterBreak="0">
    <w:nsid w:val="1D3068A6"/>
    <w:multiLevelType w:val="multilevel"/>
    <w:tmpl w:val="3320A8B2"/>
    <w:numStyleLink w:val="VariantaB-odrky"/>
  </w:abstractNum>
  <w:abstractNum w:abstractNumId="21" w15:restartNumberingAfterBreak="0">
    <w:nsid w:val="1D464EC2"/>
    <w:multiLevelType w:val="multilevel"/>
    <w:tmpl w:val="E8BAE50A"/>
    <w:numStyleLink w:val="VariantaA-odrky"/>
  </w:abstractNum>
  <w:abstractNum w:abstractNumId="22" w15:restartNumberingAfterBreak="0">
    <w:nsid w:val="1EAB39CE"/>
    <w:multiLevelType w:val="multilevel"/>
    <w:tmpl w:val="E8BAE50A"/>
    <w:numStyleLink w:val="VariantaA-odrky"/>
  </w:abstractNum>
  <w:abstractNum w:abstractNumId="23" w15:restartNumberingAfterBreak="0">
    <w:nsid w:val="289A5EA2"/>
    <w:multiLevelType w:val="multilevel"/>
    <w:tmpl w:val="E8BAE50A"/>
    <w:numStyleLink w:val="VariantaA-odrky"/>
  </w:abstractNum>
  <w:abstractNum w:abstractNumId="24" w15:restartNumberingAfterBreak="0">
    <w:nsid w:val="28AB573E"/>
    <w:multiLevelType w:val="multilevel"/>
    <w:tmpl w:val="3320A8B2"/>
    <w:numStyleLink w:val="VariantaB-odrky"/>
  </w:abstractNum>
  <w:abstractNum w:abstractNumId="25" w15:restartNumberingAfterBreak="0">
    <w:nsid w:val="29FC5C3C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6" w15:restartNumberingAfterBreak="0">
    <w:nsid w:val="2A5F2D39"/>
    <w:multiLevelType w:val="multilevel"/>
    <w:tmpl w:val="E8BAE50A"/>
    <w:numStyleLink w:val="VariantaA-odrky"/>
  </w:abstractNum>
  <w:abstractNum w:abstractNumId="27" w15:restartNumberingAfterBreak="0">
    <w:nsid w:val="2DBB2CE6"/>
    <w:multiLevelType w:val="multilevel"/>
    <w:tmpl w:val="E8BAE50A"/>
    <w:numStyleLink w:val="VariantaA-odrky"/>
  </w:abstractNum>
  <w:abstractNum w:abstractNumId="28" w15:restartNumberingAfterBreak="0">
    <w:nsid w:val="355131EF"/>
    <w:multiLevelType w:val="multilevel"/>
    <w:tmpl w:val="E8A48D7C"/>
    <w:numStyleLink w:val="VariantaA-sla"/>
  </w:abstractNum>
  <w:abstractNum w:abstractNumId="29" w15:restartNumberingAfterBreak="0">
    <w:nsid w:val="4A306389"/>
    <w:multiLevelType w:val="multilevel"/>
    <w:tmpl w:val="E8BAE50A"/>
    <w:numStyleLink w:val="VariantaA-odrky"/>
  </w:abstractNum>
  <w:abstractNum w:abstractNumId="30" w15:restartNumberingAfterBreak="0">
    <w:nsid w:val="4CE234CB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1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3290926"/>
    <w:multiLevelType w:val="multilevel"/>
    <w:tmpl w:val="E8BAE50A"/>
    <w:numStyleLink w:val="VariantaA-odrky"/>
  </w:abstractNum>
  <w:abstractNum w:abstractNumId="33" w15:restartNumberingAfterBreak="0">
    <w:nsid w:val="533902EA"/>
    <w:multiLevelType w:val="multilevel"/>
    <w:tmpl w:val="E8BAE50A"/>
    <w:numStyleLink w:val="VariantaA-odrky"/>
  </w:abstractNum>
  <w:abstractNum w:abstractNumId="34" w15:restartNumberingAfterBreak="0">
    <w:nsid w:val="569566A3"/>
    <w:multiLevelType w:val="hybridMultilevel"/>
    <w:tmpl w:val="9D9CCF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1C11E2"/>
    <w:multiLevelType w:val="multilevel"/>
    <w:tmpl w:val="E8A48D7C"/>
    <w:numStyleLink w:val="VariantaA-sla"/>
  </w:abstractNum>
  <w:abstractNum w:abstractNumId="36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7" w15:restartNumberingAfterBreak="0">
    <w:nsid w:val="5AF35F43"/>
    <w:multiLevelType w:val="multilevel"/>
    <w:tmpl w:val="0D8ABE32"/>
    <w:numStyleLink w:val="VariantaB-sla"/>
  </w:abstractNum>
  <w:abstractNum w:abstractNumId="38" w15:restartNumberingAfterBreak="0">
    <w:nsid w:val="5B865D2C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9" w15:restartNumberingAfterBreak="0">
    <w:nsid w:val="76491852"/>
    <w:multiLevelType w:val="singleLevel"/>
    <w:tmpl w:val="53DA469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17"/>
  </w:num>
  <w:num w:numId="2">
    <w:abstractNumId w:val="36"/>
  </w:num>
  <w:num w:numId="3">
    <w:abstractNumId w:val="20"/>
  </w:num>
  <w:num w:numId="4">
    <w:abstractNumId w:val="15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31"/>
  </w:num>
  <w:num w:numId="7">
    <w:abstractNumId w:val="7"/>
  </w:num>
  <w:num w:numId="8">
    <w:abstractNumId w:val="35"/>
  </w:num>
  <w:num w:numId="9">
    <w:abstractNumId w:val="5"/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>
    <w:abstractNumId w:val="2"/>
  </w:num>
  <w:num w:numId="11">
    <w:abstractNumId w:val="1"/>
  </w:num>
  <w:num w:numId="12">
    <w:abstractNumId w:val="0"/>
  </w:num>
  <w:num w:numId="13">
    <w:abstractNumId w:val="33"/>
  </w:num>
  <w:num w:numId="14">
    <w:abstractNumId w:val="4"/>
  </w:num>
  <w:num w:numId="15">
    <w:abstractNumId w:val="3"/>
  </w:num>
  <w:num w:numId="16">
    <w:abstractNumId w:val="31"/>
  </w:num>
  <w:num w:numId="17">
    <w:abstractNumId w:val="21"/>
  </w:num>
  <w:num w:numId="18">
    <w:abstractNumId w:val="6"/>
  </w:num>
  <w:num w:numId="19">
    <w:abstractNumId w:val="12"/>
  </w:num>
  <w:num w:numId="20">
    <w:abstractNumId w:val="8"/>
  </w:num>
  <w:num w:numId="21">
    <w:abstractNumId w:val="28"/>
  </w:num>
  <w:num w:numId="22">
    <w:abstractNumId w:val="10"/>
  </w:num>
  <w:num w:numId="23">
    <w:abstractNumId w:val="22"/>
  </w:num>
  <w:num w:numId="24">
    <w:abstractNumId w:val="11"/>
  </w:num>
  <w:num w:numId="25">
    <w:abstractNumId w:val="16"/>
  </w:num>
  <w:num w:numId="26">
    <w:abstractNumId w:val="29"/>
  </w:num>
  <w:num w:numId="27">
    <w:abstractNumId w:val="27"/>
  </w:num>
  <w:num w:numId="28">
    <w:abstractNumId w:val="26"/>
  </w:num>
  <w:num w:numId="29">
    <w:abstractNumId w:val="19"/>
  </w:num>
  <w:num w:numId="30">
    <w:abstractNumId w:val="32"/>
  </w:num>
  <w:num w:numId="31">
    <w:abstractNumId w:val="37"/>
  </w:num>
  <w:num w:numId="32">
    <w:abstractNumId w:val="23"/>
  </w:num>
  <w:num w:numId="33">
    <w:abstractNumId w:val="18"/>
  </w:num>
  <w:num w:numId="34">
    <w:abstractNumId w:val="9"/>
  </w:num>
  <w:num w:numId="35">
    <w:abstractNumId w:val="24"/>
  </w:num>
  <w:num w:numId="36">
    <w:abstractNumId w:val="13"/>
  </w:num>
  <w:num w:numId="37">
    <w:abstractNumId w:val="14"/>
  </w:num>
  <w:num w:numId="38">
    <w:abstractNumId w:val="30"/>
  </w:num>
  <w:num w:numId="39">
    <w:abstractNumId w:val="39"/>
  </w:num>
  <w:num w:numId="40">
    <w:abstractNumId w:val="25"/>
  </w:num>
  <w:num w:numId="41">
    <w:abstractNumId w:val="38"/>
  </w:num>
  <w:num w:numId="42">
    <w:abstractNumId w:val="3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0EA"/>
    <w:rsid w:val="00015306"/>
    <w:rsid w:val="0002674B"/>
    <w:rsid w:val="0004162E"/>
    <w:rsid w:val="0004786B"/>
    <w:rsid w:val="00063405"/>
    <w:rsid w:val="000809B9"/>
    <w:rsid w:val="00090B40"/>
    <w:rsid w:val="00095A0A"/>
    <w:rsid w:val="000B1B3D"/>
    <w:rsid w:val="000C4CAF"/>
    <w:rsid w:val="00121485"/>
    <w:rsid w:val="001268B0"/>
    <w:rsid w:val="0018051B"/>
    <w:rsid w:val="001B1E4A"/>
    <w:rsid w:val="001D27C0"/>
    <w:rsid w:val="001E74C3"/>
    <w:rsid w:val="001F6937"/>
    <w:rsid w:val="00220DE3"/>
    <w:rsid w:val="002463A5"/>
    <w:rsid w:val="0025290D"/>
    <w:rsid w:val="00260372"/>
    <w:rsid w:val="00262DAF"/>
    <w:rsid w:val="00285AED"/>
    <w:rsid w:val="002E2442"/>
    <w:rsid w:val="002F0E8C"/>
    <w:rsid w:val="00310FA0"/>
    <w:rsid w:val="00320481"/>
    <w:rsid w:val="003250CB"/>
    <w:rsid w:val="00363201"/>
    <w:rsid w:val="0039063C"/>
    <w:rsid w:val="003A46A8"/>
    <w:rsid w:val="003A51AA"/>
    <w:rsid w:val="003B565A"/>
    <w:rsid w:val="003D00A1"/>
    <w:rsid w:val="0041427F"/>
    <w:rsid w:val="004509E5"/>
    <w:rsid w:val="00486FB9"/>
    <w:rsid w:val="004C212A"/>
    <w:rsid w:val="00500232"/>
    <w:rsid w:val="00504668"/>
    <w:rsid w:val="005455E1"/>
    <w:rsid w:val="005502BD"/>
    <w:rsid w:val="00556787"/>
    <w:rsid w:val="00582276"/>
    <w:rsid w:val="005C2560"/>
    <w:rsid w:val="005E6867"/>
    <w:rsid w:val="005F7585"/>
    <w:rsid w:val="00605759"/>
    <w:rsid w:val="00650C6C"/>
    <w:rsid w:val="00652FE6"/>
    <w:rsid w:val="00667898"/>
    <w:rsid w:val="00677FE0"/>
    <w:rsid w:val="006D04EF"/>
    <w:rsid w:val="006E2FB0"/>
    <w:rsid w:val="007102D2"/>
    <w:rsid w:val="00713948"/>
    <w:rsid w:val="00753A27"/>
    <w:rsid w:val="0079342A"/>
    <w:rsid w:val="007B4949"/>
    <w:rsid w:val="007F0BC6"/>
    <w:rsid w:val="00831374"/>
    <w:rsid w:val="00857580"/>
    <w:rsid w:val="00865238"/>
    <w:rsid w:val="008667BF"/>
    <w:rsid w:val="00895645"/>
    <w:rsid w:val="008A7851"/>
    <w:rsid w:val="008C3782"/>
    <w:rsid w:val="008C4509"/>
    <w:rsid w:val="008D4A32"/>
    <w:rsid w:val="008D593A"/>
    <w:rsid w:val="008E7760"/>
    <w:rsid w:val="00922001"/>
    <w:rsid w:val="00922C17"/>
    <w:rsid w:val="00942DDD"/>
    <w:rsid w:val="009516A8"/>
    <w:rsid w:val="0097705C"/>
    <w:rsid w:val="009F393D"/>
    <w:rsid w:val="009F7F46"/>
    <w:rsid w:val="00A000BF"/>
    <w:rsid w:val="00A0587E"/>
    <w:rsid w:val="00A275BC"/>
    <w:rsid w:val="00A464B4"/>
    <w:rsid w:val="00A63D6B"/>
    <w:rsid w:val="00A77A4D"/>
    <w:rsid w:val="00A84B52"/>
    <w:rsid w:val="00A8660F"/>
    <w:rsid w:val="00A95C48"/>
    <w:rsid w:val="00AA7056"/>
    <w:rsid w:val="00AB31C6"/>
    <w:rsid w:val="00AB523B"/>
    <w:rsid w:val="00AD7E40"/>
    <w:rsid w:val="00B1477A"/>
    <w:rsid w:val="00B20993"/>
    <w:rsid w:val="00B42E96"/>
    <w:rsid w:val="00B50EE6"/>
    <w:rsid w:val="00B52185"/>
    <w:rsid w:val="00B9753A"/>
    <w:rsid w:val="00BB479C"/>
    <w:rsid w:val="00BC4720"/>
    <w:rsid w:val="00BD75A2"/>
    <w:rsid w:val="00C2017A"/>
    <w:rsid w:val="00C2026B"/>
    <w:rsid w:val="00C20470"/>
    <w:rsid w:val="00C34B2F"/>
    <w:rsid w:val="00C45F3E"/>
    <w:rsid w:val="00C4641B"/>
    <w:rsid w:val="00C6690E"/>
    <w:rsid w:val="00C703C5"/>
    <w:rsid w:val="00C805F2"/>
    <w:rsid w:val="00C96EFE"/>
    <w:rsid w:val="00CC5E40"/>
    <w:rsid w:val="00D1569F"/>
    <w:rsid w:val="00D20B1E"/>
    <w:rsid w:val="00D22462"/>
    <w:rsid w:val="00D230AC"/>
    <w:rsid w:val="00D32489"/>
    <w:rsid w:val="00D3349E"/>
    <w:rsid w:val="00D73CB8"/>
    <w:rsid w:val="00D74BFC"/>
    <w:rsid w:val="00DA7591"/>
    <w:rsid w:val="00E32798"/>
    <w:rsid w:val="00E33CC8"/>
    <w:rsid w:val="00E51C91"/>
    <w:rsid w:val="00E667C1"/>
    <w:rsid w:val="00EC3F88"/>
    <w:rsid w:val="00ED36D8"/>
    <w:rsid w:val="00EE6BD7"/>
    <w:rsid w:val="00F0689D"/>
    <w:rsid w:val="00F470EA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58463FD6-D33E-4261-A816-B88E1CF4F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70E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i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  <w:sz w:val="21"/>
      <w:szCs w:val="21"/>
    </w:rPr>
  </w:style>
  <w:style w:type="paragraph" w:styleId="Podtitul">
    <w:name w:val="Subtitle"/>
    <w:basedOn w:val="Normln"/>
    <w:next w:val="Normln"/>
    <w:link w:val="Podtitul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titulChar">
    <w:name w:val="Podtitul Char"/>
    <w:basedOn w:val="Standardnpsmoodstavce"/>
    <w:link w:val="Podtitul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table" w:styleId="Mkatabulky">
    <w:name w:val="Table Grid"/>
    <w:basedOn w:val="Normlntabulka"/>
    <w:uiPriority w:val="39"/>
    <w:rsid w:val="00F47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lovn">
    <w:name w:val="Číslování"/>
    <w:basedOn w:val="Normln"/>
    <w:rsid w:val="008C4509"/>
    <w:pPr>
      <w:spacing w:before="240" w:after="120"/>
      <w:ind w:left="737" w:hanging="737"/>
      <w:jc w:val="both"/>
    </w:pPr>
  </w:style>
  <w:style w:type="paragraph" w:customStyle="1" w:styleId="slovn-2">
    <w:name w:val="Číslování-2"/>
    <w:basedOn w:val="slovn"/>
    <w:rsid w:val="008C4509"/>
    <w:pPr>
      <w:spacing w:before="60" w:after="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20AC10BD.dotm</Template>
  <TotalTime>0</TotalTime>
  <Pages>5</Pages>
  <Words>825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5687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Veselá Věra</dc:creator>
  <cp:keywords/>
  <dc:description/>
  <cp:lastModifiedBy>Řehola Jiří</cp:lastModifiedBy>
  <cp:revision>2</cp:revision>
  <dcterms:created xsi:type="dcterms:W3CDTF">2020-08-12T13:55:00Z</dcterms:created>
  <dcterms:modified xsi:type="dcterms:W3CDTF">2020-08-12T13:55:00Z</dcterms:modified>
</cp:coreProperties>
</file>