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CA3" w:rsidRDefault="00AD75DD" w:rsidP="00486CA3">
      <w:pPr>
        <w:jc w:val="left"/>
        <w:rPr>
          <w:b/>
          <w:sz w:val="28"/>
          <w:szCs w:val="28"/>
        </w:rPr>
      </w:pPr>
      <w:r w:rsidRPr="00AD75DD">
        <w:rPr>
          <w:b/>
          <w:sz w:val="28"/>
          <w:szCs w:val="28"/>
        </w:rPr>
        <w:t>Platné znění částí zákonů dotčených novelizací, ve zněn</w:t>
      </w:r>
      <w:r w:rsidR="00486CA3">
        <w:rPr>
          <w:b/>
          <w:sz w:val="28"/>
          <w:szCs w:val="28"/>
        </w:rPr>
        <w:t>í navrhovaných</w:t>
      </w:r>
    </w:p>
    <w:p w:rsidR="006D7D5F" w:rsidRPr="00486CA3" w:rsidRDefault="00AD75DD" w:rsidP="00486CA3">
      <w:pPr>
        <w:jc w:val="left"/>
        <w:rPr>
          <w:b/>
          <w:sz w:val="28"/>
          <w:szCs w:val="28"/>
        </w:rPr>
      </w:pPr>
      <w:bookmarkStart w:id="0" w:name="_GoBack"/>
      <w:bookmarkEnd w:id="0"/>
      <w:r w:rsidRPr="00AD75DD">
        <w:rPr>
          <w:b/>
          <w:sz w:val="28"/>
          <w:szCs w:val="28"/>
        </w:rPr>
        <w:t>změn</w:t>
      </w:r>
    </w:p>
    <w:p w:rsidR="00AD75DD" w:rsidRDefault="00AD75DD" w:rsidP="00F77537"/>
    <w:p w:rsidR="006D7D5F" w:rsidRDefault="006D7D5F" w:rsidP="00F77537"/>
    <w:p w:rsidR="00FE2E4B" w:rsidRPr="000A3A0E" w:rsidRDefault="00FE2E4B" w:rsidP="00FE2E4B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Zákon</w:t>
      </w:r>
      <w:r w:rsidRPr="000A3A0E">
        <w:rPr>
          <w:b/>
          <w:bCs/>
        </w:rPr>
        <w:t xml:space="preserve"> č. 90/1995 Sb., o jednacím řádu Poslanecké sněmovny</w:t>
      </w:r>
      <w:r>
        <w:rPr>
          <w:b/>
          <w:bCs/>
        </w:rPr>
        <w:t>, ve znění pozdějších předpisů</w:t>
      </w:r>
    </w:p>
    <w:p w:rsidR="00FE2E4B" w:rsidRDefault="00FE2E4B" w:rsidP="00FE2E4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D75DD">
        <w:rPr>
          <w:bCs/>
        </w:rPr>
        <w:t>.......</w:t>
      </w:r>
    </w:p>
    <w:p w:rsidR="00FE2E4B" w:rsidRPr="00AD75DD" w:rsidRDefault="00FE2E4B" w:rsidP="00FE2E4B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A3A0E">
        <w:rPr>
          <w:b/>
          <w:bCs/>
        </w:rPr>
        <w:t xml:space="preserve">Mandát poslance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  <w:rPr>
          <w:b/>
          <w:bCs/>
        </w:rPr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</w:pPr>
      <w:r w:rsidRPr="000A3A0E">
        <w:t xml:space="preserve">§ 2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</w:p>
    <w:p w:rsidR="00746C16" w:rsidRPr="00291988" w:rsidRDefault="00FE2E4B" w:rsidP="00746C16">
      <w:pPr>
        <w:pStyle w:val="Odstavecseseznamem"/>
        <w:ind w:left="0" w:firstLine="720"/>
        <w:rPr>
          <w:b/>
        </w:rPr>
      </w:pPr>
      <w:r w:rsidRPr="000A3A0E">
        <w:tab/>
        <w:t>Mandát poslance vzniká zvolením. Náhradník</w:t>
      </w:r>
      <w:r w:rsidRPr="000A3A0E">
        <w:rPr>
          <w:vertAlign w:val="superscript"/>
        </w:rPr>
        <w:t>1)</w:t>
      </w:r>
      <w:r w:rsidRPr="000A3A0E">
        <w:t xml:space="preserve"> nabývá mandát poslance, za nějž náhradník nastupuje, okamžikem zániku mandátu tohoto poslance [§ 6 písm. a), c), d) a f)].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____________________  </w:t>
      </w:r>
    </w:p>
    <w:p w:rsidR="00FE2E4B" w:rsidRPr="004C3557" w:rsidRDefault="00FE2E4B" w:rsidP="00FE2E4B">
      <w:pPr>
        <w:widowControl w:val="0"/>
        <w:autoSpaceDE w:val="0"/>
        <w:autoSpaceDN w:val="0"/>
        <w:adjustRightInd w:val="0"/>
      </w:pPr>
      <w:r w:rsidRPr="004C3557">
        <w:t>1) § 44 odst. 7 zákona ČNR č. 54/1990 Sb., o volbách do České národní rady.</w:t>
      </w:r>
    </w:p>
    <w:p w:rsidR="00FE2E4B" w:rsidRDefault="00FE2E4B" w:rsidP="00FE2E4B">
      <w:pPr>
        <w:widowControl w:val="0"/>
        <w:autoSpaceDE w:val="0"/>
        <w:autoSpaceDN w:val="0"/>
        <w:adjustRightInd w:val="0"/>
        <w:jc w:val="center"/>
      </w:pPr>
    </w:p>
    <w:p w:rsidR="00291988" w:rsidRPr="0088670A" w:rsidRDefault="00291988" w:rsidP="00291988">
      <w:pPr>
        <w:pStyle w:val="Paragraf"/>
        <w:rPr>
          <w:b/>
        </w:rPr>
      </w:pPr>
      <w:r w:rsidRPr="0088670A">
        <w:rPr>
          <w:b/>
        </w:rPr>
        <w:t xml:space="preserve">§ </w:t>
      </w:r>
      <w:r>
        <w:rPr>
          <w:b/>
        </w:rPr>
        <w:t>2</w:t>
      </w:r>
      <w:r w:rsidRPr="0088670A">
        <w:rPr>
          <w:b/>
        </w:rPr>
        <w:t xml:space="preserve">a </w:t>
      </w:r>
    </w:p>
    <w:p w:rsidR="00291988" w:rsidRPr="0088670A" w:rsidRDefault="00291988" w:rsidP="00291988">
      <w:pPr>
        <w:pStyle w:val="Nadpisparagrafu"/>
      </w:pPr>
      <w:r w:rsidRPr="0088670A">
        <w:t>Přechod práv a povinností poslance, který je členem vlády</w:t>
      </w:r>
    </w:p>
    <w:p w:rsidR="00291988" w:rsidRPr="0088670A" w:rsidRDefault="00291988" w:rsidP="00291988">
      <w:pPr>
        <w:pStyle w:val="Textparagrafu"/>
        <w:rPr>
          <w:b/>
        </w:rPr>
      </w:pPr>
      <w:r w:rsidRPr="0088670A">
        <w:rPr>
          <w:b/>
        </w:rPr>
        <w:t xml:space="preserve">(1) Práva a povinnosti poslance, který je členem vlády, přecházejí na náhradníka prohlášením poslance na schůzi Sněmovny, že po dobu členství ve vládě nebude svůj mandát vykonávat, nebo okamžikem doručení notářského zápisu o tomto prohlášení do rukou předsedy Sněmovny. Náhradník </w:t>
      </w:r>
      <w:r>
        <w:rPr>
          <w:b/>
        </w:rPr>
        <w:t>má</w:t>
      </w:r>
      <w:r w:rsidRPr="0088670A">
        <w:rPr>
          <w:b/>
        </w:rPr>
        <w:t xml:space="preserve"> po dobu výkonu práv a povinností poslance </w:t>
      </w:r>
      <w:r>
        <w:rPr>
          <w:b/>
        </w:rPr>
        <w:t>obdobné postavení jako poslanec</w:t>
      </w:r>
      <w:r w:rsidRPr="0088670A">
        <w:rPr>
          <w:b/>
        </w:rPr>
        <w:t xml:space="preserve">. </w:t>
      </w:r>
    </w:p>
    <w:p w:rsidR="00291988" w:rsidRPr="0088670A" w:rsidRDefault="00291988" w:rsidP="00291988">
      <w:pPr>
        <w:pStyle w:val="Textparagrafu"/>
        <w:rPr>
          <w:b/>
        </w:rPr>
      </w:pPr>
      <w:r w:rsidRPr="0088670A">
        <w:rPr>
          <w:b/>
        </w:rPr>
        <w:t xml:space="preserve">(2) Okamžikem, kdy poslanec podle odstavce 1 přestane být členem vlády, přecházejí na něj zpět práva a povinnosti poslance.  </w:t>
      </w:r>
    </w:p>
    <w:p w:rsidR="00291988" w:rsidRPr="0088670A" w:rsidRDefault="00291988" w:rsidP="00291988">
      <w:pPr>
        <w:pStyle w:val="Textparagrafu"/>
      </w:pPr>
      <w:r w:rsidRPr="0088670A">
        <w:rPr>
          <w:b/>
        </w:rPr>
        <w:t>(3) Náhradník, na nějž přešla práva a povinnosti poslance, který je členem vlády a rozhodl se, že po dobu členství ve vládě nebude svůj mandát vykonávat, skládá na první schůzi Sněmovny, které se zúčastní, slib, který zní: „Slibuji věrnost České republice. Slibuji, že budu zachovávat její Ústavu a zákony. Slibuji na svou čest, že práva a povinnosti poslance budu vykonávat v zájmu všeho lidu a podle svého nejlepšího vědomí a svědomí.“. Pro způsob složení slibu se § 4 věty druhá až čtvrtá použijí obdobně.</w:t>
      </w:r>
    </w:p>
    <w:p w:rsidR="00FE2E4B" w:rsidRDefault="00FE2E4B" w:rsidP="00FE2E4B">
      <w:pPr>
        <w:widowControl w:val="0"/>
        <w:autoSpaceDE w:val="0"/>
        <w:autoSpaceDN w:val="0"/>
        <w:adjustRightInd w:val="0"/>
        <w:jc w:val="center"/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</w:pPr>
      <w:r w:rsidRPr="000A3A0E">
        <w:t xml:space="preserve">§ 3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ab/>
      </w:r>
      <w:r w:rsidRPr="000A3A0E">
        <w:rPr>
          <w:b/>
        </w:rPr>
        <w:t>(1)</w:t>
      </w:r>
      <w:r w:rsidRPr="000A3A0E">
        <w:t xml:space="preserve"> Prohlášením učiněným osobně na schůzi Sněmovny se může poslanec svého mandátu vzdát. Brání-li účasti poslance na schůzi Sněmovny závažné okolnosti, může tak učinit též prohlášením sepsaným formou notářského zápisu, které se doručí předsedovi Sněmovny a nesmí být starší než jeden měsíc.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  <w:ind w:firstLine="708"/>
        <w:rPr>
          <w:b/>
        </w:rPr>
      </w:pPr>
      <w:r w:rsidRPr="000A3A0E">
        <w:rPr>
          <w:b/>
        </w:rPr>
        <w:t xml:space="preserve">(2) Odstavec 1 se použije obdobně </w:t>
      </w:r>
      <w:proofErr w:type="gramStart"/>
      <w:r w:rsidRPr="000A3A0E">
        <w:rPr>
          <w:b/>
        </w:rPr>
        <w:t>na</w:t>
      </w:r>
      <w:proofErr w:type="gramEnd"/>
      <w:r w:rsidRPr="000A3A0E">
        <w:rPr>
          <w:b/>
        </w:rPr>
        <w:t xml:space="preserve">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  <w:ind w:left="709"/>
        <w:rPr>
          <w:b/>
        </w:rPr>
      </w:pPr>
      <w:r w:rsidRPr="000A3A0E">
        <w:rPr>
          <w:b/>
        </w:rPr>
        <w:t xml:space="preserve">a) prohlášení poslance, který je členem vlády a rozhodl se, že po dobu členství ve vládě nebude svůj mandát vykonávat, případně též prohlášení náhradníka, který vykonává práva a povinnosti poslance za člena vlády a stal se členem vlády, že po </w:t>
      </w:r>
      <w:r w:rsidRPr="000A3A0E">
        <w:rPr>
          <w:b/>
        </w:rPr>
        <w:lastRenderedPageBreak/>
        <w:t>dobu členství ve vládě nebude práva a povinnosti poslance vykonávat, a</w:t>
      </w:r>
    </w:p>
    <w:p w:rsidR="00FE2E4B" w:rsidRPr="000A3A0E" w:rsidRDefault="00FE2E4B" w:rsidP="00FE2E4B">
      <w:pPr>
        <w:pStyle w:val="Odstavecseseznamem"/>
        <w:ind w:left="709"/>
        <w:rPr>
          <w:b/>
        </w:rPr>
      </w:pPr>
      <w:r w:rsidRPr="000A3A0E">
        <w:rPr>
          <w:b/>
        </w:rPr>
        <w:t>b) prohlášení náhradníka, který vykonává práva a povinnosti poslance za člena vlády, že se vzdává výkonu práv a povinností poslance.</w:t>
      </w:r>
    </w:p>
    <w:p w:rsidR="00FE2E4B" w:rsidRPr="000A3A0E" w:rsidRDefault="00FE2E4B" w:rsidP="00FE2E4B">
      <w:pPr>
        <w:pStyle w:val="Odstavecseseznamem"/>
        <w:rPr>
          <w:b/>
        </w:rPr>
      </w:pPr>
    </w:p>
    <w:p w:rsidR="00FE2E4B" w:rsidRDefault="00FE2E4B" w:rsidP="00FE2E4B">
      <w:pPr>
        <w:jc w:val="center"/>
      </w:pPr>
      <w:r>
        <w:t>.......</w:t>
      </w:r>
    </w:p>
    <w:p w:rsidR="00FE2E4B" w:rsidRPr="000A3A0E" w:rsidRDefault="00FE2E4B" w:rsidP="00FE2E4B"/>
    <w:p w:rsidR="00FE2E4B" w:rsidRPr="000A3A0E" w:rsidRDefault="00FE2E4B" w:rsidP="00FE2E4B">
      <w:pPr>
        <w:widowControl w:val="0"/>
        <w:autoSpaceDE w:val="0"/>
        <w:autoSpaceDN w:val="0"/>
        <w:adjustRightInd w:val="0"/>
        <w:ind w:firstLine="708"/>
        <w:rPr>
          <w:b/>
        </w:rPr>
      </w:pP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</w:pPr>
      <w:r w:rsidRPr="000A3A0E">
        <w:t xml:space="preserve">§ 29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A3A0E">
        <w:rPr>
          <w:b/>
          <w:bCs/>
        </w:rPr>
        <w:t xml:space="preserve">Předseda Sněmovny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ab/>
        <w:t xml:space="preserve">(1) Předsedovi Sněmovny přísluší zejména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a) zastupovat Sněmovnu navenek,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b navrhovat prezidentu republiky jmenování předsedy vlády podle čl. 68 odst. 4 věta druhá Ústavy,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c) přijímat slib členů Nejvyššího kontrolního úřadu,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d) postoupit Senátu návrh zákona, s nímž Sněmovna vyslovila souhlas,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e) postoupit prezidentu republiky k podpisu přijaté zákony,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f) zasílat předsedovi vlády k podpisu přijaté zákony,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g) podepisovat zákony a usnesení Sněmovny, popřípadě jiné listiny vydávané Sněmovnou.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ab/>
        <w:t xml:space="preserve">(2) Předsedovi Sněmovny dále přísluší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a) povolat náhradníka na uprázdněný poslanecký mandát a vydat mu osvědčení, že se stal poslancem, </w:t>
      </w:r>
      <w:r w:rsidRPr="000A3A0E">
        <w:rPr>
          <w:b/>
        </w:rPr>
        <w:t>případně povolat náhradníka k výkonu práv a povinností poslance,</w:t>
      </w:r>
      <w:r w:rsidRPr="000A3A0E">
        <w:t xml:space="preserve"> </w:t>
      </w:r>
      <w:r w:rsidRPr="000A3A0E">
        <w:rPr>
          <w:b/>
        </w:rPr>
        <w:t>který je členem vlády a rozhodl se, že po dobu členství ve vládě nebude svůj mandát vykonávat, a vydat mu o tom osvědčení,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b) dávat souhlas, aby byl odevzdán soudu zadržený poslanec, který byl dopaden při spáchání trestného činu nebo bezprostředně poté,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c) stanovit pořadí, v němž jej budou místopředsedové Sněmovny zastupovat,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d) svolávat, zahajovat a ukončovat schůzi Sněmovny a společnou schůzi Sněmovny a Senátu,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e) v době přerušení zasedání svolávat Sněmovnu ke schůzi před stanoveným termínem,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f) přerušit schůzi Sněmovny při nepořádku, nebo není-li Sněmovna schopna se usnášet,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g) jmenovat a odvolávat vedoucího Kanceláře.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 xml:space="preserve"> </w:t>
      </w:r>
    </w:p>
    <w:p w:rsidR="00FE2E4B" w:rsidRPr="000A3A0E" w:rsidRDefault="00FE2E4B" w:rsidP="00FE2E4B">
      <w:pPr>
        <w:widowControl w:val="0"/>
        <w:autoSpaceDE w:val="0"/>
        <w:autoSpaceDN w:val="0"/>
        <w:adjustRightInd w:val="0"/>
      </w:pPr>
      <w:r w:rsidRPr="000A3A0E">
        <w:tab/>
        <w:t xml:space="preserve">(3) Předseda Sněmovny plní i další úkoly stanovené zákonem nebo úkoly, jimiž ho Sněmovna pověří. Vykonává i jinou působnost v případech svěřených zákonem České národní rady do působnosti jejího </w:t>
      </w:r>
      <w:proofErr w:type="gramStart"/>
      <w:r w:rsidRPr="000A3A0E">
        <w:t>předsednictva,</w:t>
      </w:r>
      <w:r w:rsidRPr="000A3A0E">
        <w:rPr>
          <w:vertAlign w:val="superscript"/>
        </w:rPr>
        <w:t>7)</w:t>
      </w:r>
      <w:r w:rsidRPr="000A3A0E">
        <w:t xml:space="preserve"> nestanoví</w:t>
      </w:r>
      <w:proofErr w:type="gramEnd"/>
      <w:r w:rsidRPr="000A3A0E">
        <w:t xml:space="preserve">-li zákon jinak. </w:t>
      </w:r>
    </w:p>
    <w:p w:rsidR="00FE2E4B" w:rsidRDefault="00FE2E4B" w:rsidP="00FE2E4B">
      <w:pPr>
        <w:widowControl w:val="0"/>
        <w:autoSpaceDE w:val="0"/>
        <w:autoSpaceDN w:val="0"/>
        <w:adjustRightInd w:val="0"/>
      </w:pPr>
    </w:p>
    <w:p w:rsidR="0088670A" w:rsidRDefault="0088670A" w:rsidP="0088670A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88670A" w:rsidRPr="00BC7B1A" w:rsidRDefault="0088670A" w:rsidP="008867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BC7B1A">
        <w:rPr>
          <w:bCs/>
        </w:rPr>
        <w:t>§ 121</w:t>
      </w:r>
    </w:p>
    <w:p w:rsidR="0088670A" w:rsidRDefault="0088670A" w:rsidP="0088670A">
      <w:pPr>
        <w:widowControl w:val="0"/>
        <w:autoSpaceDE w:val="0"/>
        <w:autoSpaceDN w:val="0"/>
        <w:adjustRightInd w:val="0"/>
        <w:rPr>
          <w:b/>
          <w:bCs/>
        </w:rPr>
      </w:pPr>
    </w:p>
    <w:p w:rsidR="0088670A" w:rsidRPr="00F70DCD" w:rsidRDefault="0088670A" w:rsidP="0088670A">
      <w:pPr>
        <w:widowControl w:val="0"/>
        <w:autoSpaceDE w:val="0"/>
        <w:autoSpaceDN w:val="0"/>
        <w:adjustRightInd w:val="0"/>
        <w:ind w:firstLine="709"/>
        <w:rPr>
          <w:bCs/>
        </w:rPr>
      </w:pPr>
      <w:r w:rsidRPr="00F70DCD">
        <w:rPr>
          <w:bCs/>
        </w:rPr>
        <w:t>(1) V novém volebním období Sněmovny nelze projednat návrhy, které nebyly projednány a rozhodnuty v minulém volebním období, s výjimkou peticí a návrhů, o nichž je ústavním zákonem oprávněn po rozpuštění Sněmovny rozhodnout Senát, a návrhu vlády podle § 109i.</w:t>
      </w:r>
    </w:p>
    <w:p w:rsidR="0088670A" w:rsidRPr="00F70DCD" w:rsidRDefault="0088670A" w:rsidP="0088670A">
      <w:pPr>
        <w:widowControl w:val="0"/>
        <w:autoSpaceDE w:val="0"/>
        <w:autoSpaceDN w:val="0"/>
        <w:adjustRightInd w:val="0"/>
        <w:ind w:firstLine="709"/>
        <w:rPr>
          <w:bCs/>
        </w:rPr>
      </w:pPr>
    </w:p>
    <w:p w:rsidR="0088670A" w:rsidRPr="00F70DCD" w:rsidRDefault="0088670A" w:rsidP="0088670A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F70DCD">
        <w:rPr>
          <w:bCs/>
        </w:rPr>
        <w:t xml:space="preserve">(2) Ztratí-li poslanec mandát (§ 6), nelze projednat návrhy, které podal. </w:t>
      </w:r>
      <w:r w:rsidRPr="00F70DCD">
        <w:rPr>
          <w:b/>
        </w:rPr>
        <w:t>Obdobně se postupuje u návrhů podaných poslancem, který je členem vlády a rozhodl se, že po dobu členství ve vládě nebude svůj mandát vykonávat, a u návrhů podaných náhradníkem poslance, který přestal vykonávat práva a povinnosti poslance.</w:t>
      </w:r>
    </w:p>
    <w:p w:rsidR="0088670A" w:rsidRPr="000A3A0E" w:rsidRDefault="0088670A" w:rsidP="00FE2E4B">
      <w:pPr>
        <w:widowControl w:val="0"/>
        <w:autoSpaceDE w:val="0"/>
        <w:autoSpaceDN w:val="0"/>
        <w:adjustRightInd w:val="0"/>
      </w:pPr>
    </w:p>
    <w:p w:rsidR="00FE2E4B" w:rsidRDefault="00FE2E4B" w:rsidP="00F77537"/>
    <w:p w:rsidR="00FE2E4B" w:rsidRDefault="00FE2E4B" w:rsidP="00F77537"/>
    <w:p w:rsidR="006D7D5F" w:rsidRDefault="00AD75DD" w:rsidP="006D7D5F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Zákon</w:t>
      </w:r>
      <w:r w:rsidR="006D7D5F">
        <w:rPr>
          <w:b/>
          <w:bCs/>
        </w:rPr>
        <w:t xml:space="preserve"> č. 247/1995 Sb., </w:t>
      </w:r>
      <w:r w:rsidR="006D7D5F" w:rsidRPr="00D511C6">
        <w:rPr>
          <w:b/>
          <w:bCs/>
        </w:rPr>
        <w:t xml:space="preserve">o volbách </w:t>
      </w:r>
      <w:r w:rsidR="006D7D5F">
        <w:rPr>
          <w:b/>
          <w:bCs/>
        </w:rPr>
        <w:t>do Parlamentu České republiky a </w:t>
      </w:r>
      <w:r w:rsidR="006D7D5F" w:rsidRPr="00D511C6">
        <w:rPr>
          <w:b/>
          <w:bCs/>
        </w:rPr>
        <w:t>o</w:t>
      </w:r>
      <w:r w:rsidR="006D7D5F">
        <w:rPr>
          <w:b/>
          <w:bCs/>
        </w:rPr>
        <w:t> </w:t>
      </w:r>
      <w:r w:rsidR="006D7D5F" w:rsidRPr="00D511C6">
        <w:rPr>
          <w:b/>
          <w:bCs/>
        </w:rPr>
        <w:t>změně a doplnění některých dalších zákonů</w:t>
      </w:r>
      <w:r>
        <w:rPr>
          <w:b/>
          <w:bCs/>
        </w:rPr>
        <w:t>, ve znění pozdějších předpisů</w:t>
      </w:r>
    </w:p>
    <w:p w:rsidR="004C3557" w:rsidRDefault="004C3557" w:rsidP="00AD75D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AD75DD" w:rsidRPr="00AD75DD" w:rsidRDefault="00AD75DD" w:rsidP="00AD75D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D75DD">
        <w:rPr>
          <w:bCs/>
        </w:rPr>
        <w:t>.....</w:t>
      </w:r>
    </w:p>
    <w:p w:rsidR="006D7D5F" w:rsidRPr="00D511C6" w:rsidRDefault="006D7D5F" w:rsidP="006D7D5F">
      <w:pPr>
        <w:jc w:val="center"/>
      </w:pPr>
      <w:r w:rsidRPr="00D511C6">
        <w:t>§ 54</w:t>
      </w:r>
    </w:p>
    <w:p w:rsidR="006D7D5F" w:rsidRPr="00D511C6" w:rsidRDefault="006D7D5F" w:rsidP="006D7D5F">
      <w:pPr>
        <w:jc w:val="center"/>
      </w:pPr>
    </w:p>
    <w:p w:rsidR="006D7D5F" w:rsidRPr="00D511C6" w:rsidRDefault="006D7D5F" w:rsidP="006D7D5F">
      <w:pPr>
        <w:jc w:val="center"/>
        <w:rPr>
          <w:b/>
        </w:rPr>
      </w:pPr>
      <w:r w:rsidRPr="00D511C6">
        <w:rPr>
          <w:strike/>
        </w:rPr>
        <w:t xml:space="preserve">Nastupování náhradníků </w:t>
      </w:r>
      <w:r w:rsidRPr="00D511C6">
        <w:rPr>
          <w:b/>
        </w:rPr>
        <w:t>Náhradník</w:t>
      </w:r>
    </w:p>
    <w:p w:rsidR="006D7D5F" w:rsidRPr="00D511C6" w:rsidRDefault="006D7D5F" w:rsidP="006D7D5F">
      <w:r w:rsidRPr="00D511C6">
        <w:t xml:space="preserve"> </w:t>
      </w:r>
    </w:p>
    <w:p w:rsidR="006D7D5F" w:rsidRPr="00D511C6" w:rsidRDefault="006D7D5F" w:rsidP="006D7D5F">
      <w:r w:rsidRPr="00D511C6">
        <w:tab/>
        <w:t>(1) Uprázdní-li se mandát, nastupuje náhradník z kandidátní listiny téže politické strany, politického hnutí nebo koalice uvedený na kandidátní listině pro volbu ve volebním kraji, v</w:t>
      </w:r>
      <w:r>
        <w:t> </w:t>
      </w:r>
      <w:r w:rsidRPr="00D511C6">
        <w:t xml:space="preserve">němž </w:t>
      </w:r>
      <w:proofErr w:type="gramStart"/>
      <w:r w:rsidRPr="00D511C6">
        <w:rPr>
          <w:strike/>
        </w:rPr>
        <w:t>byl</w:t>
      </w:r>
      <w:proofErr w:type="gramEnd"/>
      <w:r w:rsidRPr="00D511C6">
        <w:rPr>
          <w:strike/>
        </w:rPr>
        <w:t xml:space="preserve"> kandidován</w:t>
      </w:r>
      <w:r w:rsidRPr="00D511C6">
        <w:t xml:space="preserve"> </w:t>
      </w:r>
      <w:proofErr w:type="gramStart"/>
      <w:r w:rsidRPr="00D511C6">
        <w:rPr>
          <w:b/>
        </w:rPr>
        <w:t>kandidoval</w:t>
      </w:r>
      <w:proofErr w:type="gramEnd"/>
      <w:r w:rsidRPr="00D511C6">
        <w:rPr>
          <w:b/>
        </w:rPr>
        <w:t xml:space="preserve"> </w:t>
      </w:r>
      <w:r w:rsidRPr="00D511C6">
        <w:t>poslanec, jehož mandát se uprázdnil, a to v pořadí podle výsledků voleb. Není-li takového, nastupuje náhradník téže politické strany, politického hnutí nebo koalice v pořadí podle počtu platných hlasů pro kandidátní listinu; je-li tento počet stejný, rozhodne los.</w:t>
      </w:r>
      <w:r w:rsidRPr="00AD2E3D">
        <w:rPr>
          <w:b/>
        </w:rPr>
        <w:t xml:space="preserve"> </w:t>
      </w:r>
      <w:r>
        <w:rPr>
          <w:b/>
        </w:rPr>
        <w:t>Náhradník nastupuje</w:t>
      </w:r>
      <w:r w:rsidRPr="00D511C6">
        <w:rPr>
          <w:b/>
        </w:rPr>
        <w:t xml:space="preserve"> i v případě, že vykonává </w:t>
      </w:r>
      <w:r>
        <w:rPr>
          <w:b/>
        </w:rPr>
        <w:t>práva a povinnosti poslance</w:t>
      </w:r>
      <w:r w:rsidRPr="00D511C6">
        <w:rPr>
          <w:b/>
        </w:rPr>
        <w:t xml:space="preserve"> za člena vlády.</w:t>
      </w:r>
    </w:p>
    <w:p w:rsidR="006D7D5F" w:rsidRPr="00D511C6" w:rsidRDefault="006D7D5F" w:rsidP="006D7D5F">
      <w:r w:rsidRPr="00D511C6">
        <w:t xml:space="preserve"> </w:t>
      </w:r>
    </w:p>
    <w:p w:rsidR="006D7D5F" w:rsidRPr="00D511C6" w:rsidRDefault="006D7D5F" w:rsidP="006D7D5F">
      <w:r w:rsidRPr="00D511C6">
        <w:tab/>
        <w:t>(2) Není-li náhradníka téže politické strany, politického hnutí nebo koalice, zůstane mandát uprázdněn až do konce volebního období.</w:t>
      </w:r>
    </w:p>
    <w:p w:rsidR="006D7D5F" w:rsidRPr="00D511C6" w:rsidRDefault="006D7D5F" w:rsidP="006D7D5F">
      <w:r w:rsidRPr="00D511C6">
        <w:t xml:space="preserve"> </w:t>
      </w:r>
    </w:p>
    <w:p w:rsidR="006D7D5F" w:rsidRPr="000A3A0E" w:rsidRDefault="006D7D5F" w:rsidP="006D7D5F">
      <w:r w:rsidRPr="00D511C6">
        <w:tab/>
        <w:t>(3) Byla-li politická strana nebo politické hnutí zrušeno, náhradník nenastupuje a</w:t>
      </w:r>
      <w:r>
        <w:t> </w:t>
      </w:r>
      <w:r w:rsidRPr="00D511C6">
        <w:t>mandát zůstane uprázdněn do konce funkčního období. Jde-li však o koalici, nenastupuje ten náhradník, který byl navržen politickou stranou nebo politickým hnutím, které bylo zrušeno, a</w:t>
      </w:r>
      <w:r>
        <w:t> </w:t>
      </w:r>
      <w:r w:rsidRPr="00D511C6">
        <w:t>mandát získává další náhradník.</w:t>
      </w:r>
    </w:p>
    <w:p w:rsidR="006D7D5F" w:rsidRPr="000A3A0E" w:rsidRDefault="006D7D5F" w:rsidP="006D7D5F">
      <w:r w:rsidRPr="000A3A0E">
        <w:t xml:space="preserve"> </w:t>
      </w:r>
    </w:p>
    <w:p w:rsidR="006D7D5F" w:rsidRPr="000A3A0E" w:rsidRDefault="006D7D5F" w:rsidP="006D7D5F">
      <w:r w:rsidRPr="000A3A0E">
        <w:tab/>
        <w:t>(4) Nastoupení náhradníka vysloví Poslanecká sněmovna do 15 dnů po dni, ve kterém zanikl mandát poslance. Předá náhradníkovi osvědčení o tom, že se stal poslancem, a kterým dnem se jím stal.</w:t>
      </w:r>
    </w:p>
    <w:p w:rsidR="006D7D5F" w:rsidRPr="000A3A0E" w:rsidRDefault="006D7D5F" w:rsidP="006D7D5F">
      <w:r w:rsidRPr="000A3A0E">
        <w:t xml:space="preserve"> </w:t>
      </w:r>
    </w:p>
    <w:p w:rsidR="006D7D5F" w:rsidRPr="000A3A0E" w:rsidRDefault="006D7D5F" w:rsidP="006D7D5F">
      <w:r w:rsidRPr="000A3A0E">
        <w:tab/>
        <w:t>(5) Byla-li činnost politické strany nebo politického hnutí nebo některé politické strany nebo politického hnutí tvořícího koalici pozastavena, po dobu pozastavení činnosti náhradník nenastupuje.</w:t>
      </w:r>
    </w:p>
    <w:p w:rsidR="004C3557" w:rsidRPr="000A3A0E" w:rsidRDefault="004C3557" w:rsidP="006D7D5F">
      <w:pPr>
        <w:ind w:firstLine="708"/>
      </w:pPr>
    </w:p>
    <w:p w:rsidR="006D7D5F" w:rsidRPr="000A3A0E" w:rsidRDefault="006D7D5F" w:rsidP="006D7D5F">
      <w:pPr>
        <w:ind w:firstLine="708"/>
        <w:rPr>
          <w:i/>
          <w:color w:val="FF0000"/>
        </w:rPr>
      </w:pPr>
      <w:r w:rsidRPr="000A3A0E">
        <w:rPr>
          <w:b/>
        </w:rPr>
        <w:t>(6) Postavení náhradníka zaniká</w:t>
      </w:r>
    </w:p>
    <w:p w:rsidR="006D7D5F" w:rsidRPr="000A3A0E" w:rsidRDefault="006D7D5F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 w:rsidRPr="000A3A0E">
        <w:rPr>
          <w:b/>
        </w:rPr>
        <w:t>uplynutím volebního období Poslanecké sněmovny,</w:t>
      </w:r>
    </w:p>
    <w:p w:rsidR="006D7D5F" w:rsidRPr="0062214B" w:rsidRDefault="006D7D5F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 w:rsidRPr="000A3A0E">
        <w:rPr>
          <w:b/>
        </w:rPr>
        <w:t xml:space="preserve">okamžikem doručení vzdání se postavení náhradníka ve formě notářského zápisu do rukou předsedy </w:t>
      </w:r>
      <w:r w:rsidRPr="0062214B">
        <w:rPr>
          <w:b/>
        </w:rPr>
        <w:t xml:space="preserve">Poslanecké sněmovny; notářský zápis nesmí být starší než jeden měsíc, </w:t>
      </w:r>
    </w:p>
    <w:p w:rsidR="006D7D5F" w:rsidRPr="0062214B" w:rsidRDefault="006D7D5F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 w:rsidRPr="0062214B">
        <w:rPr>
          <w:b/>
        </w:rPr>
        <w:t>okamžikem, v němž u náhradníka nastala okolnost, která má za následek ztrátu volitelnosti,</w:t>
      </w:r>
    </w:p>
    <w:p w:rsidR="006D7D5F" w:rsidRDefault="006D7D5F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 w:rsidRPr="0062214B">
        <w:rPr>
          <w:b/>
        </w:rPr>
        <w:t>rozpuštěním Poslanecké</w:t>
      </w:r>
      <w:r w:rsidRPr="000A3A0E">
        <w:rPr>
          <w:b/>
        </w:rPr>
        <w:t xml:space="preserve"> sněmovny,</w:t>
      </w:r>
    </w:p>
    <w:p w:rsidR="00D9061E" w:rsidRPr="0062214B" w:rsidRDefault="00D9061E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>
        <w:rPr>
          <w:b/>
        </w:rPr>
        <w:t xml:space="preserve">nabytím </w:t>
      </w:r>
      <w:r w:rsidR="00457AEC">
        <w:rPr>
          <w:b/>
        </w:rPr>
        <w:t>mandátu</w:t>
      </w:r>
      <w:r w:rsidR="005B3E78">
        <w:rPr>
          <w:b/>
        </w:rPr>
        <w:t xml:space="preserve"> poslance</w:t>
      </w:r>
      <w:r w:rsidR="00457AEC">
        <w:rPr>
          <w:b/>
        </w:rPr>
        <w:t>,</w:t>
      </w:r>
    </w:p>
    <w:p w:rsidR="006D7D5F" w:rsidRPr="000A3A0E" w:rsidRDefault="006D7D5F" w:rsidP="00FE2E4B">
      <w:pPr>
        <w:pStyle w:val="Odstavecseseznamem"/>
        <w:numPr>
          <w:ilvl w:val="0"/>
          <w:numId w:val="34"/>
        </w:numPr>
        <w:contextualSpacing/>
        <w:rPr>
          <w:b/>
        </w:rPr>
      </w:pPr>
      <w:r w:rsidRPr="000A3A0E">
        <w:rPr>
          <w:b/>
        </w:rPr>
        <w:t>u náhradníka, který vykonává práva a povinnosti poslance za člena vlády, též</w:t>
      </w:r>
    </w:p>
    <w:p w:rsidR="006D7D5F" w:rsidRPr="000A3A0E" w:rsidRDefault="006D7D5F" w:rsidP="00FE2E4B">
      <w:pPr>
        <w:pStyle w:val="Odstavecseseznamem"/>
        <w:numPr>
          <w:ilvl w:val="1"/>
          <w:numId w:val="34"/>
        </w:numPr>
        <w:contextualSpacing/>
        <w:rPr>
          <w:b/>
        </w:rPr>
      </w:pPr>
      <w:r w:rsidRPr="000A3A0E">
        <w:rPr>
          <w:b/>
        </w:rPr>
        <w:t>odepřením slibu nebo složením slibu s výhradou,</w:t>
      </w:r>
    </w:p>
    <w:p w:rsidR="006D7D5F" w:rsidRPr="000A3A0E" w:rsidRDefault="006D7D5F" w:rsidP="00FE2E4B">
      <w:pPr>
        <w:pStyle w:val="Odstavecseseznamem"/>
        <w:numPr>
          <w:ilvl w:val="1"/>
          <w:numId w:val="34"/>
        </w:numPr>
        <w:contextualSpacing/>
        <w:rPr>
          <w:b/>
        </w:rPr>
      </w:pPr>
      <w:r w:rsidRPr="000A3A0E">
        <w:rPr>
          <w:b/>
        </w:rPr>
        <w:t>prohlášením, kterým se vzdává výkonu práv a povinností poslance za člena vlády,</w:t>
      </w:r>
    </w:p>
    <w:p w:rsidR="004C3557" w:rsidRDefault="006D7D5F" w:rsidP="004C3557">
      <w:pPr>
        <w:pStyle w:val="Odstavecseseznamem"/>
        <w:numPr>
          <w:ilvl w:val="1"/>
          <w:numId w:val="34"/>
        </w:numPr>
        <w:contextualSpacing/>
        <w:rPr>
          <w:b/>
        </w:rPr>
      </w:pPr>
      <w:r w:rsidRPr="000A3A0E">
        <w:rPr>
          <w:b/>
        </w:rPr>
        <w:t>okamžikem, kdy se náhradník vykonávající práva a povinnosti poslance za člena vlády ujal úřadu nebo funkce, jejichž neslučitelnost s funkcí poslance stanoví Ústava nebo zákon.</w:t>
      </w:r>
    </w:p>
    <w:p w:rsidR="004C3557" w:rsidRDefault="004C3557" w:rsidP="004C3557">
      <w:pPr>
        <w:contextualSpacing/>
      </w:pPr>
    </w:p>
    <w:p w:rsidR="004C3557" w:rsidRPr="004C3557" w:rsidRDefault="004C3557" w:rsidP="004C3557">
      <w:pPr>
        <w:ind w:firstLine="709"/>
        <w:contextualSpacing/>
        <w:rPr>
          <w:b/>
        </w:rPr>
      </w:pPr>
      <w:r>
        <w:lastRenderedPageBreak/>
        <w:t>(</w:t>
      </w:r>
      <w:r w:rsidRPr="004C3557">
        <w:rPr>
          <w:b/>
        </w:rPr>
        <w:t>7) Zánik postavení náhradníka oznámí předseda Poslanecké sněmovny nejpozději po zahájení nejbližší schůze Poslanecké sněmovny poté, co se o této skutečnosti dozvěděl.</w:t>
      </w:r>
    </w:p>
    <w:p w:rsidR="00C9618D" w:rsidRDefault="00C9618D" w:rsidP="00B66E06">
      <w:pPr>
        <w:rPr>
          <w:b/>
        </w:rPr>
      </w:pPr>
    </w:p>
    <w:p w:rsidR="00B66E06" w:rsidRDefault="00B66E06" w:rsidP="00B66E06">
      <w:pPr>
        <w:rPr>
          <w:b/>
        </w:rPr>
      </w:pPr>
    </w:p>
    <w:p w:rsidR="00C9618D" w:rsidRPr="00C9618D" w:rsidRDefault="00C9618D" w:rsidP="00C9618D">
      <w:pPr>
        <w:spacing w:after="120"/>
        <w:jc w:val="center"/>
        <w:rPr>
          <w:b/>
        </w:rPr>
      </w:pPr>
      <w:r w:rsidRPr="00C9618D">
        <w:rPr>
          <w:b/>
        </w:rPr>
        <w:t>§ 54a</w:t>
      </w:r>
    </w:p>
    <w:p w:rsidR="00C9618D" w:rsidRPr="00C9618D" w:rsidRDefault="00C9618D" w:rsidP="00C9618D">
      <w:pPr>
        <w:spacing w:after="120"/>
        <w:jc w:val="center"/>
        <w:rPr>
          <w:b/>
        </w:rPr>
      </w:pPr>
      <w:r w:rsidRPr="00C9618D">
        <w:rPr>
          <w:b/>
        </w:rPr>
        <w:t>Náhradník vykonávající práva a povinnosti poslance za člena vlády</w:t>
      </w:r>
    </w:p>
    <w:p w:rsidR="00C9618D" w:rsidRPr="00C9618D" w:rsidRDefault="00C9618D" w:rsidP="00C9618D">
      <w:pPr>
        <w:spacing w:after="120"/>
        <w:ind w:left="284" w:firstLine="424"/>
        <w:rPr>
          <w:b/>
        </w:rPr>
      </w:pPr>
      <w:r w:rsidRPr="00C9618D">
        <w:rPr>
          <w:b/>
        </w:rPr>
        <w:t>(1) Rozhodl-li se poslanec, který je členem vlády, že svůj mandát poslance nebude po dobu členství ve vládě vykonávat, přecházejí po tuto dobu práva a povinnosti poslance, s výjimkou práva vzdát se mandátu, na náhradníka. Náhradník nastupuje z kandidátní listiny téže politické strany, politického hnutí nebo koalice pro volbu ve volebním kraji, v němž kandidoval poslanec, který se stal členem vlády, a to v pořadí podle výsledků voleb. Není-li takového, nastupuje náhradník téže politické strany, politického hnutí nebo koalice v pořadí podle počtu platných hlasů pro kandidátní listinu; je-li tento počet stejný, rozhodne los.</w:t>
      </w:r>
    </w:p>
    <w:p w:rsidR="00C9618D" w:rsidRPr="00C9618D" w:rsidRDefault="00C9618D" w:rsidP="00C9618D">
      <w:pPr>
        <w:spacing w:after="120"/>
        <w:ind w:left="284" w:firstLine="424"/>
        <w:rPr>
          <w:b/>
        </w:rPr>
      </w:pPr>
      <w:r w:rsidRPr="00C9618D">
        <w:rPr>
          <w:b/>
        </w:rPr>
        <w:t xml:space="preserve">(2) Ustanovení § 54 odst. 2 až 5 se použijí </w:t>
      </w:r>
      <w:r w:rsidR="001C7C0F">
        <w:rPr>
          <w:b/>
        </w:rPr>
        <w:t>přiměřeně</w:t>
      </w:r>
      <w:r w:rsidRPr="00C9618D">
        <w:rPr>
          <w:b/>
        </w:rPr>
        <w:t>.</w:t>
      </w:r>
    </w:p>
    <w:p w:rsidR="00C9618D" w:rsidRPr="00C9618D" w:rsidRDefault="00C9618D" w:rsidP="00C9618D">
      <w:pPr>
        <w:spacing w:after="120"/>
        <w:ind w:left="284" w:firstLine="424"/>
        <w:rPr>
          <w:b/>
        </w:rPr>
      </w:pPr>
      <w:r w:rsidRPr="00C9618D">
        <w:rPr>
          <w:b/>
        </w:rPr>
        <w:t>(3) V případě, že náhradník vykonávající práva a povinnosti poslance za člena vlády přestane být náhradníkem, přechází práva a povinnost</w:t>
      </w:r>
      <w:r w:rsidR="001C7C0F">
        <w:rPr>
          <w:b/>
        </w:rPr>
        <w:t>i</w:t>
      </w:r>
      <w:r w:rsidR="00813E74">
        <w:rPr>
          <w:b/>
        </w:rPr>
        <w:t xml:space="preserve"> </w:t>
      </w:r>
      <w:r w:rsidRPr="00C9618D">
        <w:rPr>
          <w:b/>
        </w:rPr>
        <w:t>poslance, který je členem vlády, na dalšího náhradníka v pořadí podle odstavc</w:t>
      </w:r>
      <w:r w:rsidR="006B2F30">
        <w:rPr>
          <w:b/>
        </w:rPr>
        <w:t>ů</w:t>
      </w:r>
      <w:r w:rsidR="00813E74">
        <w:rPr>
          <w:b/>
        </w:rPr>
        <w:t xml:space="preserve"> 1</w:t>
      </w:r>
      <w:r w:rsidR="006B2F30">
        <w:rPr>
          <w:b/>
        </w:rPr>
        <w:t xml:space="preserve"> a 2</w:t>
      </w:r>
      <w:r w:rsidRPr="00C9618D">
        <w:rPr>
          <w:b/>
        </w:rPr>
        <w:t>. To platí i v případě, že se náhradník vykonávající práva a povinnosti poslance za člena vlády stane členem vlády a prohlásí, že práva a povinnosti poslance nebude po dobu členství ve vládě vykonávat.</w:t>
      </w:r>
    </w:p>
    <w:p w:rsidR="00C9618D" w:rsidRPr="00C9618D" w:rsidRDefault="00C9618D" w:rsidP="00C9618D">
      <w:pPr>
        <w:spacing w:after="120"/>
        <w:ind w:left="284" w:firstLine="424"/>
        <w:rPr>
          <w:b/>
        </w:rPr>
      </w:pPr>
      <w:r w:rsidRPr="00C9618D">
        <w:rPr>
          <w:b/>
        </w:rPr>
        <w:t>(4) Pokud je více náhradníků za stejnou politickou stranu, politické hnutí nebo koalici ve stejném volebním kraji vykonávajících práva a povinnosti poslance za členy vlády, z nichž některý přestane být členem vlády, pak v postavení náhradníků vykonávajících práva a povinnosti poslance za člena vlády zůstávají ti náhradníci, kteří se v pořadí podle výsledků voleb umístili výše.</w:t>
      </w:r>
    </w:p>
    <w:p w:rsidR="006D7D5F" w:rsidRPr="000A3A0E" w:rsidRDefault="006D7D5F" w:rsidP="006D7D5F">
      <w:pPr>
        <w:widowControl w:val="0"/>
        <w:autoSpaceDE w:val="0"/>
        <w:autoSpaceDN w:val="0"/>
        <w:adjustRightInd w:val="0"/>
        <w:rPr>
          <w:b/>
          <w:bCs/>
        </w:rPr>
      </w:pPr>
    </w:p>
    <w:p w:rsidR="006D7D5F" w:rsidRDefault="006D7D5F" w:rsidP="006D7D5F">
      <w:pPr>
        <w:widowControl w:val="0"/>
        <w:autoSpaceDE w:val="0"/>
        <w:autoSpaceDN w:val="0"/>
        <w:adjustRightInd w:val="0"/>
        <w:rPr>
          <w:b/>
          <w:bCs/>
        </w:rPr>
      </w:pPr>
    </w:p>
    <w:sectPr w:rsidR="006D7D5F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6F" w:rsidRDefault="0072796F">
      <w:r>
        <w:separator/>
      </w:r>
    </w:p>
  </w:endnote>
  <w:endnote w:type="continuationSeparator" w:id="0">
    <w:p w:rsidR="0072796F" w:rsidRDefault="0072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6F" w:rsidRDefault="0072796F">
      <w:r>
        <w:separator/>
      </w:r>
    </w:p>
  </w:footnote>
  <w:footnote w:type="continuationSeparator" w:id="0">
    <w:p w:rsidR="0072796F" w:rsidRDefault="00727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B6A" w:rsidRDefault="00A93B6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3B6A" w:rsidRDefault="00A93B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B6A" w:rsidRDefault="00A93B6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86CA3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93B6A" w:rsidRDefault="00A93B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DC2D1F"/>
    <w:multiLevelType w:val="hybridMultilevel"/>
    <w:tmpl w:val="61100A6A"/>
    <w:lvl w:ilvl="0" w:tplc="F7728C6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D62835"/>
    <w:multiLevelType w:val="hybridMultilevel"/>
    <w:tmpl w:val="99442E7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1AD16BB0"/>
    <w:multiLevelType w:val="hybridMultilevel"/>
    <w:tmpl w:val="5BB219E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D92608"/>
    <w:multiLevelType w:val="hybridMultilevel"/>
    <w:tmpl w:val="EA9E6A70"/>
    <w:lvl w:ilvl="0" w:tplc="D12882F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50630"/>
    <w:multiLevelType w:val="hybridMultilevel"/>
    <w:tmpl w:val="31E47696"/>
    <w:lvl w:ilvl="0" w:tplc="F802EFF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712266"/>
    <w:multiLevelType w:val="hybridMultilevel"/>
    <w:tmpl w:val="F62805D0"/>
    <w:lvl w:ilvl="0" w:tplc="A0A671E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2257D"/>
    <w:multiLevelType w:val="hybridMultilevel"/>
    <w:tmpl w:val="C4FA5E5C"/>
    <w:lvl w:ilvl="0" w:tplc="51408AC6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DA297F"/>
    <w:multiLevelType w:val="hybridMultilevel"/>
    <w:tmpl w:val="452407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655AE"/>
    <w:multiLevelType w:val="hybridMultilevel"/>
    <w:tmpl w:val="F37473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5AD3BA1"/>
    <w:multiLevelType w:val="hybridMultilevel"/>
    <w:tmpl w:val="452407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18"/>
  </w:num>
  <w:num w:numId="6">
    <w:abstractNumId w:val="12"/>
  </w:num>
  <w:num w:numId="7">
    <w:abstractNumId w:val="7"/>
  </w:num>
  <w:num w:numId="8">
    <w:abstractNumId w:val="10"/>
  </w:num>
  <w:num w:numId="9">
    <w:abstractNumId w:val="13"/>
  </w:num>
  <w:num w:numId="10">
    <w:abstractNumId w:val="16"/>
  </w:num>
  <w:num w:numId="11">
    <w:abstractNumId w:val="3"/>
  </w:num>
  <w:num w:numId="12">
    <w:abstractNumId w:val="5"/>
    <w:lvlOverride w:ilvl="0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</w:num>
  <w:num w:numId="21">
    <w:abstractNumId w:val="17"/>
  </w:num>
  <w:num w:numId="22">
    <w:abstractNumId w:val="9"/>
  </w:num>
  <w:num w:numId="23">
    <w:abstractNumId w:val="5"/>
    <w:lvlOverride w:ilvl="0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4"/>
  </w:num>
  <w:num w:numId="27">
    <w:abstractNumId w:val="5"/>
    <w:lvlOverride w:ilvl="0">
      <w:startOverride w:val="1"/>
    </w:lvlOverride>
  </w:num>
  <w:num w:numId="28">
    <w:abstractNumId w:val="4"/>
  </w:num>
  <w:num w:numId="29">
    <w:abstractNumId w:val="2"/>
  </w:num>
  <w:num w:numId="30">
    <w:abstractNumId w:val="19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</w:num>
  <w:num w:numId="33">
    <w:abstractNumId w:val="6"/>
  </w:num>
  <w:num w:numId="3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E64D8"/>
    <w:rsid w:val="00005CF2"/>
    <w:rsid w:val="0001713F"/>
    <w:rsid w:val="00020E32"/>
    <w:rsid w:val="000250A8"/>
    <w:rsid w:val="0002798F"/>
    <w:rsid w:val="00053564"/>
    <w:rsid w:val="00064B17"/>
    <w:rsid w:val="000717F3"/>
    <w:rsid w:val="00086BBB"/>
    <w:rsid w:val="00087A9B"/>
    <w:rsid w:val="0009663E"/>
    <w:rsid w:val="000B5BF5"/>
    <w:rsid w:val="000C06D3"/>
    <w:rsid w:val="000C3F4A"/>
    <w:rsid w:val="000C4836"/>
    <w:rsid w:val="000D7186"/>
    <w:rsid w:val="000E0043"/>
    <w:rsid w:val="000E0EB5"/>
    <w:rsid w:val="00105FA0"/>
    <w:rsid w:val="0010705A"/>
    <w:rsid w:val="0011391B"/>
    <w:rsid w:val="00121E59"/>
    <w:rsid w:val="00124A0A"/>
    <w:rsid w:val="001265D6"/>
    <w:rsid w:val="00134A80"/>
    <w:rsid w:val="00136AC1"/>
    <w:rsid w:val="00141454"/>
    <w:rsid w:val="00150AF2"/>
    <w:rsid w:val="00153F9A"/>
    <w:rsid w:val="00163FCC"/>
    <w:rsid w:val="00165629"/>
    <w:rsid w:val="0017297B"/>
    <w:rsid w:val="001916FB"/>
    <w:rsid w:val="001A0E0E"/>
    <w:rsid w:val="001B0015"/>
    <w:rsid w:val="001C0992"/>
    <w:rsid w:val="001C10A1"/>
    <w:rsid w:val="001C22BC"/>
    <w:rsid w:val="001C61BB"/>
    <w:rsid w:val="001C7C0F"/>
    <w:rsid w:val="001D23FD"/>
    <w:rsid w:val="001D66CB"/>
    <w:rsid w:val="001E64D8"/>
    <w:rsid w:val="001F154C"/>
    <w:rsid w:val="001F78FD"/>
    <w:rsid w:val="00213C8F"/>
    <w:rsid w:val="00214900"/>
    <w:rsid w:val="00217CA4"/>
    <w:rsid w:val="0022301A"/>
    <w:rsid w:val="00227D8A"/>
    <w:rsid w:val="002507B0"/>
    <w:rsid w:val="00250C7D"/>
    <w:rsid w:val="0025223B"/>
    <w:rsid w:val="00260B05"/>
    <w:rsid w:val="00260D67"/>
    <w:rsid w:val="00261B44"/>
    <w:rsid w:val="00264939"/>
    <w:rsid w:val="00266D0A"/>
    <w:rsid w:val="00286B03"/>
    <w:rsid w:val="00291988"/>
    <w:rsid w:val="00296F2E"/>
    <w:rsid w:val="002A2900"/>
    <w:rsid w:val="002A2FF8"/>
    <w:rsid w:val="002A6D63"/>
    <w:rsid w:val="002B3BE5"/>
    <w:rsid w:val="002B4878"/>
    <w:rsid w:val="002B7CE4"/>
    <w:rsid w:val="002C2748"/>
    <w:rsid w:val="002C6E62"/>
    <w:rsid w:val="002D606F"/>
    <w:rsid w:val="002F0D98"/>
    <w:rsid w:val="002F162B"/>
    <w:rsid w:val="002F4803"/>
    <w:rsid w:val="002F58E1"/>
    <w:rsid w:val="00301631"/>
    <w:rsid w:val="00315359"/>
    <w:rsid w:val="003719D6"/>
    <w:rsid w:val="00372B55"/>
    <w:rsid w:val="00373DD6"/>
    <w:rsid w:val="003A0512"/>
    <w:rsid w:val="003C0AD4"/>
    <w:rsid w:val="003C3823"/>
    <w:rsid w:val="003D0006"/>
    <w:rsid w:val="003D2AA3"/>
    <w:rsid w:val="003D721D"/>
    <w:rsid w:val="003E3DE9"/>
    <w:rsid w:val="00411DEC"/>
    <w:rsid w:val="00416AE1"/>
    <w:rsid w:val="00423BE4"/>
    <w:rsid w:val="004254B0"/>
    <w:rsid w:val="004334E1"/>
    <w:rsid w:val="00442FC7"/>
    <w:rsid w:val="00444FC2"/>
    <w:rsid w:val="00457AEC"/>
    <w:rsid w:val="00470A02"/>
    <w:rsid w:val="00481B0B"/>
    <w:rsid w:val="00484782"/>
    <w:rsid w:val="004869AF"/>
    <w:rsid w:val="00486CA3"/>
    <w:rsid w:val="00493F4C"/>
    <w:rsid w:val="00494BC3"/>
    <w:rsid w:val="004A117A"/>
    <w:rsid w:val="004A1EBA"/>
    <w:rsid w:val="004A4052"/>
    <w:rsid w:val="004C3557"/>
    <w:rsid w:val="004E189D"/>
    <w:rsid w:val="004E5116"/>
    <w:rsid w:val="00514056"/>
    <w:rsid w:val="00517417"/>
    <w:rsid w:val="00523FB3"/>
    <w:rsid w:val="00525FFE"/>
    <w:rsid w:val="0052692F"/>
    <w:rsid w:val="00526ED0"/>
    <w:rsid w:val="0054541E"/>
    <w:rsid w:val="0055150D"/>
    <w:rsid w:val="0055233F"/>
    <w:rsid w:val="00553F25"/>
    <w:rsid w:val="00556168"/>
    <w:rsid w:val="00556EBE"/>
    <w:rsid w:val="00560B9E"/>
    <w:rsid w:val="0056205F"/>
    <w:rsid w:val="0057483E"/>
    <w:rsid w:val="005750E6"/>
    <w:rsid w:val="00575832"/>
    <w:rsid w:val="00596D26"/>
    <w:rsid w:val="005B3506"/>
    <w:rsid w:val="005B3E78"/>
    <w:rsid w:val="005B7405"/>
    <w:rsid w:val="005C0F4E"/>
    <w:rsid w:val="005C3FBE"/>
    <w:rsid w:val="005C6CA2"/>
    <w:rsid w:val="005F0AE7"/>
    <w:rsid w:val="005F3468"/>
    <w:rsid w:val="005F5868"/>
    <w:rsid w:val="005F7615"/>
    <w:rsid w:val="006250D7"/>
    <w:rsid w:val="00627538"/>
    <w:rsid w:val="00632A62"/>
    <w:rsid w:val="00647DD8"/>
    <w:rsid w:val="00654295"/>
    <w:rsid w:val="006618A2"/>
    <w:rsid w:val="00671952"/>
    <w:rsid w:val="00681789"/>
    <w:rsid w:val="00681AE0"/>
    <w:rsid w:val="006841EC"/>
    <w:rsid w:val="00684258"/>
    <w:rsid w:val="00685ECA"/>
    <w:rsid w:val="00686585"/>
    <w:rsid w:val="006875F6"/>
    <w:rsid w:val="006A734D"/>
    <w:rsid w:val="006B2F30"/>
    <w:rsid w:val="006C0770"/>
    <w:rsid w:val="006C3244"/>
    <w:rsid w:val="006C76DD"/>
    <w:rsid w:val="006D0E51"/>
    <w:rsid w:val="006D2095"/>
    <w:rsid w:val="006D66B2"/>
    <w:rsid w:val="006D7D5F"/>
    <w:rsid w:val="006E159F"/>
    <w:rsid w:val="006E6715"/>
    <w:rsid w:val="006F157E"/>
    <w:rsid w:val="00710B41"/>
    <w:rsid w:val="00727142"/>
    <w:rsid w:val="0072796F"/>
    <w:rsid w:val="00732341"/>
    <w:rsid w:val="00744196"/>
    <w:rsid w:val="00746C16"/>
    <w:rsid w:val="00751675"/>
    <w:rsid w:val="0077164A"/>
    <w:rsid w:val="00773DAD"/>
    <w:rsid w:val="00783977"/>
    <w:rsid w:val="00792A7F"/>
    <w:rsid w:val="007A0935"/>
    <w:rsid w:val="007A2124"/>
    <w:rsid w:val="007A459B"/>
    <w:rsid w:val="007A586E"/>
    <w:rsid w:val="007B3D3A"/>
    <w:rsid w:val="007C2206"/>
    <w:rsid w:val="007C294F"/>
    <w:rsid w:val="007C5327"/>
    <w:rsid w:val="007C5432"/>
    <w:rsid w:val="007C56A1"/>
    <w:rsid w:val="00811213"/>
    <w:rsid w:val="00813E74"/>
    <w:rsid w:val="008144C0"/>
    <w:rsid w:val="00814ED2"/>
    <w:rsid w:val="008176A5"/>
    <w:rsid w:val="008272B5"/>
    <w:rsid w:val="008401E4"/>
    <w:rsid w:val="008425EA"/>
    <w:rsid w:val="0084702D"/>
    <w:rsid w:val="00850E76"/>
    <w:rsid w:val="00852D8F"/>
    <w:rsid w:val="00865BD2"/>
    <w:rsid w:val="0086686D"/>
    <w:rsid w:val="00867CAC"/>
    <w:rsid w:val="00880121"/>
    <w:rsid w:val="00885E48"/>
    <w:rsid w:val="0088670A"/>
    <w:rsid w:val="008911D2"/>
    <w:rsid w:val="008B10C0"/>
    <w:rsid w:val="008B3B8F"/>
    <w:rsid w:val="008C28C9"/>
    <w:rsid w:val="008D55A3"/>
    <w:rsid w:val="008D5FA2"/>
    <w:rsid w:val="008F1813"/>
    <w:rsid w:val="008F3E9E"/>
    <w:rsid w:val="008F600B"/>
    <w:rsid w:val="008F70AF"/>
    <w:rsid w:val="00901E91"/>
    <w:rsid w:val="009171EA"/>
    <w:rsid w:val="009620EE"/>
    <w:rsid w:val="00962611"/>
    <w:rsid w:val="009634AC"/>
    <w:rsid w:val="009833DB"/>
    <w:rsid w:val="00986B02"/>
    <w:rsid w:val="0099019B"/>
    <w:rsid w:val="009957A6"/>
    <w:rsid w:val="009A75B6"/>
    <w:rsid w:val="009C4741"/>
    <w:rsid w:val="009D4154"/>
    <w:rsid w:val="009D71A7"/>
    <w:rsid w:val="00A02A18"/>
    <w:rsid w:val="00A145CE"/>
    <w:rsid w:val="00A17D43"/>
    <w:rsid w:val="00A2068E"/>
    <w:rsid w:val="00A251F9"/>
    <w:rsid w:val="00A37038"/>
    <w:rsid w:val="00A37508"/>
    <w:rsid w:val="00A437AD"/>
    <w:rsid w:val="00A547FB"/>
    <w:rsid w:val="00A70FD9"/>
    <w:rsid w:val="00A73D01"/>
    <w:rsid w:val="00A73D85"/>
    <w:rsid w:val="00A752DE"/>
    <w:rsid w:val="00A93B6A"/>
    <w:rsid w:val="00AB1F12"/>
    <w:rsid w:val="00AB4618"/>
    <w:rsid w:val="00AB5AAD"/>
    <w:rsid w:val="00AC507F"/>
    <w:rsid w:val="00AD75DD"/>
    <w:rsid w:val="00B1330C"/>
    <w:rsid w:val="00B16C4B"/>
    <w:rsid w:val="00B20575"/>
    <w:rsid w:val="00B307F9"/>
    <w:rsid w:val="00B30CAF"/>
    <w:rsid w:val="00B3717E"/>
    <w:rsid w:val="00B45C62"/>
    <w:rsid w:val="00B577CA"/>
    <w:rsid w:val="00B65BF8"/>
    <w:rsid w:val="00B66E06"/>
    <w:rsid w:val="00B6715E"/>
    <w:rsid w:val="00B717EC"/>
    <w:rsid w:val="00B72ED7"/>
    <w:rsid w:val="00B75457"/>
    <w:rsid w:val="00B8105E"/>
    <w:rsid w:val="00B90FA7"/>
    <w:rsid w:val="00B944F4"/>
    <w:rsid w:val="00BA4523"/>
    <w:rsid w:val="00BC7B1A"/>
    <w:rsid w:val="00BD45ED"/>
    <w:rsid w:val="00BD7CB7"/>
    <w:rsid w:val="00BE073A"/>
    <w:rsid w:val="00BF3348"/>
    <w:rsid w:val="00BF5AA5"/>
    <w:rsid w:val="00C04DE5"/>
    <w:rsid w:val="00C10C9C"/>
    <w:rsid w:val="00C10E22"/>
    <w:rsid w:val="00C14F07"/>
    <w:rsid w:val="00C27D43"/>
    <w:rsid w:val="00C37EDA"/>
    <w:rsid w:val="00C41C37"/>
    <w:rsid w:val="00C50CAD"/>
    <w:rsid w:val="00C55FC3"/>
    <w:rsid w:val="00C60884"/>
    <w:rsid w:val="00C6291A"/>
    <w:rsid w:val="00C65F37"/>
    <w:rsid w:val="00C70F7D"/>
    <w:rsid w:val="00C71442"/>
    <w:rsid w:val="00C728D3"/>
    <w:rsid w:val="00C8016E"/>
    <w:rsid w:val="00C9618D"/>
    <w:rsid w:val="00CD3D87"/>
    <w:rsid w:val="00CD64DF"/>
    <w:rsid w:val="00CD75D8"/>
    <w:rsid w:val="00CE4474"/>
    <w:rsid w:val="00D024BD"/>
    <w:rsid w:val="00D209E2"/>
    <w:rsid w:val="00D20C26"/>
    <w:rsid w:val="00D213BE"/>
    <w:rsid w:val="00D2328B"/>
    <w:rsid w:val="00D26AE2"/>
    <w:rsid w:val="00D3190E"/>
    <w:rsid w:val="00D42CC2"/>
    <w:rsid w:val="00D436EB"/>
    <w:rsid w:val="00D55C5C"/>
    <w:rsid w:val="00D632BA"/>
    <w:rsid w:val="00D87CEC"/>
    <w:rsid w:val="00D9061E"/>
    <w:rsid w:val="00D91DD4"/>
    <w:rsid w:val="00D97E78"/>
    <w:rsid w:val="00DB037A"/>
    <w:rsid w:val="00DC015E"/>
    <w:rsid w:val="00DC323A"/>
    <w:rsid w:val="00DC5F7F"/>
    <w:rsid w:val="00DE69D7"/>
    <w:rsid w:val="00E04AD7"/>
    <w:rsid w:val="00E11D34"/>
    <w:rsid w:val="00E273C1"/>
    <w:rsid w:val="00E342F0"/>
    <w:rsid w:val="00E359F1"/>
    <w:rsid w:val="00E5136E"/>
    <w:rsid w:val="00E56161"/>
    <w:rsid w:val="00E61D93"/>
    <w:rsid w:val="00E731A8"/>
    <w:rsid w:val="00E850E5"/>
    <w:rsid w:val="00E931E1"/>
    <w:rsid w:val="00EA47E9"/>
    <w:rsid w:val="00EA58F9"/>
    <w:rsid w:val="00EB0C54"/>
    <w:rsid w:val="00EB2F39"/>
    <w:rsid w:val="00EB6926"/>
    <w:rsid w:val="00EC162A"/>
    <w:rsid w:val="00EC3F91"/>
    <w:rsid w:val="00EC56FD"/>
    <w:rsid w:val="00EE41C9"/>
    <w:rsid w:val="00EF2748"/>
    <w:rsid w:val="00EF2F8E"/>
    <w:rsid w:val="00F028B9"/>
    <w:rsid w:val="00F03D79"/>
    <w:rsid w:val="00F03EF1"/>
    <w:rsid w:val="00F2249C"/>
    <w:rsid w:val="00F2258F"/>
    <w:rsid w:val="00F305EE"/>
    <w:rsid w:val="00F335D8"/>
    <w:rsid w:val="00F6689E"/>
    <w:rsid w:val="00F67D21"/>
    <w:rsid w:val="00F70DCD"/>
    <w:rsid w:val="00F72061"/>
    <w:rsid w:val="00F77537"/>
    <w:rsid w:val="00F81AD5"/>
    <w:rsid w:val="00F81D45"/>
    <w:rsid w:val="00F83764"/>
    <w:rsid w:val="00F85906"/>
    <w:rsid w:val="00F85EDA"/>
    <w:rsid w:val="00FA4F31"/>
    <w:rsid w:val="00FA6EF9"/>
    <w:rsid w:val="00FA7780"/>
    <w:rsid w:val="00FC1B64"/>
    <w:rsid w:val="00FC4845"/>
    <w:rsid w:val="00FE2574"/>
    <w:rsid w:val="00FE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D5152"/>
  <w15:chartTrackingRefBased/>
  <w15:docId w15:val="{5F3B6549-C32A-4E82-9B34-FF994114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0E2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10E2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3B6A"/>
    <w:pPr>
      <w:keepNext/>
      <w:tabs>
        <w:tab w:val="num" w:pos="1440"/>
      </w:tabs>
      <w:spacing w:before="240" w:after="60"/>
      <w:ind w:left="1440" w:hanging="3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3B6A"/>
    <w:pPr>
      <w:tabs>
        <w:tab w:val="num" w:pos="1800"/>
      </w:tabs>
      <w:spacing w:before="240" w:after="60"/>
      <w:ind w:left="18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3B6A"/>
    <w:pPr>
      <w:tabs>
        <w:tab w:val="num" w:pos="2520"/>
      </w:tabs>
      <w:spacing w:before="240" w:after="60"/>
      <w:ind w:left="2160" w:hanging="3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3B6A"/>
    <w:pPr>
      <w:tabs>
        <w:tab w:val="num" w:pos="2520"/>
      </w:tabs>
      <w:spacing w:before="240" w:after="60"/>
      <w:ind w:left="2520" w:hanging="3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3B6A"/>
    <w:pPr>
      <w:tabs>
        <w:tab w:val="num" w:pos="2880"/>
      </w:tabs>
      <w:spacing w:before="240" w:after="60"/>
      <w:ind w:left="2880" w:hanging="3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3B6A"/>
    <w:pPr>
      <w:tabs>
        <w:tab w:val="num" w:pos="3600"/>
      </w:tabs>
      <w:spacing w:before="240" w:after="60"/>
      <w:ind w:left="3240" w:hanging="3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10E2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10E2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10E2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10E2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10E2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10E2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10E2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10E2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10E2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10E2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10E2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10E2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10E2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10E2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10E2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10E2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10E2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10E2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10E2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10E22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10E22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10E22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10E22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10E2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10E22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C10E22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C10E22"/>
    <w:rPr>
      <w:vertAlign w:val="superscript"/>
    </w:rPr>
  </w:style>
  <w:style w:type="character" w:customStyle="1" w:styleId="Nadpis1Char">
    <w:name w:val="Nadpis 1 Char"/>
    <w:link w:val="Nadpis1"/>
    <w:rsid w:val="001E64D8"/>
    <w:rPr>
      <w:rFonts w:ascii="Arial" w:hAnsi="Arial"/>
      <w:b/>
      <w:kern w:val="28"/>
      <w:sz w:val="28"/>
      <w:szCs w:val="24"/>
    </w:rPr>
  </w:style>
  <w:style w:type="paragraph" w:customStyle="1" w:styleId="Textodstavce">
    <w:name w:val="Text odstavce"/>
    <w:basedOn w:val="Normln"/>
    <w:rsid w:val="00C10E22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10E22"/>
    <w:pPr>
      <w:ind w:left="567" w:hanging="567"/>
    </w:pPr>
  </w:style>
  <w:style w:type="character" w:styleId="slostrnky">
    <w:name w:val="page number"/>
    <w:basedOn w:val="Standardnpsmoodstavce"/>
    <w:semiHidden/>
    <w:rsid w:val="00C10E22"/>
  </w:style>
  <w:style w:type="paragraph" w:styleId="Zpat">
    <w:name w:val="footer"/>
    <w:basedOn w:val="Normln"/>
    <w:semiHidden/>
    <w:rsid w:val="00C10E2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C10E2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C10E22"/>
    <w:rPr>
      <w:vertAlign w:val="superscript"/>
    </w:rPr>
  </w:style>
  <w:style w:type="paragraph" w:styleId="Titulek">
    <w:name w:val="caption"/>
    <w:basedOn w:val="Normln"/>
    <w:next w:val="Normln"/>
    <w:qFormat/>
    <w:rsid w:val="00C10E2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10E2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10E22"/>
    <w:pPr>
      <w:keepNext/>
      <w:keepLines/>
      <w:spacing w:before="720"/>
      <w:jc w:val="center"/>
    </w:pPr>
  </w:style>
  <w:style w:type="character" w:customStyle="1" w:styleId="TextpoznpodarouChar">
    <w:name w:val="Text pozn. pod čarou Char"/>
    <w:link w:val="Textpoznpodarou"/>
    <w:rsid w:val="001E64D8"/>
    <w:rPr>
      <w:szCs w:val="24"/>
    </w:rPr>
  </w:style>
  <w:style w:type="paragraph" w:customStyle="1" w:styleId="VARIANTA">
    <w:name w:val="VARIANTA"/>
    <w:basedOn w:val="Normln"/>
    <w:next w:val="Normln"/>
    <w:rsid w:val="00C10E2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10E2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10E22"/>
    <w:rPr>
      <w:b/>
    </w:rPr>
  </w:style>
  <w:style w:type="paragraph" w:customStyle="1" w:styleId="Nadpislnku">
    <w:name w:val="Nadpis článku"/>
    <w:basedOn w:val="lnek"/>
    <w:next w:val="Textodstavce"/>
    <w:rsid w:val="00C10E22"/>
    <w:rPr>
      <w:b/>
    </w:rPr>
  </w:style>
  <w:style w:type="paragraph" w:styleId="Odstavecseseznamem">
    <w:name w:val="List Paragraph"/>
    <w:aliases w:val="Odstavec (1)"/>
    <w:basedOn w:val="Normln"/>
    <w:link w:val="OdstavecseseznamemChar"/>
    <w:uiPriority w:val="34"/>
    <w:qFormat/>
    <w:rsid w:val="001E64D8"/>
    <w:pPr>
      <w:ind w:left="708"/>
    </w:pPr>
  </w:style>
  <w:style w:type="character" w:customStyle="1" w:styleId="Nadpis4Char">
    <w:name w:val="Nadpis 4 Char"/>
    <w:link w:val="Nadpis4"/>
    <w:uiPriority w:val="9"/>
    <w:semiHidden/>
    <w:rsid w:val="00A93B6A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A93B6A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A93B6A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A93B6A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A93B6A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A93B6A"/>
    <w:rPr>
      <w:rFonts w:ascii="Calibri Light" w:hAnsi="Calibri Light"/>
      <w:sz w:val="22"/>
      <w:szCs w:val="22"/>
    </w:rPr>
  </w:style>
  <w:style w:type="paragraph" w:styleId="Bezmezer">
    <w:name w:val="No Spacing"/>
    <w:uiPriority w:val="1"/>
    <w:qFormat/>
    <w:rsid w:val="00685ECA"/>
    <w:rPr>
      <w:rFonts w:eastAsia="Calibri"/>
      <w:sz w:val="24"/>
      <w:szCs w:val="24"/>
      <w:lang w:eastAsia="en-US"/>
    </w:rPr>
  </w:style>
  <w:style w:type="character" w:customStyle="1" w:styleId="ZhlavChar">
    <w:name w:val="Záhlaví Char"/>
    <w:link w:val="Zhlav"/>
    <w:uiPriority w:val="99"/>
    <w:rsid w:val="00685ECA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85ECA"/>
    <w:pPr>
      <w:spacing w:before="100" w:beforeAutospacing="1" w:after="142" w:line="288" w:lineRule="auto"/>
      <w:jc w:val="left"/>
    </w:pPr>
  </w:style>
  <w:style w:type="paragraph" w:styleId="Zkladntext2">
    <w:name w:val="Body Text 2"/>
    <w:basedOn w:val="Normln"/>
    <w:link w:val="Zkladntext2Char"/>
    <w:rsid w:val="00315359"/>
    <w:pPr>
      <w:widowControl w:val="0"/>
      <w:autoSpaceDE w:val="0"/>
      <w:autoSpaceDN w:val="0"/>
      <w:adjustRightInd w:val="0"/>
    </w:pPr>
  </w:style>
  <w:style w:type="character" w:customStyle="1" w:styleId="Zkladntext2Char">
    <w:name w:val="Základní text 2 Char"/>
    <w:link w:val="Zkladntext2"/>
    <w:rsid w:val="0031535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5B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65BF8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5620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205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6205F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205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6205F"/>
    <w:rPr>
      <w:b/>
      <w:bCs/>
      <w:lang w:eastAsia="cs-CZ"/>
    </w:rPr>
  </w:style>
  <w:style w:type="paragraph" w:styleId="Revize">
    <w:name w:val="Revision"/>
    <w:hidden/>
    <w:uiPriority w:val="99"/>
    <w:semiHidden/>
    <w:rsid w:val="0056205F"/>
    <w:rPr>
      <w:sz w:val="24"/>
      <w:szCs w:val="24"/>
    </w:rPr>
  </w:style>
  <w:style w:type="character" w:customStyle="1" w:styleId="OdstavecseseznamemChar">
    <w:name w:val="Odstavec se seznamem Char"/>
    <w:aliases w:val="Odstavec (1) Char"/>
    <w:link w:val="Odstavecseseznamem"/>
    <w:uiPriority w:val="34"/>
    <w:rsid w:val="00F85E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F4B0-32E6-4A55-8F3D-4699F74D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4</Pages>
  <Words>1249</Words>
  <Characters>7373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Company>Úřad vlády ČR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cp:keywords/>
  <dc:description/>
  <cp:lastModifiedBy>Kapounova Ilona</cp:lastModifiedBy>
  <cp:revision>3</cp:revision>
  <cp:lastPrinted>2020-07-24T14:32:00Z</cp:lastPrinted>
  <dcterms:created xsi:type="dcterms:W3CDTF">2020-08-10T13:23:00Z</dcterms:created>
  <dcterms:modified xsi:type="dcterms:W3CDTF">2020-08-10T13:40:00Z</dcterms:modified>
</cp:coreProperties>
</file>