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5CBD8E" w14:textId="5A201A43" w:rsidR="007E5314" w:rsidRDefault="007E5314" w:rsidP="007E5314">
      <w:pPr>
        <w:pStyle w:val="Odstavecseseznamem"/>
        <w:ind w:left="0"/>
        <w:jc w:val="right"/>
        <w:rPr>
          <w:b/>
        </w:rPr>
      </w:pPr>
      <w:r>
        <w:rPr>
          <w:b/>
        </w:rPr>
        <w:t>VII.</w:t>
      </w:r>
    </w:p>
    <w:p w14:paraId="3FD95AD8" w14:textId="64A02A91" w:rsidR="004B6CF0" w:rsidRPr="00BC688E" w:rsidRDefault="00194255" w:rsidP="00E759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4B6CF0" w:rsidRPr="00BC688E">
        <w:rPr>
          <w:rFonts w:ascii="Times New Roman" w:hAnsi="Times New Roman"/>
          <w:b/>
          <w:sz w:val="24"/>
          <w:szCs w:val="24"/>
          <w:u w:val="single"/>
        </w:rPr>
        <w:t>PLATNÉ ZNĚNÍ ZÁKONA Č.</w:t>
      </w:r>
      <w:r w:rsidR="00E759C7">
        <w:rPr>
          <w:rFonts w:ascii="Times New Roman" w:hAnsi="Times New Roman"/>
          <w:b/>
          <w:sz w:val="24"/>
          <w:szCs w:val="24"/>
          <w:u w:val="single"/>
        </w:rPr>
        <w:t>165/2012 Sb., O PODPOROVANÝCH ZDROJÍCH ENERGIE A O ZMĚNĚ NĚKTERÝCH ZÁKONŮ</w:t>
      </w:r>
      <w:r w:rsidR="004B6CF0" w:rsidRPr="00BC688E">
        <w:rPr>
          <w:rFonts w:ascii="Times New Roman" w:hAnsi="Times New Roman"/>
          <w:b/>
          <w:sz w:val="24"/>
          <w:szCs w:val="24"/>
          <w:u w:val="single"/>
        </w:rPr>
        <w:t xml:space="preserve"> S</w:t>
      </w:r>
      <w:r w:rsidR="007E5314">
        <w:rPr>
          <w:rFonts w:ascii="Times New Roman" w:hAnsi="Times New Roman"/>
          <w:b/>
          <w:sz w:val="24"/>
          <w:szCs w:val="24"/>
          <w:u w:val="single"/>
        </w:rPr>
        <w:t> </w:t>
      </w:r>
      <w:r w:rsidR="004B6CF0" w:rsidRPr="00BC688E">
        <w:rPr>
          <w:rFonts w:ascii="Times New Roman" w:hAnsi="Times New Roman"/>
          <w:b/>
          <w:sz w:val="24"/>
          <w:szCs w:val="24"/>
          <w:u w:val="single"/>
        </w:rPr>
        <w:t>VYZNAČENÍM NAVRHOVANÝCH ZMĚN A</w:t>
      </w:r>
      <w:r w:rsidR="007E5314">
        <w:rPr>
          <w:rFonts w:ascii="Times New Roman" w:hAnsi="Times New Roman"/>
          <w:b/>
          <w:sz w:val="24"/>
          <w:szCs w:val="24"/>
          <w:u w:val="single"/>
        </w:rPr>
        <w:t> </w:t>
      </w:r>
      <w:r w:rsidR="004B6CF0" w:rsidRPr="00BC688E">
        <w:rPr>
          <w:rFonts w:ascii="Times New Roman" w:hAnsi="Times New Roman"/>
          <w:b/>
          <w:sz w:val="24"/>
          <w:szCs w:val="24"/>
          <w:u w:val="single"/>
        </w:rPr>
        <w:t>DOPLNĚNÍ</w:t>
      </w:r>
    </w:p>
    <w:p w14:paraId="107EF0F1" w14:textId="77777777" w:rsidR="004B6CF0" w:rsidRPr="00BC688E" w:rsidRDefault="004B6CF0" w:rsidP="004B6C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highlight w:val="white"/>
        </w:rPr>
      </w:pPr>
    </w:p>
    <w:p w14:paraId="7214B578" w14:textId="77777777" w:rsidR="00E759C7" w:rsidRPr="00E759C7" w:rsidRDefault="00E759C7" w:rsidP="00E759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0A7394" w14:textId="709E4656" w:rsidR="00E759C7" w:rsidRPr="00E759C7" w:rsidRDefault="00E759C7" w:rsidP="00E759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759C7">
        <w:rPr>
          <w:rFonts w:ascii="Times New Roman" w:hAnsi="Times New Roman"/>
          <w:sz w:val="24"/>
          <w:szCs w:val="24"/>
        </w:rPr>
        <w:t xml:space="preserve">§ 28 </w:t>
      </w:r>
    </w:p>
    <w:p w14:paraId="4700D606" w14:textId="77777777" w:rsidR="00E759C7" w:rsidRPr="00E759C7" w:rsidRDefault="00E759C7" w:rsidP="00E759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61F752E" w14:textId="77777777" w:rsidR="00E759C7" w:rsidRPr="00E759C7" w:rsidRDefault="00E759C7" w:rsidP="00E759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759C7">
        <w:rPr>
          <w:rFonts w:ascii="Times New Roman" w:hAnsi="Times New Roman"/>
          <w:sz w:val="24"/>
          <w:szCs w:val="24"/>
        </w:rPr>
        <w:t>Financování podpory elektřiny a provozní podpory tepla</w:t>
      </w:r>
    </w:p>
    <w:p w14:paraId="7FDF26BF" w14:textId="77777777" w:rsidR="00E759C7" w:rsidRPr="00E759C7" w:rsidRDefault="00E759C7" w:rsidP="00E759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DE60B4" w14:textId="77777777" w:rsidR="00E759C7" w:rsidRPr="00E759C7" w:rsidRDefault="00E759C7" w:rsidP="00E759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59C7">
        <w:rPr>
          <w:rFonts w:ascii="Times New Roman" w:hAnsi="Times New Roman"/>
          <w:sz w:val="24"/>
          <w:szCs w:val="24"/>
        </w:rPr>
        <w:tab/>
        <w:t>(1) Náklady na podporu elektřiny a provozní podporu tepla jsou hrazeny prostřednictvím operátora trhu z finančních prostředků, které jsou tvořeny</w:t>
      </w:r>
    </w:p>
    <w:p w14:paraId="2430A1D9" w14:textId="77777777" w:rsidR="00E759C7" w:rsidRPr="00E759C7" w:rsidRDefault="00E759C7" w:rsidP="00E759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59C7">
        <w:rPr>
          <w:rFonts w:ascii="Times New Roman" w:hAnsi="Times New Roman"/>
          <w:sz w:val="24"/>
          <w:szCs w:val="24"/>
        </w:rPr>
        <w:t xml:space="preserve"> </w:t>
      </w:r>
    </w:p>
    <w:p w14:paraId="78BDCE1B" w14:textId="77777777" w:rsidR="00E759C7" w:rsidRPr="00E759C7" w:rsidRDefault="00E759C7" w:rsidP="00E759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59C7">
        <w:rPr>
          <w:rFonts w:ascii="Times New Roman" w:hAnsi="Times New Roman"/>
          <w:sz w:val="24"/>
          <w:szCs w:val="24"/>
        </w:rPr>
        <w:t>a) tržbami z plateb složky ceny služby distribuční soustavy a složky ceny služby přenosové soustavy na podporu elektřiny,</w:t>
      </w:r>
    </w:p>
    <w:p w14:paraId="2498DE91" w14:textId="77777777" w:rsidR="00E759C7" w:rsidRPr="00E759C7" w:rsidRDefault="00E759C7" w:rsidP="00E759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59C7">
        <w:rPr>
          <w:rFonts w:ascii="Times New Roman" w:hAnsi="Times New Roman"/>
          <w:sz w:val="24"/>
          <w:szCs w:val="24"/>
        </w:rPr>
        <w:t xml:space="preserve"> </w:t>
      </w:r>
    </w:p>
    <w:p w14:paraId="179F24CA" w14:textId="77777777" w:rsidR="00E759C7" w:rsidRPr="00E759C7" w:rsidRDefault="00E759C7" w:rsidP="00E759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59C7">
        <w:rPr>
          <w:rFonts w:ascii="Times New Roman" w:hAnsi="Times New Roman"/>
          <w:sz w:val="24"/>
          <w:szCs w:val="24"/>
        </w:rPr>
        <w:t>b) tržbami z plateb za nesplnění minimální účinnosti užití energie při spalování hnědého uhlí podle § 6 odst. 5 zákona o hospodaření energií,</w:t>
      </w:r>
    </w:p>
    <w:p w14:paraId="4F531121" w14:textId="77777777" w:rsidR="00E759C7" w:rsidRPr="00E759C7" w:rsidRDefault="00E759C7" w:rsidP="00E759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59C7">
        <w:rPr>
          <w:rFonts w:ascii="Times New Roman" w:hAnsi="Times New Roman"/>
          <w:sz w:val="24"/>
          <w:szCs w:val="24"/>
        </w:rPr>
        <w:t xml:space="preserve"> </w:t>
      </w:r>
    </w:p>
    <w:p w14:paraId="40C4FE39" w14:textId="77777777" w:rsidR="00E759C7" w:rsidRPr="00E759C7" w:rsidRDefault="00E759C7" w:rsidP="00E759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59C7">
        <w:rPr>
          <w:rFonts w:ascii="Times New Roman" w:hAnsi="Times New Roman"/>
          <w:sz w:val="24"/>
          <w:szCs w:val="24"/>
        </w:rPr>
        <w:t>c) dotací z prostředků státního rozpočtu podle odstavce 3,</w:t>
      </w:r>
    </w:p>
    <w:p w14:paraId="6059A560" w14:textId="77777777" w:rsidR="00E759C7" w:rsidRPr="00E759C7" w:rsidRDefault="00E759C7" w:rsidP="00E759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59C7">
        <w:rPr>
          <w:rFonts w:ascii="Times New Roman" w:hAnsi="Times New Roman"/>
          <w:sz w:val="24"/>
          <w:szCs w:val="24"/>
        </w:rPr>
        <w:t xml:space="preserve"> </w:t>
      </w:r>
    </w:p>
    <w:p w14:paraId="4DD3FB55" w14:textId="5B912627" w:rsidR="001F3A9F" w:rsidRDefault="00E759C7" w:rsidP="00E759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759C7">
        <w:rPr>
          <w:rFonts w:ascii="Times New Roman" w:hAnsi="Times New Roman"/>
          <w:sz w:val="24"/>
          <w:szCs w:val="24"/>
        </w:rPr>
        <w:t>d) výnosy z dražeb povolenek podle zákona o podmínkách obchodování s povolenkami na emise skleníkových plynů realizovanými prostřednictvím kapitoly ministerstva</w:t>
      </w:r>
      <w:r w:rsidRPr="00E759C7">
        <w:rPr>
          <w:rFonts w:ascii="Times New Roman" w:hAnsi="Times New Roman"/>
          <w:strike/>
          <w:sz w:val="24"/>
          <w:szCs w:val="24"/>
        </w:rPr>
        <w:t>.</w:t>
      </w:r>
      <w:r w:rsidRPr="00E759C7">
        <w:rPr>
          <w:rFonts w:ascii="Times New Roman" w:hAnsi="Times New Roman"/>
          <w:b/>
          <w:sz w:val="24"/>
          <w:szCs w:val="24"/>
        </w:rPr>
        <w:t>,</w:t>
      </w:r>
    </w:p>
    <w:p w14:paraId="6A718BB2" w14:textId="21090A3A" w:rsidR="00E759C7" w:rsidRDefault="00E759C7" w:rsidP="00E759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2DA0F63" w14:textId="6E07BFCC" w:rsidR="00E759C7" w:rsidRPr="00E759C7" w:rsidRDefault="00E759C7" w:rsidP="00E759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759C7">
        <w:rPr>
          <w:rFonts w:ascii="Times New Roman" w:hAnsi="Times New Roman"/>
          <w:b/>
          <w:sz w:val="24"/>
          <w:szCs w:val="24"/>
        </w:rPr>
        <w:t>e) kladným rozdílem mezi očekávanou tržní cenou elektřiny z nízkouhlíkové výrobny na organizovaných trzích a realizační cenou podle § 9 odst. 3 zákona o opatřeních k přechodu České republiky k nízkouhlíkové energetice.</w:t>
      </w:r>
      <w:bookmarkStart w:id="0" w:name="_GoBack"/>
      <w:bookmarkEnd w:id="0"/>
    </w:p>
    <w:sectPr w:rsidR="00E759C7" w:rsidRPr="00E759C7" w:rsidSect="004B6CF0">
      <w:headerReference w:type="default" r:id="rId11"/>
      <w:footerReference w:type="default" r:id="rId12"/>
      <w:headerReference w:type="first" r:id="rId13"/>
      <w:footnotePr>
        <w:numStart w:val="23"/>
      </w:footnotePr>
      <w:pgSz w:w="11907" w:h="16840"/>
      <w:pgMar w:top="1418" w:right="1418" w:bottom="1418" w:left="1418" w:header="708" w:footer="708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9D0B47" w14:textId="77777777" w:rsidR="00E81A22" w:rsidRDefault="00E81A22" w:rsidP="0086446D">
      <w:pPr>
        <w:spacing w:after="0" w:line="240" w:lineRule="auto"/>
      </w:pPr>
      <w:r>
        <w:separator/>
      </w:r>
    </w:p>
  </w:endnote>
  <w:endnote w:type="continuationSeparator" w:id="0">
    <w:p w14:paraId="6157EAA8" w14:textId="77777777" w:rsidR="00E81A22" w:rsidRDefault="00E81A22" w:rsidP="0086446D">
      <w:pPr>
        <w:spacing w:after="0" w:line="240" w:lineRule="auto"/>
      </w:pPr>
      <w:r>
        <w:continuationSeparator/>
      </w:r>
    </w:p>
  </w:endnote>
  <w:endnote w:type="continuationNotice" w:id="1">
    <w:p w14:paraId="0A828F7A" w14:textId="77777777" w:rsidR="00E81A22" w:rsidRDefault="00E81A2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8336696"/>
      <w:docPartObj>
        <w:docPartGallery w:val="Page Numbers (Bottom of Page)"/>
        <w:docPartUnique/>
      </w:docPartObj>
    </w:sdtPr>
    <w:sdtEndPr/>
    <w:sdtContent>
      <w:p w14:paraId="4F203E24" w14:textId="77777777" w:rsidR="00E81A22" w:rsidRDefault="00E81A2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3F8">
          <w:rPr>
            <w:noProof/>
          </w:rPr>
          <w:t>7</w:t>
        </w:r>
        <w:r>
          <w:fldChar w:fldCharType="end"/>
        </w:r>
      </w:p>
    </w:sdtContent>
  </w:sdt>
  <w:p w14:paraId="22FCD09C" w14:textId="77777777" w:rsidR="00E81A22" w:rsidRDefault="00E81A2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10D3B1" w14:textId="77777777" w:rsidR="00E81A22" w:rsidRDefault="00E81A22" w:rsidP="0086446D">
      <w:pPr>
        <w:spacing w:after="0" w:line="240" w:lineRule="auto"/>
      </w:pPr>
      <w:r>
        <w:separator/>
      </w:r>
    </w:p>
  </w:footnote>
  <w:footnote w:type="continuationSeparator" w:id="0">
    <w:p w14:paraId="2F755D1D" w14:textId="77777777" w:rsidR="00E81A22" w:rsidRDefault="00E81A22" w:rsidP="0086446D">
      <w:pPr>
        <w:spacing w:after="0" w:line="240" w:lineRule="auto"/>
      </w:pPr>
      <w:r>
        <w:continuationSeparator/>
      </w:r>
    </w:p>
  </w:footnote>
  <w:footnote w:type="continuationNotice" w:id="1">
    <w:p w14:paraId="4587B23C" w14:textId="77777777" w:rsidR="00E81A22" w:rsidRDefault="00E81A2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0E0BB" w14:textId="77777777" w:rsidR="00E81A22" w:rsidRPr="004B6CF0" w:rsidRDefault="00E81A22">
    <w:pPr>
      <w:pStyle w:val="Zhlav"/>
      <w:rPr>
        <w:rFonts w:ascii="Times New Roman" w:hAnsi="Times New Roman"/>
        <w:b/>
        <w:sz w:val="24"/>
        <w:szCs w:val="24"/>
      </w:rPr>
    </w:pPr>
    <w:r>
      <w:tab/>
    </w:r>
    <w:r>
      <w:tab/>
    </w:r>
  </w:p>
  <w:p w14:paraId="1A0A53C8" w14:textId="77777777" w:rsidR="00E81A22" w:rsidRDefault="00E81A2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EA2F55" w14:textId="59AFAFC7" w:rsidR="00E81A22" w:rsidRPr="004B6CF0" w:rsidRDefault="00E81A22">
    <w:pPr>
      <w:pStyle w:val="Zhlav"/>
      <w:rPr>
        <w:rFonts w:ascii="Times New Roman" w:hAnsi="Times New Roman"/>
        <w:b/>
        <w:sz w:val="24"/>
        <w:szCs w:val="24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1" w15:restartNumberingAfterBreak="0">
    <w:nsid w:val="0627266A"/>
    <w:multiLevelType w:val="hybridMultilevel"/>
    <w:tmpl w:val="2B3E58D8"/>
    <w:lvl w:ilvl="0" w:tplc="C786104A">
      <w:start w:val="1"/>
      <w:numFmt w:val="decimal"/>
      <w:suff w:val="space"/>
      <w:lvlText w:val="(%1)"/>
      <w:lvlJc w:val="left"/>
      <w:pPr>
        <w:ind w:left="1070" w:hanging="360"/>
      </w:pPr>
      <w:rPr>
        <w:rFonts w:asciiTheme="minorHAnsi" w:hAnsiTheme="minorHAnsi" w:cs="Calibri"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301180"/>
    <w:multiLevelType w:val="hybridMultilevel"/>
    <w:tmpl w:val="699603B4"/>
    <w:lvl w:ilvl="0" w:tplc="867A883A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6D12D96"/>
    <w:multiLevelType w:val="hybridMultilevel"/>
    <w:tmpl w:val="051ECC78"/>
    <w:lvl w:ilvl="0" w:tplc="C806080A">
      <w:start w:val="1"/>
      <w:numFmt w:val="decimal"/>
      <w:lvlText w:val="(%1)"/>
      <w:lvlJc w:val="left"/>
      <w:pPr>
        <w:ind w:left="10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0316F8"/>
    <w:multiLevelType w:val="multilevel"/>
    <w:tmpl w:val="3320A8B2"/>
    <w:numStyleLink w:val="VariantaB-odrky"/>
  </w:abstractNum>
  <w:abstractNum w:abstractNumId="5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6" w15:restartNumberingAfterBreak="0">
    <w:nsid w:val="191872DA"/>
    <w:multiLevelType w:val="multilevel"/>
    <w:tmpl w:val="E8A48D7C"/>
    <w:numStyleLink w:val="VariantaA-sla"/>
  </w:abstractNum>
  <w:abstractNum w:abstractNumId="7" w15:restartNumberingAfterBreak="0">
    <w:nsid w:val="1E032084"/>
    <w:multiLevelType w:val="hybridMultilevel"/>
    <w:tmpl w:val="435A20E4"/>
    <w:lvl w:ilvl="0" w:tplc="798454D8">
      <w:start w:val="10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7D3B90"/>
    <w:multiLevelType w:val="hybridMultilevel"/>
    <w:tmpl w:val="333603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9245A3"/>
    <w:multiLevelType w:val="hybridMultilevel"/>
    <w:tmpl w:val="9DEE5F96"/>
    <w:lvl w:ilvl="0" w:tplc="5F1410EA">
      <w:start w:val="2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9A5EA2"/>
    <w:multiLevelType w:val="multilevel"/>
    <w:tmpl w:val="E8BAE50A"/>
    <w:numStyleLink w:val="VariantaA-odrky"/>
  </w:abstractNum>
  <w:abstractNum w:abstractNumId="11" w15:restartNumberingAfterBreak="0">
    <w:nsid w:val="380C6112"/>
    <w:multiLevelType w:val="hybridMultilevel"/>
    <w:tmpl w:val="5D46C6F4"/>
    <w:lvl w:ilvl="0" w:tplc="A874D69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B712EFB"/>
    <w:multiLevelType w:val="hybridMultilevel"/>
    <w:tmpl w:val="DA4AEF84"/>
    <w:lvl w:ilvl="0" w:tplc="34D435F8">
      <w:start w:val="1"/>
      <w:numFmt w:val="decimal"/>
      <w:lvlText w:val="(%1)"/>
      <w:lvlJc w:val="left"/>
      <w:pPr>
        <w:ind w:left="10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FF27306"/>
    <w:multiLevelType w:val="hybridMultilevel"/>
    <w:tmpl w:val="A93E59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1B7B97"/>
    <w:multiLevelType w:val="hybridMultilevel"/>
    <w:tmpl w:val="1FA0B4B6"/>
    <w:lvl w:ilvl="0" w:tplc="B0624D7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B250B50"/>
    <w:multiLevelType w:val="hybridMultilevel"/>
    <w:tmpl w:val="375E8D98"/>
    <w:lvl w:ilvl="0" w:tplc="814A55C8">
      <w:start w:val="8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523875C3"/>
    <w:multiLevelType w:val="multilevel"/>
    <w:tmpl w:val="23222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19" w15:restartNumberingAfterBreak="0">
    <w:nsid w:val="5AF35F43"/>
    <w:multiLevelType w:val="multilevel"/>
    <w:tmpl w:val="0D8ABE32"/>
    <w:numStyleLink w:val="VariantaB-sla"/>
  </w:abstractNum>
  <w:abstractNum w:abstractNumId="20" w15:restartNumberingAfterBreak="0">
    <w:nsid w:val="5C834887"/>
    <w:multiLevelType w:val="hybridMultilevel"/>
    <w:tmpl w:val="5DACF554"/>
    <w:lvl w:ilvl="0" w:tplc="322C34F4">
      <w:start w:val="1"/>
      <w:numFmt w:val="decimal"/>
      <w:lvlText w:val="(%1)"/>
      <w:lvlJc w:val="left"/>
      <w:pPr>
        <w:ind w:left="4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140" w:hanging="360"/>
      </w:pPr>
    </w:lvl>
    <w:lvl w:ilvl="2" w:tplc="0405001B">
      <w:start w:val="1"/>
      <w:numFmt w:val="lowerRoman"/>
      <w:lvlText w:val="%3."/>
      <w:lvlJc w:val="right"/>
      <w:pPr>
        <w:ind w:left="1860" w:hanging="180"/>
      </w:pPr>
    </w:lvl>
    <w:lvl w:ilvl="3" w:tplc="0405000F">
      <w:start w:val="1"/>
      <w:numFmt w:val="decimal"/>
      <w:lvlText w:val="%4."/>
      <w:lvlJc w:val="left"/>
      <w:pPr>
        <w:ind w:left="2580" w:hanging="360"/>
      </w:pPr>
    </w:lvl>
    <w:lvl w:ilvl="4" w:tplc="04050019">
      <w:start w:val="1"/>
      <w:numFmt w:val="lowerLetter"/>
      <w:lvlText w:val="%5."/>
      <w:lvlJc w:val="left"/>
      <w:pPr>
        <w:ind w:left="3300" w:hanging="360"/>
      </w:pPr>
    </w:lvl>
    <w:lvl w:ilvl="5" w:tplc="0405001B">
      <w:start w:val="1"/>
      <w:numFmt w:val="lowerRoman"/>
      <w:lvlText w:val="%6."/>
      <w:lvlJc w:val="right"/>
      <w:pPr>
        <w:ind w:left="4020" w:hanging="180"/>
      </w:pPr>
    </w:lvl>
    <w:lvl w:ilvl="6" w:tplc="0405000F">
      <w:start w:val="1"/>
      <w:numFmt w:val="decimal"/>
      <w:lvlText w:val="%7."/>
      <w:lvlJc w:val="left"/>
      <w:pPr>
        <w:ind w:left="4740" w:hanging="360"/>
      </w:pPr>
    </w:lvl>
    <w:lvl w:ilvl="7" w:tplc="04050019">
      <w:start w:val="1"/>
      <w:numFmt w:val="lowerLetter"/>
      <w:lvlText w:val="%8."/>
      <w:lvlJc w:val="left"/>
      <w:pPr>
        <w:ind w:left="5460" w:hanging="360"/>
      </w:pPr>
    </w:lvl>
    <w:lvl w:ilvl="8" w:tplc="0405001B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627902E2"/>
    <w:multiLevelType w:val="hybridMultilevel"/>
    <w:tmpl w:val="5B8A0F20"/>
    <w:lvl w:ilvl="0" w:tplc="0BC6FD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4F31B59"/>
    <w:multiLevelType w:val="hybridMultilevel"/>
    <w:tmpl w:val="1EAE8060"/>
    <w:lvl w:ilvl="0" w:tplc="31469426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9967EC"/>
    <w:multiLevelType w:val="hybridMultilevel"/>
    <w:tmpl w:val="3C8AE144"/>
    <w:lvl w:ilvl="0" w:tplc="A6AC873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5E966C4"/>
    <w:multiLevelType w:val="hybridMultilevel"/>
    <w:tmpl w:val="BA1430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F8004F"/>
    <w:multiLevelType w:val="hybridMultilevel"/>
    <w:tmpl w:val="D89211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CB2A26"/>
    <w:multiLevelType w:val="hybridMultilevel"/>
    <w:tmpl w:val="7A660744"/>
    <w:lvl w:ilvl="0" w:tplc="04050017">
      <w:start w:val="1"/>
      <w:numFmt w:val="lowerLetter"/>
      <w:lvlText w:val="%1)"/>
      <w:lvlJc w:val="left"/>
      <w:pPr>
        <w:ind w:left="26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0151E7"/>
    <w:multiLevelType w:val="hybridMultilevel"/>
    <w:tmpl w:val="EB00E4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CA159F"/>
    <w:multiLevelType w:val="hybridMultilevel"/>
    <w:tmpl w:val="FBC07B36"/>
    <w:lvl w:ilvl="0" w:tplc="283A84AA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3055781"/>
    <w:multiLevelType w:val="hybridMultilevel"/>
    <w:tmpl w:val="62ACFF88"/>
    <w:lvl w:ilvl="0" w:tplc="E48A1DF6">
      <w:start w:val="2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76723A"/>
    <w:multiLevelType w:val="hybridMultilevel"/>
    <w:tmpl w:val="95845570"/>
    <w:lvl w:ilvl="0" w:tplc="E1A653AA">
      <w:start w:val="1"/>
      <w:numFmt w:val="decimal"/>
      <w:lvlText w:val="(%1)"/>
      <w:lvlJc w:val="left"/>
      <w:pPr>
        <w:ind w:left="1070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>
      <w:start w:val="1"/>
      <w:numFmt w:val="lowerRoman"/>
      <w:lvlText w:val="%3."/>
      <w:lvlJc w:val="right"/>
      <w:pPr>
        <w:ind w:left="2509" w:hanging="180"/>
      </w:pPr>
    </w:lvl>
    <w:lvl w:ilvl="3" w:tplc="0405000F">
      <w:start w:val="1"/>
      <w:numFmt w:val="decimal"/>
      <w:lvlText w:val="%4."/>
      <w:lvlJc w:val="left"/>
      <w:pPr>
        <w:ind w:left="3229" w:hanging="360"/>
      </w:pPr>
    </w:lvl>
    <w:lvl w:ilvl="4" w:tplc="04050019">
      <w:start w:val="1"/>
      <w:numFmt w:val="lowerLetter"/>
      <w:lvlText w:val="%5."/>
      <w:lvlJc w:val="left"/>
      <w:pPr>
        <w:ind w:left="3949" w:hanging="360"/>
      </w:pPr>
    </w:lvl>
    <w:lvl w:ilvl="5" w:tplc="0405001B">
      <w:start w:val="1"/>
      <w:numFmt w:val="lowerRoman"/>
      <w:lvlText w:val="%6."/>
      <w:lvlJc w:val="right"/>
      <w:pPr>
        <w:ind w:left="4669" w:hanging="180"/>
      </w:pPr>
    </w:lvl>
    <w:lvl w:ilvl="6" w:tplc="0405000F">
      <w:start w:val="1"/>
      <w:numFmt w:val="decimal"/>
      <w:lvlText w:val="%7."/>
      <w:lvlJc w:val="left"/>
      <w:pPr>
        <w:ind w:left="5389" w:hanging="360"/>
      </w:pPr>
    </w:lvl>
    <w:lvl w:ilvl="7" w:tplc="04050019">
      <w:start w:val="1"/>
      <w:numFmt w:val="lowerLetter"/>
      <w:lvlText w:val="%8."/>
      <w:lvlJc w:val="left"/>
      <w:pPr>
        <w:ind w:left="6109" w:hanging="360"/>
      </w:pPr>
    </w:lvl>
    <w:lvl w:ilvl="8" w:tplc="0405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12"/>
  </w:num>
  <w:num w:numId="4">
    <w:abstractNumId w:val="5"/>
  </w:num>
  <w:num w:numId="5">
    <w:abstractNumId w:val="18"/>
  </w:num>
  <w:num w:numId="6">
    <w:abstractNumId w:val="16"/>
  </w:num>
  <w:num w:numId="7">
    <w:abstractNumId w:val="0"/>
  </w:num>
  <w:num w:numId="8">
    <w:abstractNumId w:val="19"/>
  </w:num>
  <w:num w:numId="9">
    <w:abstractNumId w:val="10"/>
  </w:num>
  <w:num w:numId="10">
    <w:abstractNumId w:val="6"/>
  </w:num>
  <w:num w:numId="11">
    <w:abstractNumId w:val="4"/>
  </w:num>
  <w:num w:numId="12">
    <w:abstractNumId w:val="1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21"/>
  </w:num>
  <w:num w:numId="16">
    <w:abstractNumId w:val="22"/>
  </w:num>
  <w:num w:numId="17">
    <w:abstractNumId w:val="17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</w:num>
  <w:num w:numId="23">
    <w:abstractNumId w:val="7"/>
  </w:num>
  <w:num w:numId="24">
    <w:abstractNumId w:val="30"/>
  </w:num>
  <w:num w:numId="25">
    <w:abstractNumId w:val="9"/>
  </w:num>
  <w:num w:numId="26">
    <w:abstractNumId w:val="29"/>
  </w:num>
  <w:num w:numId="27">
    <w:abstractNumId w:val="23"/>
  </w:num>
  <w:num w:numId="28">
    <w:abstractNumId w:val="25"/>
  </w:num>
  <w:num w:numId="29">
    <w:abstractNumId w:val="8"/>
  </w:num>
  <w:num w:numId="30">
    <w:abstractNumId w:val="14"/>
  </w:num>
  <w:num w:numId="31">
    <w:abstractNumId w:val="24"/>
  </w:num>
  <w:num w:numId="32">
    <w:abstractNumId w:val="26"/>
  </w:num>
  <w:num w:numId="33">
    <w:abstractNumId w:val="27"/>
  </w:num>
  <w:num w:numId="34">
    <w:abstractNumId w:val="13"/>
  </w:num>
  <w:num w:numId="35">
    <w:abstractNumId w:val="11"/>
  </w:num>
  <w:num w:numId="36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2289"/>
  </w:hdrShapeDefaults>
  <w:footnotePr>
    <w:numStart w:val="23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D73"/>
    <w:rsid w:val="00000E7D"/>
    <w:rsid w:val="00003B52"/>
    <w:rsid w:val="00003D89"/>
    <w:rsid w:val="00006428"/>
    <w:rsid w:val="000111C4"/>
    <w:rsid w:val="00012755"/>
    <w:rsid w:val="000139A9"/>
    <w:rsid w:val="0001473E"/>
    <w:rsid w:val="00014B79"/>
    <w:rsid w:val="00015065"/>
    <w:rsid w:val="00021DAD"/>
    <w:rsid w:val="00022043"/>
    <w:rsid w:val="000225EC"/>
    <w:rsid w:val="00022685"/>
    <w:rsid w:val="00022E16"/>
    <w:rsid w:val="00023D8D"/>
    <w:rsid w:val="00024171"/>
    <w:rsid w:val="00027297"/>
    <w:rsid w:val="00027516"/>
    <w:rsid w:val="000315AF"/>
    <w:rsid w:val="00033612"/>
    <w:rsid w:val="00034D16"/>
    <w:rsid w:val="00036372"/>
    <w:rsid w:val="00036695"/>
    <w:rsid w:val="000367D0"/>
    <w:rsid w:val="00040424"/>
    <w:rsid w:val="0004091C"/>
    <w:rsid w:val="000427E6"/>
    <w:rsid w:val="00046E41"/>
    <w:rsid w:val="000473DC"/>
    <w:rsid w:val="00050B43"/>
    <w:rsid w:val="00052D16"/>
    <w:rsid w:val="0005383F"/>
    <w:rsid w:val="00055D39"/>
    <w:rsid w:val="0005657A"/>
    <w:rsid w:val="0006049B"/>
    <w:rsid w:val="000606A3"/>
    <w:rsid w:val="000619F0"/>
    <w:rsid w:val="00061A89"/>
    <w:rsid w:val="00061CB0"/>
    <w:rsid w:val="00062AEE"/>
    <w:rsid w:val="00063063"/>
    <w:rsid w:val="00064607"/>
    <w:rsid w:val="00067FBB"/>
    <w:rsid w:val="000702E3"/>
    <w:rsid w:val="00072B77"/>
    <w:rsid w:val="000733DC"/>
    <w:rsid w:val="00073E09"/>
    <w:rsid w:val="00073E86"/>
    <w:rsid w:val="00074E81"/>
    <w:rsid w:val="000763AA"/>
    <w:rsid w:val="00080BE1"/>
    <w:rsid w:val="000827EF"/>
    <w:rsid w:val="00083F2E"/>
    <w:rsid w:val="00085965"/>
    <w:rsid w:val="000863F7"/>
    <w:rsid w:val="000918EF"/>
    <w:rsid w:val="000935CF"/>
    <w:rsid w:val="000940A6"/>
    <w:rsid w:val="00094C64"/>
    <w:rsid w:val="00094D64"/>
    <w:rsid w:val="00095EED"/>
    <w:rsid w:val="00096112"/>
    <w:rsid w:val="00096279"/>
    <w:rsid w:val="000A04FD"/>
    <w:rsid w:val="000A1861"/>
    <w:rsid w:val="000A519B"/>
    <w:rsid w:val="000A579D"/>
    <w:rsid w:val="000A5F74"/>
    <w:rsid w:val="000A6F18"/>
    <w:rsid w:val="000A7E7C"/>
    <w:rsid w:val="000B099D"/>
    <w:rsid w:val="000B1AD0"/>
    <w:rsid w:val="000B2E22"/>
    <w:rsid w:val="000B4EE1"/>
    <w:rsid w:val="000B5E6F"/>
    <w:rsid w:val="000B60B2"/>
    <w:rsid w:val="000C0BB5"/>
    <w:rsid w:val="000C0D62"/>
    <w:rsid w:val="000C1D7E"/>
    <w:rsid w:val="000C2CD9"/>
    <w:rsid w:val="000C38F5"/>
    <w:rsid w:val="000C5DC7"/>
    <w:rsid w:val="000D1322"/>
    <w:rsid w:val="000D377D"/>
    <w:rsid w:val="000D4147"/>
    <w:rsid w:val="000D44F2"/>
    <w:rsid w:val="000D4ADF"/>
    <w:rsid w:val="000D5026"/>
    <w:rsid w:val="000D5D11"/>
    <w:rsid w:val="000D6A08"/>
    <w:rsid w:val="000E0FBF"/>
    <w:rsid w:val="000E2AA9"/>
    <w:rsid w:val="000E376C"/>
    <w:rsid w:val="000E382C"/>
    <w:rsid w:val="000E467F"/>
    <w:rsid w:val="000E5AB5"/>
    <w:rsid w:val="000F2CE4"/>
    <w:rsid w:val="000F4157"/>
    <w:rsid w:val="000F4C13"/>
    <w:rsid w:val="000F511C"/>
    <w:rsid w:val="000F5CA4"/>
    <w:rsid w:val="000F7C64"/>
    <w:rsid w:val="00100CD3"/>
    <w:rsid w:val="001036FE"/>
    <w:rsid w:val="00106D5C"/>
    <w:rsid w:val="00107290"/>
    <w:rsid w:val="00110936"/>
    <w:rsid w:val="001114EA"/>
    <w:rsid w:val="00112EC1"/>
    <w:rsid w:val="001132A0"/>
    <w:rsid w:val="001134B9"/>
    <w:rsid w:val="00114AB6"/>
    <w:rsid w:val="0011633E"/>
    <w:rsid w:val="00116490"/>
    <w:rsid w:val="00116C87"/>
    <w:rsid w:val="00116F4C"/>
    <w:rsid w:val="001178DF"/>
    <w:rsid w:val="00117963"/>
    <w:rsid w:val="00121C31"/>
    <w:rsid w:val="00121F58"/>
    <w:rsid w:val="001221E5"/>
    <w:rsid w:val="0012237C"/>
    <w:rsid w:val="001259C1"/>
    <w:rsid w:val="00125E65"/>
    <w:rsid w:val="00126AF5"/>
    <w:rsid w:val="001306CD"/>
    <w:rsid w:val="00130BF1"/>
    <w:rsid w:val="00133213"/>
    <w:rsid w:val="001336BB"/>
    <w:rsid w:val="00133AAB"/>
    <w:rsid w:val="001351FA"/>
    <w:rsid w:val="0013539C"/>
    <w:rsid w:val="00135C0D"/>
    <w:rsid w:val="001364DE"/>
    <w:rsid w:val="00136E4E"/>
    <w:rsid w:val="001404A3"/>
    <w:rsid w:val="00147CF3"/>
    <w:rsid w:val="00147F04"/>
    <w:rsid w:val="0015128A"/>
    <w:rsid w:val="00151E0E"/>
    <w:rsid w:val="00151F22"/>
    <w:rsid w:val="001529C6"/>
    <w:rsid w:val="00152CEA"/>
    <w:rsid w:val="00153D21"/>
    <w:rsid w:val="0015505E"/>
    <w:rsid w:val="00155AB5"/>
    <w:rsid w:val="001565D8"/>
    <w:rsid w:val="00160BCE"/>
    <w:rsid w:val="00161EE3"/>
    <w:rsid w:val="001625F6"/>
    <w:rsid w:val="00163D43"/>
    <w:rsid w:val="00165381"/>
    <w:rsid w:val="00166F76"/>
    <w:rsid w:val="00170048"/>
    <w:rsid w:val="00172D31"/>
    <w:rsid w:val="00172EDF"/>
    <w:rsid w:val="00174DD7"/>
    <w:rsid w:val="001760A7"/>
    <w:rsid w:val="00176D33"/>
    <w:rsid w:val="00177245"/>
    <w:rsid w:val="00180E72"/>
    <w:rsid w:val="001823B8"/>
    <w:rsid w:val="00183157"/>
    <w:rsid w:val="0018316F"/>
    <w:rsid w:val="00185402"/>
    <w:rsid w:val="00187938"/>
    <w:rsid w:val="00187D79"/>
    <w:rsid w:val="001925D3"/>
    <w:rsid w:val="00192B0B"/>
    <w:rsid w:val="00194255"/>
    <w:rsid w:val="00194928"/>
    <w:rsid w:val="00196475"/>
    <w:rsid w:val="00196797"/>
    <w:rsid w:val="001977AA"/>
    <w:rsid w:val="001A38C3"/>
    <w:rsid w:val="001A595F"/>
    <w:rsid w:val="001B0ACA"/>
    <w:rsid w:val="001B12C8"/>
    <w:rsid w:val="001B1F7D"/>
    <w:rsid w:val="001B3495"/>
    <w:rsid w:val="001B3684"/>
    <w:rsid w:val="001B4A98"/>
    <w:rsid w:val="001B4CD3"/>
    <w:rsid w:val="001B5420"/>
    <w:rsid w:val="001B546E"/>
    <w:rsid w:val="001B59E2"/>
    <w:rsid w:val="001B6542"/>
    <w:rsid w:val="001C10D6"/>
    <w:rsid w:val="001C6544"/>
    <w:rsid w:val="001C7C49"/>
    <w:rsid w:val="001C7C70"/>
    <w:rsid w:val="001D0867"/>
    <w:rsid w:val="001D1CBE"/>
    <w:rsid w:val="001D319D"/>
    <w:rsid w:val="001D3A15"/>
    <w:rsid w:val="001D4F25"/>
    <w:rsid w:val="001D65E0"/>
    <w:rsid w:val="001D6BCD"/>
    <w:rsid w:val="001E4155"/>
    <w:rsid w:val="001E5A6C"/>
    <w:rsid w:val="001E7A81"/>
    <w:rsid w:val="001F0712"/>
    <w:rsid w:val="001F0B60"/>
    <w:rsid w:val="001F16F1"/>
    <w:rsid w:val="001F3A9F"/>
    <w:rsid w:val="001F5933"/>
    <w:rsid w:val="00201551"/>
    <w:rsid w:val="002024D1"/>
    <w:rsid w:val="00206C15"/>
    <w:rsid w:val="00210E6B"/>
    <w:rsid w:val="00215808"/>
    <w:rsid w:val="00216C16"/>
    <w:rsid w:val="0021782F"/>
    <w:rsid w:val="002219C1"/>
    <w:rsid w:val="00221DE7"/>
    <w:rsid w:val="0022267A"/>
    <w:rsid w:val="00222E3E"/>
    <w:rsid w:val="002237C1"/>
    <w:rsid w:val="00225328"/>
    <w:rsid w:val="00226927"/>
    <w:rsid w:val="002326B0"/>
    <w:rsid w:val="00232CC1"/>
    <w:rsid w:val="00233811"/>
    <w:rsid w:val="0023585F"/>
    <w:rsid w:val="002365DA"/>
    <w:rsid w:val="00236B7B"/>
    <w:rsid w:val="0023739B"/>
    <w:rsid w:val="00237D6B"/>
    <w:rsid w:val="00241B2A"/>
    <w:rsid w:val="0024279E"/>
    <w:rsid w:val="0024480B"/>
    <w:rsid w:val="00245083"/>
    <w:rsid w:val="00245378"/>
    <w:rsid w:val="002459A2"/>
    <w:rsid w:val="00245E4E"/>
    <w:rsid w:val="002502C6"/>
    <w:rsid w:val="00251661"/>
    <w:rsid w:val="00253063"/>
    <w:rsid w:val="00254CED"/>
    <w:rsid w:val="00255E21"/>
    <w:rsid w:val="00256568"/>
    <w:rsid w:val="00256794"/>
    <w:rsid w:val="00257DA5"/>
    <w:rsid w:val="00261601"/>
    <w:rsid w:val="002620F4"/>
    <w:rsid w:val="002627ED"/>
    <w:rsid w:val="002659D2"/>
    <w:rsid w:val="00265EBF"/>
    <w:rsid w:val="00267A40"/>
    <w:rsid w:val="0027201B"/>
    <w:rsid w:val="002723AE"/>
    <w:rsid w:val="002742D5"/>
    <w:rsid w:val="002743D4"/>
    <w:rsid w:val="00275472"/>
    <w:rsid w:val="002758CE"/>
    <w:rsid w:val="0027668C"/>
    <w:rsid w:val="0027688C"/>
    <w:rsid w:val="00277617"/>
    <w:rsid w:val="00281414"/>
    <w:rsid w:val="00281978"/>
    <w:rsid w:val="00281A1C"/>
    <w:rsid w:val="002859F0"/>
    <w:rsid w:val="00285D81"/>
    <w:rsid w:val="00286C8F"/>
    <w:rsid w:val="00287791"/>
    <w:rsid w:val="00287C6D"/>
    <w:rsid w:val="002902AF"/>
    <w:rsid w:val="002913C4"/>
    <w:rsid w:val="00291B21"/>
    <w:rsid w:val="00291D69"/>
    <w:rsid w:val="002948F2"/>
    <w:rsid w:val="00295E84"/>
    <w:rsid w:val="00296631"/>
    <w:rsid w:val="00296D45"/>
    <w:rsid w:val="002A1E91"/>
    <w:rsid w:val="002A30D0"/>
    <w:rsid w:val="002A5636"/>
    <w:rsid w:val="002A66AB"/>
    <w:rsid w:val="002B0109"/>
    <w:rsid w:val="002B09D9"/>
    <w:rsid w:val="002B0FC8"/>
    <w:rsid w:val="002B1E18"/>
    <w:rsid w:val="002B21D1"/>
    <w:rsid w:val="002B5B41"/>
    <w:rsid w:val="002B7679"/>
    <w:rsid w:val="002C1811"/>
    <w:rsid w:val="002C3B97"/>
    <w:rsid w:val="002C3DCB"/>
    <w:rsid w:val="002C4E0A"/>
    <w:rsid w:val="002C54D3"/>
    <w:rsid w:val="002C62B3"/>
    <w:rsid w:val="002C6468"/>
    <w:rsid w:val="002C776A"/>
    <w:rsid w:val="002C7AAE"/>
    <w:rsid w:val="002D0C37"/>
    <w:rsid w:val="002D0F53"/>
    <w:rsid w:val="002D1155"/>
    <w:rsid w:val="002D1647"/>
    <w:rsid w:val="002D2113"/>
    <w:rsid w:val="002D2D52"/>
    <w:rsid w:val="002D2F21"/>
    <w:rsid w:val="002D37B4"/>
    <w:rsid w:val="002D78C6"/>
    <w:rsid w:val="002E10D5"/>
    <w:rsid w:val="002E16D0"/>
    <w:rsid w:val="002E21D3"/>
    <w:rsid w:val="002E3B17"/>
    <w:rsid w:val="002E4017"/>
    <w:rsid w:val="002E721A"/>
    <w:rsid w:val="002E76DD"/>
    <w:rsid w:val="002F05F3"/>
    <w:rsid w:val="002F1394"/>
    <w:rsid w:val="002F14E1"/>
    <w:rsid w:val="002F484F"/>
    <w:rsid w:val="002F4900"/>
    <w:rsid w:val="002F4A18"/>
    <w:rsid w:val="002F4D73"/>
    <w:rsid w:val="002F650E"/>
    <w:rsid w:val="00300B3E"/>
    <w:rsid w:val="00307173"/>
    <w:rsid w:val="00307220"/>
    <w:rsid w:val="003074A8"/>
    <w:rsid w:val="00307C26"/>
    <w:rsid w:val="0031283B"/>
    <w:rsid w:val="00312CBA"/>
    <w:rsid w:val="0031385E"/>
    <w:rsid w:val="00314636"/>
    <w:rsid w:val="0031480F"/>
    <w:rsid w:val="00314D2D"/>
    <w:rsid w:val="00314F7C"/>
    <w:rsid w:val="00315687"/>
    <w:rsid w:val="00315FE2"/>
    <w:rsid w:val="003175EC"/>
    <w:rsid w:val="00320D2A"/>
    <w:rsid w:val="00322163"/>
    <w:rsid w:val="00322D92"/>
    <w:rsid w:val="00323922"/>
    <w:rsid w:val="00323C05"/>
    <w:rsid w:val="00326623"/>
    <w:rsid w:val="00327E3D"/>
    <w:rsid w:val="003309C1"/>
    <w:rsid w:val="003313D7"/>
    <w:rsid w:val="00333E53"/>
    <w:rsid w:val="00333EE5"/>
    <w:rsid w:val="003342A5"/>
    <w:rsid w:val="00334F4A"/>
    <w:rsid w:val="0033652B"/>
    <w:rsid w:val="003372FD"/>
    <w:rsid w:val="0033735C"/>
    <w:rsid w:val="00343172"/>
    <w:rsid w:val="003450FA"/>
    <w:rsid w:val="003456A6"/>
    <w:rsid w:val="0034772B"/>
    <w:rsid w:val="00347F8E"/>
    <w:rsid w:val="0035055C"/>
    <w:rsid w:val="00350668"/>
    <w:rsid w:val="003537BD"/>
    <w:rsid w:val="00360761"/>
    <w:rsid w:val="003610C2"/>
    <w:rsid w:val="0036199D"/>
    <w:rsid w:val="00364C05"/>
    <w:rsid w:val="003652F7"/>
    <w:rsid w:val="00365420"/>
    <w:rsid w:val="003656BF"/>
    <w:rsid w:val="003673D0"/>
    <w:rsid w:val="003714D4"/>
    <w:rsid w:val="00372632"/>
    <w:rsid w:val="00372FC6"/>
    <w:rsid w:val="00374862"/>
    <w:rsid w:val="00375F22"/>
    <w:rsid w:val="00375FF6"/>
    <w:rsid w:val="00376E13"/>
    <w:rsid w:val="00377BBF"/>
    <w:rsid w:val="00377C65"/>
    <w:rsid w:val="00381779"/>
    <w:rsid w:val="0038192D"/>
    <w:rsid w:val="00382043"/>
    <w:rsid w:val="003830D0"/>
    <w:rsid w:val="00385912"/>
    <w:rsid w:val="00385E47"/>
    <w:rsid w:val="00386A3A"/>
    <w:rsid w:val="00387D50"/>
    <w:rsid w:val="00387F17"/>
    <w:rsid w:val="003903E0"/>
    <w:rsid w:val="00390A71"/>
    <w:rsid w:val="00391700"/>
    <w:rsid w:val="00392529"/>
    <w:rsid w:val="00393050"/>
    <w:rsid w:val="00393B2C"/>
    <w:rsid w:val="00394E4C"/>
    <w:rsid w:val="003A0160"/>
    <w:rsid w:val="003A091C"/>
    <w:rsid w:val="003A256D"/>
    <w:rsid w:val="003A3FD9"/>
    <w:rsid w:val="003A44F7"/>
    <w:rsid w:val="003A54F6"/>
    <w:rsid w:val="003A7794"/>
    <w:rsid w:val="003B080A"/>
    <w:rsid w:val="003B1508"/>
    <w:rsid w:val="003B151E"/>
    <w:rsid w:val="003B3DAE"/>
    <w:rsid w:val="003B5157"/>
    <w:rsid w:val="003B58A6"/>
    <w:rsid w:val="003C0268"/>
    <w:rsid w:val="003C2153"/>
    <w:rsid w:val="003C2860"/>
    <w:rsid w:val="003C295A"/>
    <w:rsid w:val="003C6360"/>
    <w:rsid w:val="003C70BE"/>
    <w:rsid w:val="003C7ED7"/>
    <w:rsid w:val="003D1573"/>
    <w:rsid w:val="003D2719"/>
    <w:rsid w:val="003D4E74"/>
    <w:rsid w:val="003D69E1"/>
    <w:rsid w:val="003D6A37"/>
    <w:rsid w:val="003D773F"/>
    <w:rsid w:val="003E16A7"/>
    <w:rsid w:val="003E21C2"/>
    <w:rsid w:val="003E3306"/>
    <w:rsid w:val="003E3B25"/>
    <w:rsid w:val="003E41A8"/>
    <w:rsid w:val="003F06BC"/>
    <w:rsid w:val="003F19FD"/>
    <w:rsid w:val="003F1F5B"/>
    <w:rsid w:val="003F4BD5"/>
    <w:rsid w:val="003F5CAF"/>
    <w:rsid w:val="003F64F7"/>
    <w:rsid w:val="00400C12"/>
    <w:rsid w:val="0040257F"/>
    <w:rsid w:val="0040266A"/>
    <w:rsid w:val="00402B53"/>
    <w:rsid w:val="0040485E"/>
    <w:rsid w:val="004100D7"/>
    <w:rsid w:val="00412F5C"/>
    <w:rsid w:val="004132FC"/>
    <w:rsid w:val="00413798"/>
    <w:rsid w:val="004148F7"/>
    <w:rsid w:val="00416BDB"/>
    <w:rsid w:val="004176F1"/>
    <w:rsid w:val="00417B1F"/>
    <w:rsid w:val="0042506D"/>
    <w:rsid w:val="0042571F"/>
    <w:rsid w:val="00426A56"/>
    <w:rsid w:val="004272B7"/>
    <w:rsid w:val="0042755B"/>
    <w:rsid w:val="004307B4"/>
    <w:rsid w:val="00432754"/>
    <w:rsid w:val="00435FFD"/>
    <w:rsid w:val="004363C6"/>
    <w:rsid w:val="004365EA"/>
    <w:rsid w:val="00437EBD"/>
    <w:rsid w:val="004408CC"/>
    <w:rsid w:val="00440E4B"/>
    <w:rsid w:val="004416BC"/>
    <w:rsid w:val="0044198D"/>
    <w:rsid w:val="00441D07"/>
    <w:rsid w:val="004426D7"/>
    <w:rsid w:val="0044509A"/>
    <w:rsid w:val="00445602"/>
    <w:rsid w:val="0044617C"/>
    <w:rsid w:val="004509DA"/>
    <w:rsid w:val="00450ECC"/>
    <w:rsid w:val="00452413"/>
    <w:rsid w:val="0045296A"/>
    <w:rsid w:val="00463467"/>
    <w:rsid w:val="00465387"/>
    <w:rsid w:val="0046616B"/>
    <w:rsid w:val="00466548"/>
    <w:rsid w:val="00467D4C"/>
    <w:rsid w:val="00473B27"/>
    <w:rsid w:val="00473EEC"/>
    <w:rsid w:val="00474F0E"/>
    <w:rsid w:val="004753D9"/>
    <w:rsid w:val="0047722A"/>
    <w:rsid w:val="00482DE6"/>
    <w:rsid w:val="0048474B"/>
    <w:rsid w:val="00484D0A"/>
    <w:rsid w:val="00486FAB"/>
    <w:rsid w:val="004905ED"/>
    <w:rsid w:val="00491987"/>
    <w:rsid w:val="00491CCE"/>
    <w:rsid w:val="00494092"/>
    <w:rsid w:val="00496583"/>
    <w:rsid w:val="004A0415"/>
    <w:rsid w:val="004A1E7B"/>
    <w:rsid w:val="004A2B18"/>
    <w:rsid w:val="004A3733"/>
    <w:rsid w:val="004A616C"/>
    <w:rsid w:val="004B02ED"/>
    <w:rsid w:val="004B1691"/>
    <w:rsid w:val="004B59E1"/>
    <w:rsid w:val="004B630C"/>
    <w:rsid w:val="004B6CF0"/>
    <w:rsid w:val="004B7185"/>
    <w:rsid w:val="004B785B"/>
    <w:rsid w:val="004C005C"/>
    <w:rsid w:val="004C163B"/>
    <w:rsid w:val="004C19B3"/>
    <w:rsid w:val="004C1FBD"/>
    <w:rsid w:val="004C2F3D"/>
    <w:rsid w:val="004C394C"/>
    <w:rsid w:val="004C4743"/>
    <w:rsid w:val="004C7081"/>
    <w:rsid w:val="004C71F2"/>
    <w:rsid w:val="004C7AFF"/>
    <w:rsid w:val="004D1886"/>
    <w:rsid w:val="004D1F5E"/>
    <w:rsid w:val="004D210E"/>
    <w:rsid w:val="004D291B"/>
    <w:rsid w:val="004D3FF5"/>
    <w:rsid w:val="004D68D9"/>
    <w:rsid w:val="004D6DB4"/>
    <w:rsid w:val="004E0B68"/>
    <w:rsid w:val="004E1E9D"/>
    <w:rsid w:val="004E3EF5"/>
    <w:rsid w:val="004E574B"/>
    <w:rsid w:val="004E59F9"/>
    <w:rsid w:val="004E5C44"/>
    <w:rsid w:val="004E6AF9"/>
    <w:rsid w:val="004E7189"/>
    <w:rsid w:val="004E7D5C"/>
    <w:rsid w:val="004F0B08"/>
    <w:rsid w:val="004F33FC"/>
    <w:rsid w:val="004F3541"/>
    <w:rsid w:val="004F3957"/>
    <w:rsid w:val="004F3C48"/>
    <w:rsid w:val="004F67A5"/>
    <w:rsid w:val="004F77EE"/>
    <w:rsid w:val="00500E7D"/>
    <w:rsid w:val="00501108"/>
    <w:rsid w:val="005019FB"/>
    <w:rsid w:val="00501AD2"/>
    <w:rsid w:val="00502EC6"/>
    <w:rsid w:val="005031F3"/>
    <w:rsid w:val="00505858"/>
    <w:rsid w:val="00505EB5"/>
    <w:rsid w:val="005060D5"/>
    <w:rsid w:val="0050684A"/>
    <w:rsid w:val="00510AF9"/>
    <w:rsid w:val="005166F3"/>
    <w:rsid w:val="005218D5"/>
    <w:rsid w:val="00524763"/>
    <w:rsid w:val="005263EF"/>
    <w:rsid w:val="00531A58"/>
    <w:rsid w:val="00532633"/>
    <w:rsid w:val="00535D65"/>
    <w:rsid w:val="005363F0"/>
    <w:rsid w:val="00536A5B"/>
    <w:rsid w:val="00536FEE"/>
    <w:rsid w:val="005412DC"/>
    <w:rsid w:val="005429AE"/>
    <w:rsid w:val="00543FC1"/>
    <w:rsid w:val="0054594E"/>
    <w:rsid w:val="00545BB5"/>
    <w:rsid w:val="00545D34"/>
    <w:rsid w:val="0054646B"/>
    <w:rsid w:val="005468FF"/>
    <w:rsid w:val="00546B99"/>
    <w:rsid w:val="00550F71"/>
    <w:rsid w:val="005521D9"/>
    <w:rsid w:val="0055238D"/>
    <w:rsid w:val="00552AEC"/>
    <w:rsid w:val="00552C91"/>
    <w:rsid w:val="00554B23"/>
    <w:rsid w:val="00555F21"/>
    <w:rsid w:val="005605C6"/>
    <w:rsid w:val="0056097B"/>
    <w:rsid w:val="00562CDC"/>
    <w:rsid w:val="005636E4"/>
    <w:rsid w:val="0056388D"/>
    <w:rsid w:val="00565CBB"/>
    <w:rsid w:val="00566654"/>
    <w:rsid w:val="00567F83"/>
    <w:rsid w:val="00571890"/>
    <w:rsid w:val="00571C7C"/>
    <w:rsid w:val="00572EF4"/>
    <w:rsid w:val="005741BD"/>
    <w:rsid w:val="005742E9"/>
    <w:rsid w:val="00574EED"/>
    <w:rsid w:val="0057746C"/>
    <w:rsid w:val="005802B9"/>
    <w:rsid w:val="0058389F"/>
    <w:rsid w:val="00583CB8"/>
    <w:rsid w:val="00584830"/>
    <w:rsid w:val="005873F8"/>
    <w:rsid w:val="00587883"/>
    <w:rsid w:val="00592A63"/>
    <w:rsid w:val="00593A9F"/>
    <w:rsid w:val="00593F62"/>
    <w:rsid w:val="00595D93"/>
    <w:rsid w:val="005964F8"/>
    <w:rsid w:val="00597604"/>
    <w:rsid w:val="005A0530"/>
    <w:rsid w:val="005A2D2D"/>
    <w:rsid w:val="005A3230"/>
    <w:rsid w:val="005A3E1D"/>
    <w:rsid w:val="005A4AA8"/>
    <w:rsid w:val="005A552E"/>
    <w:rsid w:val="005B0195"/>
    <w:rsid w:val="005B30B1"/>
    <w:rsid w:val="005B52E1"/>
    <w:rsid w:val="005B5A26"/>
    <w:rsid w:val="005C0189"/>
    <w:rsid w:val="005C2A25"/>
    <w:rsid w:val="005C53FD"/>
    <w:rsid w:val="005C6D43"/>
    <w:rsid w:val="005D02E3"/>
    <w:rsid w:val="005D135B"/>
    <w:rsid w:val="005D277A"/>
    <w:rsid w:val="005D5BB9"/>
    <w:rsid w:val="005D6A0B"/>
    <w:rsid w:val="005D7AEF"/>
    <w:rsid w:val="005E0826"/>
    <w:rsid w:val="005E36E7"/>
    <w:rsid w:val="005E43A3"/>
    <w:rsid w:val="005E7CC8"/>
    <w:rsid w:val="005F0D56"/>
    <w:rsid w:val="005F1FAD"/>
    <w:rsid w:val="005F237D"/>
    <w:rsid w:val="005F6CDD"/>
    <w:rsid w:val="005F778C"/>
    <w:rsid w:val="0060051B"/>
    <w:rsid w:val="006007A0"/>
    <w:rsid w:val="00603811"/>
    <w:rsid w:val="00605517"/>
    <w:rsid w:val="00605C12"/>
    <w:rsid w:val="00607697"/>
    <w:rsid w:val="00607896"/>
    <w:rsid w:val="00611CB4"/>
    <w:rsid w:val="006124AC"/>
    <w:rsid w:val="00614238"/>
    <w:rsid w:val="006149AD"/>
    <w:rsid w:val="006149E0"/>
    <w:rsid w:val="00616CEF"/>
    <w:rsid w:val="00617E63"/>
    <w:rsid w:val="00621846"/>
    <w:rsid w:val="00621E67"/>
    <w:rsid w:val="0062212D"/>
    <w:rsid w:val="00623800"/>
    <w:rsid w:val="0062452C"/>
    <w:rsid w:val="0062578D"/>
    <w:rsid w:val="00626A70"/>
    <w:rsid w:val="00627C37"/>
    <w:rsid w:val="0063061D"/>
    <w:rsid w:val="00631108"/>
    <w:rsid w:val="006316C2"/>
    <w:rsid w:val="00631C3B"/>
    <w:rsid w:val="00632814"/>
    <w:rsid w:val="00632C2D"/>
    <w:rsid w:val="00633674"/>
    <w:rsid w:val="006350CD"/>
    <w:rsid w:val="006369D3"/>
    <w:rsid w:val="006445A4"/>
    <w:rsid w:val="006448EA"/>
    <w:rsid w:val="00644FF3"/>
    <w:rsid w:val="006455A2"/>
    <w:rsid w:val="006529DB"/>
    <w:rsid w:val="00653831"/>
    <w:rsid w:val="00653D96"/>
    <w:rsid w:val="006559F2"/>
    <w:rsid w:val="0065783E"/>
    <w:rsid w:val="006620FE"/>
    <w:rsid w:val="00662EC3"/>
    <w:rsid w:val="006644BB"/>
    <w:rsid w:val="00665430"/>
    <w:rsid w:val="00665BED"/>
    <w:rsid w:val="00670055"/>
    <w:rsid w:val="00671FBC"/>
    <w:rsid w:val="00677DFA"/>
    <w:rsid w:val="006835D7"/>
    <w:rsid w:val="0068448E"/>
    <w:rsid w:val="0068582D"/>
    <w:rsid w:val="00685AE4"/>
    <w:rsid w:val="00685DB1"/>
    <w:rsid w:val="00687D0B"/>
    <w:rsid w:val="00690218"/>
    <w:rsid w:val="006918DA"/>
    <w:rsid w:val="00692EBC"/>
    <w:rsid w:val="00693A0E"/>
    <w:rsid w:val="00697D67"/>
    <w:rsid w:val="006A15ED"/>
    <w:rsid w:val="006A30F4"/>
    <w:rsid w:val="006A544F"/>
    <w:rsid w:val="006A636B"/>
    <w:rsid w:val="006B10C4"/>
    <w:rsid w:val="006B388C"/>
    <w:rsid w:val="006B6304"/>
    <w:rsid w:val="006B783F"/>
    <w:rsid w:val="006C12F8"/>
    <w:rsid w:val="006C4FC1"/>
    <w:rsid w:val="006C776F"/>
    <w:rsid w:val="006D02AD"/>
    <w:rsid w:val="006D078A"/>
    <w:rsid w:val="006D1C1E"/>
    <w:rsid w:val="006D1FE8"/>
    <w:rsid w:val="006D526D"/>
    <w:rsid w:val="006D69EE"/>
    <w:rsid w:val="006D76DB"/>
    <w:rsid w:val="006E299B"/>
    <w:rsid w:val="006E29A1"/>
    <w:rsid w:val="006E4555"/>
    <w:rsid w:val="006E4A1C"/>
    <w:rsid w:val="006E4AC8"/>
    <w:rsid w:val="006E7303"/>
    <w:rsid w:val="006E7D70"/>
    <w:rsid w:val="006F422C"/>
    <w:rsid w:val="006F4812"/>
    <w:rsid w:val="006F4C91"/>
    <w:rsid w:val="006F5693"/>
    <w:rsid w:val="006F5B07"/>
    <w:rsid w:val="006F64E9"/>
    <w:rsid w:val="006F70F6"/>
    <w:rsid w:val="006F7333"/>
    <w:rsid w:val="006F7388"/>
    <w:rsid w:val="006F7A2C"/>
    <w:rsid w:val="00700B05"/>
    <w:rsid w:val="0070105E"/>
    <w:rsid w:val="00701BE6"/>
    <w:rsid w:val="007020FB"/>
    <w:rsid w:val="00704A03"/>
    <w:rsid w:val="00704F4C"/>
    <w:rsid w:val="007051C6"/>
    <w:rsid w:val="00706477"/>
    <w:rsid w:val="00707922"/>
    <w:rsid w:val="007107E3"/>
    <w:rsid w:val="00711170"/>
    <w:rsid w:val="00712066"/>
    <w:rsid w:val="00712925"/>
    <w:rsid w:val="0071770A"/>
    <w:rsid w:val="007201D6"/>
    <w:rsid w:val="007231E1"/>
    <w:rsid w:val="007238AC"/>
    <w:rsid w:val="007305EC"/>
    <w:rsid w:val="00732B23"/>
    <w:rsid w:val="007331E3"/>
    <w:rsid w:val="00734028"/>
    <w:rsid w:val="00734DC4"/>
    <w:rsid w:val="007350F3"/>
    <w:rsid w:val="00741310"/>
    <w:rsid w:val="00742B03"/>
    <w:rsid w:val="00743D12"/>
    <w:rsid w:val="00744F0A"/>
    <w:rsid w:val="00751826"/>
    <w:rsid w:val="007531B0"/>
    <w:rsid w:val="0075476D"/>
    <w:rsid w:val="00754E45"/>
    <w:rsid w:val="00756911"/>
    <w:rsid w:val="00757CA2"/>
    <w:rsid w:val="00764BAA"/>
    <w:rsid w:val="00766B7C"/>
    <w:rsid w:val="00766ED7"/>
    <w:rsid w:val="00772B5B"/>
    <w:rsid w:val="007748DC"/>
    <w:rsid w:val="00775160"/>
    <w:rsid w:val="007821C7"/>
    <w:rsid w:val="007833EE"/>
    <w:rsid w:val="00783C0B"/>
    <w:rsid w:val="007841C5"/>
    <w:rsid w:val="0078492A"/>
    <w:rsid w:val="00785896"/>
    <w:rsid w:val="007858F7"/>
    <w:rsid w:val="007871B3"/>
    <w:rsid w:val="00790FD6"/>
    <w:rsid w:val="00791407"/>
    <w:rsid w:val="007923FF"/>
    <w:rsid w:val="0079251F"/>
    <w:rsid w:val="00793D12"/>
    <w:rsid w:val="007A1FB7"/>
    <w:rsid w:val="007A2014"/>
    <w:rsid w:val="007A2772"/>
    <w:rsid w:val="007A3655"/>
    <w:rsid w:val="007A3FC0"/>
    <w:rsid w:val="007A5654"/>
    <w:rsid w:val="007B03FC"/>
    <w:rsid w:val="007B0D8B"/>
    <w:rsid w:val="007B2C80"/>
    <w:rsid w:val="007B5001"/>
    <w:rsid w:val="007B51B4"/>
    <w:rsid w:val="007B5A0A"/>
    <w:rsid w:val="007B6703"/>
    <w:rsid w:val="007B67A3"/>
    <w:rsid w:val="007B6F13"/>
    <w:rsid w:val="007B7E2B"/>
    <w:rsid w:val="007C1A31"/>
    <w:rsid w:val="007C339B"/>
    <w:rsid w:val="007C37E7"/>
    <w:rsid w:val="007C3962"/>
    <w:rsid w:val="007C4944"/>
    <w:rsid w:val="007C4DE5"/>
    <w:rsid w:val="007C542A"/>
    <w:rsid w:val="007C6252"/>
    <w:rsid w:val="007D64BC"/>
    <w:rsid w:val="007D7E2C"/>
    <w:rsid w:val="007E18E6"/>
    <w:rsid w:val="007E2743"/>
    <w:rsid w:val="007E4D55"/>
    <w:rsid w:val="007E5314"/>
    <w:rsid w:val="007E5CCE"/>
    <w:rsid w:val="007E7088"/>
    <w:rsid w:val="007F07AC"/>
    <w:rsid w:val="007F12EF"/>
    <w:rsid w:val="007F1C5B"/>
    <w:rsid w:val="007F24FB"/>
    <w:rsid w:val="007F28B5"/>
    <w:rsid w:val="007F5D3C"/>
    <w:rsid w:val="007F7626"/>
    <w:rsid w:val="00800CED"/>
    <w:rsid w:val="008042E8"/>
    <w:rsid w:val="0080456A"/>
    <w:rsid w:val="00805B30"/>
    <w:rsid w:val="008065AF"/>
    <w:rsid w:val="00807FEF"/>
    <w:rsid w:val="00814C3C"/>
    <w:rsid w:val="008165DE"/>
    <w:rsid w:val="008168D5"/>
    <w:rsid w:val="00816F0A"/>
    <w:rsid w:val="00816F38"/>
    <w:rsid w:val="00823865"/>
    <w:rsid w:val="008247DE"/>
    <w:rsid w:val="00825B77"/>
    <w:rsid w:val="00826C60"/>
    <w:rsid w:val="008327DE"/>
    <w:rsid w:val="00832CD6"/>
    <w:rsid w:val="00832CF3"/>
    <w:rsid w:val="00833D27"/>
    <w:rsid w:val="00836F09"/>
    <w:rsid w:val="0084231B"/>
    <w:rsid w:val="00842DEC"/>
    <w:rsid w:val="00842ECC"/>
    <w:rsid w:val="00843B17"/>
    <w:rsid w:val="0084672A"/>
    <w:rsid w:val="00846AC3"/>
    <w:rsid w:val="00846D78"/>
    <w:rsid w:val="00846F63"/>
    <w:rsid w:val="00847D29"/>
    <w:rsid w:val="00850047"/>
    <w:rsid w:val="00850355"/>
    <w:rsid w:val="00853994"/>
    <w:rsid w:val="008553A0"/>
    <w:rsid w:val="00856CA4"/>
    <w:rsid w:val="0085752A"/>
    <w:rsid w:val="00857E56"/>
    <w:rsid w:val="00857EC4"/>
    <w:rsid w:val="00862DDE"/>
    <w:rsid w:val="00863CCE"/>
    <w:rsid w:val="0086446D"/>
    <w:rsid w:val="0086568A"/>
    <w:rsid w:val="00866962"/>
    <w:rsid w:val="00873B6E"/>
    <w:rsid w:val="008755C1"/>
    <w:rsid w:val="00876D1F"/>
    <w:rsid w:val="00876F8A"/>
    <w:rsid w:val="008808DB"/>
    <w:rsid w:val="00881288"/>
    <w:rsid w:val="0088189C"/>
    <w:rsid w:val="00881E8C"/>
    <w:rsid w:val="00883781"/>
    <w:rsid w:val="00883795"/>
    <w:rsid w:val="00883B96"/>
    <w:rsid w:val="00884ECC"/>
    <w:rsid w:val="00884F85"/>
    <w:rsid w:val="0088572F"/>
    <w:rsid w:val="00887830"/>
    <w:rsid w:val="008879ED"/>
    <w:rsid w:val="008907EF"/>
    <w:rsid w:val="00891211"/>
    <w:rsid w:val="00891275"/>
    <w:rsid w:val="00891AA4"/>
    <w:rsid w:val="008936A1"/>
    <w:rsid w:val="0089433B"/>
    <w:rsid w:val="00895262"/>
    <w:rsid w:val="00895462"/>
    <w:rsid w:val="00897B1E"/>
    <w:rsid w:val="00897F97"/>
    <w:rsid w:val="008A161A"/>
    <w:rsid w:val="008A2746"/>
    <w:rsid w:val="008A2920"/>
    <w:rsid w:val="008A535F"/>
    <w:rsid w:val="008A6464"/>
    <w:rsid w:val="008B21EC"/>
    <w:rsid w:val="008B48C8"/>
    <w:rsid w:val="008B4A36"/>
    <w:rsid w:val="008B5521"/>
    <w:rsid w:val="008C17F5"/>
    <w:rsid w:val="008D1BA7"/>
    <w:rsid w:val="008D3394"/>
    <w:rsid w:val="008D3F2A"/>
    <w:rsid w:val="008D4EDC"/>
    <w:rsid w:val="008D5221"/>
    <w:rsid w:val="008D63A0"/>
    <w:rsid w:val="008D71BE"/>
    <w:rsid w:val="008D76FD"/>
    <w:rsid w:val="008E276A"/>
    <w:rsid w:val="008E3CD8"/>
    <w:rsid w:val="008E54AA"/>
    <w:rsid w:val="008E7932"/>
    <w:rsid w:val="008F00BE"/>
    <w:rsid w:val="008F044A"/>
    <w:rsid w:val="008F09E7"/>
    <w:rsid w:val="008F0BF2"/>
    <w:rsid w:val="008F237C"/>
    <w:rsid w:val="008F245B"/>
    <w:rsid w:val="008F5956"/>
    <w:rsid w:val="008F6B5D"/>
    <w:rsid w:val="008F6E11"/>
    <w:rsid w:val="0090087E"/>
    <w:rsid w:val="0090281D"/>
    <w:rsid w:val="00907B01"/>
    <w:rsid w:val="00907DB7"/>
    <w:rsid w:val="009119A9"/>
    <w:rsid w:val="00912B90"/>
    <w:rsid w:val="00912DC5"/>
    <w:rsid w:val="00913858"/>
    <w:rsid w:val="00916C91"/>
    <w:rsid w:val="00917E92"/>
    <w:rsid w:val="00920401"/>
    <w:rsid w:val="009205E2"/>
    <w:rsid w:val="0092191C"/>
    <w:rsid w:val="009238CC"/>
    <w:rsid w:val="00923BCC"/>
    <w:rsid w:val="00926757"/>
    <w:rsid w:val="00932CA3"/>
    <w:rsid w:val="00933CAD"/>
    <w:rsid w:val="00935266"/>
    <w:rsid w:val="0093604B"/>
    <w:rsid w:val="00940DBD"/>
    <w:rsid w:val="00940E62"/>
    <w:rsid w:val="00943553"/>
    <w:rsid w:val="00950360"/>
    <w:rsid w:val="00952564"/>
    <w:rsid w:val="00952F68"/>
    <w:rsid w:val="00955959"/>
    <w:rsid w:val="00963202"/>
    <w:rsid w:val="009658F2"/>
    <w:rsid w:val="00967FE5"/>
    <w:rsid w:val="009704D2"/>
    <w:rsid w:val="00970E1A"/>
    <w:rsid w:val="0097551B"/>
    <w:rsid w:val="00976A0D"/>
    <w:rsid w:val="00976FD3"/>
    <w:rsid w:val="00981993"/>
    <w:rsid w:val="00983E83"/>
    <w:rsid w:val="00984810"/>
    <w:rsid w:val="00985E21"/>
    <w:rsid w:val="00986837"/>
    <w:rsid w:val="00987B07"/>
    <w:rsid w:val="009942A6"/>
    <w:rsid w:val="00994722"/>
    <w:rsid w:val="009A1281"/>
    <w:rsid w:val="009A3A18"/>
    <w:rsid w:val="009A43A1"/>
    <w:rsid w:val="009A4E17"/>
    <w:rsid w:val="009A6005"/>
    <w:rsid w:val="009B0006"/>
    <w:rsid w:val="009B2C6B"/>
    <w:rsid w:val="009B4F67"/>
    <w:rsid w:val="009B7C06"/>
    <w:rsid w:val="009C0780"/>
    <w:rsid w:val="009C0F28"/>
    <w:rsid w:val="009D0FB0"/>
    <w:rsid w:val="009D17E9"/>
    <w:rsid w:val="009D2C05"/>
    <w:rsid w:val="009D51A0"/>
    <w:rsid w:val="009D72C6"/>
    <w:rsid w:val="009D76C1"/>
    <w:rsid w:val="009D789D"/>
    <w:rsid w:val="009E245F"/>
    <w:rsid w:val="009E347F"/>
    <w:rsid w:val="009E7AD4"/>
    <w:rsid w:val="009F19C9"/>
    <w:rsid w:val="009F35A0"/>
    <w:rsid w:val="009F3729"/>
    <w:rsid w:val="009F40B6"/>
    <w:rsid w:val="009F446A"/>
    <w:rsid w:val="009F564E"/>
    <w:rsid w:val="009F68E9"/>
    <w:rsid w:val="009F7564"/>
    <w:rsid w:val="00A00A95"/>
    <w:rsid w:val="00A012B5"/>
    <w:rsid w:val="00A0257F"/>
    <w:rsid w:val="00A044E6"/>
    <w:rsid w:val="00A04856"/>
    <w:rsid w:val="00A05290"/>
    <w:rsid w:val="00A13580"/>
    <w:rsid w:val="00A15922"/>
    <w:rsid w:val="00A1619C"/>
    <w:rsid w:val="00A17562"/>
    <w:rsid w:val="00A17952"/>
    <w:rsid w:val="00A2070F"/>
    <w:rsid w:val="00A20C59"/>
    <w:rsid w:val="00A221C9"/>
    <w:rsid w:val="00A24B51"/>
    <w:rsid w:val="00A27E2B"/>
    <w:rsid w:val="00A30D88"/>
    <w:rsid w:val="00A33988"/>
    <w:rsid w:val="00A34CD6"/>
    <w:rsid w:val="00A35477"/>
    <w:rsid w:val="00A368C0"/>
    <w:rsid w:val="00A406D0"/>
    <w:rsid w:val="00A4088F"/>
    <w:rsid w:val="00A4117D"/>
    <w:rsid w:val="00A41F21"/>
    <w:rsid w:val="00A436AB"/>
    <w:rsid w:val="00A438BF"/>
    <w:rsid w:val="00A43A37"/>
    <w:rsid w:val="00A43E1F"/>
    <w:rsid w:val="00A47BFE"/>
    <w:rsid w:val="00A47FD5"/>
    <w:rsid w:val="00A5085A"/>
    <w:rsid w:val="00A51B28"/>
    <w:rsid w:val="00A51D3B"/>
    <w:rsid w:val="00A5205E"/>
    <w:rsid w:val="00A52B1B"/>
    <w:rsid w:val="00A53DDB"/>
    <w:rsid w:val="00A53E42"/>
    <w:rsid w:val="00A54116"/>
    <w:rsid w:val="00A568B3"/>
    <w:rsid w:val="00A604EF"/>
    <w:rsid w:val="00A60F75"/>
    <w:rsid w:val="00A619CC"/>
    <w:rsid w:val="00A61BF0"/>
    <w:rsid w:val="00A646EB"/>
    <w:rsid w:val="00A656B4"/>
    <w:rsid w:val="00A66092"/>
    <w:rsid w:val="00A676E0"/>
    <w:rsid w:val="00A73832"/>
    <w:rsid w:val="00A741AD"/>
    <w:rsid w:val="00A74601"/>
    <w:rsid w:val="00A77883"/>
    <w:rsid w:val="00A77C22"/>
    <w:rsid w:val="00A81581"/>
    <w:rsid w:val="00A81F96"/>
    <w:rsid w:val="00A82A86"/>
    <w:rsid w:val="00A82CED"/>
    <w:rsid w:val="00A85FB9"/>
    <w:rsid w:val="00A86EE3"/>
    <w:rsid w:val="00A92502"/>
    <w:rsid w:val="00A92FB4"/>
    <w:rsid w:val="00A95168"/>
    <w:rsid w:val="00A96543"/>
    <w:rsid w:val="00A970AE"/>
    <w:rsid w:val="00AA3A1C"/>
    <w:rsid w:val="00AA7FF0"/>
    <w:rsid w:val="00AB026C"/>
    <w:rsid w:val="00AB0CF1"/>
    <w:rsid w:val="00AB1C1B"/>
    <w:rsid w:val="00AB675D"/>
    <w:rsid w:val="00AB76B1"/>
    <w:rsid w:val="00AC02CB"/>
    <w:rsid w:val="00AC113A"/>
    <w:rsid w:val="00AC1DF8"/>
    <w:rsid w:val="00AC279D"/>
    <w:rsid w:val="00AC3B60"/>
    <w:rsid w:val="00AC5C86"/>
    <w:rsid w:val="00AC6D04"/>
    <w:rsid w:val="00AC7184"/>
    <w:rsid w:val="00AC74E2"/>
    <w:rsid w:val="00AC76E9"/>
    <w:rsid w:val="00AD050B"/>
    <w:rsid w:val="00AD083E"/>
    <w:rsid w:val="00AD0AD3"/>
    <w:rsid w:val="00AD2E53"/>
    <w:rsid w:val="00AD35A9"/>
    <w:rsid w:val="00AD4F13"/>
    <w:rsid w:val="00AD579D"/>
    <w:rsid w:val="00AE1211"/>
    <w:rsid w:val="00AE2E91"/>
    <w:rsid w:val="00AE3177"/>
    <w:rsid w:val="00AE43D2"/>
    <w:rsid w:val="00AE45E3"/>
    <w:rsid w:val="00AE6676"/>
    <w:rsid w:val="00AE6CAF"/>
    <w:rsid w:val="00AF4996"/>
    <w:rsid w:val="00AF6B8D"/>
    <w:rsid w:val="00B03BCF"/>
    <w:rsid w:val="00B062BC"/>
    <w:rsid w:val="00B12453"/>
    <w:rsid w:val="00B1270F"/>
    <w:rsid w:val="00B12E67"/>
    <w:rsid w:val="00B15E4D"/>
    <w:rsid w:val="00B160DF"/>
    <w:rsid w:val="00B20FB3"/>
    <w:rsid w:val="00B213EA"/>
    <w:rsid w:val="00B25E41"/>
    <w:rsid w:val="00B263BA"/>
    <w:rsid w:val="00B2733E"/>
    <w:rsid w:val="00B3009F"/>
    <w:rsid w:val="00B307F6"/>
    <w:rsid w:val="00B3295B"/>
    <w:rsid w:val="00B32CEC"/>
    <w:rsid w:val="00B332A7"/>
    <w:rsid w:val="00B33542"/>
    <w:rsid w:val="00B34A69"/>
    <w:rsid w:val="00B40058"/>
    <w:rsid w:val="00B40102"/>
    <w:rsid w:val="00B40E59"/>
    <w:rsid w:val="00B41F2D"/>
    <w:rsid w:val="00B45074"/>
    <w:rsid w:val="00B51860"/>
    <w:rsid w:val="00B5310F"/>
    <w:rsid w:val="00B549C3"/>
    <w:rsid w:val="00B54E4E"/>
    <w:rsid w:val="00B54EAC"/>
    <w:rsid w:val="00B56789"/>
    <w:rsid w:val="00B57C75"/>
    <w:rsid w:val="00B57E79"/>
    <w:rsid w:val="00B6137D"/>
    <w:rsid w:val="00B61BA9"/>
    <w:rsid w:val="00B624F4"/>
    <w:rsid w:val="00B630DD"/>
    <w:rsid w:val="00B644BC"/>
    <w:rsid w:val="00B67194"/>
    <w:rsid w:val="00B71D08"/>
    <w:rsid w:val="00B72C61"/>
    <w:rsid w:val="00B73FD9"/>
    <w:rsid w:val="00B74735"/>
    <w:rsid w:val="00B74C88"/>
    <w:rsid w:val="00B75C85"/>
    <w:rsid w:val="00B76E6B"/>
    <w:rsid w:val="00B77094"/>
    <w:rsid w:val="00B770BD"/>
    <w:rsid w:val="00B817DD"/>
    <w:rsid w:val="00B8242C"/>
    <w:rsid w:val="00B82F38"/>
    <w:rsid w:val="00B83BA3"/>
    <w:rsid w:val="00B83ECA"/>
    <w:rsid w:val="00B87286"/>
    <w:rsid w:val="00B876DD"/>
    <w:rsid w:val="00B905CA"/>
    <w:rsid w:val="00B90C32"/>
    <w:rsid w:val="00B91C8C"/>
    <w:rsid w:val="00B925DF"/>
    <w:rsid w:val="00B92D97"/>
    <w:rsid w:val="00B94A13"/>
    <w:rsid w:val="00BA2309"/>
    <w:rsid w:val="00BA4869"/>
    <w:rsid w:val="00BA641F"/>
    <w:rsid w:val="00BA68C4"/>
    <w:rsid w:val="00BA6F25"/>
    <w:rsid w:val="00BA7235"/>
    <w:rsid w:val="00BB1A95"/>
    <w:rsid w:val="00BB1C7C"/>
    <w:rsid w:val="00BB1F71"/>
    <w:rsid w:val="00BB4DF0"/>
    <w:rsid w:val="00BC34FE"/>
    <w:rsid w:val="00BC40B3"/>
    <w:rsid w:val="00BC6BF9"/>
    <w:rsid w:val="00BC6C0C"/>
    <w:rsid w:val="00BC6C96"/>
    <w:rsid w:val="00BC7865"/>
    <w:rsid w:val="00BD074E"/>
    <w:rsid w:val="00BD0C79"/>
    <w:rsid w:val="00BD13F7"/>
    <w:rsid w:val="00BD185E"/>
    <w:rsid w:val="00BD1BD1"/>
    <w:rsid w:val="00BD3AF2"/>
    <w:rsid w:val="00BD53E8"/>
    <w:rsid w:val="00BD726E"/>
    <w:rsid w:val="00BD74FA"/>
    <w:rsid w:val="00BE2B77"/>
    <w:rsid w:val="00BE320F"/>
    <w:rsid w:val="00BE38B7"/>
    <w:rsid w:val="00BE407F"/>
    <w:rsid w:val="00BE5BFC"/>
    <w:rsid w:val="00BE60EF"/>
    <w:rsid w:val="00BE766F"/>
    <w:rsid w:val="00BF096D"/>
    <w:rsid w:val="00BF0AF0"/>
    <w:rsid w:val="00BF41DB"/>
    <w:rsid w:val="00BF46AB"/>
    <w:rsid w:val="00BF6E8A"/>
    <w:rsid w:val="00C0234D"/>
    <w:rsid w:val="00C04035"/>
    <w:rsid w:val="00C04991"/>
    <w:rsid w:val="00C04CC2"/>
    <w:rsid w:val="00C10953"/>
    <w:rsid w:val="00C16501"/>
    <w:rsid w:val="00C1729F"/>
    <w:rsid w:val="00C24EFD"/>
    <w:rsid w:val="00C26279"/>
    <w:rsid w:val="00C271BE"/>
    <w:rsid w:val="00C27C12"/>
    <w:rsid w:val="00C301F9"/>
    <w:rsid w:val="00C31E2D"/>
    <w:rsid w:val="00C32D21"/>
    <w:rsid w:val="00C36356"/>
    <w:rsid w:val="00C36E9E"/>
    <w:rsid w:val="00C413DE"/>
    <w:rsid w:val="00C458B1"/>
    <w:rsid w:val="00C50FA9"/>
    <w:rsid w:val="00C515F7"/>
    <w:rsid w:val="00C54126"/>
    <w:rsid w:val="00C54B3A"/>
    <w:rsid w:val="00C5506B"/>
    <w:rsid w:val="00C56A89"/>
    <w:rsid w:val="00C57FC1"/>
    <w:rsid w:val="00C606F5"/>
    <w:rsid w:val="00C61A85"/>
    <w:rsid w:val="00C62153"/>
    <w:rsid w:val="00C62536"/>
    <w:rsid w:val="00C625BC"/>
    <w:rsid w:val="00C64508"/>
    <w:rsid w:val="00C64874"/>
    <w:rsid w:val="00C649CB"/>
    <w:rsid w:val="00C66BF2"/>
    <w:rsid w:val="00C67408"/>
    <w:rsid w:val="00C67D63"/>
    <w:rsid w:val="00C704A0"/>
    <w:rsid w:val="00C706AF"/>
    <w:rsid w:val="00C734C1"/>
    <w:rsid w:val="00C76B65"/>
    <w:rsid w:val="00C76FA1"/>
    <w:rsid w:val="00C80038"/>
    <w:rsid w:val="00C805FB"/>
    <w:rsid w:val="00C80C13"/>
    <w:rsid w:val="00C8190B"/>
    <w:rsid w:val="00C81AE4"/>
    <w:rsid w:val="00C84337"/>
    <w:rsid w:val="00C8480D"/>
    <w:rsid w:val="00C85421"/>
    <w:rsid w:val="00C85F45"/>
    <w:rsid w:val="00C862DB"/>
    <w:rsid w:val="00C86C32"/>
    <w:rsid w:val="00C909E6"/>
    <w:rsid w:val="00C923C9"/>
    <w:rsid w:val="00C94CAA"/>
    <w:rsid w:val="00CA2569"/>
    <w:rsid w:val="00CA28AC"/>
    <w:rsid w:val="00CA2CCE"/>
    <w:rsid w:val="00CA4597"/>
    <w:rsid w:val="00CA513C"/>
    <w:rsid w:val="00CA590B"/>
    <w:rsid w:val="00CA6D08"/>
    <w:rsid w:val="00CA704B"/>
    <w:rsid w:val="00CB2DFD"/>
    <w:rsid w:val="00CB2FC4"/>
    <w:rsid w:val="00CB32F9"/>
    <w:rsid w:val="00CB527A"/>
    <w:rsid w:val="00CB57A7"/>
    <w:rsid w:val="00CB62F5"/>
    <w:rsid w:val="00CB6477"/>
    <w:rsid w:val="00CB6685"/>
    <w:rsid w:val="00CB71E1"/>
    <w:rsid w:val="00CB7543"/>
    <w:rsid w:val="00CC0DAB"/>
    <w:rsid w:val="00CC2165"/>
    <w:rsid w:val="00CC500B"/>
    <w:rsid w:val="00CC666A"/>
    <w:rsid w:val="00CC76C7"/>
    <w:rsid w:val="00CC7A77"/>
    <w:rsid w:val="00CD0FBD"/>
    <w:rsid w:val="00CD10F1"/>
    <w:rsid w:val="00CD25BB"/>
    <w:rsid w:val="00CD350D"/>
    <w:rsid w:val="00CD356A"/>
    <w:rsid w:val="00CD55AA"/>
    <w:rsid w:val="00CD5784"/>
    <w:rsid w:val="00CD5CDE"/>
    <w:rsid w:val="00CD6427"/>
    <w:rsid w:val="00CD657F"/>
    <w:rsid w:val="00CD73E2"/>
    <w:rsid w:val="00CD7766"/>
    <w:rsid w:val="00CE03A4"/>
    <w:rsid w:val="00CE3776"/>
    <w:rsid w:val="00CE40EA"/>
    <w:rsid w:val="00CE443D"/>
    <w:rsid w:val="00CE4F7B"/>
    <w:rsid w:val="00CE6C9B"/>
    <w:rsid w:val="00CF057E"/>
    <w:rsid w:val="00CF162B"/>
    <w:rsid w:val="00CF22AE"/>
    <w:rsid w:val="00CF3FA5"/>
    <w:rsid w:val="00CF40D1"/>
    <w:rsid w:val="00D0051D"/>
    <w:rsid w:val="00D00612"/>
    <w:rsid w:val="00D016A1"/>
    <w:rsid w:val="00D04A90"/>
    <w:rsid w:val="00D10D06"/>
    <w:rsid w:val="00D11D19"/>
    <w:rsid w:val="00D12A50"/>
    <w:rsid w:val="00D12BC4"/>
    <w:rsid w:val="00D20681"/>
    <w:rsid w:val="00D20766"/>
    <w:rsid w:val="00D2313F"/>
    <w:rsid w:val="00D2327D"/>
    <w:rsid w:val="00D23957"/>
    <w:rsid w:val="00D24AA5"/>
    <w:rsid w:val="00D24DDC"/>
    <w:rsid w:val="00D259CF"/>
    <w:rsid w:val="00D27A26"/>
    <w:rsid w:val="00D30650"/>
    <w:rsid w:val="00D30688"/>
    <w:rsid w:val="00D30860"/>
    <w:rsid w:val="00D35908"/>
    <w:rsid w:val="00D35B45"/>
    <w:rsid w:val="00D36A13"/>
    <w:rsid w:val="00D40783"/>
    <w:rsid w:val="00D43863"/>
    <w:rsid w:val="00D463B3"/>
    <w:rsid w:val="00D46D49"/>
    <w:rsid w:val="00D47DEC"/>
    <w:rsid w:val="00D50649"/>
    <w:rsid w:val="00D51C27"/>
    <w:rsid w:val="00D51E60"/>
    <w:rsid w:val="00D5379C"/>
    <w:rsid w:val="00D54C2B"/>
    <w:rsid w:val="00D5730C"/>
    <w:rsid w:val="00D6013F"/>
    <w:rsid w:val="00D61252"/>
    <w:rsid w:val="00D61D66"/>
    <w:rsid w:val="00D62967"/>
    <w:rsid w:val="00D62CE3"/>
    <w:rsid w:val="00D63286"/>
    <w:rsid w:val="00D638E4"/>
    <w:rsid w:val="00D66486"/>
    <w:rsid w:val="00D67EED"/>
    <w:rsid w:val="00D701F9"/>
    <w:rsid w:val="00D71881"/>
    <w:rsid w:val="00D72C69"/>
    <w:rsid w:val="00D74BE2"/>
    <w:rsid w:val="00D851CD"/>
    <w:rsid w:val="00D854B3"/>
    <w:rsid w:val="00D857A3"/>
    <w:rsid w:val="00D85F18"/>
    <w:rsid w:val="00D86541"/>
    <w:rsid w:val="00D90B0B"/>
    <w:rsid w:val="00D91D01"/>
    <w:rsid w:val="00D930B5"/>
    <w:rsid w:val="00D934C0"/>
    <w:rsid w:val="00D977D2"/>
    <w:rsid w:val="00DA1AD6"/>
    <w:rsid w:val="00DA3C46"/>
    <w:rsid w:val="00DA669C"/>
    <w:rsid w:val="00DA6D98"/>
    <w:rsid w:val="00DA7492"/>
    <w:rsid w:val="00DB2092"/>
    <w:rsid w:val="00DB3B26"/>
    <w:rsid w:val="00DB4A89"/>
    <w:rsid w:val="00DB4C31"/>
    <w:rsid w:val="00DB586E"/>
    <w:rsid w:val="00DB615C"/>
    <w:rsid w:val="00DB6CAF"/>
    <w:rsid w:val="00DC1709"/>
    <w:rsid w:val="00DC173F"/>
    <w:rsid w:val="00DC6276"/>
    <w:rsid w:val="00DD1E75"/>
    <w:rsid w:val="00DD1F7B"/>
    <w:rsid w:val="00DD225C"/>
    <w:rsid w:val="00DD26D0"/>
    <w:rsid w:val="00DD2B34"/>
    <w:rsid w:val="00DD39CE"/>
    <w:rsid w:val="00DD461E"/>
    <w:rsid w:val="00DD49C3"/>
    <w:rsid w:val="00DD7633"/>
    <w:rsid w:val="00DD7820"/>
    <w:rsid w:val="00DE2DA8"/>
    <w:rsid w:val="00DE3487"/>
    <w:rsid w:val="00DE36AA"/>
    <w:rsid w:val="00DE4505"/>
    <w:rsid w:val="00DE603D"/>
    <w:rsid w:val="00DE71C7"/>
    <w:rsid w:val="00DE7632"/>
    <w:rsid w:val="00DF078C"/>
    <w:rsid w:val="00DF0A36"/>
    <w:rsid w:val="00DF2D70"/>
    <w:rsid w:val="00DF2DDD"/>
    <w:rsid w:val="00E0254A"/>
    <w:rsid w:val="00E05874"/>
    <w:rsid w:val="00E065FF"/>
    <w:rsid w:val="00E11D74"/>
    <w:rsid w:val="00E14EC5"/>
    <w:rsid w:val="00E15B71"/>
    <w:rsid w:val="00E16326"/>
    <w:rsid w:val="00E167C9"/>
    <w:rsid w:val="00E215E3"/>
    <w:rsid w:val="00E21C9B"/>
    <w:rsid w:val="00E24B92"/>
    <w:rsid w:val="00E25BD1"/>
    <w:rsid w:val="00E26325"/>
    <w:rsid w:val="00E27E57"/>
    <w:rsid w:val="00E36925"/>
    <w:rsid w:val="00E375F9"/>
    <w:rsid w:val="00E37E0C"/>
    <w:rsid w:val="00E42291"/>
    <w:rsid w:val="00E42DC5"/>
    <w:rsid w:val="00E44206"/>
    <w:rsid w:val="00E447B5"/>
    <w:rsid w:val="00E4499F"/>
    <w:rsid w:val="00E45D95"/>
    <w:rsid w:val="00E46CE6"/>
    <w:rsid w:val="00E47DBD"/>
    <w:rsid w:val="00E51BC2"/>
    <w:rsid w:val="00E51D55"/>
    <w:rsid w:val="00E51E81"/>
    <w:rsid w:val="00E5303B"/>
    <w:rsid w:val="00E53C0B"/>
    <w:rsid w:val="00E618D1"/>
    <w:rsid w:val="00E61A38"/>
    <w:rsid w:val="00E62DBB"/>
    <w:rsid w:val="00E63651"/>
    <w:rsid w:val="00E64D3C"/>
    <w:rsid w:val="00E65BFF"/>
    <w:rsid w:val="00E668C7"/>
    <w:rsid w:val="00E67D86"/>
    <w:rsid w:val="00E70CB3"/>
    <w:rsid w:val="00E7268A"/>
    <w:rsid w:val="00E759C7"/>
    <w:rsid w:val="00E7632A"/>
    <w:rsid w:val="00E767B0"/>
    <w:rsid w:val="00E81A22"/>
    <w:rsid w:val="00E81D3F"/>
    <w:rsid w:val="00E84BBA"/>
    <w:rsid w:val="00E86C64"/>
    <w:rsid w:val="00E8715F"/>
    <w:rsid w:val="00E90402"/>
    <w:rsid w:val="00E90DE4"/>
    <w:rsid w:val="00E91375"/>
    <w:rsid w:val="00E94A32"/>
    <w:rsid w:val="00E96253"/>
    <w:rsid w:val="00E97166"/>
    <w:rsid w:val="00E97240"/>
    <w:rsid w:val="00EA249A"/>
    <w:rsid w:val="00EA25D9"/>
    <w:rsid w:val="00EA3C77"/>
    <w:rsid w:val="00EA515B"/>
    <w:rsid w:val="00EA5E0A"/>
    <w:rsid w:val="00EA6A7B"/>
    <w:rsid w:val="00EA7E04"/>
    <w:rsid w:val="00EB11FD"/>
    <w:rsid w:val="00EB4A61"/>
    <w:rsid w:val="00EB7F3F"/>
    <w:rsid w:val="00EC0713"/>
    <w:rsid w:val="00EC5603"/>
    <w:rsid w:val="00EC619E"/>
    <w:rsid w:val="00EC627F"/>
    <w:rsid w:val="00EC7C13"/>
    <w:rsid w:val="00EC7D4E"/>
    <w:rsid w:val="00ED2278"/>
    <w:rsid w:val="00ED23DD"/>
    <w:rsid w:val="00ED25CD"/>
    <w:rsid w:val="00ED43A6"/>
    <w:rsid w:val="00ED5E55"/>
    <w:rsid w:val="00ED63F7"/>
    <w:rsid w:val="00ED68A4"/>
    <w:rsid w:val="00EE00C8"/>
    <w:rsid w:val="00EE0F12"/>
    <w:rsid w:val="00EE389B"/>
    <w:rsid w:val="00EE3D3B"/>
    <w:rsid w:val="00EE5079"/>
    <w:rsid w:val="00EE5465"/>
    <w:rsid w:val="00EE7390"/>
    <w:rsid w:val="00EF08DB"/>
    <w:rsid w:val="00EF42ED"/>
    <w:rsid w:val="00EF4C80"/>
    <w:rsid w:val="00EF5105"/>
    <w:rsid w:val="00EF63F2"/>
    <w:rsid w:val="00EF7A61"/>
    <w:rsid w:val="00F04B36"/>
    <w:rsid w:val="00F103AF"/>
    <w:rsid w:val="00F1062D"/>
    <w:rsid w:val="00F11A08"/>
    <w:rsid w:val="00F126DF"/>
    <w:rsid w:val="00F13DD6"/>
    <w:rsid w:val="00F1412F"/>
    <w:rsid w:val="00F1632B"/>
    <w:rsid w:val="00F204FF"/>
    <w:rsid w:val="00F2117B"/>
    <w:rsid w:val="00F2291B"/>
    <w:rsid w:val="00F2413D"/>
    <w:rsid w:val="00F27A53"/>
    <w:rsid w:val="00F3026D"/>
    <w:rsid w:val="00F31783"/>
    <w:rsid w:val="00F36062"/>
    <w:rsid w:val="00F3799A"/>
    <w:rsid w:val="00F40119"/>
    <w:rsid w:val="00F410B1"/>
    <w:rsid w:val="00F42ACE"/>
    <w:rsid w:val="00F42B5F"/>
    <w:rsid w:val="00F43DDD"/>
    <w:rsid w:val="00F45E20"/>
    <w:rsid w:val="00F46024"/>
    <w:rsid w:val="00F46C28"/>
    <w:rsid w:val="00F47E72"/>
    <w:rsid w:val="00F51793"/>
    <w:rsid w:val="00F527A8"/>
    <w:rsid w:val="00F5596F"/>
    <w:rsid w:val="00F55BC1"/>
    <w:rsid w:val="00F610B4"/>
    <w:rsid w:val="00F655E7"/>
    <w:rsid w:val="00F65679"/>
    <w:rsid w:val="00F66345"/>
    <w:rsid w:val="00F66F5C"/>
    <w:rsid w:val="00F709E9"/>
    <w:rsid w:val="00F71468"/>
    <w:rsid w:val="00F714F8"/>
    <w:rsid w:val="00F71F48"/>
    <w:rsid w:val="00F75A98"/>
    <w:rsid w:val="00F76FA0"/>
    <w:rsid w:val="00F82394"/>
    <w:rsid w:val="00F825B6"/>
    <w:rsid w:val="00F859ED"/>
    <w:rsid w:val="00F87942"/>
    <w:rsid w:val="00F87C50"/>
    <w:rsid w:val="00F91D13"/>
    <w:rsid w:val="00F928ED"/>
    <w:rsid w:val="00F92AFA"/>
    <w:rsid w:val="00F9502D"/>
    <w:rsid w:val="00F952F7"/>
    <w:rsid w:val="00F96397"/>
    <w:rsid w:val="00F976EF"/>
    <w:rsid w:val="00FA020D"/>
    <w:rsid w:val="00FA0751"/>
    <w:rsid w:val="00FA1D1F"/>
    <w:rsid w:val="00FA209E"/>
    <w:rsid w:val="00FA2336"/>
    <w:rsid w:val="00FA2E74"/>
    <w:rsid w:val="00FA2E81"/>
    <w:rsid w:val="00FA37C7"/>
    <w:rsid w:val="00FA392F"/>
    <w:rsid w:val="00FA3AB3"/>
    <w:rsid w:val="00FA401D"/>
    <w:rsid w:val="00FA4827"/>
    <w:rsid w:val="00FA5762"/>
    <w:rsid w:val="00FA5D96"/>
    <w:rsid w:val="00FA5FF7"/>
    <w:rsid w:val="00FA639A"/>
    <w:rsid w:val="00FA6765"/>
    <w:rsid w:val="00FB20B2"/>
    <w:rsid w:val="00FB2111"/>
    <w:rsid w:val="00FB3128"/>
    <w:rsid w:val="00FB5718"/>
    <w:rsid w:val="00FC06F5"/>
    <w:rsid w:val="00FC09DA"/>
    <w:rsid w:val="00FC0F40"/>
    <w:rsid w:val="00FC2F84"/>
    <w:rsid w:val="00FC32EF"/>
    <w:rsid w:val="00FC4026"/>
    <w:rsid w:val="00FC45D9"/>
    <w:rsid w:val="00FD02F4"/>
    <w:rsid w:val="00FD05EF"/>
    <w:rsid w:val="00FD0659"/>
    <w:rsid w:val="00FD594C"/>
    <w:rsid w:val="00FD5E90"/>
    <w:rsid w:val="00FD654F"/>
    <w:rsid w:val="00FE4E92"/>
    <w:rsid w:val="00FE5A15"/>
    <w:rsid w:val="00FF0772"/>
    <w:rsid w:val="00FF0A96"/>
    <w:rsid w:val="00FF35EA"/>
    <w:rsid w:val="00FF424D"/>
    <w:rsid w:val="00FF463F"/>
    <w:rsid w:val="00FF4762"/>
    <w:rsid w:val="00FF4888"/>
    <w:rsid w:val="00FF4D75"/>
    <w:rsid w:val="00FF5E2A"/>
    <w:rsid w:val="00FF6046"/>
    <w:rsid w:val="00FF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B96E9F0"/>
  <w14:defaultImageDpi w14:val="96"/>
  <w15:docId w15:val="{66A5B552-8967-4C40-9F31-14D630A99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7" w:qFormat="1"/>
    <w:lsdException w:name="heading 2" w:semiHidden="1" w:uiPriority="7" w:unhideWhenUsed="1" w:qFormat="1"/>
    <w:lsdException w:name="heading 3" w:semiHidden="1" w:uiPriority="7" w:unhideWhenUsed="1" w:qFormat="1"/>
    <w:lsdException w:name="heading 4" w:semiHidden="1" w:uiPriority="7" w:unhideWhenUsed="1" w:qFormat="1"/>
    <w:lsdException w:name="heading 5" w:semiHidden="1" w:uiPriority="7" w:unhideWhenUsed="1" w:qFormat="1"/>
    <w:lsdException w:name="heading 6" w:semiHidden="1" w:uiPriority="7" w:unhideWhenUsed="1" w:qFormat="1"/>
    <w:lsdException w:name="heading 7" w:semiHidden="1" w:uiPriority="7" w:unhideWhenUsed="1" w:qFormat="1"/>
    <w:lsdException w:name="heading 8" w:semiHidden="1" w:uiPriority="7" w:unhideWhenUsed="1" w:qFormat="1"/>
    <w:lsdException w:name="heading 9" w:semiHidden="1" w:uiPriority="7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iPriority="15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0" w:unhideWhenUsed="1" w:qFormat="1"/>
    <w:lsdException w:name="List Bullet 3" w:semiHidden="1" w:uiPriority="10" w:unhideWhenUsed="1" w:qFormat="1"/>
    <w:lsdException w:name="List Bullet 4" w:semiHidden="1" w:uiPriority="10" w:unhideWhenUsed="1" w:qFormat="1"/>
    <w:lsdException w:name="List Bullet 5" w:semiHidden="1" w:uiPriority="10" w:unhideWhenUsed="1" w:qFormat="1"/>
    <w:lsdException w:name="List Number 2" w:semiHidden="1" w:uiPriority="15" w:unhideWhenUsed="1" w:qFormat="1"/>
    <w:lsdException w:name="List Number 3" w:semiHidden="1" w:uiPriority="15" w:unhideWhenUsed="1" w:qFormat="1"/>
    <w:lsdException w:name="List Number 4" w:semiHidden="1" w:uiPriority="15" w:unhideWhenUsed="1" w:qFormat="1"/>
    <w:lsdException w:name="List Number 5" w:semiHidden="1" w:uiPriority="15" w:unhideWhenUsed="1" w:qFormat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iPriority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iPriority="31" w:unhideWhenUsed="1"/>
    <w:lsdException w:name="Body Text First Indent" w:semiHidden="1" w:uiPriority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29" w:unhideWhenUsed="1"/>
    <w:lsdException w:name="Hyperlink" w:semiHidden="1" w:unhideWhenUsed="1"/>
    <w:lsdException w:name="FollowedHyperlink" w:semiHidden="1" w:uiPriority="34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7" w:qFormat="1"/>
    <w:lsdException w:name="Intense Quote" w:uiPriority="28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23" w:qFormat="1"/>
    <w:lsdException w:name="Intense Reference" w:uiPriority="24" w:qFormat="1"/>
    <w:lsdException w:name="Book Title" w:uiPriority="33" w:qFormat="1"/>
    <w:lsdException w:name="Bibliography" w:semiHidden="1" w:uiPriority="37" w:unhideWhenUsed="1"/>
    <w:lsdException w:name="TOC Heading" w:semiHidden="1" w:uiPriority="6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B09D9"/>
    <w:pPr>
      <w:spacing w:after="160" w:line="259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7"/>
    <w:qFormat/>
    <w:rsid w:val="000B099D"/>
    <w:pPr>
      <w:keepNext/>
      <w:keepLines/>
      <w:spacing w:before="16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B099D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0B099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0B099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0B099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0B099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0B099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0B099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0B099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6446D"/>
    <w:pPr>
      <w:spacing w:line="292" w:lineRule="auto"/>
      <w:ind w:left="720"/>
      <w:contextualSpacing/>
    </w:pPr>
    <w:rPr>
      <w:rFonts w:eastAsia="Calibri"/>
      <w:color w:val="000000"/>
      <w:lang w:eastAsia="en-US"/>
    </w:rPr>
  </w:style>
  <w:style w:type="character" w:styleId="Odkaznakoment">
    <w:name w:val="annotation reference"/>
    <w:uiPriority w:val="99"/>
    <w:semiHidden/>
    <w:unhideWhenUsed/>
    <w:rsid w:val="003748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7486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74862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486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74862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74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74862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565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5654"/>
  </w:style>
  <w:style w:type="character" w:styleId="Znakapoznpodarou">
    <w:name w:val="footnote reference"/>
    <w:uiPriority w:val="99"/>
    <w:semiHidden/>
    <w:unhideWhenUsed/>
    <w:rsid w:val="007A5654"/>
    <w:rPr>
      <w:vertAlign w:val="superscript"/>
    </w:rPr>
  </w:style>
  <w:style w:type="paragraph" w:customStyle="1" w:styleId="l4">
    <w:name w:val="l4"/>
    <w:basedOn w:val="Normln"/>
    <w:rsid w:val="00FF60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FF6046"/>
    <w:rPr>
      <w:i/>
      <w:iCs/>
    </w:rPr>
  </w:style>
  <w:style w:type="paragraph" w:customStyle="1" w:styleId="l5">
    <w:name w:val="l5"/>
    <w:basedOn w:val="Normln"/>
    <w:rsid w:val="00FF60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7"/>
    <w:rsid w:val="000B099D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7"/>
    <w:rsid w:val="000B099D"/>
    <w:rPr>
      <w:rFonts w:asciiTheme="majorHAnsi" w:eastAsiaTheme="majorEastAsia" w:hAnsiTheme="majorHAnsi" w:cstheme="majorBidi"/>
      <w:b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7"/>
    <w:rsid w:val="000B099D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0B099D"/>
    <w:rPr>
      <w:rFonts w:asciiTheme="majorHAnsi" w:eastAsiaTheme="majorEastAsia" w:hAnsiTheme="majorHAnsi" w:cstheme="majorBidi"/>
      <w:i/>
      <w:iCs/>
      <w:sz w:val="24"/>
      <w:szCs w:val="22"/>
    </w:rPr>
  </w:style>
  <w:style w:type="character" w:customStyle="1" w:styleId="Nadpis5Char">
    <w:name w:val="Nadpis 5 Char"/>
    <w:basedOn w:val="Standardnpsmoodstavce"/>
    <w:link w:val="Nadpis5"/>
    <w:uiPriority w:val="7"/>
    <w:rsid w:val="000B099D"/>
    <w:rPr>
      <w:rFonts w:asciiTheme="majorHAnsi" w:eastAsiaTheme="majorEastAsia" w:hAnsiTheme="majorHAnsi" w:cstheme="majorBidi"/>
      <w:b/>
      <w:sz w:val="22"/>
      <w:szCs w:val="22"/>
    </w:rPr>
  </w:style>
  <w:style w:type="character" w:customStyle="1" w:styleId="Nadpis6Char">
    <w:name w:val="Nadpis 6 Char"/>
    <w:basedOn w:val="Standardnpsmoodstavce"/>
    <w:link w:val="Nadpis6"/>
    <w:uiPriority w:val="7"/>
    <w:rsid w:val="000B099D"/>
    <w:rPr>
      <w:rFonts w:asciiTheme="majorHAnsi" w:eastAsiaTheme="majorEastAsia" w:hAnsiTheme="majorHAnsi" w:cstheme="majorBidi"/>
      <w:i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7"/>
    <w:rsid w:val="000B099D"/>
    <w:rPr>
      <w:rFonts w:asciiTheme="majorHAnsi" w:eastAsiaTheme="majorEastAsia" w:hAnsiTheme="majorHAnsi" w:cstheme="majorBidi"/>
      <w:iCs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7"/>
    <w:rsid w:val="000B099D"/>
    <w:rPr>
      <w:rFonts w:asciiTheme="majorHAnsi" w:eastAsiaTheme="majorEastAsia" w:hAnsiTheme="majorHAnsi" w:cstheme="majorBidi"/>
      <w:b/>
      <w:color w:val="272727" w:themeColor="text1" w:themeTint="D8"/>
      <w:sz w:val="22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0B099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VariantaB-odrky">
    <w:name w:val="Varianta B - odrážky"/>
    <w:uiPriority w:val="99"/>
    <w:rsid w:val="000B099D"/>
    <w:pPr>
      <w:numPr>
        <w:numId w:val="4"/>
      </w:numPr>
    </w:pPr>
  </w:style>
  <w:style w:type="numbering" w:customStyle="1" w:styleId="VariantaA-odrky">
    <w:name w:val="Varianta A - odrážky"/>
    <w:uiPriority w:val="99"/>
    <w:rsid w:val="000B099D"/>
    <w:pPr>
      <w:numPr>
        <w:numId w:val="5"/>
      </w:numPr>
    </w:pPr>
  </w:style>
  <w:style w:type="numbering" w:customStyle="1" w:styleId="VariantaA-sla">
    <w:name w:val="Varianta A - čísla"/>
    <w:uiPriority w:val="99"/>
    <w:rsid w:val="000B099D"/>
    <w:pPr>
      <w:numPr>
        <w:numId w:val="7"/>
      </w:numPr>
    </w:pPr>
  </w:style>
  <w:style w:type="numbering" w:customStyle="1" w:styleId="VariantaB-sla">
    <w:name w:val="Varianta B - čísla"/>
    <w:uiPriority w:val="99"/>
    <w:rsid w:val="000B099D"/>
    <w:pPr>
      <w:numPr>
        <w:numId w:val="6"/>
      </w:numPr>
    </w:pPr>
  </w:style>
  <w:style w:type="paragraph" w:styleId="Nzev">
    <w:name w:val="Title"/>
    <w:basedOn w:val="Normln"/>
    <w:next w:val="Normln"/>
    <w:link w:val="NzevChar"/>
    <w:uiPriority w:val="4"/>
    <w:qFormat/>
    <w:rsid w:val="000B099D"/>
    <w:pPr>
      <w:keepNext/>
      <w:keepLine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0B099D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0B099D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0B099D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rFonts w:asciiTheme="minorHAnsi" w:eastAsiaTheme="minorEastAsia" w:hAnsiTheme="minorHAnsi"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0B099D"/>
    <w:rPr>
      <w:rFonts w:asciiTheme="minorHAnsi" w:eastAsiaTheme="minorEastAsia" w:hAnsiTheme="minorHAnsi"/>
      <w:i/>
      <w:iCs/>
      <w:sz w:val="22"/>
      <w:szCs w:val="22"/>
    </w:rPr>
  </w:style>
  <w:style w:type="character" w:styleId="Odkazintenzivn">
    <w:name w:val="Intense Reference"/>
    <w:basedOn w:val="Standardnpsmoodstavce"/>
    <w:uiPriority w:val="24"/>
    <w:qFormat/>
    <w:rsid w:val="000B099D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0B099D"/>
    <w:pPr>
      <w:numPr>
        <w:numId w:val="10"/>
      </w:numPr>
      <w:spacing w:after="0"/>
    </w:pPr>
    <w:rPr>
      <w:rFonts w:asciiTheme="minorHAnsi" w:eastAsiaTheme="minorEastAsia" w:hAnsiTheme="minorHAnsi"/>
    </w:rPr>
  </w:style>
  <w:style w:type="paragraph" w:styleId="slovanseznam2">
    <w:name w:val="List Number 2"/>
    <w:aliases w:val="Číslovaný seznam A 2"/>
    <w:basedOn w:val="Normln"/>
    <w:uiPriority w:val="15"/>
    <w:qFormat/>
    <w:rsid w:val="000B099D"/>
    <w:pPr>
      <w:numPr>
        <w:ilvl w:val="1"/>
        <w:numId w:val="10"/>
      </w:numPr>
      <w:spacing w:after="0"/>
      <w:contextualSpacing/>
    </w:pPr>
    <w:rPr>
      <w:rFonts w:asciiTheme="minorHAnsi" w:eastAsiaTheme="minorEastAsia" w:hAnsiTheme="minorHAnsi"/>
    </w:rPr>
  </w:style>
  <w:style w:type="paragraph" w:styleId="slovanseznam3">
    <w:name w:val="List Number 3"/>
    <w:aliases w:val="Číslovaný seznam A 3"/>
    <w:basedOn w:val="Normln"/>
    <w:uiPriority w:val="15"/>
    <w:qFormat/>
    <w:rsid w:val="000B099D"/>
    <w:pPr>
      <w:numPr>
        <w:ilvl w:val="2"/>
        <w:numId w:val="10"/>
      </w:numPr>
      <w:spacing w:after="0"/>
      <w:contextualSpacing/>
    </w:pPr>
    <w:rPr>
      <w:rFonts w:asciiTheme="minorHAnsi" w:eastAsiaTheme="minorEastAsia" w:hAnsiTheme="minorHAnsi"/>
    </w:rPr>
  </w:style>
  <w:style w:type="paragraph" w:styleId="slovanseznam4">
    <w:name w:val="List Number 4"/>
    <w:aliases w:val="Číslovaný seznam A 4"/>
    <w:basedOn w:val="Normln"/>
    <w:uiPriority w:val="15"/>
    <w:qFormat/>
    <w:rsid w:val="000B099D"/>
    <w:pPr>
      <w:numPr>
        <w:ilvl w:val="3"/>
        <w:numId w:val="10"/>
      </w:numPr>
      <w:spacing w:after="0"/>
      <w:contextualSpacing/>
    </w:pPr>
    <w:rPr>
      <w:rFonts w:asciiTheme="minorHAnsi" w:eastAsiaTheme="minorEastAsia" w:hAnsiTheme="minorHAnsi"/>
    </w:rPr>
  </w:style>
  <w:style w:type="paragraph" w:styleId="slovanseznam5">
    <w:name w:val="List Number 5"/>
    <w:aliases w:val="Číslovaný seznam A 5"/>
    <w:basedOn w:val="Normln"/>
    <w:uiPriority w:val="15"/>
    <w:qFormat/>
    <w:rsid w:val="000B099D"/>
    <w:pPr>
      <w:numPr>
        <w:ilvl w:val="4"/>
        <w:numId w:val="10"/>
      </w:numPr>
      <w:spacing w:after="0"/>
      <w:contextualSpacing/>
    </w:pPr>
    <w:rPr>
      <w:rFonts w:asciiTheme="minorHAnsi" w:eastAsiaTheme="minorEastAsia" w:hAnsiTheme="minorHAnsi"/>
    </w:rPr>
  </w:style>
  <w:style w:type="paragraph" w:customStyle="1" w:styleId="slovanseznamB">
    <w:name w:val="Číslovaný seznam B"/>
    <w:basedOn w:val="Normln"/>
    <w:uiPriority w:val="16"/>
    <w:qFormat/>
    <w:rsid w:val="000B099D"/>
    <w:pPr>
      <w:numPr>
        <w:numId w:val="8"/>
      </w:numPr>
      <w:spacing w:after="0"/>
    </w:pPr>
    <w:rPr>
      <w:rFonts w:asciiTheme="minorHAnsi" w:eastAsiaTheme="minorEastAsia" w:hAnsiTheme="minorHAnsi"/>
    </w:rPr>
  </w:style>
  <w:style w:type="paragraph" w:customStyle="1" w:styleId="slovanseznamB2">
    <w:name w:val="Číslovaný seznam B 2"/>
    <w:basedOn w:val="Normln"/>
    <w:uiPriority w:val="16"/>
    <w:qFormat/>
    <w:rsid w:val="000B099D"/>
    <w:pPr>
      <w:numPr>
        <w:ilvl w:val="1"/>
        <w:numId w:val="8"/>
      </w:numPr>
      <w:spacing w:after="0"/>
    </w:pPr>
    <w:rPr>
      <w:rFonts w:asciiTheme="minorHAnsi" w:eastAsiaTheme="minorEastAsia" w:hAnsiTheme="minorHAnsi"/>
    </w:rPr>
  </w:style>
  <w:style w:type="paragraph" w:customStyle="1" w:styleId="slovanseznamB3">
    <w:name w:val="Číslovaný seznam B 3"/>
    <w:basedOn w:val="Normln"/>
    <w:uiPriority w:val="16"/>
    <w:qFormat/>
    <w:rsid w:val="000B099D"/>
    <w:pPr>
      <w:numPr>
        <w:ilvl w:val="2"/>
        <w:numId w:val="8"/>
      </w:numPr>
      <w:spacing w:after="0"/>
    </w:pPr>
    <w:rPr>
      <w:rFonts w:asciiTheme="minorHAnsi" w:eastAsiaTheme="minorEastAsia" w:hAnsiTheme="minorHAnsi"/>
    </w:rPr>
  </w:style>
  <w:style w:type="paragraph" w:customStyle="1" w:styleId="slovanseznamB4">
    <w:name w:val="Číslovaný seznam B 4"/>
    <w:basedOn w:val="Normln"/>
    <w:uiPriority w:val="16"/>
    <w:qFormat/>
    <w:rsid w:val="000B099D"/>
    <w:pPr>
      <w:numPr>
        <w:ilvl w:val="3"/>
        <w:numId w:val="8"/>
      </w:numPr>
      <w:spacing w:after="0"/>
    </w:pPr>
    <w:rPr>
      <w:rFonts w:asciiTheme="minorHAnsi" w:eastAsiaTheme="minorEastAsia" w:hAnsiTheme="minorHAnsi"/>
    </w:rPr>
  </w:style>
  <w:style w:type="paragraph" w:customStyle="1" w:styleId="slovanseznamB5">
    <w:name w:val="Číslovaný seznam B 5"/>
    <w:basedOn w:val="Normln"/>
    <w:uiPriority w:val="16"/>
    <w:qFormat/>
    <w:rsid w:val="000B099D"/>
    <w:pPr>
      <w:numPr>
        <w:ilvl w:val="4"/>
        <w:numId w:val="8"/>
      </w:numPr>
      <w:spacing w:after="0"/>
    </w:pPr>
    <w:rPr>
      <w:rFonts w:asciiTheme="minorHAnsi" w:eastAsiaTheme="minorEastAsia" w:hAnsiTheme="minorHAnsi"/>
    </w:rPr>
  </w:style>
  <w:style w:type="paragraph" w:styleId="Seznamsodrkami3">
    <w:name w:val="List Bullet 3"/>
    <w:aliases w:val="Seznam s odrážkami A 3"/>
    <w:basedOn w:val="Normln"/>
    <w:uiPriority w:val="10"/>
    <w:qFormat/>
    <w:rsid w:val="000B099D"/>
    <w:pPr>
      <w:numPr>
        <w:ilvl w:val="2"/>
        <w:numId w:val="9"/>
      </w:numPr>
      <w:spacing w:after="0"/>
      <w:contextualSpacing/>
    </w:pPr>
    <w:rPr>
      <w:rFonts w:asciiTheme="minorHAnsi" w:eastAsiaTheme="minorEastAsia" w:hAnsiTheme="minorHAnsi"/>
    </w:rPr>
  </w:style>
  <w:style w:type="paragraph" w:styleId="Seznamsodrkami4">
    <w:name w:val="List Bullet 4"/>
    <w:aliases w:val="Seznam s odrážkami A 4"/>
    <w:basedOn w:val="Normln"/>
    <w:uiPriority w:val="10"/>
    <w:qFormat/>
    <w:rsid w:val="000B099D"/>
    <w:pPr>
      <w:numPr>
        <w:ilvl w:val="3"/>
        <w:numId w:val="9"/>
      </w:numPr>
      <w:spacing w:after="0"/>
      <w:contextualSpacing/>
    </w:pPr>
    <w:rPr>
      <w:rFonts w:asciiTheme="minorHAnsi" w:eastAsiaTheme="minorEastAsia" w:hAnsiTheme="minorHAnsi"/>
    </w:rPr>
  </w:style>
  <w:style w:type="paragraph" w:styleId="Seznamsodrkami5">
    <w:name w:val="List Bullet 5"/>
    <w:aliases w:val="Seznam s odrážkami A 5"/>
    <w:basedOn w:val="Normln"/>
    <w:uiPriority w:val="10"/>
    <w:qFormat/>
    <w:rsid w:val="000B099D"/>
    <w:pPr>
      <w:numPr>
        <w:ilvl w:val="4"/>
        <w:numId w:val="9"/>
      </w:numPr>
      <w:spacing w:after="0"/>
    </w:pPr>
    <w:rPr>
      <w:rFonts w:asciiTheme="minorHAnsi" w:eastAsiaTheme="minorEastAsia" w:hAnsiTheme="minorHAnsi"/>
    </w:rPr>
  </w:style>
  <w:style w:type="paragraph" w:styleId="Seznamsodrkami">
    <w:name w:val="List Bullet"/>
    <w:aliases w:val="Seznam s odrážkami A"/>
    <w:basedOn w:val="Normln"/>
    <w:uiPriority w:val="10"/>
    <w:qFormat/>
    <w:rsid w:val="000B099D"/>
    <w:pPr>
      <w:numPr>
        <w:numId w:val="9"/>
      </w:numPr>
      <w:spacing w:after="0"/>
      <w:contextualSpacing/>
    </w:pPr>
    <w:rPr>
      <w:rFonts w:asciiTheme="minorHAnsi" w:eastAsiaTheme="minorEastAsia" w:hAnsiTheme="minorHAnsi"/>
    </w:rPr>
  </w:style>
  <w:style w:type="paragraph" w:styleId="Seznamsodrkami2">
    <w:name w:val="List Bullet 2"/>
    <w:aliases w:val="Seznam s odrážkami A 2"/>
    <w:basedOn w:val="Normln"/>
    <w:uiPriority w:val="10"/>
    <w:qFormat/>
    <w:rsid w:val="000B099D"/>
    <w:pPr>
      <w:numPr>
        <w:ilvl w:val="1"/>
        <w:numId w:val="9"/>
      </w:numPr>
      <w:spacing w:after="0"/>
      <w:contextualSpacing/>
    </w:pPr>
    <w:rPr>
      <w:rFonts w:asciiTheme="minorHAnsi" w:eastAsiaTheme="minorEastAsia" w:hAnsiTheme="minorHAnsi"/>
    </w:rPr>
  </w:style>
  <w:style w:type="paragraph" w:customStyle="1" w:styleId="Nadpis1-mimoobsah">
    <w:name w:val="Nadpis 1 - mimo obsah"/>
    <w:basedOn w:val="Normln"/>
    <w:next w:val="Normln"/>
    <w:uiPriority w:val="8"/>
    <w:qFormat/>
    <w:rsid w:val="000B099D"/>
    <w:pPr>
      <w:keepNext/>
      <w:keepLines/>
      <w:spacing w:before="160" w:after="0"/>
    </w:pPr>
    <w:rPr>
      <w:rFonts w:asciiTheme="majorHAnsi" w:eastAsiaTheme="minorEastAsia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0B099D"/>
    <w:pPr>
      <w:keepNext/>
      <w:keepLines/>
      <w:spacing w:before="80" w:after="0"/>
    </w:pPr>
    <w:rPr>
      <w:rFonts w:asciiTheme="majorHAnsi" w:eastAsiaTheme="minorEastAsia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0B099D"/>
    <w:pPr>
      <w:keepNext/>
      <w:keepLines/>
      <w:spacing w:before="40" w:after="0"/>
    </w:pPr>
    <w:rPr>
      <w:rFonts w:asciiTheme="majorHAnsi" w:eastAsiaTheme="minorEastAsia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0B099D"/>
    <w:pPr>
      <w:keepNext/>
      <w:keepLines/>
      <w:spacing w:before="40" w:after="0"/>
    </w:pPr>
    <w:rPr>
      <w:rFonts w:asciiTheme="majorHAnsi" w:eastAsiaTheme="minorEastAsia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0B099D"/>
    <w:pPr>
      <w:keepNext/>
      <w:keepLines/>
      <w:spacing w:before="40" w:after="0"/>
    </w:pPr>
    <w:rPr>
      <w:rFonts w:asciiTheme="majorHAnsi" w:eastAsiaTheme="minorEastAsia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0B099D"/>
    <w:pPr>
      <w:keepNext/>
      <w:keepLines/>
      <w:spacing w:before="40" w:after="0"/>
    </w:pPr>
    <w:rPr>
      <w:rFonts w:asciiTheme="majorHAnsi" w:eastAsiaTheme="minorEastAsia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0B099D"/>
    <w:pPr>
      <w:keepNext/>
      <w:keepLines/>
      <w:spacing w:before="40" w:after="0"/>
    </w:pPr>
    <w:rPr>
      <w:rFonts w:asciiTheme="majorHAnsi" w:eastAsiaTheme="minorEastAsia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0B099D"/>
    <w:pPr>
      <w:keepNext/>
      <w:keepLines/>
      <w:spacing w:before="40" w:after="0"/>
    </w:pPr>
    <w:rPr>
      <w:rFonts w:asciiTheme="majorHAnsi" w:eastAsiaTheme="minorEastAsia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0B099D"/>
    <w:pPr>
      <w:keepNext/>
      <w:keepLines/>
      <w:spacing w:before="40" w:after="0"/>
    </w:pPr>
    <w:rPr>
      <w:rFonts w:asciiTheme="majorHAnsi" w:eastAsiaTheme="minorEastAsia" w:hAnsiTheme="majorHAnsi"/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qFormat/>
    <w:rsid w:val="000B099D"/>
    <w:pPr>
      <w:numPr>
        <w:ilvl w:val="1"/>
      </w:numPr>
    </w:pPr>
    <w:rPr>
      <w:rFonts w:asciiTheme="minorHAnsi" w:eastAsiaTheme="minorEastAsia" w:hAnsiTheme="minorHAnsi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5"/>
    <w:rsid w:val="000B099D"/>
    <w:rPr>
      <w:rFonts w:asciiTheme="minorHAnsi" w:eastAsiaTheme="minorEastAsia" w:hAnsiTheme="minorHAnsi"/>
      <w:color w:val="595959" w:themeColor="text1" w:themeTint="A6"/>
      <w:spacing w:val="15"/>
      <w:sz w:val="28"/>
      <w:szCs w:val="22"/>
    </w:rPr>
  </w:style>
  <w:style w:type="paragraph" w:styleId="Obsah1">
    <w:name w:val="toc 1"/>
    <w:basedOn w:val="Normln"/>
    <w:next w:val="Normln"/>
    <w:autoRedefine/>
    <w:uiPriority w:val="39"/>
    <w:unhideWhenUsed/>
    <w:rsid w:val="000B099D"/>
    <w:pPr>
      <w:spacing w:after="100"/>
    </w:pPr>
    <w:rPr>
      <w:rFonts w:asciiTheme="minorHAnsi" w:eastAsiaTheme="minorEastAsia" w:hAnsiTheme="minorHAnsi"/>
    </w:rPr>
  </w:style>
  <w:style w:type="paragraph" w:styleId="Obsah2">
    <w:name w:val="toc 2"/>
    <w:basedOn w:val="Normln"/>
    <w:next w:val="Normln"/>
    <w:autoRedefine/>
    <w:uiPriority w:val="39"/>
    <w:unhideWhenUsed/>
    <w:rsid w:val="000B099D"/>
    <w:pPr>
      <w:spacing w:after="100"/>
      <w:ind w:left="220"/>
    </w:pPr>
    <w:rPr>
      <w:rFonts w:asciiTheme="minorHAnsi" w:eastAsiaTheme="minorEastAsia" w:hAnsiTheme="minorHAnsi"/>
    </w:rPr>
  </w:style>
  <w:style w:type="paragraph" w:styleId="Obsah3">
    <w:name w:val="toc 3"/>
    <w:basedOn w:val="Normln"/>
    <w:next w:val="Normln"/>
    <w:autoRedefine/>
    <w:uiPriority w:val="39"/>
    <w:unhideWhenUsed/>
    <w:rsid w:val="000B099D"/>
    <w:pPr>
      <w:spacing w:after="100"/>
      <w:ind w:left="440"/>
    </w:pPr>
    <w:rPr>
      <w:rFonts w:asciiTheme="minorHAnsi" w:eastAsiaTheme="minorEastAsia" w:hAnsiTheme="minorHAnsi"/>
    </w:rPr>
  </w:style>
  <w:style w:type="paragraph" w:styleId="Obsah4">
    <w:name w:val="toc 4"/>
    <w:basedOn w:val="Normln"/>
    <w:next w:val="Normln"/>
    <w:autoRedefine/>
    <w:uiPriority w:val="39"/>
    <w:unhideWhenUsed/>
    <w:rsid w:val="000B099D"/>
    <w:pPr>
      <w:spacing w:after="100"/>
      <w:ind w:left="660"/>
    </w:pPr>
    <w:rPr>
      <w:rFonts w:asciiTheme="minorHAnsi" w:eastAsiaTheme="minorEastAsia" w:hAnsiTheme="minorHAnsi"/>
    </w:rPr>
  </w:style>
  <w:style w:type="paragraph" w:styleId="Obsah5">
    <w:name w:val="toc 5"/>
    <w:basedOn w:val="Normln"/>
    <w:next w:val="Normln"/>
    <w:autoRedefine/>
    <w:uiPriority w:val="39"/>
    <w:unhideWhenUsed/>
    <w:rsid w:val="000B099D"/>
    <w:pPr>
      <w:spacing w:after="100"/>
      <w:ind w:left="880"/>
    </w:pPr>
    <w:rPr>
      <w:rFonts w:asciiTheme="minorHAnsi" w:eastAsiaTheme="minorEastAsia" w:hAnsiTheme="minorHAnsi"/>
    </w:rPr>
  </w:style>
  <w:style w:type="paragraph" w:styleId="Obsah6">
    <w:name w:val="toc 6"/>
    <w:basedOn w:val="Normln"/>
    <w:next w:val="Normln"/>
    <w:autoRedefine/>
    <w:uiPriority w:val="39"/>
    <w:unhideWhenUsed/>
    <w:rsid w:val="000B099D"/>
    <w:pPr>
      <w:spacing w:after="100"/>
      <w:ind w:left="1100"/>
    </w:pPr>
    <w:rPr>
      <w:rFonts w:asciiTheme="minorHAnsi" w:eastAsiaTheme="minorEastAsia" w:hAnsiTheme="minorHAnsi"/>
    </w:rPr>
  </w:style>
  <w:style w:type="paragraph" w:styleId="Obsah7">
    <w:name w:val="toc 7"/>
    <w:basedOn w:val="Normln"/>
    <w:next w:val="Normln"/>
    <w:autoRedefine/>
    <w:uiPriority w:val="39"/>
    <w:unhideWhenUsed/>
    <w:rsid w:val="000B099D"/>
    <w:pPr>
      <w:spacing w:after="100"/>
      <w:ind w:left="1320"/>
    </w:pPr>
    <w:rPr>
      <w:rFonts w:asciiTheme="minorHAnsi" w:eastAsiaTheme="minorEastAsia" w:hAnsiTheme="minorHAnsi"/>
    </w:rPr>
  </w:style>
  <w:style w:type="paragraph" w:styleId="Obsah8">
    <w:name w:val="toc 8"/>
    <w:basedOn w:val="Normln"/>
    <w:next w:val="Normln"/>
    <w:autoRedefine/>
    <w:uiPriority w:val="39"/>
    <w:unhideWhenUsed/>
    <w:rsid w:val="000B099D"/>
    <w:pPr>
      <w:spacing w:after="100"/>
      <w:ind w:left="1540"/>
    </w:pPr>
    <w:rPr>
      <w:rFonts w:asciiTheme="minorHAnsi" w:eastAsiaTheme="minorEastAsia" w:hAnsiTheme="minorHAnsi"/>
    </w:rPr>
  </w:style>
  <w:style w:type="paragraph" w:styleId="Obsah9">
    <w:name w:val="toc 9"/>
    <w:basedOn w:val="Normln"/>
    <w:next w:val="Normln"/>
    <w:autoRedefine/>
    <w:uiPriority w:val="39"/>
    <w:unhideWhenUsed/>
    <w:rsid w:val="000B099D"/>
    <w:pPr>
      <w:spacing w:after="100"/>
      <w:ind w:left="1760"/>
    </w:pPr>
    <w:rPr>
      <w:rFonts w:asciiTheme="minorHAnsi" w:eastAsiaTheme="minorEastAsia" w:hAnsiTheme="minorHAnsi"/>
    </w:rPr>
  </w:style>
  <w:style w:type="character" w:styleId="Hypertextovodkaz">
    <w:name w:val="Hyperlink"/>
    <w:basedOn w:val="Standardnpsmoodstavce"/>
    <w:uiPriority w:val="99"/>
    <w:unhideWhenUsed/>
    <w:rsid w:val="000B099D"/>
    <w:rPr>
      <w:color w:val="0563C1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0B099D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0B099D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0B099D"/>
    <w:pPr>
      <w:keepLines/>
      <w:spacing w:before="240"/>
      <w:ind w:left="357" w:right="357"/>
    </w:pPr>
    <w:rPr>
      <w:rFonts w:asciiTheme="minorHAnsi" w:eastAsiaTheme="minorEastAsia" w:hAnsiTheme="minorHAnsi"/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0B099D"/>
    <w:rPr>
      <w:rFonts w:asciiTheme="minorHAnsi" w:eastAsiaTheme="minorEastAsia" w:hAnsiTheme="minorHAnsi"/>
      <w:i/>
      <w:iCs/>
      <w:color w:val="595959" w:themeColor="text1" w:themeTint="A6"/>
      <w:sz w:val="22"/>
      <w:szCs w:val="22"/>
    </w:rPr>
  </w:style>
  <w:style w:type="character" w:styleId="Zdraznn">
    <w:name w:val="Emphasis"/>
    <w:basedOn w:val="Standardnpsmoodstavce"/>
    <w:uiPriority w:val="20"/>
    <w:qFormat/>
    <w:rsid w:val="000B099D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0B099D"/>
  </w:style>
  <w:style w:type="paragraph" w:styleId="Datum">
    <w:name w:val="Date"/>
    <w:basedOn w:val="Normln"/>
    <w:next w:val="Normln"/>
    <w:link w:val="DatumChar"/>
    <w:uiPriority w:val="31"/>
    <w:unhideWhenUsed/>
    <w:rsid w:val="000B099D"/>
    <w:rPr>
      <w:rFonts w:asciiTheme="minorHAnsi" w:eastAsiaTheme="minorEastAsia" w:hAnsiTheme="minorHAnsi"/>
    </w:rPr>
  </w:style>
  <w:style w:type="character" w:customStyle="1" w:styleId="DatumChar">
    <w:name w:val="Datum Char"/>
    <w:basedOn w:val="Standardnpsmoodstavce"/>
    <w:link w:val="Datum"/>
    <w:uiPriority w:val="31"/>
    <w:rsid w:val="000B099D"/>
    <w:rPr>
      <w:rFonts w:asciiTheme="minorHAnsi" w:eastAsiaTheme="minorEastAsia" w:hAnsiTheme="minorHAnsi"/>
      <w:sz w:val="22"/>
      <w:szCs w:val="22"/>
    </w:rPr>
  </w:style>
  <w:style w:type="paragraph" w:styleId="Textvbloku">
    <w:name w:val="Block Text"/>
    <w:basedOn w:val="Normln"/>
    <w:uiPriority w:val="29"/>
    <w:unhideWhenUsed/>
    <w:rsid w:val="000B099D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asciiTheme="minorHAnsi" w:eastAsiaTheme="minorEastAsia" w:hAnsiTheme="minorHAnsi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0B099D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0B099D"/>
    <w:rPr>
      <w:rFonts w:asciiTheme="minorHAnsi" w:eastAsiaTheme="minorEastAsia" w:hAnsiTheme="minorHAnsi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0B099D"/>
    <w:rPr>
      <w:rFonts w:asciiTheme="minorHAnsi" w:eastAsiaTheme="minorEastAsia" w:hAnsiTheme="minorHAnsi"/>
      <w:sz w:val="22"/>
      <w:szCs w:val="22"/>
    </w:rPr>
  </w:style>
  <w:style w:type="paragraph" w:styleId="Zkladntext-prvnodsazen">
    <w:name w:val="Body Text First Indent"/>
    <w:basedOn w:val="Zkladntext"/>
    <w:link w:val="Zkladntext-prvnodsazenChar"/>
    <w:uiPriority w:val="1"/>
    <w:rsid w:val="000B099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0B099D"/>
    <w:rPr>
      <w:rFonts w:asciiTheme="minorHAnsi" w:eastAsiaTheme="minorEastAsia" w:hAnsiTheme="minorHAnsi"/>
      <w:sz w:val="22"/>
      <w:szCs w:val="22"/>
    </w:rPr>
  </w:style>
  <w:style w:type="paragraph" w:styleId="Zkladntextodsazen">
    <w:name w:val="Body Text Indent"/>
    <w:basedOn w:val="Normln"/>
    <w:link w:val="ZkladntextodsazenChar"/>
    <w:uiPriority w:val="1"/>
    <w:rsid w:val="000B099D"/>
    <w:pPr>
      <w:ind w:left="357"/>
    </w:pPr>
    <w:rPr>
      <w:rFonts w:asciiTheme="minorHAnsi" w:eastAsiaTheme="minorEastAsia" w:hAnsiTheme="minorHAnsi"/>
    </w:r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0B099D"/>
    <w:rPr>
      <w:rFonts w:asciiTheme="minorHAnsi" w:eastAsiaTheme="minorEastAsia" w:hAnsiTheme="minorHAnsi"/>
      <w:sz w:val="22"/>
      <w:szCs w:val="22"/>
    </w:rPr>
  </w:style>
  <w:style w:type="paragraph" w:customStyle="1" w:styleId="SeznamsodrkamiB">
    <w:name w:val="Seznam s odrážkami B"/>
    <w:basedOn w:val="Normln"/>
    <w:uiPriority w:val="11"/>
    <w:qFormat/>
    <w:rsid w:val="000B099D"/>
    <w:pPr>
      <w:numPr>
        <w:numId w:val="11"/>
      </w:numPr>
      <w:spacing w:after="0"/>
    </w:pPr>
    <w:rPr>
      <w:rFonts w:asciiTheme="minorHAnsi" w:eastAsiaTheme="minorEastAsia" w:hAnsiTheme="minorHAnsi"/>
    </w:rPr>
  </w:style>
  <w:style w:type="paragraph" w:customStyle="1" w:styleId="SeznamsodrkamiB2">
    <w:name w:val="Seznam s odrážkami B 2"/>
    <w:basedOn w:val="Normln"/>
    <w:uiPriority w:val="11"/>
    <w:qFormat/>
    <w:rsid w:val="000B099D"/>
    <w:pPr>
      <w:numPr>
        <w:ilvl w:val="1"/>
        <w:numId w:val="11"/>
      </w:numPr>
      <w:spacing w:after="0"/>
    </w:pPr>
    <w:rPr>
      <w:rFonts w:asciiTheme="minorHAnsi" w:eastAsiaTheme="minorEastAsia" w:hAnsiTheme="minorHAnsi"/>
    </w:rPr>
  </w:style>
  <w:style w:type="paragraph" w:customStyle="1" w:styleId="SeznamsodrkamiB3">
    <w:name w:val="Seznam s odrážkami B 3"/>
    <w:basedOn w:val="Normln"/>
    <w:uiPriority w:val="11"/>
    <w:qFormat/>
    <w:rsid w:val="000B099D"/>
    <w:pPr>
      <w:numPr>
        <w:ilvl w:val="2"/>
        <w:numId w:val="11"/>
      </w:numPr>
      <w:spacing w:after="0"/>
    </w:pPr>
    <w:rPr>
      <w:rFonts w:asciiTheme="minorHAnsi" w:eastAsiaTheme="minorEastAsia" w:hAnsiTheme="minorHAnsi"/>
    </w:rPr>
  </w:style>
  <w:style w:type="paragraph" w:customStyle="1" w:styleId="SeznamsodrkamiB4">
    <w:name w:val="Seznam s odrážkami B 4"/>
    <w:basedOn w:val="Normln"/>
    <w:uiPriority w:val="11"/>
    <w:qFormat/>
    <w:rsid w:val="000B099D"/>
    <w:pPr>
      <w:numPr>
        <w:ilvl w:val="3"/>
        <w:numId w:val="11"/>
      </w:numPr>
      <w:spacing w:after="0"/>
    </w:pPr>
    <w:rPr>
      <w:rFonts w:asciiTheme="minorHAnsi" w:eastAsiaTheme="minorEastAsia" w:hAnsiTheme="minorHAnsi"/>
    </w:rPr>
  </w:style>
  <w:style w:type="paragraph" w:customStyle="1" w:styleId="SeznamsodrkamiB5">
    <w:name w:val="Seznam s odrážkami B 5"/>
    <w:basedOn w:val="Normln"/>
    <w:uiPriority w:val="11"/>
    <w:qFormat/>
    <w:rsid w:val="000B099D"/>
    <w:pPr>
      <w:numPr>
        <w:ilvl w:val="4"/>
        <w:numId w:val="11"/>
      </w:numPr>
      <w:spacing w:after="0"/>
    </w:pPr>
    <w:rPr>
      <w:rFonts w:asciiTheme="minorHAnsi" w:eastAsiaTheme="minorEastAsia" w:hAnsiTheme="minorHAnsi"/>
    </w:rPr>
  </w:style>
  <w:style w:type="paragraph" w:styleId="Zhlav">
    <w:name w:val="header"/>
    <w:basedOn w:val="Normln"/>
    <w:link w:val="ZhlavChar"/>
    <w:uiPriority w:val="99"/>
    <w:unhideWhenUsed/>
    <w:rsid w:val="000B09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B099D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0B09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B099D"/>
    <w:rPr>
      <w:sz w:val="22"/>
      <w:szCs w:val="22"/>
    </w:rPr>
  </w:style>
  <w:style w:type="paragraph" w:customStyle="1" w:styleId="Default">
    <w:name w:val="Default"/>
    <w:rsid w:val="006007A0"/>
    <w:pPr>
      <w:autoSpaceDE w:val="0"/>
      <w:autoSpaceDN w:val="0"/>
      <w:adjustRightInd w:val="0"/>
    </w:pPr>
    <w:rPr>
      <w:rFonts w:ascii="EUAlbertina" w:eastAsiaTheme="minorHAnsi" w:hAnsi="EUAlbertina" w:cs="EUAlbertina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basedOn w:val="Standardnpsmoodstavce"/>
    <w:rsid w:val="00BF4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6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39308BC2D21834F91D63484AA38005A" ma:contentTypeVersion="10" ma:contentTypeDescription="Vytvoří nový dokument" ma:contentTypeScope="" ma:versionID="57872640be5a63bccbf04580a534d88b">
  <xsd:schema xmlns:xsd="http://www.w3.org/2001/XMLSchema" xmlns:xs="http://www.w3.org/2001/XMLSchema" xmlns:p="http://schemas.microsoft.com/office/2006/metadata/properties" xmlns:ns3="3fe2b805-88eb-466f-b0d1-5a6d91eac2df" xmlns:ns4="1b410c03-d4ad-4708-830a-a2259cc2fbd0" targetNamespace="http://schemas.microsoft.com/office/2006/metadata/properties" ma:root="true" ma:fieldsID="b503cfdb39ea6e4bd4eb68b67e5b0b79" ns3:_="" ns4:_="">
    <xsd:import namespace="3fe2b805-88eb-466f-b0d1-5a6d91eac2df"/>
    <xsd:import namespace="1b410c03-d4ad-4708-830a-a2259cc2fb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2b805-88eb-466f-b0d1-5a6d91eac2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410c03-d4ad-4708-830a-a2259cc2fb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3D37B-9150-4006-A52F-463E2FB757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92CF55-0D92-4114-A887-2FCB8805D8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e2b805-88eb-466f-b0d1-5a6d91eac2df"/>
    <ds:schemaRef ds:uri="1b410c03-d4ad-4708-830a-a2259cc2fb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911828-D503-4198-8EB7-D6D9CA8CC431}">
  <ds:schemaRefs>
    <ds:schemaRef ds:uri="http://schemas.microsoft.com/office/2006/metadata/properties"/>
    <ds:schemaRef ds:uri="http://schemas.microsoft.com/office/2006/documentManagement/types"/>
    <ds:schemaRef ds:uri="1b410c03-d4ad-4708-830a-a2259cc2fbd0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3fe2b805-88eb-466f-b0d1-5a6d91eac2df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7D922EDA-E2F8-4CF5-987E-199D892AA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943F9B8D.dotm</Template>
  <TotalTime>0</TotalTime>
  <Pages>1</Pages>
  <Words>152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MPO</Company>
  <LinksUpToDate>false</LinksUpToDate>
  <CharactersWithSpaces>1068</CharactersWithSpaces>
  <SharedDoc>false</SharedDoc>
  <HLinks>
    <vt:vector size="768" baseType="variant">
      <vt:variant>
        <vt:i4>4653133</vt:i4>
      </vt:variant>
      <vt:variant>
        <vt:i4>369</vt:i4>
      </vt:variant>
      <vt:variant>
        <vt:i4>0</vt:i4>
      </vt:variant>
      <vt:variant>
        <vt:i4>5</vt:i4>
      </vt:variant>
      <vt:variant>
        <vt:lpwstr>aspi://module='ASPI'&amp;link='563/1991 Sb.%2523'&amp;ucin-k-dni='31.12.2018'</vt:lpwstr>
      </vt:variant>
      <vt:variant>
        <vt:lpwstr/>
      </vt:variant>
      <vt:variant>
        <vt:i4>4784196</vt:i4>
      </vt:variant>
      <vt:variant>
        <vt:i4>366</vt:i4>
      </vt:variant>
      <vt:variant>
        <vt:i4>0</vt:i4>
      </vt:variant>
      <vt:variant>
        <vt:i4>5</vt:i4>
      </vt:variant>
      <vt:variant>
        <vt:lpwstr>aspi://module='ASPI'&amp;link='311/2006 Sb.%2523'&amp;ucin-k-dni='31.12.2018'</vt:lpwstr>
      </vt:variant>
      <vt:variant>
        <vt:lpwstr/>
      </vt:variant>
      <vt:variant>
        <vt:i4>6815856</vt:i4>
      </vt:variant>
      <vt:variant>
        <vt:i4>363</vt:i4>
      </vt:variant>
      <vt:variant>
        <vt:i4>0</vt:i4>
      </vt:variant>
      <vt:variant>
        <vt:i4>5</vt:i4>
      </vt:variant>
      <vt:variant>
        <vt:lpwstr>aspi://module='ASPI'&amp;link='513/1991 Sb.%25232'&amp;ucin-k-dni='31.12.2018'</vt:lpwstr>
      </vt:variant>
      <vt:variant>
        <vt:lpwstr/>
      </vt:variant>
      <vt:variant>
        <vt:i4>4325455</vt:i4>
      </vt:variant>
      <vt:variant>
        <vt:i4>360</vt:i4>
      </vt:variant>
      <vt:variant>
        <vt:i4>0</vt:i4>
      </vt:variant>
      <vt:variant>
        <vt:i4>5</vt:i4>
      </vt:variant>
      <vt:variant>
        <vt:lpwstr>aspi://module='ASPI'&amp;link='158/2009 Sb.%2523'&amp;ucin-k-dni='31.12.2018'</vt:lpwstr>
      </vt:variant>
      <vt:variant>
        <vt:lpwstr/>
      </vt:variant>
      <vt:variant>
        <vt:i4>5046336</vt:i4>
      </vt:variant>
      <vt:variant>
        <vt:i4>357</vt:i4>
      </vt:variant>
      <vt:variant>
        <vt:i4>0</vt:i4>
      </vt:variant>
      <vt:variant>
        <vt:i4>5</vt:i4>
      </vt:variant>
      <vt:variant>
        <vt:lpwstr>aspi://module='ASPI'&amp;link='670/2004 Sb.%2523'&amp;ucin-k-dni='31.12.2018'</vt:lpwstr>
      </vt:variant>
      <vt:variant>
        <vt:lpwstr/>
      </vt:variant>
      <vt:variant>
        <vt:i4>6815866</vt:i4>
      </vt:variant>
      <vt:variant>
        <vt:i4>354</vt:i4>
      </vt:variant>
      <vt:variant>
        <vt:i4>0</vt:i4>
      </vt:variant>
      <vt:variant>
        <vt:i4>5</vt:i4>
      </vt:variant>
      <vt:variant>
        <vt:lpwstr>aspi://module='ASPI'&amp;link='458/2000 Sb.%25234'&amp;ucin-k-dni='31.12.2018'</vt:lpwstr>
      </vt:variant>
      <vt:variant>
        <vt:lpwstr/>
      </vt:variant>
      <vt:variant>
        <vt:i4>6291498</vt:i4>
      </vt:variant>
      <vt:variant>
        <vt:i4>351</vt:i4>
      </vt:variant>
      <vt:variant>
        <vt:i4>0</vt:i4>
      </vt:variant>
      <vt:variant>
        <vt:i4>5</vt:i4>
      </vt:variant>
      <vt:variant>
        <vt:lpwstr>aspi://module='EU'&amp;link='32007D0742%2523'&amp;ucin-k-dni='31.12.2018'/</vt:lpwstr>
      </vt:variant>
      <vt:variant>
        <vt:lpwstr/>
      </vt:variant>
      <vt:variant>
        <vt:i4>4325455</vt:i4>
      </vt:variant>
      <vt:variant>
        <vt:i4>348</vt:i4>
      </vt:variant>
      <vt:variant>
        <vt:i4>0</vt:i4>
      </vt:variant>
      <vt:variant>
        <vt:i4>5</vt:i4>
      </vt:variant>
      <vt:variant>
        <vt:lpwstr>aspi://module='ASPI'&amp;link='158/2009 Sb.%2523'&amp;ucin-k-dni='31.12.2018'</vt:lpwstr>
      </vt:variant>
      <vt:variant>
        <vt:lpwstr/>
      </vt:variant>
      <vt:variant>
        <vt:i4>5046336</vt:i4>
      </vt:variant>
      <vt:variant>
        <vt:i4>345</vt:i4>
      </vt:variant>
      <vt:variant>
        <vt:i4>0</vt:i4>
      </vt:variant>
      <vt:variant>
        <vt:i4>5</vt:i4>
      </vt:variant>
      <vt:variant>
        <vt:lpwstr>aspi://module='ASPI'&amp;link='670/2004 Sb.%2523'&amp;ucin-k-dni='31.12.2018'</vt:lpwstr>
      </vt:variant>
      <vt:variant>
        <vt:lpwstr/>
      </vt:variant>
      <vt:variant>
        <vt:i4>8257662</vt:i4>
      </vt:variant>
      <vt:variant>
        <vt:i4>342</vt:i4>
      </vt:variant>
      <vt:variant>
        <vt:i4>0</vt:i4>
      </vt:variant>
      <vt:variant>
        <vt:i4>5</vt:i4>
      </vt:variant>
      <vt:variant>
        <vt:lpwstr>aspi://module='ASPI'&amp;link='458/2000 Sb.%252389'&amp;ucin-k-dni='31.12.2018'</vt:lpwstr>
      </vt:variant>
      <vt:variant>
        <vt:lpwstr/>
      </vt:variant>
      <vt:variant>
        <vt:i4>4325455</vt:i4>
      </vt:variant>
      <vt:variant>
        <vt:i4>339</vt:i4>
      </vt:variant>
      <vt:variant>
        <vt:i4>0</vt:i4>
      </vt:variant>
      <vt:variant>
        <vt:i4>5</vt:i4>
      </vt:variant>
      <vt:variant>
        <vt:lpwstr>aspi://module='ASPI'&amp;link='158/2009 Sb.%2523'&amp;ucin-k-dni='31.12.2018'</vt:lpwstr>
      </vt:variant>
      <vt:variant>
        <vt:lpwstr/>
      </vt:variant>
      <vt:variant>
        <vt:i4>5898270</vt:i4>
      </vt:variant>
      <vt:variant>
        <vt:i4>336</vt:i4>
      </vt:variant>
      <vt:variant>
        <vt:i4>0</vt:i4>
      </vt:variant>
      <vt:variant>
        <vt:i4>5</vt:i4>
      </vt:variant>
      <vt:variant>
        <vt:lpwstr>aspi://module='ASPI'&amp;link='458/2000 Sb.%252312a'&amp;ucin-k-dni='31.12.2018'</vt:lpwstr>
      </vt:variant>
      <vt:variant>
        <vt:lpwstr/>
      </vt:variant>
      <vt:variant>
        <vt:i4>4259914</vt:i4>
      </vt:variant>
      <vt:variant>
        <vt:i4>333</vt:i4>
      </vt:variant>
      <vt:variant>
        <vt:i4>0</vt:i4>
      </vt:variant>
      <vt:variant>
        <vt:i4>5</vt:i4>
      </vt:variant>
      <vt:variant>
        <vt:lpwstr>aspi://module='ASPI'&amp;link='505/1990 Sb.%2523'&amp;ucin-k-dni='31.12.2018'</vt:lpwstr>
      </vt:variant>
      <vt:variant>
        <vt:lpwstr/>
      </vt:variant>
      <vt:variant>
        <vt:i4>4980825</vt:i4>
      </vt:variant>
      <vt:variant>
        <vt:i4>330</vt:i4>
      </vt:variant>
      <vt:variant>
        <vt:i4>0</vt:i4>
      </vt:variant>
      <vt:variant>
        <vt:i4>5</vt:i4>
      </vt:variant>
      <vt:variant>
        <vt:lpwstr>aspi://module='ASPI'&amp;link='82/2011 Sb.%2523'&amp;ucin-k-dni='31.12.2018'</vt:lpwstr>
      </vt:variant>
      <vt:variant>
        <vt:lpwstr/>
      </vt:variant>
      <vt:variant>
        <vt:i4>4325455</vt:i4>
      </vt:variant>
      <vt:variant>
        <vt:i4>327</vt:i4>
      </vt:variant>
      <vt:variant>
        <vt:i4>0</vt:i4>
      </vt:variant>
      <vt:variant>
        <vt:i4>5</vt:i4>
      </vt:variant>
      <vt:variant>
        <vt:lpwstr>aspi://module='ASPI'&amp;link='158/2009 Sb.%2523'&amp;ucin-k-dni='31.12.2018'</vt:lpwstr>
      </vt:variant>
      <vt:variant>
        <vt:lpwstr/>
      </vt:variant>
      <vt:variant>
        <vt:i4>5046336</vt:i4>
      </vt:variant>
      <vt:variant>
        <vt:i4>324</vt:i4>
      </vt:variant>
      <vt:variant>
        <vt:i4>0</vt:i4>
      </vt:variant>
      <vt:variant>
        <vt:i4>5</vt:i4>
      </vt:variant>
      <vt:variant>
        <vt:lpwstr>aspi://module='ASPI'&amp;link='670/2004 Sb.%2523'&amp;ucin-k-dni='31.12.2018'</vt:lpwstr>
      </vt:variant>
      <vt:variant>
        <vt:lpwstr/>
      </vt:variant>
      <vt:variant>
        <vt:i4>7667828</vt:i4>
      </vt:variant>
      <vt:variant>
        <vt:i4>321</vt:i4>
      </vt:variant>
      <vt:variant>
        <vt:i4>0</vt:i4>
      </vt:variant>
      <vt:variant>
        <vt:i4>5</vt:i4>
      </vt:variant>
      <vt:variant>
        <vt:lpwstr>aspi://module='ASPI'&amp;link='458/2000 Sb.%252322'&amp;ucin-k-dni='31.12.2018'</vt:lpwstr>
      </vt:variant>
      <vt:variant>
        <vt:lpwstr/>
      </vt:variant>
      <vt:variant>
        <vt:i4>4653126</vt:i4>
      </vt:variant>
      <vt:variant>
        <vt:i4>318</vt:i4>
      </vt:variant>
      <vt:variant>
        <vt:i4>0</vt:i4>
      </vt:variant>
      <vt:variant>
        <vt:i4>5</vt:i4>
      </vt:variant>
      <vt:variant>
        <vt:lpwstr>aspi://module='ASPI'&amp;link='458/2000 Sb.%2523'&amp;ucin-k-dni='31.12.2018'</vt:lpwstr>
      </vt:variant>
      <vt:variant>
        <vt:lpwstr/>
      </vt:variant>
      <vt:variant>
        <vt:i4>5177410</vt:i4>
      </vt:variant>
      <vt:variant>
        <vt:i4>315</vt:i4>
      </vt:variant>
      <vt:variant>
        <vt:i4>0</vt:i4>
      </vt:variant>
      <vt:variant>
        <vt:i4>5</vt:i4>
      </vt:variant>
      <vt:variant>
        <vt:lpwstr>aspi://module='ASPI'&amp;link='541/2005 Sb.%2523'&amp;ucin-k-dni='31.12.2018'</vt:lpwstr>
      </vt:variant>
      <vt:variant>
        <vt:lpwstr/>
      </vt:variant>
      <vt:variant>
        <vt:i4>4587611</vt:i4>
      </vt:variant>
      <vt:variant>
        <vt:i4>312</vt:i4>
      </vt:variant>
      <vt:variant>
        <vt:i4>0</vt:i4>
      </vt:variant>
      <vt:variant>
        <vt:i4>5</vt:i4>
      </vt:variant>
      <vt:variant>
        <vt:lpwstr>aspi://module='ASPI'&amp;link='51/2006 Sb.%2523'&amp;ucin-k-dni='31.12.2018'</vt:lpwstr>
      </vt:variant>
      <vt:variant>
        <vt:lpwstr/>
      </vt:variant>
      <vt:variant>
        <vt:i4>4325455</vt:i4>
      </vt:variant>
      <vt:variant>
        <vt:i4>309</vt:i4>
      </vt:variant>
      <vt:variant>
        <vt:i4>0</vt:i4>
      </vt:variant>
      <vt:variant>
        <vt:i4>5</vt:i4>
      </vt:variant>
      <vt:variant>
        <vt:lpwstr>aspi://module='ASPI'&amp;link='158/2009 Sb.%2523'&amp;ucin-k-dni='31.12.2018'</vt:lpwstr>
      </vt:variant>
      <vt:variant>
        <vt:lpwstr/>
      </vt:variant>
      <vt:variant>
        <vt:i4>5046336</vt:i4>
      </vt:variant>
      <vt:variant>
        <vt:i4>306</vt:i4>
      </vt:variant>
      <vt:variant>
        <vt:i4>0</vt:i4>
      </vt:variant>
      <vt:variant>
        <vt:i4>5</vt:i4>
      </vt:variant>
      <vt:variant>
        <vt:lpwstr>aspi://module='ASPI'&amp;link='670/2004 Sb.%2523'&amp;ucin-k-dni='31.12.2018'</vt:lpwstr>
      </vt:variant>
      <vt:variant>
        <vt:lpwstr/>
      </vt:variant>
      <vt:variant>
        <vt:i4>7667827</vt:i4>
      </vt:variant>
      <vt:variant>
        <vt:i4>303</vt:i4>
      </vt:variant>
      <vt:variant>
        <vt:i4>0</vt:i4>
      </vt:variant>
      <vt:variant>
        <vt:i4>5</vt:i4>
      </vt:variant>
      <vt:variant>
        <vt:lpwstr>aspi://module='ASPI'&amp;link='458/2000 Sb.%252352'&amp;ucin-k-dni='31.12.2018'</vt:lpwstr>
      </vt:variant>
      <vt:variant>
        <vt:lpwstr/>
      </vt:variant>
      <vt:variant>
        <vt:i4>4587596</vt:i4>
      </vt:variant>
      <vt:variant>
        <vt:i4>300</vt:i4>
      </vt:variant>
      <vt:variant>
        <vt:i4>0</vt:i4>
      </vt:variant>
      <vt:variant>
        <vt:i4>5</vt:i4>
      </vt:variant>
      <vt:variant>
        <vt:lpwstr>aspi://module='ASPI'&amp;link='344/1992 Sb.%2523'&amp;ucin-k-dni='31.12.2018'</vt:lpwstr>
      </vt:variant>
      <vt:variant>
        <vt:lpwstr/>
      </vt:variant>
      <vt:variant>
        <vt:i4>2621563</vt:i4>
      </vt:variant>
      <vt:variant>
        <vt:i4>297</vt:i4>
      </vt:variant>
      <vt:variant>
        <vt:i4>0</vt:i4>
      </vt:variant>
      <vt:variant>
        <vt:i4>5</vt:i4>
      </vt:variant>
      <vt:variant>
        <vt:lpwstr>aspi://module='ASPI'&amp;link='252/1997 Sb.%25233i'&amp;ucin-k-dni='31.12.2018'</vt:lpwstr>
      </vt:variant>
      <vt:variant>
        <vt:lpwstr/>
      </vt:variant>
      <vt:variant>
        <vt:i4>4325455</vt:i4>
      </vt:variant>
      <vt:variant>
        <vt:i4>294</vt:i4>
      </vt:variant>
      <vt:variant>
        <vt:i4>0</vt:i4>
      </vt:variant>
      <vt:variant>
        <vt:i4>5</vt:i4>
      </vt:variant>
      <vt:variant>
        <vt:lpwstr>aspi://module='ASPI'&amp;link='158/2009 Sb.%2523'&amp;ucin-k-dni='31.12.2018'</vt:lpwstr>
      </vt:variant>
      <vt:variant>
        <vt:lpwstr/>
      </vt:variant>
      <vt:variant>
        <vt:i4>6815868</vt:i4>
      </vt:variant>
      <vt:variant>
        <vt:i4>291</vt:i4>
      </vt:variant>
      <vt:variant>
        <vt:i4>0</vt:i4>
      </vt:variant>
      <vt:variant>
        <vt:i4>5</vt:i4>
      </vt:variant>
      <vt:variant>
        <vt:lpwstr>aspi://module='ASPI'&amp;link='458/2000 Sb.%25232'&amp;ucin-k-dni='31.12.2018'</vt:lpwstr>
      </vt:variant>
      <vt:variant>
        <vt:lpwstr/>
      </vt:variant>
      <vt:variant>
        <vt:i4>6815791</vt:i4>
      </vt:variant>
      <vt:variant>
        <vt:i4>288</vt:i4>
      </vt:variant>
      <vt:variant>
        <vt:i4>0</vt:i4>
      </vt:variant>
      <vt:variant>
        <vt:i4>5</vt:i4>
      </vt:variant>
      <vt:variant>
        <vt:lpwstr>aspi://module='EU'&amp;link='32009L0028%2523'&amp;ucin-k-dni='31.12.2018'/</vt:lpwstr>
      </vt:variant>
      <vt:variant>
        <vt:lpwstr/>
      </vt:variant>
      <vt:variant>
        <vt:i4>7208994</vt:i4>
      </vt:variant>
      <vt:variant>
        <vt:i4>285</vt:i4>
      </vt:variant>
      <vt:variant>
        <vt:i4>0</vt:i4>
      </vt:variant>
      <vt:variant>
        <vt:i4>5</vt:i4>
      </vt:variant>
      <vt:variant>
        <vt:lpwstr>aspi://module='EU'&amp;link='32009D0548%2523'&amp;ucin-k-dni='31.12.2018'/</vt:lpwstr>
      </vt:variant>
      <vt:variant>
        <vt:lpwstr/>
      </vt:variant>
      <vt:variant>
        <vt:i4>4325455</vt:i4>
      </vt:variant>
      <vt:variant>
        <vt:i4>282</vt:i4>
      </vt:variant>
      <vt:variant>
        <vt:i4>0</vt:i4>
      </vt:variant>
      <vt:variant>
        <vt:i4>5</vt:i4>
      </vt:variant>
      <vt:variant>
        <vt:lpwstr>aspi://module='ASPI'&amp;link='158/2009 Sb.%2523'&amp;ucin-k-dni='31.12.2018'</vt:lpwstr>
      </vt:variant>
      <vt:variant>
        <vt:lpwstr/>
      </vt:variant>
      <vt:variant>
        <vt:i4>5767197</vt:i4>
      </vt:variant>
      <vt:variant>
        <vt:i4>279</vt:i4>
      </vt:variant>
      <vt:variant>
        <vt:i4>0</vt:i4>
      </vt:variant>
      <vt:variant>
        <vt:i4>5</vt:i4>
      </vt:variant>
      <vt:variant>
        <vt:lpwstr>aspi://module='ASPI'&amp;link='458/2000 Sb.%252320a'&amp;ucin-k-dni='31.12.2018'</vt:lpwstr>
      </vt:variant>
      <vt:variant>
        <vt:lpwstr/>
      </vt:variant>
      <vt:variant>
        <vt:i4>4325455</vt:i4>
      </vt:variant>
      <vt:variant>
        <vt:i4>276</vt:i4>
      </vt:variant>
      <vt:variant>
        <vt:i4>0</vt:i4>
      </vt:variant>
      <vt:variant>
        <vt:i4>5</vt:i4>
      </vt:variant>
      <vt:variant>
        <vt:lpwstr>aspi://module='ASPI'&amp;link='158/2009 Sb.%2523'&amp;ucin-k-dni='31.12.2018'</vt:lpwstr>
      </vt:variant>
      <vt:variant>
        <vt:lpwstr/>
      </vt:variant>
      <vt:variant>
        <vt:i4>5046336</vt:i4>
      </vt:variant>
      <vt:variant>
        <vt:i4>273</vt:i4>
      </vt:variant>
      <vt:variant>
        <vt:i4>0</vt:i4>
      </vt:variant>
      <vt:variant>
        <vt:i4>5</vt:i4>
      </vt:variant>
      <vt:variant>
        <vt:lpwstr>aspi://module='ASPI'&amp;link='670/2004 Sb.%2523'&amp;ucin-k-dni='31.12.2018'</vt:lpwstr>
      </vt:variant>
      <vt:variant>
        <vt:lpwstr/>
      </vt:variant>
      <vt:variant>
        <vt:i4>4653126</vt:i4>
      </vt:variant>
      <vt:variant>
        <vt:i4>270</vt:i4>
      </vt:variant>
      <vt:variant>
        <vt:i4>0</vt:i4>
      </vt:variant>
      <vt:variant>
        <vt:i4>5</vt:i4>
      </vt:variant>
      <vt:variant>
        <vt:lpwstr>aspi://module='ASPI'&amp;link='458/2000 Sb.%2523'&amp;ucin-k-dni='31.12.2018'</vt:lpwstr>
      </vt:variant>
      <vt:variant>
        <vt:lpwstr/>
      </vt:variant>
      <vt:variant>
        <vt:i4>6815868</vt:i4>
      </vt:variant>
      <vt:variant>
        <vt:i4>267</vt:i4>
      </vt:variant>
      <vt:variant>
        <vt:i4>0</vt:i4>
      </vt:variant>
      <vt:variant>
        <vt:i4>5</vt:i4>
      </vt:variant>
      <vt:variant>
        <vt:lpwstr>aspi://module='ASPI'&amp;link='458/2000 Sb.%25232'&amp;ucin-k-dni='31.12.2018'</vt:lpwstr>
      </vt:variant>
      <vt:variant>
        <vt:lpwstr/>
      </vt:variant>
      <vt:variant>
        <vt:i4>6684709</vt:i4>
      </vt:variant>
      <vt:variant>
        <vt:i4>264</vt:i4>
      </vt:variant>
      <vt:variant>
        <vt:i4>0</vt:i4>
      </vt:variant>
      <vt:variant>
        <vt:i4>5</vt:i4>
      </vt:variant>
      <vt:variant>
        <vt:lpwstr>aspi://module='EU'&amp;link='32006L0032%2523'&amp;ucin-k-dni='31.12.2018'/</vt:lpwstr>
      </vt:variant>
      <vt:variant>
        <vt:lpwstr/>
      </vt:variant>
      <vt:variant>
        <vt:i4>6750255</vt:i4>
      </vt:variant>
      <vt:variant>
        <vt:i4>261</vt:i4>
      </vt:variant>
      <vt:variant>
        <vt:i4>0</vt:i4>
      </vt:variant>
      <vt:variant>
        <vt:i4>5</vt:i4>
      </vt:variant>
      <vt:variant>
        <vt:lpwstr>aspi://module='EU'&amp;link='32004L0008%2523'&amp;ucin-k-dni='31.12.2018'/</vt:lpwstr>
      </vt:variant>
      <vt:variant>
        <vt:lpwstr/>
      </vt:variant>
      <vt:variant>
        <vt:i4>6291494</vt:i4>
      </vt:variant>
      <vt:variant>
        <vt:i4>258</vt:i4>
      </vt:variant>
      <vt:variant>
        <vt:i4>0</vt:i4>
      </vt:variant>
      <vt:variant>
        <vt:i4>5</vt:i4>
      </vt:variant>
      <vt:variant>
        <vt:lpwstr>aspi://module='EU'&amp;link='32010L0030%2523'&amp;ucin-k-dni='31.12.2018'/</vt:lpwstr>
      </vt:variant>
      <vt:variant>
        <vt:lpwstr/>
      </vt:variant>
      <vt:variant>
        <vt:i4>6815779</vt:i4>
      </vt:variant>
      <vt:variant>
        <vt:i4>255</vt:i4>
      </vt:variant>
      <vt:variant>
        <vt:i4>0</vt:i4>
      </vt:variant>
      <vt:variant>
        <vt:i4>5</vt:i4>
      </vt:variant>
      <vt:variant>
        <vt:lpwstr>aspi://module='EU'&amp;link='32009L0125%2523'&amp;ucin-k-dni='31.12.2018'/</vt:lpwstr>
      </vt:variant>
      <vt:variant>
        <vt:lpwstr/>
      </vt:variant>
      <vt:variant>
        <vt:i4>6488097</vt:i4>
      </vt:variant>
      <vt:variant>
        <vt:i4>252</vt:i4>
      </vt:variant>
      <vt:variant>
        <vt:i4>0</vt:i4>
      </vt:variant>
      <vt:variant>
        <vt:i4>5</vt:i4>
      </vt:variant>
      <vt:variant>
        <vt:lpwstr>aspi://module='EU'&amp;link='32012L0027%2523'&amp;ucin-k-dni='31.12.2018'/</vt:lpwstr>
      </vt:variant>
      <vt:variant>
        <vt:lpwstr/>
      </vt:variant>
      <vt:variant>
        <vt:i4>6488103</vt:i4>
      </vt:variant>
      <vt:variant>
        <vt:i4>249</vt:i4>
      </vt:variant>
      <vt:variant>
        <vt:i4>0</vt:i4>
      </vt:variant>
      <vt:variant>
        <vt:i4>5</vt:i4>
      </vt:variant>
      <vt:variant>
        <vt:lpwstr>aspi://module='EU'&amp;link='32003L0030%2523'&amp;ucin-k-dni='31.12.2018'/</vt:lpwstr>
      </vt:variant>
      <vt:variant>
        <vt:lpwstr/>
      </vt:variant>
      <vt:variant>
        <vt:i4>6619168</vt:i4>
      </vt:variant>
      <vt:variant>
        <vt:i4>246</vt:i4>
      </vt:variant>
      <vt:variant>
        <vt:i4>0</vt:i4>
      </vt:variant>
      <vt:variant>
        <vt:i4>5</vt:i4>
      </vt:variant>
      <vt:variant>
        <vt:lpwstr>aspi://module='EU'&amp;link='32001L0077%2523'&amp;ucin-k-dni='31.12.2018'/</vt:lpwstr>
      </vt:variant>
      <vt:variant>
        <vt:lpwstr/>
      </vt:variant>
      <vt:variant>
        <vt:i4>6815791</vt:i4>
      </vt:variant>
      <vt:variant>
        <vt:i4>243</vt:i4>
      </vt:variant>
      <vt:variant>
        <vt:i4>0</vt:i4>
      </vt:variant>
      <vt:variant>
        <vt:i4>5</vt:i4>
      </vt:variant>
      <vt:variant>
        <vt:lpwstr>aspi://module='EU'&amp;link='32009L0028%2523'&amp;ucin-k-dni='31.12.2018'/</vt:lpwstr>
      </vt:variant>
      <vt:variant>
        <vt:lpwstr/>
      </vt:variant>
      <vt:variant>
        <vt:i4>7995509</vt:i4>
      </vt:variant>
      <vt:variant>
        <vt:i4>240</vt:i4>
      </vt:variant>
      <vt:variant>
        <vt:i4>0</vt:i4>
      </vt:variant>
      <vt:variant>
        <vt:i4>5</vt:i4>
      </vt:variant>
      <vt:variant>
        <vt:lpwstr>aspi://module='ASPI'&amp;link='165/2012 Sb.%252324'&amp;ucin-k-dni='31.12.2018'</vt:lpwstr>
      </vt:variant>
      <vt:variant>
        <vt:lpwstr/>
      </vt:variant>
      <vt:variant>
        <vt:i4>7995509</vt:i4>
      </vt:variant>
      <vt:variant>
        <vt:i4>237</vt:i4>
      </vt:variant>
      <vt:variant>
        <vt:i4>0</vt:i4>
      </vt:variant>
      <vt:variant>
        <vt:i4>5</vt:i4>
      </vt:variant>
      <vt:variant>
        <vt:lpwstr>aspi://module='ASPI'&amp;link='165/2012 Sb.%252324'&amp;ucin-k-dni='31.12.2018'</vt:lpwstr>
      </vt:variant>
      <vt:variant>
        <vt:lpwstr/>
      </vt:variant>
      <vt:variant>
        <vt:i4>7995509</vt:i4>
      </vt:variant>
      <vt:variant>
        <vt:i4>234</vt:i4>
      </vt:variant>
      <vt:variant>
        <vt:i4>0</vt:i4>
      </vt:variant>
      <vt:variant>
        <vt:i4>5</vt:i4>
      </vt:variant>
      <vt:variant>
        <vt:lpwstr>aspi://module='ASPI'&amp;link='165/2012 Sb.%252324'&amp;ucin-k-dni='31.12.2018'</vt:lpwstr>
      </vt:variant>
      <vt:variant>
        <vt:lpwstr/>
      </vt:variant>
      <vt:variant>
        <vt:i4>7995509</vt:i4>
      </vt:variant>
      <vt:variant>
        <vt:i4>231</vt:i4>
      </vt:variant>
      <vt:variant>
        <vt:i4>0</vt:i4>
      </vt:variant>
      <vt:variant>
        <vt:i4>5</vt:i4>
      </vt:variant>
      <vt:variant>
        <vt:lpwstr>aspi://module='ASPI'&amp;link='165/2012 Sb.%252324'&amp;ucin-k-dni='31.12.2018'</vt:lpwstr>
      </vt:variant>
      <vt:variant>
        <vt:lpwstr/>
      </vt:variant>
      <vt:variant>
        <vt:i4>8323186</vt:i4>
      </vt:variant>
      <vt:variant>
        <vt:i4>228</vt:i4>
      </vt:variant>
      <vt:variant>
        <vt:i4>0</vt:i4>
      </vt:variant>
      <vt:variant>
        <vt:i4>5</vt:i4>
      </vt:variant>
      <vt:variant>
        <vt:lpwstr>aspi://module='ASPI'&amp;link='165/2012 Sb.%252351'&amp;ucin-k-dni='31.12.2018'</vt:lpwstr>
      </vt:variant>
      <vt:variant>
        <vt:lpwstr/>
      </vt:variant>
      <vt:variant>
        <vt:i4>7733365</vt:i4>
      </vt:variant>
      <vt:variant>
        <vt:i4>225</vt:i4>
      </vt:variant>
      <vt:variant>
        <vt:i4>0</vt:i4>
      </vt:variant>
      <vt:variant>
        <vt:i4>5</vt:i4>
      </vt:variant>
      <vt:variant>
        <vt:lpwstr>aspi://module='ASPI'&amp;link='165/2012 Sb.%252328'&amp;ucin-k-dni='31.12.2018'</vt:lpwstr>
      </vt:variant>
      <vt:variant>
        <vt:lpwstr/>
      </vt:variant>
      <vt:variant>
        <vt:i4>5832732</vt:i4>
      </vt:variant>
      <vt:variant>
        <vt:i4>222</vt:i4>
      </vt:variant>
      <vt:variant>
        <vt:i4>0</vt:i4>
      </vt:variant>
      <vt:variant>
        <vt:i4>5</vt:i4>
      </vt:variant>
      <vt:variant>
        <vt:lpwstr>aspi://module='ASPI'&amp;link='165/2012 Sb.%252328a'&amp;ucin-k-dni='31.12.2018'</vt:lpwstr>
      </vt:variant>
      <vt:variant>
        <vt:lpwstr/>
      </vt:variant>
      <vt:variant>
        <vt:i4>7733365</vt:i4>
      </vt:variant>
      <vt:variant>
        <vt:i4>219</vt:i4>
      </vt:variant>
      <vt:variant>
        <vt:i4>0</vt:i4>
      </vt:variant>
      <vt:variant>
        <vt:i4>5</vt:i4>
      </vt:variant>
      <vt:variant>
        <vt:lpwstr>aspi://module='ASPI'&amp;link='165/2012 Sb.%252328'&amp;ucin-k-dni='31.12.2018'</vt:lpwstr>
      </vt:variant>
      <vt:variant>
        <vt:lpwstr/>
      </vt:variant>
      <vt:variant>
        <vt:i4>7798901</vt:i4>
      </vt:variant>
      <vt:variant>
        <vt:i4>216</vt:i4>
      </vt:variant>
      <vt:variant>
        <vt:i4>0</vt:i4>
      </vt:variant>
      <vt:variant>
        <vt:i4>5</vt:i4>
      </vt:variant>
      <vt:variant>
        <vt:lpwstr>aspi://module='ASPI'&amp;link='165/2012 Sb.%252329'&amp;ucin-k-dni='31.12.2018'</vt:lpwstr>
      </vt:variant>
      <vt:variant>
        <vt:lpwstr/>
      </vt:variant>
      <vt:variant>
        <vt:i4>8061043</vt:i4>
      </vt:variant>
      <vt:variant>
        <vt:i4>213</vt:i4>
      </vt:variant>
      <vt:variant>
        <vt:i4>0</vt:i4>
      </vt:variant>
      <vt:variant>
        <vt:i4>5</vt:i4>
      </vt:variant>
      <vt:variant>
        <vt:lpwstr>aspi://module='ASPI'&amp;link='165/2012 Sb.%252345'&amp;ucin-k-dni='31.12.2018'</vt:lpwstr>
      </vt:variant>
      <vt:variant>
        <vt:lpwstr/>
      </vt:variant>
      <vt:variant>
        <vt:i4>5832732</vt:i4>
      </vt:variant>
      <vt:variant>
        <vt:i4>210</vt:i4>
      </vt:variant>
      <vt:variant>
        <vt:i4>0</vt:i4>
      </vt:variant>
      <vt:variant>
        <vt:i4>5</vt:i4>
      </vt:variant>
      <vt:variant>
        <vt:lpwstr>aspi://module='ASPI'&amp;link='165/2012 Sb.%252328a'&amp;ucin-k-dni='31.12.2018'</vt:lpwstr>
      </vt:variant>
      <vt:variant>
        <vt:lpwstr/>
      </vt:variant>
      <vt:variant>
        <vt:i4>5832732</vt:i4>
      </vt:variant>
      <vt:variant>
        <vt:i4>207</vt:i4>
      </vt:variant>
      <vt:variant>
        <vt:i4>0</vt:i4>
      </vt:variant>
      <vt:variant>
        <vt:i4>5</vt:i4>
      </vt:variant>
      <vt:variant>
        <vt:lpwstr>aspi://module='ASPI'&amp;link='165/2012 Sb.%252328a'&amp;ucin-k-dni='31.12.2018'</vt:lpwstr>
      </vt:variant>
      <vt:variant>
        <vt:lpwstr/>
      </vt:variant>
      <vt:variant>
        <vt:i4>7864437</vt:i4>
      </vt:variant>
      <vt:variant>
        <vt:i4>204</vt:i4>
      </vt:variant>
      <vt:variant>
        <vt:i4>0</vt:i4>
      </vt:variant>
      <vt:variant>
        <vt:i4>5</vt:i4>
      </vt:variant>
      <vt:variant>
        <vt:lpwstr>aspi://module='ASPI'&amp;link='165/2012 Sb.%252326'&amp;ucin-k-dni='31.12.2018'</vt:lpwstr>
      </vt:variant>
      <vt:variant>
        <vt:lpwstr/>
      </vt:variant>
      <vt:variant>
        <vt:i4>8192118</vt:i4>
      </vt:variant>
      <vt:variant>
        <vt:i4>201</vt:i4>
      </vt:variant>
      <vt:variant>
        <vt:i4>0</vt:i4>
      </vt:variant>
      <vt:variant>
        <vt:i4>5</vt:i4>
      </vt:variant>
      <vt:variant>
        <vt:lpwstr>aspi://module='ASPI'&amp;link='165/2012 Sb.%252313'&amp;ucin-k-dni='31.12.2018'</vt:lpwstr>
      </vt:variant>
      <vt:variant>
        <vt:lpwstr/>
      </vt:variant>
      <vt:variant>
        <vt:i4>6357110</vt:i4>
      </vt:variant>
      <vt:variant>
        <vt:i4>198</vt:i4>
      </vt:variant>
      <vt:variant>
        <vt:i4>0</vt:i4>
      </vt:variant>
      <vt:variant>
        <vt:i4>5</vt:i4>
      </vt:variant>
      <vt:variant>
        <vt:lpwstr>aspi://module='ASPI'&amp;link='165/2012 Sb.%25239'&amp;ucin-k-dni='31.12.2018'</vt:lpwstr>
      </vt:variant>
      <vt:variant>
        <vt:lpwstr/>
      </vt:variant>
      <vt:variant>
        <vt:i4>5832732</vt:i4>
      </vt:variant>
      <vt:variant>
        <vt:i4>195</vt:i4>
      </vt:variant>
      <vt:variant>
        <vt:i4>0</vt:i4>
      </vt:variant>
      <vt:variant>
        <vt:i4>5</vt:i4>
      </vt:variant>
      <vt:variant>
        <vt:lpwstr>aspi://module='ASPI'&amp;link='165/2012 Sb.%252328a'&amp;ucin-k-dni='31.12.2018'</vt:lpwstr>
      </vt:variant>
      <vt:variant>
        <vt:lpwstr/>
      </vt:variant>
      <vt:variant>
        <vt:i4>5832732</vt:i4>
      </vt:variant>
      <vt:variant>
        <vt:i4>192</vt:i4>
      </vt:variant>
      <vt:variant>
        <vt:i4>0</vt:i4>
      </vt:variant>
      <vt:variant>
        <vt:i4>5</vt:i4>
      </vt:variant>
      <vt:variant>
        <vt:lpwstr>aspi://module='ASPI'&amp;link='165/2012 Sb.%252328a'&amp;ucin-k-dni='31.12.2018'</vt:lpwstr>
      </vt:variant>
      <vt:variant>
        <vt:lpwstr/>
      </vt:variant>
      <vt:variant>
        <vt:i4>6684797</vt:i4>
      </vt:variant>
      <vt:variant>
        <vt:i4>189</vt:i4>
      </vt:variant>
      <vt:variant>
        <vt:i4>0</vt:i4>
      </vt:variant>
      <vt:variant>
        <vt:i4>5</vt:i4>
      </vt:variant>
      <vt:variant>
        <vt:lpwstr>aspi://module='ASPI'&amp;link='406/2000 Sb.%25236'&amp;ucin-k-dni='31.12.2018'</vt:lpwstr>
      </vt:variant>
      <vt:variant>
        <vt:lpwstr/>
      </vt:variant>
      <vt:variant>
        <vt:i4>7995509</vt:i4>
      </vt:variant>
      <vt:variant>
        <vt:i4>186</vt:i4>
      </vt:variant>
      <vt:variant>
        <vt:i4>0</vt:i4>
      </vt:variant>
      <vt:variant>
        <vt:i4>5</vt:i4>
      </vt:variant>
      <vt:variant>
        <vt:lpwstr>aspi://module='ASPI'&amp;link='165/2012 Sb.%252324'&amp;ucin-k-dni='31.12.2018'</vt:lpwstr>
      </vt:variant>
      <vt:variant>
        <vt:lpwstr/>
      </vt:variant>
      <vt:variant>
        <vt:i4>7995509</vt:i4>
      </vt:variant>
      <vt:variant>
        <vt:i4>183</vt:i4>
      </vt:variant>
      <vt:variant>
        <vt:i4>0</vt:i4>
      </vt:variant>
      <vt:variant>
        <vt:i4>5</vt:i4>
      </vt:variant>
      <vt:variant>
        <vt:lpwstr>aspi://module='ASPI'&amp;link='165/2012 Sb.%252324'&amp;ucin-k-dni='31.12.2018'</vt:lpwstr>
      </vt:variant>
      <vt:variant>
        <vt:lpwstr/>
      </vt:variant>
      <vt:variant>
        <vt:i4>7995509</vt:i4>
      </vt:variant>
      <vt:variant>
        <vt:i4>180</vt:i4>
      </vt:variant>
      <vt:variant>
        <vt:i4>0</vt:i4>
      </vt:variant>
      <vt:variant>
        <vt:i4>5</vt:i4>
      </vt:variant>
      <vt:variant>
        <vt:lpwstr>aspi://module='ASPI'&amp;link='165/2012 Sb.%252324'&amp;ucin-k-dni='31.12.2018'</vt:lpwstr>
      </vt:variant>
      <vt:variant>
        <vt:lpwstr/>
      </vt:variant>
      <vt:variant>
        <vt:i4>7995509</vt:i4>
      </vt:variant>
      <vt:variant>
        <vt:i4>177</vt:i4>
      </vt:variant>
      <vt:variant>
        <vt:i4>0</vt:i4>
      </vt:variant>
      <vt:variant>
        <vt:i4>5</vt:i4>
      </vt:variant>
      <vt:variant>
        <vt:lpwstr>aspi://module='ASPI'&amp;link='165/2012 Sb.%252324'&amp;ucin-k-dni='31.12.2018'</vt:lpwstr>
      </vt:variant>
      <vt:variant>
        <vt:lpwstr/>
      </vt:variant>
      <vt:variant>
        <vt:i4>7995509</vt:i4>
      </vt:variant>
      <vt:variant>
        <vt:i4>174</vt:i4>
      </vt:variant>
      <vt:variant>
        <vt:i4>0</vt:i4>
      </vt:variant>
      <vt:variant>
        <vt:i4>5</vt:i4>
      </vt:variant>
      <vt:variant>
        <vt:lpwstr>aspi://module='ASPI'&amp;link='165/2012 Sb.%252324'&amp;ucin-k-dni='31.12.2018'</vt:lpwstr>
      </vt:variant>
      <vt:variant>
        <vt:lpwstr/>
      </vt:variant>
      <vt:variant>
        <vt:i4>7995509</vt:i4>
      </vt:variant>
      <vt:variant>
        <vt:i4>171</vt:i4>
      </vt:variant>
      <vt:variant>
        <vt:i4>0</vt:i4>
      </vt:variant>
      <vt:variant>
        <vt:i4>5</vt:i4>
      </vt:variant>
      <vt:variant>
        <vt:lpwstr>aspi://module='ASPI'&amp;link='165/2012 Sb.%252324'&amp;ucin-k-dni='31.12.2018'</vt:lpwstr>
      </vt:variant>
      <vt:variant>
        <vt:lpwstr/>
      </vt:variant>
      <vt:variant>
        <vt:i4>7995509</vt:i4>
      </vt:variant>
      <vt:variant>
        <vt:i4>168</vt:i4>
      </vt:variant>
      <vt:variant>
        <vt:i4>0</vt:i4>
      </vt:variant>
      <vt:variant>
        <vt:i4>5</vt:i4>
      </vt:variant>
      <vt:variant>
        <vt:lpwstr>aspi://module='ASPI'&amp;link='165/2012 Sb.%252324'&amp;ucin-k-dni='31.12.2018'</vt:lpwstr>
      </vt:variant>
      <vt:variant>
        <vt:lpwstr/>
      </vt:variant>
      <vt:variant>
        <vt:i4>4653126</vt:i4>
      </vt:variant>
      <vt:variant>
        <vt:i4>165</vt:i4>
      </vt:variant>
      <vt:variant>
        <vt:i4>0</vt:i4>
      </vt:variant>
      <vt:variant>
        <vt:i4>5</vt:i4>
      </vt:variant>
      <vt:variant>
        <vt:lpwstr>aspi://module='ASPI'&amp;link='458/2000 Sb.%2523'&amp;ucin-k-dni='31.12.2018'</vt:lpwstr>
      </vt:variant>
      <vt:variant>
        <vt:lpwstr/>
      </vt:variant>
      <vt:variant>
        <vt:i4>4325448</vt:i4>
      </vt:variant>
      <vt:variant>
        <vt:i4>162</vt:i4>
      </vt:variant>
      <vt:variant>
        <vt:i4>0</vt:i4>
      </vt:variant>
      <vt:variant>
        <vt:i4>5</vt:i4>
      </vt:variant>
      <vt:variant>
        <vt:lpwstr>aspi://module='ASPI'&amp;link='526/1990 Sb.%2523'&amp;ucin-k-dni='31.12.2018'</vt:lpwstr>
      </vt:variant>
      <vt:variant>
        <vt:lpwstr/>
      </vt:variant>
      <vt:variant>
        <vt:i4>7995509</vt:i4>
      </vt:variant>
      <vt:variant>
        <vt:i4>159</vt:i4>
      </vt:variant>
      <vt:variant>
        <vt:i4>0</vt:i4>
      </vt:variant>
      <vt:variant>
        <vt:i4>5</vt:i4>
      </vt:variant>
      <vt:variant>
        <vt:lpwstr>aspi://module='ASPI'&amp;link='165/2012 Sb.%252324'&amp;ucin-k-dni='31.12.2018'</vt:lpwstr>
      </vt:variant>
      <vt:variant>
        <vt:lpwstr/>
      </vt:variant>
      <vt:variant>
        <vt:i4>7995509</vt:i4>
      </vt:variant>
      <vt:variant>
        <vt:i4>156</vt:i4>
      </vt:variant>
      <vt:variant>
        <vt:i4>0</vt:i4>
      </vt:variant>
      <vt:variant>
        <vt:i4>5</vt:i4>
      </vt:variant>
      <vt:variant>
        <vt:lpwstr>aspi://module='ASPI'&amp;link='165/2012 Sb.%252324'&amp;ucin-k-dni='31.12.2018'</vt:lpwstr>
      </vt:variant>
      <vt:variant>
        <vt:lpwstr/>
      </vt:variant>
      <vt:variant>
        <vt:i4>7995509</vt:i4>
      </vt:variant>
      <vt:variant>
        <vt:i4>153</vt:i4>
      </vt:variant>
      <vt:variant>
        <vt:i4>0</vt:i4>
      </vt:variant>
      <vt:variant>
        <vt:i4>5</vt:i4>
      </vt:variant>
      <vt:variant>
        <vt:lpwstr>aspi://module='ASPI'&amp;link='165/2012 Sb.%252324'&amp;ucin-k-dni='31.12.2018'</vt:lpwstr>
      </vt:variant>
      <vt:variant>
        <vt:lpwstr/>
      </vt:variant>
      <vt:variant>
        <vt:i4>4390977</vt:i4>
      </vt:variant>
      <vt:variant>
        <vt:i4>150</vt:i4>
      </vt:variant>
      <vt:variant>
        <vt:i4>0</vt:i4>
      </vt:variant>
      <vt:variant>
        <vt:i4>5</vt:i4>
      </vt:variant>
      <vt:variant>
        <vt:lpwstr>aspi://module='ASPI'&amp;link='129/2000 Sb.%2523'&amp;ucin-k-dni='31.12.2018'</vt:lpwstr>
      </vt:variant>
      <vt:variant>
        <vt:lpwstr/>
      </vt:variant>
      <vt:variant>
        <vt:i4>4325441</vt:i4>
      </vt:variant>
      <vt:variant>
        <vt:i4>147</vt:i4>
      </vt:variant>
      <vt:variant>
        <vt:i4>0</vt:i4>
      </vt:variant>
      <vt:variant>
        <vt:i4>5</vt:i4>
      </vt:variant>
      <vt:variant>
        <vt:lpwstr>aspi://module='ASPI'&amp;link='128/2000 Sb.%2523'&amp;ucin-k-dni='31.12.2018'</vt:lpwstr>
      </vt:variant>
      <vt:variant>
        <vt:lpwstr/>
      </vt:variant>
      <vt:variant>
        <vt:i4>4390977</vt:i4>
      </vt:variant>
      <vt:variant>
        <vt:i4>144</vt:i4>
      </vt:variant>
      <vt:variant>
        <vt:i4>0</vt:i4>
      </vt:variant>
      <vt:variant>
        <vt:i4>5</vt:i4>
      </vt:variant>
      <vt:variant>
        <vt:lpwstr>aspi://module='ASPI'&amp;link='129/2000 Sb.%2523'&amp;ucin-k-dni='31.12.2018'</vt:lpwstr>
      </vt:variant>
      <vt:variant>
        <vt:lpwstr/>
      </vt:variant>
      <vt:variant>
        <vt:i4>4325441</vt:i4>
      </vt:variant>
      <vt:variant>
        <vt:i4>141</vt:i4>
      </vt:variant>
      <vt:variant>
        <vt:i4>0</vt:i4>
      </vt:variant>
      <vt:variant>
        <vt:i4>5</vt:i4>
      </vt:variant>
      <vt:variant>
        <vt:lpwstr>aspi://module='ASPI'&amp;link='128/2000 Sb.%2523'&amp;ucin-k-dni='31.12.2018'</vt:lpwstr>
      </vt:variant>
      <vt:variant>
        <vt:lpwstr/>
      </vt:variant>
      <vt:variant>
        <vt:i4>7929973</vt:i4>
      </vt:variant>
      <vt:variant>
        <vt:i4>138</vt:i4>
      </vt:variant>
      <vt:variant>
        <vt:i4>0</vt:i4>
      </vt:variant>
      <vt:variant>
        <vt:i4>5</vt:i4>
      </vt:variant>
      <vt:variant>
        <vt:lpwstr>aspi://module='ASPI'&amp;link='165/2012 Sb.%252327'&amp;ucin-k-dni='31.12.2018'</vt:lpwstr>
      </vt:variant>
      <vt:variant>
        <vt:lpwstr/>
      </vt:variant>
      <vt:variant>
        <vt:i4>7929973</vt:i4>
      </vt:variant>
      <vt:variant>
        <vt:i4>135</vt:i4>
      </vt:variant>
      <vt:variant>
        <vt:i4>0</vt:i4>
      </vt:variant>
      <vt:variant>
        <vt:i4>5</vt:i4>
      </vt:variant>
      <vt:variant>
        <vt:lpwstr>aspi://module='ASPI'&amp;link='165/2012 Sb.%252327'&amp;ucin-k-dni='31.12.2018'</vt:lpwstr>
      </vt:variant>
      <vt:variant>
        <vt:lpwstr/>
      </vt:variant>
      <vt:variant>
        <vt:i4>4653126</vt:i4>
      </vt:variant>
      <vt:variant>
        <vt:i4>132</vt:i4>
      </vt:variant>
      <vt:variant>
        <vt:i4>0</vt:i4>
      </vt:variant>
      <vt:variant>
        <vt:i4>5</vt:i4>
      </vt:variant>
      <vt:variant>
        <vt:lpwstr>aspi://module='ASPI'&amp;link='458/2000 Sb.%2523'&amp;ucin-k-dni='31.12.2018'</vt:lpwstr>
      </vt:variant>
      <vt:variant>
        <vt:lpwstr/>
      </vt:variant>
      <vt:variant>
        <vt:i4>6357115</vt:i4>
      </vt:variant>
      <vt:variant>
        <vt:i4>129</vt:i4>
      </vt:variant>
      <vt:variant>
        <vt:i4>0</vt:i4>
      </vt:variant>
      <vt:variant>
        <vt:i4>5</vt:i4>
      </vt:variant>
      <vt:variant>
        <vt:lpwstr>aspi://module='ASPI'&amp;link='165/2012 Sb.%25234'&amp;ucin-k-dni='31.12.2018'</vt:lpwstr>
      </vt:variant>
      <vt:variant>
        <vt:lpwstr/>
      </vt:variant>
      <vt:variant>
        <vt:i4>6357115</vt:i4>
      </vt:variant>
      <vt:variant>
        <vt:i4>126</vt:i4>
      </vt:variant>
      <vt:variant>
        <vt:i4>0</vt:i4>
      </vt:variant>
      <vt:variant>
        <vt:i4>5</vt:i4>
      </vt:variant>
      <vt:variant>
        <vt:lpwstr>aspi://module='ASPI'&amp;link='165/2012 Sb.%25234'&amp;ucin-k-dni='31.12.2018'</vt:lpwstr>
      </vt:variant>
      <vt:variant>
        <vt:lpwstr/>
      </vt:variant>
      <vt:variant>
        <vt:i4>7995509</vt:i4>
      </vt:variant>
      <vt:variant>
        <vt:i4>123</vt:i4>
      </vt:variant>
      <vt:variant>
        <vt:i4>0</vt:i4>
      </vt:variant>
      <vt:variant>
        <vt:i4>5</vt:i4>
      </vt:variant>
      <vt:variant>
        <vt:lpwstr>aspi://module='ASPI'&amp;link='165/2012 Sb.%252324'&amp;ucin-k-dni='31.12.2018'</vt:lpwstr>
      </vt:variant>
      <vt:variant>
        <vt:lpwstr/>
      </vt:variant>
      <vt:variant>
        <vt:i4>4784194</vt:i4>
      </vt:variant>
      <vt:variant>
        <vt:i4>120</vt:i4>
      </vt:variant>
      <vt:variant>
        <vt:i4>0</vt:i4>
      </vt:variant>
      <vt:variant>
        <vt:i4>5</vt:i4>
      </vt:variant>
      <vt:variant>
        <vt:lpwstr>aspi://module='ASPI'&amp;link='280/2009 Sb.%2523'&amp;ucin-k-dni='31.12.2018'</vt:lpwstr>
      </vt:variant>
      <vt:variant>
        <vt:lpwstr/>
      </vt:variant>
      <vt:variant>
        <vt:i4>5242911</vt:i4>
      </vt:variant>
      <vt:variant>
        <vt:i4>117</vt:i4>
      </vt:variant>
      <vt:variant>
        <vt:i4>0</vt:i4>
      </vt:variant>
      <vt:variant>
        <vt:i4>5</vt:i4>
      </vt:variant>
      <vt:variant>
        <vt:lpwstr>aspi://module='ASPI'&amp;link='165/2012 Sb.%252311a'&amp;ucin-k-dni='31.12.2018'</vt:lpwstr>
      </vt:variant>
      <vt:variant>
        <vt:lpwstr/>
      </vt:variant>
      <vt:variant>
        <vt:i4>8257654</vt:i4>
      </vt:variant>
      <vt:variant>
        <vt:i4>114</vt:i4>
      </vt:variant>
      <vt:variant>
        <vt:i4>0</vt:i4>
      </vt:variant>
      <vt:variant>
        <vt:i4>5</vt:i4>
      </vt:variant>
      <vt:variant>
        <vt:lpwstr>aspi://module='ASPI'&amp;link='165/2012 Sb.%252310'&amp;ucin-k-dni='31.12.2018'</vt:lpwstr>
      </vt:variant>
      <vt:variant>
        <vt:lpwstr/>
      </vt:variant>
      <vt:variant>
        <vt:i4>7733365</vt:i4>
      </vt:variant>
      <vt:variant>
        <vt:i4>111</vt:i4>
      </vt:variant>
      <vt:variant>
        <vt:i4>0</vt:i4>
      </vt:variant>
      <vt:variant>
        <vt:i4>5</vt:i4>
      </vt:variant>
      <vt:variant>
        <vt:lpwstr>aspi://module='ASPI'&amp;link='165/2012 Sb.%252328'&amp;ucin-k-dni='31.12.2018'</vt:lpwstr>
      </vt:variant>
      <vt:variant>
        <vt:lpwstr/>
      </vt:variant>
      <vt:variant>
        <vt:i4>4325448</vt:i4>
      </vt:variant>
      <vt:variant>
        <vt:i4>108</vt:i4>
      </vt:variant>
      <vt:variant>
        <vt:i4>0</vt:i4>
      </vt:variant>
      <vt:variant>
        <vt:i4>5</vt:i4>
      </vt:variant>
      <vt:variant>
        <vt:lpwstr>aspi://module='ASPI'&amp;link='526/1990 Sb.%2523'&amp;ucin-k-dni='31.12.2018'</vt:lpwstr>
      </vt:variant>
      <vt:variant>
        <vt:lpwstr/>
      </vt:variant>
      <vt:variant>
        <vt:i4>6357118</vt:i4>
      </vt:variant>
      <vt:variant>
        <vt:i4>102</vt:i4>
      </vt:variant>
      <vt:variant>
        <vt:i4>0</vt:i4>
      </vt:variant>
      <vt:variant>
        <vt:i4>5</vt:i4>
      </vt:variant>
      <vt:variant>
        <vt:lpwstr>aspi://module='ASPI'&amp;link='165/2012 Sb.%25231'&amp;ucin-k-dni='31.12.2018'</vt:lpwstr>
      </vt:variant>
      <vt:variant>
        <vt:lpwstr/>
      </vt:variant>
      <vt:variant>
        <vt:i4>6357115</vt:i4>
      </vt:variant>
      <vt:variant>
        <vt:i4>99</vt:i4>
      </vt:variant>
      <vt:variant>
        <vt:i4>0</vt:i4>
      </vt:variant>
      <vt:variant>
        <vt:i4>5</vt:i4>
      </vt:variant>
      <vt:variant>
        <vt:lpwstr>aspi://module='ASPI'&amp;link='165/2012 Sb.%25234'&amp;ucin-k-dni='31.12.2018'</vt:lpwstr>
      </vt:variant>
      <vt:variant>
        <vt:lpwstr/>
      </vt:variant>
      <vt:variant>
        <vt:i4>6357115</vt:i4>
      </vt:variant>
      <vt:variant>
        <vt:i4>96</vt:i4>
      </vt:variant>
      <vt:variant>
        <vt:i4>0</vt:i4>
      </vt:variant>
      <vt:variant>
        <vt:i4>5</vt:i4>
      </vt:variant>
      <vt:variant>
        <vt:lpwstr>aspi://module='ASPI'&amp;link='165/2012 Sb.%25234'&amp;ucin-k-dni='31.12.2018'</vt:lpwstr>
      </vt:variant>
      <vt:variant>
        <vt:lpwstr/>
      </vt:variant>
      <vt:variant>
        <vt:i4>6357115</vt:i4>
      </vt:variant>
      <vt:variant>
        <vt:i4>93</vt:i4>
      </vt:variant>
      <vt:variant>
        <vt:i4>0</vt:i4>
      </vt:variant>
      <vt:variant>
        <vt:i4>5</vt:i4>
      </vt:variant>
      <vt:variant>
        <vt:lpwstr>aspi://module='ASPI'&amp;link='165/2012 Sb.%25234'&amp;ucin-k-dni='31.12.2018'</vt:lpwstr>
      </vt:variant>
      <vt:variant>
        <vt:lpwstr/>
      </vt:variant>
      <vt:variant>
        <vt:i4>6357118</vt:i4>
      </vt:variant>
      <vt:variant>
        <vt:i4>90</vt:i4>
      </vt:variant>
      <vt:variant>
        <vt:i4>0</vt:i4>
      </vt:variant>
      <vt:variant>
        <vt:i4>5</vt:i4>
      </vt:variant>
      <vt:variant>
        <vt:lpwstr>aspi://module='ASPI'&amp;link='165/2012 Sb.%25231'&amp;ucin-k-dni='31.12.2018'</vt:lpwstr>
      </vt:variant>
      <vt:variant>
        <vt:lpwstr/>
      </vt:variant>
      <vt:variant>
        <vt:i4>8323190</vt:i4>
      </vt:variant>
      <vt:variant>
        <vt:i4>87</vt:i4>
      </vt:variant>
      <vt:variant>
        <vt:i4>0</vt:i4>
      </vt:variant>
      <vt:variant>
        <vt:i4>5</vt:i4>
      </vt:variant>
      <vt:variant>
        <vt:lpwstr>aspi://module='ASPI'&amp;link='165/2012 Sb.%252311'&amp;ucin-k-dni='31.12.2018'</vt:lpwstr>
      </vt:variant>
      <vt:variant>
        <vt:lpwstr/>
      </vt:variant>
      <vt:variant>
        <vt:i4>8323190</vt:i4>
      </vt:variant>
      <vt:variant>
        <vt:i4>84</vt:i4>
      </vt:variant>
      <vt:variant>
        <vt:i4>0</vt:i4>
      </vt:variant>
      <vt:variant>
        <vt:i4>5</vt:i4>
      </vt:variant>
      <vt:variant>
        <vt:lpwstr>aspi://module='ASPI'&amp;link='165/2012 Sb.%252311'&amp;ucin-k-dni='31.12.2018'</vt:lpwstr>
      </vt:variant>
      <vt:variant>
        <vt:lpwstr/>
      </vt:variant>
      <vt:variant>
        <vt:i4>6357115</vt:i4>
      </vt:variant>
      <vt:variant>
        <vt:i4>81</vt:i4>
      </vt:variant>
      <vt:variant>
        <vt:i4>0</vt:i4>
      </vt:variant>
      <vt:variant>
        <vt:i4>5</vt:i4>
      </vt:variant>
      <vt:variant>
        <vt:lpwstr>aspi://module='ASPI'&amp;link='165/2012 Sb.%25234'&amp;ucin-k-dni='31.12.2018'</vt:lpwstr>
      </vt:variant>
      <vt:variant>
        <vt:lpwstr/>
      </vt:variant>
      <vt:variant>
        <vt:i4>8192118</vt:i4>
      </vt:variant>
      <vt:variant>
        <vt:i4>78</vt:i4>
      </vt:variant>
      <vt:variant>
        <vt:i4>0</vt:i4>
      </vt:variant>
      <vt:variant>
        <vt:i4>5</vt:i4>
      </vt:variant>
      <vt:variant>
        <vt:lpwstr>aspi://module='ASPI'&amp;link='165/2012 Sb.%252313'&amp;ucin-k-dni='31.12.2018'</vt:lpwstr>
      </vt:variant>
      <vt:variant>
        <vt:lpwstr/>
      </vt:variant>
      <vt:variant>
        <vt:i4>8126582</vt:i4>
      </vt:variant>
      <vt:variant>
        <vt:i4>75</vt:i4>
      </vt:variant>
      <vt:variant>
        <vt:i4>0</vt:i4>
      </vt:variant>
      <vt:variant>
        <vt:i4>5</vt:i4>
      </vt:variant>
      <vt:variant>
        <vt:lpwstr>aspi://module='ASPI'&amp;link='165/2012 Sb.%252312'&amp;ucin-k-dni='31.12.2018'</vt:lpwstr>
      </vt:variant>
      <vt:variant>
        <vt:lpwstr/>
      </vt:variant>
      <vt:variant>
        <vt:i4>8323190</vt:i4>
      </vt:variant>
      <vt:variant>
        <vt:i4>72</vt:i4>
      </vt:variant>
      <vt:variant>
        <vt:i4>0</vt:i4>
      </vt:variant>
      <vt:variant>
        <vt:i4>5</vt:i4>
      </vt:variant>
      <vt:variant>
        <vt:lpwstr>aspi://module='ASPI'&amp;link='165/2012 Sb.%252311'&amp;ucin-k-dni='31.12.2018'</vt:lpwstr>
      </vt:variant>
      <vt:variant>
        <vt:lpwstr/>
      </vt:variant>
      <vt:variant>
        <vt:i4>5242911</vt:i4>
      </vt:variant>
      <vt:variant>
        <vt:i4>69</vt:i4>
      </vt:variant>
      <vt:variant>
        <vt:i4>0</vt:i4>
      </vt:variant>
      <vt:variant>
        <vt:i4>5</vt:i4>
      </vt:variant>
      <vt:variant>
        <vt:lpwstr>aspi://module='ASPI'&amp;link='165/2012 Sb.%252311a'&amp;ucin-k-dni='31.12.2018'</vt:lpwstr>
      </vt:variant>
      <vt:variant>
        <vt:lpwstr/>
      </vt:variant>
      <vt:variant>
        <vt:i4>5242911</vt:i4>
      </vt:variant>
      <vt:variant>
        <vt:i4>66</vt:i4>
      </vt:variant>
      <vt:variant>
        <vt:i4>0</vt:i4>
      </vt:variant>
      <vt:variant>
        <vt:i4>5</vt:i4>
      </vt:variant>
      <vt:variant>
        <vt:lpwstr>aspi://module='ASPI'&amp;link='165/2012 Sb.%252311a'&amp;ucin-k-dni='31.12.2018'</vt:lpwstr>
      </vt:variant>
      <vt:variant>
        <vt:lpwstr/>
      </vt:variant>
      <vt:variant>
        <vt:i4>4390977</vt:i4>
      </vt:variant>
      <vt:variant>
        <vt:i4>63</vt:i4>
      </vt:variant>
      <vt:variant>
        <vt:i4>0</vt:i4>
      </vt:variant>
      <vt:variant>
        <vt:i4>5</vt:i4>
      </vt:variant>
      <vt:variant>
        <vt:lpwstr>aspi://module='ASPI'&amp;link='129/2000 Sb.%2523'&amp;ucin-k-dni='31.12.2018'</vt:lpwstr>
      </vt:variant>
      <vt:variant>
        <vt:lpwstr/>
      </vt:variant>
      <vt:variant>
        <vt:i4>4325441</vt:i4>
      </vt:variant>
      <vt:variant>
        <vt:i4>60</vt:i4>
      </vt:variant>
      <vt:variant>
        <vt:i4>0</vt:i4>
      </vt:variant>
      <vt:variant>
        <vt:i4>5</vt:i4>
      </vt:variant>
      <vt:variant>
        <vt:lpwstr>aspi://module='ASPI'&amp;link='128/2000 Sb.%2523'&amp;ucin-k-dni='31.12.2018'</vt:lpwstr>
      </vt:variant>
      <vt:variant>
        <vt:lpwstr/>
      </vt:variant>
      <vt:variant>
        <vt:i4>5242911</vt:i4>
      </vt:variant>
      <vt:variant>
        <vt:i4>57</vt:i4>
      </vt:variant>
      <vt:variant>
        <vt:i4>0</vt:i4>
      </vt:variant>
      <vt:variant>
        <vt:i4>5</vt:i4>
      </vt:variant>
      <vt:variant>
        <vt:lpwstr>aspi://module='ASPI'&amp;link='165/2012 Sb.%252311a'&amp;ucin-k-dni='31.12.2018'</vt:lpwstr>
      </vt:variant>
      <vt:variant>
        <vt:lpwstr/>
      </vt:variant>
      <vt:variant>
        <vt:i4>5242911</vt:i4>
      </vt:variant>
      <vt:variant>
        <vt:i4>54</vt:i4>
      </vt:variant>
      <vt:variant>
        <vt:i4>0</vt:i4>
      </vt:variant>
      <vt:variant>
        <vt:i4>5</vt:i4>
      </vt:variant>
      <vt:variant>
        <vt:lpwstr>aspi://module='ASPI'&amp;link='165/2012 Sb.%252311a'&amp;ucin-k-dni='31.12.2018'</vt:lpwstr>
      </vt:variant>
      <vt:variant>
        <vt:lpwstr/>
      </vt:variant>
      <vt:variant>
        <vt:i4>4390977</vt:i4>
      </vt:variant>
      <vt:variant>
        <vt:i4>51</vt:i4>
      </vt:variant>
      <vt:variant>
        <vt:i4>0</vt:i4>
      </vt:variant>
      <vt:variant>
        <vt:i4>5</vt:i4>
      </vt:variant>
      <vt:variant>
        <vt:lpwstr>aspi://module='ASPI'&amp;link='129/2000 Sb.%2523'&amp;ucin-k-dni='31.12.2018'</vt:lpwstr>
      </vt:variant>
      <vt:variant>
        <vt:lpwstr/>
      </vt:variant>
      <vt:variant>
        <vt:i4>4325441</vt:i4>
      </vt:variant>
      <vt:variant>
        <vt:i4>48</vt:i4>
      </vt:variant>
      <vt:variant>
        <vt:i4>0</vt:i4>
      </vt:variant>
      <vt:variant>
        <vt:i4>5</vt:i4>
      </vt:variant>
      <vt:variant>
        <vt:lpwstr>aspi://module='ASPI'&amp;link='128/2000 Sb.%2523'&amp;ucin-k-dni='31.12.2018'</vt:lpwstr>
      </vt:variant>
      <vt:variant>
        <vt:lpwstr/>
      </vt:variant>
      <vt:variant>
        <vt:i4>5242911</vt:i4>
      </vt:variant>
      <vt:variant>
        <vt:i4>45</vt:i4>
      </vt:variant>
      <vt:variant>
        <vt:i4>0</vt:i4>
      </vt:variant>
      <vt:variant>
        <vt:i4>5</vt:i4>
      </vt:variant>
      <vt:variant>
        <vt:lpwstr>aspi://module='ASPI'&amp;link='165/2012 Sb.%252311a'&amp;ucin-k-dni='31.12.2018'</vt:lpwstr>
      </vt:variant>
      <vt:variant>
        <vt:lpwstr/>
      </vt:variant>
      <vt:variant>
        <vt:i4>4390977</vt:i4>
      </vt:variant>
      <vt:variant>
        <vt:i4>42</vt:i4>
      </vt:variant>
      <vt:variant>
        <vt:i4>0</vt:i4>
      </vt:variant>
      <vt:variant>
        <vt:i4>5</vt:i4>
      </vt:variant>
      <vt:variant>
        <vt:lpwstr>aspi://module='ASPI'&amp;link='129/2000 Sb.%2523'&amp;ucin-k-dni='31.12.2018'</vt:lpwstr>
      </vt:variant>
      <vt:variant>
        <vt:lpwstr/>
      </vt:variant>
      <vt:variant>
        <vt:i4>4325441</vt:i4>
      </vt:variant>
      <vt:variant>
        <vt:i4>39</vt:i4>
      </vt:variant>
      <vt:variant>
        <vt:i4>0</vt:i4>
      </vt:variant>
      <vt:variant>
        <vt:i4>5</vt:i4>
      </vt:variant>
      <vt:variant>
        <vt:lpwstr>aspi://module='ASPI'&amp;link='128/2000 Sb.%2523'&amp;ucin-k-dni='31.12.2018'</vt:lpwstr>
      </vt:variant>
      <vt:variant>
        <vt:lpwstr/>
      </vt:variant>
      <vt:variant>
        <vt:i4>5242911</vt:i4>
      </vt:variant>
      <vt:variant>
        <vt:i4>36</vt:i4>
      </vt:variant>
      <vt:variant>
        <vt:i4>0</vt:i4>
      </vt:variant>
      <vt:variant>
        <vt:i4>5</vt:i4>
      </vt:variant>
      <vt:variant>
        <vt:lpwstr>aspi://module='ASPI'&amp;link='165/2012 Sb.%252311a'&amp;ucin-k-dni='31.12.2018'</vt:lpwstr>
      </vt:variant>
      <vt:variant>
        <vt:lpwstr/>
      </vt:variant>
      <vt:variant>
        <vt:i4>5242911</vt:i4>
      </vt:variant>
      <vt:variant>
        <vt:i4>33</vt:i4>
      </vt:variant>
      <vt:variant>
        <vt:i4>0</vt:i4>
      </vt:variant>
      <vt:variant>
        <vt:i4>5</vt:i4>
      </vt:variant>
      <vt:variant>
        <vt:lpwstr>aspi://module='ASPI'&amp;link='165/2012 Sb.%252311a'&amp;ucin-k-dni='31.12.2018'</vt:lpwstr>
      </vt:variant>
      <vt:variant>
        <vt:lpwstr/>
      </vt:variant>
      <vt:variant>
        <vt:i4>5242911</vt:i4>
      </vt:variant>
      <vt:variant>
        <vt:i4>30</vt:i4>
      </vt:variant>
      <vt:variant>
        <vt:i4>0</vt:i4>
      </vt:variant>
      <vt:variant>
        <vt:i4>5</vt:i4>
      </vt:variant>
      <vt:variant>
        <vt:lpwstr>aspi://module='ASPI'&amp;link='165/2012 Sb.%252311a'&amp;ucin-k-dni='31.12.2018'</vt:lpwstr>
      </vt:variant>
      <vt:variant>
        <vt:lpwstr/>
      </vt:variant>
      <vt:variant>
        <vt:i4>5242911</vt:i4>
      </vt:variant>
      <vt:variant>
        <vt:i4>27</vt:i4>
      </vt:variant>
      <vt:variant>
        <vt:i4>0</vt:i4>
      </vt:variant>
      <vt:variant>
        <vt:i4>5</vt:i4>
      </vt:variant>
      <vt:variant>
        <vt:lpwstr>aspi://module='ASPI'&amp;link='165/2012 Sb.%252311a'&amp;ucin-k-dni='31.12.2018'</vt:lpwstr>
      </vt:variant>
      <vt:variant>
        <vt:lpwstr/>
      </vt:variant>
      <vt:variant>
        <vt:i4>7929971</vt:i4>
      </vt:variant>
      <vt:variant>
        <vt:i4>24</vt:i4>
      </vt:variant>
      <vt:variant>
        <vt:i4>0</vt:i4>
      </vt:variant>
      <vt:variant>
        <vt:i4>5</vt:i4>
      </vt:variant>
      <vt:variant>
        <vt:lpwstr>aspi://module='ASPI'&amp;link='165/2012 Sb.%252347'&amp;ucin-k-dni='31.12.2018'</vt:lpwstr>
      </vt:variant>
      <vt:variant>
        <vt:lpwstr/>
      </vt:variant>
      <vt:variant>
        <vt:i4>4718668</vt:i4>
      </vt:variant>
      <vt:variant>
        <vt:i4>21</vt:i4>
      </vt:variant>
      <vt:variant>
        <vt:i4>0</vt:i4>
      </vt:variant>
      <vt:variant>
        <vt:i4>5</vt:i4>
      </vt:variant>
      <vt:variant>
        <vt:lpwstr>aspi://module='ASPI'&amp;link='183/2017 Sb.%2523'&amp;ucin-k-dni='31.12.2018'</vt:lpwstr>
      </vt:variant>
      <vt:variant>
        <vt:lpwstr/>
      </vt:variant>
      <vt:variant>
        <vt:i4>4718660</vt:i4>
      </vt:variant>
      <vt:variant>
        <vt:i4>18</vt:i4>
      </vt:variant>
      <vt:variant>
        <vt:i4>0</vt:i4>
      </vt:variant>
      <vt:variant>
        <vt:i4>5</vt:i4>
      </vt:variant>
      <vt:variant>
        <vt:lpwstr>aspi://module='ASPI'&amp;link='103/2017 Sb.%2523'&amp;ucin-k-dni='31.12.2018'</vt:lpwstr>
      </vt:variant>
      <vt:variant>
        <vt:lpwstr/>
      </vt:variant>
      <vt:variant>
        <vt:i4>4915276</vt:i4>
      </vt:variant>
      <vt:variant>
        <vt:i4>15</vt:i4>
      </vt:variant>
      <vt:variant>
        <vt:i4>0</vt:i4>
      </vt:variant>
      <vt:variant>
        <vt:i4>5</vt:i4>
      </vt:variant>
      <vt:variant>
        <vt:lpwstr>aspi://module='ASPI'&amp;link='190/2016 Sb.%2523'&amp;ucin-k-dni='31.12.2018'</vt:lpwstr>
      </vt:variant>
      <vt:variant>
        <vt:lpwstr/>
      </vt:variant>
      <vt:variant>
        <vt:i4>4980805</vt:i4>
      </vt:variant>
      <vt:variant>
        <vt:i4>12</vt:i4>
      </vt:variant>
      <vt:variant>
        <vt:i4>0</vt:i4>
      </vt:variant>
      <vt:variant>
        <vt:i4>5</vt:i4>
      </vt:variant>
      <vt:variant>
        <vt:lpwstr>aspi://module='ASPI'&amp;link='107/2016 Sb.%2523'&amp;ucin-k-dni='31.12.2018'</vt:lpwstr>
      </vt:variant>
      <vt:variant>
        <vt:lpwstr/>
      </vt:variant>
      <vt:variant>
        <vt:i4>4849733</vt:i4>
      </vt:variant>
      <vt:variant>
        <vt:i4>9</vt:i4>
      </vt:variant>
      <vt:variant>
        <vt:i4>0</vt:i4>
      </vt:variant>
      <vt:variant>
        <vt:i4>5</vt:i4>
      </vt:variant>
      <vt:variant>
        <vt:lpwstr>aspi://module='ASPI'&amp;link='131/2015 Sb.%2523'&amp;ucin-k-dni='31.12.2018'</vt:lpwstr>
      </vt:variant>
      <vt:variant>
        <vt:lpwstr/>
      </vt:variant>
      <vt:variant>
        <vt:i4>4718683</vt:i4>
      </vt:variant>
      <vt:variant>
        <vt:i4>6</vt:i4>
      </vt:variant>
      <vt:variant>
        <vt:i4>0</vt:i4>
      </vt:variant>
      <vt:variant>
        <vt:i4>5</vt:i4>
      </vt:variant>
      <vt:variant>
        <vt:lpwstr>aspi://module='ASPI'&amp;link='90/2014 Sb.%2523'&amp;ucin-k-dni='31.12.2018'</vt:lpwstr>
      </vt:variant>
      <vt:variant>
        <vt:lpwstr/>
      </vt:variant>
      <vt:variant>
        <vt:i4>4784193</vt:i4>
      </vt:variant>
      <vt:variant>
        <vt:i4>3</vt:i4>
      </vt:variant>
      <vt:variant>
        <vt:i4>0</vt:i4>
      </vt:variant>
      <vt:variant>
        <vt:i4>5</vt:i4>
      </vt:variant>
      <vt:variant>
        <vt:lpwstr>aspi://module='ASPI'&amp;link='310/2013 Sb.%2523'&amp;ucin-k-dni='31.12.2018'</vt:lpwstr>
      </vt:variant>
      <vt:variant>
        <vt:lpwstr/>
      </vt:variant>
      <vt:variant>
        <vt:i4>4784193</vt:i4>
      </vt:variant>
      <vt:variant>
        <vt:i4>0</vt:i4>
      </vt:variant>
      <vt:variant>
        <vt:i4>0</vt:i4>
      </vt:variant>
      <vt:variant>
        <vt:i4>5</vt:i4>
      </vt:variant>
      <vt:variant>
        <vt:lpwstr>aspi://module='ASPI'&amp;link='407/2012 Sb.%2523'&amp;ucin-k-dni='31.12.2018'</vt:lpwstr>
      </vt:variant>
      <vt:variant>
        <vt:lpwstr/>
      </vt:variant>
      <vt:variant>
        <vt:i4>6750216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https://eur-lex.europa.eu/legal-content/CS/AUTO/?uri=uriserv:OJ.L_.2018.328.01.0001.01.CES&amp;toc=OJ:L:2018:328:TOC</vt:lpwstr>
      </vt:variant>
      <vt:variant>
        <vt:lpwstr/>
      </vt:variant>
      <vt:variant>
        <vt:i4>3997758</vt:i4>
      </vt:variant>
      <vt:variant>
        <vt:i4>9</vt:i4>
      </vt:variant>
      <vt:variant>
        <vt:i4>0</vt:i4>
      </vt:variant>
      <vt:variant>
        <vt:i4>5</vt:i4>
      </vt:variant>
      <vt:variant>
        <vt:lpwstr>http://www.uohs.cz/cs/verejna-podpora/evidencni-povinnost-poskytovatelu-transparentnost-podpor.html</vt:lpwstr>
      </vt:variant>
      <vt:variant>
        <vt:lpwstr/>
      </vt:variant>
      <vt:variant>
        <vt:i4>3997758</vt:i4>
      </vt:variant>
      <vt:variant>
        <vt:i4>6</vt:i4>
      </vt:variant>
      <vt:variant>
        <vt:i4>0</vt:i4>
      </vt:variant>
      <vt:variant>
        <vt:i4>5</vt:i4>
      </vt:variant>
      <vt:variant>
        <vt:lpwstr>http://www.uohs.cz/cs/verejna-podpora/evidencni-povinnost-poskytovatelu-transparentnost-podpor.html</vt:lpwstr>
      </vt:variant>
      <vt:variant>
        <vt:lpwstr/>
      </vt:variant>
      <vt:variant>
        <vt:i4>4653122</vt:i4>
      </vt:variant>
      <vt:variant>
        <vt:i4>3</vt:i4>
      </vt:variant>
      <vt:variant>
        <vt:i4>0</vt:i4>
      </vt:variant>
      <vt:variant>
        <vt:i4>5</vt:i4>
      </vt:variant>
      <vt:variant>
        <vt:lpwstr>http://www.uohs.cz/cs/verejna-podpora/nesplacene-inkasni-prikazy.html</vt:lpwstr>
      </vt:variant>
      <vt:variant>
        <vt:lpwstr/>
      </vt:variant>
      <vt:variant>
        <vt:i4>4849740</vt:i4>
      </vt:variant>
      <vt:variant>
        <vt:i4>0</vt:i4>
      </vt:variant>
      <vt:variant>
        <vt:i4>0</vt:i4>
      </vt:variant>
      <vt:variant>
        <vt:i4>5</vt:i4>
      </vt:variant>
      <vt:variant>
        <vt:lpwstr>http://www.uohs.cz/cs/verejna-podpora/podniky-v-obtizich.html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Benešová</dc:creator>
  <cp:keywords/>
  <dc:description/>
  <cp:lastModifiedBy>Vacek Jan</cp:lastModifiedBy>
  <cp:revision>2</cp:revision>
  <cp:lastPrinted>2020-05-06T06:25:00Z</cp:lastPrinted>
  <dcterms:created xsi:type="dcterms:W3CDTF">2020-07-30T13:05:00Z</dcterms:created>
  <dcterms:modified xsi:type="dcterms:W3CDTF">2020-07-30T13:05:00Z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0x010100F39308BC2D21834F91D63484AA38005A</vt:lpwstr>
  </property>
</Properties>
</file>