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B7663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77777777" w:rsidR="003E1216" w:rsidRPr="003E1216" w:rsidRDefault="00E22AEA" w:rsidP="00684000">
      <w:pPr>
        <w:pStyle w:val="PShlavika2"/>
        <w:spacing w:line="240" w:lineRule="auto"/>
      </w:pPr>
      <w:r>
        <w:t>202</w:t>
      </w:r>
      <w:r w:rsidR="007079CD">
        <w:t>1</w:t>
      </w:r>
    </w:p>
    <w:p w14:paraId="706F95DA" w14:textId="77777777"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14:paraId="03D4B087" w14:textId="68D62AD0" w:rsidR="003E1216" w:rsidRPr="00C907C5" w:rsidRDefault="007E4AF2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352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77777777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079CD">
        <w:t>51</w:t>
      </w:r>
      <w:r w:rsidR="00C907C5">
        <w:t>. schůze</w:t>
      </w:r>
    </w:p>
    <w:p w14:paraId="109F92E9" w14:textId="77777777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B42ABD">
        <w:rPr>
          <w:bCs/>
          <w:iCs/>
        </w:rPr>
        <w:t>6</w:t>
      </w:r>
      <w:r w:rsidR="001B4026">
        <w:rPr>
          <w:bCs/>
          <w:iCs/>
        </w:rPr>
        <w:t>. l</w:t>
      </w:r>
      <w:r w:rsidR="007079CD">
        <w:rPr>
          <w:bCs/>
          <w:iCs/>
        </w:rPr>
        <w:t>edna</w:t>
      </w:r>
      <w:r w:rsidR="0033764D">
        <w:rPr>
          <w:bCs/>
          <w:iCs/>
        </w:rPr>
        <w:t xml:space="preserve"> 202</w:t>
      </w:r>
      <w:r w:rsidR="007079CD">
        <w:rPr>
          <w:bCs/>
          <w:iCs/>
        </w:rPr>
        <w:t>1</w:t>
      </w:r>
    </w:p>
    <w:p w14:paraId="54D3B59B" w14:textId="77777777" w:rsidR="008C5CDC" w:rsidRPr="008C5CDC" w:rsidRDefault="00A84635" w:rsidP="00821A7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3628CC">
        <w:t xml:space="preserve">návrhu </w:t>
      </w:r>
      <w:r w:rsidR="00BE3E71">
        <w:t>zákona</w:t>
      </w:r>
      <w:r w:rsidR="007079CD">
        <w:t>, kterým se mění zákon č. 266/1994 Sb., o drahách, ve znění pozdějších předpisů, a zákon č. 634/2004 Sb., o správních poplatcích, ve znění pozdějších předpisů</w:t>
      </w:r>
      <w:r w:rsidR="008C5CDC" w:rsidRPr="00386BEC">
        <w:t xml:space="preserve"> – </w:t>
      </w:r>
      <w:r w:rsidR="008C5CDC" w:rsidRPr="00386BEC">
        <w:rPr>
          <w:b/>
        </w:rPr>
        <w:t xml:space="preserve">sněmovní tisk </w:t>
      </w:r>
      <w:r w:rsidR="007079CD">
        <w:rPr>
          <w:b/>
        </w:rPr>
        <w:t>912</w:t>
      </w:r>
    </w:p>
    <w:p w14:paraId="58EAE7A7" w14:textId="77777777" w:rsidR="00060BDA" w:rsidRPr="00315E6F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color w:val="000000"/>
          <w:spacing w:val="-2"/>
          <w:sz w:val="2"/>
          <w:lang w:eastAsia="cs-CZ"/>
        </w:rPr>
      </w:pPr>
    </w:p>
    <w:p w14:paraId="46C5E488" w14:textId="4C02E6E6" w:rsidR="00E83F84" w:rsidRPr="00E83F84" w:rsidRDefault="00E83F84" w:rsidP="009F556E">
      <w:pPr>
        <w:spacing w:before="600" w:after="36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 w:rsidRPr="00A65B91">
        <w:rPr>
          <w:rFonts w:ascii="Times New Roman" w:hAnsi="Times New Roman"/>
          <w:sz w:val="24"/>
          <w:szCs w:val="24"/>
        </w:rPr>
        <w:t xml:space="preserve"> </w:t>
      </w:r>
      <w:r w:rsidR="007E4AF2">
        <w:rPr>
          <w:rFonts w:ascii="Times New Roman" w:hAnsi="Times New Roman"/>
          <w:sz w:val="24"/>
          <w:szCs w:val="24"/>
        </w:rPr>
        <w:t>m</w:t>
      </w:r>
      <w:r w:rsidR="00283C78">
        <w:rPr>
          <w:rFonts w:ascii="Times New Roman" w:hAnsi="Times New Roman"/>
          <w:sz w:val="24"/>
          <w:szCs w:val="24"/>
        </w:rPr>
        <w:t>inistra dopravy Karla Havlíčka</w:t>
      </w:r>
      <w:r w:rsidR="00A65B91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 xml:space="preserve">zprávy poslance </w:t>
      </w:r>
      <w:r w:rsidR="007079CD">
        <w:rPr>
          <w:rFonts w:ascii="Times New Roman" w:hAnsi="Times New Roman"/>
          <w:sz w:val="24"/>
          <w:szCs w:val="24"/>
        </w:rPr>
        <w:t>Jana Bauera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14:paraId="30DD20B4" w14:textId="77777777" w:rsidR="00323B6C" w:rsidRPr="00E83F84" w:rsidRDefault="00323B6C" w:rsidP="005C00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>sněmovního tisku</w:t>
      </w:r>
      <w:r w:rsidR="00821A78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="007079CD">
        <w:rPr>
          <w:rFonts w:ascii="Times New Roman" w:hAnsi="Times New Roman"/>
          <w:b/>
          <w:sz w:val="24"/>
          <w:szCs w:val="24"/>
          <w:lang w:eastAsia="cs-CZ"/>
        </w:rPr>
        <w:t>912</w:t>
      </w:r>
      <w:r w:rsidRPr="008B4F68">
        <w:rPr>
          <w:rFonts w:ascii="Times New Roman" w:hAnsi="Times New Roman"/>
          <w:bCs/>
          <w:sz w:val="24"/>
          <w:szCs w:val="24"/>
          <w:lang w:eastAsia="cs-CZ"/>
        </w:rPr>
        <w:t>;</w:t>
      </w:r>
    </w:p>
    <w:p w14:paraId="2E3C776D" w14:textId="77777777" w:rsidR="000D431D" w:rsidRPr="009C00F0" w:rsidRDefault="000D431D" w:rsidP="000D43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 tisku podle návrhu zpravodaje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14:paraId="60BE68DD" w14:textId="77777777" w:rsidR="00A53E0C" w:rsidRDefault="00A53E0C" w:rsidP="009202F2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contextualSpacing w:val="0"/>
        <w:jc w:val="both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 do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7079CD">
        <w:rPr>
          <w:rFonts w:ascii="Times New Roman" w:hAnsi="Times New Roman"/>
          <w:b/>
          <w:i/>
          <w:sz w:val="24"/>
          <w:szCs w:val="24"/>
          <w:lang w:eastAsia="cs-CZ"/>
        </w:rPr>
        <w:t>čtvrtku</w:t>
      </w:r>
      <w:r w:rsidR="009202F2">
        <w:rPr>
          <w:rFonts w:ascii="Times New Roman" w:hAnsi="Times New Roman"/>
          <w:b/>
          <w:i/>
          <w:sz w:val="24"/>
          <w:szCs w:val="24"/>
          <w:lang w:eastAsia="cs-CZ"/>
        </w:rPr>
        <w:t xml:space="preserve"> 2</w:t>
      </w:r>
      <w:r w:rsidR="007079CD">
        <w:rPr>
          <w:rFonts w:ascii="Times New Roman" w:hAnsi="Times New Roman"/>
          <w:b/>
          <w:i/>
          <w:sz w:val="24"/>
          <w:szCs w:val="24"/>
          <w:lang w:eastAsia="cs-CZ"/>
        </w:rPr>
        <w:t>1</w:t>
      </w:r>
      <w:r w:rsidR="009202F2">
        <w:rPr>
          <w:rFonts w:ascii="Times New Roman" w:hAnsi="Times New Roman"/>
          <w:b/>
          <w:i/>
          <w:sz w:val="24"/>
          <w:szCs w:val="24"/>
          <w:lang w:eastAsia="cs-CZ"/>
        </w:rPr>
        <w:t>. ledna 2021 do 1</w:t>
      </w:r>
      <w:r w:rsidR="00326296">
        <w:rPr>
          <w:rFonts w:ascii="Times New Roman" w:hAnsi="Times New Roman"/>
          <w:b/>
          <w:i/>
          <w:sz w:val="24"/>
          <w:szCs w:val="24"/>
          <w:lang w:eastAsia="cs-CZ"/>
        </w:rPr>
        <w:t>4</w:t>
      </w:r>
      <w:r w:rsidR="009202F2">
        <w:rPr>
          <w:rFonts w:ascii="Times New Roman" w:hAnsi="Times New Roman"/>
          <w:b/>
          <w:i/>
          <w:sz w:val="24"/>
          <w:szCs w:val="24"/>
          <w:lang w:eastAsia="cs-CZ"/>
        </w:rPr>
        <w:t>:00 hodin</w:t>
      </w:r>
      <w:r w:rsidRPr="008B4F68">
        <w:rPr>
          <w:rFonts w:ascii="Times New Roman" w:hAnsi="Times New Roman"/>
          <w:bCs/>
          <w:i/>
          <w:sz w:val="24"/>
          <w:szCs w:val="24"/>
          <w:lang w:eastAsia="cs-CZ"/>
        </w:rPr>
        <w:t>;</w:t>
      </w:r>
    </w:p>
    <w:p w14:paraId="03C9BF14" w14:textId="77777777" w:rsidR="00A53E0C" w:rsidRDefault="00D62487" w:rsidP="00326296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 pozměňovacími návrhy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(včetně odůvodněných stanovisek) 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předá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7079CD">
        <w:rPr>
          <w:rFonts w:ascii="Times New Roman" w:hAnsi="Times New Roman"/>
          <w:i/>
          <w:sz w:val="24"/>
          <w:szCs w:val="24"/>
          <w:lang w:eastAsia="cs-CZ"/>
        </w:rPr>
        <w:t>MD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 xml:space="preserve"> na hospodářský výbor do </w:t>
      </w:r>
      <w:r w:rsidR="009202F2" w:rsidRPr="009202F2">
        <w:rPr>
          <w:rFonts w:ascii="Times New Roman" w:hAnsi="Times New Roman"/>
          <w:b/>
          <w:i/>
          <w:sz w:val="24"/>
          <w:szCs w:val="24"/>
          <w:lang w:eastAsia="cs-CZ"/>
        </w:rPr>
        <w:t>pátku 29. ledna 2021 do 12:00 hodin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14:paraId="6DB41F1B" w14:textId="77777777" w:rsidR="00A53E0C" w:rsidRDefault="00A53E0C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projednávání na schůzi hospodářského výboru v</w:t>
      </w:r>
      <w:r w:rsidR="00BE3E71">
        <w:rPr>
          <w:rFonts w:ascii="Times New Roman" w:hAnsi="Times New Roman"/>
          <w:i/>
          <w:sz w:val="24"/>
          <w:szCs w:val="24"/>
          <w:lang w:eastAsia="cs-CZ"/>
        </w:rPr>
        <w:t>e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BE3E71" w:rsidRPr="009202F2">
        <w:rPr>
          <w:rFonts w:ascii="Times New Roman" w:hAnsi="Times New Roman"/>
          <w:b/>
          <w:i/>
          <w:sz w:val="24"/>
          <w:szCs w:val="24"/>
          <w:lang w:eastAsia="cs-CZ"/>
        </w:rPr>
        <w:t>středu</w:t>
      </w:r>
      <w:r w:rsidR="00315E6F" w:rsidRPr="009202F2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202F2" w:rsidRPr="009202F2">
        <w:rPr>
          <w:rFonts w:ascii="Times New Roman" w:hAnsi="Times New Roman"/>
          <w:b/>
          <w:i/>
          <w:sz w:val="24"/>
          <w:szCs w:val="24"/>
          <w:lang w:eastAsia="cs-CZ"/>
        </w:rPr>
        <w:t>3</w:t>
      </w:r>
      <w:r w:rsidR="00F4473B" w:rsidRPr="009202F2">
        <w:rPr>
          <w:rFonts w:ascii="Times New Roman" w:hAnsi="Times New Roman"/>
          <w:b/>
          <w:i/>
          <w:sz w:val="24"/>
          <w:szCs w:val="24"/>
          <w:lang w:eastAsia="cs-CZ"/>
        </w:rPr>
        <w:t>. února 2021</w:t>
      </w:r>
      <w:r w:rsidRPr="00326296">
        <w:rPr>
          <w:rFonts w:ascii="Times New Roman" w:hAnsi="Times New Roman"/>
          <w:i/>
          <w:sz w:val="24"/>
          <w:szCs w:val="24"/>
          <w:lang w:eastAsia="cs-CZ"/>
        </w:rPr>
        <w:t>.</w:t>
      </w:r>
    </w:p>
    <w:p w14:paraId="321A3B88" w14:textId="65798A38" w:rsidR="00C3035B" w:rsidRPr="00524661" w:rsidRDefault="007E4AF2" w:rsidP="007E4AF2">
      <w:pPr>
        <w:tabs>
          <w:tab w:val="center" w:pos="1418"/>
          <w:tab w:val="center" w:pos="4536"/>
          <w:tab w:val="center" w:pos="7655"/>
        </w:tabs>
        <w:spacing w:before="19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 Petr DOLÍNEK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079CD">
        <w:rPr>
          <w:rFonts w:ascii="Times New Roman" w:hAnsi="Times New Roman"/>
          <w:sz w:val="24"/>
          <w:szCs w:val="24"/>
          <w:lang w:eastAsia="cs-CZ"/>
        </w:rPr>
        <w:t>Jan BAUER</w:t>
      </w:r>
      <w:r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36A9976" w14:textId="77777777" w:rsidR="00A47BEA" w:rsidRPr="00524661" w:rsidRDefault="00A47BEA" w:rsidP="006F0294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1B8E2188" w14:textId="36F2EF81" w:rsidR="007D5AF0" w:rsidRPr="00524661" w:rsidRDefault="00A47BEA" w:rsidP="007079CD">
      <w:pPr>
        <w:tabs>
          <w:tab w:val="center" w:pos="1418"/>
          <w:tab w:val="center" w:pos="4536"/>
          <w:tab w:val="center" w:pos="7655"/>
        </w:tabs>
        <w:spacing w:before="8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7E4AF2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6A913D5" w14:textId="77777777" w:rsidR="009F556E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9F556E" w:rsidRPr="00524661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246CD" w14:textId="77777777" w:rsidR="00C66196" w:rsidRDefault="00C66196" w:rsidP="00C66196">
      <w:pPr>
        <w:spacing w:after="0" w:line="240" w:lineRule="auto"/>
      </w:pPr>
      <w:r>
        <w:separator/>
      </w:r>
    </w:p>
  </w:endnote>
  <w:endnote w:type="continuationSeparator" w:id="0">
    <w:p w14:paraId="44EAF2F2" w14:textId="77777777" w:rsidR="00C66196" w:rsidRDefault="00C66196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813E" w14:textId="77777777" w:rsidR="00C66196" w:rsidRDefault="00C661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BB6C5" w14:textId="77777777" w:rsidR="00C66196" w:rsidRDefault="00C6619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161B1" w14:textId="77777777" w:rsidR="00C66196" w:rsidRDefault="00C661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A996A" w14:textId="77777777" w:rsidR="00C66196" w:rsidRDefault="00C66196" w:rsidP="00C66196">
      <w:pPr>
        <w:spacing w:after="0" w:line="240" w:lineRule="auto"/>
      </w:pPr>
      <w:r>
        <w:separator/>
      </w:r>
    </w:p>
  </w:footnote>
  <w:footnote w:type="continuationSeparator" w:id="0">
    <w:p w14:paraId="28794A4A" w14:textId="77777777" w:rsidR="00C66196" w:rsidRDefault="00C66196" w:rsidP="00C6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30463" w14:textId="600FB7C3" w:rsidR="00C66196" w:rsidRDefault="00C661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4D143" w14:textId="5609A3A2" w:rsidR="00C66196" w:rsidRDefault="00C661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9044D" w14:textId="4D9B7621" w:rsidR="00C66196" w:rsidRDefault="00C661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4"/>
  </w:num>
  <w:num w:numId="14">
    <w:abstractNumId w:val="26"/>
  </w:num>
  <w:num w:numId="15">
    <w:abstractNumId w:val="12"/>
  </w:num>
  <w:num w:numId="16">
    <w:abstractNumId w:val="22"/>
  </w:num>
  <w:num w:numId="17">
    <w:abstractNumId w:val="19"/>
  </w:num>
  <w:num w:numId="18">
    <w:abstractNumId w:val="21"/>
  </w:num>
  <w:num w:numId="19">
    <w:abstractNumId w:val="17"/>
  </w:num>
  <w:num w:numId="20">
    <w:abstractNumId w:val="23"/>
  </w:num>
  <w:num w:numId="21">
    <w:abstractNumId w:val="28"/>
  </w:num>
  <w:num w:numId="22">
    <w:abstractNumId w:val="18"/>
  </w:num>
  <w:num w:numId="23">
    <w:abstractNumId w:val="10"/>
  </w:num>
  <w:num w:numId="24">
    <w:abstractNumId w:val="11"/>
  </w:num>
  <w:num w:numId="25">
    <w:abstractNumId w:val="27"/>
  </w:num>
  <w:num w:numId="26">
    <w:abstractNumId w:val="14"/>
  </w:num>
  <w:num w:numId="27">
    <w:abstractNumId w:val="13"/>
  </w:num>
  <w:num w:numId="28">
    <w:abstractNumId w:val="2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1056EE"/>
    <w:rsid w:val="001B4026"/>
    <w:rsid w:val="001D31DB"/>
    <w:rsid w:val="001D480E"/>
    <w:rsid w:val="001D62A9"/>
    <w:rsid w:val="001E2E72"/>
    <w:rsid w:val="001F6D70"/>
    <w:rsid w:val="002128F2"/>
    <w:rsid w:val="00216D4E"/>
    <w:rsid w:val="002214A3"/>
    <w:rsid w:val="00255747"/>
    <w:rsid w:val="00283C78"/>
    <w:rsid w:val="002C5CAA"/>
    <w:rsid w:val="002E355C"/>
    <w:rsid w:val="002F496A"/>
    <w:rsid w:val="00315E6F"/>
    <w:rsid w:val="00323B6C"/>
    <w:rsid w:val="00323DBF"/>
    <w:rsid w:val="00326296"/>
    <w:rsid w:val="0033764D"/>
    <w:rsid w:val="003628CC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B5BF2"/>
    <w:rsid w:val="004C2102"/>
    <w:rsid w:val="004D71CF"/>
    <w:rsid w:val="004F072B"/>
    <w:rsid w:val="004F0F9F"/>
    <w:rsid w:val="004F18AA"/>
    <w:rsid w:val="004F6F69"/>
    <w:rsid w:val="00524661"/>
    <w:rsid w:val="00560B5B"/>
    <w:rsid w:val="00580782"/>
    <w:rsid w:val="005A6FA8"/>
    <w:rsid w:val="005C001D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D6966"/>
    <w:rsid w:val="006E41C4"/>
    <w:rsid w:val="006E430E"/>
    <w:rsid w:val="006F0294"/>
    <w:rsid w:val="00704CD8"/>
    <w:rsid w:val="007079CD"/>
    <w:rsid w:val="00744C47"/>
    <w:rsid w:val="0077108E"/>
    <w:rsid w:val="007958F9"/>
    <w:rsid w:val="007B1C49"/>
    <w:rsid w:val="007B5DE5"/>
    <w:rsid w:val="007B6DE0"/>
    <w:rsid w:val="007C01CF"/>
    <w:rsid w:val="007D5AF0"/>
    <w:rsid w:val="007E4AF2"/>
    <w:rsid w:val="007F2C7C"/>
    <w:rsid w:val="00815047"/>
    <w:rsid w:val="008163FA"/>
    <w:rsid w:val="00821A78"/>
    <w:rsid w:val="00822FAC"/>
    <w:rsid w:val="0083658A"/>
    <w:rsid w:val="00837AA7"/>
    <w:rsid w:val="00850610"/>
    <w:rsid w:val="00852ED6"/>
    <w:rsid w:val="008A29E6"/>
    <w:rsid w:val="008B4F68"/>
    <w:rsid w:val="008C5CDC"/>
    <w:rsid w:val="008D02DE"/>
    <w:rsid w:val="008E3EAF"/>
    <w:rsid w:val="009202F2"/>
    <w:rsid w:val="00920BD2"/>
    <w:rsid w:val="00940C0E"/>
    <w:rsid w:val="00940FE6"/>
    <w:rsid w:val="009543BC"/>
    <w:rsid w:val="009649C6"/>
    <w:rsid w:val="00993ADE"/>
    <w:rsid w:val="00996EF7"/>
    <w:rsid w:val="009B1740"/>
    <w:rsid w:val="009C00F0"/>
    <w:rsid w:val="009D160F"/>
    <w:rsid w:val="009D3FBD"/>
    <w:rsid w:val="009E21D7"/>
    <w:rsid w:val="009F556E"/>
    <w:rsid w:val="00A020C6"/>
    <w:rsid w:val="00A10D38"/>
    <w:rsid w:val="00A371B0"/>
    <w:rsid w:val="00A47BEA"/>
    <w:rsid w:val="00A53E0C"/>
    <w:rsid w:val="00A640F6"/>
    <w:rsid w:val="00A65B91"/>
    <w:rsid w:val="00A81B81"/>
    <w:rsid w:val="00A84635"/>
    <w:rsid w:val="00AA1BEC"/>
    <w:rsid w:val="00AB30C2"/>
    <w:rsid w:val="00AF156A"/>
    <w:rsid w:val="00B04998"/>
    <w:rsid w:val="00B17153"/>
    <w:rsid w:val="00B21021"/>
    <w:rsid w:val="00B35523"/>
    <w:rsid w:val="00B42ABD"/>
    <w:rsid w:val="00B611EE"/>
    <w:rsid w:val="00B73037"/>
    <w:rsid w:val="00B85113"/>
    <w:rsid w:val="00BD144F"/>
    <w:rsid w:val="00BE35FA"/>
    <w:rsid w:val="00BE3E71"/>
    <w:rsid w:val="00BF61D7"/>
    <w:rsid w:val="00BF65D9"/>
    <w:rsid w:val="00C06E69"/>
    <w:rsid w:val="00C150FE"/>
    <w:rsid w:val="00C3035B"/>
    <w:rsid w:val="00C54849"/>
    <w:rsid w:val="00C60195"/>
    <w:rsid w:val="00C66196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62487"/>
    <w:rsid w:val="00D63EDD"/>
    <w:rsid w:val="00D70B05"/>
    <w:rsid w:val="00D87B3C"/>
    <w:rsid w:val="00DA1A01"/>
    <w:rsid w:val="00DE312C"/>
    <w:rsid w:val="00DF6991"/>
    <w:rsid w:val="00E22AEA"/>
    <w:rsid w:val="00E31117"/>
    <w:rsid w:val="00E31D3B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4473B"/>
    <w:rsid w:val="00F55AFD"/>
    <w:rsid w:val="00F6673C"/>
    <w:rsid w:val="00F67053"/>
    <w:rsid w:val="00F960F2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23C308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EFA0D-461E-4332-AEE4-FC9A1303C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11</TotalTime>
  <Pages>1</Pages>
  <Words>153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9</cp:revision>
  <cp:lastPrinted>2021-01-06T08:42:00Z</cp:lastPrinted>
  <dcterms:created xsi:type="dcterms:W3CDTF">2020-12-23T07:33:00Z</dcterms:created>
  <dcterms:modified xsi:type="dcterms:W3CDTF">2021-01-06T08:42:00Z</dcterms:modified>
</cp:coreProperties>
</file>