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D85" w:rsidRDefault="00A92050" w:rsidP="00A92050">
      <w:pPr>
        <w:jc w:val="center"/>
        <w:rPr>
          <w:b/>
        </w:rPr>
      </w:pPr>
      <w:r>
        <w:rPr>
          <w:b/>
        </w:rPr>
        <w:t>Pozměňovací a jiné návrhy</w:t>
      </w:r>
    </w:p>
    <w:p w:rsidR="0018111C" w:rsidRPr="005E7860" w:rsidRDefault="00A92050" w:rsidP="0018111C">
      <w:pPr>
        <w:pStyle w:val="Tlotextu"/>
        <w:jc w:val="center"/>
        <w:rPr>
          <w:b/>
        </w:rPr>
      </w:pPr>
      <w:r>
        <w:rPr>
          <w:b/>
        </w:rPr>
        <w:t>k</w:t>
      </w:r>
      <w:r w:rsidR="009647CA">
        <w:rPr>
          <w:b/>
        </w:rPr>
        <w:t xml:space="preserve"> vládnímu </w:t>
      </w:r>
      <w:r w:rsidRPr="005E7860">
        <w:rPr>
          <w:b/>
        </w:rPr>
        <w:t>návrhu</w:t>
      </w:r>
      <w:r w:rsidR="0018111C" w:rsidRPr="005E7860">
        <w:rPr>
          <w:b/>
        </w:rPr>
        <w:t xml:space="preserve"> zákona, kterým se mění zákon č. 355/2019 Sb., </w:t>
      </w:r>
    </w:p>
    <w:p w:rsidR="0018111C" w:rsidRPr="005E7860" w:rsidRDefault="0018111C" w:rsidP="0018111C">
      <w:pPr>
        <w:pStyle w:val="Tlotextu"/>
        <w:jc w:val="center"/>
        <w:rPr>
          <w:b/>
        </w:rPr>
      </w:pPr>
      <w:r w:rsidRPr="005E7860">
        <w:rPr>
          <w:b/>
        </w:rPr>
        <w:t>o státním rozpočtu České republiky na rok 2020, ve znění pozdějších předpisů</w:t>
      </w:r>
    </w:p>
    <w:p w:rsidR="00A92050" w:rsidRDefault="00A92050" w:rsidP="00A92050">
      <w:pPr>
        <w:jc w:val="center"/>
        <w:rPr>
          <w:b/>
        </w:rPr>
      </w:pPr>
    </w:p>
    <w:p w:rsidR="00A92050" w:rsidRDefault="00A92050" w:rsidP="00A92050">
      <w:pPr>
        <w:jc w:val="center"/>
        <w:rPr>
          <w:b/>
        </w:rPr>
      </w:pPr>
      <w:r>
        <w:rPr>
          <w:b/>
        </w:rPr>
        <w:t>(tisk</w:t>
      </w:r>
      <w:r w:rsidR="0018111C">
        <w:rPr>
          <w:b/>
        </w:rPr>
        <w:t xml:space="preserve"> </w:t>
      </w:r>
      <w:proofErr w:type="gramStart"/>
      <w:r w:rsidR="0018111C">
        <w:rPr>
          <w:b/>
        </w:rPr>
        <w:t>8</w:t>
      </w:r>
      <w:r w:rsidR="003717AF">
        <w:rPr>
          <w:b/>
        </w:rPr>
        <w:t>8</w:t>
      </w:r>
      <w:r w:rsidR="0018111C">
        <w:rPr>
          <w:b/>
        </w:rPr>
        <w:t>9</w:t>
      </w:r>
      <w:r>
        <w:rPr>
          <w:b/>
        </w:rPr>
        <w:t xml:space="preserve"> )</w:t>
      </w:r>
      <w:proofErr w:type="gramEnd"/>
    </w:p>
    <w:p w:rsidR="00A92050" w:rsidRDefault="00A92050" w:rsidP="00A92050">
      <w:pPr>
        <w:jc w:val="center"/>
        <w:rPr>
          <w:b/>
        </w:rPr>
      </w:pPr>
    </w:p>
    <w:p w:rsidR="00A92050" w:rsidRDefault="00A92050" w:rsidP="00A92050">
      <w:pPr>
        <w:rPr>
          <w:b/>
        </w:rPr>
      </w:pPr>
    </w:p>
    <w:p w:rsidR="00A92050" w:rsidRDefault="00A92050" w:rsidP="00A92050">
      <w:pPr>
        <w:rPr>
          <w:b/>
        </w:rPr>
      </w:pPr>
    </w:p>
    <w:p w:rsidR="00A92050" w:rsidRDefault="00A92050" w:rsidP="00A92050">
      <w:pPr>
        <w:rPr>
          <w:b/>
        </w:rPr>
      </w:pPr>
    </w:p>
    <w:p w:rsidR="00A92050" w:rsidRDefault="00A92050" w:rsidP="00A92050">
      <w:pPr>
        <w:rPr>
          <w:b/>
        </w:rPr>
      </w:pPr>
      <w:r>
        <w:rPr>
          <w:b/>
        </w:rPr>
        <w:t>Návrh na zamítnutí návrhu zákona nebyl podán.</w:t>
      </w:r>
    </w:p>
    <w:p w:rsidR="00A92050" w:rsidRPr="00A92050" w:rsidRDefault="00A92050" w:rsidP="00A92050"/>
    <w:p w:rsidR="00A92050" w:rsidRPr="00A92050" w:rsidRDefault="00A92050" w:rsidP="00A92050"/>
    <w:p w:rsidR="00A92050" w:rsidRPr="00A92050" w:rsidRDefault="00A92050" w:rsidP="00A92050"/>
    <w:p w:rsidR="00A92050" w:rsidRDefault="00A92050" w:rsidP="00A92050">
      <w:pPr>
        <w:pStyle w:val="Oznaenpozmn"/>
        <w:tabs>
          <w:tab w:val="clear" w:pos="425"/>
        </w:tabs>
        <w:ind w:left="567" w:hanging="567"/>
      </w:pPr>
      <w:r>
        <w:t xml:space="preserve">Pozměňovací návrhy obsažené v usnesení garančního </w:t>
      </w:r>
      <w:r w:rsidR="0018111C">
        <w:t xml:space="preserve">rozpočtového </w:t>
      </w:r>
      <w:r>
        <w:t>výboru č.</w:t>
      </w:r>
      <w:r w:rsidR="0018111C">
        <w:t xml:space="preserve"> </w:t>
      </w:r>
      <w:proofErr w:type="gramStart"/>
      <w:r w:rsidR="0018111C">
        <w:t xml:space="preserve">426 </w:t>
      </w:r>
      <w:r w:rsidR="00AF24B6">
        <w:t>z</w:t>
      </w:r>
      <w:r w:rsidR="0018111C">
        <w:t> 42</w:t>
      </w:r>
      <w:proofErr w:type="gramEnd"/>
      <w:r>
        <w:t xml:space="preserve">. schůze konané dne </w:t>
      </w:r>
      <w:r w:rsidR="0018111C">
        <w:t xml:space="preserve">26. června 2020 </w:t>
      </w:r>
      <w:r>
        <w:t xml:space="preserve">(tisk </w:t>
      </w:r>
      <w:r w:rsidR="0018111C">
        <w:t>889</w:t>
      </w:r>
      <w:r>
        <w:t>/</w:t>
      </w:r>
      <w:r w:rsidR="003717AF">
        <w:t>2</w:t>
      </w:r>
      <w:r>
        <w:t>)</w:t>
      </w:r>
    </w:p>
    <w:p w:rsidR="00A92050" w:rsidRPr="00A92050" w:rsidRDefault="00A92050" w:rsidP="00A92050"/>
    <w:p w:rsidR="0018111C" w:rsidRPr="000932FA" w:rsidRDefault="0018111C" w:rsidP="0018111C">
      <w:pPr>
        <w:autoSpaceDE w:val="0"/>
        <w:autoSpaceDN w:val="0"/>
        <w:adjustRightInd w:val="0"/>
        <w:spacing w:after="240"/>
        <w:ind w:left="425"/>
      </w:pPr>
      <w:r w:rsidRPr="000932FA">
        <w:t xml:space="preserve">V článku I. bod 4 zní: </w:t>
      </w:r>
    </w:p>
    <w:p w:rsidR="0018111C" w:rsidRPr="000932FA" w:rsidRDefault="0018111C" w:rsidP="0018111C">
      <w:pPr>
        <w:autoSpaceDE w:val="0"/>
        <w:autoSpaceDN w:val="0"/>
        <w:adjustRightInd w:val="0"/>
        <w:spacing w:after="240"/>
        <w:ind w:left="425"/>
      </w:pPr>
      <w:r w:rsidRPr="000932FA">
        <w:t>„4. V příloze č. 3 se číslo „676 800 038 058“ nahrazuje číslem „694 400 038 058“, číslo „81 519 358 975“ se nahrazuje číslem „82 269 358 975“, číslo „15 899 438 896“ se nahrazuje číslem „17 899 438 896“, číslo „26 631 530 110“ se nahrazuje číslem „31</w:t>
      </w:r>
      <w:r w:rsidR="001D5727">
        <w:t> </w:t>
      </w:r>
      <w:r w:rsidRPr="000932FA">
        <w:t>931</w:t>
      </w:r>
      <w:r w:rsidR="001D5727">
        <w:t> </w:t>
      </w:r>
      <w:r w:rsidRPr="000932FA">
        <w:t>530 110“, číslo „66 472 681 089“ se nahrazuje číslem „90 472 681 089“, číslo „56</w:t>
      </w:r>
      <w:r w:rsidR="001D5727">
        <w:t> </w:t>
      </w:r>
      <w:r w:rsidRPr="000932FA">
        <w:t>544 982 069“ se nahrazuje číslem „69 444 982 069“, číslo „15 549 131 176“ se nahrazuje číslem „16 549 131 176“, číslo „2 581 804 229“ se nahrazuje číslem „2</w:t>
      </w:r>
      <w:r w:rsidR="001D5727">
        <w:t> </w:t>
      </w:r>
      <w:r w:rsidRPr="000932FA">
        <w:t>981</w:t>
      </w:r>
      <w:r w:rsidR="001D5727">
        <w:t> </w:t>
      </w:r>
      <w:r w:rsidRPr="000932FA">
        <w:t>804</w:t>
      </w:r>
      <w:r w:rsidR="001D5727">
        <w:t> </w:t>
      </w:r>
      <w:r w:rsidRPr="000932FA">
        <w:t>229“, číslo „259 918 347 439“ se nahrazuje číslem „332 568 347 439“ a číslo „1 728 218 723 753“ se nahrazuje číslem „1 864 818 723 753“.“</w:t>
      </w:r>
    </w:p>
    <w:p w:rsidR="0018111C" w:rsidRPr="000932FA" w:rsidRDefault="0018111C" w:rsidP="0018111C">
      <w:pPr>
        <w:autoSpaceDE w:val="0"/>
        <w:autoSpaceDN w:val="0"/>
        <w:adjustRightInd w:val="0"/>
        <w:spacing w:after="240"/>
        <w:ind w:left="425"/>
      </w:pPr>
      <w:r w:rsidRPr="000932FA">
        <w:t>V článku I. bod 5 zní:</w:t>
      </w:r>
    </w:p>
    <w:p w:rsidR="0018111C" w:rsidRPr="000932FA" w:rsidRDefault="0018111C" w:rsidP="0018111C">
      <w:pPr>
        <w:autoSpaceDE w:val="0"/>
        <w:autoSpaceDN w:val="0"/>
        <w:adjustRightInd w:val="0"/>
        <w:spacing w:after="240"/>
        <w:ind w:left="425"/>
      </w:pPr>
      <w:r w:rsidRPr="000932FA">
        <w:t>„5. V příloze č. 4 v kapitole 313 Ministerstvo práce a sociálních věcí se číslo „547</w:t>
      </w:r>
      <w:r w:rsidR="001D5727">
        <w:t> </w:t>
      </w:r>
      <w:r w:rsidRPr="000932FA">
        <w:t>589</w:t>
      </w:r>
      <w:r w:rsidR="001D5727">
        <w:t> </w:t>
      </w:r>
      <w:r w:rsidRPr="000932FA">
        <w:t>411</w:t>
      </w:r>
      <w:r w:rsidR="001D5727">
        <w:t> </w:t>
      </w:r>
      <w:r w:rsidRPr="000932FA">
        <w:t>659“ nahrazuje číslem „529 989 411 659“, číslo „676 800 038 058“ se nahrazuje číslem „694 400 038 058“, číslo „540 502 848 138“ se nahrazuje číslem „522</w:t>
      </w:r>
      <w:r w:rsidR="001D5727">
        <w:t> </w:t>
      </w:r>
      <w:r w:rsidRPr="000932FA">
        <w:t>902 848 138“, číslo „483 479 797 659“ se nahrazuje číslem „467 772 515 906“, číslo „57 023 050 479“ se nahrazuje číslem „55 130 332 232“, číslo „3 204 475 953“ se nahrazuje číslem „15 204 475 953“, číslo „24 870 721 047“ se nahrazuje číslem „30</w:t>
      </w:r>
      <w:r w:rsidR="001D5727">
        <w:t> </w:t>
      </w:r>
      <w:r w:rsidRPr="000932FA">
        <w:t>070</w:t>
      </w:r>
      <w:r w:rsidR="001D5727">
        <w:t> </w:t>
      </w:r>
      <w:r w:rsidRPr="000932FA">
        <w:t>721 047“, číslo „520 000 000“ se nahrazuje číslem „920 000 000“ a číslo „1</w:t>
      </w:r>
      <w:r w:rsidR="001D5727">
        <w:t> </w:t>
      </w:r>
      <w:r w:rsidRPr="000932FA">
        <w:t>139</w:t>
      </w:r>
      <w:r w:rsidR="001D5727">
        <w:t> </w:t>
      </w:r>
      <w:r w:rsidRPr="000932FA">
        <w:t>362 273“ se nahrazuje číslem „1 539 362 273“.“</w:t>
      </w:r>
    </w:p>
    <w:p w:rsidR="0018111C" w:rsidRPr="000932FA" w:rsidRDefault="0018111C" w:rsidP="0018111C">
      <w:pPr>
        <w:autoSpaceDE w:val="0"/>
        <w:autoSpaceDN w:val="0"/>
        <w:adjustRightInd w:val="0"/>
        <w:spacing w:after="240"/>
        <w:ind w:left="425"/>
      </w:pPr>
    </w:p>
    <w:p w:rsidR="0018111C" w:rsidRPr="000932FA" w:rsidRDefault="0018111C" w:rsidP="0018111C">
      <w:pPr>
        <w:autoSpaceDE w:val="0"/>
        <w:autoSpaceDN w:val="0"/>
        <w:adjustRightInd w:val="0"/>
        <w:spacing w:after="240"/>
        <w:ind w:left="425"/>
      </w:pPr>
      <w:r w:rsidRPr="000932FA">
        <w:t>V článku I. bod 6 zní:</w:t>
      </w:r>
    </w:p>
    <w:p w:rsidR="0018111C" w:rsidRPr="000932FA" w:rsidRDefault="0018111C" w:rsidP="0018111C">
      <w:pPr>
        <w:autoSpaceDE w:val="0"/>
        <w:autoSpaceDN w:val="0"/>
        <w:adjustRightInd w:val="0"/>
        <w:spacing w:after="240"/>
        <w:ind w:left="425"/>
      </w:pPr>
      <w:r w:rsidRPr="000932FA">
        <w:t>„6. V příloze č. 4 v kapitole 315 Ministerstvo životního prostředí se číslo „27 015 820 000“ nahrazuje číslem „25 015 820 000“, číslo „15 899 438 896“ se nahrazuje číslem „17</w:t>
      </w:r>
      <w:r w:rsidR="001D5727">
        <w:t> </w:t>
      </w:r>
      <w:r w:rsidRPr="000932FA">
        <w:t>899</w:t>
      </w:r>
      <w:r w:rsidR="001D5727">
        <w:t> </w:t>
      </w:r>
      <w:r w:rsidRPr="000932FA">
        <w:t>438 896“, číslo „26 929 820 000“ se nahrazuje číslem „24 929 820 000“, číslo „17</w:t>
      </w:r>
      <w:r w:rsidR="001D5727">
        <w:t> </w:t>
      </w:r>
      <w:r w:rsidRPr="000932FA">
        <w:t>339 670 000“ se nahrazuje číslem „15 339 670 000“, číslo „4 061 020 000“ se nahrazuje číslem „6 061 020 000“ a číslo „11 694 614 057“ se nahrazuje číslem „13</w:t>
      </w:r>
      <w:r w:rsidR="001D5727">
        <w:t> </w:t>
      </w:r>
      <w:r w:rsidRPr="000932FA">
        <w:t>694</w:t>
      </w:r>
      <w:r w:rsidR="001D5727">
        <w:t> </w:t>
      </w:r>
      <w:r w:rsidRPr="000932FA">
        <w:t>614 057“.“</w:t>
      </w:r>
    </w:p>
    <w:p w:rsidR="0018111C" w:rsidRPr="000932FA" w:rsidRDefault="0018111C" w:rsidP="0018111C">
      <w:pPr>
        <w:autoSpaceDE w:val="0"/>
        <w:autoSpaceDN w:val="0"/>
        <w:adjustRightInd w:val="0"/>
        <w:spacing w:after="240"/>
        <w:ind w:left="425"/>
      </w:pPr>
      <w:r w:rsidRPr="000932FA">
        <w:t>V článku I. bod 8 zní:</w:t>
      </w:r>
    </w:p>
    <w:p w:rsidR="0018111C" w:rsidRPr="000932FA" w:rsidRDefault="0018111C" w:rsidP="0018111C">
      <w:pPr>
        <w:autoSpaceDE w:val="0"/>
        <w:autoSpaceDN w:val="0"/>
        <w:adjustRightInd w:val="0"/>
        <w:spacing w:after="240"/>
        <w:ind w:left="425"/>
      </w:pPr>
      <w:r w:rsidRPr="000932FA">
        <w:lastRenderedPageBreak/>
        <w:t>„8. V příloze č. 4 v kapitole 398 Všeobecná pokladní správa se číslo „721 800 470 800“ nahrazuje číslem „678 000 470 800“, číslo „259 918 347 439“ se nahrazuje číslem „332</w:t>
      </w:r>
      <w:r w:rsidR="001D5727">
        <w:t> </w:t>
      </w:r>
      <w:r w:rsidRPr="000932FA">
        <w:t>568 347 439“, číslo „702 200 150 000“ se nahrazuje číslem „658 400 150 000“, číslo „78 769 471 508“ se nahrazuje číslem „114 826 743 508“, číslo „183 843 739“ se nahrazuje číslem „13 016 571 739“, číslo „6 698 333 031“ se nahrazuje číslem „26 698 333 031“ a číslo „1 179 651 461“ se nahrazuje číslem „4 939 651 461“.“</w:t>
      </w:r>
    </w:p>
    <w:p w:rsidR="0018111C" w:rsidRPr="000932FA" w:rsidRDefault="0018111C" w:rsidP="0018111C">
      <w:pPr>
        <w:autoSpaceDE w:val="0"/>
        <w:autoSpaceDN w:val="0"/>
        <w:adjustRightInd w:val="0"/>
        <w:spacing w:after="240"/>
        <w:ind w:left="425"/>
      </w:pPr>
      <w:r w:rsidRPr="000932FA">
        <w:t>V článku I. se za bod 8 doplňují body 9 až 14, které znějí:</w:t>
      </w:r>
    </w:p>
    <w:p w:rsidR="0018111C" w:rsidRPr="000932FA" w:rsidRDefault="0018111C" w:rsidP="0018111C">
      <w:pPr>
        <w:autoSpaceDE w:val="0"/>
        <w:autoSpaceDN w:val="0"/>
        <w:adjustRightInd w:val="0"/>
        <w:spacing w:after="240"/>
        <w:ind w:left="425"/>
      </w:pPr>
      <w:r w:rsidRPr="000932FA">
        <w:t>„9. V příloze č. 4 v kapitole 314 Ministerstvo vnitra se číslo „81 519 358 975“ nahrazuje číslem „82 269 358 975“ a číslo „4 670 834 000“ se nahrazuje číslem „5 420 834 000“.</w:t>
      </w:r>
    </w:p>
    <w:p w:rsidR="0018111C" w:rsidRPr="000932FA" w:rsidRDefault="0018111C" w:rsidP="0018111C">
      <w:pPr>
        <w:autoSpaceDE w:val="0"/>
        <w:autoSpaceDN w:val="0"/>
        <w:adjustRightInd w:val="0"/>
        <w:spacing w:after="240"/>
        <w:ind w:left="425"/>
      </w:pPr>
      <w:r w:rsidRPr="000932FA">
        <w:t>10. V příloze č. 4 v kapitole 317 Ministerstvo pro místní rozvoj se číslo „26 631 530 110“ nahrazuje číslem „31 931 530 110“, číslo „24 608 499 282“ se nahrazuje číslem „29</w:t>
      </w:r>
      <w:r w:rsidR="001D5727">
        <w:t> </w:t>
      </w:r>
      <w:r w:rsidRPr="000932FA">
        <w:t>908</w:t>
      </w:r>
      <w:r w:rsidR="001D5727">
        <w:t> </w:t>
      </w:r>
      <w:r w:rsidRPr="000932FA">
        <w:t>499 282“, číslo „24 418 499 282“ se nahrazuje číslem „29 718 499 282“ a číslo „24 960 036 805“ se nahrazuje číslem „29 260 036 805“.</w:t>
      </w:r>
    </w:p>
    <w:p w:rsidR="0018111C" w:rsidRPr="000932FA" w:rsidRDefault="0018111C" w:rsidP="0018111C">
      <w:pPr>
        <w:autoSpaceDE w:val="0"/>
        <w:autoSpaceDN w:val="0"/>
        <w:adjustRightInd w:val="0"/>
        <w:spacing w:after="240"/>
        <w:ind w:left="425"/>
      </w:pPr>
      <w:r w:rsidRPr="000932FA">
        <w:t>11. V příloze č. 4 v kapitole 327 Ministerstvo dopravy se číslo „66 472 681 089“ nahrazuje číslem „90 472 681 089“, číslo „50 341 122 851“ se nahrazuje číslem „74 341 122 851“, číslo „36 185 330 000“ se nahrazuje číslem „60 185 330 000“ a číslo „50 865 298 926“ se nahrazuje číslem „74 865 298 926“.</w:t>
      </w:r>
    </w:p>
    <w:p w:rsidR="0018111C" w:rsidRPr="000932FA" w:rsidRDefault="0018111C" w:rsidP="0018111C">
      <w:pPr>
        <w:autoSpaceDE w:val="0"/>
        <w:autoSpaceDN w:val="0"/>
        <w:adjustRightInd w:val="0"/>
        <w:spacing w:after="240"/>
        <w:ind w:left="425"/>
      </w:pPr>
      <w:r w:rsidRPr="000932FA">
        <w:t>12. V příloze č. 4 v kapitole 329 Ministerstvo zemědělství se číslo „56 544 982 069“ nahrazuje číslem „69 444 982 069“, číslo „42 817 677 061“ se nahrazuje číslem „46</w:t>
      </w:r>
      <w:r w:rsidR="001D5727">
        <w:t> </w:t>
      </w:r>
      <w:r w:rsidRPr="000932FA">
        <w:t>117</w:t>
      </w:r>
      <w:r w:rsidR="001D5727">
        <w:t> </w:t>
      </w:r>
      <w:r w:rsidRPr="000932FA">
        <w:t>677 061“, číslo „40 054 177 061“ se nahrazuje číslem „43 354 177 061“, číslo „1</w:t>
      </w:r>
      <w:r w:rsidR="001D5727">
        <w:t> </w:t>
      </w:r>
      <w:r w:rsidRPr="000932FA">
        <w:t>120 937 175“ se nahrazuje číslem „8 120 937 175“, číslo „1 800 000 000“ se nahrazuje číslem „4 400 000 000“, číslo „36 332 677 061“ se nahrazuje číslem „39 632 677 061“, číslo „4 500 000 000“ se nahrazuje číslem „7 800 000 000“ a číslo „2 341 341 556“ se nahrazuje číslem „4 941 341 556“.</w:t>
      </w:r>
    </w:p>
    <w:p w:rsidR="0018111C" w:rsidRPr="000932FA" w:rsidRDefault="0018111C" w:rsidP="0018111C">
      <w:pPr>
        <w:autoSpaceDE w:val="0"/>
        <w:autoSpaceDN w:val="0"/>
        <w:adjustRightInd w:val="0"/>
        <w:spacing w:after="240"/>
        <w:ind w:left="425"/>
      </w:pPr>
      <w:r w:rsidRPr="000932FA">
        <w:t>13. V příloze č. 4 v kapitole 334 Ministerstvo kultury se číslo „15 549 131 176“ nahrazuje číslem „16 549 131 176“, číslo „8 509 238 110“ se nahrazuje číslem „9 509 238 110“, číslo „905 037 000“ se nahrazuje číslem „1 905 037 000“ a číslo „3 401 104 528“ se nahrazuje číslem „4 401 104 528“.</w:t>
      </w:r>
    </w:p>
    <w:p w:rsidR="0018111C" w:rsidRPr="000932FA" w:rsidRDefault="0018111C" w:rsidP="0018111C">
      <w:pPr>
        <w:autoSpaceDE w:val="0"/>
        <w:autoSpaceDN w:val="0"/>
        <w:adjustRightInd w:val="0"/>
        <w:spacing w:after="240"/>
        <w:ind w:left="425"/>
      </w:pPr>
      <w:r w:rsidRPr="000932FA">
        <w:t>14. V příloze č. 4 v kapitole 374 Správa státních hmotných rezerv se číslo „2 581 804 229“ nahrazuje číslem „2 981 804 229“ a číslo „2 575 384 229“ se nahrazuje číslem „2</w:t>
      </w:r>
      <w:r w:rsidR="001D5727">
        <w:t> </w:t>
      </w:r>
      <w:r w:rsidRPr="000932FA">
        <w:t>975</w:t>
      </w:r>
      <w:r w:rsidR="001D5727">
        <w:t> </w:t>
      </w:r>
      <w:r w:rsidRPr="000932FA">
        <w:t>384</w:t>
      </w:r>
      <w:r w:rsidR="001D5727">
        <w:t> </w:t>
      </w:r>
      <w:r w:rsidRPr="000932FA">
        <w:t>229“.“</w:t>
      </w:r>
    </w:p>
    <w:p w:rsidR="00A92050" w:rsidRPr="000932FA" w:rsidRDefault="00A92050" w:rsidP="00A92050"/>
    <w:p w:rsidR="00A92050" w:rsidRPr="00A92050" w:rsidRDefault="00A92050" w:rsidP="00A92050"/>
    <w:p w:rsidR="00A92050" w:rsidRPr="00A92050" w:rsidRDefault="00A92050" w:rsidP="00A92050">
      <w:pPr>
        <w:jc w:val="center"/>
        <w:rPr>
          <w:b/>
          <w:sz w:val="28"/>
          <w:szCs w:val="28"/>
        </w:rPr>
      </w:pPr>
      <w:r w:rsidRPr="00A92050">
        <w:rPr>
          <w:b/>
          <w:sz w:val="28"/>
          <w:szCs w:val="28"/>
        </w:rPr>
        <w:t>Pozměňovací návrhy přednesené ve druhém čtení dne</w:t>
      </w:r>
      <w:r w:rsidR="005E7860">
        <w:rPr>
          <w:b/>
          <w:sz w:val="28"/>
          <w:szCs w:val="28"/>
        </w:rPr>
        <w:t xml:space="preserve"> 30</w:t>
      </w:r>
      <w:r w:rsidRPr="00A92050">
        <w:rPr>
          <w:b/>
          <w:sz w:val="28"/>
          <w:szCs w:val="28"/>
        </w:rPr>
        <w:t xml:space="preserve">. </w:t>
      </w:r>
      <w:r w:rsidR="005E7860">
        <w:rPr>
          <w:b/>
          <w:sz w:val="28"/>
          <w:szCs w:val="28"/>
        </w:rPr>
        <w:t>června 2020</w:t>
      </w:r>
    </w:p>
    <w:p w:rsidR="00A92050" w:rsidRPr="00A92050" w:rsidRDefault="00A92050" w:rsidP="00A92050"/>
    <w:p w:rsidR="00A92050" w:rsidRPr="00A92050" w:rsidRDefault="00A92050" w:rsidP="00A92050"/>
    <w:p w:rsidR="00A92050" w:rsidRDefault="00A92050" w:rsidP="00F86169">
      <w:pPr>
        <w:pStyle w:val="Oznaenpozmn"/>
        <w:tabs>
          <w:tab w:val="clear" w:pos="425"/>
        </w:tabs>
        <w:spacing w:after="0"/>
        <w:ind w:left="567" w:hanging="567"/>
      </w:pPr>
      <w:r>
        <w:t>Poslanec</w:t>
      </w:r>
      <w:r w:rsidR="00EA1832">
        <w:t xml:space="preserve"> Navrkal František</w:t>
      </w:r>
    </w:p>
    <w:p w:rsidR="00EA1832" w:rsidRDefault="00EA1832" w:rsidP="00F86169">
      <w:r>
        <w:t>(SD 5926)</w:t>
      </w:r>
    </w:p>
    <w:p w:rsidR="007844B1" w:rsidRDefault="007844B1" w:rsidP="007844B1"/>
    <w:p w:rsidR="007844B1" w:rsidRDefault="007844B1" w:rsidP="007844B1">
      <w:pPr>
        <w:numPr>
          <w:ilvl w:val="0"/>
          <w:numId w:val="8"/>
        </w:numPr>
        <w:spacing w:line="276" w:lineRule="auto"/>
        <w:ind w:left="426" w:hanging="426"/>
      </w:pPr>
      <w:r>
        <w:t xml:space="preserve">Výdaje kapitoly </w:t>
      </w:r>
      <w:r>
        <w:rPr>
          <w:i/>
        </w:rPr>
        <w:t xml:space="preserve">398 Všeobecná pokladní </w:t>
      </w:r>
      <w:proofErr w:type="gramStart"/>
      <w:r>
        <w:rPr>
          <w:i/>
        </w:rPr>
        <w:t xml:space="preserve">správa  </w:t>
      </w:r>
      <w:r>
        <w:t>se</w:t>
      </w:r>
      <w:proofErr w:type="gramEnd"/>
      <w:r>
        <w:t xml:space="preserve"> mění následovně:</w:t>
      </w:r>
    </w:p>
    <w:p w:rsidR="007844B1" w:rsidRDefault="007844B1" w:rsidP="007844B1">
      <w:pPr>
        <w:ind w:left="708"/>
      </w:pPr>
    </w:p>
    <w:p w:rsidR="007844B1" w:rsidRDefault="007844B1" w:rsidP="007844B1">
      <w:pPr>
        <w:ind w:left="567"/>
      </w:pPr>
      <w:r>
        <w:t xml:space="preserve">Snížení celkových výdajů kapitoly celkem o 100 000 000 Kč na výslednou částku celkem </w:t>
      </w:r>
      <w:proofErr w:type="gramStart"/>
      <w:r>
        <w:t>332 468 347 439  Kč</w:t>
      </w:r>
      <w:proofErr w:type="gramEnd"/>
    </w:p>
    <w:p w:rsidR="007844B1" w:rsidRDefault="007844B1" w:rsidP="007844B1">
      <w:pPr>
        <w:ind w:left="567"/>
      </w:pPr>
    </w:p>
    <w:p w:rsidR="007844B1" w:rsidRDefault="007844B1" w:rsidP="007844B1">
      <w:pPr>
        <w:ind w:left="567"/>
      </w:pPr>
      <w:r>
        <w:t xml:space="preserve">Snížení výdajů ve specifickém ukazateli </w:t>
      </w:r>
      <w:r>
        <w:rPr>
          <w:i/>
        </w:rPr>
        <w:t xml:space="preserve">Vládní rozpočtová </w:t>
      </w:r>
      <w:proofErr w:type="gramStart"/>
      <w:r>
        <w:rPr>
          <w:i/>
        </w:rPr>
        <w:t xml:space="preserve">rezerva  </w:t>
      </w:r>
      <w:r>
        <w:t>celkem</w:t>
      </w:r>
      <w:proofErr w:type="gramEnd"/>
      <w:r>
        <w:t xml:space="preserve"> o 100 000 000 Kč na výslednou částku 114 726 743 508  Kč.</w:t>
      </w:r>
    </w:p>
    <w:p w:rsidR="007844B1" w:rsidRDefault="007844B1" w:rsidP="007844B1">
      <w:pPr>
        <w:ind w:left="1428" w:firstLine="11"/>
      </w:pPr>
    </w:p>
    <w:p w:rsidR="007844B1" w:rsidRDefault="007844B1" w:rsidP="007844B1">
      <w:pPr>
        <w:numPr>
          <w:ilvl w:val="0"/>
          <w:numId w:val="8"/>
        </w:numPr>
        <w:spacing w:line="276" w:lineRule="auto"/>
        <w:ind w:hanging="720"/>
      </w:pPr>
      <w:r>
        <w:t xml:space="preserve">Výdaje kapitoly </w:t>
      </w:r>
      <w:r>
        <w:rPr>
          <w:i/>
        </w:rPr>
        <w:t xml:space="preserve">336 Ministerstvo spravedlnosti </w:t>
      </w:r>
      <w:r>
        <w:t>se mění následovně</w:t>
      </w:r>
    </w:p>
    <w:p w:rsidR="007844B1" w:rsidRDefault="007844B1" w:rsidP="007844B1">
      <w:pPr>
        <w:ind w:left="1440"/>
      </w:pPr>
    </w:p>
    <w:p w:rsidR="007844B1" w:rsidRDefault="007844B1" w:rsidP="007844B1">
      <w:pPr>
        <w:ind w:left="567"/>
      </w:pPr>
      <w:r>
        <w:t>Zvýšení celkových výdajů kapitoly celkem o 100 000 000 Kč na výslednou částku celkem 31 991 409 426 Kč.</w:t>
      </w:r>
    </w:p>
    <w:p w:rsidR="007844B1" w:rsidRDefault="007844B1" w:rsidP="007844B1">
      <w:pPr>
        <w:ind w:left="567"/>
      </w:pPr>
    </w:p>
    <w:p w:rsidR="007844B1" w:rsidRDefault="007844B1" w:rsidP="007844B1">
      <w:pPr>
        <w:ind w:left="567"/>
      </w:pPr>
      <w:r>
        <w:t xml:space="preserve">Zvýšení výdajů ve specifickém </w:t>
      </w:r>
      <w:proofErr w:type="gramStart"/>
      <w:r>
        <w:t xml:space="preserve">ukazateli  </w:t>
      </w:r>
      <w:r>
        <w:rPr>
          <w:i/>
        </w:rPr>
        <w:t>Výdajový</w:t>
      </w:r>
      <w:proofErr w:type="gramEnd"/>
      <w:r>
        <w:rPr>
          <w:i/>
        </w:rPr>
        <w:t xml:space="preserve"> blok - výdaje justiční část </w:t>
      </w:r>
      <w:r>
        <w:t>celkem o 100 000 000 Kč na výslednou částku 19 668 685 914 Kč.</w:t>
      </w:r>
    </w:p>
    <w:p w:rsidR="007844B1" w:rsidRDefault="007844B1" w:rsidP="007844B1">
      <w:pPr>
        <w:ind w:left="567"/>
      </w:pPr>
    </w:p>
    <w:p w:rsidR="001A4A29" w:rsidRDefault="001A4A29" w:rsidP="007844B1">
      <w:pPr>
        <w:ind w:left="567"/>
      </w:pPr>
    </w:p>
    <w:p w:rsidR="00EA1832" w:rsidRDefault="00EA1832" w:rsidP="00EA1832"/>
    <w:p w:rsidR="00EA1832" w:rsidRPr="007844B1" w:rsidRDefault="00EA1832" w:rsidP="00EA1832">
      <w:pPr>
        <w:rPr>
          <w:b/>
        </w:rPr>
      </w:pPr>
      <w:r w:rsidRPr="007844B1">
        <w:rPr>
          <w:b/>
        </w:rPr>
        <w:t>C</w:t>
      </w:r>
      <w:r w:rsidRPr="007844B1">
        <w:rPr>
          <w:b/>
        </w:rPr>
        <w:tab/>
        <w:t>Poslanec Votava Václav</w:t>
      </w:r>
    </w:p>
    <w:p w:rsidR="00EA1832" w:rsidRDefault="00EA1832" w:rsidP="00EA1832">
      <w:r>
        <w:t>(SD 5895)</w:t>
      </w:r>
    </w:p>
    <w:p w:rsidR="00EA1832" w:rsidRDefault="00EA1832" w:rsidP="00EA1832"/>
    <w:p w:rsidR="001A4A29" w:rsidRDefault="001A4A29" w:rsidP="001A4A29">
      <w:pPr>
        <w:pStyle w:val="Odstavecseseznamem"/>
        <w:numPr>
          <w:ilvl w:val="0"/>
          <w:numId w:val="10"/>
        </w:numPr>
        <w:jc w:val="both"/>
        <w:rPr>
          <w:rFonts w:ascii="Times New Roman" w:hAnsi="Times New Roman"/>
        </w:rPr>
      </w:pPr>
      <w:r>
        <w:rPr>
          <w:rFonts w:ascii="Times New Roman" w:hAnsi="Times New Roman"/>
        </w:rPr>
        <w:t xml:space="preserve">V článku I. bod 4 zní: </w:t>
      </w:r>
    </w:p>
    <w:p w:rsidR="001A4A29" w:rsidRDefault="001A4A29" w:rsidP="001A4A29">
      <w:pPr>
        <w:pStyle w:val="Odstavecseseznamem"/>
        <w:tabs>
          <w:tab w:val="left" w:pos="284"/>
        </w:tabs>
        <w:ind w:left="284" w:hanging="284"/>
        <w:jc w:val="both"/>
        <w:rPr>
          <w:rFonts w:ascii="Times New Roman" w:eastAsia="Times New Roman" w:hAnsi="Times New Roman" w:cs="Times New Roman"/>
        </w:rPr>
      </w:pPr>
      <w:r>
        <w:rPr>
          <w:rFonts w:ascii="Times New Roman" w:eastAsia="Times New Roman" w:hAnsi="Times New Roman" w:cs="Times New Roman"/>
        </w:rPr>
        <w:tab/>
        <w:t>„</w:t>
      </w:r>
      <w:r>
        <w:rPr>
          <w:rFonts w:ascii="Times New Roman" w:hAnsi="Times New Roman"/>
        </w:rPr>
        <w:t>4. V pří</w:t>
      </w:r>
      <w:r>
        <w:rPr>
          <w:rFonts w:ascii="Times New Roman" w:hAnsi="Times New Roman"/>
          <w:lang w:val="nl-NL"/>
        </w:rPr>
        <w:t xml:space="preserve">loze </w:t>
      </w:r>
      <w:r>
        <w:rPr>
          <w:rFonts w:ascii="Times New Roman" w:hAnsi="Times New Roman"/>
        </w:rPr>
        <w:t>č</w:t>
      </w:r>
      <w:r>
        <w:rPr>
          <w:rFonts w:ascii="Times New Roman" w:hAnsi="Times New Roman"/>
          <w:lang w:val="es-ES_tradnl"/>
        </w:rPr>
        <w:t xml:space="preserve">. 3 se </w:t>
      </w:r>
      <w:r>
        <w:rPr>
          <w:rFonts w:ascii="Times New Roman" w:hAnsi="Times New Roman"/>
        </w:rPr>
        <w:t>číslo „676 800 038 058“ nahrazuje čí</w:t>
      </w:r>
      <w:r>
        <w:rPr>
          <w:rFonts w:ascii="Times New Roman" w:hAnsi="Times New Roman"/>
          <w:lang w:val="da-DK"/>
        </w:rPr>
        <w:t xml:space="preserve">slem </w:t>
      </w:r>
      <w:r>
        <w:rPr>
          <w:rFonts w:ascii="Times New Roman" w:hAnsi="Times New Roman"/>
        </w:rPr>
        <w:t>„694 400 038 058“, číslo „81 519 </w:t>
      </w:r>
      <w:r>
        <w:rPr>
          <w:rFonts w:ascii="Times New Roman" w:hAnsi="Times New Roman"/>
          <w:lang w:val="ru-RU"/>
        </w:rPr>
        <w:t>358</w:t>
      </w:r>
      <w:r>
        <w:rPr>
          <w:rFonts w:ascii="Times New Roman" w:hAnsi="Times New Roman"/>
        </w:rPr>
        <w:t> 975“ se nahrazuje čí</w:t>
      </w:r>
      <w:r>
        <w:rPr>
          <w:rFonts w:ascii="Times New Roman" w:hAnsi="Times New Roman"/>
          <w:lang w:val="da-DK"/>
        </w:rPr>
        <w:t xml:space="preserve">slem </w:t>
      </w:r>
      <w:r>
        <w:rPr>
          <w:rFonts w:ascii="Times New Roman" w:hAnsi="Times New Roman"/>
        </w:rPr>
        <w:t>„82 269 </w:t>
      </w:r>
      <w:r>
        <w:rPr>
          <w:rFonts w:ascii="Times New Roman" w:hAnsi="Times New Roman"/>
          <w:lang w:val="ru-RU"/>
        </w:rPr>
        <w:t>358</w:t>
      </w:r>
      <w:r>
        <w:rPr>
          <w:rFonts w:ascii="Times New Roman" w:hAnsi="Times New Roman"/>
        </w:rPr>
        <w:t> 975“, číslo „15 899 438 896“ se nahrazuje čí</w:t>
      </w:r>
      <w:r>
        <w:rPr>
          <w:rFonts w:ascii="Times New Roman" w:hAnsi="Times New Roman"/>
          <w:lang w:val="da-DK"/>
        </w:rPr>
        <w:t xml:space="preserve">slem </w:t>
      </w:r>
      <w:r>
        <w:rPr>
          <w:rFonts w:ascii="Times New Roman" w:hAnsi="Times New Roman"/>
        </w:rPr>
        <w:t>„17 899 438 896“, číslo „26 631 530 110“ se nahrazuje čí</w:t>
      </w:r>
      <w:r>
        <w:rPr>
          <w:rFonts w:ascii="Times New Roman" w:hAnsi="Times New Roman"/>
          <w:lang w:val="da-DK"/>
        </w:rPr>
        <w:t xml:space="preserve">slem </w:t>
      </w:r>
      <w:r>
        <w:rPr>
          <w:rFonts w:ascii="Times New Roman" w:hAnsi="Times New Roman"/>
        </w:rPr>
        <w:t>„31 931 530 110“, číslo „66 472 681 089“ se nahrazuje čí</w:t>
      </w:r>
      <w:r>
        <w:rPr>
          <w:rFonts w:ascii="Times New Roman" w:hAnsi="Times New Roman"/>
          <w:lang w:val="da-DK"/>
        </w:rPr>
        <w:t xml:space="preserve">slem </w:t>
      </w:r>
      <w:r>
        <w:rPr>
          <w:rFonts w:ascii="Times New Roman" w:hAnsi="Times New Roman"/>
        </w:rPr>
        <w:t>„90 472 681 089“, číslo „56 544 982 069“ se nahrazuje čí</w:t>
      </w:r>
      <w:r>
        <w:rPr>
          <w:rFonts w:ascii="Times New Roman" w:hAnsi="Times New Roman"/>
          <w:lang w:val="da-DK"/>
        </w:rPr>
        <w:t xml:space="preserve">slem </w:t>
      </w:r>
      <w:r>
        <w:rPr>
          <w:rFonts w:ascii="Times New Roman" w:hAnsi="Times New Roman"/>
        </w:rPr>
        <w:t>„69 444 982 069“, číslo „15 549 131 176“ se nahrazuje čí</w:t>
      </w:r>
      <w:r>
        <w:rPr>
          <w:rFonts w:ascii="Times New Roman" w:hAnsi="Times New Roman"/>
          <w:lang w:val="da-DK"/>
        </w:rPr>
        <w:t xml:space="preserve">slem </w:t>
      </w:r>
      <w:r>
        <w:rPr>
          <w:rFonts w:ascii="Times New Roman" w:hAnsi="Times New Roman"/>
        </w:rPr>
        <w:t>„16 549 131 176“, číslo „2 </w:t>
      </w:r>
      <w:r>
        <w:rPr>
          <w:rFonts w:ascii="Times New Roman" w:hAnsi="Times New Roman"/>
          <w:lang w:val="ru-RU"/>
        </w:rPr>
        <w:t>581</w:t>
      </w:r>
      <w:r>
        <w:rPr>
          <w:rFonts w:ascii="Times New Roman" w:hAnsi="Times New Roman"/>
        </w:rPr>
        <w:t> 804 229“ se nahrazuje čí</w:t>
      </w:r>
      <w:r>
        <w:rPr>
          <w:rFonts w:ascii="Times New Roman" w:hAnsi="Times New Roman"/>
          <w:lang w:val="da-DK"/>
        </w:rPr>
        <w:t xml:space="preserve">slem </w:t>
      </w:r>
      <w:r>
        <w:rPr>
          <w:rFonts w:ascii="Times New Roman" w:hAnsi="Times New Roman"/>
        </w:rPr>
        <w:t>„2 981 804 229“, číslo „226 467 000 210“ se nahrazuje čí</w:t>
      </w:r>
      <w:r>
        <w:rPr>
          <w:rFonts w:ascii="Times New Roman" w:hAnsi="Times New Roman"/>
          <w:lang w:val="da-DK"/>
        </w:rPr>
        <w:t xml:space="preserve">slem </w:t>
      </w:r>
      <w:r>
        <w:rPr>
          <w:rFonts w:ascii="Times New Roman" w:hAnsi="Times New Roman"/>
        </w:rPr>
        <w:t>„227 967 000 210“, číslo „259 918 </w:t>
      </w:r>
      <w:r>
        <w:rPr>
          <w:rFonts w:ascii="Times New Roman" w:hAnsi="Times New Roman"/>
          <w:lang w:val="ru-RU"/>
        </w:rPr>
        <w:t>347</w:t>
      </w:r>
      <w:r>
        <w:rPr>
          <w:rFonts w:ascii="Times New Roman" w:hAnsi="Times New Roman"/>
        </w:rPr>
        <w:t> 439“ se nahrazuje čí</w:t>
      </w:r>
      <w:r>
        <w:rPr>
          <w:rFonts w:ascii="Times New Roman" w:hAnsi="Times New Roman"/>
          <w:lang w:val="da-DK"/>
        </w:rPr>
        <w:t xml:space="preserve">slem </w:t>
      </w:r>
      <w:r>
        <w:rPr>
          <w:rFonts w:ascii="Times New Roman" w:hAnsi="Times New Roman"/>
        </w:rPr>
        <w:t>„331 068 </w:t>
      </w:r>
      <w:r>
        <w:rPr>
          <w:rFonts w:ascii="Times New Roman" w:hAnsi="Times New Roman"/>
          <w:lang w:val="ru-RU"/>
        </w:rPr>
        <w:t>347</w:t>
      </w:r>
      <w:r>
        <w:rPr>
          <w:rFonts w:ascii="Times New Roman" w:hAnsi="Times New Roman"/>
        </w:rPr>
        <w:t> 439“ a číslo „1 728 218 723 753“ se nahrazuje čí</w:t>
      </w:r>
      <w:r>
        <w:rPr>
          <w:rFonts w:ascii="Times New Roman" w:hAnsi="Times New Roman"/>
          <w:lang w:val="da-DK"/>
        </w:rPr>
        <w:t xml:space="preserve">slem </w:t>
      </w:r>
      <w:r>
        <w:rPr>
          <w:rFonts w:ascii="Times New Roman" w:hAnsi="Times New Roman"/>
        </w:rPr>
        <w:t>„1 864 818 723 753“.“</w:t>
      </w:r>
    </w:p>
    <w:p w:rsidR="001A4A29" w:rsidRDefault="001A4A29" w:rsidP="001A4A29">
      <w:pPr>
        <w:pStyle w:val="Odstavecseseznamem"/>
        <w:tabs>
          <w:tab w:val="left" w:pos="284"/>
        </w:tabs>
        <w:ind w:left="284" w:hanging="284"/>
        <w:jc w:val="both"/>
        <w:rPr>
          <w:rFonts w:ascii="Times New Roman" w:eastAsia="Times New Roman" w:hAnsi="Times New Roman" w:cs="Times New Roman"/>
        </w:rPr>
      </w:pPr>
    </w:p>
    <w:p w:rsidR="001A4A29" w:rsidRDefault="001A4A29" w:rsidP="001A4A29">
      <w:pPr>
        <w:pStyle w:val="Odstavecseseznamem"/>
        <w:numPr>
          <w:ilvl w:val="0"/>
          <w:numId w:val="11"/>
        </w:numPr>
        <w:spacing w:after="160" w:line="259" w:lineRule="auto"/>
        <w:jc w:val="both"/>
        <w:rPr>
          <w:rFonts w:ascii="Times New Roman" w:hAnsi="Times New Roman"/>
        </w:rPr>
      </w:pPr>
      <w:r>
        <w:rPr>
          <w:rFonts w:ascii="Times New Roman" w:hAnsi="Times New Roman"/>
        </w:rPr>
        <w:t>V článku I. bod 8 zní:</w:t>
      </w:r>
    </w:p>
    <w:p w:rsidR="001A4A29" w:rsidRDefault="001A4A29" w:rsidP="001A4A29">
      <w:pPr>
        <w:pStyle w:val="Odstavecseseznamem"/>
        <w:ind w:left="284"/>
        <w:jc w:val="both"/>
        <w:rPr>
          <w:rFonts w:ascii="Times New Roman" w:eastAsia="Times New Roman" w:hAnsi="Times New Roman" w:cs="Times New Roman"/>
        </w:rPr>
      </w:pPr>
      <w:r>
        <w:rPr>
          <w:rFonts w:ascii="Times New Roman" w:hAnsi="Times New Roman"/>
        </w:rPr>
        <w:t>„8. V pří</w:t>
      </w:r>
      <w:r>
        <w:rPr>
          <w:rFonts w:ascii="Times New Roman" w:hAnsi="Times New Roman"/>
          <w:lang w:val="nl-NL"/>
        </w:rPr>
        <w:t xml:space="preserve">loze </w:t>
      </w:r>
      <w:r>
        <w:rPr>
          <w:rFonts w:ascii="Times New Roman" w:hAnsi="Times New Roman"/>
        </w:rPr>
        <w:t>č. 4 v </w:t>
      </w:r>
      <w:r>
        <w:rPr>
          <w:rFonts w:ascii="Times New Roman" w:hAnsi="Times New Roman"/>
          <w:lang w:val="it-IT"/>
        </w:rPr>
        <w:t>kapitole 398 V</w:t>
      </w:r>
      <w:proofErr w:type="spellStart"/>
      <w:r>
        <w:rPr>
          <w:rFonts w:ascii="Times New Roman" w:hAnsi="Times New Roman"/>
        </w:rPr>
        <w:t>šeobecná</w:t>
      </w:r>
      <w:proofErr w:type="spellEnd"/>
      <w:r>
        <w:rPr>
          <w:rFonts w:ascii="Times New Roman" w:hAnsi="Times New Roman"/>
        </w:rPr>
        <w:t xml:space="preserve"> pokladní </w:t>
      </w:r>
      <w:proofErr w:type="spellStart"/>
      <w:r>
        <w:rPr>
          <w:rFonts w:ascii="Times New Roman" w:hAnsi="Times New Roman"/>
          <w:lang w:val="de-DE"/>
        </w:rPr>
        <w:t>spr</w:t>
      </w:r>
      <w:r>
        <w:rPr>
          <w:rFonts w:ascii="Times New Roman" w:hAnsi="Times New Roman"/>
        </w:rPr>
        <w:t>áva</w:t>
      </w:r>
      <w:proofErr w:type="spellEnd"/>
      <w:r>
        <w:rPr>
          <w:rFonts w:ascii="Times New Roman" w:hAnsi="Times New Roman"/>
        </w:rPr>
        <w:t xml:space="preserve"> se číslo „721 800 470 800“ nahrazuje čí</w:t>
      </w:r>
      <w:r>
        <w:rPr>
          <w:rFonts w:ascii="Times New Roman" w:hAnsi="Times New Roman"/>
          <w:lang w:val="da-DK"/>
        </w:rPr>
        <w:t xml:space="preserve">slem </w:t>
      </w:r>
      <w:r>
        <w:rPr>
          <w:rFonts w:ascii="Times New Roman" w:hAnsi="Times New Roman"/>
        </w:rPr>
        <w:t>„678 000 470 800“, číslo „259 918 </w:t>
      </w:r>
      <w:r>
        <w:rPr>
          <w:rFonts w:ascii="Times New Roman" w:hAnsi="Times New Roman"/>
          <w:lang w:val="ru-RU"/>
        </w:rPr>
        <w:t>347</w:t>
      </w:r>
      <w:r>
        <w:rPr>
          <w:rFonts w:ascii="Times New Roman" w:hAnsi="Times New Roman"/>
        </w:rPr>
        <w:t> 439“ se nahrazuje čí</w:t>
      </w:r>
      <w:r>
        <w:rPr>
          <w:rFonts w:ascii="Times New Roman" w:hAnsi="Times New Roman"/>
          <w:lang w:val="da-DK"/>
        </w:rPr>
        <w:t xml:space="preserve">slem </w:t>
      </w:r>
      <w:r>
        <w:rPr>
          <w:rFonts w:ascii="Times New Roman" w:hAnsi="Times New Roman"/>
        </w:rPr>
        <w:t>„331 068 </w:t>
      </w:r>
      <w:r>
        <w:rPr>
          <w:rFonts w:ascii="Times New Roman" w:hAnsi="Times New Roman"/>
          <w:lang w:val="ru-RU"/>
        </w:rPr>
        <w:t>347</w:t>
      </w:r>
      <w:r>
        <w:rPr>
          <w:rFonts w:ascii="Times New Roman" w:hAnsi="Times New Roman"/>
        </w:rPr>
        <w:t> 439“, číslo „702 200 150 000“ se nahrazuje čí</w:t>
      </w:r>
      <w:r>
        <w:rPr>
          <w:rFonts w:ascii="Times New Roman" w:hAnsi="Times New Roman"/>
          <w:lang w:val="da-DK"/>
        </w:rPr>
        <w:t xml:space="preserve">slem </w:t>
      </w:r>
      <w:r>
        <w:rPr>
          <w:rFonts w:ascii="Times New Roman" w:hAnsi="Times New Roman"/>
        </w:rPr>
        <w:t>„</w:t>
      </w:r>
      <w:r>
        <w:rPr>
          <w:rFonts w:ascii="Times New Roman" w:hAnsi="Times New Roman"/>
          <w:lang w:val="ru-RU"/>
        </w:rPr>
        <w:t>658</w:t>
      </w:r>
      <w:r>
        <w:rPr>
          <w:rFonts w:ascii="Times New Roman" w:hAnsi="Times New Roman"/>
        </w:rPr>
        <w:t> 400 150 000“, číslo „78 769 471 508“ se nahrazuje čí</w:t>
      </w:r>
      <w:r>
        <w:rPr>
          <w:rFonts w:ascii="Times New Roman" w:hAnsi="Times New Roman"/>
          <w:lang w:val="da-DK"/>
        </w:rPr>
        <w:t xml:space="preserve">slem </w:t>
      </w:r>
      <w:r>
        <w:rPr>
          <w:rFonts w:ascii="Times New Roman" w:hAnsi="Times New Roman"/>
        </w:rPr>
        <w:t>„113 326 </w:t>
      </w:r>
      <w:r>
        <w:rPr>
          <w:rFonts w:ascii="Times New Roman" w:hAnsi="Times New Roman"/>
          <w:lang w:val="ru-RU"/>
        </w:rPr>
        <w:t>743</w:t>
      </w:r>
      <w:r>
        <w:rPr>
          <w:rFonts w:ascii="Times New Roman" w:hAnsi="Times New Roman"/>
        </w:rPr>
        <w:t> 508“, číslo „183 843 739“ se nahrazuje čí</w:t>
      </w:r>
      <w:r>
        <w:rPr>
          <w:rFonts w:ascii="Times New Roman" w:hAnsi="Times New Roman"/>
          <w:lang w:val="da-DK"/>
        </w:rPr>
        <w:t xml:space="preserve">slem </w:t>
      </w:r>
      <w:r>
        <w:rPr>
          <w:rFonts w:ascii="Times New Roman" w:hAnsi="Times New Roman"/>
        </w:rPr>
        <w:t>„13 016 571 739“, číslo „6 698 333 031“ se nahrazuje čí</w:t>
      </w:r>
      <w:r>
        <w:rPr>
          <w:rFonts w:ascii="Times New Roman" w:hAnsi="Times New Roman"/>
          <w:lang w:val="da-DK"/>
        </w:rPr>
        <w:t xml:space="preserve">slem </w:t>
      </w:r>
      <w:r>
        <w:rPr>
          <w:rFonts w:ascii="Times New Roman" w:hAnsi="Times New Roman"/>
        </w:rPr>
        <w:t>„26 698 333 031“ a číslo „1 179 651 461“ se nahrazuje čí</w:t>
      </w:r>
      <w:r>
        <w:rPr>
          <w:rFonts w:ascii="Times New Roman" w:hAnsi="Times New Roman"/>
          <w:lang w:val="da-DK"/>
        </w:rPr>
        <w:t xml:space="preserve">slem </w:t>
      </w:r>
      <w:r>
        <w:rPr>
          <w:rFonts w:ascii="Times New Roman" w:hAnsi="Times New Roman"/>
        </w:rPr>
        <w:t>„4 939 651 461“.“</w:t>
      </w:r>
    </w:p>
    <w:p w:rsidR="001A4A29" w:rsidRDefault="001A4A29" w:rsidP="001A4A29">
      <w:pPr>
        <w:pStyle w:val="Odstavecseseznamem"/>
        <w:ind w:left="284"/>
        <w:jc w:val="both"/>
        <w:rPr>
          <w:rFonts w:ascii="Times New Roman" w:eastAsia="Times New Roman" w:hAnsi="Times New Roman" w:cs="Times New Roman"/>
        </w:rPr>
      </w:pPr>
    </w:p>
    <w:p w:rsidR="001A4A29" w:rsidRDefault="001A4A29" w:rsidP="001A4A29">
      <w:pPr>
        <w:pStyle w:val="Odstavecseseznamem"/>
        <w:numPr>
          <w:ilvl w:val="0"/>
          <w:numId w:val="11"/>
        </w:numPr>
        <w:jc w:val="both"/>
        <w:rPr>
          <w:rFonts w:ascii="Times New Roman" w:hAnsi="Times New Roman"/>
        </w:rPr>
      </w:pPr>
      <w:r>
        <w:rPr>
          <w:rFonts w:ascii="Times New Roman" w:hAnsi="Times New Roman"/>
        </w:rPr>
        <w:t xml:space="preserve">V článku I. se za bod 8 doplňují </w:t>
      </w:r>
      <w:r>
        <w:rPr>
          <w:rFonts w:ascii="Times New Roman" w:hAnsi="Times New Roman"/>
          <w:lang w:val="en-US"/>
        </w:rPr>
        <w:t>body 9 a</w:t>
      </w:r>
      <w:r>
        <w:rPr>
          <w:rFonts w:ascii="Times New Roman" w:hAnsi="Times New Roman"/>
        </w:rPr>
        <w:t xml:space="preserve">ž 15, </w:t>
      </w:r>
      <w:proofErr w:type="spellStart"/>
      <w:r>
        <w:rPr>
          <w:rFonts w:ascii="Times New Roman" w:hAnsi="Times New Roman"/>
        </w:rPr>
        <w:t>kter</w:t>
      </w:r>
      <w:proofErr w:type="spellEnd"/>
      <w:r>
        <w:rPr>
          <w:rFonts w:ascii="Times New Roman" w:hAnsi="Times New Roman"/>
          <w:lang w:val="fr-FR"/>
        </w:rPr>
        <w:t xml:space="preserve">é </w:t>
      </w:r>
      <w:r>
        <w:rPr>
          <w:rFonts w:ascii="Times New Roman" w:hAnsi="Times New Roman"/>
        </w:rPr>
        <w:t>znějí:</w:t>
      </w:r>
    </w:p>
    <w:p w:rsidR="001A4A29" w:rsidRDefault="001A4A29" w:rsidP="001A4A29">
      <w:pPr>
        <w:pStyle w:val="Odstavecseseznamem"/>
        <w:ind w:left="284"/>
        <w:jc w:val="both"/>
        <w:rPr>
          <w:rFonts w:ascii="Times New Roman" w:eastAsia="Times New Roman" w:hAnsi="Times New Roman" w:cs="Times New Roman"/>
        </w:rPr>
      </w:pPr>
      <w:r>
        <w:rPr>
          <w:rFonts w:ascii="Times New Roman" w:hAnsi="Times New Roman"/>
        </w:rPr>
        <w:t>„9. V pří</w:t>
      </w:r>
      <w:r>
        <w:rPr>
          <w:rFonts w:ascii="Times New Roman" w:hAnsi="Times New Roman"/>
          <w:lang w:val="nl-NL"/>
        </w:rPr>
        <w:t xml:space="preserve">loze </w:t>
      </w:r>
      <w:r>
        <w:rPr>
          <w:rFonts w:ascii="Times New Roman" w:hAnsi="Times New Roman"/>
        </w:rPr>
        <w:t>č. 4 v kapitole 314 Ministerstvo vnitra se číslo „81 519 </w:t>
      </w:r>
      <w:r>
        <w:rPr>
          <w:rFonts w:ascii="Times New Roman" w:hAnsi="Times New Roman"/>
          <w:lang w:val="ru-RU"/>
        </w:rPr>
        <w:t>358</w:t>
      </w:r>
      <w:r>
        <w:rPr>
          <w:rFonts w:ascii="Times New Roman" w:hAnsi="Times New Roman"/>
        </w:rPr>
        <w:t> 975“ nahrazuje čí</w:t>
      </w:r>
      <w:r>
        <w:rPr>
          <w:rFonts w:ascii="Times New Roman" w:hAnsi="Times New Roman"/>
          <w:lang w:val="da-DK"/>
        </w:rPr>
        <w:t xml:space="preserve">slem </w:t>
      </w:r>
      <w:r>
        <w:rPr>
          <w:rFonts w:ascii="Times New Roman" w:hAnsi="Times New Roman"/>
        </w:rPr>
        <w:t>„82 269 </w:t>
      </w:r>
      <w:r>
        <w:rPr>
          <w:rFonts w:ascii="Times New Roman" w:hAnsi="Times New Roman"/>
          <w:lang w:val="ru-RU"/>
        </w:rPr>
        <w:t>358</w:t>
      </w:r>
      <w:r>
        <w:rPr>
          <w:rFonts w:ascii="Times New Roman" w:hAnsi="Times New Roman"/>
        </w:rPr>
        <w:t> 975“ a číslo „4 670 834 000“ se nahrazuje čí</w:t>
      </w:r>
      <w:r>
        <w:rPr>
          <w:rFonts w:ascii="Times New Roman" w:hAnsi="Times New Roman"/>
          <w:lang w:val="da-DK"/>
        </w:rPr>
        <w:t xml:space="preserve">slem </w:t>
      </w:r>
      <w:r>
        <w:rPr>
          <w:rFonts w:ascii="Times New Roman" w:hAnsi="Times New Roman"/>
        </w:rPr>
        <w:t>„5 420 834 000“.</w:t>
      </w:r>
    </w:p>
    <w:p w:rsidR="001A4A29" w:rsidRDefault="001A4A29" w:rsidP="001A4A29">
      <w:pPr>
        <w:pStyle w:val="Odstavecseseznamem"/>
        <w:ind w:left="284"/>
        <w:jc w:val="both"/>
        <w:rPr>
          <w:rFonts w:ascii="Times New Roman" w:eastAsia="Times New Roman" w:hAnsi="Times New Roman" w:cs="Times New Roman"/>
        </w:rPr>
      </w:pPr>
    </w:p>
    <w:p w:rsidR="001A4A29" w:rsidRDefault="001A4A29" w:rsidP="001A4A29">
      <w:pPr>
        <w:pStyle w:val="Odstavecseseznamem"/>
        <w:ind w:left="284"/>
        <w:jc w:val="both"/>
        <w:rPr>
          <w:rFonts w:ascii="Times New Roman" w:eastAsia="Times New Roman" w:hAnsi="Times New Roman" w:cs="Times New Roman"/>
        </w:rPr>
      </w:pPr>
      <w:r>
        <w:rPr>
          <w:rFonts w:ascii="Times New Roman" w:hAnsi="Times New Roman"/>
        </w:rPr>
        <w:t>10. V pří</w:t>
      </w:r>
      <w:r>
        <w:rPr>
          <w:rFonts w:ascii="Times New Roman" w:hAnsi="Times New Roman"/>
          <w:lang w:val="nl-NL"/>
        </w:rPr>
        <w:t xml:space="preserve">loze </w:t>
      </w:r>
      <w:r>
        <w:rPr>
          <w:rFonts w:ascii="Times New Roman" w:hAnsi="Times New Roman"/>
        </w:rPr>
        <w:t>č. 4 v kapitole 317 Ministerstvo pro místní rozvoj se číslo „26 631 530 110“ nahrazuje čí</w:t>
      </w:r>
      <w:r>
        <w:rPr>
          <w:rFonts w:ascii="Times New Roman" w:hAnsi="Times New Roman"/>
          <w:lang w:val="da-DK"/>
        </w:rPr>
        <w:t xml:space="preserve">slem </w:t>
      </w:r>
      <w:r>
        <w:rPr>
          <w:rFonts w:ascii="Times New Roman" w:hAnsi="Times New Roman"/>
        </w:rPr>
        <w:t>„31 931 530 110“, číslo „24 608 499 282“ se nahrazuje čí</w:t>
      </w:r>
      <w:r>
        <w:rPr>
          <w:rFonts w:ascii="Times New Roman" w:hAnsi="Times New Roman"/>
          <w:lang w:val="da-DK"/>
        </w:rPr>
        <w:t xml:space="preserve">slem </w:t>
      </w:r>
      <w:r>
        <w:rPr>
          <w:rFonts w:ascii="Times New Roman" w:hAnsi="Times New Roman"/>
        </w:rPr>
        <w:t>„29 908 499 282“, číslo „24 418 499 282“ se nahrazuje čí</w:t>
      </w:r>
      <w:r>
        <w:rPr>
          <w:rFonts w:ascii="Times New Roman" w:hAnsi="Times New Roman"/>
          <w:lang w:val="da-DK"/>
        </w:rPr>
        <w:t xml:space="preserve">slem </w:t>
      </w:r>
      <w:r>
        <w:rPr>
          <w:rFonts w:ascii="Times New Roman" w:hAnsi="Times New Roman"/>
        </w:rPr>
        <w:t>„29 718 499 282“ a číslo „24 960 036 805“ se nahrazuje čí</w:t>
      </w:r>
      <w:r>
        <w:rPr>
          <w:rFonts w:ascii="Times New Roman" w:hAnsi="Times New Roman"/>
          <w:lang w:val="da-DK"/>
        </w:rPr>
        <w:t xml:space="preserve">slem </w:t>
      </w:r>
      <w:r>
        <w:rPr>
          <w:rFonts w:ascii="Times New Roman" w:hAnsi="Times New Roman"/>
        </w:rPr>
        <w:t>„29 260 036 805“.</w:t>
      </w:r>
    </w:p>
    <w:p w:rsidR="001A4A29" w:rsidRDefault="001A4A29" w:rsidP="001A4A29">
      <w:pPr>
        <w:pStyle w:val="Odstavecseseznamem"/>
        <w:ind w:left="284"/>
        <w:jc w:val="both"/>
        <w:rPr>
          <w:rFonts w:ascii="Times New Roman" w:eastAsia="Times New Roman" w:hAnsi="Times New Roman" w:cs="Times New Roman"/>
        </w:rPr>
      </w:pPr>
    </w:p>
    <w:p w:rsidR="001A4A29" w:rsidRDefault="001A4A29" w:rsidP="001A4A29">
      <w:pPr>
        <w:pStyle w:val="Odstavecseseznamem"/>
        <w:ind w:left="284"/>
        <w:jc w:val="both"/>
        <w:rPr>
          <w:rFonts w:ascii="Times New Roman" w:eastAsia="Times New Roman" w:hAnsi="Times New Roman" w:cs="Times New Roman"/>
        </w:rPr>
      </w:pPr>
      <w:r>
        <w:rPr>
          <w:rFonts w:ascii="Times New Roman" w:hAnsi="Times New Roman"/>
        </w:rPr>
        <w:t>11. V pří</w:t>
      </w:r>
      <w:r>
        <w:rPr>
          <w:rFonts w:ascii="Times New Roman" w:hAnsi="Times New Roman"/>
          <w:lang w:val="nl-NL"/>
        </w:rPr>
        <w:t xml:space="preserve">loze </w:t>
      </w:r>
      <w:r>
        <w:rPr>
          <w:rFonts w:ascii="Times New Roman" w:hAnsi="Times New Roman"/>
        </w:rPr>
        <w:t>č. 4 v kapitole 327 Ministerstvo dopravy se číslo „66 472 681 089“ nahrazuje čí</w:t>
      </w:r>
      <w:r>
        <w:rPr>
          <w:rFonts w:ascii="Times New Roman" w:hAnsi="Times New Roman"/>
          <w:lang w:val="da-DK"/>
        </w:rPr>
        <w:t xml:space="preserve">slem </w:t>
      </w:r>
      <w:r>
        <w:rPr>
          <w:rFonts w:ascii="Times New Roman" w:hAnsi="Times New Roman"/>
        </w:rPr>
        <w:t>„90 472 681 089“, číslo „50 </w:t>
      </w:r>
      <w:r>
        <w:rPr>
          <w:rFonts w:ascii="Times New Roman" w:hAnsi="Times New Roman"/>
          <w:lang w:val="ru-RU"/>
        </w:rPr>
        <w:t>341</w:t>
      </w:r>
      <w:r>
        <w:rPr>
          <w:rFonts w:ascii="Times New Roman" w:hAnsi="Times New Roman"/>
        </w:rPr>
        <w:t> 122 851“ se nahrazuje čí</w:t>
      </w:r>
      <w:r>
        <w:rPr>
          <w:rFonts w:ascii="Times New Roman" w:hAnsi="Times New Roman"/>
          <w:lang w:val="da-DK"/>
        </w:rPr>
        <w:t xml:space="preserve">slem </w:t>
      </w:r>
      <w:r>
        <w:rPr>
          <w:rFonts w:ascii="Times New Roman" w:hAnsi="Times New Roman"/>
        </w:rPr>
        <w:t>„</w:t>
      </w:r>
      <w:r>
        <w:rPr>
          <w:rFonts w:ascii="Times New Roman" w:hAnsi="Times New Roman"/>
          <w:lang w:val="ru-RU"/>
        </w:rPr>
        <w:t>74</w:t>
      </w:r>
      <w:r>
        <w:rPr>
          <w:rFonts w:ascii="Times New Roman" w:hAnsi="Times New Roman"/>
        </w:rPr>
        <w:t> </w:t>
      </w:r>
      <w:r>
        <w:rPr>
          <w:rFonts w:ascii="Times New Roman" w:hAnsi="Times New Roman"/>
          <w:lang w:val="ru-RU"/>
        </w:rPr>
        <w:t>341</w:t>
      </w:r>
      <w:r>
        <w:rPr>
          <w:rFonts w:ascii="Times New Roman" w:hAnsi="Times New Roman"/>
        </w:rPr>
        <w:t> 122 851“, číslo „36 185 330 000“ se nahrazuje čí</w:t>
      </w:r>
      <w:r>
        <w:rPr>
          <w:rFonts w:ascii="Times New Roman" w:hAnsi="Times New Roman"/>
          <w:lang w:val="da-DK"/>
        </w:rPr>
        <w:t xml:space="preserve">slem </w:t>
      </w:r>
      <w:r>
        <w:rPr>
          <w:rFonts w:ascii="Times New Roman" w:hAnsi="Times New Roman"/>
        </w:rPr>
        <w:t>„60 185 330 000“ a číslo „50 865 </w:t>
      </w:r>
      <w:r>
        <w:rPr>
          <w:rFonts w:ascii="Times New Roman" w:hAnsi="Times New Roman"/>
          <w:lang w:val="nl-NL"/>
        </w:rPr>
        <w:t>298</w:t>
      </w:r>
      <w:r>
        <w:rPr>
          <w:rFonts w:ascii="Times New Roman" w:hAnsi="Times New Roman"/>
        </w:rPr>
        <w:t> 926“ se nahrazuje čí</w:t>
      </w:r>
      <w:r>
        <w:rPr>
          <w:rFonts w:ascii="Times New Roman" w:hAnsi="Times New Roman"/>
          <w:lang w:val="da-DK"/>
        </w:rPr>
        <w:t xml:space="preserve">slem </w:t>
      </w:r>
      <w:r>
        <w:rPr>
          <w:rFonts w:ascii="Times New Roman" w:hAnsi="Times New Roman"/>
        </w:rPr>
        <w:t>„</w:t>
      </w:r>
      <w:r>
        <w:rPr>
          <w:rFonts w:ascii="Times New Roman" w:hAnsi="Times New Roman"/>
          <w:lang w:val="ru-RU"/>
        </w:rPr>
        <w:t>74</w:t>
      </w:r>
      <w:r>
        <w:rPr>
          <w:rFonts w:ascii="Times New Roman" w:hAnsi="Times New Roman"/>
        </w:rPr>
        <w:t> 865 </w:t>
      </w:r>
      <w:r>
        <w:rPr>
          <w:rFonts w:ascii="Times New Roman" w:hAnsi="Times New Roman"/>
          <w:lang w:val="nl-NL"/>
        </w:rPr>
        <w:t>298</w:t>
      </w:r>
      <w:r>
        <w:rPr>
          <w:rFonts w:ascii="Times New Roman" w:hAnsi="Times New Roman"/>
        </w:rPr>
        <w:t> 926“.</w:t>
      </w:r>
    </w:p>
    <w:p w:rsidR="001A4A29" w:rsidRDefault="001A4A29" w:rsidP="001A4A29">
      <w:pPr>
        <w:pStyle w:val="Odstavecseseznamem"/>
        <w:ind w:left="284"/>
        <w:jc w:val="both"/>
        <w:rPr>
          <w:rFonts w:ascii="Times New Roman" w:eastAsia="Times New Roman" w:hAnsi="Times New Roman" w:cs="Times New Roman"/>
        </w:rPr>
      </w:pPr>
    </w:p>
    <w:p w:rsidR="001A4A29" w:rsidRDefault="001A4A29" w:rsidP="001A4A29">
      <w:pPr>
        <w:pStyle w:val="Odstavecseseznamem"/>
        <w:ind w:left="284"/>
        <w:jc w:val="both"/>
        <w:rPr>
          <w:rFonts w:ascii="Times New Roman" w:eastAsia="Times New Roman" w:hAnsi="Times New Roman" w:cs="Times New Roman"/>
        </w:rPr>
      </w:pPr>
      <w:r>
        <w:rPr>
          <w:rFonts w:ascii="Times New Roman" w:hAnsi="Times New Roman"/>
        </w:rPr>
        <w:t>12. V pří</w:t>
      </w:r>
      <w:r>
        <w:rPr>
          <w:rFonts w:ascii="Times New Roman" w:hAnsi="Times New Roman"/>
          <w:lang w:val="nl-NL"/>
        </w:rPr>
        <w:t xml:space="preserve">loze </w:t>
      </w:r>
      <w:r>
        <w:rPr>
          <w:rFonts w:ascii="Times New Roman" w:hAnsi="Times New Roman"/>
        </w:rPr>
        <w:t>č. 4 v kapitole 329 Ministerstvo zemědělství se číslo „56 544 982 069“ nahrazuje čí</w:t>
      </w:r>
      <w:r>
        <w:rPr>
          <w:rFonts w:ascii="Times New Roman" w:hAnsi="Times New Roman"/>
          <w:lang w:val="da-DK"/>
        </w:rPr>
        <w:t xml:space="preserve">slem </w:t>
      </w:r>
      <w:r>
        <w:rPr>
          <w:rFonts w:ascii="Times New Roman" w:hAnsi="Times New Roman"/>
        </w:rPr>
        <w:t>„69 444 982 069“, číslo „42 817 677 061“ se nahrazuje čí</w:t>
      </w:r>
      <w:r>
        <w:rPr>
          <w:rFonts w:ascii="Times New Roman" w:hAnsi="Times New Roman"/>
          <w:lang w:val="da-DK"/>
        </w:rPr>
        <w:t xml:space="preserve">slem </w:t>
      </w:r>
      <w:r>
        <w:rPr>
          <w:rFonts w:ascii="Times New Roman" w:hAnsi="Times New Roman"/>
        </w:rPr>
        <w:t>„46 117 677 061“, číslo „40 054 177 061“ se nahrazuje čí</w:t>
      </w:r>
      <w:r>
        <w:rPr>
          <w:rFonts w:ascii="Times New Roman" w:hAnsi="Times New Roman"/>
          <w:lang w:val="da-DK"/>
        </w:rPr>
        <w:t xml:space="preserve">slem </w:t>
      </w:r>
      <w:r>
        <w:rPr>
          <w:rFonts w:ascii="Times New Roman" w:hAnsi="Times New Roman"/>
        </w:rPr>
        <w:t>„43 354 177 061“, číslo „1 120 937 175“ se nahrazuje čí</w:t>
      </w:r>
      <w:r>
        <w:rPr>
          <w:rFonts w:ascii="Times New Roman" w:hAnsi="Times New Roman"/>
          <w:lang w:val="da-DK"/>
        </w:rPr>
        <w:t xml:space="preserve">slem </w:t>
      </w:r>
      <w:r>
        <w:rPr>
          <w:rFonts w:ascii="Times New Roman" w:hAnsi="Times New Roman"/>
        </w:rPr>
        <w:t>„8 120 937 175“, číslo „1 800 000 000“ se nahrazuje čí</w:t>
      </w:r>
      <w:r>
        <w:rPr>
          <w:rFonts w:ascii="Times New Roman" w:hAnsi="Times New Roman"/>
          <w:lang w:val="da-DK"/>
        </w:rPr>
        <w:t xml:space="preserve">slem </w:t>
      </w:r>
      <w:r>
        <w:rPr>
          <w:rFonts w:ascii="Times New Roman" w:hAnsi="Times New Roman"/>
        </w:rPr>
        <w:t>„4 400 000 000“, číslo „36 332 677 061“ se nahrazuje čí</w:t>
      </w:r>
      <w:r>
        <w:rPr>
          <w:rFonts w:ascii="Times New Roman" w:hAnsi="Times New Roman"/>
          <w:lang w:val="da-DK"/>
        </w:rPr>
        <w:t xml:space="preserve">slem </w:t>
      </w:r>
      <w:r>
        <w:rPr>
          <w:rFonts w:ascii="Times New Roman" w:hAnsi="Times New Roman"/>
        </w:rPr>
        <w:t>„39 632 677 061“, číslo „4 500 000 000“ se nahrazuje čí</w:t>
      </w:r>
      <w:r>
        <w:rPr>
          <w:rFonts w:ascii="Times New Roman" w:hAnsi="Times New Roman"/>
          <w:lang w:val="da-DK"/>
        </w:rPr>
        <w:t xml:space="preserve">slem </w:t>
      </w:r>
      <w:r>
        <w:rPr>
          <w:rFonts w:ascii="Times New Roman" w:hAnsi="Times New Roman"/>
        </w:rPr>
        <w:t>„7 800 000 000“ a číslo „2 </w:t>
      </w:r>
      <w:r>
        <w:rPr>
          <w:rFonts w:ascii="Times New Roman" w:hAnsi="Times New Roman"/>
          <w:lang w:val="ru-RU"/>
        </w:rPr>
        <w:t>341</w:t>
      </w:r>
      <w:r>
        <w:rPr>
          <w:rFonts w:ascii="Times New Roman" w:hAnsi="Times New Roman"/>
        </w:rPr>
        <w:t> </w:t>
      </w:r>
      <w:r>
        <w:rPr>
          <w:rFonts w:ascii="Times New Roman" w:hAnsi="Times New Roman"/>
          <w:lang w:val="ru-RU"/>
        </w:rPr>
        <w:t>341</w:t>
      </w:r>
      <w:r>
        <w:rPr>
          <w:rFonts w:ascii="Times New Roman" w:hAnsi="Times New Roman"/>
        </w:rPr>
        <w:t> 556“ se nahrazuje čí</w:t>
      </w:r>
      <w:r>
        <w:rPr>
          <w:rFonts w:ascii="Times New Roman" w:hAnsi="Times New Roman"/>
          <w:lang w:val="da-DK"/>
        </w:rPr>
        <w:t xml:space="preserve">slem </w:t>
      </w:r>
      <w:r>
        <w:rPr>
          <w:rFonts w:ascii="Times New Roman" w:hAnsi="Times New Roman"/>
        </w:rPr>
        <w:t>„4 941 </w:t>
      </w:r>
      <w:r>
        <w:rPr>
          <w:rFonts w:ascii="Times New Roman" w:hAnsi="Times New Roman"/>
          <w:lang w:val="ru-RU"/>
        </w:rPr>
        <w:t>341</w:t>
      </w:r>
      <w:r>
        <w:rPr>
          <w:rFonts w:ascii="Times New Roman" w:hAnsi="Times New Roman"/>
        </w:rPr>
        <w:t> 556“.</w:t>
      </w:r>
    </w:p>
    <w:p w:rsidR="001A4A29" w:rsidRDefault="001A4A29" w:rsidP="001A4A29">
      <w:pPr>
        <w:pStyle w:val="Odstavecseseznamem"/>
        <w:ind w:left="284"/>
        <w:jc w:val="both"/>
        <w:rPr>
          <w:rFonts w:ascii="Times New Roman" w:eastAsia="Times New Roman" w:hAnsi="Times New Roman" w:cs="Times New Roman"/>
        </w:rPr>
      </w:pPr>
    </w:p>
    <w:p w:rsidR="001A4A29" w:rsidRDefault="001A4A29" w:rsidP="001A4A29">
      <w:pPr>
        <w:pStyle w:val="Odstavecseseznamem"/>
        <w:ind w:left="284"/>
        <w:jc w:val="both"/>
        <w:rPr>
          <w:rFonts w:ascii="Times New Roman" w:eastAsia="Times New Roman" w:hAnsi="Times New Roman" w:cs="Times New Roman"/>
        </w:rPr>
      </w:pPr>
      <w:r>
        <w:rPr>
          <w:rFonts w:ascii="Times New Roman" w:hAnsi="Times New Roman"/>
        </w:rPr>
        <w:t>13. V pří</w:t>
      </w:r>
      <w:r>
        <w:rPr>
          <w:rFonts w:ascii="Times New Roman" w:hAnsi="Times New Roman"/>
          <w:lang w:val="nl-NL"/>
        </w:rPr>
        <w:t xml:space="preserve">loze </w:t>
      </w:r>
      <w:r>
        <w:rPr>
          <w:rFonts w:ascii="Times New Roman" w:hAnsi="Times New Roman"/>
        </w:rPr>
        <w:t>č. 4 v kapitole 334 Ministerstvo kultury se číslo „15 549 131 176“ nahrazuje čí</w:t>
      </w:r>
      <w:r>
        <w:rPr>
          <w:rFonts w:ascii="Times New Roman" w:hAnsi="Times New Roman"/>
          <w:lang w:val="da-DK"/>
        </w:rPr>
        <w:t xml:space="preserve">slem </w:t>
      </w:r>
      <w:r>
        <w:rPr>
          <w:rFonts w:ascii="Times New Roman" w:hAnsi="Times New Roman"/>
        </w:rPr>
        <w:t>„16 549 131 176“, číslo „8 509 238 110“ se nahrazuje čí</w:t>
      </w:r>
      <w:r>
        <w:rPr>
          <w:rFonts w:ascii="Times New Roman" w:hAnsi="Times New Roman"/>
          <w:lang w:val="da-DK"/>
        </w:rPr>
        <w:t xml:space="preserve">slem </w:t>
      </w:r>
      <w:r>
        <w:rPr>
          <w:rFonts w:ascii="Times New Roman" w:hAnsi="Times New Roman"/>
        </w:rPr>
        <w:t>„9 509 238 110“, číslo „905 037 000“ se nahrazuje čí</w:t>
      </w:r>
      <w:r>
        <w:rPr>
          <w:rFonts w:ascii="Times New Roman" w:hAnsi="Times New Roman"/>
          <w:lang w:val="da-DK"/>
        </w:rPr>
        <w:t xml:space="preserve">slem </w:t>
      </w:r>
      <w:r>
        <w:rPr>
          <w:rFonts w:ascii="Times New Roman" w:hAnsi="Times New Roman"/>
        </w:rPr>
        <w:t>„1 905 037 000“ a číslo „3 401 104 528“ se nahrazuje čí</w:t>
      </w:r>
      <w:r>
        <w:rPr>
          <w:rFonts w:ascii="Times New Roman" w:hAnsi="Times New Roman"/>
          <w:lang w:val="da-DK"/>
        </w:rPr>
        <w:t xml:space="preserve">slem </w:t>
      </w:r>
      <w:r>
        <w:rPr>
          <w:rFonts w:ascii="Times New Roman" w:hAnsi="Times New Roman"/>
        </w:rPr>
        <w:t>„4 401 104 528“.</w:t>
      </w:r>
    </w:p>
    <w:p w:rsidR="001A4A29" w:rsidRDefault="001A4A29" w:rsidP="001A4A29">
      <w:pPr>
        <w:pStyle w:val="Odstavecseseznamem"/>
        <w:ind w:left="284"/>
        <w:jc w:val="both"/>
        <w:rPr>
          <w:rFonts w:ascii="Times New Roman" w:eastAsia="Times New Roman" w:hAnsi="Times New Roman" w:cs="Times New Roman"/>
        </w:rPr>
      </w:pPr>
    </w:p>
    <w:p w:rsidR="001A4A29" w:rsidRDefault="001A4A29" w:rsidP="001A4A29">
      <w:pPr>
        <w:pStyle w:val="Odstavecseseznamem"/>
        <w:ind w:left="284"/>
        <w:jc w:val="both"/>
        <w:rPr>
          <w:rFonts w:ascii="Times New Roman" w:eastAsia="Times New Roman" w:hAnsi="Times New Roman" w:cs="Times New Roman"/>
        </w:rPr>
      </w:pPr>
      <w:r>
        <w:rPr>
          <w:rFonts w:ascii="Times New Roman" w:hAnsi="Times New Roman"/>
        </w:rPr>
        <w:t>14. V pří</w:t>
      </w:r>
      <w:r>
        <w:rPr>
          <w:rFonts w:ascii="Times New Roman" w:hAnsi="Times New Roman"/>
          <w:lang w:val="nl-NL"/>
        </w:rPr>
        <w:t xml:space="preserve">loze </w:t>
      </w:r>
      <w:r>
        <w:rPr>
          <w:rFonts w:ascii="Times New Roman" w:hAnsi="Times New Roman"/>
        </w:rPr>
        <w:t>č. 4 v </w:t>
      </w:r>
      <w:r>
        <w:rPr>
          <w:rFonts w:ascii="Times New Roman" w:hAnsi="Times New Roman"/>
          <w:lang w:val="it-IT"/>
        </w:rPr>
        <w:t>kapitole 374 Spr</w:t>
      </w:r>
      <w:proofErr w:type="spellStart"/>
      <w:r>
        <w:rPr>
          <w:rFonts w:ascii="Times New Roman" w:hAnsi="Times New Roman"/>
        </w:rPr>
        <w:t>áva</w:t>
      </w:r>
      <w:proofErr w:type="spellEnd"/>
      <w:r>
        <w:rPr>
          <w:rFonts w:ascii="Times New Roman" w:hAnsi="Times New Roman"/>
        </w:rPr>
        <w:t xml:space="preserve"> státních hmotných rezerv se číslo „2 </w:t>
      </w:r>
      <w:r>
        <w:rPr>
          <w:rFonts w:ascii="Times New Roman" w:hAnsi="Times New Roman"/>
          <w:lang w:val="ru-RU"/>
        </w:rPr>
        <w:t>581</w:t>
      </w:r>
      <w:r>
        <w:rPr>
          <w:rFonts w:ascii="Times New Roman" w:hAnsi="Times New Roman"/>
        </w:rPr>
        <w:t> 804 229“ nahrazuje čí</w:t>
      </w:r>
      <w:r>
        <w:rPr>
          <w:rFonts w:ascii="Times New Roman" w:hAnsi="Times New Roman"/>
          <w:lang w:val="da-DK"/>
        </w:rPr>
        <w:t xml:space="preserve">slem </w:t>
      </w:r>
      <w:r>
        <w:rPr>
          <w:rFonts w:ascii="Times New Roman" w:hAnsi="Times New Roman"/>
        </w:rPr>
        <w:t>„2 981 804 229“ a číslo „2 </w:t>
      </w:r>
      <w:r>
        <w:rPr>
          <w:rFonts w:ascii="Times New Roman" w:hAnsi="Times New Roman"/>
          <w:lang w:val="ru-RU"/>
        </w:rPr>
        <w:t>575</w:t>
      </w:r>
      <w:r>
        <w:rPr>
          <w:rFonts w:ascii="Times New Roman" w:hAnsi="Times New Roman"/>
        </w:rPr>
        <w:t> 384 229“ se nahrazuje čí</w:t>
      </w:r>
      <w:r>
        <w:rPr>
          <w:rFonts w:ascii="Times New Roman" w:hAnsi="Times New Roman"/>
          <w:lang w:val="da-DK"/>
        </w:rPr>
        <w:t xml:space="preserve">slem </w:t>
      </w:r>
      <w:r>
        <w:rPr>
          <w:rFonts w:ascii="Times New Roman" w:hAnsi="Times New Roman"/>
        </w:rPr>
        <w:t>„2 975 384 229“.</w:t>
      </w:r>
    </w:p>
    <w:p w:rsidR="001A4A29" w:rsidRDefault="001A4A29" w:rsidP="001A4A29">
      <w:pPr>
        <w:pStyle w:val="Odstavecseseznamem"/>
        <w:ind w:left="284"/>
        <w:jc w:val="both"/>
        <w:rPr>
          <w:rFonts w:ascii="Times New Roman" w:eastAsia="Times New Roman" w:hAnsi="Times New Roman" w:cs="Times New Roman"/>
        </w:rPr>
      </w:pPr>
    </w:p>
    <w:p w:rsidR="001A4A29" w:rsidRDefault="001A4A29" w:rsidP="001A4A29">
      <w:pPr>
        <w:pStyle w:val="Odstavecseseznamem"/>
        <w:ind w:left="284"/>
        <w:jc w:val="both"/>
        <w:rPr>
          <w:rFonts w:ascii="Times New Roman" w:eastAsia="Times New Roman" w:hAnsi="Times New Roman" w:cs="Times New Roman"/>
        </w:rPr>
      </w:pPr>
      <w:r>
        <w:rPr>
          <w:rFonts w:ascii="Times New Roman" w:hAnsi="Times New Roman"/>
        </w:rPr>
        <w:t>15. V pří</w:t>
      </w:r>
      <w:r>
        <w:rPr>
          <w:rFonts w:ascii="Times New Roman" w:hAnsi="Times New Roman"/>
          <w:lang w:val="nl-NL"/>
        </w:rPr>
        <w:t xml:space="preserve">loze </w:t>
      </w:r>
      <w:r>
        <w:rPr>
          <w:rFonts w:ascii="Times New Roman" w:hAnsi="Times New Roman"/>
        </w:rPr>
        <w:t>č. 4 v kapitole 333 Ministerstvo školství, mládež</w:t>
      </w:r>
      <w:r>
        <w:rPr>
          <w:rFonts w:ascii="Times New Roman" w:hAnsi="Times New Roman"/>
          <w:lang w:val="en-US"/>
        </w:rPr>
        <w:t>e a t</w:t>
      </w:r>
      <w:proofErr w:type="spellStart"/>
      <w:r>
        <w:rPr>
          <w:rFonts w:ascii="Times New Roman" w:hAnsi="Times New Roman"/>
        </w:rPr>
        <w:t>ělovýchovy</w:t>
      </w:r>
      <w:proofErr w:type="spellEnd"/>
      <w:r>
        <w:rPr>
          <w:rFonts w:ascii="Times New Roman" w:hAnsi="Times New Roman"/>
        </w:rPr>
        <w:t xml:space="preserve"> se číslo </w:t>
      </w:r>
      <w:r>
        <w:rPr>
          <w:rFonts w:ascii="Arial Unicode MS" w:eastAsia="Arial Unicode MS" w:hAnsi="Arial Unicode MS" w:cs="Arial Unicode MS"/>
        </w:rPr>
        <w:br/>
      </w:r>
      <w:r>
        <w:rPr>
          <w:rFonts w:ascii="Times New Roman" w:hAnsi="Times New Roman"/>
        </w:rPr>
        <w:t>„226 467 000 210“ se nahrazuje čí</w:t>
      </w:r>
      <w:r>
        <w:rPr>
          <w:rFonts w:ascii="Times New Roman" w:hAnsi="Times New Roman"/>
          <w:lang w:val="da-DK"/>
        </w:rPr>
        <w:t xml:space="preserve">slem </w:t>
      </w:r>
      <w:r>
        <w:rPr>
          <w:rFonts w:ascii="Times New Roman" w:hAnsi="Times New Roman"/>
        </w:rPr>
        <w:t>„227 967 000 210“ a číslo „161 482 083 817“ se nahrazuje čí</w:t>
      </w:r>
      <w:r>
        <w:rPr>
          <w:rFonts w:ascii="Times New Roman" w:hAnsi="Times New Roman"/>
          <w:lang w:val="da-DK"/>
        </w:rPr>
        <w:t xml:space="preserve">slem </w:t>
      </w:r>
      <w:r>
        <w:rPr>
          <w:rFonts w:ascii="Times New Roman" w:hAnsi="Times New Roman"/>
        </w:rPr>
        <w:t>„162 982 083 817“.“</w:t>
      </w:r>
    </w:p>
    <w:p w:rsidR="00EA1832" w:rsidRDefault="00EA1832" w:rsidP="00EA1832"/>
    <w:p w:rsidR="00EA1832" w:rsidRDefault="00EA1832" w:rsidP="00EA1832">
      <w:r>
        <w:t>(SD 5843)</w:t>
      </w:r>
    </w:p>
    <w:p w:rsidR="00EA1832" w:rsidRDefault="00EA1832" w:rsidP="00EA1832"/>
    <w:p w:rsidR="001A4A29" w:rsidRPr="00EB4EDC" w:rsidRDefault="001A4A29" w:rsidP="001A4A29">
      <w:pPr>
        <w:numPr>
          <w:ilvl w:val="0"/>
          <w:numId w:val="12"/>
        </w:numPr>
        <w:ind w:left="426" w:hanging="426"/>
        <w:rPr>
          <w:color w:val="000000"/>
        </w:rPr>
      </w:pPr>
      <w:r w:rsidRPr="00EB4EDC">
        <w:rPr>
          <w:color w:val="000000"/>
        </w:rPr>
        <w:t xml:space="preserve">Zvýšení výdajů kapitoly 374 Správa státních hmotných rezerv - </w:t>
      </w:r>
    </w:p>
    <w:p w:rsidR="001A4A29" w:rsidRPr="00EB4EDC" w:rsidRDefault="001A4A29" w:rsidP="001A4A29">
      <w:pPr>
        <w:ind w:left="426" w:hanging="426"/>
        <w:rPr>
          <w:color w:val="000000"/>
        </w:rPr>
      </w:pPr>
      <w:r w:rsidRPr="00EB4EDC">
        <w:rPr>
          <w:color w:val="000000"/>
        </w:rPr>
        <w:t xml:space="preserve">ukazatel „Civilní připravenost na krizové stavy“ o </w:t>
      </w:r>
      <w:r>
        <w:rPr>
          <w:color w:val="000000"/>
        </w:rPr>
        <w:t>400</w:t>
      </w:r>
      <w:r w:rsidRPr="00EB4EDC">
        <w:rPr>
          <w:color w:val="000000"/>
        </w:rPr>
        <w:t xml:space="preserve"> mil. Kč</w:t>
      </w:r>
    </w:p>
    <w:p w:rsidR="001A4A29" w:rsidRPr="00EB4EDC" w:rsidRDefault="001A4A29" w:rsidP="001A4A29">
      <w:pPr>
        <w:numPr>
          <w:ilvl w:val="0"/>
          <w:numId w:val="12"/>
        </w:numPr>
        <w:ind w:left="426" w:hanging="426"/>
        <w:rPr>
          <w:color w:val="000000"/>
        </w:rPr>
      </w:pPr>
      <w:r w:rsidRPr="00EB4EDC">
        <w:rPr>
          <w:color w:val="000000"/>
        </w:rPr>
        <w:t xml:space="preserve">Zvýšení výdajů kapitoly 374 Správa státních hmotných rezerv - </w:t>
      </w:r>
    </w:p>
    <w:p w:rsidR="001A4A29" w:rsidRPr="00EB4EDC" w:rsidRDefault="001A4A29" w:rsidP="001A4A29">
      <w:pPr>
        <w:ind w:left="426" w:hanging="426"/>
        <w:rPr>
          <w:color w:val="000000"/>
        </w:rPr>
      </w:pPr>
      <w:r w:rsidRPr="00EB4EDC">
        <w:rPr>
          <w:color w:val="000000"/>
        </w:rPr>
        <w:t xml:space="preserve">ukazatel „Výdaje vedené v informačním systému programového financování“ o </w:t>
      </w:r>
      <w:r>
        <w:rPr>
          <w:color w:val="000000"/>
        </w:rPr>
        <w:t>6</w:t>
      </w:r>
      <w:r w:rsidRPr="00EB4EDC">
        <w:rPr>
          <w:color w:val="000000"/>
        </w:rPr>
        <w:t>0 mil. Kč</w:t>
      </w:r>
    </w:p>
    <w:p w:rsidR="001A4A29" w:rsidRPr="00EB4EDC" w:rsidRDefault="001A4A29" w:rsidP="001A4A29">
      <w:pPr>
        <w:numPr>
          <w:ilvl w:val="0"/>
          <w:numId w:val="12"/>
        </w:numPr>
        <w:ind w:left="426" w:hanging="426"/>
        <w:rPr>
          <w:color w:val="000000"/>
        </w:rPr>
      </w:pPr>
      <w:r w:rsidRPr="00EB4EDC">
        <w:rPr>
          <w:color w:val="000000"/>
        </w:rPr>
        <w:t>Snížení výdajů kapitol</w:t>
      </w:r>
      <w:r>
        <w:rPr>
          <w:color w:val="000000"/>
        </w:rPr>
        <w:t>y</w:t>
      </w:r>
      <w:r w:rsidRPr="00EB4EDC">
        <w:rPr>
          <w:color w:val="000000"/>
        </w:rPr>
        <w:t xml:space="preserve"> 398 Všeobecná pokladní správa - ukazatel „Vládní rozpočtová rezerva“ o 4</w:t>
      </w:r>
      <w:r>
        <w:rPr>
          <w:color w:val="000000"/>
        </w:rPr>
        <w:t>6</w:t>
      </w:r>
      <w:r w:rsidRPr="00EB4EDC">
        <w:rPr>
          <w:color w:val="000000"/>
        </w:rPr>
        <w:t>0 mil. Kč</w:t>
      </w:r>
    </w:p>
    <w:p w:rsidR="00EA1832" w:rsidRDefault="00EA1832" w:rsidP="00EA1832"/>
    <w:p w:rsidR="00EA1832" w:rsidRDefault="00EA1832" w:rsidP="00EA1832"/>
    <w:p w:rsidR="00EA1832" w:rsidRDefault="00EA1832" w:rsidP="00EA1832"/>
    <w:p w:rsidR="00EA1832" w:rsidRPr="001A4A29" w:rsidRDefault="00EA1832" w:rsidP="00EA1832">
      <w:pPr>
        <w:rPr>
          <w:b/>
        </w:rPr>
      </w:pPr>
      <w:r w:rsidRPr="001A4A29">
        <w:rPr>
          <w:b/>
        </w:rPr>
        <w:t>D</w:t>
      </w:r>
      <w:r w:rsidRPr="001A4A29">
        <w:rPr>
          <w:b/>
        </w:rPr>
        <w:tab/>
        <w:t>Poslankyně Šafránková Lucie</w:t>
      </w:r>
    </w:p>
    <w:p w:rsidR="00EA1832" w:rsidRDefault="00EA1832" w:rsidP="00EA1832">
      <w:r>
        <w:t>(SD 5886)</w:t>
      </w:r>
    </w:p>
    <w:p w:rsidR="00EA1832" w:rsidRDefault="00EA1832" w:rsidP="00EA1832"/>
    <w:p w:rsidR="00742429" w:rsidRPr="00F86169" w:rsidRDefault="00742429" w:rsidP="00742429">
      <w:pPr>
        <w:spacing w:line="276" w:lineRule="auto"/>
        <w:rPr>
          <w:b/>
          <w:noProof/>
        </w:rPr>
      </w:pPr>
      <w:r w:rsidRPr="00F86169">
        <w:rPr>
          <w:b/>
          <w:noProof/>
        </w:rPr>
        <w:t>1. čl. I bod 4 zní:</w:t>
      </w:r>
    </w:p>
    <w:p w:rsidR="00742429" w:rsidRPr="00F86169" w:rsidRDefault="00742429" w:rsidP="00742429">
      <w:pPr>
        <w:spacing w:line="276" w:lineRule="auto"/>
      </w:pPr>
      <w:r w:rsidRPr="00F86169">
        <w:rPr>
          <w:noProof/>
        </w:rPr>
        <w:t>„</w:t>
      </w:r>
      <w:r w:rsidRPr="00F86169">
        <w:t>4. V příloze č. 3 se číslo „396 518 347 439“ nahrazuje číslem „373 018 347 439“, číslo „</w:t>
      </w:r>
      <w:r w:rsidRPr="00F86169">
        <w:rPr>
          <w:color w:val="000000"/>
          <w:shd w:val="clear" w:color="auto" w:fill="FFFFFF"/>
        </w:rPr>
        <w:t xml:space="preserve">676 800 038 058“ se nahrazuje číslem „700 300 038 058“ </w:t>
      </w:r>
      <w:r w:rsidRPr="00F86169">
        <w:t xml:space="preserve">a </w:t>
      </w:r>
      <w:proofErr w:type="gramStart"/>
      <w:r w:rsidRPr="00F86169">
        <w:t>číslo  „1 728 218 723 753</w:t>
      </w:r>
      <w:proofErr w:type="gramEnd"/>
      <w:r w:rsidRPr="00F86169">
        <w:t>“ se nahrazuje číslem „1 864 818 723 753“.“</w:t>
      </w:r>
    </w:p>
    <w:p w:rsidR="00742429" w:rsidRPr="00F86169" w:rsidRDefault="00742429" w:rsidP="00742429">
      <w:pPr>
        <w:spacing w:before="240" w:line="276" w:lineRule="auto"/>
        <w:outlineLvl w:val="5"/>
        <w:rPr>
          <w:b/>
          <w:noProof/>
        </w:rPr>
      </w:pPr>
      <w:r w:rsidRPr="00F86169">
        <w:rPr>
          <w:b/>
        </w:rPr>
        <w:t xml:space="preserve">2. </w:t>
      </w:r>
      <w:r w:rsidRPr="00F86169">
        <w:rPr>
          <w:b/>
          <w:noProof/>
        </w:rPr>
        <w:t>čl. I bod 5 zní:</w:t>
      </w:r>
    </w:p>
    <w:p w:rsidR="00742429" w:rsidRPr="00F86169" w:rsidRDefault="00742429" w:rsidP="00742429">
      <w:pPr>
        <w:spacing w:line="276" w:lineRule="auto"/>
        <w:rPr>
          <w:color w:val="000000"/>
          <w:shd w:val="clear" w:color="auto" w:fill="FFFFFF"/>
        </w:rPr>
      </w:pPr>
      <w:r w:rsidRPr="00F86169">
        <w:t>„5. V příloze č. 4 v kapitole 313 Ministerstvo práce a sociálních věcí se číslo „547 589 411 659“ nahrazuje číslem „529 989 411 659“, číslo „</w:t>
      </w:r>
      <w:r w:rsidRPr="00F86169">
        <w:rPr>
          <w:color w:val="000000"/>
          <w:shd w:val="clear" w:color="auto" w:fill="FFFFFF"/>
        </w:rPr>
        <w:t>676 800 038 058</w:t>
      </w:r>
      <w:r w:rsidRPr="00F86169">
        <w:t>“ se nahrazuje číslem „</w:t>
      </w:r>
      <w:r w:rsidRPr="00F86169">
        <w:rPr>
          <w:color w:val="000000"/>
          <w:shd w:val="clear" w:color="auto" w:fill="FFFFFF"/>
        </w:rPr>
        <w:t>700 300 038 058</w:t>
      </w:r>
      <w:r w:rsidRPr="00F86169">
        <w:t>“, číslo „540 502 848 138“ se nahrazuje číslem „522 902 848 138“, číslo „483 479 797 659“ se nahrazuje číslem „467 772 515 906“, číslo „</w:t>
      </w:r>
      <w:r w:rsidRPr="00F86169">
        <w:rPr>
          <w:color w:val="000000"/>
          <w:shd w:val="clear" w:color="auto" w:fill="FFFFFF"/>
        </w:rPr>
        <w:t>3 100 000 000“ se nahrazuje číslem „4 600 000 000“, číslo „31 300 000 000“ se nahrazuje číslem „</w:t>
      </w:r>
      <w:proofErr w:type="gramStart"/>
      <w:r w:rsidRPr="00F86169">
        <w:rPr>
          <w:color w:val="000000"/>
          <w:shd w:val="clear" w:color="auto" w:fill="FFFFFF"/>
        </w:rPr>
        <w:t>39 300 000 000“,  číslo</w:t>
      </w:r>
      <w:proofErr w:type="gramEnd"/>
      <w:r w:rsidRPr="00F86169">
        <w:rPr>
          <w:color w:val="000000"/>
          <w:shd w:val="clear" w:color="auto" w:fill="FFFFFF"/>
        </w:rPr>
        <w:t xml:space="preserve"> „17 770 647 810“ se nahrazuje číslem „21 770 647 810“ a číslo „24 870 721 047“ se nahrazuje číslem „34 870 721 047“.“</w:t>
      </w:r>
    </w:p>
    <w:p w:rsidR="00742429" w:rsidRPr="00F86169" w:rsidRDefault="00742429" w:rsidP="00742429">
      <w:pPr>
        <w:spacing w:before="240" w:line="276" w:lineRule="auto"/>
        <w:outlineLvl w:val="5"/>
        <w:rPr>
          <w:b/>
          <w:noProof/>
        </w:rPr>
      </w:pPr>
      <w:r w:rsidRPr="00F86169">
        <w:rPr>
          <w:b/>
        </w:rPr>
        <w:lastRenderedPageBreak/>
        <w:t xml:space="preserve">3. </w:t>
      </w:r>
      <w:r w:rsidRPr="00F86169">
        <w:rPr>
          <w:b/>
          <w:noProof/>
        </w:rPr>
        <w:t>čl. I bod 8 zní:</w:t>
      </w:r>
    </w:p>
    <w:p w:rsidR="00742429" w:rsidRPr="00F86169" w:rsidRDefault="00742429" w:rsidP="00742429">
      <w:pPr>
        <w:spacing w:line="276" w:lineRule="auto"/>
      </w:pPr>
      <w:r w:rsidRPr="00F86169">
        <w:t>8. V příloze č. 4 v kapitole 398 Všeobecná pokladní správa se číslo „721 800 470 800“ nahrazuje číslem „678 000 470 800“, číslo „259 918 347 439“ se nahrazuje číslem „373 018 347 439“, číslo „702 200 150 000“ se nahrazuje číslem „658 400 150 000“, číslo „78 769 471 508“ se nahrazuje číslem „215 369 471 508“ a číslo „</w:t>
      </w:r>
      <w:r w:rsidRPr="00F86169">
        <w:rPr>
          <w:color w:val="000000"/>
          <w:shd w:val="clear" w:color="auto" w:fill="FFFFFF"/>
        </w:rPr>
        <w:t>47 000 000 000“ se nahrazuje číslem „23 500 000 000“.“</w:t>
      </w:r>
    </w:p>
    <w:p w:rsidR="001A4A29" w:rsidRPr="00F86169" w:rsidRDefault="001A4A29" w:rsidP="00EA1832">
      <w:pPr>
        <w:rPr>
          <w:sz w:val="28"/>
          <w:szCs w:val="28"/>
        </w:rPr>
      </w:pPr>
    </w:p>
    <w:p w:rsidR="00EA1832" w:rsidRDefault="00EA1832" w:rsidP="00EA1832"/>
    <w:p w:rsidR="00EA1832" w:rsidRDefault="00EA1832" w:rsidP="00EA1832">
      <w:r>
        <w:t>(SD 5887)</w:t>
      </w:r>
    </w:p>
    <w:p w:rsidR="00EA1832" w:rsidRDefault="00EA1832" w:rsidP="00EA1832"/>
    <w:p w:rsidR="00742429" w:rsidRPr="00A67957" w:rsidRDefault="00742429" w:rsidP="00742429">
      <w:pPr>
        <w:spacing w:line="276" w:lineRule="auto"/>
        <w:rPr>
          <w:b/>
          <w:noProof/>
        </w:rPr>
      </w:pPr>
      <w:r w:rsidRPr="00A67957">
        <w:rPr>
          <w:b/>
          <w:noProof/>
        </w:rPr>
        <w:t>1. čl. I bod 4 zní:</w:t>
      </w:r>
    </w:p>
    <w:p w:rsidR="00742429" w:rsidRDefault="00742429" w:rsidP="00742429">
      <w:pPr>
        <w:spacing w:line="276" w:lineRule="auto"/>
      </w:pPr>
      <w:r w:rsidRPr="00A67957">
        <w:rPr>
          <w:noProof/>
        </w:rPr>
        <w:t>„</w:t>
      </w:r>
      <w:r w:rsidRPr="00A67957">
        <w:t xml:space="preserve">4. V příloze č. 3 se číslo „259 918 347 439“ nahrazuje číslem „396 518 347 439“, </w:t>
      </w:r>
      <w:r>
        <w:br/>
      </w:r>
      <w:r w:rsidRPr="00A67957">
        <w:t>číslo „</w:t>
      </w:r>
      <w:r w:rsidRPr="00A67957">
        <w:rPr>
          <w:color w:val="000000"/>
          <w:shd w:val="clear" w:color="auto" w:fill="FFFFFF"/>
        </w:rPr>
        <w:t xml:space="preserve">676 800 038 058“ se nahrazuje číslem „703 800 038 058“, číslo „49 104 100 259“ </w:t>
      </w:r>
      <w:r>
        <w:rPr>
          <w:color w:val="000000"/>
          <w:shd w:val="clear" w:color="auto" w:fill="FFFFFF"/>
        </w:rPr>
        <w:br/>
      </w:r>
      <w:r w:rsidRPr="00A67957">
        <w:rPr>
          <w:color w:val="000000"/>
          <w:shd w:val="clear" w:color="auto" w:fill="FFFFFF"/>
        </w:rPr>
        <w:t>se nahrazuje číslem „22 104 100 “</w:t>
      </w:r>
      <w:r w:rsidRPr="00A67957">
        <w:t xml:space="preserve"> a </w:t>
      </w:r>
      <w:proofErr w:type="gramStart"/>
      <w:r w:rsidRPr="00A67957">
        <w:t>číslo  „1 728 218 723 753</w:t>
      </w:r>
      <w:proofErr w:type="gramEnd"/>
      <w:r w:rsidRPr="00A67957">
        <w:t>“ se nahrazuje číslem „1 864 818 723 753“.“</w:t>
      </w:r>
    </w:p>
    <w:p w:rsidR="00742429" w:rsidRPr="00A67957" w:rsidRDefault="00742429" w:rsidP="00742429">
      <w:pPr>
        <w:spacing w:before="240" w:line="276" w:lineRule="auto"/>
        <w:outlineLvl w:val="5"/>
        <w:rPr>
          <w:b/>
          <w:noProof/>
        </w:rPr>
      </w:pPr>
      <w:r w:rsidRPr="00A67957">
        <w:rPr>
          <w:b/>
        </w:rPr>
        <w:t xml:space="preserve">2. </w:t>
      </w:r>
      <w:r w:rsidRPr="00A67957">
        <w:rPr>
          <w:b/>
          <w:noProof/>
        </w:rPr>
        <w:t>čl. I bod 5 zní:</w:t>
      </w:r>
    </w:p>
    <w:p w:rsidR="00742429" w:rsidRPr="00A67957" w:rsidRDefault="00742429" w:rsidP="00742429">
      <w:pPr>
        <w:spacing w:line="276" w:lineRule="auto"/>
      </w:pPr>
      <w:r w:rsidRPr="00A67957">
        <w:t>„5. V příloze č. 4 v kapitole 313 Ministerstvo práce a sociálních věcí se číslo „547 589 411 659“ nahrazuje číslem „529 989 411 659“, číslo „</w:t>
      </w:r>
      <w:r w:rsidRPr="00A67957">
        <w:rPr>
          <w:color w:val="000000"/>
          <w:shd w:val="clear" w:color="auto" w:fill="FFFFFF"/>
        </w:rPr>
        <w:t>676 800 038 058</w:t>
      </w:r>
      <w:r w:rsidRPr="00A67957">
        <w:t>“ se nahrazuje číslem „</w:t>
      </w:r>
      <w:r w:rsidRPr="00A67957">
        <w:rPr>
          <w:color w:val="000000"/>
          <w:shd w:val="clear" w:color="auto" w:fill="FFFFFF"/>
        </w:rPr>
        <w:t>703 800 038 058</w:t>
      </w:r>
      <w:r w:rsidRPr="00A67957">
        <w:t xml:space="preserve">“, číslo „540 502 848 138“ se nahrazuje číslem „522 902 848 138“, </w:t>
      </w:r>
      <w:r>
        <w:br/>
      </w:r>
      <w:r w:rsidRPr="00A67957">
        <w:t>číslo „483 479 797 659“ se nahrazuje číslem „467 772 515 906“ a číslo „</w:t>
      </w:r>
      <w:r w:rsidRPr="00A67957">
        <w:rPr>
          <w:color w:val="000000"/>
          <w:shd w:val="clear" w:color="auto" w:fill="FFFFFF"/>
        </w:rPr>
        <w:t xml:space="preserve">475 240 000 000“ </w:t>
      </w:r>
      <w:r w:rsidRPr="00A67957">
        <w:rPr>
          <w:color w:val="000000"/>
          <w:shd w:val="clear" w:color="auto" w:fill="FFFFFF"/>
        </w:rPr>
        <w:br/>
        <w:t>se nahrazuje číslem 502 240 000 000“.“</w:t>
      </w:r>
    </w:p>
    <w:p w:rsidR="00742429" w:rsidRPr="00A67957" w:rsidRDefault="00742429" w:rsidP="00742429">
      <w:pPr>
        <w:spacing w:before="240" w:line="276" w:lineRule="auto"/>
        <w:outlineLvl w:val="5"/>
        <w:rPr>
          <w:b/>
          <w:noProof/>
        </w:rPr>
      </w:pPr>
      <w:r w:rsidRPr="00A67957">
        <w:rPr>
          <w:b/>
        </w:rPr>
        <w:t xml:space="preserve">3. </w:t>
      </w:r>
      <w:r w:rsidRPr="00A67957">
        <w:rPr>
          <w:b/>
          <w:noProof/>
        </w:rPr>
        <w:t>v čl. I se vkládá nový bod 7, který zní:</w:t>
      </w:r>
    </w:p>
    <w:p w:rsidR="00742429" w:rsidRPr="00A67957" w:rsidRDefault="00742429" w:rsidP="00742429">
      <w:pPr>
        <w:spacing w:line="276" w:lineRule="auto"/>
        <w:rPr>
          <w:color w:val="000000"/>
          <w:shd w:val="clear" w:color="auto" w:fill="FFFFFF"/>
        </w:rPr>
      </w:pPr>
      <w:r w:rsidRPr="00A67957">
        <w:t>„7. V příloze č. 4 v kapitole 322 Ministerstvo průmyslu a obchodu se číslo „</w:t>
      </w:r>
      <w:r w:rsidRPr="00A67957">
        <w:rPr>
          <w:color w:val="000000"/>
          <w:shd w:val="clear" w:color="auto" w:fill="FFFFFF"/>
        </w:rPr>
        <w:t>49 104 100 259</w:t>
      </w:r>
      <w:r w:rsidRPr="00A67957">
        <w:t>“ nahrazuje číslem „</w:t>
      </w:r>
      <w:r w:rsidRPr="00A67957">
        <w:rPr>
          <w:color w:val="000000"/>
          <w:shd w:val="clear" w:color="auto" w:fill="FFFFFF"/>
        </w:rPr>
        <w:t>22 104 100</w:t>
      </w:r>
      <w:r w:rsidRPr="00A67957">
        <w:t>“ a číslo „27 000 000 000“ nahrazuje číslem „0“.“</w:t>
      </w:r>
    </w:p>
    <w:p w:rsidR="00742429" w:rsidRDefault="00742429" w:rsidP="00742429">
      <w:pPr>
        <w:spacing w:before="240" w:line="276" w:lineRule="auto"/>
        <w:outlineLvl w:val="5"/>
        <w:rPr>
          <w:b/>
          <w:noProof/>
        </w:rPr>
      </w:pPr>
      <w:r w:rsidRPr="00961B22">
        <w:rPr>
          <w:b/>
        </w:rPr>
        <w:t xml:space="preserve">. </w:t>
      </w:r>
      <w:r>
        <w:rPr>
          <w:b/>
          <w:noProof/>
        </w:rPr>
        <w:t>v čl. I se původní body 7 a 8 přečíslují na body 8 a 9</w:t>
      </w:r>
    </w:p>
    <w:p w:rsidR="00EA1832" w:rsidRDefault="00EA1832" w:rsidP="00EA1832"/>
    <w:p w:rsidR="00EA1832" w:rsidRDefault="00EA1832" w:rsidP="00EA1832"/>
    <w:p w:rsidR="00EA1832" w:rsidRDefault="00EA1832" w:rsidP="00EA1832"/>
    <w:p w:rsidR="00EA1832" w:rsidRPr="00742429" w:rsidRDefault="00EA1832" w:rsidP="00EA1832">
      <w:pPr>
        <w:rPr>
          <w:b/>
        </w:rPr>
      </w:pPr>
      <w:r w:rsidRPr="00742429">
        <w:rPr>
          <w:b/>
        </w:rPr>
        <w:t>E</w:t>
      </w:r>
      <w:r w:rsidRPr="00742429">
        <w:rPr>
          <w:b/>
        </w:rPr>
        <w:tab/>
        <w:t>Poslanec Dolejš Jiří</w:t>
      </w:r>
    </w:p>
    <w:p w:rsidR="00EA1832" w:rsidRPr="00EA1832" w:rsidRDefault="00742429" w:rsidP="00EA1832">
      <w:r>
        <w:t xml:space="preserve">(SD </w:t>
      </w:r>
      <w:proofErr w:type="gramStart"/>
      <w:r>
        <w:t>5927 )</w:t>
      </w:r>
      <w:proofErr w:type="gramEnd"/>
    </w:p>
    <w:p w:rsidR="00A92050" w:rsidRPr="00A92050" w:rsidRDefault="00A92050" w:rsidP="00A92050"/>
    <w:p w:rsidR="00742429" w:rsidRPr="00742429" w:rsidRDefault="00742429" w:rsidP="00742429">
      <w:pPr>
        <w:pStyle w:val="Odstavecseseznamem"/>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Times New Roman" w:hAnsi="Times New Roman" w:cs="Times New Roman"/>
        </w:rPr>
      </w:pPr>
      <w:r w:rsidRPr="00742429">
        <w:rPr>
          <w:rFonts w:ascii="Times New Roman" w:hAnsi="Times New Roman" w:cs="Times New Roman"/>
        </w:rPr>
        <w:t xml:space="preserve">V článku I. bod 4. zní: </w:t>
      </w:r>
    </w:p>
    <w:p w:rsidR="00742429" w:rsidRPr="00742429" w:rsidRDefault="00742429" w:rsidP="00742429">
      <w:pPr>
        <w:pStyle w:val="Odstavecseseznamem"/>
        <w:jc w:val="both"/>
        <w:rPr>
          <w:rFonts w:ascii="Times New Roman" w:hAnsi="Times New Roman" w:cs="Times New Roman"/>
        </w:rPr>
      </w:pPr>
      <w:r w:rsidRPr="00742429">
        <w:rPr>
          <w:rFonts w:ascii="Times New Roman" w:hAnsi="Times New Roman" w:cs="Times New Roman"/>
        </w:rPr>
        <w:t>„4. V příloze č. 3 se číslo „226 467 000 210“ nahrazuje číslem „226 767 000 210“, číslo „259 918 347 439“ se nahrazuje číslem „396 218 347 439“ a číslo „1 728 218 723 753“ se nahrazuje číslem „1 864 818 723 753“.“</w:t>
      </w:r>
    </w:p>
    <w:p w:rsidR="00742429" w:rsidRPr="00742429" w:rsidRDefault="00742429" w:rsidP="00742429">
      <w:pPr>
        <w:pStyle w:val="Odstavecseseznamem"/>
        <w:jc w:val="both"/>
        <w:rPr>
          <w:rFonts w:ascii="Times New Roman" w:hAnsi="Times New Roman" w:cs="Times New Roman"/>
        </w:rPr>
      </w:pPr>
    </w:p>
    <w:p w:rsidR="00742429" w:rsidRPr="00742429" w:rsidRDefault="00742429" w:rsidP="00742429">
      <w:pPr>
        <w:pStyle w:val="Odstavecseseznamem"/>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Times New Roman" w:hAnsi="Times New Roman" w:cs="Times New Roman"/>
        </w:rPr>
      </w:pPr>
      <w:r w:rsidRPr="00742429">
        <w:rPr>
          <w:rFonts w:ascii="Times New Roman" w:hAnsi="Times New Roman" w:cs="Times New Roman"/>
        </w:rPr>
        <w:t>V článku I. bod 8 zní:</w:t>
      </w:r>
    </w:p>
    <w:p w:rsidR="00742429" w:rsidRPr="00742429" w:rsidRDefault="00742429" w:rsidP="00742429">
      <w:pPr>
        <w:pStyle w:val="Odstavecseseznamem"/>
        <w:jc w:val="both"/>
        <w:rPr>
          <w:rFonts w:ascii="Times New Roman" w:hAnsi="Times New Roman" w:cs="Times New Roman"/>
        </w:rPr>
      </w:pPr>
      <w:r w:rsidRPr="00742429">
        <w:rPr>
          <w:rFonts w:ascii="Times New Roman" w:hAnsi="Times New Roman" w:cs="Times New Roman"/>
        </w:rPr>
        <w:t>„8. V příloze č. 4 v kapitole 398 Všeobecná pokladní správa se číslo „721 800 470 800“ nahrazuje číslem „678 000 470 800“, číslo „259 918 347 439“ se nahrazuje číslem „396 218 347 439“, číslo „702 200 150 000“ se nahrazuje číslem „658 400 150 000“ a číslo „78 769 471 508“ se nahrazuje číslem „214 369 471 508“.“</w:t>
      </w:r>
    </w:p>
    <w:p w:rsidR="00742429" w:rsidRPr="00742429" w:rsidRDefault="00742429" w:rsidP="00742429">
      <w:pPr>
        <w:pStyle w:val="Odstavecseseznamem"/>
        <w:jc w:val="both"/>
        <w:rPr>
          <w:rFonts w:ascii="Times New Roman" w:hAnsi="Times New Roman" w:cs="Times New Roman"/>
        </w:rPr>
      </w:pPr>
    </w:p>
    <w:p w:rsidR="00742429" w:rsidRPr="00742429" w:rsidRDefault="00742429" w:rsidP="00742429">
      <w:pPr>
        <w:pStyle w:val="Odstavecseseznamem"/>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Times New Roman" w:hAnsi="Times New Roman" w:cs="Times New Roman"/>
        </w:rPr>
      </w:pPr>
      <w:r w:rsidRPr="00742429">
        <w:rPr>
          <w:rFonts w:ascii="Times New Roman" w:hAnsi="Times New Roman" w:cs="Times New Roman"/>
        </w:rPr>
        <w:t>V článku I. se za bod 8 doplňuje bod 9., který zní:</w:t>
      </w:r>
    </w:p>
    <w:p w:rsidR="00742429" w:rsidRPr="00742429" w:rsidRDefault="00742429" w:rsidP="00742429">
      <w:pPr>
        <w:pStyle w:val="Odstavecseseznamem"/>
        <w:jc w:val="both"/>
        <w:rPr>
          <w:rFonts w:ascii="Times New Roman" w:hAnsi="Times New Roman" w:cs="Times New Roman"/>
        </w:rPr>
      </w:pPr>
      <w:r w:rsidRPr="00742429">
        <w:rPr>
          <w:rFonts w:ascii="Times New Roman" w:hAnsi="Times New Roman" w:cs="Times New Roman"/>
        </w:rPr>
        <w:lastRenderedPageBreak/>
        <w:t>„9. V příloze č. 4 v kapitole 333 Ministerstvo školství, mládeže a tělovýchovy se číslo „226 467 000 210“ nahrazuje číslem „226 767 000 210“ a číslo „161 482 083 817“ se nahrazuje číslem „161 782 083 817“.</w:t>
      </w:r>
    </w:p>
    <w:p w:rsidR="00A92050" w:rsidRPr="00A92050" w:rsidRDefault="00A92050" w:rsidP="00A92050"/>
    <w:p w:rsidR="00A92050" w:rsidRPr="00A92050" w:rsidRDefault="001F0CF8" w:rsidP="00A92050">
      <w:r>
        <w:t xml:space="preserve">(SD </w:t>
      </w:r>
      <w:proofErr w:type="gramStart"/>
      <w:r>
        <w:t>5898 )</w:t>
      </w:r>
      <w:proofErr w:type="gramEnd"/>
    </w:p>
    <w:p w:rsidR="00A92050" w:rsidRDefault="00A92050" w:rsidP="00A92050"/>
    <w:p w:rsidR="001F0CF8" w:rsidRPr="001F0CF8" w:rsidRDefault="001F0CF8" w:rsidP="001F0CF8">
      <w:pPr>
        <w:pStyle w:val="Odstavecseseznamem"/>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Times New Roman" w:hAnsi="Times New Roman" w:cs="Times New Roman"/>
        </w:rPr>
      </w:pPr>
      <w:r w:rsidRPr="001F0CF8">
        <w:rPr>
          <w:rFonts w:ascii="Times New Roman" w:hAnsi="Times New Roman" w:cs="Times New Roman"/>
        </w:rPr>
        <w:t>V článku I. bod 8 zní:</w:t>
      </w:r>
    </w:p>
    <w:p w:rsidR="001F0CF8" w:rsidRDefault="001F0CF8" w:rsidP="001F0CF8">
      <w:pPr>
        <w:ind w:left="708"/>
      </w:pPr>
      <w:r w:rsidRPr="001F0CF8">
        <w:t>„8. V příloze č. 4 v kapitole 398 Všeobecná pokladní správa se číslo „721 800 470 800“ nahrazuje číslem „678 000 470 800“, číslo „259 918 347 439“ se nahrazuje číslem „</w:t>
      </w:r>
      <w:r w:rsidRPr="001F0CF8">
        <w:rPr>
          <w:b/>
        </w:rPr>
        <w:t>394 518 347 439</w:t>
      </w:r>
      <w:r w:rsidRPr="001F0CF8">
        <w:t>“, číslo „702 200 150 000“ se nahrazuje číslem „658 400 150 000“ a číslo „78 769 471 508“ se nahrazuje číslem „213 369 471 508“.“</w:t>
      </w:r>
    </w:p>
    <w:p w:rsidR="00383ED7" w:rsidRPr="001F0CF8" w:rsidRDefault="00383ED7" w:rsidP="001F0CF8">
      <w:pPr>
        <w:ind w:left="708"/>
      </w:pPr>
    </w:p>
    <w:p w:rsidR="001F0CF8" w:rsidRPr="001F0CF8" w:rsidRDefault="001F0CF8" w:rsidP="001F0CF8">
      <w:pPr>
        <w:ind w:left="360"/>
      </w:pPr>
      <w:r w:rsidRPr="001F0CF8">
        <w:t xml:space="preserve">2. V článku I. bod 4. zní: </w:t>
      </w:r>
    </w:p>
    <w:p w:rsidR="001F0CF8" w:rsidRPr="001F0CF8" w:rsidRDefault="001F0CF8" w:rsidP="001F0CF8">
      <w:pPr>
        <w:pStyle w:val="Odstavecseseznamem"/>
        <w:jc w:val="both"/>
        <w:rPr>
          <w:rFonts w:ascii="Times New Roman" w:hAnsi="Times New Roman" w:cs="Times New Roman"/>
        </w:rPr>
      </w:pPr>
      <w:r w:rsidRPr="001F0CF8">
        <w:rPr>
          <w:rFonts w:ascii="Times New Roman" w:hAnsi="Times New Roman" w:cs="Times New Roman"/>
        </w:rPr>
        <w:t>„4. V příloze č. 3 se číslo „226 467 000 210“ nahrazuje číslem „</w:t>
      </w:r>
      <w:r w:rsidRPr="001F0CF8">
        <w:rPr>
          <w:rFonts w:ascii="Times New Roman" w:hAnsi="Times New Roman" w:cs="Times New Roman"/>
          <w:b/>
        </w:rPr>
        <w:t>226 667 000 210</w:t>
      </w:r>
      <w:r w:rsidRPr="001F0CF8">
        <w:rPr>
          <w:rFonts w:ascii="Times New Roman" w:hAnsi="Times New Roman" w:cs="Times New Roman"/>
        </w:rPr>
        <w:t>“, číslo „9 250 443 374“ se nahrazuje číslem „</w:t>
      </w:r>
      <w:r w:rsidRPr="001F0CF8">
        <w:rPr>
          <w:rFonts w:ascii="Times New Roman" w:hAnsi="Times New Roman" w:cs="Times New Roman"/>
          <w:b/>
        </w:rPr>
        <w:t>11 000 443 374</w:t>
      </w:r>
      <w:r w:rsidRPr="001F0CF8">
        <w:rPr>
          <w:rFonts w:ascii="Times New Roman" w:hAnsi="Times New Roman" w:cs="Times New Roman"/>
        </w:rPr>
        <w:t>“, číslo „676 800 038 058“ se nahrazuje číslem „</w:t>
      </w:r>
      <w:r w:rsidRPr="001F0CF8">
        <w:rPr>
          <w:rFonts w:ascii="Times New Roman" w:hAnsi="Times New Roman" w:cs="Times New Roman"/>
          <w:b/>
        </w:rPr>
        <w:t>676 850 038 058</w:t>
      </w:r>
      <w:r w:rsidRPr="001F0CF8">
        <w:rPr>
          <w:rFonts w:ascii="Times New Roman" w:hAnsi="Times New Roman" w:cs="Times New Roman"/>
        </w:rPr>
        <w:t>“, číslo „259 918 347 439“ se nahrazuje číslem „</w:t>
      </w:r>
      <w:r w:rsidRPr="001F0CF8">
        <w:rPr>
          <w:rFonts w:ascii="Times New Roman" w:hAnsi="Times New Roman" w:cs="Times New Roman"/>
          <w:b/>
        </w:rPr>
        <w:t>394 518 347 439</w:t>
      </w:r>
      <w:r w:rsidRPr="001F0CF8">
        <w:rPr>
          <w:rFonts w:ascii="Times New Roman" w:hAnsi="Times New Roman" w:cs="Times New Roman"/>
        </w:rPr>
        <w:t>“ a číslo „1 728 218 723 753“ se nahrazuje číslem „1 864 818 723 753“.“</w:t>
      </w:r>
    </w:p>
    <w:p w:rsidR="001F0CF8" w:rsidRPr="001F0CF8" w:rsidRDefault="001F0CF8" w:rsidP="001F0CF8">
      <w:pPr>
        <w:pStyle w:val="Odstavecseseznamem"/>
        <w:jc w:val="both"/>
        <w:rPr>
          <w:rFonts w:ascii="Times New Roman" w:hAnsi="Times New Roman" w:cs="Times New Roman"/>
        </w:rPr>
      </w:pPr>
      <w:r w:rsidRPr="001F0CF8">
        <w:rPr>
          <w:rFonts w:ascii="Times New Roman" w:hAnsi="Times New Roman" w:cs="Times New Roman"/>
        </w:rPr>
        <w:t xml:space="preserve"> </w:t>
      </w:r>
    </w:p>
    <w:p w:rsidR="001F0CF8" w:rsidRPr="001F0CF8" w:rsidRDefault="001F0CF8" w:rsidP="001F0CF8">
      <w:pPr>
        <w:ind w:left="360"/>
      </w:pPr>
      <w:r w:rsidRPr="001F0CF8">
        <w:t>3. V článku I. se za bod 8 doplňuje bod 9., který zní:</w:t>
      </w:r>
    </w:p>
    <w:p w:rsidR="001F0CF8" w:rsidRDefault="001F0CF8" w:rsidP="001F0CF8">
      <w:pPr>
        <w:pStyle w:val="Odstavecseseznamem"/>
        <w:jc w:val="both"/>
        <w:rPr>
          <w:rFonts w:ascii="Times New Roman" w:hAnsi="Times New Roman" w:cs="Times New Roman"/>
        </w:rPr>
      </w:pPr>
      <w:r w:rsidRPr="001F0CF8">
        <w:rPr>
          <w:rFonts w:ascii="Times New Roman" w:hAnsi="Times New Roman" w:cs="Times New Roman"/>
        </w:rPr>
        <w:t>„9. V příloze č. 4 v kapitole 333 Ministerstvo školství, mládeže a tělovýchovy se číslo „226 467 000 210“ nahrazuje číslem „</w:t>
      </w:r>
      <w:r w:rsidRPr="001F0CF8">
        <w:rPr>
          <w:rFonts w:ascii="Times New Roman" w:hAnsi="Times New Roman" w:cs="Times New Roman"/>
          <w:b/>
        </w:rPr>
        <w:t>226 667 000 210</w:t>
      </w:r>
      <w:r w:rsidRPr="001F0CF8">
        <w:rPr>
          <w:rFonts w:ascii="Times New Roman" w:hAnsi="Times New Roman" w:cs="Times New Roman"/>
        </w:rPr>
        <w:t>“ a číslo „161 482 083 817“ se nahrazuje číslem „</w:t>
      </w:r>
      <w:r w:rsidRPr="001F0CF8">
        <w:rPr>
          <w:rFonts w:ascii="Times New Roman" w:hAnsi="Times New Roman" w:cs="Times New Roman"/>
          <w:b/>
        </w:rPr>
        <w:t>161 682 083 817</w:t>
      </w:r>
      <w:r w:rsidRPr="001F0CF8">
        <w:rPr>
          <w:rFonts w:ascii="Times New Roman" w:hAnsi="Times New Roman" w:cs="Times New Roman"/>
        </w:rPr>
        <w:t>“.</w:t>
      </w:r>
    </w:p>
    <w:p w:rsidR="00383ED7" w:rsidRPr="001F0CF8" w:rsidRDefault="00383ED7" w:rsidP="001F0CF8">
      <w:pPr>
        <w:pStyle w:val="Odstavecseseznamem"/>
        <w:jc w:val="both"/>
        <w:rPr>
          <w:rFonts w:ascii="Times New Roman" w:hAnsi="Times New Roman" w:cs="Times New Roman"/>
        </w:rPr>
      </w:pPr>
    </w:p>
    <w:p w:rsidR="001F0CF8" w:rsidRPr="001F0CF8" w:rsidRDefault="001F0CF8" w:rsidP="001F0CF8">
      <w:r w:rsidRPr="001F0CF8">
        <w:t xml:space="preserve">       4. V článku I. se za bod 9 doplňuje bod 10., který zní: </w:t>
      </w:r>
    </w:p>
    <w:p w:rsidR="001F0CF8" w:rsidRDefault="001F0CF8" w:rsidP="001F0CF8">
      <w:pPr>
        <w:ind w:left="708"/>
        <w:rPr>
          <w:b/>
        </w:rPr>
      </w:pPr>
      <w:r>
        <w:t>„10. V příloze č. 4 v kapitole 313 Ministerstva práce a sociálních věcí se číslo „676 800 038 058“ nahrazuje číslem „</w:t>
      </w:r>
      <w:r w:rsidRPr="007319DE">
        <w:rPr>
          <w:b/>
        </w:rPr>
        <w:t>676 850 038 058</w:t>
      </w:r>
      <w:r>
        <w:t>“, číslo 24 870 721 047“ se nahrazuje číslem „</w:t>
      </w:r>
      <w:r w:rsidRPr="00E12C40">
        <w:rPr>
          <w:b/>
        </w:rPr>
        <w:t>24 920 721 047“.</w:t>
      </w:r>
    </w:p>
    <w:p w:rsidR="00383ED7" w:rsidRPr="00E12C40" w:rsidRDefault="00383ED7" w:rsidP="001F0CF8">
      <w:pPr>
        <w:ind w:left="708"/>
        <w:rPr>
          <w:b/>
        </w:rPr>
      </w:pPr>
    </w:p>
    <w:p w:rsidR="001F0CF8" w:rsidRDefault="001F0CF8" w:rsidP="001F0CF8">
      <w:r>
        <w:t xml:space="preserve">       5.  V článku I. se za bod 10 doplňuje bod 11., který zní:</w:t>
      </w:r>
    </w:p>
    <w:p w:rsidR="001F0CF8" w:rsidRDefault="001F0CF8" w:rsidP="001F0CF8">
      <w:pPr>
        <w:ind w:left="708"/>
      </w:pPr>
      <w:r>
        <w:t>„11. v příloze č. 4 v kapitole 335 Ministerstva zdravotnictví, se číslo „</w:t>
      </w:r>
      <w:proofErr w:type="gramStart"/>
      <w:r w:rsidRPr="007319DE">
        <w:t>9 250 443 374</w:t>
      </w:r>
      <w:r>
        <w:t>“  nahrazuje</w:t>
      </w:r>
      <w:proofErr w:type="gramEnd"/>
      <w:r>
        <w:t xml:space="preserve"> číslem „</w:t>
      </w:r>
      <w:r w:rsidRPr="007319DE">
        <w:rPr>
          <w:b/>
        </w:rPr>
        <w:t>11 000 443</w:t>
      </w:r>
      <w:r>
        <w:rPr>
          <w:b/>
        </w:rPr>
        <w:t> </w:t>
      </w:r>
      <w:r w:rsidRPr="007319DE">
        <w:rPr>
          <w:b/>
        </w:rPr>
        <w:t>374</w:t>
      </w:r>
      <w:r>
        <w:t>“, číslo „</w:t>
      </w:r>
      <w:r w:rsidRPr="00785FD5">
        <w:t>984 568 886</w:t>
      </w:r>
      <w:r>
        <w:t>“ se nahrazuje číslem „2 234 568 886“ číslo „2 154 236 899“ se nahrazuje číslem „2 654 236 899“.</w:t>
      </w:r>
    </w:p>
    <w:p w:rsidR="001F0CF8" w:rsidRDefault="001F0CF8" w:rsidP="00A92050"/>
    <w:p w:rsidR="001F0CF8" w:rsidRDefault="001F0CF8" w:rsidP="00A92050"/>
    <w:p w:rsidR="001F0CF8" w:rsidRDefault="001F0CF8" w:rsidP="00A92050"/>
    <w:p w:rsidR="001F0CF8" w:rsidRPr="006315DA" w:rsidRDefault="006315DA" w:rsidP="00A92050">
      <w:pPr>
        <w:rPr>
          <w:b/>
        </w:rPr>
      </w:pPr>
      <w:r w:rsidRPr="006315DA">
        <w:rPr>
          <w:b/>
        </w:rPr>
        <w:t>F</w:t>
      </w:r>
      <w:r w:rsidRPr="006315DA">
        <w:rPr>
          <w:b/>
        </w:rPr>
        <w:tab/>
        <w:t>Poslankyně Jarošová Monika</w:t>
      </w:r>
    </w:p>
    <w:p w:rsidR="006315DA" w:rsidRDefault="006315DA" w:rsidP="00A92050">
      <w:r>
        <w:t>(SD 5891)</w:t>
      </w:r>
    </w:p>
    <w:p w:rsidR="001F0CF8" w:rsidRDefault="001F0CF8" w:rsidP="00A92050"/>
    <w:p w:rsidR="006315DA" w:rsidRPr="001967CA" w:rsidRDefault="006315DA" w:rsidP="006315DA">
      <w:pPr>
        <w:spacing w:line="360" w:lineRule="auto"/>
      </w:pPr>
      <w:r w:rsidRPr="001967CA">
        <w:t xml:space="preserve">1. Do Čl. I (změna zákona o státním rozpočtu) se za bod </w:t>
      </w:r>
      <w:r>
        <w:t>4</w:t>
      </w:r>
      <w:r w:rsidRPr="001967CA">
        <w:t xml:space="preserve"> vkládá bod X</w:t>
      </w:r>
      <w:r>
        <w:t>, který zní</w:t>
      </w:r>
      <w:r w:rsidRPr="001967CA">
        <w:t>:</w:t>
      </w:r>
    </w:p>
    <w:p w:rsidR="006315DA" w:rsidRPr="001967CA" w:rsidRDefault="006315DA" w:rsidP="006315DA">
      <w:pPr>
        <w:spacing w:line="360" w:lineRule="auto"/>
        <w:ind w:left="284"/>
      </w:pPr>
      <w:r w:rsidRPr="001967CA">
        <w:t xml:space="preserve">"X. V příloze č. 3 se </w:t>
      </w:r>
      <w:r>
        <w:t>číslo "49 104 100 259" (položka V</w:t>
      </w:r>
      <w:r w:rsidRPr="001967CA">
        <w:t>ýdaje</w:t>
      </w:r>
      <w:r>
        <w:t xml:space="preserve"> celkem</w:t>
      </w:r>
      <w:r w:rsidRPr="001967CA">
        <w:t xml:space="preserve"> kapitoly 322 </w:t>
      </w:r>
      <w:r>
        <w:t xml:space="preserve">- </w:t>
      </w:r>
      <w:r w:rsidRPr="001967CA">
        <w:t>Ministerstvo průmyslu a obchodu</w:t>
      </w:r>
      <w:r>
        <w:t>)</w:t>
      </w:r>
      <w:r w:rsidRPr="001967CA">
        <w:t xml:space="preserve"> </w:t>
      </w:r>
      <w:r>
        <w:t xml:space="preserve">nahrazuje číslem "35 604 100 259" </w:t>
      </w:r>
      <w:r w:rsidRPr="001967CA">
        <w:t xml:space="preserve">a zároveň se </w:t>
      </w:r>
      <w:r>
        <w:t>číslo "20 400 000 000" (položka V</w:t>
      </w:r>
      <w:r w:rsidRPr="001967CA">
        <w:t>ýdaje</w:t>
      </w:r>
      <w:r>
        <w:t xml:space="preserve"> celkem</w:t>
      </w:r>
      <w:r w:rsidRPr="001967CA">
        <w:t xml:space="preserve"> kapitoly 396</w:t>
      </w:r>
      <w:r>
        <w:t xml:space="preserve"> -</w:t>
      </w:r>
      <w:r w:rsidRPr="001967CA">
        <w:t xml:space="preserve"> Státní dluh</w:t>
      </w:r>
      <w:r>
        <w:t>) nahrazuje číslem "33 900 000 000"</w:t>
      </w:r>
      <w:r w:rsidRPr="001967CA">
        <w:t>."</w:t>
      </w:r>
      <w:r>
        <w:t>.</w:t>
      </w:r>
    </w:p>
    <w:p w:rsidR="006315DA" w:rsidRPr="001967CA" w:rsidRDefault="006315DA" w:rsidP="006315DA">
      <w:pPr>
        <w:spacing w:line="360" w:lineRule="auto"/>
      </w:pPr>
      <w:r w:rsidRPr="001967CA">
        <w:t>2. Do Čl. I (změna zákona o státním rozpočtu) se za bod 6 vkládá bod Y</w:t>
      </w:r>
      <w:r>
        <w:t>, který zní</w:t>
      </w:r>
      <w:r w:rsidRPr="001967CA">
        <w:t>:</w:t>
      </w:r>
    </w:p>
    <w:p w:rsidR="006315DA" w:rsidRPr="001967CA" w:rsidRDefault="006315DA" w:rsidP="006315DA">
      <w:pPr>
        <w:spacing w:line="360" w:lineRule="auto"/>
        <w:ind w:left="284"/>
        <w:rPr>
          <w:highlight w:val="yellow"/>
        </w:rPr>
      </w:pPr>
      <w:r w:rsidRPr="001967CA">
        <w:lastRenderedPageBreak/>
        <w:t>"Y. V příloze č. 4 v kapitole 322 Ministerstvo průmyslu a obchodu se číslo Souhrnného ukazatele - Výdaje celkem "49 104 100 259" nahrazuje číslem "35 604 100 259", přičemž v rozpočtové kapitole 322 Ministerstvo průmyslu a obchodu se snižuje výdajový blok „Dotace na podporované zdroje energie (POZE)“ o částku 13 500 000 tis. Kč</w:t>
      </w:r>
      <w:r>
        <w:t xml:space="preserve"> (tj. z 27 000 000 tis. Kč na 13 500 000 tis. Kč)</w:t>
      </w:r>
      <w:r w:rsidRPr="001967CA">
        <w:t>.".</w:t>
      </w:r>
      <w:r w:rsidRPr="001967CA">
        <w:rPr>
          <w:highlight w:val="yellow"/>
        </w:rPr>
        <w:t xml:space="preserve"> </w:t>
      </w:r>
    </w:p>
    <w:p w:rsidR="006315DA" w:rsidRPr="001967CA" w:rsidRDefault="006315DA" w:rsidP="006315DA">
      <w:pPr>
        <w:spacing w:line="360" w:lineRule="auto"/>
      </w:pPr>
      <w:r>
        <w:t>3.</w:t>
      </w:r>
      <w:r w:rsidRPr="001967CA">
        <w:t xml:space="preserve"> V Čl. I (změna zákona o státním rozpočtu) se za bod 7 vkládá bod Z, který zní:</w:t>
      </w:r>
    </w:p>
    <w:p w:rsidR="006315DA" w:rsidRPr="001967CA" w:rsidRDefault="006315DA" w:rsidP="006315DA">
      <w:pPr>
        <w:spacing w:line="360" w:lineRule="auto"/>
        <w:ind w:left="284"/>
      </w:pPr>
      <w:r w:rsidRPr="001967CA">
        <w:t>"Z. V příloze č. 4 v kapitole 396 Státní dluh se číslo "51 810 880 286"</w:t>
      </w:r>
      <w:r>
        <w:t xml:space="preserve"> (Souhrnný ukazatel - Výdaje celkem)</w:t>
      </w:r>
      <w:r w:rsidRPr="001967CA">
        <w:t xml:space="preserve"> nahrazuje číslem "65 310 880 286</w:t>
      </w:r>
      <w:r>
        <w:t xml:space="preserve">".". </w:t>
      </w:r>
    </w:p>
    <w:p w:rsidR="001F0CF8" w:rsidRDefault="001F0CF8" w:rsidP="00A92050"/>
    <w:p w:rsidR="001F0CF8" w:rsidRDefault="001F0CF8" w:rsidP="00A92050"/>
    <w:p w:rsidR="001F0CF8" w:rsidRPr="006315DA" w:rsidRDefault="006315DA" w:rsidP="00A92050">
      <w:pPr>
        <w:rPr>
          <w:b/>
        </w:rPr>
      </w:pPr>
      <w:r w:rsidRPr="006315DA">
        <w:rPr>
          <w:b/>
        </w:rPr>
        <w:t>G</w:t>
      </w:r>
      <w:r w:rsidRPr="006315DA">
        <w:rPr>
          <w:b/>
        </w:rPr>
        <w:tab/>
        <w:t>Poslanec Španěl Lubomír</w:t>
      </w:r>
    </w:p>
    <w:p w:rsidR="006315DA" w:rsidRDefault="006315DA" w:rsidP="00A92050">
      <w:r>
        <w:t>(SD 5892)</w:t>
      </w:r>
    </w:p>
    <w:p w:rsidR="006315DA" w:rsidRDefault="006315DA" w:rsidP="00A92050"/>
    <w:p w:rsidR="006315DA" w:rsidRPr="009C291E" w:rsidRDefault="006315DA" w:rsidP="006315DA">
      <w:pPr>
        <w:spacing w:before="120"/>
        <w:rPr>
          <w:bCs/>
        </w:rPr>
      </w:pPr>
      <w:r>
        <w:rPr>
          <w:bCs/>
        </w:rPr>
        <w:t>1. V článku I. se bod č. 8 mění a nově zní</w:t>
      </w:r>
      <w:r w:rsidRPr="009C291E">
        <w:rPr>
          <w:bCs/>
        </w:rPr>
        <w:t>:</w:t>
      </w:r>
    </w:p>
    <w:p w:rsidR="006315DA" w:rsidRDefault="006315DA" w:rsidP="006315DA">
      <w:pPr>
        <w:spacing w:beforeLines="60" w:before="144"/>
        <w:rPr>
          <w:bCs/>
        </w:rPr>
      </w:pPr>
      <w:r w:rsidRPr="008B1E77">
        <w:rPr>
          <w:bCs/>
        </w:rPr>
        <w:t>„8. V příloze č. 4 v kapitole 398 Všeobecná pokladní správa se číslo „721 800 470 800“ nahrazuje číslem „678 000 470 800“, číslo „259 918 347 439“ se nahrazuje číslem „396 518 347 439“, číslo „702 200 150 000“ se nahr</w:t>
      </w:r>
      <w:r>
        <w:rPr>
          <w:bCs/>
        </w:rPr>
        <w:t>azuje číslem „658 400 150 000“,</w:t>
      </w:r>
      <w:r w:rsidRPr="008B1E77">
        <w:rPr>
          <w:bCs/>
        </w:rPr>
        <w:t xml:space="preserve"> číslo „78 769 471 508“ se nahrazu</w:t>
      </w:r>
      <w:r>
        <w:rPr>
          <w:bCs/>
        </w:rPr>
        <w:t xml:space="preserve">je číslem „215 369 471 508“ a </w:t>
      </w:r>
      <w:r w:rsidRPr="008B1E77">
        <w:rPr>
          <w:bCs/>
        </w:rPr>
        <w:t>číslo „47 000 000 000“ se nahrazuje číslem „27 000 000 000“.“</w:t>
      </w:r>
    </w:p>
    <w:p w:rsidR="006315DA" w:rsidRDefault="006315DA" w:rsidP="00A92050"/>
    <w:p w:rsidR="006315DA" w:rsidRDefault="006315DA" w:rsidP="00A92050">
      <w:r>
        <w:t>(SD 5894)</w:t>
      </w:r>
    </w:p>
    <w:p w:rsidR="007E299E" w:rsidRDefault="007E299E" w:rsidP="00A92050"/>
    <w:p w:rsidR="007E299E" w:rsidRPr="009C291E" w:rsidRDefault="007E299E" w:rsidP="007E299E">
      <w:pPr>
        <w:spacing w:before="120"/>
        <w:rPr>
          <w:bCs/>
        </w:rPr>
      </w:pPr>
      <w:r>
        <w:rPr>
          <w:bCs/>
        </w:rPr>
        <w:t>1. Do</w:t>
      </w:r>
      <w:r w:rsidRPr="009C291E">
        <w:rPr>
          <w:bCs/>
        </w:rPr>
        <w:t xml:space="preserve"> článku I. se vkládá</w:t>
      </w:r>
      <w:r>
        <w:rPr>
          <w:bCs/>
        </w:rPr>
        <w:t xml:space="preserve"> nový bod 5</w:t>
      </w:r>
      <w:r w:rsidRPr="009C291E">
        <w:rPr>
          <w:bCs/>
        </w:rPr>
        <w:t>, kter</w:t>
      </w:r>
      <w:r>
        <w:rPr>
          <w:bCs/>
        </w:rPr>
        <w:t>ý</w:t>
      </w:r>
      <w:r w:rsidRPr="009C291E">
        <w:rPr>
          <w:bCs/>
        </w:rPr>
        <w:t xml:space="preserve"> zní následovně:</w:t>
      </w:r>
    </w:p>
    <w:p w:rsidR="007E299E" w:rsidRDefault="007E299E" w:rsidP="007E299E">
      <w:pPr>
        <w:spacing w:before="120"/>
        <w:ind w:left="284"/>
      </w:pPr>
      <w:r>
        <w:rPr>
          <w:bCs/>
        </w:rPr>
        <w:t>5</w:t>
      </w:r>
      <w:r w:rsidRPr="009C291E">
        <w:rPr>
          <w:bCs/>
        </w:rPr>
        <w:t>.</w:t>
      </w:r>
      <w:r w:rsidRPr="009C291E">
        <w:rPr>
          <w:bCs/>
        </w:rPr>
        <w:tab/>
      </w:r>
      <w:r w:rsidRPr="009C291E">
        <w:t xml:space="preserve">V příloze č. 4 v kapitole </w:t>
      </w:r>
      <w:r>
        <w:rPr>
          <w:bCs/>
        </w:rPr>
        <w:t xml:space="preserve">304 Úřad vlády České republiky </w:t>
      </w:r>
      <w:r w:rsidRPr="008C0A52">
        <w:t xml:space="preserve">se </w:t>
      </w:r>
      <w:r>
        <w:t>číslo „368 224 063“ nahrazuje číslem „363 224 063“</w:t>
      </w:r>
      <w:r w:rsidRPr="008C0A52">
        <w:t>.</w:t>
      </w:r>
    </w:p>
    <w:p w:rsidR="007E299E" w:rsidRDefault="007E299E" w:rsidP="007E299E">
      <w:pPr>
        <w:spacing w:beforeLines="60" w:before="144"/>
      </w:pPr>
      <w:r>
        <w:t xml:space="preserve">2. </w:t>
      </w:r>
      <w:r w:rsidRPr="009C291E">
        <w:rPr>
          <w:bCs/>
        </w:rPr>
        <w:t xml:space="preserve">V článku I. se </w:t>
      </w:r>
      <w:r>
        <w:rPr>
          <w:bCs/>
        </w:rPr>
        <w:t xml:space="preserve">původní </w:t>
      </w:r>
      <w:r w:rsidRPr="009C291E">
        <w:rPr>
          <w:bCs/>
        </w:rPr>
        <w:t xml:space="preserve">body </w:t>
      </w:r>
      <w:r>
        <w:rPr>
          <w:bCs/>
        </w:rPr>
        <w:t>5, 6, 7 a 8</w:t>
      </w:r>
      <w:r w:rsidRPr="009C291E">
        <w:rPr>
          <w:bCs/>
        </w:rPr>
        <w:t xml:space="preserve"> přečíslují jako </w:t>
      </w:r>
      <w:r>
        <w:rPr>
          <w:bCs/>
        </w:rPr>
        <w:t xml:space="preserve">nové body 6, 7, </w:t>
      </w:r>
      <w:r w:rsidRPr="009C291E">
        <w:rPr>
          <w:bCs/>
        </w:rPr>
        <w:t>8 a 9</w:t>
      </w:r>
    </w:p>
    <w:p w:rsidR="007E299E" w:rsidRDefault="007E299E" w:rsidP="00A92050"/>
    <w:p w:rsidR="006315DA" w:rsidRDefault="006315DA" w:rsidP="00A92050">
      <w:r>
        <w:t>(SD 5893)</w:t>
      </w:r>
    </w:p>
    <w:p w:rsidR="007E299E" w:rsidRDefault="007E299E" w:rsidP="00A92050"/>
    <w:p w:rsidR="007E299E" w:rsidRPr="009C291E" w:rsidRDefault="007E299E" w:rsidP="007E299E">
      <w:pPr>
        <w:spacing w:before="120"/>
        <w:rPr>
          <w:bCs/>
        </w:rPr>
      </w:pPr>
      <w:bookmarkStart w:id="0" w:name="_Hlk44065553"/>
      <w:r>
        <w:rPr>
          <w:bCs/>
        </w:rPr>
        <w:t>1. Do</w:t>
      </w:r>
      <w:r w:rsidRPr="009C291E">
        <w:rPr>
          <w:bCs/>
        </w:rPr>
        <w:t xml:space="preserve"> článku I. se vkládá nové znění bodu 7, které zní následovně:</w:t>
      </w:r>
    </w:p>
    <w:p w:rsidR="007E299E" w:rsidRDefault="007E299E" w:rsidP="007E299E">
      <w:pPr>
        <w:spacing w:before="120"/>
        <w:ind w:left="284"/>
      </w:pPr>
      <w:r w:rsidRPr="009C291E">
        <w:rPr>
          <w:bCs/>
        </w:rPr>
        <w:t>7.</w:t>
      </w:r>
      <w:r w:rsidRPr="009C291E">
        <w:rPr>
          <w:bCs/>
        </w:rPr>
        <w:tab/>
      </w:r>
      <w:r w:rsidRPr="009C291E">
        <w:t xml:space="preserve">V příloze č. 4 v kapitole </w:t>
      </w:r>
      <w:r w:rsidRPr="00BB737F">
        <w:rPr>
          <w:bCs/>
        </w:rPr>
        <w:t>33</w:t>
      </w:r>
      <w:r>
        <w:rPr>
          <w:bCs/>
        </w:rPr>
        <w:t>3</w:t>
      </w:r>
      <w:r w:rsidRPr="00BB737F">
        <w:rPr>
          <w:bCs/>
        </w:rPr>
        <w:t xml:space="preserve"> Ministerstvo školství, mládeže a tělovýchovy</w:t>
      </w:r>
      <w:r w:rsidRPr="00BB737F">
        <w:t xml:space="preserve"> </w:t>
      </w:r>
      <w:r>
        <w:t>se číslo „161 482 083 817“ nahrazuje číslem „159 482 083 817“.</w:t>
      </w:r>
    </w:p>
    <w:bookmarkEnd w:id="0"/>
    <w:p w:rsidR="007E299E" w:rsidRPr="00F3780B" w:rsidRDefault="007E299E" w:rsidP="007E299E">
      <w:pPr>
        <w:spacing w:before="120"/>
        <w:rPr>
          <w:iCs/>
        </w:rPr>
      </w:pPr>
      <w:r w:rsidRPr="00F3780B">
        <w:rPr>
          <w:iCs/>
        </w:rPr>
        <w:t xml:space="preserve">2. </w:t>
      </w:r>
      <w:r w:rsidRPr="00F3780B">
        <w:rPr>
          <w:bCs/>
          <w:iCs/>
        </w:rPr>
        <w:t xml:space="preserve">V článku I. se </w:t>
      </w:r>
      <w:r>
        <w:rPr>
          <w:bCs/>
          <w:iCs/>
        </w:rPr>
        <w:t>původní</w:t>
      </w:r>
      <w:r w:rsidRPr="00F3780B">
        <w:rPr>
          <w:bCs/>
          <w:iCs/>
        </w:rPr>
        <w:t xml:space="preserve"> body 7 a 8 přečíslují jako nové body 8 a 9</w:t>
      </w:r>
      <w:r>
        <w:rPr>
          <w:bCs/>
          <w:iCs/>
        </w:rPr>
        <w:t>.</w:t>
      </w:r>
    </w:p>
    <w:p w:rsidR="007E299E" w:rsidRDefault="007E299E" w:rsidP="00A92050"/>
    <w:p w:rsidR="007E299E" w:rsidRDefault="007E299E" w:rsidP="00A92050"/>
    <w:p w:rsidR="007E299E" w:rsidRDefault="007E299E" w:rsidP="00A92050"/>
    <w:p w:rsidR="007E299E" w:rsidRPr="007E299E" w:rsidRDefault="007E299E" w:rsidP="00A92050">
      <w:pPr>
        <w:rPr>
          <w:b/>
        </w:rPr>
      </w:pPr>
      <w:r w:rsidRPr="007E299E">
        <w:rPr>
          <w:b/>
        </w:rPr>
        <w:t>H</w:t>
      </w:r>
      <w:r w:rsidRPr="007E299E">
        <w:rPr>
          <w:b/>
        </w:rPr>
        <w:tab/>
        <w:t xml:space="preserve">Poslanec </w:t>
      </w:r>
      <w:proofErr w:type="spellStart"/>
      <w:r w:rsidRPr="007E299E">
        <w:rPr>
          <w:b/>
        </w:rPr>
        <w:t>Ferjenčík</w:t>
      </w:r>
      <w:proofErr w:type="spellEnd"/>
      <w:r w:rsidRPr="007E299E">
        <w:rPr>
          <w:b/>
        </w:rPr>
        <w:t xml:space="preserve"> Mikuláš</w:t>
      </w:r>
    </w:p>
    <w:p w:rsidR="007E299E" w:rsidRDefault="007E299E" w:rsidP="00A92050">
      <w:r>
        <w:t>(SD 5914)</w:t>
      </w:r>
    </w:p>
    <w:p w:rsidR="007E299E" w:rsidRDefault="007E299E" w:rsidP="00A92050"/>
    <w:p w:rsidR="007E299E" w:rsidRDefault="007E299E" w:rsidP="007E299E">
      <w:pPr>
        <w:numPr>
          <w:ilvl w:val="0"/>
          <w:numId w:val="15"/>
        </w:numPr>
        <w:spacing w:line="276" w:lineRule="auto"/>
      </w:pPr>
      <w:r>
        <w:t>Snížení výdajů státního rozpočtu na rok 2020 celkem o 11 000 000 000 Kč na výslednou částku celkem</w:t>
      </w:r>
      <w:r>
        <w:rPr>
          <w:b/>
        </w:rPr>
        <w:t xml:space="preserve"> 1 853 818 723 753 Kč</w:t>
      </w:r>
    </w:p>
    <w:p w:rsidR="007E299E" w:rsidRDefault="007E299E" w:rsidP="007E299E">
      <w:pPr>
        <w:ind w:left="720"/>
        <w:rPr>
          <w:b/>
        </w:rPr>
      </w:pPr>
    </w:p>
    <w:p w:rsidR="007E299E" w:rsidRDefault="007E299E" w:rsidP="007E299E">
      <w:pPr>
        <w:numPr>
          <w:ilvl w:val="0"/>
          <w:numId w:val="15"/>
        </w:numPr>
        <w:spacing w:line="276" w:lineRule="auto"/>
      </w:pPr>
      <w:r>
        <w:lastRenderedPageBreak/>
        <w:t xml:space="preserve">Snížení celkového salda státního rozpočtu o částku 11 000 000 000 </w:t>
      </w:r>
      <w:proofErr w:type="gramStart"/>
      <w:r>
        <w:t>Kč  na</w:t>
      </w:r>
      <w:proofErr w:type="gramEnd"/>
      <w:r>
        <w:t xml:space="preserve"> výslednou částku celkem 489 000 000 000 Kč.</w:t>
      </w:r>
    </w:p>
    <w:p w:rsidR="007E299E" w:rsidRDefault="007E299E" w:rsidP="007E299E">
      <w:pPr>
        <w:ind w:left="720"/>
      </w:pPr>
    </w:p>
    <w:p w:rsidR="007E299E" w:rsidRDefault="007E299E" w:rsidP="007E299E">
      <w:pPr>
        <w:numPr>
          <w:ilvl w:val="0"/>
          <w:numId w:val="15"/>
        </w:numPr>
        <w:spacing w:line="276" w:lineRule="auto"/>
      </w:pPr>
      <w:r>
        <w:t xml:space="preserve">Výdaje kapitoly </w:t>
      </w:r>
      <w:r>
        <w:rPr>
          <w:i/>
        </w:rPr>
        <w:t xml:space="preserve">398 Všeobecná pokladní </w:t>
      </w:r>
      <w:proofErr w:type="gramStart"/>
      <w:r>
        <w:rPr>
          <w:i/>
        </w:rPr>
        <w:t xml:space="preserve">správa  </w:t>
      </w:r>
      <w:r>
        <w:t>se</w:t>
      </w:r>
      <w:proofErr w:type="gramEnd"/>
      <w:r>
        <w:t xml:space="preserve"> mění následovně:</w:t>
      </w:r>
    </w:p>
    <w:p w:rsidR="007E299E" w:rsidRDefault="007E299E" w:rsidP="007E299E">
      <w:pPr>
        <w:ind w:left="708"/>
      </w:pPr>
    </w:p>
    <w:p w:rsidR="007E299E" w:rsidRDefault="007E299E" w:rsidP="007E299E">
      <w:pPr>
        <w:ind w:left="1428" w:firstLine="11"/>
      </w:pPr>
      <w:r>
        <w:t>Snížení celkových výdajů kapitoly celkem o 11 000 000 000 Kč na výslednou částku celkem 321 568 347 439 Kč</w:t>
      </w:r>
    </w:p>
    <w:p w:rsidR="007E299E" w:rsidRDefault="007E299E" w:rsidP="007E299E">
      <w:pPr>
        <w:ind w:left="708"/>
      </w:pPr>
    </w:p>
    <w:p w:rsidR="007E299E" w:rsidRDefault="007E299E" w:rsidP="007E299E">
      <w:pPr>
        <w:ind w:left="1428" w:firstLine="11"/>
        <w:rPr>
          <w:i/>
        </w:rPr>
      </w:pPr>
      <w:r>
        <w:t xml:space="preserve">Snížení výdajů ve specifickém ukazateli </w:t>
      </w:r>
      <w:r>
        <w:rPr>
          <w:i/>
        </w:rPr>
        <w:t xml:space="preserve">Vládní rozpočtová </w:t>
      </w:r>
      <w:proofErr w:type="gramStart"/>
      <w:r>
        <w:rPr>
          <w:i/>
        </w:rPr>
        <w:t xml:space="preserve">rezerva  </w:t>
      </w:r>
      <w:r>
        <w:t>celkem</w:t>
      </w:r>
      <w:proofErr w:type="gramEnd"/>
      <w:r>
        <w:t xml:space="preserve"> o 11 000 000 000 Kč na výslednou částku 103 826 743 508  Kč.</w:t>
      </w:r>
    </w:p>
    <w:p w:rsidR="007E299E" w:rsidRDefault="007E299E" w:rsidP="00A92050"/>
    <w:p w:rsidR="007E299E" w:rsidRDefault="007E299E" w:rsidP="00A92050">
      <w:r>
        <w:t>(SD 5915)</w:t>
      </w:r>
    </w:p>
    <w:p w:rsidR="007E299E" w:rsidRDefault="007E299E" w:rsidP="00A92050"/>
    <w:p w:rsidR="007E299E" w:rsidRDefault="007E299E" w:rsidP="007E299E">
      <w:pPr>
        <w:numPr>
          <w:ilvl w:val="0"/>
          <w:numId w:val="16"/>
        </w:numPr>
        <w:spacing w:line="276" w:lineRule="auto"/>
      </w:pPr>
      <w:r>
        <w:t>Snížení výdajů státního rozpočtu na rok 2020 celkem o 16 000 000 000 Kč na výslednou částku celkem</w:t>
      </w:r>
      <w:r>
        <w:rPr>
          <w:b/>
        </w:rPr>
        <w:t xml:space="preserve"> 1 848 818 723 753</w:t>
      </w:r>
    </w:p>
    <w:p w:rsidR="007E299E" w:rsidRDefault="007E299E" w:rsidP="007E299E">
      <w:pPr>
        <w:ind w:left="720"/>
        <w:rPr>
          <w:b/>
        </w:rPr>
      </w:pPr>
    </w:p>
    <w:p w:rsidR="007E299E" w:rsidRDefault="007E299E" w:rsidP="007E299E">
      <w:pPr>
        <w:numPr>
          <w:ilvl w:val="0"/>
          <w:numId w:val="16"/>
        </w:numPr>
        <w:spacing w:line="276" w:lineRule="auto"/>
      </w:pPr>
      <w:r>
        <w:t xml:space="preserve">Snížení celkového salda státního rozpočtu o částku 16 000 000 000 </w:t>
      </w:r>
      <w:proofErr w:type="gramStart"/>
      <w:r>
        <w:t>Kč  na</w:t>
      </w:r>
      <w:proofErr w:type="gramEnd"/>
      <w:r>
        <w:t xml:space="preserve"> výslednou částku celkem 484 000 000 000 Kč.</w:t>
      </w:r>
    </w:p>
    <w:p w:rsidR="007E299E" w:rsidRDefault="007E299E" w:rsidP="007E299E">
      <w:pPr>
        <w:ind w:left="720"/>
      </w:pPr>
    </w:p>
    <w:p w:rsidR="007E299E" w:rsidRDefault="007E299E" w:rsidP="007E299E">
      <w:pPr>
        <w:numPr>
          <w:ilvl w:val="0"/>
          <w:numId w:val="16"/>
        </w:numPr>
        <w:spacing w:line="276" w:lineRule="auto"/>
      </w:pPr>
      <w:r>
        <w:t xml:space="preserve">Výdaje kapitoly </w:t>
      </w:r>
      <w:r>
        <w:rPr>
          <w:i/>
        </w:rPr>
        <w:t xml:space="preserve">398 Všeobecná pokladní </w:t>
      </w:r>
      <w:proofErr w:type="gramStart"/>
      <w:r>
        <w:rPr>
          <w:i/>
        </w:rPr>
        <w:t xml:space="preserve">správa  </w:t>
      </w:r>
      <w:r>
        <w:t>se</w:t>
      </w:r>
      <w:proofErr w:type="gramEnd"/>
      <w:r>
        <w:t xml:space="preserve"> mění následovně:</w:t>
      </w:r>
    </w:p>
    <w:p w:rsidR="007E299E" w:rsidRDefault="007E299E" w:rsidP="007E299E">
      <w:pPr>
        <w:ind w:left="708"/>
      </w:pPr>
    </w:p>
    <w:p w:rsidR="007E299E" w:rsidRDefault="007E299E" w:rsidP="007E299E">
      <w:pPr>
        <w:ind w:left="1428" w:firstLine="11"/>
      </w:pPr>
      <w:r>
        <w:t>Snížení celkových výdajů kapitoly celkem o 16 000 000 000 Kč na výslednou částku celkem 316 568 347 439 Kč</w:t>
      </w:r>
    </w:p>
    <w:p w:rsidR="007E299E" w:rsidRDefault="007E299E" w:rsidP="007E299E">
      <w:pPr>
        <w:ind w:left="708"/>
      </w:pPr>
    </w:p>
    <w:p w:rsidR="007E299E" w:rsidRDefault="007E299E" w:rsidP="007E299E">
      <w:pPr>
        <w:ind w:left="1428" w:firstLine="11"/>
        <w:rPr>
          <w:i/>
        </w:rPr>
      </w:pPr>
      <w:r>
        <w:t xml:space="preserve">Snížení výdajů ve specifickém ukazateli </w:t>
      </w:r>
      <w:r>
        <w:rPr>
          <w:i/>
        </w:rPr>
        <w:t xml:space="preserve">Vládní rozpočtová </w:t>
      </w:r>
      <w:proofErr w:type="gramStart"/>
      <w:r>
        <w:rPr>
          <w:i/>
        </w:rPr>
        <w:t xml:space="preserve">rezerva  </w:t>
      </w:r>
      <w:r>
        <w:t>celkem</w:t>
      </w:r>
      <w:proofErr w:type="gramEnd"/>
      <w:r>
        <w:t xml:space="preserve"> o 16 000 000 000 Kč na výslednou částku 98 826 743 508  Kč</w:t>
      </w:r>
    </w:p>
    <w:p w:rsidR="007E299E" w:rsidRDefault="007E299E" w:rsidP="007E299E"/>
    <w:p w:rsidR="007E299E" w:rsidRDefault="007E299E" w:rsidP="00A92050"/>
    <w:p w:rsidR="007E299E" w:rsidRDefault="007E299E" w:rsidP="00A92050">
      <w:r>
        <w:t>(SD 5916)</w:t>
      </w:r>
    </w:p>
    <w:p w:rsidR="007E299E" w:rsidRDefault="007E299E" w:rsidP="00A92050"/>
    <w:p w:rsidR="00237FFD" w:rsidRDefault="00237FFD" w:rsidP="00237FFD">
      <w:pPr>
        <w:numPr>
          <w:ilvl w:val="0"/>
          <w:numId w:val="17"/>
        </w:numPr>
        <w:spacing w:line="276" w:lineRule="auto"/>
      </w:pPr>
      <w:r>
        <w:t xml:space="preserve">Snížení výdajů státního rozpočtu na rok 2020 celkem o 25 000 000 000 Kč na výslednou částku </w:t>
      </w:r>
      <w:proofErr w:type="gramStart"/>
      <w:r>
        <w:t xml:space="preserve">celkem </w:t>
      </w:r>
      <w:r>
        <w:rPr>
          <w:b/>
        </w:rPr>
        <w:t xml:space="preserve"> 1 839 818 723 753</w:t>
      </w:r>
      <w:proofErr w:type="gramEnd"/>
    </w:p>
    <w:p w:rsidR="00237FFD" w:rsidRDefault="00237FFD" w:rsidP="00237FFD">
      <w:pPr>
        <w:ind w:left="720"/>
        <w:rPr>
          <w:b/>
        </w:rPr>
      </w:pPr>
    </w:p>
    <w:p w:rsidR="00237FFD" w:rsidRDefault="00237FFD" w:rsidP="00237FFD">
      <w:pPr>
        <w:numPr>
          <w:ilvl w:val="0"/>
          <w:numId w:val="17"/>
        </w:numPr>
        <w:spacing w:line="276" w:lineRule="auto"/>
      </w:pPr>
      <w:r>
        <w:t xml:space="preserve">Snížení celkového salda státního rozpočtu o částku 25 000 000 000 </w:t>
      </w:r>
      <w:proofErr w:type="gramStart"/>
      <w:r>
        <w:t>Kč  na</w:t>
      </w:r>
      <w:proofErr w:type="gramEnd"/>
      <w:r>
        <w:t xml:space="preserve"> výslednou částku celkem 475 000 000 000 Kč.</w:t>
      </w:r>
    </w:p>
    <w:p w:rsidR="00237FFD" w:rsidRDefault="00237FFD" w:rsidP="00237FFD">
      <w:pPr>
        <w:ind w:left="720"/>
      </w:pPr>
    </w:p>
    <w:p w:rsidR="00237FFD" w:rsidRDefault="00237FFD" w:rsidP="00237FFD">
      <w:pPr>
        <w:numPr>
          <w:ilvl w:val="0"/>
          <w:numId w:val="17"/>
        </w:numPr>
        <w:spacing w:line="276" w:lineRule="auto"/>
      </w:pPr>
      <w:r>
        <w:t xml:space="preserve">Výdaje kapitoly </w:t>
      </w:r>
      <w:r>
        <w:rPr>
          <w:i/>
        </w:rPr>
        <w:t xml:space="preserve">398 Všeobecná pokladní </w:t>
      </w:r>
      <w:proofErr w:type="gramStart"/>
      <w:r>
        <w:rPr>
          <w:i/>
        </w:rPr>
        <w:t xml:space="preserve">správa  </w:t>
      </w:r>
      <w:r>
        <w:t>se</w:t>
      </w:r>
      <w:proofErr w:type="gramEnd"/>
      <w:r>
        <w:t xml:space="preserve"> mění následovně:</w:t>
      </w:r>
    </w:p>
    <w:p w:rsidR="00237FFD" w:rsidRDefault="00237FFD" w:rsidP="00237FFD">
      <w:pPr>
        <w:ind w:left="708"/>
      </w:pPr>
    </w:p>
    <w:p w:rsidR="00237FFD" w:rsidRDefault="00237FFD" w:rsidP="00237FFD">
      <w:pPr>
        <w:ind w:left="1428" w:firstLine="11"/>
      </w:pPr>
      <w:r>
        <w:t xml:space="preserve">Snížení celkových výdajů kapitoly celkem o 25 000 000 000 Kč na výslednou částku celkem 307 568 347 439 Kč </w:t>
      </w:r>
    </w:p>
    <w:p w:rsidR="00237FFD" w:rsidRDefault="00237FFD" w:rsidP="00237FFD">
      <w:pPr>
        <w:ind w:left="708"/>
      </w:pPr>
    </w:p>
    <w:p w:rsidR="00237FFD" w:rsidRDefault="00237FFD" w:rsidP="00237FFD">
      <w:pPr>
        <w:ind w:left="1428" w:firstLine="11"/>
        <w:rPr>
          <w:i/>
        </w:rPr>
      </w:pPr>
      <w:r>
        <w:t xml:space="preserve">Snížení výdajů ve specifickém ukazateli </w:t>
      </w:r>
      <w:r>
        <w:rPr>
          <w:i/>
        </w:rPr>
        <w:t xml:space="preserve">Vládní rozpočtová </w:t>
      </w:r>
      <w:proofErr w:type="gramStart"/>
      <w:r>
        <w:rPr>
          <w:i/>
        </w:rPr>
        <w:t xml:space="preserve">rezerva  </w:t>
      </w:r>
      <w:r>
        <w:t>celkem</w:t>
      </w:r>
      <w:proofErr w:type="gramEnd"/>
      <w:r>
        <w:t xml:space="preserve"> o 25 000 000 000 Kč na výslednou částku 89 826 743 508  Kč.</w:t>
      </w:r>
    </w:p>
    <w:p w:rsidR="007E299E" w:rsidRDefault="007E299E" w:rsidP="00A92050"/>
    <w:p w:rsidR="007E299E" w:rsidRDefault="007E299E" w:rsidP="00A92050"/>
    <w:p w:rsidR="007E299E" w:rsidRDefault="007E299E" w:rsidP="00A92050"/>
    <w:p w:rsidR="00383ED7" w:rsidRDefault="00383ED7" w:rsidP="00A92050"/>
    <w:p w:rsidR="00383ED7" w:rsidRDefault="00383ED7" w:rsidP="00A92050"/>
    <w:p w:rsidR="00237FFD" w:rsidRPr="006B5EFD" w:rsidRDefault="00237FFD" w:rsidP="00A92050">
      <w:pPr>
        <w:rPr>
          <w:b/>
        </w:rPr>
      </w:pPr>
      <w:r w:rsidRPr="006B5EFD">
        <w:rPr>
          <w:b/>
        </w:rPr>
        <w:lastRenderedPageBreak/>
        <w:t>I</w:t>
      </w:r>
      <w:r w:rsidRPr="006B5EFD">
        <w:rPr>
          <w:b/>
        </w:rPr>
        <w:tab/>
        <w:t>Poslankyně Kovářová Věra</w:t>
      </w:r>
    </w:p>
    <w:p w:rsidR="006B5EFD" w:rsidRDefault="006B5EFD" w:rsidP="00A92050"/>
    <w:p w:rsidR="006B5EFD" w:rsidRDefault="006B5EFD" w:rsidP="00A92050">
      <w:r>
        <w:t>(SD 5905)</w:t>
      </w:r>
    </w:p>
    <w:p w:rsidR="006B5EFD" w:rsidRDefault="006B5EFD" w:rsidP="00A92050"/>
    <w:p w:rsidR="006B5EFD" w:rsidRDefault="006B5EFD" w:rsidP="006B5EFD">
      <w:r>
        <w:t>V bodě 8. se číslo „114 826 743 508“ se nahrazuje číslem „109 476 743 508“ a číslo „13 016 571 739“ se nahrazuje číslem „18 366 571 739“.</w:t>
      </w:r>
    </w:p>
    <w:p w:rsidR="006B5EFD" w:rsidRDefault="006B5EFD" w:rsidP="006B5EFD"/>
    <w:p w:rsidR="006B5EFD" w:rsidRDefault="006B5EFD" w:rsidP="006B5EFD">
      <w:r>
        <w:t>S cílem:</w:t>
      </w:r>
    </w:p>
    <w:p w:rsidR="006B5EFD" w:rsidRDefault="006B5EFD" w:rsidP="006B5EFD"/>
    <w:p w:rsidR="006B5EFD" w:rsidRDefault="006B5EFD" w:rsidP="006B5EFD">
      <w:r w:rsidRPr="006E0E1C">
        <w:rPr>
          <w:b/>
        </w:rPr>
        <w:t xml:space="preserve">1. Snížit </w:t>
      </w:r>
      <w:r w:rsidRPr="006E0E1C">
        <w:t xml:space="preserve">výdaje v kapitole </w:t>
      </w:r>
      <w:r w:rsidRPr="006E0E1C">
        <w:rPr>
          <w:b/>
        </w:rPr>
        <w:t>398 Všeobecná pokladní správa</w:t>
      </w:r>
      <w:r w:rsidRPr="006E0E1C">
        <w:t xml:space="preserve"> v ukazateli „</w:t>
      </w:r>
      <w:r>
        <w:t>Vládní rozpočtová rezerva</w:t>
      </w:r>
      <w:r w:rsidRPr="006E0E1C">
        <w:t>“</w:t>
      </w:r>
      <w:r>
        <w:t xml:space="preserve"> o částku 5 350 000 000 Kč</w:t>
      </w:r>
      <w:r w:rsidRPr="006E0E1C">
        <w:t>.</w:t>
      </w:r>
    </w:p>
    <w:p w:rsidR="006B5EFD" w:rsidRPr="009065A5" w:rsidRDefault="006B5EFD" w:rsidP="006B5EFD">
      <w:pPr>
        <w:rPr>
          <w:i/>
        </w:rPr>
      </w:pPr>
      <w:r>
        <w:rPr>
          <w:i/>
        </w:rPr>
        <w:t>Tato změna se promítne do všech souvisejících ukazatelů této kapitoly.</w:t>
      </w:r>
    </w:p>
    <w:p w:rsidR="006B5EFD" w:rsidRPr="006E0E1C" w:rsidRDefault="006B5EFD" w:rsidP="006B5EFD"/>
    <w:p w:rsidR="006B5EFD" w:rsidRDefault="006B5EFD" w:rsidP="006B5EFD">
      <w:r w:rsidRPr="006E0E1C">
        <w:rPr>
          <w:b/>
        </w:rPr>
        <w:t>2. Zvýšit</w:t>
      </w:r>
      <w:r>
        <w:rPr>
          <w:b/>
        </w:rPr>
        <w:t xml:space="preserve"> </w:t>
      </w:r>
      <w:r w:rsidRPr="006E0E1C">
        <w:t xml:space="preserve">výdaje kapitoly </w:t>
      </w:r>
      <w:r w:rsidRPr="006E0E1C">
        <w:rPr>
          <w:b/>
        </w:rPr>
        <w:t>398 Všeobecná pokladní správa</w:t>
      </w:r>
      <w:r w:rsidRPr="006E0E1C">
        <w:t xml:space="preserve"> v ukazateli „</w:t>
      </w:r>
      <w:proofErr w:type="spellStart"/>
      <w:r>
        <w:t>Daší</w:t>
      </w:r>
      <w:proofErr w:type="spellEnd"/>
      <w:r>
        <w:t xml:space="preserve"> prostředky pro územní samosprávné celky</w:t>
      </w:r>
      <w:r w:rsidRPr="006E0E1C">
        <w:t xml:space="preserve">“ </w:t>
      </w:r>
      <w:r>
        <w:t>o částku 5 350 000 000 Kč a zřídit novou položku „</w:t>
      </w:r>
      <w:r w:rsidRPr="00D97D36">
        <w:t xml:space="preserve">Příspěvek </w:t>
      </w:r>
      <w:r>
        <w:t>krajům</w:t>
      </w:r>
      <w:r w:rsidRPr="00D97D36">
        <w:t xml:space="preserve"> na zmírnění dopadu poklesu daňových příjmů v roce 2020 v souvislosti s epidemií </w:t>
      </w:r>
      <w:proofErr w:type="spellStart"/>
      <w:r w:rsidRPr="00D97D36">
        <w:t>koronaviru</w:t>
      </w:r>
      <w:proofErr w:type="spellEnd"/>
      <w:r w:rsidRPr="00D97D36">
        <w:t xml:space="preserve"> označovaného jako SARS CoV-2“</w:t>
      </w:r>
      <w:r>
        <w:t>, do které bude tato částka alokována.</w:t>
      </w:r>
    </w:p>
    <w:p w:rsidR="006B5EFD" w:rsidRDefault="006B5EFD" w:rsidP="006B5EFD">
      <w:r>
        <w:rPr>
          <w:i/>
        </w:rPr>
        <w:t>Tato změna se promítne do všech souvisejících ukazatelů této kapitoly.</w:t>
      </w:r>
    </w:p>
    <w:p w:rsidR="006B5EFD" w:rsidRDefault="006B5EFD" w:rsidP="00A92050"/>
    <w:p w:rsidR="006B5EFD" w:rsidRDefault="006B5EFD" w:rsidP="00A92050">
      <w:r>
        <w:t>(SD 5906)</w:t>
      </w:r>
    </w:p>
    <w:p w:rsidR="006B5EFD" w:rsidRDefault="006B5EFD" w:rsidP="00A92050"/>
    <w:p w:rsidR="006B5EFD" w:rsidRDefault="006B5EFD" w:rsidP="006B5EFD">
      <w:r>
        <w:t>1. V bodě 4. se číslo „16</w:t>
      </w:r>
      <w:r w:rsidRPr="00B3464E">
        <w:t xml:space="preserve"> 549 131 176</w:t>
      </w:r>
      <w:r>
        <w:t>“ nahrazuje číslem „</w:t>
      </w:r>
      <w:r w:rsidRPr="00B3464E">
        <w:t>1</w:t>
      </w:r>
      <w:r>
        <w:t>6</w:t>
      </w:r>
      <w:r w:rsidRPr="00B3464E">
        <w:t xml:space="preserve"> </w:t>
      </w:r>
      <w:r>
        <w:t>8</w:t>
      </w:r>
      <w:r w:rsidRPr="00B3464E">
        <w:t>49 131 176</w:t>
      </w:r>
      <w:r>
        <w:t>“ a číslo „332 568 347 439“ nahrazuje číslem „332 268 347 439“.</w:t>
      </w:r>
    </w:p>
    <w:p w:rsidR="006B5EFD" w:rsidRDefault="006B5EFD" w:rsidP="006B5EFD"/>
    <w:p w:rsidR="006B5EFD" w:rsidRDefault="006B5EFD" w:rsidP="006B5EFD">
      <w:r>
        <w:t>2. V bodě 8. se číslo „332 568 347 439“ nahrazuje číslem „332 268 347 439“ a číslo „114 826 743 508“ se nahrazuje číslem „114 526 743 508“.</w:t>
      </w:r>
    </w:p>
    <w:p w:rsidR="006B5EFD" w:rsidRDefault="006B5EFD" w:rsidP="006B5EFD"/>
    <w:p w:rsidR="006B5EFD" w:rsidRDefault="006B5EFD" w:rsidP="006B5EFD">
      <w:r>
        <w:t>3. V bodě 13. se číslo „</w:t>
      </w:r>
      <w:r w:rsidRPr="00B3464E">
        <w:t>1</w:t>
      </w:r>
      <w:r>
        <w:t>6</w:t>
      </w:r>
      <w:r w:rsidRPr="00B3464E">
        <w:t xml:space="preserve"> 549 131 176</w:t>
      </w:r>
      <w:r>
        <w:t>“ nahrazuje číslem „</w:t>
      </w:r>
      <w:r w:rsidRPr="00B3464E">
        <w:t>1</w:t>
      </w:r>
      <w:r>
        <w:t>6</w:t>
      </w:r>
      <w:r w:rsidRPr="00B3464E">
        <w:t xml:space="preserve"> </w:t>
      </w:r>
      <w:r>
        <w:t>8</w:t>
      </w:r>
      <w:r w:rsidRPr="00B3464E">
        <w:t>49 131</w:t>
      </w:r>
      <w:r>
        <w:t> </w:t>
      </w:r>
      <w:r w:rsidRPr="00B3464E">
        <w:t>176</w:t>
      </w:r>
      <w:r>
        <w:t>“ a číslo „</w:t>
      </w:r>
      <w:r w:rsidRPr="00AB1601">
        <w:t>4 401 104</w:t>
      </w:r>
      <w:r>
        <w:t> </w:t>
      </w:r>
      <w:r w:rsidRPr="00AB1601">
        <w:t>528</w:t>
      </w:r>
      <w:r>
        <w:t>“ se nahrazuje číslem „</w:t>
      </w:r>
      <w:r w:rsidRPr="00AB1601">
        <w:t xml:space="preserve">4 </w:t>
      </w:r>
      <w:r>
        <w:t>7</w:t>
      </w:r>
      <w:r w:rsidRPr="00AB1601">
        <w:t>01 104</w:t>
      </w:r>
      <w:r>
        <w:t> </w:t>
      </w:r>
      <w:r w:rsidRPr="00AB1601">
        <w:t>528</w:t>
      </w:r>
      <w:r>
        <w:t>“. Za číslo „1 905 037 000“ se doplňuje „, číslo „</w:t>
      </w:r>
      <w:r w:rsidRPr="00B3464E">
        <w:t>761</w:t>
      </w:r>
      <w:r>
        <w:t> </w:t>
      </w:r>
      <w:r w:rsidRPr="00B3464E">
        <w:t>000</w:t>
      </w:r>
      <w:r>
        <w:t> </w:t>
      </w:r>
      <w:r w:rsidRPr="00B3464E">
        <w:t>000</w:t>
      </w:r>
      <w:r>
        <w:t xml:space="preserve">“ se nahrazuje číslem 1 061 000 000“, číslo „686 000 000“ </w:t>
      </w:r>
      <w:proofErr w:type="gramStart"/>
      <w:r>
        <w:t>se  nahrazuje</w:t>
      </w:r>
      <w:proofErr w:type="gramEnd"/>
      <w:r>
        <w:t xml:space="preserve"> číslem „986 000 000“.</w:t>
      </w:r>
    </w:p>
    <w:p w:rsidR="006B5EFD" w:rsidRDefault="006B5EFD" w:rsidP="006B5EFD"/>
    <w:p w:rsidR="006B5EFD" w:rsidRDefault="006B5EFD" w:rsidP="006B5EFD">
      <w:r>
        <w:t>S cílem</w:t>
      </w:r>
    </w:p>
    <w:p w:rsidR="006B5EFD" w:rsidRDefault="006B5EFD" w:rsidP="006B5EFD"/>
    <w:p w:rsidR="006B5EFD" w:rsidRDefault="006B5EFD" w:rsidP="006B5EFD">
      <w:r w:rsidRPr="006E0E1C">
        <w:rPr>
          <w:b/>
        </w:rPr>
        <w:t xml:space="preserve">1. Snížit </w:t>
      </w:r>
      <w:r w:rsidRPr="006E0E1C">
        <w:t xml:space="preserve">výdaje v kapitole </w:t>
      </w:r>
      <w:r w:rsidRPr="006E0E1C">
        <w:rPr>
          <w:b/>
        </w:rPr>
        <w:t>398 Všeobecná pokladní správa</w:t>
      </w:r>
      <w:r w:rsidRPr="006E0E1C">
        <w:t xml:space="preserve"> v ukazateli „</w:t>
      </w:r>
      <w:r>
        <w:t>Vládní rozpočtová rezerva</w:t>
      </w:r>
      <w:r w:rsidRPr="006E0E1C">
        <w:t>“</w:t>
      </w:r>
      <w:r>
        <w:t xml:space="preserve"> o částku 300 000 000 Kč</w:t>
      </w:r>
      <w:r w:rsidRPr="006E0E1C">
        <w:t>.</w:t>
      </w:r>
    </w:p>
    <w:p w:rsidR="006B5EFD" w:rsidRPr="006E0E1C" w:rsidRDefault="006B5EFD" w:rsidP="006B5EFD">
      <w:r>
        <w:rPr>
          <w:i/>
        </w:rPr>
        <w:t>Tato změna se promítne do všech souvisejících ukazatelů této kapitoly.</w:t>
      </w:r>
    </w:p>
    <w:p w:rsidR="006B5EFD" w:rsidRPr="006E0E1C" w:rsidRDefault="006B5EFD" w:rsidP="006B5EFD"/>
    <w:p w:rsidR="006B5EFD" w:rsidRDefault="006B5EFD" w:rsidP="006B5EFD">
      <w:r w:rsidRPr="006E0E1C">
        <w:rPr>
          <w:b/>
        </w:rPr>
        <w:t>2. Zvýšit</w:t>
      </w:r>
      <w:r>
        <w:rPr>
          <w:b/>
        </w:rPr>
        <w:t xml:space="preserve"> </w:t>
      </w:r>
      <w:r w:rsidRPr="006E0E1C">
        <w:t xml:space="preserve">výdaje kapitoly </w:t>
      </w:r>
      <w:r w:rsidRPr="006E0E1C">
        <w:rPr>
          <w:b/>
        </w:rPr>
        <w:t>3</w:t>
      </w:r>
      <w:r>
        <w:rPr>
          <w:b/>
        </w:rPr>
        <w:t>34</w:t>
      </w:r>
      <w:r w:rsidRPr="006E0E1C">
        <w:rPr>
          <w:b/>
        </w:rPr>
        <w:t xml:space="preserve"> </w:t>
      </w:r>
      <w:r>
        <w:rPr>
          <w:b/>
        </w:rPr>
        <w:t>Ministerstvo kultury</w:t>
      </w:r>
      <w:r w:rsidRPr="006E0E1C">
        <w:t xml:space="preserve"> </w:t>
      </w:r>
      <w:r>
        <w:t>v ukazateli „Záchrana a obnova kulturních památek, veřejné služby muzeí; v tom: programy na záchranu a obnovu kulturních památek“ a v dotačních programech na záchranu a obnovu kulturních památek</w:t>
      </w:r>
      <w:r w:rsidRPr="006E0E1C">
        <w:t xml:space="preserve"> </w:t>
      </w:r>
      <w:r>
        <w:t>o částku 300 000 000 Kč.</w:t>
      </w:r>
    </w:p>
    <w:p w:rsidR="006B5EFD" w:rsidRDefault="006B5EFD" w:rsidP="006B5EFD">
      <w:r>
        <w:rPr>
          <w:i/>
        </w:rPr>
        <w:t>Tato změna se promítne do všech souvisejících ukazatelů této kapitoly.</w:t>
      </w:r>
    </w:p>
    <w:p w:rsidR="006B5EFD" w:rsidRDefault="006B5EFD" w:rsidP="006B5EFD"/>
    <w:p w:rsidR="006B5EFD" w:rsidRDefault="006B5EFD" w:rsidP="00A92050"/>
    <w:p w:rsidR="006B5EFD" w:rsidRDefault="006B5EFD" w:rsidP="00A92050">
      <w:r>
        <w:t>(SD 5907)</w:t>
      </w:r>
    </w:p>
    <w:p w:rsidR="006B5EFD" w:rsidRDefault="006B5EFD" w:rsidP="00A92050"/>
    <w:p w:rsidR="006B5EFD" w:rsidRDefault="006B5EFD" w:rsidP="006B5EFD">
      <w:r>
        <w:t>1. V bodě 4. se číslo „31 931 530 110“ nahrazuje číslem „32 431 530 110“ a číslo „332 568 347 439“ nahrazuje číslem „332 068 347 439“.</w:t>
      </w:r>
    </w:p>
    <w:p w:rsidR="006B5EFD" w:rsidRDefault="006B5EFD" w:rsidP="006B5EFD"/>
    <w:p w:rsidR="006B5EFD" w:rsidRDefault="006B5EFD" w:rsidP="006B5EFD">
      <w:r>
        <w:lastRenderedPageBreak/>
        <w:t>2. V bodě 8. se číslo „332 568 347 439“ nahrazuje číslem „332 068 347 439“ a číslo „114 826 743 508“ se nahrazuje číslem „114 326 743 508“.</w:t>
      </w:r>
    </w:p>
    <w:p w:rsidR="006B5EFD" w:rsidRDefault="006B5EFD" w:rsidP="006B5EFD"/>
    <w:p w:rsidR="006B5EFD" w:rsidRDefault="006B5EFD" w:rsidP="006B5EFD">
      <w:r>
        <w:t>3. V bodě 10. se číslo „31 931 530 110“ nahrazuje číslem „32 431 530 110“, číslo „29 908 499 282“ se nahrazuje číslem „30 408 499 282“, číslo „29 718 499 282“ se nahrazuje číslem „30 218 499 282“ a číslo „</w:t>
      </w:r>
      <w:r w:rsidRPr="00D65E32">
        <w:t>29 260 036</w:t>
      </w:r>
      <w:r>
        <w:t> </w:t>
      </w:r>
      <w:r w:rsidRPr="00D65E32">
        <w:t>805</w:t>
      </w:r>
      <w:r>
        <w:t>“ se nahrazuje číslem „</w:t>
      </w:r>
      <w:r w:rsidRPr="00D65E32">
        <w:t xml:space="preserve">29 </w:t>
      </w:r>
      <w:r>
        <w:t>7</w:t>
      </w:r>
      <w:r w:rsidRPr="00D65E32">
        <w:t>60 036</w:t>
      </w:r>
      <w:r>
        <w:t> </w:t>
      </w:r>
      <w:r w:rsidRPr="00D65E32">
        <w:t>805</w:t>
      </w:r>
      <w:r>
        <w:t>“.</w:t>
      </w:r>
    </w:p>
    <w:p w:rsidR="006B5EFD" w:rsidRDefault="006B5EFD" w:rsidP="006B5EFD"/>
    <w:p w:rsidR="006B5EFD" w:rsidRDefault="006B5EFD" w:rsidP="006B5EFD">
      <w:r>
        <w:t>S cílem:</w:t>
      </w:r>
    </w:p>
    <w:p w:rsidR="006B5EFD" w:rsidRDefault="006B5EFD" w:rsidP="006B5EFD"/>
    <w:p w:rsidR="006B5EFD" w:rsidRDefault="006B5EFD" w:rsidP="006B5EFD">
      <w:r w:rsidRPr="006E0E1C">
        <w:rPr>
          <w:b/>
        </w:rPr>
        <w:t xml:space="preserve">1. Snížit </w:t>
      </w:r>
      <w:r w:rsidRPr="006E0E1C">
        <w:t xml:space="preserve">výdaje v kapitole </w:t>
      </w:r>
      <w:r w:rsidRPr="006E0E1C">
        <w:rPr>
          <w:b/>
        </w:rPr>
        <w:t>398 Všeobecná pokladní správa</w:t>
      </w:r>
      <w:r w:rsidRPr="006E0E1C">
        <w:t xml:space="preserve"> v ukazateli „</w:t>
      </w:r>
      <w:r>
        <w:t>Vládní rozpočtová rezerva</w:t>
      </w:r>
      <w:r w:rsidRPr="006E0E1C">
        <w:t>“</w:t>
      </w:r>
      <w:r>
        <w:t xml:space="preserve"> o částku 500 000 000 Kč</w:t>
      </w:r>
      <w:r w:rsidRPr="006E0E1C">
        <w:t>.</w:t>
      </w:r>
    </w:p>
    <w:p w:rsidR="006B5EFD" w:rsidRPr="006E0E1C" w:rsidRDefault="006B5EFD" w:rsidP="006B5EFD">
      <w:r>
        <w:rPr>
          <w:i/>
        </w:rPr>
        <w:t>Tato změna se promítne do všech souvisejících ukazatelů této kapitoly.</w:t>
      </w:r>
    </w:p>
    <w:p w:rsidR="006B5EFD" w:rsidRPr="006E0E1C" w:rsidRDefault="006B5EFD" w:rsidP="006B5EFD"/>
    <w:p w:rsidR="006B5EFD" w:rsidRDefault="006B5EFD" w:rsidP="006B5EFD">
      <w:r w:rsidRPr="006E0E1C">
        <w:rPr>
          <w:b/>
        </w:rPr>
        <w:t xml:space="preserve">2. </w:t>
      </w:r>
      <w:r w:rsidRPr="009E3C2E">
        <w:rPr>
          <w:b/>
        </w:rPr>
        <w:t xml:space="preserve">Zvýšit </w:t>
      </w:r>
      <w:r>
        <w:t xml:space="preserve">výdaje kapitoly </w:t>
      </w:r>
      <w:r w:rsidRPr="009E3C2E">
        <w:rPr>
          <w:b/>
        </w:rPr>
        <w:t>317 Ministerstvo pro místní rozvoj</w:t>
      </w:r>
      <w:r>
        <w:t xml:space="preserve"> v ukazateli „Podpora regionálního rozvoje a cestovního ruchu“, v programu „Podpora rozvoje regionů 2019+“, v podprogramu:</w:t>
      </w:r>
    </w:p>
    <w:p w:rsidR="006B5EFD" w:rsidRDefault="006B5EFD" w:rsidP="006B5EFD">
      <w:pPr>
        <w:numPr>
          <w:ilvl w:val="0"/>
          <w:numId w:val="18"/>
        </w:numPr>
      </w:pPr>
      <w:r>
        <w:t>„Podpora obnovy a rozvoje venkova“, v </w:t>
      </w:r>
      <w:proofErr w:type="spellStart"/>
      <w:r>
        <w:t>subtitulu</w:t>
      </w:r>
      <w:proofErr w:type="spellEnd"/>
      <w:r>
        <w:t xml:space="preserve"> „A-Podpora obnovy místních komunikací“ o částku 400 000 000 Kč,</w:t>
      </w:r>
    </w:p>
    <w:p w:rsidR="006B5EFD" w:rsidRDefault="006B5EFD" w:rsidP="006B5EFD">
      <w:pPr>
        <w:numPr>
          <w:ilvl w:val="0"/>
          <w:numId w:val="18"/>
        </w:numPr>
      </w:pPr>
      <w:r>
        <w:t>„Podpora obcí 3001-10 000 obyvatel“, v </w:t>
      </w:r>
      <w:proofErr w:type="spellStart"/>
      <w:r>
        <w:t>subtitulu</w:t>
      </w:r>
      <w:proofErr w:type="spellEnd"/>
      <w:r>
        <w:t xml:space="preserve"> „Podpora obnovy místních komunikací“ o částku 100 000 000 Kč.</w:t>
      </w:r>
    </w:p>
    <w:p w:rsidR="006B5EFD" w:rsidRDefault="006B5EFD" w:rsidP="006B5EFD">
      <w:pPr>
        <w:rPr>
          <w:i/>
        </w:rPr>
      </w:pPr>
      <w:r>
        <w:rPr>
          <w:i/>
        </w:rPr>
        <w:t>Tato změna se promítne do všech souvisejících ukazatelů této kapitoly.</w:t>
      </w:r>
    </w:p>
    <w:p w:rsidR="006B5EFD" w:rsidRDefault="006B5EFD" w:rsidP="00A92050"/>
    <w:p w:rsidR="00383ED7" w:rsidRDefault="00383ED7" w:rsidP="00A92050"/>
    <w:p w:rsidR="006B5EFD" w:rsidRDefault="006B5EFD" w:rsidP="00A92050">
      <w:r>
        <w:t>(SD 5908)</w:t>
      </w:r>
    </w:p>
    <w:p w:rsidR="000D7387" w:rsidRDefault="000D7387" w:rsidP="00A92050"/>
    <w:p w:rsidR="006A0912" w:rsidRDefault="006A0912" w:rsidP="006A0912">
      <w:r>
        <w:t>1. V bodě 4. se číslo „90 472 681 089“ nahrazuje číslem „91 472 681 089“ a číslo „332 568 347 439“ nahrazuje číslem „331 568 347 439“.</w:t>
      </w:r>
    </w:p>
    <w:p w:rsidR="006A0912" w:rsidRDefault="006A0912" w:rsidP="006A0912"/>
    <w:p w:rsidR="006A0912" w:rsidRDefault="006A0912" w:rsidP="006A0912">
      <w:r>
        <w:t>2. V bodě 8. se číslo „332 568 347 439“ nahrazuje číslem „331 568 347 439“ a číslo „114 826 743 508“ se nahrazuje číslem „113 826 743 508“.</w:t>
      </w:r>
    </w:p>
    <w:p w:rsidR="006A0912" w:rsidRDefault="006A0912" w:rsidP="006A0912"/>
    <w:p w:rsidR="006A0912" w:rsidRDefault="006A0912" w:rsidP="006A0912">
      <w:r>
        <w:t>3. V bodě 11. se číslo „90 472 681 089“ nahrazuje číslem „91 472 681 089“, číslo „74 341 122 851“ se nahrazuje číslem „75 341 122 851“, číslo „60 185 330 000“ se nahrazuje číslem „61 185 330 000“ a číslo „</w:t>
      </w:r>
      <w:r w:rsidRPr="00642E9C">
        <w:t>74 865 298</w:t>
      </w:r>
      <w:r>
        <w:t> </w:t>
      </w:r>
      <w:r w:rsidRPr="00642E9C">
        <w:t>926</w:t>
      </w:r>
      <w:r>
        <w:t>“ se nahrazuje číslem „</w:t>
      </w:r>
      <w:r w:rsidRPr="00642E9C">
        <w:t>7</w:t>
      </w:r>
      <w:r>
        <w:t>5</w:t>
      </w:r>
      <w:r w:rsidRPr="00642E9C">
        <w:t xml:space="preserve"> 865 298</w:t>
      </w:r>
      <w:r>
        <w:t> </w:t>
      </w:r>
      <w:r w:rsidRPr="00642E9C">
        <w:t>926</w:t>
      </w:r>
      <w:r>
        <w:t>“.</w:t>
      </w:r>
    </w:p>
    <w:p w:rsidR="006A0912" w:rsidRDefault="006A0912" w:rsidP="006A0912"/>
    <w:p w:rsidR="006A0912" w:rsidRDefault="006A0912" w:rsidP="006A0912">
      <w:r>
        <w:t>S cílem:</w:t>
      </w:r>
    </w:p>
    <w:p w:rsidR="006A0912" w:rsidRDefault="006A0912" w:rsidP="006A0912"/>
    <w:p w:rsidR="006A0912" w:rsidRDefault="006A0912" w:rsidP="006A0912">
      <w:r w:rsidRPr="006E0E1C">
        <w:rPr>
          <w:b/>
        </w:rPr>
        <w:t xml:space="preserve">1. Snížit </w:t>
      </w:r>
      <w:r w:rsidRPr="006E0E1C">
        <w:t xml:space="preserve">výdaje v kapitole </w:t>
      </w:r>
      <w:r w:rsidRPr="006E0E1C">
        <w:rPr>
          <w:b/>
        </w:rPr>
        <w:t>398 Všeobecná pokladní správa</w:t>
      </w:r>
      <w:r w:rsidRPr="006E0E1C">
        <w:t xml:space="preserve"> v ukazateli „</w:t>
      </w:r>
      <w:r>
        <w:t>Vládní rozpočtová rezerva</w:t>
      </w:r>
      <w:r w:rsidRPr="006E0E1C">
        <w:t>“</w:t>
      </w:r>
      <w:r>
        <w:t xml:space="preserve"> o částku 1 000 000 000 Kč</w:t>
      </w:r>
      <w:r w:rsidRPr="006E0E1C">
        <w:t>.</w:t>
      </w:r>
    </w:p>
    <w:p w:rsidR="006A0912" w:rsidRPr="006E0E1C" w:rsidRDefault="006A0912" w:rsidP="006A0912">
      <w:r>
        <w:rPr>
          <w:i/>
        </w:rPr>
        <w:t>Tato změna se promítne do všech souvisejících ukazatelů této kapitoly.</w:t>
      </w:r>
    </w:p>
    <w:p w:rsidR="006A0912" w:rsidRPr="006E0E1C" w:rsidRDefault="006A0912" w:rsidP="006A0912"/>
    <w:p w:rsidR="006A0912" w:rsidRDefault="006A0912" w:rsidP="006A0912">
      <w:r w:rsidRPr="006E0E1C">
        <w:rPr>
          <w:b/>
        </w:rPr>
        <w:t>2. Zvýšit</w:t>
      </w:r>
      <w:r>
        <w:rPr>
          <w:b/>
        </w:rPr>
        <w:t xml:space="preserve"> </w:t>
      </w:r>
      <w:r w:rsidRPr="006E0E1C">
        <w:t xml:space="preserve">výdaje kapitoly </w:t>
      </w:r>
      <w:r w:rsidRPr="006E0E1C">
        <w:rPr>
          <w:b/>
        </w:rPr>
        <w:t>3</w:t>
      </w:r>
      <w:r>
        <w:rPr>
          <w:b/>
        </w:rPr>
        <w:t>27</w:t>
      </w:r>
      <w:r w:rsidRPr="006E0E1C">
        <w:rPr>
          <w:b/>
        </w:rPr>
        <w:t xml:space="preserve"> </w:t>
      </w:r>
      <w:r>
        <w:rPr>
          <w:b/>
        </w:rPr>
        <w:t>Ministerstvo dopravy</w:t>
      </w:r>
      <w:r w:rsidRPr="006E0E1C">
        <w:t xml:space="preserve"> </w:t>
      </w:r>
      <w:r>
        <w:t>v ukazateli „</w:t>
      </w:r>
      <w:r w:rsidRPr="00985555">
        <w:t>Dotace pro Státní fond dopravní infrastruktury</w:t>
      </w:r>
      <w:r>
        <w:t>“, v tom „</w:t>
      </w:r>
      <w:r w:rsidRPr="00985555">
        <w:t>ostatní dotace pro Státní fond dopravní infrastruktury</w:t>
      </w:r>
      <w:r>
        <w:t>“ a o částku 1 000 000 000 Kč, a z toho:</w:t>
      </w:r>
    </w:p>
    <w:p w:rsidR="006A0912" w:rsidRDefault="006A0912" w:rsidP="006A0912">
      <w:pPr>
        <w:numPr>
          <w:ilvl w:val="0"/>
          <w:numId w:val="18"/>
        </w:numPr>
      </w:pPr>
      <w:r>
        <w:t>o částku 500 000 000 Kč dotační program „</w:t>
      </w:r>
      <w:r w:rsidRPr="00857945">
        <w:t>Zvyšování bezpečnosti, bezbariérové úpravy chodníků</w:t>
      </w:r>
      <w:r>
        <w:t>“,</w:t>
      </w:r>
    </w:p>
    <w:p w:rsidR="006A0912" w:rsidRDefault="006A0912" w:rsidP="006A0912">
      <w:pPr>
        <w:numPr>
          <w:ilvl w:val="0"/>
          <w:numId w:val="18"/>
        </w:numPr>
      </w:pPr>
      <w:r>
        <w:t>o částku 450 000 000 Kč dotační program „</w:t>
      </w:r>
      <w:r w:rsidRPr="00857945">
        <w:t xml:space="preserve">Cyklostezky, </w:t>
      </w:r>
      <w:proofErr w:type="spellStart"/>
      <w:r w:rsidRPr="00857945">
        <w:t>cyklopruhy</w:t>
      </w:r>
      <w:proofErr w:type="spellEnd"/>
      <w:r>
        <w:t>“,</w:t>
      </w:r>
    </w:p>
    <w:p w:rsidR="006A0912" w:rsidRDefault="006A0912" w:rsidP="006A0912">
      <w:pPr>
        <w:numPr>
          <w:ilvl w:val="0"/>
          <w:numId w:val="18"/>
        </w:numPr>
      </w:pPr>
      <w:r>
        <w:t>o částku 50 000 000 Kč dotační program „</w:t>
      </w:r>
      <w:r w:rsidRPr="00857945">
        <w:t>Mimoúrovňové křížení s nadřazenou infrastrukturou</w:t>
      </w:r>
      <w:r>
        <w:t>“.</w:t>
      </w:r>
    </w:p>
    <w:p w:rsidR="006A0912" w:rsidRDefault="006A0912" w:rsidP="006A0912">
      <w:r>
        <w:rPr>
          <w:i/>
        </w:rPr>
        <w:t>Tato změna se promítne do všech souvisejících ukazatelů této kapitoly.</w:t>
      </w:r>
    </w:p>
    <w:p w:rsidR="000D7387" w:rsidRDefault="000D7387" w:rsidP="00A92050"/>
    <w:p w:rsidR="006B5EFD" w:rsidRDefault="006B5EFD" w:rsidP="00A92050">
      <w:r>
        <w:t>(SD 5928)</w:t>
      </w:r>
    </w:p>
    <w:p w:rsidR="006A0912" w:rsidRDefault="006A0912" w:rsidP="00A92050"/>
    <w:p w:rsidR="006A0912" w:rsidRDefault="006A0912" w:rsidP="006A0912">
      <w:r>
        <w:t>V bodě 8. se číslo „114 826 743 508“ se nahrazuje číslem „114 226 743 508“, číslo „13 016 571 739“ se nahrazuje číslem „13 616 571 739“ a číslo „4 939 651 461“ se nahrazuje číslem „5 539 651 461“.</w:t>
      </w:r>
    </w:p>
    <w:p w:rsidR="006A0912" w:rsidRDefault="006A0912" w:rsidP="006A0912"/>
    <w:p w:rsidR="006A0912" w:rsidRDefault="006A0912" w:rsidP="006A0912">
      <w:r>
        <w:t>S cílem:</w:t>
      </w:r>
    </w:p>
    <w:p w:rsidR="006A0912" w:rsidRDefault="006A0912" w:rsidP="006A0912"/>
    <w:p w:rsidR="006A0912" w:rsidRDefault="006A0912" w:rsidP="006A0912">
      <w:r w:rsidRPr="006E0E1C">
        <w:rPr>
          <w:b/>
        </w:rPr>
        <w:t xml:space="preserve">1. Snížit </w:t>
      </w:r>
      <w:r w:rsidRPr="006E0E1C">
        <w:t xml:space="preserve">výdaje v kapitole </w:t>
      </w:r>
      <w:r w:rsidRPr="006E0E1C">
        <w:rPr>
          <w:b/>
        </w:rPr>
        <w:t>398 Všeobecná pokladní správa</w:t>
      </w:r>
      <w:r w:rsidRPr="006E0E1C">
        <w:t xml:space="preserve"> v ukazateli „</w:t>
      </w:r>
      <w:r>
        <w:t>Vládní rozpočtová rezerva</w:t>
      </w:r>
      <w:r w:rsidRPr="006E0E1C">
        <w:t>“</w:t>
      </w:r>
      <w:r>
        <w:t xml:space="preserve"> o částku 600 000 000 Kč</w:t>
      </w:r>
      <w:r w:rsidRPr="006E0E1C">
        <w:t>.</w:t>
      </w:r>
    </w:p>
    <w:p w:rsidR="006A0912" w:rsidRPr="006E0E1C" w:rsidRDefault="006A0912" w:rsidP="006A0912">
      <w:r>
        <w:rPr>
          <w:i/>
        </w:rPr>
        <w:t>Tato změna se promítne do všech souvisejících ukazatelů této kapitoly a legislativního znění zákona.</w:t>
      </w:r>
    </w:p>
    <w:p w:rsidR="006A0912" w:rsidRPr="006E0E1C" w:rsidRDefault="006A0912" w:rsidP="006A0912"/>
    <w:p w:rsidR="006A0912" w:rsidRDefault="006A0912" w:rsidP="006A0912">
      <w:r w:rsidRPr="006E0E1C">
        <w:rPr>
          <w:b/>
        </w:rPr>
        <w:t xml:space="preserve">2. </w:t>
      </w:r>
      <w:r w:rsidRPr="002B30E2">
        <w:rPr>
          <w:b/>
        </w:rPr>
        <w:t>zvýšit</w:t>
      </w:r>
      <w:r>
        <w:t xml:space="preserve"> výdaje kapitoly </w:t>
      </w:r>
      <w:r w:rsidRPr="002B30E2">
        <w:rPr>
          <w:b/>
        </w:rPr>
        <w:t>398 Všeobecná pokladní správa</w:t>
      </w:r>
      <w:r>
        <w:t xml:space="preserve"> v ukazateli „Výdaje vedené v informačním systému programového financování EDS/SMVS celkem“ v položce „Podpora rozvoje a obnovy obecní materiálně technické základny regionálního školství (dotační titul 298D21)“ a </w:t>
      </w:r>
      <w:proofErr w:type="spellStart"/>
      <w:r>
        <w:t>subtitulu</w:t>
      </w:r>
      <w:proofErr w:type="spellEnd"/>
      <w:r>
        <w:t xml:space="preserve"> „</w:t>
      </w:r>
      <w:r w:rsidRPr="001C5DE8">
        <w:t>298213 - Podpora rozvoje a obnovy materiálně technické základny regionálních škol v okolí velkých měst</w:t>
      </w:r>
      <w:r>
        <w:t xml:space="preserve"> o částku 600 000 000 Kč a zároveň </w:t>
      </w:r>
      <w:r>
        <w:rPr>
          <w:b/>
        </w:rPr>
        <w:t>znovu otevřít a prodloužit</w:t>
      </w:r>
      <w:r>
        <w:t xml:space="preserve"> tento dotační </w:t>
      </w:r>
      <w:proofErr w:type="spellStart"/>
      <w:r>
        <w:t>subtitul</w:t>
      </w:r>
      <w:proofErr w:type="spellEnd"/>
      <w:r>
        <w:t xml:space="preserve"> do konce roku 2021.</w:t>
      </w:r>
    </w:p>
    <w:p w:rsidR="006A0912" w:rsidRDefault="006A0912" w:rsidP="006A0912">
      <w:r>
        <w:rPr>
          <w:i/>
        </w:rPr>
        <w:t xml:space="preserve">Tato změna se promítne do všech souvisejících ukazatelů této </w:t>
      </w:r>
      <w:proofErr w:type="gramStart"/>
      <w:r>
        <w:rPr>
          <w:i/>
        </w:rPr>
        <w:t>kapitoly a  legislativního</w:t>
      </w:r>
      <w:proofErr w:type="gramEnd"/>
      <w:r>
        <w:rPr>
          <w:i/>
        </w:rPr>
        <w:t xml:space="preserve"> znění zákona.</w:t>
      </w:r>
    </w:p>
    <w:p w:rsidR="006A0912" w:rsidRDefault="006A0912" w:rsidP="00A92050"/>
    <w:p w:rsidR="006A0912" w:rsidRDefault="006A0912" w:rsidP="00A92050"/>
    <w:p w:rsidR="006A0912" w:rsidRDefault="006A0912" w:rsidP="00A92050"/>
    <w:p w:rsidR="006A0912" w:rsidRPr="006A0912" w:rsidRDefault="006A0912" w:rsidP="00A92050">
      <w:pPr>
        <w:rPr>
          <w:b/>
        </w:rPr>
      </w:pPr>
      <w:r w:rsidRPr="006A0912">
        <w:rPr>
          <w:b/>
        </w:rPr>
        <w:t>J</w:t>
      </w:r>
      <w:r w:rsidRPr="006A0912">
        <w:rPr>
          <w:b/>
        </w:rPr>
        <w:tab/>
        <w:t>Poslanec Jurečka Marian</w:t>
      </w:r>
    </w:p>
    <w:p w:rsidR="006A0912" w:rsidRPr="006A0912" w:rsidRDefault="006A0912" w:rsidP="00A92050">
      <w:pPr>
        <w:rPr>
          <w:b/>
        </w:rPr>
      </w:pPr>
    </w:p>
    <w:p w:rsidR="006A0912" w:rsidRDefault="006A0912" w:rsidP="00A92050">
      <w:r>
        <w:t>(SD 5902)</w:t>
      </w:r>
    </w:p>
    <w:p w:rsidR="006A0912" w:rsidRDefault="006A0912" w:rsidP="00A92050"/>
    <w:p w:rsidR="00B24B00" w:rsidRPr="00F63884" w:rsidRDefault="00B24B00" w:rsidP="00B24B00">
      <w:pPr>
        <w:numPr>
          <w:ilvl w:val="0"/>
          <w:numId w:val="19"/>
        </w:numPr>
        <w:rPr>
          <w:color w:val="000000"/>
        </w:rPr>
      </w:pPr>
      <w:r w:rsidRPr="00F63884">
        <w:rPr>
          <w:color w:val="000000"/>
        </w:rPr>
        <w:t xml:space="preserve">Zvýšení výdajů kapitoly 313 Ministerstvo práce a sociálních věcí - </w:t>
      </w:r>
    </w:p>
    <w:p w:rsidR="00B24B00" w:rsidRPr="00F63884" w:rsidRDefault="00B24B00" w:rsidP="00B24B00">
      <w:pPr>
        <w:ind w:firstLine="720"/>
        <w:rPr>
          <w:color w:val="000000"/>
        </w:rPr>
      </w:pPr>
      <w:r w:rsidRPr="00F63884">
        <w:rPr>
          <w:color w:val="000000"/>
        </w:rPr>
        <w:t>ukazatel „Dávky důchodového pojištění“ o 8 mld. Kč</w:t>
      </w:r>
    </w:p>
    <w:p w:rsidR="00B24B00" w:rsidRPr="00F63884" w:rsidRDefault="00B24B00" w:rsidP="00B24B00">
      <w:pPr>
        <w:numPr>
          <w:ilvl w:val="0"/>
          <w:numId w:val="19"/>
        </w:numPr>
        <w:rPr>
          <w:color w:val="000000"/>
        </w:rPr>
      </w:pPr>
      <w:r w:rsidRPr="00F63884">
        <w:rPr>
          <w:color w:val="000000"/>
        </w:rPr>
        <w:t>Snížení výdajů kapitoly 398 Všeobecná pokladní správa - ukazatel „Vládní rozpočtová rezerva“ o 8 mld. Kč</w:t>
      </w:r>
    </w:p>
    <w:p w:rsidR="006A0912" w:rsidRDefault="006A0912" w:rsidP="00A92050"/>
    <w:p w:rsidR="00383ED7" w:rsidRDefault="00383ED7" w:rsidP="00A92050">
      <w:pPr>
        <w:rPr>
          <w:b/>
        </w:rPr>
      </w:pPr>
    </w:p>
    <w:p w:rsidR="00B24B00" w:rsidRDefault="00B24B00" w:rsidP="00A92050">
      <w:pPr>
        <w:rPr>
          <w:b/>
        </w:rPr>
      </w:pPr>
      <w:r w:rsidRPr="00B24B00">
        <w:rPr>
          <w:b/>
        </w:rPr>
        <w:t>K</w:t>
      </w:r>
      <w:r w:rsidRPr="00B24B00">
        <w:rPr>
          <w:b/>
        </w:rPr>
        <w:tab/>
        <w:t>Poslanec  Kaňkovský Vít</w:t>
      </w:r>
    </w:p>
    <w:p w:rsidR="00B24B00" w:rsidRPr="00B24B00" w:rsidRDefault="00B24B00" w:rsidP="00A92050"/>
    <w:p w:rsidR="00B24B00" w:rsidRDefault="00B24B00" w:rsidP="00A92050">
      <w:r>
        <w:t>(SD 5909)</w:t>
      </w:r>
    </w:p>
    <w:p w:rsidR="00B24B00" w:rsidRDefault="00B24B00" w:rsidP="00A92050"/>
    <w:p w:rsidR="00903D27" w:rsidRPr="00903D27" w:rsidRDefault="00903D27" w:rsidP="00903D27">
      <w:pPr>
        <w:spacing w:before="120" w:after="120" w:line="276" w:lineRule="auto"/>
        <w:ind w:left="705" w:hanging="705"/>
        <w:rPr>
          <w:shd w:val="clear" w:color="auto" w:fill="FFFFFF"/>
        </w:rPr>
      </w:pPr>
      <w:r w:rsidRPr="00903D27">
        <w:rPr>
          <w:shd w:val="clear" w:color="auto" w:fill="FFFFFF"/>
        </w:rPr>
        <w:t xml:space="preserve">1/ Zvýšit rozpočet specifického ukazatele kapitoly 313-MPSV Neinvestiční nedávkové transfery –  ID 5140010000 - transfery podle zákona č.108/2006 Sb., o sociálních službách o </w:t>
      </w:r>
      <w:proofErr w:type="gramStart"/>
      <w:r w:rsidRPr="00903D27">
        <w:rPr>
          <w:shd w:val="clear" w:color="auto" w:fill="FFFFFF"/>
        </w:rPr>
        <w:t>částku  1 500 000 000</w:t>
      </w:r>
      <w:proofErr w:type="gramEnd"/>
      <w:r w:rsidRPr="00903D27">
        <w:rPr>
          <w:shd w:val="clear" w:color="auto" w:fill="FFFFFF"/>
        </w:rPr>
        <w:t xml:space="preserve"> Kč.</w:t>
      </w:r>
    </w:p>
    <w:p w:rsidR="00903D27" w:rsidRPr="00903D27" w:rsidRDefault="00903D27" w:rsidP="00903D27">
      <w:pPr>
        <w:spacing w:before="120" w:after="120" w:line="276" w:lineRule="auto"/>
      </w:pPr>
      <w:r w:rsidRPr="00903D27">
        <w:t>2/ Snížit výdaje kapitoly 398 Všeobecná pokladní správa ve specifickém ukazateli „Vládní rozpočtová rezerva“ o částku 1 500 000 000 Kč.</w:t>
      </w:r>
    </w:p>
    <w:p w:rsidR="00903D27" w:rsidRPr="00903D27" w:rsidRDefault="00903D27" w:rsidP="00903D27">
      <w:pPr>
        <w:spacing w:before="120" w:after="120" w:line="276" w:lineRule="auto"/>
      </w:pPr>
      <w:r w:rsidRPr="00903D27">
        <w:t xml:space="preserve">Uvedené změny se promítnou do všech odpovídajících ukazatelů dotčených kapitol a paragrafovaného znění zákona. </w:t>
      </w:r>
    </w:p>
    <w:p w:rsidR="00B24B00" w:rsidRDefault="00B24B00" w:rsidP="00A92050"/>
    <w:p w:rsidR="00903D27" w:rsidRDefault="00903D27" w:rsidP="00A92050"/>
    <w:p w:rsidR="00B24B00" w:rsidRPr="00903D27" w:rsidRDefault="00B24B00" w:rsidP="00A92050">
      <w:pPr>
        <w:rPr>
          <w:b/>
        </w:rPr>
      </w:pPr>
      <w:r w:rsidRPr="00903D27">
        <w:rPr>
          <w:b/>
        </w:rPr>
        <w:t>L</w:t>
      </w:r>
      <w:r w:rsidRPr="00903D27">
        <w:rPr>
          <w:b/>
        </w:rPr>
        <w:tab/>
        <w:t>Poslankyně Maříková Karla</w:t>
      </w:r>
    </w:p>
    <w:p w:rsidR="00B24B00" w:rsidRDefault="00B24B00" w:rsidP="00A92050">
      <w:r>
        <w:t>(SD 5885)</w:t>
      </w:r>
    </w:p>
    <w:p w:rsidR="00B24B00" w:rsidRDefault="00B24B00" w:rsidP="00A92050"/>
    <w:p w:rsidR="00D840A3" w:rsidRPr="00A67957" w:rsidRDefault="00D840A3" w:rsidP="00D840A3">
      <w:pPr>
        <w:spacing w:line="276" w:lineRule="auto"/>
        <w:rPr>
          <w:b/>
          <w:noProof/>
        </w:rPr>
      </w:pPr>
      <w:r w:rsidRPr="00A67957">
        <w:rPr>
          <w:b/>
          <w:noProof/>
        </w:rPr>
        <w:t>1. čl. I bod 4 zní:</w:t>
      </w:r>
    </w:p>
    <w:p w:rsidR="00D840A3" w:rsidRDefault="00D840A3" w:rsidP="00D840A3">
      <w:pPr>
        <w:spacing w:line="276" w:lineRule="auto"/>
      </w:pPr>
      <w:r w:rsidRPr="003B5406">
        <w:rPr>
          <w:noProof/>
        </w:rPr>
        <w:t>„</w:t>
      </w:r>
      <w:r w:rsidRPr="003B5406">
        <w:t xml:space="preserve">4. V příloze č. 3 se číslo „259 918 347 439“ nahrazuje číslem „396 518 347 439“, </w:t>
      </w:r>
      <w:r>
        <w:br/>
      </w:r>
      <w:r w:rsidRPr="003B5406">
        <w:t>číslo „</w:t>
      </w:r>
      <w:r w:rsidRPr="003B5406">
        <w:rPr>
          <w:color w:val="000000"/>
          <w:shd w:val="clear" w:color="auto" w:fill="FFFFFF"/>
        </w:rPr>
        <w:t>8 171 302 949</w:t>
      </w:r>
      <w:r w:rsidRPr="003B5406">
        <w:t>“ se nahrazuje číslem „</w:t>
      </w:r>
      <w:r w:rsidRPr="007B6BBF">
        <w:t>7 747 450</w:t>
      </w:r>
      <w:r>
        <w:t> </w:t>
      </w:r>
      <w:r w:rsidRPr="007B6BBF">
        <w:t>933</w:t>
      </w:r>
      <w:r w:rsidRPr="007B6BBF">
        <w:t>‬</w:t>
      </w:r>
      <w:r w:rsidRPr="003B5406">
        <w:t>‬“, číslo „</w:t>
      </w:r>
      <w:r w:rsidRPr="003B5406">
        <w:rPr>
          <w:color w:val="000000"/>
          <w:shd w:val="clear" w:color="auto" w:fill="FFFFFF"/>
        </w:rPr>
        <w:t xml:space="preserve">676 800 038 058“ </w:t>
      </w:r>
      <w:r>
        <w:rPr>
          <w:color w:val="000000"/>
          <w:shd w:val="clear" w:color="auto" w:fill="FFFFFF"/>
        </w:rPr>
        <w:br/>
      </w:r>
      <w:r w:rsidRPr="003B5406">
        <w:rPr>
          <w:color w:val="000000"/>
          <w:shd w:val="clear" w:color="auto" w:fill="FFFFFF"/>
        </w:rPr>
        <w:t>se nahrazuje číslem „</w:t>
      </w:r>
      <w:r w:rsidRPr="001111A1">
        <w:rPr>
          <w:color w:val="000000"/>
          <w:shd w:val="clear" w:color="auto" w:fill="FFFFFF"/>
        </w:rPr>
        <w:t>677 223 890</w:t>
      </w:r>
      <w:r>
        <w:rPr>
          <w:color w:val="000000"/>
          <w:shd w:val="clear" w:color="auto" w:fill="FFFFFF"/>
        </w:rPr>
        <w:t> </w:t>
      </w:r>
      <w:r w:rsidRPr="001111A1">
        <w:rPr>
          <w:color w:val="000000"/>
          <w:shd w:val="clear" w:color="auto" w:fill="FFFFFF"/>
        </w:rPr>
        <w:t>074</w:t>
      </w:r>
      <w:r w:rsidRPr="001111A1">
        <w:rPr>
          <w:color w:val="000000"/>
          <w:shd w:val="clear" w:color="auto" w:fill="FFFFFF"/>
        </w:rPr>
        <w:t>‬</w:t>
      </w:r>
      <w:r w:rsidRPr="003B5406">
        <w:rPr>
          <w:color w:val="000000"/>
          <w:shd w:val="clear" w:color="auto" w:fill="FFFFFF"/>
        </w:rPr>
        <w:t xml:space="preserve">“ a číslo </w:t>
      </w:r>
      <w:r w:rsidRPr="003B5406">
        <w:t>„1 728 218 723 753“ se nahrazuje číslem „1 864 818 723 753“.“</w:t>
      </w:r>
    </w:p>
    <w:p w:rsidR="00D840A3" w:rsidRPr="00A67957" w:rsidRDefault="00D840A3" w:rsidP="00D840A3">
      <w:pPr>
        <w:spacing w:before="240" w:line="276" w:lineRule="auto"/>
        <w:outlineLvl w:val="5"/>
        <w:rPr>
          <w:b/>
          <w:noProof/>
        </w:rPr>
      </w:pPr>
      <w:r>
        <w:rPr>
          <w:b/>
        </w:rPr>
        <w:t>2</w:t>
      </w:r>
      <w:r w:rsidRPr="00A67957">
        <w:rPr>
          <w:b/>
        </w:rPr>
        <w:t xml:space="preserve">. </w:t>
      </w:r>
      <w:r>
        <w:rPr>
          <w:b/>
          <w:noProof/>
        </w:rPr>
        <w:t>v čl. I se vkládá nový bod 5</w:t>
      </w:r>
      <w:r w:rsidRPr="00A67957">
        <w:rPr>
          <w:b/>
          <w:noProof/>
        </w:rPr>
        <w:t>, který zní:</w:t>
      </w:r>
    </w:p>
    <w:p w:rsidR="00D840A3" w:rsidRPr="007B6BBF" w:rsidRDefault="00D840A3" w:rsidP="00D840A3">
      <w:pPr>
        <w:pStyle w:val="Odstavecseseznamem1"/>
        <w:spacing w:line="276" w:lineRule="auto"/>
        <w:ind w:left="0"/>
        <w:jc w:val="both"/>
        <w:rPr>
          <w:rFonts w:ascii="Times New Roman" w:hAnsi="Times New Roman"/>
          <w:bCs/>
          <w:sz w:val="24"/>
          <w:szCs w:val="24"/>
        </w:rPr>
      </w:pPr>
      <w:r w:rsidRPr="007B6BBF">
        <w:rPr>
          <w:rFonts w:ascii="Times New Roman" w:hAnsi="Times New Roman"/>
          <w:sz w:val="24"/>
          <w:szCs w:val="24"/>
        </w:rPr>
        <w:t>„5. V příloze č. 4 v kapitole 306 Ministerstvo zahraničních věcí se číslo „</w:t>
      </w:r>
      <w:r w:rsidRPr="007B6BBF">
        <w:rPr>
          <w:rFonts w:ascii="Times New Roman" w:hAnsi="Times New Roman"/>
          <w:color w:val="000000"/>
          <w:sz w:val="24"/>
          <w:szCs w:val="24"/>
          <w:shd w:val="clear" w:color="auto" w:fill="FFFFFF"/>
        </w:rPr>
        <w:t>8 171 302 949</w:t>
      </w:r>
      <w:r w:rsidRPr="007B6BBF">
        <w:rPr>
          <w:rFonts w:ascii="Times New Roman" w:hAnsi="Times New Roman"/>
          <w:sz w:val="24"/>
          <w:szCs w:val="24"/>
        </w:rPr>
        <w:t>“ nahrazuje číslem „</w:t>
      </w:r>
      <w:proofErr w:type="gramStart"/>
      <w:r w:rsidRPr="007B6BBF">
        <w:rPr>
          <w:rFonts w:ascii="Times New Roman" w:hAnsi="Times New Roman"/>
          <w:sz w:val="24"/>
          <w:szCs w:val="24"/>
        </w:rPr>
        <w:t>7 747 450</w:t>
      </w:r>
      <w:r>
        <w:rPr>
          <w:rFonts w:ascii="Times New Roman" w:hAnsi="Times New Roman"/>
          <w:sz w:val="24"/>
          <w:szCs w:val="24"/>
        </w:rPr>
        <w:t> </w:t>
      </w:r>
      <w:r w:rsidRPr="007B6BBF">
        <w:rPr>
          <w:rFonts w:ascii="Times New Roman" w:hAnsi="Times New Roman"/>
          <w:sz w:val="24"/>
          <w:szCs w:val="24"/>
        </w:rPr>
        <w:t>933“,  číslo</w:t>
      </w:r>
      <w:proofErr w:type="gramEnd"/>
      <w:r w:rsidRPr="007B6BBF">
        <w:rPr>
          <w:rFonts w:ascii="Times New Roman" w:hAnsi="Times New Roman"/>
          <w:sz w:val="24"/>
          <w:szCs w:val="24"/>
        </w:rPr>
        <w:t xml:space="preserve"> „70 000 000“ se nahrazuje číslem „0“ </w:t>
      </w:r>
      <w:r>
        <w:rPr>
          <w:rFonts w:ascii="Times New Roman" w:hAnsi="Times New Roman"/>
          <w:sz w:val="24"/>
          <w:szCs w:val="24"/>
        </w:rPr>
        <w:br/>
      </w:r>
      <w:r w:rsidRPr="007B6BBF">
        <w:rPr>
          <w:rFonts w:ascii="Times New Roman" w:hAnsi="Times New Roman"/>
          <w:sz w:val="24"/>
          <w:szCs w:val="24"/>
        </w:rPr>
        <w:t>a číslo „</w:t>
      </w:r>
      <w:r w:rsidRPr="007B6BBF">
        <w:rPr>
          <w:rFonts w:ascii="Times New Roman" w:hAnsi="Times New Roman"/>
          <w:color w:val="000000"/>
          <w:sz w:val="24"/>
          <w:szCs w:val="24"/>
          <w:shd w:val="clear" w:color="auto" w:fill="FFFFFF"/>
        </w:rPr>
        <w:t>707 041 032</w:t>
      </w:r>
      <w:r w:rsidRPr="007B6BBF">
        <w:rPr>
          <w:rFonts w:ascii="Times New Roman" w:hAnsi="Times New Roman"/>
          <w:sz w:val="24"/>
          <w:szCs w:val="24"/>
        </w:rPr>
        <w:t>“ se nahrazuje číslem „</w:t>
      </w:r>
      <w:r w:rsidRPr="007B6BBF">
        <w:rPr>
          <w:rFonts w:ascii="Times New Roman" w:hAnsi="Times New Roman"/>
          <w:bCs/>
          <w:sz w:val="24"/>
          <w:szCs w:val="24"/>
        </w:rPr>
        <w:t>353 590 516“.“</w:t>
      </w:r>
    </w:p>
    <w:p w:rsidR="00D840A3" w:rsidRDefault="00D840A3" w:rsidP="00D840A3">
      <w:pPr>
        <w:spacing w:before="240" w:line="276" w:lineRule="auto"/>
        <w:outlineLvl w:val="5"/>
        <w:rPr>
          <w:b/>
          <w:noProof/>
        </w:rPr>
      </w:pPr>
      <w:r>
        <w:rPr>
          <w:b/>
        </w:rPr>
        <w:t>3</w:t>
      </w:r>
      <w:r w:rsidRPr="00961B22">
        <w:rPr>
          <w:b/>
        </w:rPr>
        <w:t xml:space="preserve">. </w:t>
      </w:r>
      <w:r>
        <w:rPr>
          <w:b/>
          <w:noProof/>
        </w:rPr>
        <w:t>v čl. I se původní body 5 až 8 přečíslují na body 6 až 9</w:t>
      </w:r>
    </w:p>
    <w:p w:rsidR="00D840A3" w:rsidRPr="00A67957" w:rsidRDefault="00D840A3" w:rsidP="00D840A3">
      <w:pPr>
        <w:spacing w:before="240" w:line="276" w:lineRule="auto"/>
        <w:outlineLvl w:val="5"/>
        <w:rPr>
          <w:b/>
          <w:noProof/>
        </w:rPr>
      </w:pPr>
      <w:r>
        <w:rPr>
          <w:b/>
        </w:rPr>
        <w:t>4</w:t>
      </w:r>
      <w:r w:rsidRPr="00A67957">
        <w:rPr>
          <w:b/>
        </w:rPr>
        <w:t xml:space="preserve">. </w:t>
      </w:r>
      <w:r w:rsidRPr="00A67957">
        <w:rPr>
          <w:b/>
          <w:noProof/>
        </w:rPr>
        <w:t xml:space="preserve">čl. I </w:t>
      </w:r>
      <w:r>
        <w:rPr>
          <w:b/>
          <w:noProof/>
        </w:rPr>
        <w:t>(nově přečíslovaný) bod 6</w:t>
      </w:r>
      <w:r w:rsidRPr="00A67957">
        <w:rPr>
          <w:b/>
          <w:noProof/>
        </w:rPr>
        <w:t xml:space="preserve"> zní:</w:t>
      </w:r>
    </w:p>
    <w:p w:rsidR="00D840A3" w:rsidRPr="007B6BBF" w:rsidRDefault="00D840A3" w:rsidP="00D840A3">
      <w:pPr>
        <w:spacing w:line="276" w:lineRule="auto"/>
      </w:pPr>
      <w:r w:rsidRPr="007B6BBF">
        <w:t>„6. V příloze č. 4 v kapitole 313 Ministerstvo práce a sociálních věcí se číslo „547 589 411 659“ nahrazuje číslem „529 989 411 659“, číslo „</w:t>
      </w:r>
      <w:r w:rsidRPr="007B6BBF">
        <w:rPr>
          <w:color w:val="000000"/>
          <w:shd w:val="clear" w:color="auto" w:fill="FFFFFF"/>
        </w:rPr>
        <w:t>676 800 038 058</w:t>
      </w:r>
      <w:r w:rsidRPr="007B6BBF">
        <w:t>“ se nahrazuje číslem „</w:t>
      </w:r>
      <w:proofErr w:type="gramStart"/>
      <w:r w:rsidRPr="001111A1">
        <w:t>677 223 890</w:t>
      </w:r>
      <w:r>
        <w:t> </w:t>
      </w:r>
      <w:r w:rsidRPr="001111A1">
        <w:t>074</w:t>
      </w:r>
      <w:r w:rsidRPr="001111A1">
        <w:t>‬</w:t>
      </w:r>
      <w:r w:rsidRPr="007B6BBF">
        <w:t>“ a  číslo</w:t>
      </w:r>
      <w:proofErr w:type="gramEnd"/>
      <w:r w:rsidRPr="007B6BBF">
        <w:t xml:space="preserve"> „</w:t>
      </w:r>
      <w:r w:rsidRPr="007B6BBF">
        <w:rPr>
          <w:color w:val="000000"/>
          <w:shd w:val="clear" w:color="auto" w:fill="FFFFFF"/>
        </w:rPr>
        <w:t>3 100 000 000</w:t>
      </w:r>
      <w:r w:rsidRPr="007B6BBF">
        <w:t>“ se nahrazuje číslem „3 523 590</w:t>
      </w:r>
      <w:r>
        <w:t> </w:t>
      </w:r>
      <w:r w:rsidRPr="007B6BBF">
        <w:t>516</w:t>
      </w:r>
      <w:r w:rsidRPr="007B6BBF">
        <w:t>‬“.</w:t>
      </w:r>
    </w:p>
    <w:p w:rsidR="00D840A3" w:rsidRPr="00A67957" w:rsidRDefault="00D840A3" w:rsidP="00D840A3">
      <w:pPr>
        <w:spacing w:line="276" w:lineRule="auto"/>
      </w:pPr>
    </w:p>
    <w:p w:rsidR="00903D27" w:rsidRDefault="00903D27" w:rsidP="00A92050"/>
    <w:p w:rsidR="00B24B00" w:rsidRDefault="00B24B00" w:rsidP="00A92050"/>
    <w:p w:rsidR="00B24B00" w:rsidRPr="00D840A3" w:rsidRDefault="00B24B00" w:rsidP="00A92050">
      <w:pPr>
        <w:rPr>
          <w:b/>
        </w:rPr>
      </w:pPr>
      <w:r w:rsidRPr="00D840A3">
        <w:rPr>
          <w:b/>
        </w:rPr>
        <w:t>M</w:t>
      </w:r>
      <w:r w:rsidRPr="00D840A3">
        <w:rPr>
          <w:b/>
        </w:rPr>
        <w:tab/>
        <w:t>Poslanec Bartošek Jan</w:t>
      </w:r>
    </w:p>
    <w:p w:rsidR="00B24B00" w:rsidRDefault="00B24B00" w:rsidP="00A92050"/>
    <w:p w:rsidR="00903D27" w:rsidRDefault="00903D27" w:rsidP="00A92050">
      <w:r>
        <w:t>(SD 5911)</w:t>
      </w:r>
    </w:p>
    <w:p w:rsidR="00D840A3" w:rsidRDefault="00D840A3" w:rsidP="00A92050"/>
    <w:p w:rsidR="00D840A3" w:rsidRPr="00D840A3" w:rsidRDefault="00D840A3" w:rsidP="00D840A3">
      <w:pPr>
        <w:pStyle w:val="Odstavecseseznamem"/>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ascii="Times New Roman" w:hAnsi="Times New Roman" w:cs="Times New Roman"/>
        </w:rPr>
      </w:pPr>
      <w:r w:rsidRPr="00D840A3">
        <w:rPr>
          <w:rFonts w:ascii="Times New Roman" w:hAnsi="Times New Roman" w:cs="Times New Roman"/>
        </w:rPr>
        <w:t>Název zákona nově zní:</w:t>
      </w:r>
    </w:p>
    <w:p w:rsidR="00D840A3" w:rsidRPr="00D840A3" w:rsidRDefault="00D840A3" w:rsidP="00D840A3">
      <w:r w:rsidRPr="00D840A3">
        <w:t>„Zákon, kterým se mění zákon č. 355/2019 Sb., o státním rozpočtu České republiky na rok 2020, ve znění pozdějších předpisů, a zákon č. 117/1995 Sb., o státní sociální podpoře, ve znění pozdějších předpisů“</w:t>
      </w:r>
    </w:p>
    <w:p w:rsidR="00D840A3" w:rsidRPr="00D840A3" w:rsidRDefault="00D840A3" w:rsidP="00D840A3">
      <w:pPr>
        <w:rPr>
          <w:b/>
          <w:bCs/>
        </w:rPr>
      </w:pPr>
    </w:p>
    <w:p w:rsidR="00D840A3" w:rsidRPr="00D840A3" w:rsidRDefault="00D840A3" w:rsidP="00D840A3">
      <w:pPr>
        <w:pStyle w:val="Odstavecseseznamem"/>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ascii="Times New Roman" w:hAnsi="Times New Roman" w:cs="Times New Roman"/>
        </w:rPr>
      </w:pPr>
      <w:r w:rsidRPr="00D840A3">
        <w:rPr>
          <w:rFonts w:ascii="Times New Roman" w:hAnsi="Times New Roman" w:cs="Times New Roman"/>
        </w:rPr>
        <w:t>Nadpis článku I nově zní:</w:t>
      </w:r>
    </w:p>
    <w:p w:rsidR="00D840A3" w:rsidRDefault="00D840A3" w:rsidP="00D840A3">
      <w:pPr>
        <w:jc w:val="center"/>
      </w:pPr>
      <w:r w:rsidRPr="00D840A3">
        <w:t>„Čl. I</w:t>
      </w:r>
    </w:p>
    <w:p w:rsidR="00383ED7" w:rsidRPr="00D840A3" w:rsidRDefault="00383ED7" w:rsidP="00D840A3">
      <w:pPr>
        <w:jc w:val="center"/>
      </w:pPr>
    </w:p>
    <w:p w:rsidR="00D840A3" w:rsidRPr="00D840A3" w:rsidRDefault="00D840A3" w:rsidP="00D840A3">
      <w:pPr>
        <w:jc w:val="center"/>
      </w:pPr>
      <w:r w:rsidRPr="00D840A3">
        <w:t>Změna zákona o státním rozpočtu České republiky na rok 2020“</w:t>
      </w:r>
    </w:p>
    <w:p w:rsidR="00D840A3" w:rsidRPr="00D840A3" w:rsidRDefault="00D840A3" w:rsidP="00D840A3"/>
    <w:p w:rsidR="00D840A3" w:rsidRPr="00D840A3" w:rsidRDefault="00D840A3" w:rsidP="00D840A3">
      <w:pPr>
        <w:pStyle w:val="Odstavecseseznamem"/>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ascii="Times New Roman" w:hAnsi="Times New Roman" w:cs="Times New Roman"/>
        </w:rPr>
      </w:pPr>
      <w:r w:rsidRPr="00D840A3">
        <w:rPr>
          <w:rFonts w:ascii="Times New Roman" w:hAnsi="Times New Roman" w:cs="Times New Roman"/>
        </w:rPr>
        <w:t>Článek II nově i s nadpisem zní:</w:t>
      </w:r>
    </w:p>
    <w:p w:rsidR="00D840A3" w:rsidRDefault="00D840A3" w:rsidP="00D840A3">
      <w:pPr>
        <w:jc w:val="center"/>
      </w:pPr>
      <w:r w:rsidRPr="00D840A3">
        <w:t>„Čl. II</w:t>
      </w:r>
    </w:p>
    <w:p w:rsidR="00383ED7" w:rsidRPr="00D840A3" w:rsidRDefault="00383ED7" w:rsidP="00D840A3">
      <w:pPr>
        <w:jc w:val="center"/>
      </w:pPr>
    </w:p>
    <w:p w:rsidR="00D840A3" w:rsidRPr="00D840A3" w:rsidRDefault="00D840A3" w:rsidP="00D840A3">
      <w:pPr>
        <w:jc w:val="center"/>
      </w:pPr>
      <w:r w:rsidRPr="00D840A3">
        <w:t>Změna zákona č. 117/1995 Sb., o státní sociální podpoře, ve znění pozdějších předpisů</w:t>
      </w:r>
    </w:p>
    <w:p w:rsidR="00D840A3" w:rsidRPr="00D840A3" w:rsidRDefault="00D840A3" w:rsidP="00D840A3">
      <w:r w:rsidRPr="00D840A3">
        <w:t xml:space="preserve">Zákon č. 117/1995 Sb., o státní sociální podpoře, ve znění zákona č. 517/2002 Sb., zákona č. 413/2005 Sb., zákona č. 444/2005 Sb., zákona č. 81/2006 Sb., zákona č. 70/2006 Sb., zákona č. 81/2006 Sb., zákona č. 110/2007 Sb., zákona č. 81/2006 Sb., zákona č. 269/2007 Sb., zákona č. 130/2008 Sb., zákona č. 190/2009 Sb., zákona č. 223/2009 Sb., zákona č. 227/2009 Sb., </w:t>
      </w:r>
      <w:r w:rsidRPr="00D840A3">
        <w:lastRenderedPageBreak/>
        <w:t>zákona č. 281/2009 Sb., zákona č. 263/2011 Sb., zákona č. 167/2012 Sb., zákona č. 18/2012 Sb., zákona č. 64/2014 Sb., zákona č. 298/2016 Sb., zákona č. 301/2016 Sb., zákona č. 368/2016 Sb., zákona č. 104/2017 Sb., zákona č. 183/2017 Sb., zákona č. 205/2017 Sb., zákona č. 195/2017 Sb., zákona č. 251/2017 Sb., zákona č. 99/2019 Sb., zákona č. 12/2020 Sb., se mění takto:</w:t>
      </w:r>
    </w:p>
    <w:p w:rsidR="00D840A3" w:rsidRPr="00D840A3" w:rsidRDefault="00D840A3" w:rsidP="00D840A3">
      <w:r w:rsidRPr="00D840A3">
        <w:t>Za § 18 se doplňuje § 18a, který i s nadpisem zní:</w:t>
      </w:r>
    </w:p>
    <w:p w:rsidR="00D840A3" w:rsidRDefault="00D840A3" w:rsidP="00D840A3">
      <w:r w:rsidRPr="00D840A3">
        <w:t>„§ 18a Mimořádný přídavek na dítě</w:t>
      </w:r>
    </w:p>
    <w:p w:rsidR="00383ED7" w:rsidRPr="00D840A3" w:rsidRDefault="00383ED7" w:rsidP="00D840A3"/>
    <w:p w:rsidR="00D840A3" w:rsidRDefault="00D840A3" w:rsidP="00D840A3">
      <w:pPr>
        <w:pStyle w:val="Odstavecseseznamem"/>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Times New Roman" w:hAnsi="Times New Roman" w:cs="Times New Roman"/>
        </w:rPr>
      </w:pPr>
      <w:r w:rsidRPr="00D840A3">
        <w:rPr>
          <w:rFonts w:ascii="Times New Roman" w:hAnsi="Times New Roman" w:cs="Times New Roman"/>
        </w:rPr>
        <w:t>Nárok na mimořádný přídavek na dítě má každé nezaopatřené dítě v měsíci srpnu 2020.</w:t>
      </w:r>
    </w:p>
    <w:p w:rsidR="00383ED7" w:rsidRPr="00383ED7" w:rsidRDefault="00383ED7" w:rsidP="00383ED7">
      <w:pPr>
        <w:spacing w:after="160" w:line="259" w:lineRule="auto"/>
        <w:ind w:left="360"/>
        <w:contextualSpacing/>
      </w:pPr>
    </w:p>
    <w:p w:rsidR="00D840A3" w:rsidRPr="00D840A3" w:rsidRDefault="00D840A3" w:rsidP="00D840A3">
      <w:pPr>
        <w:pStyle w:val="Odstavecseseznamem"/>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Times New Roman" w:hAnsi="Times New Roman" w:cs="Times New Roman"/>
        </w:rPr>
      </w:pPr>
      <w:r w:rsidRPr="00D840A3">
        <w:rPr>
          <w:rFonts w:ascii="Times New Roman" w:hAnsi="Times New Roman" w:cs="Times New Roman"/>
        </w:rPr>
        <w:t>Výše mimořádného přídavku na dítě činí za kalendářní měsíc 5 000 Kč.““</w:t>
      </w:r>
    </w:p>
    <w:p w:rsidR="00D840A3" w:rsidRPr="00D840A3" w:rsidRDefault="00D840A3" w:rsidP="00D840A3"/>
    <w:p w:rsidR="00D840A3" w:rsidRPr="00D840A3" w:rsidRDefault="00D840A3" w:rsidP="00D840A3">
      <w:pPr>
        <w:pStyle w:val="Odstavecseseznamem"/>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ascii="Times New Roman" w:hAnsi="Times New Roman" w:cs="Times New Roman"/>
        </w:rPr>
      </w:pPr>
      <w:r w:rsidRPr="00D840A3">
        <w:rPr>
          <w:rFonts w:ascii="Times New Roman" w:hAnsi="Times New Roman" w:cs="Times New Roman"/>
        </w:rPr>
        <w:t>Dosavadní článek II se nově označuje jako článek III.</w:t>
      </w:r>
    </w:p>
    <w:p w:rsidR="00D840A3" w:rsidRDefault="00D840A3" w:rsidP="00A92050"/>
    <w:p w:rsidR="00D840A3" w:rsidRDefault="00D840A3" w:rsidP="00A92050"/>
    <w:p w:rsidR="00903D27" w:rsidRDefault="00903D27" w:rsidP="00A92050">
      <w:r>
        <w:t>(SD 5913)</w:t>
      </w:r>
    </w:p>
    <w:p w:rsidR="00B24B00" w:rsidRDefault="00B24B00" w:rsidP="00A92050"/>
    <w:p w:rsidR="00D840A3" w:rsidRPr="00D840A3" w:rsidRDefault="00D840A3" w:rsidP="00D840A3">
      <w:pPr>
        <w:pStyle w:val="Odstavecseseznamem"/>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ascii="Times New Roman" w:hAnsi="Times New Roman" w:cs="Times New Roman"/>
        </w:rPr>
      </w:pPr>
      <w:r w:rsidRPr="00D840A3">
        <w:rPr>
          <w:rFonts w:ascii="Times New Roman" w:hAnsi="Times New Roman" w:cs="Times New Roman"/>
        </w:rPr>
        <w:t>Článek I odstavec 3 nově zní:</w:t>
      </w:r>
    </w:p>
    <w:p w:rsidR="00D840A3" w:rsidRDefault="00D840A3" w:rsidP="00D840A3">
      <w:r w:rsidRPr="00D840A3">
        <w:t xml:space="preserve">„V příloze č. 2 se číslo „540 502 848 138“ nahrazuje číslem „522 902 848 138“, číslo „483 479 797 659“ se nahrazuje číslem „467 772 515 906“, číslo „26 929 820 000“ se nahrazuje číslem „24 929 820 000“, </w:t>
      </w:r>
      <w:r w:rsidRPr="00D840A3">
        <w:rPr>
          <w:b/>
          <w:bCs/>
        </w:rPr>
        <w:t>číslo „21 557 640 095“ číslem „26 557 640 095“</w:t>
      </w:r>
      <w:r w:rsidRPr="00D840A3">
        <w:t>, číslo „702 200 150 000“ se nahrazuje číslem „658 400 150 000“, číslo „707 811 866 609“ se nahrazuje číslem „664 011 866 609“, číslo „556 443 911 565“ se nahrazuje číslem „538 843 911 565“, číslo „497 710 415 098“ se nahrazuje číslem „482 003 133 345“, číslo „163 962 945 579“ se nahrazuje číslem „</w:t>
      </w:r>
      <w:r w:rsidRPr="00D840A3">
        <w:rPr>
          <w:b/>
          <w:bCs/>
        </w:rPr>
        <w:t>166 962 945 579</w:t>
      </w:r>
      <w:r w:rsidRPr="00D840A3">
        <w:t>“ a číslo „1 428 218 723 753“ nahrazuje číslem „1 364 818 723 753“.“</w:t>
      </w:r>
    </w:p>
    <w:p w:rsidR="00383ED7" w:rsidRPr="00D840A3" w:rsidRDefault="00383ED7" w:rsidP="00D840A3"/>
    <w:p w:rsidR="00D840A3" w:rsidRPr="00D840A3" w:rsidRDefault="00D840A3" w:rsidP="00D840A3">
      <w:pPr>
        <w:pStyle w:val="Odstavecseseznamem"/>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ascii="Times New Roman" w:hAnsi="Times New Roman" w:cs="Times New Roman"/>
        </w:rPr>
      </w:pPr>
      <w:r w:rsidRPr="00D840A3">
        <w:rPr>
          <w:rFonts w:ascii="Times New Roman" w:hAnsi="Times New Roman" w:cs="Times New Roman"/>
        </w:rPr>
        <w:t>Článek I odstavec 4 nově zní:</w:t>
      </w:r>
    </w:p>
    <w:p w:rsidR="00D840A3" w:rsidRDefault="00D840A3" w:rsidP="00D840A3">
      <w:r w:rsidRPr="00D840A3">
        <w:t xml:space="preserve">„V příloze č. 3 se </w:t>
      </w:r>
      <w:r w:rsidRPr="00D840A3">
        <w:rPr>
          <w:b/>
          <w:bCs/>
        </w:rPr>
        <w:t>číslo „26 631 530 110“ nahrazuje číslem „31 631 530 110“,</w:t>
      </w:r>
      <w:r w:rsidRPr="00D840A3">
        <w:t xml:space="preserve"> číslo „259 918 347 439“ nahrazuje číslem </w:t>
      </w:r>
      <w:r w:rsidRPr="00D840A3">
        <w:rPr>
          <w:b/>
          <w:bCs/>
        </w:rPr>
        <w:t>„391 518 347 439“</w:t>
      </w:r>
      <w:r w:rsidRPr="00D840A3">
        <w:t xml:space="preserve"> a číslo „1 728 218 723 753“ se nahrazuje číslem „1 864 818 723 753“.“</w:t>
      </w:r>
    </w:p>
    <w:p w:rsidR="00383ED7" w:rsidRPr="00D840A3" w:rsidRDefault="00383ED7" w:rsidP="00D840A3"/>
    <w:p w:rsidR="00D840A3" w:rsidRPr="00D840A3" w:rsidRDefault="00D840A3" w:rsidP="00D840A3">
      <w:pPr>
        <w:pStyle w:val="Odstavecseseznamem"/>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ascii="Times New Roman" w:hAnsi="Times New Roman" w:cs="Times New Roman"/>
        </w:rPr>
      </w:pPr>
      <w:r w:rsidRPr="00D840A3">
        <w:rPr>
          <w:rFonts w:ascii="Times New Roman" w:hAnsi="Times New Roman" w:cs="Times New Roman"/>
        </w:rPr>
        <w:t>Článek I odstavec 7 nově zní:</w:t>
      </w:r>
    </w:p>
    <w:p w:rsidR="00D840A3" w:rsidRDefault="00D840A3" w:rsidP="00D840A3">
      <w:r w:rsidRPr="00D840A3">
        <w:t>„V příloze č. 4 v kapitole 317 Ministerstvo pro místní rozvoj se číslo „21 559 140 095„ nahrazuje číslem „26 559 140 095 „, číslo „26 631 530 110“ nahrazuje číslem „31 631 530 110“, číslo „21 557 640 095“ číslem „26 557 640 095“, číslo „60 000 000“ číslem „5 060 000 000“, číslo „24 608 499 282“ číslem „29 608 499 282“, číslo „22 064 398 128“ číslem „27 064 398 128“, číslo „579 824 233“ číslem „5 579 824 233“ a číslo „24 960 036 805“ číslem „29 960 036 805“.“</w:t>
      </w:r>
    </w:p>
    <w:p w:rsidR="00383ED7" w:rsidRPr="00D840A3" w:rsidRDefault="00383ED7" w:rsidP="00D840A3"/>
    <w:p w:rsidR="00D840A3" w:rsidRDefault="00D840A3" w:rsidP="00D840A3">
      <w:pPr>
        <w:pStyle w:val="Odstavecseseznamem"/>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ascii="Times New Roman" w:hAnsi="Times New Roman" w:cs="Times New Roman"/>
        </w:rPr>
      </w:pPr>
      <w:r w:rsidRPr="00D840A3">
        <w:rPr>
          <w:rFonts w:ascii="Times New Roman" w:hAnsi="Times New Roman" w:cs="Times New Roman"/>
        </w:rPr>
        <w:t>Dosavadní článek I odstavce 7 a 8 se nově označují jako odstavce 8 a 9.</w:t>
      </w:r>
    </w:p>
    <w:p w:rsidR="00383ED7" w:rsidRPr="00D840A3" w:rsidRDefault="00383ED7" w:rsidP="00D840A3">
      <w:pPr>
        <w:pStyle w:val="Odstavecseseznamem"/>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ascii="Times New Roman" w:hAnsi="Times New Roman" w:cs="Times New Roman"/>
        </w:rPr>
      </w:pPr>
    </w:p>
    <w:p w:rsidR="00D840A3" w:rsidRPr="00D840A3" w:rsidRDefault="00D840A3" w:rsidP="00D840A3">
      <w:pPr>
        <w:pStyle w:val="Odstavecseseznamem"/>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ascii="Times New Roman" w:hAnsi="Times New Roman" w:cs="Times New Roman"/>
        </w:rPr>
      </w:pPr>
      <w:r w:rsidRPr="00D840A3">
        <w:rPr>
          <w:rFonts w:ascii="Times New Roman" w:hAnsi="Times New Roman" w:cs="Times New Roman"/>
        </w:rPr>
        <w:t>Dosavadní článek I odstavec 8 nově zní:</w:t>
      </w:r>
    </w:p>
    <w:p w:rsidR="00D840A3" w:rsidRDefault="00D840A3" w:rsidP="00D840A3">
      <w:r w:rsidRPr="00D840A3">
        <w:t>„V příloze č. 4 v kapitole 398 Všeobecná pokladní správa se číslo „721 800 470 800“ nahrazuje číslem „678 000 470 800“, číslo „259 918 347 439“ se nahrazuje číslem „</w:t>
      </w:r>
      <w:r w:rsidRPr="00D840A3">
        <w:rPr>
          <w:b/>
          <w:bCs/>
        </w:rPr>
        <w:t>401 518 347 439</w:t>
      </w:r>
      <w:r w:rsidRPr="00D840A3">
        <w:t xml:space="preserve">“, </w:t>
      </w:r>
      <w:r w:rsidRPr="00D840A3">
        <w:lastRenderedPageBreak/>
        <w:t>číslo „702 200 150 000“ se nahrazuje číslem „658 400 150 000“ a číslo „78 769 471 508“ se nahrazuje číslem „</w:t>
      </w:r>
      <w:r w:rsidRPr="00D840A3">
        <w:rPr>
          <w:b/>
          <w:bCs/>
        </w:rPr>
        <w:t>210 369 471 508</w:t>
      </w:r>
      <w:r w:rsidRPr="00D840A3">
        <w:t>“.“</w:t>
      </w:r>
    </w:p>
    <w:p w:rsidR="00D840A3" w:rsidRDefault="00D840A3" w:rsidP="00D840A3"/>
    <w:p w:rsidR="00D840A3" w:rsidRDefault="00D840A3" w:rsidP="00D840A3"/>
    <w:p w:rsidR="00D840A3" w:rsidRDefault="00D840A3" w:rsidP="00D840A3"/>
    <w:p w:rsidR="00D840A3" w:rsidRDefault="00D840A3" w:rsidP="00D840A3"/>
    <w:p w:rsidR="00D840A3" w:rsidRDefault="00D840A3" w:rsidP="00D840A3"/>
    <w:p w:rsidR="00D840A3" w:rsidRPr="00D840A3" w:rsidRDefault="00D840A3" w:rsidP="00D840A3"/>
    <w:p w:rsidR="00D840A3" w:rsidRPr="00D840A3" w:rsidRDefault="00D840A3" w:rsidP="00A92050"/>
    <w:p w:rsidR="00A92050" w:rsidRPr="00A92050" w:rsidRDefault="00A92050" w:rsidP="00A92050">
      <w:pPr>
        <w:jc w:val="center"/>
      </w:pPr>
      <w:r w:rsidRPr="00A92050">
        <w:t xml:space="preserve">V Praze </w:t>
      </w:r>
      <w:proofErr w:type="gramStart"/>
      <w:r w:rsidRPr="00A92050">
        <w:t>dne</w:t>
      </w:r>
      <w:r w:rsidR="00A422D5">
        <w:t xml:space="preserve">  30</w:t>
      </w:r>
      <w:proofErr w:type="gramEnd"/>
      <w:r w:rsidR="00A422D5">
        <w:t>. června 2020</w:t>
      </w:r>
      <w:bookmarkStart w:id="1" w:name="_GoBack"/>
      <w:bookmarkEnd w:id="1"/>
    </w:p>
    <w:p w:rsidR="00A92050" w:rsidRDefault="00A92050" w:rsidP="00A92050">
      <w:pPr>
        <w:jc w:val="center"/>
      </w:pPr>
    </w:p>
    <w:p w:rsidR="00D840A3" w:rsidRDefault="00D840A3" w:rsidP="00A92050">
      <w:pPr>
        <w:jc w:val="center"/>
      </w:pPr>
    </w:p>
    <w:p w:rsidR="00D840A3" w:rsidRDefault="00D840A3" w:rsidP="00A92050">
      <w:pPr>
        <w:jc w:val="center"/>
      </w:pPr>
    </w:p>
    <w:p w:rsidR="00D840A3" w:rsidRDefault="00D840A3" w:rsidP="00A92050">
      <w:pPr>
        <w:jc w:val="center"/>
      </w:pPr>
    </w:p>
    <w:p w:rsidR="00D840A3" w:rsidRDefault="00D840A3" w:rsidP="00A92050">
      <w:pPr>
        <w:jc w:val="center"/>
      </w:pPr>
    </w:p>
    <w:p w:rsidR="00D840A3" w:rsidRPr="00A92050" w:rsidRDefault="00D840A3" w:rsidP="00A92050">
      <w:pPr>
        <w:jc w:val="center"/>
      </w:pPr>
    </w:p>
    <w:p w:rsidR="00A92050" w:rsidRPr="00D840A3" w:rsidRDefault="0009495B" w:rsidP="00A92050">
      <w:pPr>
        <w:jc w:val="center"/>
        <w:rPr>
          <w:b/>
        </w:rPr>
      </w:pPr>
      <w:r w:rsidRPr="00D840A3">
        <w:rPr>
          <w:b/>
        </w:rPr>
        <w:t xml:space="preserve">Ing. </w:t>
      </w:r>
      <w:proofErr w:type="gramStart"/>
      <w:r w:rsidR="00585938" w:rsidRPr="00D840A3">
        <w:rPr>
          <w:b/>
        </w:rPr>
        <w:t>Jan</w:t>
      </w:r>
      <w:r w:rsidRPr="00D840A3">
        <w:rPr>
          <w:b/>
        </w:rPr>
        <w:t xml:space="preserve">   V o </w:t>
      </w:r>
      <w:r w:rsidR="00585938" w:rsidRPr="00D840A3">
        <w:rPr>
          <w:b/>
        </w:rPr>
        <w:t>l n ý</w:t>
      </w:r>
      <w:r w:rsidRPr="00D840A3">
        <w:rPr>
          <w:b/>
        </w:rPr>
        <w:t xml:space="preserve"> </w:t>
      </w:r>
      <w:r w:rsidR="00A422D5">
        <w:rPr>
          <w:b/>
        </w:rPr>
        <w:t>, v.</w:t>
      </w:r>
      <w:proofErr w:type="gramEnd"/>
      <w:r w:rsidR="00A422D5">
        <w:rPr>
          <w:b/>
        </w:rPr>
        <w:t xml:space="preserve"> r. </w:t>
      </w:r>
    </w:p>
    <w:p w:rsidR="00A92050" w:rsidRDefault="00A92050" w:rsidP="00A92050">
      <w:pPr>
        <w:jc w:val="center"/>
      </w:pPr>
      <w:r w:rsidRPr="00A92050">
        <w:t xml:space="preserve">zpravodaj garančního </w:t>
      </w:r>
      <w:r w:rsidR="0009495B">
        <w:t xml:space="preserve">rozpočtového </w:t>
      </w:r>
      <w:r w:rsidRPr="00A92050">
        <w:t>výboru</w:t>
      </w:r>
      <w:r w:rsidR="00AF24B6">
        <w:t xml:space="preserve"> </w:t>
      </w:r>
    </w:p>
    <w:p w:rsidR="00F21246" w:rsidRDefault="00F21246" w:rsidP="00A92050">
      <w:pPr>
        <w:jc w:val="center"/>
      </w:pPr>
    </w:p>
    <w:p w:rsidR="00F21246" w:rsidRDefault="00F21246" w:rsidP="00A92050">
      <w:pPr>
        <w:jc w:val="center"/>
      </w:pPr>
    </w:p>
    <w:p w:rsidR="00F21246" w:rsidRDefault="00F21246" w:rsidP="00A92050">
      <w:pPr>
        <w:jc w:val="center"/>
      </w:pPr>
    </w:p>
    <w:p w:rsidR="00F21246" w:rsidRDefault="00F21246" w:rsidP="00A92050">
      <w:pPr>
        <w:jc w:val="center"/>
      </w:pPr>
    </w:p>
    <w:p w:rsidR="00F21246" w:rsidRDefault="00F21246" w:rsidP="00A92050">
      <w:pPr>
        <w:jc w:val="center"/>
      </w:pPr>
    </w:p>
    <w:p w:rsidR="00F21246" w:rsidRDefault="00F21246" w:rsidP="00A92050">
      <w:pPr>
        <w:jc w:val="center"/>
      </w:pPr>
    </w:p>
    <w:p w:rsidR="00F21246" w:rsidRDefault="00F21246" w:rsidP="00A92050">
      <w:pPr>
        <w:jc w:val="center"/>
      </w:pPr>
    </w:p>
    <w:p w:rsidR="00F21246" w:rsidRDefault="00F21246" w:rsidP="00A92050">
      <w:pPr>
        <w:jc w:val="center"/>
      </w:pPr>
    </w:p>
    <w:p w:rsidR="00F21246" w:rsidRDefault="00F21246" w:rsidP="00A92050">
      <w:pPr>
        <w:jc w:val="center"/>
      </w:pPr>
    </w:p>
    <w:p w:rsidR="00F21246" w:rsidRDefault="00F21246" w:rsidP="00A92050">
      <w:pPr>
        <w:jc w:val="center"/>
      </w:pPr>
    </w:p>
    <w:p w:rsidR="00F21246" w:rsidRDefault="00F21246" w:rsidP="00A92050">
      <w:pPr>
        <w:jc w:val="center"/>
      </w:pPr>
    </w:p>
    <w:p w:rsidR="00F21246" w:rsidRDefault="00F21246" w:rsidP="00A92050">
      <w:pPr>
        <w:jc w:val="center"/>
      </w:pPr>
    </w:p>
    <w:p w:rsidR="00F21246" w:rsidRDefault="00F21246" w:rsidP="00A92050">
      <w:pPr>
        <w:jc w:val="center"/>
      </w:pPr>
    </w:p>
    <w:p w:rsidR="00F21246" w:rsidRDefault="00F21246" w:rsidP="00A92050">
      <w:pPr>
        <w:jc w:val="center"/>
      </w:pPr>
    </w:p>
    <w:p w:rsidR="00F21246" w:rsidRDefault="00F21246" w:rsidP="00A92050">
      <w:pPr>
        <w:jc w:val="center"/>
      </w:pPr>
    </w:p>
    <w:p w:rsidR="00F21246" w:rsidRDefault="00F21246" w:rsidP="00A92050">
      <w:pPr>
        <w:jc w:val="center"/>
      </w:pPr>
    </w:p>
    <w:p w:rsidR="00F21246" w:rsidRDefault="00F21246" w:rsidP="00A92050">
      <w:pPr>
        <w:jc w:val="center"/>
      </w:pPr>
    </w:p>
    <w:p w:rsidR="00F21246" w:rsidRDefault="00F21246" w:rsidP="00A92050">
      <w:pPr>
        <w:jc w:val="center"/>
      </w:pPr>
    </w:p>
    <w:p w:rsidR="00F21246" w:rsidRDefault="00F21246" w:rsidP="00A92050">
      <w:pPr>
        <w:jc w:val="center"/>
      </w:pPr>
    </w:p>
    <w:p w:rsidR="00F21246" w:rsidRDefault="00F21246" w:rsidP="00A92050">
      <w:pPr>
        <w:jc w:val="center"/>
      </w:pPr>
    </w:p>
    <w:p w:rsidR="00F21246" w:rsidRDefault="00F21246" w:rsidP="00A92050">
      <w:pPr>
        <w:jc w:val="center"/>
      </w:pPr>
    </w:p>
    <w:p w:rsidR="00F21246" w:rsidRDefault="00F21246" w:rsidP="00A92050">
      <w:pPr>
        <w:jc w:val="center"/>
      </w:pPr>
    </w:p>
    <w:p w:rsidR="00F21246" w:rsidRDefault="00F21246" w:rsidP="00A92050">
      <w:pPr>
        <w:jc w:val="center"/>
      </w:pPr>
    </w:p>
    <w:p w:rsidR="00F21246" w:rsidRDefault="00F21246" w:rsidP="00A92050">
      <w:pPr>
        <w:jc w:val="center"/>
      </w:pPr>
    </w:p>
    <w:p w:rsidR="00F21246" w:rsidRDefault="00F21246" w:rsidP="00A92050">
      <w:pPr>
        <w:jc w:val="center"/>
      </w:pPr>
    </w:p>
    <w:p w:rsidR="00F21246" w:rsidRDefault="00F21246" w:rsidP="00A92050">
      <w:pPr>
        <w:jc w:val="center"/>
      </w:pPr>
    </w:p>
    <w:p w:rsidR="00F21246" w:rsidRDefault="00F21246" w:rsidP="00A92050">
      <w:pPr>
        <w:jc w:val="center"/>
      </w:pPr>
    </w:p>
    <w:p w:rsidR="00F21246" w:rsidRDefault="00F21246" w:rsidP="00A92050">
      <w:pPr>
        <w:jc w:val="center"/>
      </w:pPr>
    </w:p>
    <w:p w:rsidR="00F21246" w:rsidRDefault="00F21246" w:rsidP="00A92050">
      <w:pPr>
        <w:jc w:val="center"/>
      </w:pPr>
    </w:p>
    <w:p w:rsidR="00F21246" w:rsidRDefault="00F21246" w:rsidP="00A92050">
      <w:pPr>
        <w:jc w:val="center"/>
      </w:pPr>
    </w:p>
    <w:p w:rsidR="00F21246" w:rsidRDefault="00F21246" w:rsidP="00A92050">
      <w:pPr>
        <w:jc w:val="center"/>
      </w:pPr>
    </w:p>
    <w:p w:rsidR="00F21246" w:rsidRDefault="00F21246" w:rsidP="00A92050">
      <w:pPr>
        <w:jc w:val="center"/>
      </w:pPr>
    </w:p>
    <w:p w:rsidR="00F21246" w:rsidRPr="00A91ACD" w:rsidRDefault="00A66C9E" w:rsidP="00A92050">
      <w:pPr>
        <w:jc w:val="center"/>
        <w:rPr>
          <w:b/>
          <w:sz w:val="28"/>
          <w:szCs w:val="28"/>
        </w:rPr>
      </w:pPr>
      <w:r w:rsidRPr="00A91ACD">
        <w:rPr>
          <w:b/>
          <w:sz w:val="28"/>
          <w:szCs w:val="28"/>
        </w:rPr>
        <w:lastRenderedPageBreak/>
        <w:t>Doprovodn</w:t>
      </w:r>
      <w:r w:rsidR="00A91ACD" w:rsidRPr="00A91ACD">
        <w:rPr>
          <w:b/>
          <w:sz w:val="28"/>
          <w:szCs w:val="28"/>
        </w:rPr>
        <w:t>á</w:t>
      </w:r>
      <w:r w:rsidRPr="00A91ACD">
        <w:rPr>
          <w:b/>
          <w:sz w:val="28"/>
          <w:szCs w:val="28"/>
        </w:rPr>
        <w:t xml:space="preserve"> usnesení</w:t>
      </w:r>
    </w:p>
    <w:p w:rsidR="00A91ACD" w:rsidRDefault="00A91ACD" w:rsidP="00A92050">
      <w:pPr>
        <w:jc w:val="center"/>
        <w:rPr>
          <w:b/>
        </w:rPr>
      </w:pPr>
    </w:p>
    <w:p w:rsidR="00A91ACD" w:rsidRDefault="00A91ACD" w:rsidP="00A92050">
      <w:pPr>
        <w:jc w:val="center"/>
        <w:rPr>
          <w:b/>
        </w:rPr>
      </w:pPr>
    </w:p>
    <w:p w:rsidR="00A91ACD" w:rsidRPr="00A66C9E" w:rsidRDefault="00A91ACD" w:rsidP="00A92050">
      <w:pPr>
        <w:jc w:val="center"/>
        <w:rPr>
          <w:b/>
        </w:rPr>
      </w:pPr>
    </w:p>
    <w:p w:rsidR="00F21246" w:rsidRPr="00A66C9E" w:rsidRDefault="00F21246" w:rsidP="00A92050">
      <w:pPr>
        <w:jc w:val="center"/>
        <w:rPr>
          <w:b/>
        </w:rPr>
      </w:pPr>
    </w:p>
    <w:p w:rsidR="00F21246" w:rsidRPr="00FF05AB" w:rsidRDefault="00A66C9E" w:rsidP="00A66C9E">
      <w:pPr>
        <w:rPr>
          <w:b/>
        </w:rPr>
      </w:pPr>
      <w:r w:rsidRPr="00FF05AB">
        <w:rPr>
          <w:b/>
        </w:rPr>
        <w:t>1. Poslanec Fiala Petr</w:t>
      </w:r>
    </w:p>
    <w:p w:rsidR="00A66C9E" w:rsidRDefault="00A66C9E" w:rsidP="00A66C9E">
      <w:r>
        <w:t>(SD 5922)</w:t>
      </w:r>
    </w:p>
    <w:p w:rsidR="00A66C9E" w:rsidRDefault="00A66C9E" w:rsidP="00A66C9E"/>
    <w:p w:rsidR="00FF05AB" w:rsidRPr="00FF05AB" w:rsidRDefault="00FF05AB" w:rsidP="00FF05AB">
      <w:pPr>
        <w:jc w:val="center"/>
        <w:rPr>
          <w:b/>
          <w:bCs/>
        </w:rPr>
      </w:pPr>
      <w:r w:rsidRPr="00FF05AB">
        <w:rPr>
          <w:b/>
          <w:bCs/>
        </w:rPr>
        <w:t>Návrhy usnesení, které ODS navrhne při projednávání novely státního</w:t>
      </w:r>
    </w:p>
    <w:p w:rsidR="00FF05AB" w:rsidRPr="00FF05AB" w:rsidRDefault="00FF05AB" w:rsidP="00FF05AB">
      <w:pPr>
        <w:jc w:val="center"/>
        <w:rPr>
          <w:b/>
          <w:bCs/>
        </w:rPr>
      </w:pPr>
      <w:r w:rsidRPr="00FF05AB">
        <w:rPr>
          <w:b/>
          <w:bCs/>
        </w:rPr>
        <w:t>rozpočtu:</w:t>
      </w:r>
    </w:p>
    <w:p w:rsidR="00FF05AB" w:rsidRPr="00FF05AB" w:rsidRDefault="00FF05AB" w:rsidP="00FF05AB">
      <w:pPr>
        <w:rPr>
          <w:b/>
          <w:bCs/>
        </w:rPr>
      </w:pPr>
    </w:p>
    <w:p w:rsidR="00FF05AB" w:rsidRPr="00FF05AB" w:rsidRDefault="00FF05AB" w:rsidP="00FF05AB">
      <w:pPr>
        <w:rPr>
          <w:b/>
          <w:bCs/>
        </w:rPr>
      </w:pPr>
    </w:p>
    <w:p w:rsidR="00FF05AB" w:rsidRPr="00FF05AB" w:rsidRDefault="00FF05AB" w:rsidP="00FF05AB">
      <w:pPr>
        <w:numPr>
          <w:ilvl w:val="0"/>
          <w:numId w:val="23"/>
        </w:numPr>
        <w:spacing w:after="200" w:line="276" w:lineRule="auto"/>
        <w:ind w:left="426" w:hanging="426"/>
        <w:contextualSpacing/>
      </w:pPr>
      <w:r w:rsidRPr="00FF05AB">
        <w:t>Poslanecká sněmovna ukládá vládě, aby do 31. 7. 2020 předložila audit výdajů státu. Stávající výdaje spojené s provozem státu nekorespondují s možnostmi rozpočtu na straně příjmů a je potřeba identifikovat výdaje, které lze omezit.</w:t>
      </w:r>
    </w:p>
    <w:p w:rsidR="00FF05AB" w:rsidRPr="00FF05AB" w:rsidRDefault="00FF05AB" w:rsidP="00FF05AB">
      <w:pPr>
        <w:numPr>
          <w:ilvl w:val="0"/>
          <w:numId w:val="23"/>
        </w:numPr>
        <w:tabs>
          <w:tab w:val="clear" w:pos="720"/>
        </w:tabs>
        <w:spacing w:after="200" w:line="276" w:lineRule="auto"/>
        <w:ind w:left="567" w:hanging="567"/>
        <w:contextualSpacing/>
      </w:pPr>
      <w:r w:rsidRPr="00FF05AB">
        <w:t>Poslanecká sněmovna ukládá vládě, aby do 31. 7. 2020 předložila plán na snížení byrokratické zátěže o minimálně 10 % do konce roku 2020 a o dalších 10 % v roce 2021. Jedná se o naplnění vládního závazku z minulého roku, který doposud nebyl naplněn.</w:t>
      </w:r>
    </w:p>
    <w:p w:rsidR="00FF05AB" w:rsidRPr="00FF05AB" w:rsidRDefault="00FF05AB" w:rsidP="00FF05AB">
      <w:pPr>
        <w:numPr>
          <w:ilvl w:val="0"/>
          <w:numId w:val="23"/>
        </w:numPr>
        <w:tabs>
          <w:tab w:val="clear" w:pos="720"/>
        </w:tabs>
        <w:spacing w:after="200" w:line="276" w:lineRule="auto"/>
        <w:ind w:left="567" w:hanging="567"/>
        <w:contextualSpacing/>
      </w:pPr>
      <w:r w:rsidRPr="00FF05AB">
        <w:t xml:space="preserve">Poslanecká sněmovna ukládá vládě, aby podpořila rychlé schválení zrušení </w:t>
      </w:r>
      <w:proofErr w:type="spellStart"/>
      <w:r w:rsidRPr="00FF05AB">
        <w:t>superhrubé</w:t>
      </w:r>
      <w:proofErr w:type="spellEnd"/>
      <w:r w:rsidRPr="00FF05AB">
        <w:t xml:space="preserve"> mzdy. Návrh zákona čeká ve Sněmovně na projednání jako ST 254 od 8. 8. 2018.</w:t>
      </w:r>
    </w:p>
    <w:p w:rsidR="00FF05AB" w:rsidRPr="00FF05AB" w:rsidRDefault="00FF05AB" w:rsidP="00FF05AB">
      <w:pPr>
        <w:numPr>
          <w:ilvl w:val="0"/>
          <w:numId w:val="23"/>
        </w:numPr>
        <w:tabs>
          <w:tab w:val="clear" w:pos="720"/>
        </w:tabs>
        <w:spacing w:after="200" w:line="276" w:lineRule="auto"/>
        <w:ind w:left="567" w:hanging="567"/>
        <w:contextualSpacing/>
      </w:pPr>
      <w:r w:rsidRPr="00FF05AB">
        <w:t>Poslanecká sněmovna ukládá vládě, aby předložila do 31. 12. 2020 koncept důchodové reformy. Tento programový cíl vlády doposud nebyl naplněn a s ohledem na blížící se konec volebního období je nejvyšší čas návrh zpracovat a zohlednit aktuální ekonomický vývoj a výhled a dluhy veřejných financí, které vláda navrhuje tento rok a v dalších letech.</w:t>
      </w:r>
    </w:p>
    <w:p w:rsidR="00FF05AB" w:rsidRPr="00FF05AB" w:rsidRDefault="00FF05AB" w:rsidP="00FF05AB">
      <w:pPr>
        <w:numPr>
          <w:ilvl w:val="0"/>
          <w:numId w:val="23"/>
        </w:numPr>
        <w:tabs>
          <w:tab w:val="clear" w:pos="720"/>
        </w:tabs>
        <w:spacing w:after="200" w:line="276" w:lineRule="auto"/>
        <w:ind w:left="567" w:hanging="567"/>
        <w:contextualSpacing/>
      </w:pPr>
      <w:r w:rsidRPr="00FF05AB">
        <w:t>Poslanecká sněmovna ukládá vládě, aby předložila do 31. 12. 2020 návrh reformy daní a odvodů, které zjednoduší a podpoří zvláště malé a střední podnikání a ponechá tak více peněz lidem.</w:t>
      </w:r>
    </w:p>
    <w:p w:rsidR="00FF05AB" w:rsidRPr="00130B05" w:rsidRDefault="00FF05AB" w:rsidP="00FF05AB"/>
    <w:p w:rsidR="00A66C9E" w:rsidRDefault="00A66C9E" w:rsidP="00A66C9E"/>
    <w:p w:rsidR="00A66C9E" w:rsidRDefault="00A66C9E" w:rsidP="00A66C9E"/>
    <w:p w:rsidR="00A66C9E" w:rsidRPr="00FF05AB" w:rsidRDefault="00A66C9E" w:rsidP="00A66C9E">
      <w:pPr>
        <w:rPr>
          <w:b/>
        </w:rPr>
      </w:pPr>
      <w:r w:rsidRPr="00FF05AB">
        <w:rPr>
          <w:b/>
        </w:rPr>
        <w:t>2. Poslanec Dolejš Jiří</w:t>
      </w:r>
    </w:p>
    <w:p w:rsidR="00A66C9E" w:rsidRDefault="00A66C9E" w:rsidP="00A66C9E">
      <w:r>
        <w:t>(SD</w:t>
      </w:r>
      <w:r w:rsidR="00FF05AB">
        <w:t xml:space="preserve"> </w:t>
      </w:r>
      <w:r>
        <w:t>5890)</w:t>
      </w:r>
    </w:p>
    <w:p w:rsidR="00A66C9E" w:rsidRDefault="00A66C9E" w:rsidP="00A66C9E"/>
    <w:p w:rsidR="00664C7A" w:rsidRPr="00C225B7" w:rsidRDefault="00664C7A" w:rsidP="00664C7A">
      <w:pPr>
        <w:rPr>
          <w:b/>
          <w:color w:val="000000"/>
          <w:shd w:val="clear" w:color="auto" w:fill="FFFFFF"/>
        </w:rPr>
      </w:pPr>
      <w:proofErr w:type="gramStart"/>
      <w:r w:rsidRPr="001D4EF6">
        <w:rPr>
          <w:b/>
          <w:bCs/>
          <w:color w:val="000000"/>
          <w:u w:val="single"/>
        </w:rPr>
        <w:t xml:space="preserve">Návrh </w:t>
      </w:r>
      <w:r w:rsidRPr="001D4EF6">
        <w:rPr>
          <w:b/>
          <w:color w:val="000000"/>
          <w:u w:val="single"/>
          <w:shd w:val="clear" w:color="auto" w:fill="FFFFFF"/>
        </w:rPr>
        <w:t xml:space="preserve"> doprovodného</w:t>
      </w:r>
      <w:proofErr w:type="gramEnd"/>
      <w:r w:rsidRPr="001D4EF6">
        <w:rPr>
          <w:b/>
          <w:color w:val="000000"/>
          <w:u w:val="single"/>
          <w:shd w:val="clear" w:color="auto" w:fill="FFFFFF"/>
        </w:rPr>
        <w:t xml:space="preserve"> usnesení</w:t>
      </w:r>
      <w:r w:rsidRPr="00C225B7">
        <w:rPr>
          <w:b/>
          <w:color w:val="000000"/>
          <w:shd w:val="clear" w:color="auto" w:fill="FFFFFF"/>
        </w:rPr>
        <w:t xml:space="preserve"> k vládnímu návrhu zákona</w:t>
      </w:r>
    </w:p>
    <w:p w:rsidR="00664C7A" w:rsidRPr="00C225B7" w:rsidRDefault="00664C7A" w:rsidP="00664C7A">
      <w:pPr>
        <w:rPr>
          <w:b/>
          <w:color w:val="000000"/>
          <w:shd w:val="clear" w:color="auto" w:fill="FFFFFF"/>
        </w:rPr>
      </w:pPr>
    </w:p>
    <w:p w:rsidR="00664C7A" w:rsidRPr="00C225B7" w:rsidRDefault="00664C7A" w:rsidP="00664C7A">
      <w:pPr>
        <w:rPr>
          <w:b/>
          <w:color w:val="000000"/>
          <w:shd w:val="clear" w:color="auto" w:fill="FFFFFF"/>
        </w:rPr>
      </w:pPr>
    </w:p>
    <w:p w:rsidR="00664C7A" w:rsidRPr="00664C7A" w:rsidRDefault="00664C7A" w:rsidP="00664C7A">
      <w:pPr>
        <w:rPr>
          <w:color w:val="000000"/>
          <w:shd w:val="clear" w:color="auto" w:fill="FFFFFF"/>
        </w:rPr>
      </w:pPr>
      <w:proofErr w:type="gramStart"/>
      <w:r w:rsidRPr="00664C7A">
        <w:rPr>
          <w:color w:val="000000"/>
          <w:shd w:val="clear" w:color="auto" w:fill="FFFFFF"/>
        </w:rPr>
        <w:t>1..</w:t>
      </w:r>
      <w:proofErr w:type="gramEnd"/>
      <w:r w:rsidRPr="00664C7A">
        <w:rPr>
          <w:color w:val="000000"/>
          <w:shd w:val="clear" w:color="auto" w:fill="FFFFFF"/>
        </w:rPr>
        <w:t xml:space="preserve"> Poslanecká sněmovna Parlamentu České republiky žádá </w:t>
      </w:r>
      <w:proofErr w:type="gramStart"/>
      <w:r w:rsidRPr="00664C7A">
        <w:rPr>
          <w:color w:val="000000"/>
          <w:shd w:val="clear" w:color="auto" w:fill="FFFFFF"/>
        </w:rPr>
        <w:t>vládu  o zpracování</w:t>
      </w:r>
      <w:proofErr w:type="gramEnd"/>
      <w:r w:rsidRPr="00664C7A">
        <w:rPr>
          <w:color w:val="000000"/>
          <w:shd w:val="clear" w:color="auto" w:fill="FFFFFF"/>
        </w:rPr>
        <w:t xml:space="preserve"> koncepce konsolidace veřejných financí pro období 2021-2027 a předložit ji Poslanecké sněmovně PČR</w:t>
      </w:r>
    </w:p>
    <w:p w:rsidR="00664C7A" w:rsidRPr="00664C7A" w:rsidRDefault="00664C7A" w:rsidP="00664C7A">
      <w:pPr>
        <w:jc w:val="right"/>
        <w:rPr>
          <w:color w:val="000000"/>
          <w:shd w:val="clear" w:color="auto" w:fill="FFFFFF"/>
        </w:rPr>
      </w:pPr>
      <w:proofErr w:type="gramStart"/>
      <w:r w:rsidRPr="00664C7A">
        <w:rPr>
          <w:color w:val="000000"/>
          <w:shd w:val="clear" w:color="auto" w:fill="FFFFFF"/>
        </w:rPr>
        <w:t>Termín :  30</w:t>
      </w:r>
      <w:proofErr w:type="gramEnd"/>
      <w:r w:rsidRPr="00664C7A">
        <w:rPr>
          <w:color w:val="000000"/>
          <w:shd w:val="clear" w:color="auto" w:fill="FFFFFF"/>
        </w:rPr>
        <w:t>. září 2020</w:t>
      </w:r>
    </w:p>
    <w:p w:rsidR="00664C7A" w:rsidRPr="00664C7A" w:rsidRDefault="00664C7A" w:rsidP="00664C7A">
      <w:pPr>
        <w:rPr>
          <w:color w:val="000000"/>
          <w:shd w:val="clear" w:color="auto" w:fill="FFFFFF"/>
        </w:rPr>
      </w:pPr>
    </w:p>
    <w:p w:rsidR="00664C7A" w:rsidRPr="00664C7A" w:rsidRDefault="00664C7A" w:rsidP="00664C7A">
      <w:pPr>
        <w:rPr>
          <w:color w:val="000000"/>
          <w:shd w:val="clear" w:color="auto" w:fill="FFFFFF"/>
        </w:rPr>
      </w:pPr>
      <w:r w:rsidRPr="00664C7A">
        <w:rPr>
          <w:color w:val="000000"/>
          <w:shd w:val="clear" w:color="auto" w:fill="FFFFFF"/>
        </w:rPr>
        <w:t>2.  Poslanecká sněmovna Parlamentu České republiky</w:t>
      </w:r>
    </w:p>
    <w:p w:rsidR="00664C7A" w:rsidRPr="00664C7A" w:rsidRDefault="00664C7A" w:rsidP="00664C7A">
      <w:pPr>
        <w:rPr>
          <w:color w:val="000000"/>
          <w:shd w:val="clear" w:color="auto" w:fill="FFFFFF"/>
        </w:rPr>
      </w:pPr>
    </w:p>
    <w:p w:rsidR="00664C7A" w:rsidRPr="00664C7A" w:rsidRDefault="00664C7A" w:rsidP="00664C7A">
      <w:pPr>
        <w:rPr>
          <w:color w:val="000000"/>
          <w:shd w:val="clear" w:color="auto" w:fill="FFFFFF"/>
        </w:rPr>
      </w:pPr>
      <w:r w:rsidRPr="00664C7A">
        <w:rPr>
          <w:color w:val="000000"/>
          <w:shd w:val="clear" w:color="auto" w:fill="FFFFFF"/>
        </w:rPr>
        <w:t xml:space="preserve">a) žádá vládu o zajištění finančních prostředků v oblasti regionálního školství na pořízení technického vybavení škol tak, aby byli učitelé </w:t>
      </w:r>
      <w:proofErr w:type="gramStart"/>
      <w:r w:rsidRPr="00664C7A">
        <w:rPr>
          <w:color w:val="000000"/>
          <w:shd w:val="clear" w:color="auto" w:fill="FFFFFF"/>
        </w:rPr>
        <w:t>na  školách</w:t>
      </w:r>
      <w:proofErr w:type="gramEnd"/>
      <w:r w:rsidRPr="00664C7A">
        <w:rPr>
          <w:color w:val="000000"/>
          <w:shd w:val="clear" w:color="auto" w:fill="FFFFFF"/>
        </w:rPr>
        <w:t xml:space="preserve"> schopni v případě dalšího omezení provozu realizovat online výuku již od začátku školního roku 2020/2021 a bylo možné v případě potřeby zprostředkovat vybavení žákům, kteří doma nemají technické vybavení pro zapojení do online výuky.</w:t>
      </w:r>
    </w:p>
    <w:p w:rsidR="00664C7A" w:rsidRPr="00664C7A" w:rsidRDefault="00664C7A" w:rsidP="00664C7A">
      <w:pPr>
        <w:rPr>
          <w:color w:val="000000"/>
          <w:shd w:val="clear" w:color="auto" w:fill="FFFFFF"/>
        </w:rPr>
      </w:pPr>
      <w:r w:rsidRPr="00664C7A">
        <w:rPr>
          <w:color w:val="000000"/>
          <w:shd w:val="clear" w:color="auto" w:fill="FFFFFF"/>
        </w:rPr>
        <w:lastRenderedPageBreak/>
        <w:t>b) pověřuje výbor pro vědu, vzdělávání, kulturu, mládež a tělovýchovu, aby plnění tohoto usnesení průběžně kontroloval a předložil Poslanecké sněmovně souhrnný výsledek této kontroly nejpozději 9. října 2020.</w:t>
      </w:r>
    </w:p>
    <w:p w:rsidR="00A66C9E" w:rsidRDefault="00A66C9E" w:rsidP="00A66C9E"/>
    <w:p w:rsidR="00A66C9E" w:rsidRDefault="00A66C9E" w:rsidP="00A66C9E"/>
    <w:p w:rsidR="00A66C9E" w:rsidRDefault="00A66C9E" w:rsidP="00A66C9E"/>
    <w:p w:rsidR="00A66C9E" w:rsidRPr="00664C7A" w:rsidRDefault="00A66C9E" w:rsidP="00A66C9E">
      <w:pPr>
        <w:rPr>
          <w:b/>
        </w:rPr>
      </w:pPr>
      <w:r w:rsidRPr="00664C7A">
        <w:rPr>
          <w:b/>
        </w:rPr>
        <w:t xml:space="preserve">3. Poslanec </w:t>
      </w:r>
      <w:proofErr w:type="spellStart"/>
      <w:r w:rsidRPr="00664C7A">
        <w:rPr>
          <w:b/>
        </w:rPr>
        <w:t>Ferjenčík</w:t>
      </w:r>
      <w:proofErr w:type="spellEnd"/>
      <w:r w:rsidRPr="00664C7A">
        <w:rPr>
          <w:b/>
        </w:rPr>
        <w:t xml:space="preserve"> Mikuláš</w:t>
      </w:r>
    </w:p>
    <w:p w:rsidR="00A66C9E" w:rsidRDefault="00A66C9E" w:rsidP="00A66C9E">
      <w:r>
        <w:t>(SD 5918)</w:t>
      </w:r>
    </w:p>
    <w:p w:rsidR="00A66C9E" w:rsidRDefault="00A66C9E" w:rsidP="00A66C9E"/>
    <w:p w:rsidR="00664C7A" w:rsidRPr="00664C7A" w:rsidRDefault="00664C7A" w:rsidP="00664C7A">
      <w:pPr>
        <w:pStyle w:val="Nzev"/>
        <w:jc w:val="center"/>
        <w:rPr>
          <w:rFonts w:ascii="Times New Roman" w:eastAsia="EB Garamond" w:hAnsi="Times New Roman" w:cs="Times New Roman"/>
          <w:b/>
          <w:sz w:val="24"/>
          <w:szCs w:val="24"/>
        </w:rPr>
      </w:pPr>
      <w:bookmarkStart w:id="2" w:name="_7fvetvwutsb" w:colFirst="0" w:colLast="0"/>
      <w:bookmarkEnd w:id="2"/>
      <w:proofErr w:type="spellStart"/>
      <w:r w:rsidRPr="00664C7A">
        <w:rPr>
          <w:rFonts w:ascii="Times New Roman" w:eastAsia="EB Garamond" w:hAnsi="Times New Roman" w:cs="Times New Roman"/>
          <w:b/>
          <w:sz w:val="24"/>
          <w:szCs w:val="24"/>
        </w:rPr>
        <w:t>Návrh</w:t>
      </w:r>
      <w:proofErr w:type="spellEnd"/>
      <w:r w:rsidRPr="00664C7A">
        <w:rPr>
          <w:rFonts w:ascii="Times New Roman" w:eastAsia="EB Garamond" w:hAnsi="Times New Roman" w:cs="Times New Roman"/>
          <w:b/>
          <w:sz w:val="24"/>
          <w:szCs w:val="24"/>
        </w:rPr>
        <w:t xml:space="preserve"> </w:t>
      </w:r>
      <w:proofErr w:type="spellStart"/>
      <w:r w:rsidRPr="00664C7A">
        <w:rPr>
          <w:rFonts w:ascii="Times New Roman" w:eastAsia="EB Garamond" w:hAnsi="Times New Roman" w:cs="Times New Roman"/>
          <w:b/>
          <w:sz w:val="24"/>
          <w:szCs w:val="24"/>
        </w:rPr>
        <w:t>doprovodného</w:t>
      </w:r>
      <w:proofErr w:type="spellEnd"/>
      <w:r w:rsidRPr="00664C7A">
        <w:rPr>
          <w:rFonts w:ascii="Times New Roman" w:eastAsia="EB Garamond" w:hAnsi="Times New Roman" w:cs="Times New Roman"/>
          <w:b/>
          <w:sz w:val="24"/>
          <w:szCs w:val="24"/>
        </w:rPr>
        <w:t xml:space="preserve"> </w:t>
      </w:r>
      <w:proofErr w:type="spellStart"/>
      <w:r w:rsidRPr="00664C7A">
        <w:rPr>
          <w:rFonts w:ascii="Times New Roman" w:eastAsia="EB Garamond" w:hAnsi="Times New Roman" w:cs="Times New Roman"/>
          <w:b/>
          <w:sz w:val="24"/>
          <w:szCs w:val="24"/>
        </w:rPr>
        <w:t>usnesení</w:t>
      </w:r>
      <w:proofErr w:type="spellEnd"/>
      <w:r w:rsidRPr="00664C7A">
        <w:rPr>
          <w:rFonts w:ascii="Times New Roman" w:eastAsia="EB Garamond" w:hAnsi="Times New Roman" w:cs="Times New Roman"/>
          <w:b/>
          <w:sz w:val="24"/>
          <w:szCs w:val="24"/>
        </w:rPr>
        <w:t xml:space="preserve"> </w:t>
      </w:r>
      <w:proofErr w:type="spellStart"/>
      <w:r w:rsidRPr="00664C7A">
        <w:rPr>
          <w:rFonts w:ascii="Times New Roman" w:eastAsia="EB Garamond" w:hAnsi="Times New Roman" w:cs="Times New Roman"/>
          <w:b/>
          <w:sz w:val="24"/>
          <w:szCs w:val="24"/>
        </w:rPr>
        <w:t>Poslanecké</w:t>
      </w:r>
      <w:proofErr w:type="spellEnd"/>
      <w:r w:rsidRPr="00664C7A">
        <w:rPr>
          <w:rFonts w:ascii="Times New Roman" w:eastAsia="EB Garamond" w:hAnsi="Times New Roman" w:cs="Times New Roman"/>
          <w:b/>
          <w:sz w:val="24"/>
          <w:szCs w:val="24"/>
        </w:rPr>
        <w:t xml:space="preserve"> </w:t>
      </w:r>
      <w:proofErr w:type="spellStart"/>
      <w:r w:rsidRPr="00664C7A">
        <w:rPr>
          <w:rFonts w:ascii="Times New Roman" w:eastAsia="EB Garamond" w:hAnsi="Times New Roman" w:cs="Times New Roman"/>
          <w:b/>
          <w:sz w:val="24"/>
          <w:szCs w:val="24"/>
        </w:rPr>
        <w:t>sněmovny</w:t>
      </w:r>
      <w:proofErr w:type="spellEnd"/>
      <w:r w:rsidRPr="00664C7A">
        <w:rPr>
          <w:rFonts w:ascii="Times New Roman" w:eastAsia="EB Garamond" w:hAnsi="Times New Roman" w:cs="Times New Roman"/>
          <w:b/>
          <w:sz w:val="24"/>
          <w:szCs w:val="24"/>
        </w:rPr>
        <w:t xml:space="preserve"> </w:t>
      </w:r>
    </w:p>
    <w:p w:rsidR="00664C7A" w:rsidRPr="006A4A44" w:rsidRDefault="00664C7A" w:rsidP="00664C7A">
      <w:pPr>
        <w:rPr>
          <w:rFonts w:eastAsia="EB Garamond"/>
        </w:rPr>
      </w:pPr>
      <w:bookmarkStart w:id="3" w:name="_7jik7gitivhw" w:colFirst="0" w:colLast="0"/>
      <w:bookmarkEnd w:id="3"/>
      <w:r w:rsidRPr="006A4A44">
        <w:rPr>
          <w:rFonts w:eastAsia="EB Garamond"/>
        </w:rPr>
        <w:t>Poslanecká sněmovna</w:t>
      </w:r>
    </w:p>
    <w:p w:rsidR="00664C7A" w:rsidRPr="00664C7A" w:rsidRDefault="00664C7A" w:rsidP="00664C7A">
      <w:pPr>
        <w:numPr>
          <w:ilvl w:val="0"/>
          <w:numId w:val="24"/>
        </w:numPr>
        <w:ind w:left="714" w:hanging="357"/>
        <w:rPr>
          <w:rFonts w:eastAsia="EB Garamond"/>
        </w:rPr>
      </w:pPr>
      <w:r w:rsidRPr="00664C7A">
        <w:rPr>
          <w:rFonts w:eastAsia="EB Garamond"/>
        </w:rPr>
        <w:t xml:space="preserve">Žádá vládu, aby urychlila proces sjednocení výběru daní z příjmu fyzických osob, sociálního pojištění a zdravotního pojištění. </w:t>
      </w:r>
    </w:p>
    <w:p w:rsidR="00664C7A" w:rsidRPr="00664C7A" w:rsidRDefault="00664C7A" w:rsidP="00664C7A">
      <w:pPr>
        <w:numPr>
          <w:ilvl w:val="0"/>
          <w:numId w:val="24"/>
        </w:numPr>
        <w:ind w:left="714" w:hanging="357"/>
        <w:rPr>
          <w:rFonts w:eastAsia="EB Garamond"/>
        </w:rPr>
      </w:pPr>
      <w:r w:rsidRPr="00664C7A">
        <w:rPr>
          <w:rFonts w:eastAsia="EB Garamond"/>
        </w:rPr>
        <w:t>Ukládá vládě, aby o postupu pravidelně informovala Poslaneckou sněmovnu prostřednictvím rozpočtového výboru a to ve čtvrtletním intervalu.</w:t>
      </w:r>
    </w:p>
    <w:p w:rsidR="00A66C9E" w:rsidRDefault="00A66C9E" w:rsidP="00A66C9E"/>
    <w:p w:rsidR="006A4A44" w:rsidRDefault="006A4A44" w:rsidP="00A66C9E"/>
    <w:p w:rsidR="00A66C9E" w:rsidRDefault="00A66C9E" w:rsidP="00A66C9E">
      <w:r>
        <w:t>(SD 5919)</w:t>
      </w:r>
    </w:p>
    <w:p w:rsidR="00A66C9E" w:rsidRPr="006A4A44" w:rsidRDefault="00A66C9E" w:rsidP="006A4A44"/>
    <w:p w:rsidR="006A4A44" w:rsidRPr="006A4A44" w:rsidRDefault="006A4A44" w:rsidP="006A4A44">
      <w:pPr>
        <w:rPr>
          <w:rFonts w:eastAsia="EB Garamond"/>
        </w:rPr>
      </w:pPr>
      <w:r w:rsidRPr="006A4A44">
        <w:rPr>
          <w:rFonts w:eastAsia="EB Garamond"/>
        </w:rPr>
        <w:t>Poslanecká sněmovna</w:t>
      </w:r>
    </w:p>
    <w:p w:rsidR="006A4A44" w:rsidRPr="006A4A44" w:rsidRDefault="006A4A44" w:rsidP="006A4A44">
      <w:pPr>
        <w:ind w:left="720"/>
        <w:rPr>
          <w:rFonts w:eastAsia="EB Garamond"/>
        </w:rPr>
      </w:pPr>
      <w:r w:rsidRPr="006A4A44">
        <w:rPr>
          <w:rFonts w:eastAsia="EB Garamond"/>
        </w:rPr>
        <w:t xml:space="preserve">Vyzývá vládu, aby zahájila vývoj uživatelsky přívětivého systému </w:t>
      </w:r>
      <w:proofErr w:type="spellStart"/>
      <w:r w:rsidRPr="006A4A44">
        <w:rPr>
          <w:rFonts w:eastAsia="EB Garamond"/>
        </w:rPr>
        <w:t>tzv</w:t>
      </w:r>
      <w:proofErr w:type="spellEnd"/>
      <w:r w:rsidRPr="006A4A44">
        <w:rPr>
          <w:rFonts w:eastAsia="EB Garamond"/>
        </w:rPr>
        <w:t xml:space="preserve"> </w:t>
      </w:r>
      <w:proofErr w:type="spellStart"/>
      <w:r w:rsidRPr="006A4A44">
        <w:rPr>
          <w:rFonts w:eastAsia="EB Garamond"/>
        </w:rPr>
        <w:t>rozklikávacího</w:t>
      </w:r>
      <w:proofErr w:type="spellEnd"/>
      <w:r w:rsidRPr="006A4A44">
        <w:rPr>
          <w:rFonts w:eastAsia="EB Garamond"/>
        </w:rPr>
        <w:t xml:space="preserve"> rozpočtu, který umožní zveřejňování rozpočtovaných i skutečných příjmů a výdajů státního rozpočtu na internetu ve formátu otevřených dat v podrobnějším členěním než podle současně platné vyhlášky č. 323/2002 Sb., o rozpočtové skladbě a do 30. dubna roku 2021 seznámila Poslaneckou sněmovnu s výsledky, které v této věci učinila.</w:t>
      </w:r>
    </w:p>
    <w:p w:rsidR="006A4A44" w:rsidRPr="006A4A44" w:rsidRDefault="006A4A44" w:rsidP="006A4A44">
      <w:pPr>
        <w:spacing w:line="360" w:lineRule="auto"/>
        <w:ind w:left="720"/>
        <w:rPr>
          <w:rFonts w:eastAsia="EB Garamond"/>
          <w:b/>
        </w:rPr>
      </w:pPr>
    </w:p>
    <w:p w:rsidR="00A66C9E" w:rsidRDefault="00A66C9E" w:rsidP="00A66C9E"/>
    <w:p w:rsidR="00A66C9E" w:rsidRDefault="00A66C9E" w:rsidP="00A66C9E">
      <w:r>
        <w:t>(SD 5920)</w:t>
      </w:r>
    </w:p>
    <w:p w:rsidR="00A66C9E" w:rsidRDefault="00A66C9E" w:rsidP="00A66C9E"/>
    <w:p w:rsidR="006A4A44" w:rsidRPr="006A4A44" w:rsidRDefault="006A4A44" w:rsidP="006A4A44">
      <w:pPr>
        <w:rPr>
          <w:rFonts w:eastAsia="EB Garamond"/>
        </w:rPr>
      </w:pPr>
      <w:r w:rsidRPr="006A4A44">
        <w:rPr>
          <w:rFonts w:eastAsia="EB Garamond"/>
        </w:rPr>
        <w:t>Poslanecká sněmovna</w:t>
      </w:r>
    </w:p>
    <w:p w:rsidR="006A4A44" w:rsidRPr="006A4A44" w:rsidRDefault="006A4A44" w:rsidP="006A4A44">
      <w:pPr>
        <w:numPr>
          <w:ilvl w:val="0"/>
          <w:numId w:val="25"/>
        </w:numPr>
        <w:rPr>
          <w:rFonts w:eastAsia="EB Garamond"/>
        </w:rPr>
      </w:pPr>
      <w:r w:rsidRPr="006A4A44">
        <w:rPr>
          <w:rFonts w:eastAsia="EB Garamond"/>
          <w:b/>
        </w:rPr>
        <w:t>Vyzývá Vládu</w:t>
      </w:r>
      <w:r w:rsidRPr="006A4A44">
        <w:rPr>
          <w:rFonts w:eastAsia="EB Garamond"/>
        </w:rPr>
        <w:t>, aby připravila opatření v oblasti transparentnosti vládní rozpočtové rezervy.</w:t>
      </w:r>
    </w:p>
    <w:p w:rsidR="006A4A44" w:rsidRPr="006A4A44" w:rsidRDefault="006A4A44" w:rsidP="006A4A44">
      <w:pPr>
        <w:rPr>
          <w:rFonts w:eastAsia="EB Garamond"/>
        </w:rPr>
      </w:pPr>
    </w:p>
    <w:p w:rsidR="006A4A44" w:rsidRPr="006A4A44" w:rsidRDefault="006A4A44" w:rsidP="006A4A44">
      <w:pPr>
        <w:numPr>
          <w:ilvl w:val="0"/>
          <w:numId w:val="25"/>
        </w:numPr>
        <w:rPr>
          <w:rFonts w:eastAsia="EB Garamond"/>
        </w:rPr>
      </w:pPr>
      <w:r w:rsidRPr="006A4A44">
        <w:rPr>
          <w:rFonts w:eastAsia="EB Garamond"/>
          <w:b/>
        </w:rPr>
        <w:t>Žádá Vládu</w:t>
      </w:r>
      <w:r w:rsidRPr="006A4A44">
        <w:rPr>
          <w:rFonts w:eastAsia="EB Garamond"/>
        </w:rPr>
        <w:t>, aby každé využití finančních prostředků z vládní rozpočtové rezervy bylo minimálně tři dny dopředu zveřejněno a zároveň zasláno na vědomí členům rozpočtového výboru.</w:t>
      </w:r>
    </w:p>
    <w:p w:rsidR="00A66C9E" w:rsidRDefault="00A66C9E" w:rsidP="00A66C9E"/>
    <w:p w:rsidR="00A66C9E" w:rsidRDefault="00A66C9E" w:rsidP="00A66C9E"/>
    <w:p w:rsidR="00A66C9E" w:rsidRDefault="00A66C9E" w:rsidP="00A66C9E">
      <w:r>
        <w:t>(SD</w:t>
      </w:r>
      <w:r w:rsidR="006A4A44">
        <w:t xml:space="preserve"> </w:t>
      </w:r>
      <w:r>
        <w:t>5925)</w:t>
      </w:r>
    </w:p>
    <w:p w:rsidR="00A66C9E" w:rsidRDefault="00A66C9E" w:rsidP="00A66C9E"/>
    <w:p w:rsidR="00380D82" w:rsidRPr="00380D82" w:rsidRDefault="00380D82" w:rsidP="00380D82">
      <w:pPr>
        <w:rPr>
          <w:rFonts w:eastAsia="EB Garamond"/>
        </w:rPr>
      </w:pPr>
      <w:r w:rsidRPr="00380D82">
        <w:rPr>
          <w:rFonts w:eastAsia="EB Garamond"/>
        </w:rPr>
        <w:t>S ohledem na nedávný kontrolní závěr zpracovaný Nejvyšším kontrolním úřadem ve vztahu k používání finančních prostředků státního podniku Lesy ČR Poslanecká sněmovna:</w:t>
      </w:r>
    </w:p>
    <w:p w:rsidR="00380D82" w:rsidRPr="00380D82" w:rsidRDefault="00380D82" w:rsidP="00380D82">
      <w:pPr>
        <w:numPr>
          <w:ilvl w:val="0"/>
          <w:numId w:val="26"/>
        </w:numPr>
        <w:rPr>
          <w:rFonts w:eastAsia="EB Garamond"/>
        </w:rPr>
      </w:pPr>
      <w:r w:rsidRPr="00380D82">
        <w:rPr>
          <w:rFonts w:eastAsia="EB Garamond"/>
          <w:b/>
        </w:rPr>
        <w:t xml:space="preserve">žádá </w:t>
      </w:r>
      <w:r w:rsidRPr="00380D82">
        <w:rPr>
          <w:rFonts w:eastAsia="EB Garamond"/>
        </w:rPr>
        <w:t xml:space="preserve">Ministerstvo zemědělství o provedení forenzní analýzy vzniku ohnisek a následného šíření kůrovcové kalamity v čase na majetcích státu na Moravě a ve Slezsku, a to od roku 2012 do </w:t>
      </w:r>
      <w:proofErr w:type="gramStart"/>
      <w:r w:rsidRPr="00380D82">
        <w:rPr>
          <w:rFonts w:eastAsia="EB Garamond"/>
        </w:rPr>
        <w:t>současnosti  a jejího</w:t>
      </w:r>
      <w:proofErr w:type="gramEnd"/>
      <w:r w:rsidRPr="00380D82">
        <w:rPr>
          <w:rFonts w:eastAsia="EB Garamond"/>
        </w:rPr>
        <w:t xml:space="preserve"> předložení Poslanecké sněmovně do 30. září 2020.</w:t>
      </w:r>
    </w:p>
    <w:p w:rsidR="00380D82" w:rsidRPr="00380D82" w:rsidRDefault="00380D82" w:rsidP="00380D82">
      <w:pPr>
        <w:numPr>
          <w:ilvl w:val="0"/>
          <w:numId w:val="26"/>
        </w:numPr>
        <w:rPr>
          <w:rFonts w:eastAsia="EB Garamond"/>
        </w:rPr>
      </w:pPr>
      <w:r w:rsidRPr="00380D82">
        <w:rPr>
          <w:rFonts w:eastAsia="EB Garamond"/>
          <w:b/>
        </w:rPr>
        <w:t xml:space="preserve">žádá </w:t>
      </w:r>
      <w:r w:rsidRPr="00380D82">
        <w:rPr>
          <w:rFonts w:eastAsia="EB Garamond"/>
        </w:rPr>
        <w:t xml:space="preserve">Ministerstvo financí o provedení auditu, který by </w:t>
      </w:r>
      <w:proofErr w:type="gramStart"/>
      <w:r w:rsidRPr="00380D82">
        <w:rPr>
          <w:rFonts w:eastAsia="EB Garamond"/>
        </w:rPr>
        <w:t>objasnil na</w:t>
      </w:r>
      <w:proofErr w:type="gramEnd"/>
      <w:r w:rsidRPr="00380D82">
        <w:rPr>
          <w:rFonts w:eastAsia="EB Garamond"/>
        </w:rPr>
        <w:t xml:space="preserve"> co byly využity finanční prostředky odvedené z Fondu zakladatele státního podniku Lesy ČR do </w:t>
      </w:r>
      <w:r w:rsidRPr="00380D82">
        <w:rPr>
          <w:rFonts w:eastAsia="EB Garamond"/>
        </w:rPr>
        <w:lastRenderedPageBreak/>
        <w:t>státního rozpočtu v letech 2014-2018 a jeho předložení Poslanecké sněmovně do 30. září 2020.</w:t>
      </w:r>
    </w:p>
    <w:p w:rsidR="00A66C9E" w:rsidRDefault="00A66C9E" w:rsidP="00A66C9E"/>
    <w:p w:rsidR="00A66C9E" w:rsidRDefault="00A66C9E" w:rsidP="00A66C9E"/>
    <w:p w:rsidR="00A66C9E" w:rsidRDefault="00A66C9E" w:rsidP="00A66C9E">
      <w:r>
        <w:t>(SD 5917)</w:t>
      </w:r>
    </w:p>
    <w:p w:rsidR="00A66C9E" w:rsidRDefault="00A66C9E" w:rsidP="00A66C9E"/>
    <w:p w:rsidR="00380D82" w:rsidRPr="00380D82" w:rsidRDefault="00380D82" w:rsidP="00380D82">
      <w:pPr>
        <w:rPr>
          <w:rFonts w:eastAsia="EB Garamond"/>
        </w:rPr>
      </w:pPr>
      <w:r w:rsidRPr="00380D82">
        <w:rPr>
          <w:rFonts w:eastAsia="EB Garamond"/>
        </w:rPr>
        <w:t>Poslanecká sněmovna</w:t>
      </w:r>
    </w:p>
    <w:p w:rsidR="00380D82" w:rsidRPr="00380D82" w:rsidRDefault="00380D82" w:rsidP="00380D82">
      <w:pPr>
        <w:ind w:left="720"/>
        <w:rPr>
          <w:rFonts w:eastAsia="EB Garamond"/>
        </w:rPr>
      </w:pPr>
      <w:r w:rsidRPr="00380D82">
        <w:rPr>
          <w:rFonts w:eastAsia="EB Garamond"/>
        </w:rPr>
        <w:t xml:space="preserve">Vyzývá vládu, aby zajistila v rámci Státních hmotných rezerv dostatečné zásoby ochranných pomůcek a dalšího materiálu pro zvládnutí případné druhé vlny epidemie </w:t>
      </w:r>
      <w:proofErr w:type="spellStart"/>
      <w:r w:rsidRPr="00380D82">
        <w:rPr>
          <w:rFonts w:eastAsia="EB Garamond"/>
        </w:rPr>
        <w:t>koronaviru</w:t>
      </w:r>
      <w:proofErr w:type="spellEnd"/>
      <w:r w:rsidRPr="00380D82">
        <w:rPr>
          <w:rFonts w:eastAsia="EB Garamond"/>
        </w:rPr>
        <w:t xml:space="preserve"> SARS-CoV-2 ideálně pomocí českých výrobců.</w:t>
      </w:r>
    </w:p>
    <w:p w:rsidR="00A66C9E" w:rsidRPr="00380D82" w:rsidRDefault="00A66C9E" w:rsidP="00380D82"/>
    <w:p w:rsidR="00A66C9E" w:rsidRDefault="00A66C9E" w:rsidP="00A66C9E"/>
    <w:p w:rsidR="00A66C9E" w:rsidRDefault="00A66C9E" w:rsidP="00A66C9E"/>
    <w:p w:rsidR="00A66C9E" w:rsidRPr="00380D82" w:rsidRDefault="00A66C9E" w:rsidP="00A66C9E">
      <w:pPr>
        <w:rPr>
          <w:b/>
        </w:rPr>
      </w:pPr>
      <w:r w:rsidRPr="00380D82">
        <w:rPr>
          <w:b/>
        </w:rPr>
        <w:t>4. Poslankyně Richterová Olga</w:t>
      </w:r>
    </w:p>
    <w:p w:rsidR="00A66C9E" w:rsidRDefault="00A66C9E" w:rsidP="00A66C9E"/>
    <w:p w:rsidR="00A66C9E" w:rsidRDefault="00A66C9E" w:rsidP="00A66C9E">
      <w:r>
        <w:t>(SD 5923)</w:t>
      </w:r>
    </w:p>
    <w:p w:rsidR="00A66C9E" w:rsidRPr="00380D82" w:rsidRDefault="00A66C9E" w:rsidP="00380D82"/>
    <w:p w:rsidR="00380D82" w:rsidRPr="00380D82" w:rsidRDefault="00380D82" w:rsidP="00380D82">
      <w:pPr>
        <w:rPr>
          <w:rFonts w:eastAsia="EB Garamond"/>
        </w:rPr>
      </w:pPr>
      <w:r w:rsidRPr="00380D82">
        <w:rPr>
          <w:rFonts w:eastAsia="EB Garamond"/>
        </w:rPr>
        <w:t>Poslanecká sněmovna</w:t>
      </w:r>
    </w:p>
    <w:p w:rsidR="00380D82" w:rsidRPr="00380D82" w:rsidRDefault="00380D82" w:rsidP="00380D82">
      <w:pPr>
        <w:numPr>
          <w:ilvl w:val="0"/>
          <w:numId w:val="27"/>
        </w:numPr>
        <w:rPr>
          <w:rFonts w:eastAsia="EB Garamond"/>
        </w:rPr>
      </w:pPr>
      <w:r w:rsidRPr="00380D82">
        <w:rPr>
          <w:rFonts w:eastAsia="EB Garamond"/>
          <w:b/>
        </w:rPr>
        <w:t>Žádá vládu</w:t>
      </w:r>
      <w:r w:rsidRPr="00380D82">
        <w:rPr>
          <w:rFonts w:eastAsia="EB Garamond"/>
        </w:rPr>
        <w:t xml:space="preserve">, aby připravila nutnou infrastrukturu pro případné rozsáhlejší testování populace na přítomnost onemocnění způsobovaného novým druhem </w:t>
      </w:r>
      <w:proofErr w:type="spellStart"/>
      <w:r w:rsidRPr="00380D82">
        <w:rPr>
          <w:rFonts w:eastAsia="EB Garamond"/>
        </w:rPr>
        <w:t>koronaviru</w:t>
      </w:r>
      <w:proofErr w:type="spellEnd"/>
      <w:r w:rsidRPr="00380D82">
        <w:rPr>
          <w:rFonts w:eastAsia="EB Garamond"/>
        </w:rPr>
        <w:t xml:space="preserve">, známého také jako SARS-CoV-2. Infrastruktura by měla být připravena alespoň na 30 000 testů denně. </w:t>
      </w:r>
    </w:p>
    <w:p w:rsidR="00380D82" w:rsidRPr="00380D82" w:rsidRDefault="00380D82" w:rsidP="00380D82">
      <w:pPr>
        <w:numPr>
          <w:ilvl w:val="0"/>
          <w:numId w:val="27"/>
        </w:numPr>
        <w:rPr>
          <w:rFonts w:eastAsia="EB Garamond"/>
          <w:b/>
        </w:rPr>
      </w:pPr>
      <w:r w:rsidRPr="00380D82">
        <w:rPr>
          <w:rFonts w:eastAsia="EB Garamond"/>
          <w:b/>
        </w:rPr>
        <w:t>Žádá vládu</w:t>
      </w:r>
      <w:r w:rsidRPr="00380D82">
        <w:rPr>
          <w:rFonts w:eastAsia="EB Garamond"/>
        </w:rPr>
        <w:t>, aby v návaznosti na infrastrukturu připravila národní testovací plán (zejména pro lokální ohniska a financování testování).</w:t>
      </w:r>
    </w:p>
    <w:p w:rsidR="00A66C9E" w:rsidRDefault="00A66C9E" w:rsidP="00A66C9E"/>
    <w:p w:rsidR="00A66C9E" w:rsidRDefault="00A66C9E" w:rsidP="00A66C9E"/>
    <w:p w:rsidR="00830742" w:rsidRDefault="00830742" w:rsidP="00A66C9E"/>
    <w:p w:rsidR="00A66C9E" w:rsidRDefault="00A66C9E" w:rsidP="00A66C9E">
      <w:pPr>
        <w:rPr>
          <w:b/>
        </w:rPr>
      </w:pPr>
      <w:r w:rsidRPr="00380D82">
        <w:rPr>
          <w:b/>
        </w:rPr>
        <w:t>5. Poslanec Jurečka Mari</w:t>
      </w:r>
      <w:r w:rsidR="00FF05AB" w:rsidRPr="00380D82">
        <w:rPr>
          <w:b/>
        </w:rPr>
        <w:t>a</w:t>
      </w:r>
      <w:r w:rsidRPr="00380D82">
        <w:rPr>
          <w:b/>
        </w:rPr>
        <w:t>n</w:t>
      </w:r>
    </w:p>
    <w:p w:rsidR="00380D82" w:rsidRPr="00380D82" w:rsidRDefault="00380D82" w:rsidP="00A66C9E">
      <w:pPr>
        <w:rPr>
          <w:b/>
        </w:rPr>
      </w:pPr>
    </w:p>
    <w:p w:rsidR="00A66C9E" w:rsidRDefault="00A66C9E" w:rsidP="00A66C9E">
      <w:r>
        <w:t>(SD 5924)</w:t>
      </w:r>
    </w:p>
    <w:p w:rsidR="00A66C9E" w:rsidRDefault="00A66C9E" w:rsidP="00A66C9E"/>
    <w:p w:rsidR="00830742" w:rsidRPr="00830742" w:rsidRDefault="00830742" w:rsidP="00830742">
      <w:pPr>
        <w:rPr>
          <w:color w:val="000000"/>
          <w:shd w:val="clear" w:color="auto" w:fill="FFFFFF"/>
        </w:rPr>
      </w:pPr>
      <w:proofErr w:type="gramStart"/>
      <w:r w:rsidRPr="00830742">
        <w:rPr>
          <w:bCs/>
          <w:color w:val="000000"/>
          <w:u w:val="single"/>
        </w:rPr>
        <w:t xml:space="preserve">Návrh </w:t>
      </w:r>
      <w:r w:rsidRPr="00830742">
        <w:rPr>
          <w:color w:val="000000"/>
          <w:u w:val="single"/>
          <w:shd w:val="clear" w:color="auto" w:fill="FFFFFF"/>
        </w:rPr>
        <w:t xml:space="preserve"> doprovodného</w:t>
      </w:r>
      <w:proofErr w:type="gramEnd"/>
      <w:r w:rsidRPr="00830742">
        <w:rPr>
          <w:color w:val="000000"/>
          <w:u w:val="single"/>
          <w:shd w:val="clear" w:color="auto" w:fill="FFFFFF"/>
        </w:rPr>
        <w:t xml:space="preserve"> usnesení</w:t>
      </w:r>
      <w:r w:rsidRPr="00830742">
        <w:rPr>
          <w:color w:val="000000"/>
          <w:shd w:val="clear" w:color="auto" w:fill="FFFFFF"/>
        </w:rPr>
        <w:t xml:space="preserve"> k vládnímu návrhu zákona</w:t>
      </w:r>
    </w:p>
    <w:p w:rsidR="00830742" w:rsidRPr="00830742" w:rsidRDefault="00830742" w:rsidP="00830742">
      <w:pPr>
        <w:rPr>
          <w:color w:val="000000"/>
          <w:shd w:val="clear" w:color="auto" w:fill="FFFFFF"/>
        </w:rPr>
      </w:pPr>
    </w:p>
    <w:p w:rsidR="00830742" w:rsidRPr="00830742" w:rsidRDefault="00830742" w:rsidP="00830742">
      <w:pPr>
        <w:rPr>
          <w:color w:val="000000"/>
          <w:shd w:val="clear" w:color="auto" w:fill="FFFFFF"/>
        </w:rPr>
      </w:pPr>
      <w:proofErr w:type="gramStart"/>
      <w:r w:rsidRPr="00830742">
        <w:rPr>
          <w:color w:val="000000"/>
          <w:shd w:val="clear" w:color="auto" w:fill="FFFFFF"/>
        </w:rPr>
        <w:t>1..</w:t>
      </w:r>
      <w:proofErr w:type="gramEnd"/>
      <w:r w:rsidRPr="00830742">
        <w:rPr>
          <w:color w:val="000000"/>
          <w:shd w:val="clear" w:color="auto" w:fill="FFFFFF"/>
        </w:rPr>
        <w:t xml:space="preserve"> Poslanecká sněmovna Parlamentu České republiky žádá </w:t>
      </w:r>
      <w:proofErr w:type="gramStart"/>
      <w:r w:rsidRPr="00830742">
        <w:rPr>
          <w:color w:val="000000"/>
          <w:shd w:val="clear" w:color="auto" w:fill="FFFFFF"/>
        </w:rPr>
        <w:t>vládu  o předložení</w:t>
      </w:r>
      <w:proofErr w:type="gramEnd"/>
      <w:r w:rsidRPr="00830742">
        <w:rPr>
          <w:color w:val="000000"/>
          <w:shd w:val="clear" w:color="auto" w:fill="FFFFFF"/>
        </w:rPr>
        <w:t xml:space="preserve"> podrobného plnění státního rozpočtu za první pololetí roku 2020 do konce července 2020.</w:t>
      </w:r>
    </w:p>
    <w:p w:rsidR="00830742" w:rsidRPr="00830742" w:rsidRDefault="00830742" w:rsidP="00830742">
      <w:pPr>
        <w:rPr>
          <w:color w:val="000000"/>
          <w:shd w:val="clear" w:color="auto" w:fill="FFFFFF"/>
        </w:rPr>
      </w:pPr>
    </w:p>
    <w:p w:rsidR="00830742" w:rsidRPr="00830742" w:rsidRDefault="00830742" w:rsidP="00830742">
      <w:pPr>
        <w:rPr>
          <w:color w:val="000000"/>
          <w:shd w:val="clear" w:color="auto" w:fill="FFFFFF"/>
        </w:rPr>
      </w:pPr>
      <w:r w:rsidRPr="00830742">
        <w:rPr>
          <w:color w:val="000000"/>
          <w:shd w:val="clear" w:color="auto" w:fill="FFFFFF"/>
        </w:rPr>
        <w:t>2.  Poslanecká sněmovna Parlamentu České republiky žádá vládu o podrobný přehled plnění státní rozpočtu v druhém pololetí roku 2020 všem poslancům vždy po skončení daného měsíce nejpozději do pátého dne měsíce následujícího.</w:t>
      </w:r>
    </w:p>
    <w:p w:rsidR="00830742" w:rsidRPr="00830742" w:rsidRDefault="00830742" w:rsidP="00830742">
      <w:pPr>
        <w:rPr>
          <w:color w:val="000000"/>
          <w:shd w:val="clear" w:color="auto" w:fill="FFFFFF"/>
        </w:rPr>
      </w:pPr>
    </w:p>
    <w:p w:rsidR="00830742" w:rsidRPr="00830742" w:rsidRDefault="00830742" w:rsidP="00830742">
      <w:pPr>
        <w:rPr>
          <w:color w:val="000000"/>
          <w:shd w:val="clear" w:color="auto" w:fill="FFFFFF"/>
        </w:rPr>
      </w:pPr>
      <w:r w:rsidRPr="00830742">
        <w:rPr>
          <w:color w:val="000000"/>
          <w:shd w:val="clear" w:color="auto" w:fill="FFFFFF"/>
        </w:rPr>
        <w:t xml:space="preserve">3. Poslanecká sněmovna Parlamentu České republiky žádá vládu o </w:t>
      </w:r>
      <w:proofErr w:type="gramStart"/>
      <w:r w:rsidRPr="00830742">
        <w:rPr>
          <w:color w:val="000000"/>
          <w:shd w:val="clear" w:color="auto" w:fill="FFFFFF"/>
        </w:rPr>
        <w:t>předložení  střednědobého</w:t>
      </w:r>
      <w:proofErr w:type="gramEnd"/>
      <w:r w:rsidRPr="00830742">
        <w:rPr>
          <w:color w:val="000000"/>
          <w:shd w:val="clear" w:color="auto" w:fill="FFFFFF"/>
        </w:rPr>
        <w:t xml:space="preserve"> výhledu pro roky 2021-2023 nejpozději do konce září 2020. </w:t>
      </w:r>
    </w:p>
    <w:p w:rsidR="00830742" w:rsidRPr="00830742" w:rsidRDefault="00830742" w:rsidP="00830742">
      <w:pPr>
        <w:rPr>
          <w:color w:val="000000"/>
          <w:shd w:val="clear" w:color="auto" w:fill="FFFFFF"/>
        </w:rPr>
      </w:pPr>
    </w:p>
    <w:p w:rsidR="00830742" w:rsidRPr="00830742" w:rsidRDefault="00830742" w:rsidP="00830742">
      <w:pPr>
        <w:rPr>
          <w:color w:val="000000"/>
          <w:shd w:val="clear" w:color="auto" w:fill="FFFFFF"/>
        </w:rPr>
      </w:pPr>
      <w:r w:rsidRPr="00830742">
        <w:rPr>
          <w:color w:val="000000"/>
          <w:shd w:val="clear" w:color="auto" w:fill="FFFFFF"/>
        </w:rPr>
        <w:t>4. Poslanecká sněmovna Parlamentu České republiky žádá vládu, aby předložila návrh efektivních úspor v rozpočtu jednotlivých kapitol v roce 2020 do konce července roku 2020.</w:t>
      </w:r>
    </w:p>
    <w:p w:rsidR="00830742" w:rsidRDefault="00830742" w:rsidP="00830742">
      <w:pPr>
        <w:rPr>
          <w:b/>
          <w:color w:val="000000"/>
          <w:shd w:val="clear" w:color="auto" w:fill="FFFFFF"/>
        </w:rPr>
      </w:pPr>
    </w:p>
    <w:p w:rsidR="00A66C9E" w:rsidRDefault="00A66C9E" w:rsidP="00A66C9E"/>
    <w:p w:rsidR="00A66C9E" w:rsidRDefault="00A66C9E" w:rsidP="00A66C9E"/>
    <w:p w:rsidR="00830742" w:rsidRDefault="00830742" w:rsidP="00A66C9E"/>
    <w:p w:rsidR="00830742" w:rsidRDefault="00830742" w:rsidP="00A66C9E"/>
    <w:p w:rsidR="00A66C9E" w:rsidRDefault="00A66C9E" w:rsidP="00A66C9E">
      <w:pPr>
        <w:rPr>
          <w:b/>
        </w:rPr>
      </w:pPr>
      <w:r w:rsidRPr="00830742">
        <w:rPr>
          <w:b/>
        </w:rPr>
        <w:lastRenderedPageBreak/>
        <w:t>6. Poslanec Bartošek Jan</w:t>
      </w:r>
    </w:p>
    <w:p w:rsidR="00830742" w:rsidRPr="00830742" w:rsidRDefault="00830742" w:rsidP="00A66C9E">
      <w:pPr>
        <w:rPr>
          <w:b/>
        </w:rPr>
      </w:pPr>
    </w:p>
    <w:p w:rsidR="00A66C9E" w:rsidRDefault="00A66C9E" w:rsidP="00A66C9E">
      <w:r>
        <w:t>(SD 5912)</w:t>
      </w:r>
    </w:p>
    <w:p w:rsidR="00A66C9E" w:rsidRDefault="00A66C9E" w:rsidP="00A66C9E"/>
    <w:p w:rsidR="00830742" w:rsidRDefault="00830742" w:rsidP="00830742">
      <w:pPr>
        <w:jc w:val="center"/>
        <w:rPr>
          <w:b/>
          <w:bCs/>
        </w:rPr>
      </w:pPr>
      <w:r w:rsidRPr="00830742">
        <w:rPr>
          <w:b/>
          <w:bCs/>
        </w:rPr>
        <w:t>USNESENÍ</w:t>
      </w:r>
    </w:p>
    <w:p w:rsidR="00830742" w:rsidRPr="00830742" w:rsidRDefault="00830742" w:rsidP="00830742">
      <w:pPr>
        <w:jc w:val="center"/>
        <w:rPr>
          <w:b/>
          <w:bCs/>
        </w:rPr>
      </w:pPr>
    </w:p>
    <w:p w:rsidR="00830742" w:rsidRDefault="00830742" w:rsidP="00830742">
      <w:pPr>
        <w:jc w:val="center"/>
        <w:rPr>
          <w:b/>
          <w:bCs/>
        </w:rPr>
      </w:pPr>
      <w:r w:rsidRPr="00830742">
        <w:rPr>
          <w:b/>
          <w:bCs/>
        </w:rPr>
        <w:t>Poslanecké sněmovny</w:t>
      </w:r>
    </w:p>
    <w:p w:rsidR="00830742" w:rsidRPr="00830742" w:rsidRDefault="00830742" w:rsidP="00830742">
      <w:pPr>
        <w:jc w:val="center"/>
        <w:rPr>
          <w:b/>
          <w:bCs/>
        </w:rPr>
      </w:pPr>
    </w:p>
    <w:p w:rsidR="00830742" w:rsidRDefault="00830742" w:rsidP="00830742">
      <w:pPr>
        <w:jc w:val="center"/>
        <w:rPr>
          <w:b/>
          <w:bCs/>
        </w:rPr>
      </w:pPr>
      <w:r w:rsidRPr="00830742">
        <w:rPr>
          <w:b/>
          <w:bCs/>
        </w:rPr>
        <w:t>z … schůze</w:t>
      </w:r>
    </w:p>
    <w:p w:rsidR="00830742" w:rsidRPr="00830742" w:rsidRDefault="00830742" w:rsidP="00830742">
      <w:pPr>
        <w:jc w:val="center"/>
        <w:rPr>
          <w:b/>
          <w:bCs/>
        </w:rPr>
      </w:pPr>
    </w:p>
    <w:p w:rsidR="00830742" w:rsidRDefault="00830742" w:rsidP="00830742">
      <w:pPr>
        <w:jc w:val="center"/>
        <w:rPr>
          <w:b/>
          <w:bCs/>
        </w:rPr>
      </w:pPr>
      <w:r w:rsidRPr="00830742">
        <w:rPr>
          <w:b/>
          <w:bCs/>
        </w:rPr>
        <w:t>ze dne …</w:t>
      </w:r>
    </w:p>
    <w:p w:rsidR="00830742" w:rsidRPr="00830742" w:rsidRDefault="00830742" w:rsidP="00830742">
      <w:pPr>
        <w:jc w:val="center"/>
        <w:rPr>
          <w:b/>
          <w:bCs/>
        </w:rPr>
      </w:pPr>
    </w:p>
    <w:p w:rsidR="00830742" w:rsidRPr="00830742" w:rsidRDefault="00830742" w:rsidP="00830742">
      <w:pPr>
        <w:jc w:val="center"/>
      </w:pPr>
      <w:r w:rsidRPr="00830742">
        <w:t>k zajištění financování podpory výstavby, obnovy a provozování komunální infrastruktury</w:t>
      </w:r>
    </w:p>
    <w:p w:rsidR="00830742" w:rsidRPr="00830742" w:rsidRDefault="00830742" w:rsidP="00830742"/>
    <w:p w:rsidR="00830742" w:rsidRPr="00830742" w:rsidRDefault="00830742" w:rsidP="00830742">
      <w:r w:rsidRPr="00830742">
        <w:t>Poslanecká sněmovna vyzývá vládu, aby</w:t>
      </w:r>
    </w:p>
    <w:p w:rsidR="00830742" w:rsidRPr="00830742" w:rsidRDefault="00830742" w:rsidP="00830742">
      <w:pPr>
        <w:pStyle w:val="Odstavecseseznamem"/>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Times New Roman" w:hAnsi="Times New Roman" w:cs="Times New Roman"/>
        </w:rPr>
      </w:pPr>
      <w:r w:rsidRPr="00830742">
        <w:rPr>
          <w:rFonts w:ascii="Times New Roman" w:hAnsi="Times New Roman" w:cs="Times New Roman"/>
        </w:rPr>
        <w:t>zajistila otevření nové výzvy Ministerstva financí k předložení žádostí o dotaci na podporu výstavby, obnovy a provozování komunální infrastruktury pro obce do 3 000 obyvatel nebo dobrovolných svazků obcí, kde průměr počtu obyvatel členských obcí nepřesáhne 3 000, a to za účelem podpory oprav či modernizací objektů či bytů v majetku obcí, které slouží nebo budou sloužit k nájemnímu bydlení občanů, či na pořízení nájemních bytů formou investiční výstavby či formou budoucího výkupu vhodné nemovitosti do majetku obce,</w:t>
      </w:r>
    </w:p>
    <w:p w:rsidR="00830742" w:rsidRPr="00830742" w:rsidRDefault="00830742" w:rsidP="00830742">
      <w:pPr>
        <w:pStyle w:val="Odstavecseseznamem"/>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Times New Roman" w:hAnsi="Times New Roman" w:cs="Times New Roman"/>
        </w:rPr>
      </w:pPr>
      <w:r w:rsidRPr="00830742">
        <w:rPr>
          <w:rFonts w:ascii="Times New Roman" w:hAnsi="Times New Roman" w:cs="Times New Roman"/>
        </w:rPr>
        <w:t>zajistila z kapitoly státního rozpočtu Všeobecná pokladní správa alokaci na poskytované dotace ve výši 1 000 000 000 Kč,</w:t>
      </w:r>
    </w:p>
    <w:p w:rsidR="00830742" w:rsidRPr="00830742" w:rsidRDefault="00830742" w:rsidP="00830742">
      <w:pPr>
        <w:pStyle w:val="Odstavecseseznamem"/>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Times New Roman" w:hAnsi="Times New Roman" w:cs="Times New Roman"/>
        </w:rPr>
      </w:pPr>
      <w:r w:rsidRPr="00830742">
        <w:rPr>
          <w:rFonts w:ascii="Times New Roman" w:hAnsi="Times New Roman" w:cs="Times New Roman"/>
        </w:rPr>
        <w:t>zajistila otevření výzvy nejpozději do 31. srpna 2020.</w:t>
      </w:r>
    </w:p>
    <w:p w:rsidR="00830742" w:rsidRDefault="00830742" w:rsidP="00830742"/>
    <w:p w:rsidR="00830742" w:rsidRPr="00A92050" w:rsidRDefault="00830742" w:rsidP="00A66C9E"/>
    <w:sectPr w:rsidR="00830742" w:rsidRPr="00A92050">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050" w:rsidRDefault="00A92050">
      <w:r>
        <w:separator/>
      </w:r>
    </w:p>
  </w:endnote>
  <w:endnote w:type="continuationSeparator" w:id="0">
    <w:p w:rsidR="00A92050" w:rsidRDefault="00A92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B Garamond">
    <w:altName w:val="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050" w:rsidRDefault="00A92050">
      <w:r>
        <w:separator/>
      </w:r>
    </w:p>
  </w:footnote>
  <w:footnote w:type="continuationSeparator" w:id="0">
    <w:p w:rsidR="00A92050" w:rsidRDefault="00A920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A422D5">
      <w:rPr>
        <w:rStyle w:val="slostrnky"/>
        <w:noProof/>
      </w:rPr>
      <w:t>18</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C7CB2"/>
    <w:multiLevelType w:val="hybridMultilevel"/>
    <w:tmpl w:val="2C96E3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08AB44B6"/>
    <w:multiLevelType w:val="hybridMultilevel"/>
    <w:tmpl w:val="88E64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4D0150"/>
    <w:multiLevelType w:val="hybridMultilevel"/>
    <w:tmpl w:val="CD44313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2864270"/>
    <w:multiLevelType w:val="hybridMultilevel"/>
    <w:tmpl w:val="7B1EC082"/>
    <w:lvl w:ilvl="0" w:tplc="04050013">
      <w:start w:val="1"/>
      <w:numFmt w:val="upperRoman"/>
      <w:lvlText w:val="%1."/>
      <w:lvlJc w:val="right"/>
      <w:pPr>
        <w:ind w:left="720" w:hanging="360"/>
      </w:pPr>
    </w:lvl>
    <w:lvl w:ilvl="1" w:tplc="04050011">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CD767D"/>
    <w:multiLevelType w:val="hybridMultilevel"/>
    <w:tmpl w:val="7DC2F7E2"/>
    <w:lvl w:ilvl="0" w:tplc="557C03A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D11549"/>
    <w:multiLevelType w:val="multilevel"/>
    <w:tmpl w:val="A322EA90"/>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9" w15:restartNumberingAfterBreak="0">
    <w:nsid w:val="1A2526C7"/>
    <w:multiLevelType w:val="multilevel"/>
    <w:tmpl w:val="C13801F6"/>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25C36294"/>
    <w:multiLevelType w:val="multilevel"/>
    <w:tmpl w:val="0B44A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8F6E31"/>
    <w:multiLevelType w:val="hybridMultilevel"/>
    <w:tmpl w:val="CFC09A14"/>
    <w:lvl w:ilvl="0" w:tplc="AAC49E1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E96BFA"/>
    <w:multiLevelType w:val="multilevel"/>
    <w:tmpl w:val="28B89C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BAC31E6"/>
    <w:multiLevelType w:val="hybridMultilevel"/>
    <w:tmpl w:val="CD44313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CA60A18"/>
    <w:multiLevelType w:val="multilevel"/>
    <w:tmpl w:val="BA3067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33C26659"/>
    <w:multiLevelType w:val="hybridMultilevel"/>
    <w:tmpl w:val="064CD0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7" w15:restartNumberingAfterBreak="0">
    <w:nsid w:val="446D58B3"/>
    <w:multiLevelType w:val="multilevel"/>
    <w:tmpl w:val="3E0821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475E319D"/>
    <w:multiLevelType w:val="hybridMultilevel"/>
    <w:tmpl w:val="CFC09A14"/>
    <w:lvl w:ilvl="0" w:tplc="AAC49E1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7B70DF5"/>
    <w:multiLevelType w:val="multilevel"/>
    <w:tmpl w:val="662282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5FD37DAC"/>
    <w:multiLevelType w:val="hybridMultilevel"/>
    <w:tmpl w:val="3B269064"/>
    <w:lvl w:ilvl="0" w:tplc="C84A61BE">
      <w:start w:val="1"/>
      <w:numFmt w:val="decimal"/>
      <w:lvlText w:val="%1."/>
      <w:lvlJc w:val="left"/>
      <w:pPr>
        <w:ind w:left="1070" w:hanging="710"/>
      </w:pPr>
      <w:rPr>
        <w:rFonts w:ascii="Times New Roman" w:hAnsi="Times New Roman" w:cs="Times New Roman"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1386F38"/>
    <w:multiLevelType w:val="hybridMultilevel"/>
    <w:tmpl w:val="170A19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7655453"/>
    <w:multiLevelType w:val="multilevel"/>
    <w:tmpl w:val="5C2687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4" w15:restartNumberingAfterBreak="0">
    <w:nsid w:val="71BC0DDC"/>
    <w:multiLevelType w:val="hybridMultilevel"/>
    <w:tmpl w:val="E870AE34"/>
    <w:styleLink w:val="Importovanstyl1"/>
    <w:lvl w:ilvl="0" w:tplc="78B674E0">
      <w:start w:val="1"/>
      <w:numFmt w:val="decimal"/>
      <w:lvlText w:val="%1."/>
      <w:lvlJc w:val="left"/>
      <w:pPr>
        <w:ind w:left="28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442E08E">
      <w:start w:val="1"/>
      <w:numFmt w:val="lowerLetter"/>
      <w:lvlText w:val="%2."/>
      <w:lvlJc w:val="left"/>
      <w:pPr>
        <w:tabs>
          <w:tab w:val="left" w:pos="284"/>
        </w:tabs>
        <w:ind w:left="100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92A0E64">
      <w:start w:val="1"/>
      <w:numFmt w:val="lowerRoman"/>
      <w:lvlText w:val="%3."/>
      <w:lvlJc w:val="left"/>
      <w:pPr>
        <w:tabs>
          <w:tab w:val="left" w:pos="284"/>
        </w:tabs>
        <w:ind w:left="1724" w:hanging="22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4CE99AA">
      <w:start w:val="1"/>
      <w:numFmt w:val="decimal"/>
      <w:lvlText w:val="%4."/>
      <w:lvlJc w:val="left"/>
      <w:pPr>
        <w:tabs>
          <w:tab w:val="left" w:pos="284"/>
        </w:tabs>
        <w:ind w:left="244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0E85492">
      <w:start w:val="1"/>
      <w:numFmt w:val="lowerLetter"/>
      <w:lvlText w:val="%5."/>
      <w:lvlJc w:val="left"/>
      <w:pPr>
        <w:tabs>
          <w:tab w:val="left" w:pos="284"/>
        </w:tabs>
        <w:ind w:left="316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E48EA6A">
      <w:start w:val="1"/>
      <w:numFmt w:val="lowerRoman"/>
      <w:lvlText w:val="%6."/>
      <w:lvlJc w:val="left"/>
      <w:pPr>
        <w:tabs>
          <w:tab w:val="left" w:pos="284"/>
        </w:tabs>
        <w:ind w:left="3884" w:hanging="22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DAA8DA0">
      <w:start w:val="1"/>
      <w:numFmt w:val="decimal"/>
      <w:lvlText w:val="%7."/>
      <w:lvlJc w:val="left"/>
      <w:pPr>
        <w:tabs>
          <w:tab w:val="left" w:pos="284"/>
        </w:tabs>
        <w:ind w:left="460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386E89E">
      <w:start w:val="1"/>
      <w:numFmt w:val="lowerLetter"/>
      <w:lvlText w:val="%8."/>
      <w:lvlJc w:val="left"/>
      <w:pPr>
        <w:tabs>
          <w:tab w:val="left" w:pos="284"/>
        </w:tabs>
        <w:ind w:left="5324" w:hanging="28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562056C">
      <w:start w:val="1"/>
      <w:numFmt w:val="lowerRoman"/>
      <w:lvlText w:val="%9."/>
      <w:lvlJc w:val="left"/>
      <w:pPr>
        <w:tabs>
          <w:tab w:val="left" w:pos="284"/>
        </w:tabs>
        <w:ind w:left="6044" w:hanging="22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5" w15:restartNumberingAfterBreak="0">
    <w:nsid w:val="76E168AC"/>
    <w:multiLevelType w:val="multilevel"/>
    <w:tmpl w:val="9DDEE10C"/>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7DF1698F"/>
    <w:multiLevelType w:val="hybridMultilevel"/>
    <w:tmpl w:val="E870AE34"/>
    <w:numStyleLink w:val="Importovanstyl1"/>
  </w:abstractNum>
  <w:num w:numId="1">
    <w:abstractNumId w:val="16"/>
  </w:num>
  <w:num w:numId="2">
    <w:abstractNumId w:val="2"/>
  </w:num>
  <w:num w:numId="3">
    <w:abstractNumId w:val="1"/>
  </w:num>
  <w:num w:numId="4">
    <w:abstractNumId w:val="8"/>
  </w:num>
  <w:num w:numId="5">
    <w:abstractNumId w:val="23"/>
  </w:num>
  <w:num w:numId="6">
    <w:abstractNumId w:val="3"/>
  </w:num>
  <w:num w:numId="7">
    <w:abstractNumId w:val="20"/>
  </w:num>
  <w:num w:numId="8">
    <w:abstractNumId w:val="22"/>
  </w:num>
  <w:num w:numId="9">
    <w:abstractNumId w:val="24"/>
  </w:num>
  <w:num w:numId="10">
    <w:abstractNumId w:val="26"/>
  </w:num>
  <w:num w:numId="11">
    <w:abstractNumId w:val="26"/>
    <w:lvlOverride w:ilvl="0">
      <w:lvl w:ilvl="0" w:tplc="843EB3AC">
        <w:start w:val="1"/>
        <w:numFmt w:val="decimal"/>
        <w:lvlText w:val="%1."/>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926A7A6">
        <w:start w:val="1"/>
        <w:numFmt w:val="lowerLetter"/>
        <w:lvlText w:val="%2."/>
        <w:lvlJc w:val="left"/>
        <w:pPr>
          <w:ind w:left="1080"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9F297A0">
        <w:start w:val="1"/>
        <w:numFmt w:val="lowerRoman"/>
        <w:lvlText w:val="%3."/>
        <w:lvlJc w:val="left"/>
        <w:pPr>
          <w:ind w:left="1800" w:hanging="30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85242B5A">
        <w:start w:val="1"/>
        <w:numFmt w:val="decimal"/>
        <w:lvlText w:val="%4."/>
        <w:lvlJc w:val="left"/>
        <w:pPr>
          <w:ind w:left="2520"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846A4BFA">
        <w:start w:val="1"/>
        <w:numFmt w:val="lowerLetter"/>
        <w:lvlText w:val="%5."/>
        <w:lvlJc w:val="left"/>
        <w:pPr>
          <w:ind w:left="3240"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2C426BCE">
        <w:start w:val="1"/>
        <w:numFmt w:val="lowerRoman"/>
        <w:lvlText w:val="%6."/>
        <w:lvlJc w:val="left"/>
        <w:pPr>
          <w:ind w:left="3960" w:hanging="30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52E8E184">
        <w:start w:val="1"/>
        <w:numFmt w:val="decimal"/>
        <w:lvlText w:val="%7."/>
        <w:lvlJc w:val="left"/>
        <w:pPr>
          <w:ind w:left="4680"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385C824A">
        <w:start w:val="1"/>
        <w:numFmt w:val="lowerLetter"/>
        <w:lvlText w:val="%8."/>
        <w:lvlJc w:val="left"/>
        <w:pPr>
          <w:ind w:left="5400"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D692330C">
        <w:start w:val="1"/>
        <w:numFmt w:val="lowerRoman"/>
        <w:lvlText w:val="%9."/>
        <w:lvlJc w:val="left"/>
        <w:pPr>
          <w:ind w:left="6120" w:hanging="30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5"/>
  </w:num>
  <w:num w:numId="15">
    <w:abstractNumId w:val="19"/>
  </w:num>
  <w:num w:numId="16">
    <w:abstractNumId w:val="17"/>
  </w:num>
  <w:num w:numId="17">
    <w:abstractNumId w:val="14"/>
  </w:num>
  <w:num w:numId="18">
    <w:abstractNumId w:val="21"/>
  </w:num>
  <w:num w:numId="19">
    <w:abstractNumId w:val="13"/>
  </w:num>
  <w:num w:numId="20">
    <w:abstractNumId w:val="6"/>
  </w:num>
  <w:num w:numId="21">
    <w:abstractNumId w:val="18"/>
  </w:num>
  <w:num w:numId="22">
    <w:abstractNumId w:val="11"/>
  </w:num>
  <w:num w:numId="23">
    <w:abstractNumId w:val="10"/>
  </w:num>
  <w:num w:numId="24">
    <w:abstractNumId w:val="25"/>
  </w:num>
  <w:num w:numId="25">
    <w:abstractNumId w:val="7"/>
  </w:num>
  <w:num w:numId="26">
    <w:abstractNumId w:val="12"/>
  </w:num>
  <w:num w:numId="27">
    <w:abstractNumId w:val="9"/>
  </w:num>
  <w:num w:numId="2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92050"/>
    <w:rsid w:val="000932FA"/>
    <w:rsid w:val="0009495B"/>
    <w:rsid w:val="000D7387"/>
    <w:rsid w:val="0018111C"/>
    <w:rsid w:val="001A4A29"/>
    <w:rsid w:val="001D5727"/>
    <w:rsid w:val="001F0CF8"/>
    <w:rsid w:val="00237FFD"/>
    <w:rsid w:val="00266D0A"/>
    <w:rsid w:val="00331254"/>
    <w:rsid w:val="003717AF"/>
    <w:rsid w:val="00380D82"/>
    <w:rsid w:val="00381BC1"/>
    <w:rsid w:val="00383ED7"/>
    <w:rsid w:val="00585938"/>
    <w:rsid w:val="005E7860"/>
    <w:rsid w:val="006315DA"/>
    <w:rsid w:val="00664C7A"/>
    <w:rsid w:val="006A0912"/>
    <w:rsid w:val="006A4A44"/>
    <w:rsid w:val="006B5EFD"/>
    <w:rsid w:val="00742429"/>
    <w:rsid w:val="007844B1"/>
    <w:rsid w:val="007E299E"/>
    <w:rsid w:val="00830742"/>
    <w:rsid w:val="00903D27"/>
    <w:rsid w:val="009647CA"/>
    <w:rsid w:val="00A422D5"/>
    <w:rsid w:val="00A66C9E"/>
    <w:rsid w:val="00A73D85"/>
    <w:rsid w:val="00A91ACD"/>
    <w:rsid w:val="00A92050"/>
    <w:rsid w:val="00AF24B6"/>
    <w:rsid w:val="00B24B00"/>
    <w:rsid w:val="00D840A3"/>
    <w:rsid w:val="00EA1832"/>
    <w:rsid w:val="00F21246"/>
    <w:rsid w:val="00F86169"/>
    <w:rsid w:val="00FF05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1CDF06"/>
  <w15:chartTrackingRefBased/>
  <w15:docId w15:val="{229335EE-E607-41C3-B29C-5942D18F6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1254"/>
    <w:pPr>
      <w:jc w:val="both"/>
    </w:pPr>
    <w:rPr>
      <w:sz w:val="24"/>
      <w:szCs w:val="24"/>
    </w:rPr>
  </w:style>
  <w:style w:type="paragraph" w:styleId="Nadpis1">
    <w:name w:val="heading 1"/>
    <w:basedOn w:val="Normln"/>
    <w:next w:val="Normln"/>
    <w:qFormat/>
    <w:rsid w:val="00331254"/>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331254"/>
    <w:pPr>
      <w:tabs>
        <w:tab w:val="center" w:pos="4536"/>
        <w:tab w:val="right" w:pos="9072"/>
      </w:tabs>
    </w:pPr>
  </w:style>
  <w:style w:type="paragraph" w:customStyle="1" w:styleId="Textparagrafu">
    <w:name w:val="Text paragrafu"/>
    <w:basedOn w:val="Normln"/>
    <w:rsid w:val="00331254"/>
    <w:pPr>
      <w:spacing w:before="240"/>
      <w:ind w:firstLine="425"/>
      <w:outlineLvl w:val="5"/>
    </w:pPr>
  </w:style>
  <w:style w:type="paragraph" w:customStyle="1" w:styleId="Paragraf">
    <w:name w:val="Paragraf"/>
    <w:basedOn w:val="Normln"/>
    <w:next w:val="Textodstavce"/>
    <w:rsid w:val="00331254"/>
    <w:pPr>
      <w:keepNext/>
      <w:keepLines/>
      <w:spacing w:before="240"/>
      <w:jc w:val="center"/>
      <w:outlineLvl w:val="5"/>
    </w:pPr>
  </w:style>
  <w:style w:type="paragraph" w:customStyle="1" w:styleId="Oddl">
    <w:name w:val="Oddíl"/>
    <w:basedOn w:val="Normln"/>
    <w:next w:val="Nadpisoddlu"/>
    <w:rsid w:val="00331254"/>
    <w:pPr>
      <w:keepNext/>
      <w:keepLines/>
      <w:spacing w:before="240"/>
      <w:jc w:val="center"/>
      <w:outlineLvl w:val="4"/>
    </w:pPr>
  </w:style>
  <w:style w:type="paragraph" w:customStyle="1" w:styleId="Nadpisoddlu">
    <w:name w:val="Nadpis oddílu"/>
    <w:basedOn w:val="Normln"/>
    <w:next w:val="Paragraf"/>
    <w:rsid w:val="00331254"/>
    <w:pPr>
      <w:keepNext/>
      <w:keepLines/>
      <w:jc w:val="center"/>
      <w:outlineLvl w:val="4"/>
    </w:pPr>
    <w:rPr>
      <w:b/>
    </w:rPr>
  </w:style>
  <w:style w:type="paragraph" w:customStyle="1" w:styleId="Dl">
    <w:name w:val="Díl"/>
    <w:basedOn w:val="Normln"/>
    <w:next w:val="Nadpisdlu"/>
    <w:rsid w:val="00331254"/>
    <w:pPr>
      <w:keepNext/>
      <w:keepLines/>
      <w:spacing w:before="240"/>
      <w:jc w:val="center"/>
      <w:outlineLvl w:val="3"/>
    </w:pPr>
  </w:style>
  <w:style w:type="paragraph" w:customStyle="1" w:styleId="Nadpisdlu">
    <w:name w:val="Nadpis dílu"/>
    <w:basedOn w:val="Normln"/>
    <w:next w:val="Oddl"/>
    <w:rsid w:val="00331254"/>
    <w:pPr>
      <w:keepNext/>
      <w:keepLines/>
      <w:jc w:val="center"/>
      <w:outlineLvl w:val="3"/>
    </w:pPr>
    <w:rPr>
      <w:b/>
    </w:rPr>
  </w:style>
  <w:style w:type="paragraph" w:customStyle="1" w:styleId="Hlava">
    <w:name w:val="Hlava"/>
    <w:basedOn w:val="Normln"/>
    <w:next w:val="Nadpishlavy"/>
    <w:rsid w:val="00331254"/>
    <w:pPr>
      <w:keepNext/>
      <w:keepLines/>
      <w:spacing w:before="240"/>
      <w:jc w:val="center"/>
      <w:outlineLvl w:val="2"/>
    </w:pPr>
  </w:style>
  <w:style w:type="paragraph" w:customStyle="1" w:styleId="Nadpishlavy">
    <w:name w:val="Nadpis hlavy"/>
    <w:basedOn w:val="Normln"/>
    <w:next w:val="Dl"/>
    <w:rsid w:val="00331254"/>
    <w:pPr>
      <w:keepNext/>
      <w:keepLines/>
      <w:jc w:val="center"/>
      <w:outlineLvl w:val="2"/>
    </w:pPr>
    <w:rPr>
      <w:b/>
    </w:rPr>
  </w:style>
  <w:style w:type="paragraph" w:customStyle="1" w:styleId="ST">
    <w:name w:val="ČÁST"/>
    <w:basedOn w:val="Normln"/>
    <w:next w:val="NADPISSTI"/>
    <w:rsid w:val="00331254"/>
    <w:pPr>
      <w:keepNext/>
      <w:keepLines/>
      <w:spacing w:before="240" w:after="120"/>
      <w:jc w:val="center"/>
      <w:outlineLvl w:val="1"/>
    </w:pPr>
    <w:rPr>
      <w:caps/>
    </w:rPr>
  </w:style>
  <w:style w:type="paragraph" w:customStyle="1" w:styleId="NADPISSTI">
    <w:name w:val="NADPIS ČÁSTI"/>
    <w:basedOn w:val="Normln"/>
    <w:next w:val="Hlava"/>
    <w:rsid w:val="00331254"/>
    <w:pPr>
      <w:keepNext/>
      <w:keepLines/>
      <w:jc w:val="center"/>
      <w:outlineLvl w:val="1"/>
    </w:pPr>
    <w:rPr>
      <w:b/>
    </w:rPr>
  </w:style>
  <w:style w:type="paragraph" w:customStyle="1" w:styleId="ZKON">
    <w:name w:val="ZÁKON"/>
    <w:basedOn w:val="Normln"/>
    <w:next w:val="nadpiszkona"/>
    <w:rsid w:val="00331254"/>
    <w:pPr>
      <w:keepNext/>
      <w:keepLines/>
      <w:jc w:val="center"/>
      <w:outlineLvl w:val="0"/>
    </w:pPr>
    <w:rPr>
      <w:b/>
      <w:caps/>
    </w:rPr>
  </w:style>
  <w:style w:type="paragraph" w:customStyle="1" w:styleId="nadpiszkona">
    <w:name w:val="nadpis zákona"/>
    <w:basedOn w:val="Normln"/>
    <w:next w:val="Parlament"/>
    <w:rsid w:val="00331254"/>
    <w:pPr>
      <w:keepNext/>
      <w:keepLines/>
      <w:spacing w:before="120"/>
      <w:jc w:val="center"/>
      <w:outlineLvl w:val="0"/>
    </w:pPr>
    <w:rPr>
      <w:b/>
    </w:rPr>
  </w:style>
  <w:style w:type="paragraph" w:customStyle="1" w:styleId="Parlament">
    <w:name w:val="Parlament"/>
    <w:basedOn w:val="Normln"/>
    <w:next w:val="ST"/>
    <w:rsid w:val="00331254"/>
    <w:pPr>
      <w:keepNext/>
      <w:keepLines/>
      <w:spacing w:before="360" w:after="240"/>
    </w:pPr>
  </w:style>
  <w:style w:type="paragraph" w:customStyle="1" w:styleId="Textlnku">
    <w:name w:val="Text článku"/>
    <w:basedOn w:val="Normln"/>
    <w:rsid w:val="00331254"/>
    <w:pPr>
      <w:spacing w:before="240"/>
      <w:ind w:firstLine="425"/>
      <w:outlineLvl w:val="5"/>
    </w:pPr>
  </w:style>
  <w:style w:type="paragraph" w:customStyle="1" w:styleId="lnek">
    <w:name w:val="Článek"/>
    <w:basedOn w:val="Normln"/>
    <w:next w:val="Textodstavce"/>
    <w:rsid w:val="00331254"/>
    <w:pPr>
      <w:keepNext/>
      <w:keepLines/>
      <w:spacing w:before="240"/>
      <w:jc w:val="center"/>
      <w:outlineLvl w:val="5"/>
    </w:pPr>
  </w:style>
  <w:style w:type="paragraph" w:customStyle="1" w:styleId="CELEX">
    <w:name w:val="CELEX"/>
    <w:basedOn w:val="Normln"/>
    <w:next w:val="Normln"/>
    <w:rsid w:val="00331254"/>
    <w:pPr>
      <w:spacing w:before="60"/>
    </w:pPr>
    <w:rPr>
      <w:i/>
      <w:sz w:val="20"/>
    </w:rPr>
  </w:style>
  <w:style w:type="paragraph" w:customStyle="1" w:styleId="funkce">
    <w:name w:val="funkce"/>
    <w:basedOn w:val="Normln"/>
    <w:rsid w:val="00331254"/>
    <w:pPr>
      <w:keepLines/>
      <w:jc w:val="center"/>
    </w:pPr>
  </w:style>
  <w:style w:type="paragraph" w:customStyle="1" w:styleId="Psmeno">
    <w:name w:val="&quot;Písmeno&quot;"/>
    <w:basedOn w:val="Normln"/>
    <w:next w:val="Normln"/>
    <w:rsid w:val="00331254"/>
    <w:pPr>
      <w:keepNext/>
      <w:keepLines/>
      <w:ind w:left="425" w:hanging="425"/>
    </w:pPr>
  </w:style>
  <w:style w:type="paragraph" w:customStyle="1" w:styleId="Oznaenpozmn">
    <w:name w:val="Označení pozm.n."/>
    <w:basedOn w:val="Normln"/>
    <w:next w:val="Normln"/>
    <w:rsid w:val="00331254"/>
    <w:pPr>
      <w:numPr>
        <w:numId w:val="2"/>
      </w:numPr>
      <w:spacing w:after="120"/>
    </w:pPr>
    <w:rPr>
      <w:b/>
    </w:rPr>
  </w:style>
  <w:style w:type="paragraph" w:customStyle="1" w:styleId="Textpozmn">
    <w:name w:val="Text pozm.n."/>
    <w:basedOn w:val="Normln"/>
    <w:next w:val="Normln"/>
    <w:rsid w:val="00331254"/>
    <w:pPr>
      <w:numPr>
        <w:numId w:val="3"/>
      </w:numPr>
      <w:tabs>
        <w:tab w:val="clear" w:pos="425"/>
        <w:tab w:val="left" w:pos="851"/>
      </w:tabs>
      <w:spacing w:after="120"/>
      <w:ind w:left="850"/>
    </w:pPr>
  </w:style>
  <w:style w:type="paragraph" w:customStyle="1" w:styleId="Novelizanbod">
    <w:name w:val="Novelizační bod"/>
    <w:basedOn w:val="Normln"/>
    <w:next w:val="Normln"/>
    <w:rsid w:val="00331254"/>
    <w:pPr>
      <w:keepNext/>
      <w:keepLines/>
      <w:numPr>
        <w:numId w:val="4"/>
      </w:numPr>
      <w:tabs>
        <w:tab w:val="left" w:pos="851"/>
      </w:tabs>
      <w:spacing w:before="480" w:after="120"/>
    </w:pPr>
  </w:style>
  <w:style w:type="paragraph" w:customStyle="1" w:styleId="Novelizanbodvpozmn">
    <w:name w:val="Novelizační bod v pozm.n."/>
    <w:basedOn w:val="Normln"/>
    <w:next w:val="Normln"/>
    <w:rsid w:val="00331254"/>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331254"/>
    <w:pPr>
      <w:keepNext/>
      <w:keepLines/>
      <w:spacing w:after="120"/>
      <w:jc w:val="center"/>
    </w:pPr>
    <w:rPr>
      <w:b/>
      <w:sz w:val="32"/>
    </w:rPr>
  </w:style>
  <w:style w:type="paragraph" w:customStyle="1" w:styleId="Textbodu">
    <w:name w:val="Text bodu"/>
    <w:basedOn w:val="Normln"/>
    <w:rsid w:val="00331254"/>
    <w:pPr>
      <w:numPr>
        <w:ilvl w:val="2"/>
        <w:numId w:val="5"/>
      </w:numPr>
      <w:outlineLvl w:val="8"/>
    </w:pPr>
  </w:style>
  <w:style w:type="paragraph" w:customStyle="1" w:styleId="Textpsmene">
    <w:name w:val="Text písmene"/>
    <w:basedOn w:val="Normln"/>
    <w:rsid w:val="00331254"/>
    <w:pPr>
      <w:numPr>
        <w:ilvl w:val="1"/>
        <w:numId w:val="5"/>
      </w:numPr>
      <w:outlineLvl w:val="7"/>
    </w:pPr>
  </w:style>
  <w:style w:type="character" w:customStyle="1" w:styleId="Odkaznapoznpodarou">
    <w:name w:val="Odkaz na pozn. pod čarou"/>
    <w:rsid w:val="00331254"/>
    <w:rPr>
      <w:vertAlign w:val="superscript"/>
    </w:rPr>
  </w:style>
  <w:style w:type="paragraph" w:customStyle="1" w:styleId="Textodstavce">
    <w:name w:val="Text odstavce"/>
    <w:basedOn w:val="Normln"/>
    <w:rsid w:val="00331254"/>
    <w:pPr>
      <w:numPr>
        <w:numId w:val="5"/>
      </w:numPr>
      <w:tabs>
        <w:tab w:val="left" w:pos="851"/>
      </w:tabs>
      <w:spacing w:before="120" w:after="120"/>
      <w:outlineLvl w:val="6"/>
    </w:pPr>
  </w:style>
  <w:style w:type="paragraph" w:customStyle="1" w:styleId="Textbodunovely">
    <w:name w:val="Text bodu novely"/>
    <w:basedOn w:val="Normln"/>
    <w:next w:val="Normln"/>
    <w:rsid w:val="00331254"/>
    <w:pPr>
      <w:ind w:left="567" w:hanging="567"/>
    </w:pPr>
  </w:style>
  <w:style w:type="character" w:styleId="slostrnky">
    <w:name w:val="page number"/>
    <w:basedOn w:val="Standardnpsmoodstavce"/>
    <w:semiHidden/>
    <w:rsid w:val="00331254"/>
  </w:style>
  <w:style w:type="paragraph" w:styleId="Zpat">
    <w:name w:val="footer"/>
    <w:basedOn w:val="Normln"/>
    <w:semiHidden/>
    <w:rsid w:val="00331254"/>
    <w:pPr>
      <w:tabs>
        <w:tab w:val="center" w:pos="4536"/>
        <w:tab w:val="right" w:pos="9072"/>
      </w:tabs>
    </w:pPr>
  </w:style>
  <w:style w:type="paragraph" w:styleId="Textpoznpodarou">
    <w:name w:val="footnote text"/>
    <w:basedOn w:val="Normln"/>
    <w:semiHidden/>
    <w:rsid w:val="00331254"/>
    <w:pPr>
      <w:tabs>
        <w:tab w:val="left" w:pos="425"/>
      </w:tabs>
      <w:ind w:left="425" w:hanging="425"/>
    </w:pPr>
    <w:rPr>
      <w:sz w:val="20"/>
    </w:rPr>
  </w:style>
  <w:style w:type="character" w:styleId="Znakapoznpodarou">
    <w:name w:val="footnote reference"/>
    <w:semiHidden/>
    <w:rsid w:val="00331254"/>
    <w:rPr>
      <w:vertAlign w:val="superscript"/>
    </w:rPr>
  </w:style>
  <w:style w:type="paragraph" w:styleId="Titulek">
    <w:name w:val="caption"/>
    <w:basedOn w:val="Normln"/>
    <w:next w:val="Normln"/>
    <w:qFormat/>
    <w:rsid w:val="00331254"/>
    <w:pPr>
      <w:spacing w:before="120" w:after="120"/>
    </w:pPr>
    <w:rPr>
      <w:b/>
    </w:rPr>
  </w:style>
  <w:style w:type="paragraph" w:customStyle="1" w:styleId="Nvrh">
    <w:name w:val="Návrh"/>
    <w:basedOn w:val="Normln"/>
    <w:next w:val="ZKON"/>
    <w:rsid w:val="00331254"/>
    <w:pPr>
      <w:keepNext/>
      <w:keepLines/>
      <w:spacing w:after="240"/>
      <w:jc w:val="center"/>
      <w:outlineLvl w:val="0"/>
    </w:pPr>
    <w:rPr>
      <w:spacing w:val="40"/>
    </w:rPr>
  </w:style>
  <w:style w:type="paragraph" w:customStyle="1" w:styleId="Podpis">
    <w:name w:val="Podpis_"/>
    <w:basedOn w:val="Normln"/>
    <w:next w:val="funkce"/>
    <w:rsid w:val="00331254"/>
    <w:pPr>
      <w:keepNext/>
      <w:keepLines/>
      <w:spacing w:before="720"/>
      <w:jc w:val="center"/>
    </w:pPr>
  </w:style>
  <w:style w:type="paragraph" w:customStyle="1" w:styleId="VARIANTA">
    <w:name w:val="VARIANTA"/>
    <w:basedOn w:val="Normln"/>
    <w:next w:val="Normln"/>
    <w:rsid w:val="00331254"/>
    <w:pPr>
      <w:keepNext/>
      <w:spacing w:before="120" w:after="120"/>
    </w:pPr>
    <w:rPr>
      <w:caps/>
      <w:spacing w:val="60"/>
    </w:rPr>
  </w:style>
  <w:style w:type="paragraph" w:customStyle="1" w:styleId="VARIANTA-konec">
    <w:name w:val="VARIANTA - konec"/>
    <w:basedOn w:val="Normln"/>
    <w:next w:val="Normln"/>
    <w:rsid w:val="00331254"/>
    <w:rPr>
      <w:caps/>
      <w:spacing w:val="60"/>
    </w:rPr>
  </w:style>
  <w:style w:type="paragraph" w:customStyle="1" w:styleId="Nadpisparagrafu">
    <w:name w:val="Nadpis paragrafu"/>
    <w:basedOn w:val="Paragraf"/>
    <w:next w:val="Textodstavce"/>
    <w:rsid w:val="00331254"/>
    <w:rPr>
      <w:b/>
    </w:rPr>
  </w:style>
  <w:style w:type="paragraph" w:customStyle="1" w:styleId="Nadpislnku">
    <w:name w:val="Nadpis článku"/>
    <w:basedOn w:val="lnek"/>
    <w:next w:val="Textodstavce"/>
    <w:rsid w:val="00331254"/>
    <w:rPr>
      <w:b/>
    </w:rPr>
  </w:style>
  <w:style w:type="paragraph" w:customStyle="1" w:styleId="Tlotextu">
    <w:name w:val="Tělo textu"/>
    <w:basedOn w:val="Normln"/>
    <w:rsid w:val="0018111C"/>
    <w:pPr>
      <w:tabs>
        <w:tab w:val="left" w:pos="0"/>
      </w:tabs>
      <w:suppressAutoHyphens/>
    </w:pPr>
    <w:rPr>
      <w:spacing w:val="-3"/>
      <w:szCs w:val="20"/>
      <w:lang w:eastAsia="zh-CN" w:bidi="hi-IN"/>
    </w:rPr>
  </w:style>
  <w:style w:type="paragraph" w:styleId="Odstavecseseznamem">
    <w:name w:val="List Paragraph"/>
    <w:uiPriority w:val="34"/>
    <w:qFormat/>
    <w:rsid w:val="001A4A29"/>
    <w:pPr>
      <w:pBdr>
        <w:top w:val="nil"/>
        <w:left w:val="nil"/>
        <w:bottom w:val="nil"/>
        <w:right w:val="nil"/>
        <w:between w:val="nil"/>
        <w:bar w:val="nil"/>
      </w:pBdr>
      <w:ind w:left="720"/>
    </w:pPr>
    <w:rPr>
      <w:rFonts w:ascii="Calibri" w:eastAsia="Calibri" w:hAnsi="Calibri" w:cs="Calibri"/>
      <w:color w:val="000000"/>
      <w:sz w:val="24"/>
      <w:szCs w:val="24"/>
      <w:u w:color="000000"/>
      <w:bdr w:val="nil"/>
    </w:rPr>
  </w:style>
  <w:style w:type="numbering" w:customStyle="1" w:styleId="Importovanstyl1">
    <w:name w:val="Importovaný styl 1"/>
    <w:rsid w:val="001A4A29"/>
    <w:pPr>
      <w:numPr>
        <w:numId w:val="9"/>
      </w:numPr>
    </w:pPr>
  </w:style>
  <w:style w:type="paragraph" w:customStyle="1" w:styleId="Odstavecseseznamem1">
    <w:name w:val="Odstavec se seznamem1"/>
    <w:basedOn w:val="Normln"/>
    <w:rsid w:val="00D840A3"/>
    <w:pPr>
      <w:suppressAutoHyphens/>
      <w:autoSpaceDN w:val="0"/>
      <w:spacing w:after="160" w:line="251" w:lineRule="auto"/>
      <w:ind w:left="720"/>
      <w:jc w:val="left"/>
      <w:textAlignment w:val="baseline"/>
    </w:pPr>
    <w:rPr>
      <w:rFonts w:ascii="Calibri" w:eastAsia="Calibri" w:hAnsi="Calibri"/>
      <w:sz w:val="22"/>
      <w:szCs w:val="22"/>
      <w:lang w:eastAsia="en-US"/>
    </w:rPr>
  </w:style>
  <w:style w:type="paragraph" w:styleId="Textbubliny">
    <w:name w:val="Balloon Text"/>
    <w:basedOn w:val="Normln"/>
    <w:link w:val="TextbublinyChar"/>
    <w:uiPriority w:val="99"/>
    <w:semiHidden/>
    <w:unhideWhenUsed/>
    <w:rsid w:val="00FF05A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F05AB"/>
    <w:rPr>
      <w:rFonts w:ascii="Segoe UI" w:hAnsi="Segoe UI" w:cs="Segoe UI"/>
      <w:sz w:val="18"/>
      <w:szCs w:val="18"/>
    </w:rPr>
  </w:style>
  <w:style w:type="paragraph" w:styleId="Nzev">
    <w:name w:val="Title"/>
    <w:basedOn w:val="Normln"/>
    <w:next w:val="Normln"/>
    <w:link w:val="NzevChar"/>
    <w:rsid w:val="00664C7A"/>
    <w:pPr>
      <w:keepNext/>
      <w:keepLines/>
      <w:spacing w:after="60" w:line="276" w:lineRule="auto"/>
      <w:jc w:val="left"/>
    </w:pPr>
    <w:rPr>
      <w:rFonts w:ascii="Arial" w:eastAsia="Arial" w:hAnsi="Arial" w:cs="Arial"/>
      <w:sz w:val="52"/>
      <w:szCs w:val="52"/>
      <w:lang w:val="en"/>
    </w:rPr>
  </w:style>
  <w:style w:type="character" w:customStyle="1" w:styleId="NzevChar">
    <w:name w:val="Název Char"/>
    <w:basedOn w:val="Standardnpsmoodstavce"/>
    <w:link w:val="Nzev"/>
    <w:rsid w:val="00664C7A"/>
    <w:rPr>
      <w:rFonts w:ascii="Arial" w:eastAsia="Arial" w:hAnsi="Arial" w:cs="Arial"/>
      <w:sz w:val="52"/>
      <w:szCs w:val="52"/>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tos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201</TotalTime>
  <Pages>18</Pages>
  <Words>6212</Words>
  <Characters>28481</Characters>
  <Application>Microsoft Office Word</Application>
  <DocSecurity>0</DocSecurity>
  <Lines>237</Lines>
  <Paragraphs>69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34624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Bartosova Marta</dc:creator>
  <cp:keywords/>
  <dc:description>Dokument původně založený na šabloně LN_Zákon verze 2.1</dc:description>
  <cp:lastModifiedBy>Kvetonova Hana</cp:lastModifiedBy>
  <cp:revision>9</cp:revision>
  <cp:lastPrinted>2020-06-30T12:38:00Z</cp:lastPrinted>
  <dcterms:created xsi:type="dcterms:W3CDTF">2020-06-26T09:07:00Z</dcterms:created>
  <dcterms:modified xsi:type="dcterms:W3CDTF">2020-06-30T12:38:00Z</dcterms:modified>
  <cp:category/>
</cp:coreProperties>
</file>