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A92050" w:rsidRPr="000F18B4" w:rsidRDefault="00A92050" w:rsidP="00894CBC">
      <w:pPr>
        <w:spacing w:before="120" w:after="120"/>
        <w:jc w:val="center"/>
        <w:rPr>
          <w:b/>
        </w:rPr>
      </w:pPr>
      <w:r>
        <w:rPr>
          <w:b/>
        </w:rPr>
        <w:t>k</w:t>
      </w:r>
      <w:r w:rsidR="009647CA">
        <w:rPr>
          <w:b/>
        </w:rPr>
        <w:t xml:space="preserve"> vládnímu </w:t>
      </w:r>
      <w:r>
        <w:rPr>
          <w:b/>
        </w:rPr>
        <w:t xml:space="preserve">návrhu </w:t>
      </w:r>
      <w:r w:rsidR="00CB12CC" w:rsidRPr="000F18B4">
        <w:rPr>
          <w:b/>
        </w:rPr>
        <w:t>zákona, kterým se mění zákon č. 254/2001 Sb., o vodách a o změně některých zákonů (vodní zákon), ve znění pozdějších předpisů, a další související zákony</w:t>
      </w:r>
    </w:p>
    <w:p w:rsidR="00A92050" w:rsidRDefault="00A92050" w:rsidP="00A92050">
      <w:pPr>
        <w:jc w:val="center"/>
        <w:rPr>
          <w:b/>
        </w:rPr>
      </w:pPr>
      <w:r>
        <w:rPr>
          <w:b/>
        </w:rPr>
        <w:t xml:space="preserve">(tisk </w:t>
      </w:r>
      <w:r w:rsidR="002D4D77">
        <w:rPr>
          <w:b/>
        </w:rPr>
        <w:t>556</w:t>
      </w:r>
      <w:r>
        <w:rPr>
          <w:b/>
        </w:rPr>
        <w:t>)</w:t>
      </w:r>
    </w:p>
    <w:p w:rsidR="00A92050" w:rsidRDefault="00A92050" w:rsidP="00A92050">
      <w:pPr>
        <w:jc w:val="cente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Pozměňovací návrhy obsažené v usnesení garančního</w:t>
      </w:r>
      <w:r w:rsidR="002D4D77">
        <w:t xml:space="preserve"> zemědělského</w:t>
      </w:r>
      <w:r>
        <w:t xml:space="preserve"> výboru č. </w:t>
      </w:r>
      <w:r w:rsidR="002D4D77">
        <w:t>162</w:t>
      </w:r>
      <w:r w:rsidR="00AF24B6">
        <w:t xml:space="preserve"> z</w:t>
      </w:r>
      <w:r w:rsidR="002D4D77">
        <w:t> 34.</w:t>
      </w:r>
      <w:r>
        <w:t xml:space="preserve"> schůze konané dne </w:t>
      </w:r>
      <w:r w:rsidR="002D4D77">
        <w:t>15. dubna 2020</w:t>
      </w:r>
      <w:r>
        <w:t xml:space="preserve"> (tisk </w:t>
      </w:r>
      <w:r w:rsidR="002D4D77">
        <w:t>556</w:t>
      </w:r>
      <w:r>
        <w:t>/</w:t>
      </w:r>
      <w:r w:rsidR="002D4D77">
        <w:t>5</w:t>
      </w:r>
      <w:r>
        <w:t>)</w:t>
      </w:r>
    </w:p>
    <w:p w:rsidR="002D4D77" w:rsidRPr="00E0282D" w:rsidRDefault="002D4D77" w:rsidP="002D4D77">
      <w:pPr>
        <w:pStyle w:val="Standard"/>
        <w:numPr>
          <w:ilvl w:val="0"/>
          <w:numId w:val="8"/>
        </w:numPr>
        <w:ind w:left="714" w:hanging="357"/>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V části první (</w:t>
      </w:r>
      <w:r>
        <w:rPr>
          <w:rFonts w:ascii="Times New Roman" w:hAnsi="Times New Roman" w:cs="Times New Roman"/>
          <w:bCs/>
          <w:sz w:val="24"/>
          <w:szCs w:val="24"/>
          <w:lang w:eastAsia="cs-CZ"/>
        </w:rPr>
        <w:t>Z</w:t>
      </w:r>
      <w:r w:rsidRPr="00E0282D">
        <w:rPr>
          <w:rFonts w:ascii="Times New Roman" w:hAnsi="Times New Roman" w:cs="Times New Roman"/>
          <w:bCs/>
          <w:sz w:val="24"/>
          <w:szCs w:val="24"/>
          <w:lang w:eastAsia="cs-CZ"/>
        </w:rPr>
        <w:t>měna vodního zákona), čl. I se vkládá nový bod 1, který zní:</w:t>
      </w:r>
    </w:p>
    <w:p w:rsidR="002D4D77" w:rsidRPr="00E0282D"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Standard"/>
        <w:ind w:left="720"/>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„1. V § 2 se doplňují odstavce 13 až 16, které znějí:</w:t>
      </w:r>
    </w:p>
    <w:p w:rsidR="002D4D77" w:rsidRPr="00E0282D"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Standard"/>
        <w:ind w:left="720" w:firstLine="696"/>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 xml:space="preserve">„(13) Vodní linie je kontinuálně propojená síť vodních toků a ostatních vodních linií, včetně částí vzdutých vodním dílem a přechodně zakrytých úseků, přerušená pouze místy, kde dochází k přirozenému vsakování. </w:t>
      </w:r>
    </w:p>
    <w:p w:rsidR="002D4D77" w:rsidRPr="00E0282D"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Standard"/>
        <w:ind w:left="720" w:firstLine="696"/>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 xml:space="preserve">(14) Ostatní vodní linií je tekoucí povrchová nebo podzemní voda neodpovídající definici vodního toku podle § 43. </w:t>
      </w:r>
    </w:p>
    <w:p w:rsidR="002D4D77" w:rsidRPr="00E0282D"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Standard"/>
        <w:ind w:left="720" w:firstLine="696"/>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(15) Pověřenou osobou je odborně způsobilá právnická osoba pověřená rozhodnutím Ministerstva zemědělství k provádění technickobezpečnostního dohledu nad vodními díly, včetně zpracování programu technickobezpečnostního dohledu a zpracování rozsahu měření technickobezpečnostního dohledu, v rozsahu svého pověření, a ke zpracování posudků pro zařazení vodních děl do kategorií z hlediska technickobezpečnostního dohledu.</w:t>
      </w:r>
    </w:p>
    <w:p w:rsidR="002D4D77" w:rsidRPr="00E0282D"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Standard"/>
        <w:ind w:left="720" w:firstLine="696"/>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 xml:space="preserve">(16) Pověřením je rozhodnutí Ministerstva zemědělství udělující pověření k provádění technickobezpečnostního dohledu nad vodními díly, včetně zpracování programu technickobezpečnostního dohledu a </w:t>
      </w:r>
      <w:r w:rsidRPr="00E0282D">
        <w:rPr>
          <w:rFonts w:ascii="Times New Roman" w:hAnsi="Times New Roman" w:cs="Times New Roman"/>
          <w:sz w:val="24"/>
          <w:szCs w:val="24"/>
        </w:rPr>
        <w:t>zpracování rozsahu měření technickobezpečnostního dohledu</w:t>
      </w:r>
      <w:r w:rsidRPr="00E0282D">
        <w:rPr>
          <w:rFonts w:ascii="Times New Roman" w:hAnsi="Times New Roman" w:cs="Times New Roman"/>
          <w:bCs/>
          <w:sz w:val="24"/>
          <w:szCs w:val="24"/>
          <w:lang w:eastAsia="cs-CZ"/>
        </w:rPr>
        <w:t>, a ke zpracování posudků pro zařazení vodních děl do kategorií z hlediska technickobezpečnostního dohledu.“.“.</w:t>
      </w:r>
    </w:p>
    <w:p w:rsidR="002D4D77" w:rsidRPr="00E0282D"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Standard"/>
        <w:tabs>
          <w:tab w:val="left" w:pos="1418"/>
        </w:tabs>
        <w:ind w:left="720"/>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Následující body se přečíslují.</w:t>
      </w:r>
    </w:p>
    <w:p w:rsidR="002D4D77" w:rsidRPr="00E0282D" w:rsidRDefault="002D4D77" w:rsidP="002D4D77">
      <w:pPr>
        <w:pStyle w:val="Standard"/>
        <w:tabs>
          <w:tab w:val="left" w:pos="1418"/>
        </w:tabs>
        <w:ind w:left="720"/>
        <w:jc w:val="both"/>
        <w:rPr>
          <w:rFonts w:ascii="Times New Roman" w:hAnsi="Times New Roman" w:cs="Times New Roman"/>
          <w:bCs/>
          <w:sz w:val="24"/>
          <w:szCs w:val="24"/>
          <w:lang w:eastAsia="cs-CZ"/>
        </w:rPr>
      </w:pPr>
    </w:p>
    <w:p w:rsidR="002D4D77" w:rsidRPr="00E0282D" w:rsidRDefault="002D4D77" w:rsidP="002D4D77">
      <w:pPr>
        <w:pStyle w:val="Standard"/>
        <w:tabs>
          <w:tab w:val="left" w:pos="1418"/>
        </w:tabs>
        <w:ind w:left="720"/>
        <w:jc w:val="both"/>
        <w:rPr>
          <w:rFonts w:ascii="Times New Roman" w:hAnsi="Times New Roman" w:cs="Times New Roman"/>
          <w:bCs/>
          <w:sz w:val="24"/>
          <w:szCs w:val="24"/>
          <w:lang w:eastAsia="cs-CZ"/>
        </w:rPr>
      </w:pPr>
    </w:p>
    <w:p w:rsidR="002D4D77" w:rsidRPr="00E0282D" w:rsidRDefault="002D4D77" w:rsidP="002D4D77">
      <w:pPr>
        <w:pStyle w:val="Odstavecseseznamem"/>
        <w:numPr>
          <w:ilvl w:val="0"/>
          <w:numId w:val="8"/>
        </w:numPr>
        <w:autoSpaceDE w:val="0"/>
        <w:autoSpaceDN w:val="0"/>
        <w:adjustRightInd w:val="0"/>
        <w:ind w:left="714" w:hanging="357"/>
        <w:contextualSpacing w:val="0"/>
        <w:jc w:val="both"/>
        <w:rPr>
          <w:color w:val="000000"/>
        </w:rPr>
      </w:pPr>
      <w:r>
        <w:rPr>
          <w:color w:val="000000"/>
        </w:rPr>
        <w:t>V části první čl. I se za bod 3 vkládá nový bod X, který zní</w:t>
      </w:r>
      <w:r w:rsidRPr="00E0282D">
        <w:rPr>
          <w:color w:val="000000"/>
        </w:rPr>
        <w:t>:</w:t>
      </w:r>
    </w:p>
    <w:p w:rsidR="002D4D77" w:rsidRPr="00E0282D" w:rsidRDefault="002D4D77" w:rsidP="002D4D77">
      <w:pPr>
        <w:autoSpaceDE w:val="0"/>
        <w:autoSpaceDN w:val="0"/>
        <w:adjustRightInd w:val="0"/>
        <w:rPr>
          <w:color w:val="000000"/>
        </w:rPr>
      </w:pPr>
    </w:p>
    <w:p w:rsidR="002D4D77" w:rsidRDefault="002D4D77" w:rsidP="002D4D77">
      <w:pPr>
        <w:autoSpaceDE w:val="0"/>
        <w:autoSpaceDN w:val="0"/>
        <w:adjustRightInd w:val="0"/>
        <w:ind w:left="720"/>
        <w:rPr>
          <w:color w:val="000000"/>
        </w:rPr>
      </w:pPr>
      <w:r>
        <w:rPr>
          <w:color w:val="000000"/>
        </w:rPr>
        <w:t xml:space="preserve">„X. V </w:t>
      </w:r>
      <w:r w:rsidRPr="00E0282D">
        <w:rPr>
          <w:color w:val="000000"/>
        </w:rPr>
        <w:t xml:space="preserve">§ 8 </w:t>
      </w:r>
      <w:r>
        <w:rPr>
          <w:color w:val="000000"/>
        </w:rPr>
        <w:t xml:space="preserve">odst. 3 písm. g) se </w:t>
      </w:r>
      <w:proofErr w:type="gramStart"/>
      <w:r>
        <w:rPr>
          <w:color w:val="000000"/>
        </w:rPr>
        <w:t xml:space="preserve">slova </w:t>
      </w:r>
      <w:r w:rsidRPr="001549BF">
        <w:rPr>
          <w:color w:val="000000"/>
        </w:rPr>
        <w:t>„ , chránících</w:t>
      </w:r>
      <w:proofErr w:type="gramEnd"/>
      <w:r w:rsidRPr="001549BF">
        <w:rPr>
          <w:color w:val="000000"/>
        </w:rPr>
        <w:t xml:space="preserve"> stoky jednotné kanalizace</w:t>
      </w:r>
      <w:r>
        <w:rPr>
          <w:color w:val="000000"/>
        </w:rPr>
        <w:t xml:space="preserve"> </w:t>
      </w:r>
      <w:r w:rsidRPr="001549BF">
        <w:rPr>
          <w:color w:val="000000"/>
        </w:rPr>
        <w:t xml:space="preserve">před hydraulickým přetížením,“ zrušují.“. </w:t>
      </w:r>
    </w:p>
    <w:p w:rsidR="002D4D77" w:rsidRDefault="002D4D77" w:rsidP="002D4D77">
      <w:pPr>
        <w:autoSpaceDE w:val="0"/>
        <w:autoSpaceDN w:val="0"/>
        <w:adjustRightInd w:val="0"/>
        <w:ind w:left="720"/>
        <w:rPr>
          <w:color w:val="000000"/>
        </w:rPr>
      </w:pPr>
    </w:p>
    <w:p w:rsidR="002D4D77" w:rsidRPr="001549BF" w:rsidRDefault="002D4D77" w:rsidP="002D4D77">
      <w:pPr>
        <w:autoSpaceDE w:val="0"/>
        <w:autoSpaceDN w:val="0"/>
        <w:adjustRightInd w:val="0"/>
        <w:ind w:left="720"/>
        <w:rPr>
          <w:color w:val="000000"/>
        </w:rPr>
      </w:pPr>
      <w:r>
        <w:rPr>
          <w:color w:val="000000"/>
        </w:rPr>
        <w:t>Následující body se přečíslují.</w:t>
      </w:r>
    </w:p>
    <w:p w:rsidR="002D4D77" w:rsidRPr="00E0282D" w:rsidRDefault="002D4D77" w:rsidP="002D4D77">
      <w:pPr>
        <w:pStyle w:val="Standard"/>
        <w:tabs>
          <w:tab w:val="left" w:pos="1418"/>
        </w:tabs>
        <w:ind w:left="720"/>
        <w:jc w:val="both"/>
        <w:rPr>
          <w:rFonts w:ascii="Times New Roman" w:hAnsi="Times New Roman" w:cs="Times New Roman"/>
          <w:bCs/>
          <w:sz w:val="24"/>
          <w:szCs w:val="24"/>
          <w:lang w:eastAsia="cs-CZ"/>
        </w:rPr>
      </w:pPr>
    </w:p>
    <w:p w:rsidR="002D4D77" w:rsidRPr="00E0282D" w:rsidRDefault="002D4D77" w:rsidP="002D4D77">
      <w:pPr>
        <w:pStyle w:val="Standard"/>
        <w:tabs>
          <w:tab w:val="left" w:pos="1418"/>
        </w:tabs>
        <w:ind w:left="720"/>
        <w:jc w:val="both"/>
        <w:rPr>
          <w:rFonts w:ascii="Times New Roman" w:hAnsi="Times New Roman" w:cs="Times New Roman"/>
          <w:bCs/>
          <w:sz w:val="24"/>
          <w:szCs w:val="24"/>
          <w:lang w:eastAsia="cs-CZ"/>
        </w:rPr>
      </w:pPr>
    </w:p>
    <w:p w:rsidR="002D4D77" w:rsidRDefault="002D4D77" w:rsidP="002D4D77">
      <w:pPr>
        <w:pStyle w:val="BodyText1"/>
        <w:numPr>
          <w:ilvl w:val="0"/>
          <w:numId w:val="8"/>
        </w:numPr>
        <w:rPr>
          <w:rFonts w:ascii="Times New Roman" w:hAnsi="Times New Roman"/>
          <w:sz w:val="24"/>
          <w:szCs w:val="24"/>
        </w:rPr>
      </w:pPr>
      <w:r w:rsidRPr="00E0282D">
        <w:rPr>
          <w:rFonts w:ascii="Times New Roman" w:hAnsi="Times New Roman"/>
          <w:sz w:val="24"/>
          <w:szCs w:val="24"/>
        </w:rPr>
        <w:t>V části první čl. I se</w:t>
      </w:r>
      <w:r>
        <w:rPr>
          <w:rFonts w:ascii="Times New Roman" w:hAnsi="Times New Roman"/>
          <w:sz w:val="24"/>
          <w:szCs w:val="24"/>
        </w:rPr>
        <w:t xml:space="preserve"> </w:t>
      </w:r>
      <w:r w:rsidRPr="00E0282D">
        <w:rPr>
          <w:rFonts w:ascii="Times New Roman" w:hAnsi="Times New Roman"/>
          <w:sz w:val="24"/>
          <w:szCs w:val="24"/>
        </w:rPr>
        <w:t xml:space="preserve">bod 9 </w:t>
      </w:r>
      <w:r>
        <w:rPr>
          <w:rFonts w:ascii="Times New Roman" w:hAnsi="Times New Roman"/>
          <w:sz w:val="24"/>
          <w:szCs w:val="24"/>
        </w:rPr>
        <w:t>zrušuje</w:t>
      </w:r>
      <w:r w:rsidRPr="00E0282D">
        <w:rPr>
          <w:rFonts w:ascii="Times New Roman" w:hAnsi="Times New Roman"/>
          <w:sz w:val="24"/>
          <w:szCs w:val="24"/>
        </w:rPr>
        <w:t xml:space="preserve">. </w:t>
      </w:r>
    </w:p>
    <w:p w:rsidR="002D4D77" w:rsidRPr="00E0282D" w:rsidRDefault="002D4D77" w:rsidP="002D4D77">
      <w:pPr>
        <w:pStyle w:val="BodyText1"/>
        <w:ind w:left="720"/>
        <w:rPr>
          <w:rFonts w:ascii="Times New Roman" w:hAnsi="Times New Roman"/>
          <w:sz w:val="24"/>
          <w:szCs w:val="24"/>
        </w:rPr>
      </w:pPr>
      <w:r>
        <w:rPr>
          <w:rFonts w:ascii="Times New Roman" w:hAnsi="Times New Roman"/>
          <w:sz w:val="24"/>
          <w:szCs w:val="24"/>
        </w:rPr>
        <w:t>Následující body se přečíslují.</w:t>
      </w:r>
    </w:p>
    <w:p w:rsidR="002D4D77" w:rsidRPr="00E0282D" w:rsidRDefault="002D4D77" w:rsidP="002D4D77">
      <w:pPr>
        <w:pStyle w:val="Standard"/>
        <w:tabs>
          <w:tab w:val="left" w:pos="1418"/>
        </w:tabs>
        <w:ind w:left="720"/>
        <w:jc w:val="both"/>
        <w:rPr>
          <w:rFonts w:ascii="Times New Roman" w:hAnsi="Times New Roman" w:cs="Times New Roman"/>
          <w:bCs/>
          <w:sz w:val="24"/>
          <w:szCs w:val="24"/>
          <w:lang w:eastAsia="cs-CZ"/>
        </w:rPr>
      </w:pPr>
    </w:p>
    <w:p w:rsidR="002D4D77" w:rsidRPr="001C2E7B" w:rsidRDefault="002D4D77" w:rsidP="002D4D77">
      <w:pPr>
        <w:pStyle w:val="Odstavecseseznamem"/>
        <w:numPr>
          <w:ilvl w:val="0"/>
          <w:numId w:val="8"/>
        </w:numPr>
        <w:ind w:hanging="294"/>
        <w:jc w:val="both"/>
        <w:rPr>
          <w:bCs/>
          <w:kern w:val="3"/>
        </w:rPr>
      </w:pPr>
      <w:r w:rsidRPr="00A67C2C">
        <w:t xml:space="preserve">V části první čl. I </w:t>
      </w:r>
      <w:r w:rsidRPr="009A09B1">
        <w:t xml:space="preserve">se za bod </w:t>
      </w:r>
      <w:r>
        <w:t>8</w:t>
      </w:r>
      <w:r w:rsidRPr="009A09B1">
        <w:t xml:space="preserve"> vkládá nový bod</w:t>
      </w:r>
      <w:r>
        <w:t xml:space="preserve"> X</w:t>
      </w:r>
      <w:r w:rsidRPr="009A09B1">
        <w:t>, který zní:</w:t>
      </w:r>
    </w:p>
    <w:p w:rsidR="002D4D77" w:rsidRPr="001C2E7B" w:rsidRDefault="002D4D77" w:rsidP="002D4D77">
      <w:pPr>
        <w:pStyle w:val="Odstavecseseznamem"/>
        <w:jc w:val="both"/>
        <w:rPr>
          <w:bCs/>
          <w:kern w:val="3"/>
        </w:rPr>
      </w:pPr>
    </w:p>
    <w:p w:rsidR="002D4D77" w:rsidRDefault="002D4D77" w:rsidP="002D4D77">
      <w:pPr>
        <w:pStyle w:val="Odstavecseseznamem"/>
        <w:jc w:val="both"/>
      </w:pPr>
      <w:r>
        <w:t xml:space="preserve">„X. V § 15a odst. 4 písm. b) a c) se text „(§ 61 odst. </w:t>
      </w:r>
      <w:r w:rsidRPr="001C2E7B">
        <w:t>4</w:t>
      </w:r>
      <w:r>
        <w:t xml:space="preserve">)“ nahrazuje textem „(§ 61 odst. </w:t>
      </w:r>
      <w:r w:rsidRPr="001C2E7B">
        <w:rPr>
          <w:bCs/>
        </w:rPr>
        <w:t>6</w:t>
      </w:r>
      <w:r>
        <w:t>)“.“.</w:t>
      </w:r>
    </w:p>
    <w:p w:rsidR="002D4D77" w:rsidRDefault="002D4D77" w:rsidP="002D4D77">
      <w:pPr>
        <w:pStyle w:val="Odstavecseseznamem"/>
        <w:jc w:val="both"/>
      </w:pPr>
    </w:p>
    <w:p w:rsidR="002D4D77" w:rsidRDefault="002D4D77" w:rsidP="002D4D77">
      <w:pPr>
        <w:pStyle w:val="Odstavecseseznamem"/>
        <w:jc w:val="both"/>
      </w:pPr>
      <w:r w:rsidRPr="0011078A">
        <w:t>Následující body se přečíslují.</w:t>
      </w:r>
    </w:p>
    <w:p w:rsidR="002D4D77" w:rsidRDefault="002D4D77" w:rsidP="002D4D77">
      <w:pPr>
        <w:pStyle w:val="Odstavecseseznamem"/>
        <w:jc w:val="both"/>
      </w:pPr>
    </w:p>
    <w:p w:rsidR="002D4D77" w:rsidRDefault="002D4D77" w:rsidP="002D4D77">
      <w:pPr>
        <w:pStyle w:val="Odstavecseseznamem"/>
        <w:jc w:val="both"/>
        <w:rPr>
          <w:bCs/>
          <w:kern w:val="3"/>
        </w:rPr>
      </w:pPr>
    </w:p>
    <w:p w:rsidR="002D4D77" w:rsidRPr="00E0282D" w:rsidRDefault="002D4D77" w:rsidP="002D4D77">
      <w:pPr>
        <w:pStyle w:val="Odstavecseseznamem"/>
        <w:numPr>
          <w:ilvl w:val="0"/>
          <w:numId w:val="8"/>
        </w:numPr>
        <w:ind w:hanging="294"/>
        <w:contextualSpacing w:val="0"/>
        <w:jc w:val="both"/>
        <w:rPr>
          <w:bCs/>
          <w:kern w:val="3"/>
        </w:rPr>
      </w:pPr>
      <w:r w:rsidRPr="00E0282D">
        <w:rPr>
          <w:bCs/>
          <w:kern w:val="3"/>
        </w:rPr>
        <w:t>V části první čl. I body 14, 18 a 20 znějí:</w:t>
      </w:r>
    </w:p>
    <w:p w:rsidR="002D4D77" w:rsidRPr="00E0282D" w:rsidRDefault="002D4D77" w:rsidP="002D4D77">
      <w:pPr>
        <w:pStyle w:val="Standard"/>
        <w:tabs>
          <w:tab w:val="left" w:pos="1418"/>
        </w:tabs>
        <w:ind w:hanging="11"/>
        <w:jc w:val="both"/>
        <w:rPr>
          <w:rFonts w:ascii="Times New Roman" w:hAnsi="Times New Roman" w:cs="Times New Roman"/>
          <w:bCs/>
          <w:sz w:val="24"/>
          <w:szCs w:val="24"/>
          <w:lang w:eastAsia="cs-CZ"/>
        </w:rPr>
      </w:pPr>
    </w:p>
    <w:p w:rsidR="002D4D77" w:rsidRPr="00E0282D" w:rsidRDefault="002D4D77" w:rsidP="002D4D77">
      <w:pPr>
        <w:pStyle w:val="Textpozmn"/>
        <w:numPr>
          <w:ilvl w:val="0"/>
          <w:numId w:val="0"/>
        </w:numPr>
        <w:spacing w:after="0"/>
        <w:ind w:left="567" w:firstLine="142"/>
        <w:rPr>
          <w:bCs/>
        </w:rPr>
      </w:pPr>
      <w:r w:rsidRPr="00E0282D">
        <w:rPr>
          <w:bCs/>
        </w:rPr>
        <w:t>„X. V § 21 odst. 2 písm. c) bod 1 zní:</w:t>
      </w:r>
    </w:p>
    <w:p w:rsidR="002D4D77" w:rsidRPr="00E0282D" w:rsidRDefault="002D4D77" w:rsidP="002D4D77">
      <w:pPr>
        <w:ind w:left="993" w:hanging="11"/>
      </w:pPr>
    </w:p>
    <w:p w:rsidR="002D4D77" w:rsidRPr="00E0282D" w:rsidRDefault="002D4D77" w:rsidP="002D4D77">
      <w:pPr>
        <w:ind w:left="709"/>
      </w:pPr>
      <w:r w:rsidRPr="00E0282D">
        <w:t>„1. vodních linií a objektů na nich, hydrologických povodí vodních toků, hydrogeologických rajonů a vodních nádrží,“.“.</w:t>
      </w:r>
    </w:p>
    <w:p w:rsidR="002D4D77" w:rsidRPr="00E0282D" w:rsidRDefault="002D4D77" w:rsidP="002D4D77">
      <w:pPr>
        <w:pStyle w:val="Standard"/>
        <w:ind w:left="720" w:hanging="11"/>
        <w:jc w:val="both"/>
        <w:rPr>
          <w:rFonts w:ascii="Times New Roman" w:hAnsi="Times New Roman" w:cs="Times New Roman"/>
          <w:bCs/>
          <w:sz w:val="24"/>
          <w:szCs w:val="24"/>
          <w:lang w:eastAsia="cs-CZ"/>
        </w:rPr>
      </w:pPr>
    </w:p>
    <w:p w:rsidR="002D4D77" w:rsidRPr="00E0282D" w:rsidRDefault="002D4D77" w:rsidP="002D4D77">
      <w:pPr>
        <w:pStyle w:val="Standard"/>
        <w:tabs>
          <w:tab w:val="left" w:pos="1418"/>
        </w:tabs>
        <w:ind w:left="720" w:hanging="20"/>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„X. V § 22 odst. 3 písm</w:t>
      </w:r>
      <w:r>
        <w:rPr>
          <w:rFonts w:ascii="Times New Roman" w:hAnsi="Times New Roman" w:cs="Times New Roman"/>
          <w:bCs/>
          <w:sz w:val="24"/>
          <w:szCs w:val="24"/>
          <w:lang w:eastAsia="cs-CZ"/>
        </w:rPr>
        <w:t>eno</w:t>
      </w:r>
      <w:r w:rsidRPr="00E0282D">
        <w:rPr>
          <w:rFonts w:ascii="Times New Roman" w:hAnsi="Times New Roman" w:cs="Times New Roman"/>
          <w:bCs/>
          <w:sz w:val="24"/>
          <w:szCs w:val="24"/>
          <w:lang w:eastAsia="cs-CZ"/>
        </w:rPr>
        <w:t xml:space="preserve"> a) zní:</w:t>
      </w:r>
    </w:p>
    <w:p w:rsidR="002D4D77" w:rsidRPr="00E0282D" w:rsidRDefault="002D4D77" w:rsidP="002D4D77">
      <w:pPr>
        <w:pStyle w:val="Standard"/>
        <w:tabs>
          <w:tab w:val="left" w:pos="1418"/>
        </w:tabs>
        <w:ind w:left="720" w:hanging="20"/>
        <w:jc w:val="both"/>
        <w:rPr>
          <w:rFonts w:ascii="Times New Roman" w:hAnsi="Times New Roman" w:cs="Times New Roman"/>
          <w:bCs/>
          <w:sz w:val="24"/>
          <w:szCs w:val="24"/>
          <w:lang w:eastAsia="cs-CZ"/>
        </w:rPr>
      </w:pPr>
    </w:p>
    <w:p w:rsidR="002D4D77" w:rsidRPr="00E0282D" w:rsidRDefault="002D4D77" w:rsidP="002D4D77">
      <w:pPr>
        <w:pStyle w:val="Textpozmn"/>
        <w:numPr>
          <w:ilvl w:val="0"/>
          <w:numId w:val="0"/>
        </w:numPr>
        <w:tabs>
          <w:tab w:val="clear" w:pos="851"/>
        </w:tabs>
        <w:spacing w:after="0"/>
        <w:ind w:left="709" w:hanging="20"/>
        <w:rPr>
          <w:bCs/>
        </w:rPr>
      </w:pPr>
      <w:r w:rsidRPr="00E0282D">
        <w:rPr>
          <w:bCs/>
        </w:rPr>
        <w:t>„a) vodních linií a</w:t>
      </w:r>
      <w:r w:rsidRPr="00E0282D">
        <w:rPr>
          <w:b/>
          <w:bCs/>
        </w:rPr>
        <w:t xml:space="preserve"> </w:t>
      </w:r>
      <w:r w:rsidRPr="00E0282D">
        <w:rPr>
          <w:bCs/>
        </w:rPr>
        <w:t>objektů na nich a vodních nádrží,“.“.</w:t>
      </w:r>
    </w:p>
    <w:p w:rsidR="002D4D77" w:rsidRPr="00E0282D" w:rsidRDefault="002D4D77" w:rsidP="002D4D77">
      <w:pPr>
        <w:pStyle w:val="Standard"/>
        <w:tabs>
          <w:tab w:val="left" w:pos="1418"/>
        </w:tabs>
        <w:ind w:left="720" w:hanging="11"/>
        <w:jc w:val="both"/>
        <w:rPr>
          <w:rFonts w:ascii="Times New Roman" w:hAnsi="Times New Roman" w:cs="Times New Roman"/>
          <w:bCs/>
          <w:sz w:val="24"/>
          <w:szCs w:val="24"/>
          <w:lang w:eastAsia="cs-CZ"/>
        </w:rPr>
      </w:pPr>
    </w:p>
    <w:p w:rsidR="002D4D77" w:rsidRPr="00E0282D" w:rsidRDefault="002D4D77" w:rsidP="002D4D77">
      <w:pPr>
        <w:pStyle w:val="Standard"/>
        <w:tabs>
          <w:tab w:val="left" w:pos="1418"/>
        </w:tabs>
        <w:ind w:left="720" w:hanging="11"/>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„X. V § 22 odst. 4 písm</w:t>
      </w:r>
      <w:r>
        <w:rPr>
          <w:rFonts w:ascii="Times New Roman" w:hAnsi="Times New Roman" w:cs="Times New Roman"/>
          <w:bCs/>
          <w:sz w:val="24"/>
          <w:szCs w:val="24"/>
          <w:lang w:eastAsia="cs-CZ"/>
        </w:rPr>
        <w:t>eno</w:t>
      </w:r>
      <w:r w:rsidRPr="00E0282D">
        <w:rPr>
          <w:rFonts w:ascii="Times New Roman" w:hAnsi="Times New Roman" w:cs="Times New Roman"/>
          <w:bCs/>
          <w:sz w:val="24"/>
          <w:szCs w:val="24"/>
          <w:lang w:eastAsia="cs-CZ"/>
        </w:rPr>
        <w:t xml:space="preserve"> a) zní:</w:t>
      </w:r>
    </w:p>
    <w:p w:rsidR="002D4D77" w:rsidRPr="00E0282D" w:rsidRDefault="002D4D77" w:rsidP="002D4D77">
      <w:pPr>
        <w:pStyle w:val="Standard"/>
        <w:tabs>
          <w:tab w:val="left" w:pos="1418"/>
        </w:tabs>
        <w:ind w:left="720" w:hanging="11"/>
        <w:jc w:val="both"/>
        <w:rPr>
          <w:rFonts w:ascii="Times New Roman" w:hAnsi="Times New Roman" w:cs="Times New Roman"/>
          <w:bCs/>
          <w:sz w:val="24"/>
          <w:szCs w:val="24"/>
          <w:lang w:eastAsia="cs-CZ"/>
        </w:rPr>
      </w:pPr>
    </w:p>
    <w:p w:rsidR="002D4D77" w:rsidRPr="00E0282D" w:rsidRDefault="002D4D77" w:rsidP="002D4D77">
      <w:pPr>
        <w:pStyle w:val="Textpozmn"/>
        <w:numPr>
          <w:ilvl w:val="0"/>
          <w:numId w:val="0"/>
        </w:numPr>
        <w:tabs>
          <w:tab w:val="clear" w:pos="851"/>
        </w:tabs>
        <w:spacing w:after="0"/>
        <w:ind w:left="709"/>
        <w:rPr>
          <w:bCs/>
        </w:rPr>
      </w:pPr>
      <w:r w:rsidRPr="00E0282D">
        <w:rPr>
          <w:bCs/>
        </w:rPr>
        <w:t>„a) objektů na vodních liniích hydrologických povodí vodních toků a hydrogeologických rajonů,“.“.</w:t>
      </w:r>
    </w:p>
    <w:p w:rsidR="002D4D77" w:rsidRDefault="002D4D77" w:rsidP="002D4D77">
      <w:pPr>
        <w:pStyle w:val="Standard"/>
        <w:tabs>
          <w:tab w:val="left" w:pos="1418"/>
        </w:tabs>
        <w:ind w:left="720"/>
        <w:jc w:val="both"/>
        <w:rPr>
          <w:rFonts w:ascii="Times New Roman" w:hAnsi="Times New Roman" w:cs="Times New Roman"/>
          <w:bCs/>
          <w:sz w:val="24"/>
          <w:szCs w:val="24"/>
          <w:lang w:eastAsia="cs-CZ"/>
        </w:rPr>
      </w:pPr>
    </w:p>
    <w:p w:rsidR="002D4D77" w:rsidRPr="00E0282D" w:rsidRDefault="002D4D77" w:rsidP="002D4D77">
      <w:pPr>
        <w:pStyle w:val="Standard"/>
        <w:tabs>
          <w:tab w:val="left" w:pos="1418"/>
        </w:tabs>
        <w:ind w:left="720"/>
        <w:jc w:val="both"/>
        <w:rPr>
          <w:rFonts w:ascii="Times New Roman" w:hAnsi="Times New Roman" w:cs="Times New Roman"/>
          <w:bCs/>
          <w:sz w:val="24"/>
          <w:szCs w:val="24"/>
          <w:lang w:eastAsia="cs-CZ"/>
        </w:rPr>
      </w:pPr>
    </w:p>
    <w:p w:rsidR="002D4D77" w:rsidRDefault="002D4D77" w:rsidP="002D4D77">
      <w:pPr>
        <w:pStyle w:val="Normlnweb"/>
        <w:numPr>
          <w:ilvl w:val="0"/>
          <w:numId w:val="8"/>
        </w:numPr>
        <w:spacing w:before="0" w:beforeAutospacing="0" w:after="0"/>
        <w:ind w:left="714" w:hanging="357"/>
      </w:pPr>
      <w:r w:rsidRPr="00E0282D">
        <w:t>V části první čl. I se za bod 38 vkládá nový bod</w:t>
      </w:r>
      <w:r>
        <w:t xml:space="preserve"> X,</w:t>
      </w:r>
      <w:r w:rsidRPr="00E0282D">
        <w:t xml:space="preserve"> který zní: </w:t>
      </w:r>
    </w:p>
    <w:p w:rsidR="002D4D77" w:rsidRPr="00E0282D" w:rsidRDefault="002D4D77" w:rsidP="002D4D77">
      <w:pPr>
        <w:pStyle w:val="Normlnweb"/>
        <w:spacing w:before="0" w:beforeAutospacing="0" w:after="0"/>
        <w:ind w:left="714"/>
      </w:pPr>
    </w:p>
    <w:p w:rsidR="002D4D77" w:rsidRDefault="002D4D77" w:rsidP="002D4D77">
      <w:pPr>
        <w:pStyle w:val="Normlnweb"/>
        <w:spacing w:before="0" w:beforeAutospacing="0" w:after="0"/>
        <w:ind w:left="720"/>
        <w:jc w:val="both"/>
      </w:pPr>
      <w:r w:rsidRPr="00E0282D">
        <w:t>„X. V § 59 odst. 1 písm. k) se slova „předávat do 31. prosince příslušného roku vodoprávnímu úřadu“ nahrazují slovy „předávat do 30 pracovních dnů od provedení revize vodoprávnímu úřadu“.“.</w:t>
      </w:r>
    </w:p>
    <w:p w:rsidR="002D4D77" w:rsidRDefault="002D4D77" w:rsidP="002D4D77">
      <w:pPr>
        <w:pStyle w:val="Normlnweb"/>
        <w:spacing w:before="0" w:beforeAutospacing="0" w:after="0"/>
        <w:ind w:left="720"/>
        <w:jc w:val="both"/>
      </w:pPr>
    </w:p>
    <w:p w:rsidR="002D4D77" w:rsidRPr="00E0282D" w:rsidRDefault="002D4D77" w:rsidP="002D4D77">
      <w:pPr>
        <w:pStyle w:val="Normlnweb"/>
        <w:spacing w:before="0" w:beforeAutospacing="0" w:after="0"/>
        <w:ind w:left="720"/>
        <w:jc w:val="both"/>
      </w:pPr>
      <w:r>
        <w:t>Následující body se přečíslují.</w:t>
      </w:r>
    </w:p>
    <w:p w:rsidR="002D4D77" w:rsidRPr="00E0282D" w:rsidRDefault="002D4D77" w:rsidP="002D4D77">
      <w:pPr>
        <w:pStyle w:val="Standard"/>
        <w:tabs>
          <w:tab w:val="left" w:pos="1418"/>
        </w:tabs>
        <w:ind w:left="720"/>
        <w:jc w:val="both"/>
        <w:rPr>
          <w:rFonts w:ascii="Times New Roman" w:hAnsi="Times New Roman" w:cs="Times New Roman"/>
          <w:bCs/>
          <w:sz w:val="24"/>
          <w:szCs w:val="24"/>
          <w:lang w:eastAsia="cs-CZ"/>
        </w:rPr>
      </w:pPr>
    </w:p>
    <w:p w:rsidR="002D4D77" w:rsidRPr="00E0282D" w:rsidRDefault="002D4D77" w:rsidP="002D4D77">
      <w:pPr>
        <w:pStyle w:val="Standard"/>
        <w:tabs>
          <w:tab w:val="left" w:pos="1418"/>
        </w:tabs>
        <w:ind w:left="720"/>
        <w:jc w:val="both"/>
        <w:rPr>
          <w:rFonts w:ascii="Times New Roman" w:hAnsi="Times New Roman" w:cs="Times New Roman"/>
          <w:bCs/>
          <w:sz w:val="24"/>
          <w:szCs w:val="24"/>
          <w:lang w:eastAsia="cs-CZ"/>
        </w:rPr>
      </w:pPr>
    </w:p>
    <w:p w:rsidR="002D4D77" w:rsidRPr="00E0282D" w:rsidRDefault="002D4D77" w:rsidP="002D4D77">
      <w:pPr>
        <w:pStyle w:val="Standard"/>
        <w:numPr>
          <w:ilvl w:val="0"/>
          <w:numId w:val="8"/>
        </w:numPr>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V části první čl. I se za bod 38 vkládají nové body</w:t>
      </w:r>
      <w:r>
        <w:rPr>
          <w:rFonts w:ascii="Times New Roman" w:hAnsi="Times New Roman" w:cs="Times New Roman"/>
          <w:bCs/>
          <w:sz w:val="24"/>
          <w:szCs w:val="24"/>
          <w:lang w:eastAsia="cs-CZ"/>
        </w:rPr>
        <w:t xml:space="preserve"> X</w:t>
      </w:r>
      <w:r w:rsidRPr="00E0282D">
        <w:rPr>
          <w:rFonts w:ascii="Times New Roman" w:hAnsi="Times New Roman" w:cs="Times New Roman"/>
          <w:bCs/>
          <w:sz w:val="24"/>
          <w:szCs w:val="24"/>
          <w:lang w:eastAsia="cs-CZ"/>
        </w:rPr>
        <w:t>, které znějí:</w:t>
      </w:r>
    </w:p>
    <w:p w:rsidR="002D4D77" w:rsidRPr="00E0282D"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Standard"/>
        <w:ind w:left="360" w:firstLine="349"/>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„X. V § 61 odst. 1 se slova „ke vzdouvání nebo zadržování vody“ zrušují.“.</w:t>
      </w:r>
    </w:p>
    <w:p w:rsidR="002D4D77" w:rsidRPr="00E0282D" w:rsidRDefault="002D4D77" w:rsidP="002D4D77">
      <w:pPr>
        <w:rPr>
          <w:bCs/>
          <w:kern w:val="3"/>
        </w:rPr>
      </w:pPr>
    </w:p>
    <w:p w:rsidR="002D4D77" w:rsidRPr="00E0282D" w:rsidRDefault="002D4D77" w:rsidP="002D4D77">
      <w:pPr>
        <w:tabs>
          <w:tab w:val="left" w:pos="709"/>
        </w:tabs>
        <w:ind w:firstLine="709"/>
        <w:rPr>
          <w:bCs/>
          <w:kern w:val="3"/>
        </w:rPr>
      </w:pPr>
      <w:r w:rsidRPr="00E0282D">
        <w:rPr>
          <w:bCs/>
          <w:kern w:val="3"/>
        </w:rPr>
        <w:t>„X. V § 61 se za odstavec 1 vkládají nové odstavce 2 a 3, které znějí:</w:t>
      </w:r>
    </w:p>
    <w:p w:rsidR="002D4D77" w:rsidRPr="00E0282D" w:rsidRDefault="002D4D77" w:rsidP="002D4D77">
      <w:pPr>
        <w:rPr>
          <w:bCs/>
          <w:kern w:val="3"/>
        </w:rPr>
      </w:pPr>
    </w:p>
    <w:p w:rsidR="002D4D77" w:rsidRPr="00E0282D" w:rsidRDefault="002D4D77" w:rsidP="002D4D77">
      <w:pPr>
        <w:spacing w:after="120"/>
        <w:ind w:left="709" w:firstLine="709"/>
        <w:rPr>
          <w:bCs/>
          <w:kern w:val="3"/>
        </w:rPr>
      </w:pPr>
      <w:r w:rsidRPr="00E0282D">
        <w:rPr>
          <w:bCs/>
          <w:kern w:val="3"/>
        </w:rPr>
        <w:t xml:space="preserve">„(2) Technickobezpečnostnímu dohledu podléhají vodní díla, která slouží ke vzdouvání a zadržování vody. Jedná se o </w:t>
      </w:r>
    </w:p>
    <w:p w:rsidR="002D4D77" w:rsidRPr="00E0282D" w:rsidRDefault="002D4D77" w:rsidP="002D4D77">
      <w:pPr>
        <w:spacing w:after="120"/>
        <w:ind w:left="993" w:hanging="284"/>
        <w:rPr>
          <w:bCs/>
          <w:kern w:val="3"/>
        </w:rPr>
      </w:pPr>
      <w:r>
        <w:rPr>
          <w:bCs/>
          <w:kern w:val="3"/>
        </w:rPr>
        <w:t>a)</w:t>
      </w:r>
      <w:r>
        <w:rPr>
          <w:bCs/>
          <w:kern w:val="3"/>
        </w:rPr>
        <w:tab/>
      </w:r>
      <w:r w:rsidRPr="00E0282D">
        <w:rPr>
          <w:bCs/>
          <w:kern w:val="3"/>
        </w:rPr>
        <w:t>přehrady, hráze a jezy, s výjimkou příčných staveb v korytech vodních toků a přilehlých územích, jejichž výška od paty hráze po korunu je nižší než 1 m a celkový objem vzduté vody nepřesahuje 1 000 m</w:t>
      </w:r>
      <w:r w:rsidRPr="00E0282D">
        <w:rPr>
          <w:bCs/>
          <w:kern w:val="3"/>
          <w:vertAlign w:val="superscript"/>
        </w:rPr>
        <w:t>3</w:t>
      </w:r>
      <w:r w:rsidRPr="00E0282D">
        <w:rPr>
          <w:bCs/>
          <w:kern w:val="3"/>
        </w:rPr>
        <w:t xml:space="preserve">, nebo pevných a nepohyblivých příčných vzdouvacích staveb, v korytech vodních toků, jejichž pevná přelivná hrana je převýšena nade dnem v podjezí méně než 1,5 m, </w:t>
      </w:r>
    </w:p>
    <w:p w:rsidR="002D4D77" w:rsidRPr="00E0282D" w:rsidRDefault="002D4D77" w:rsidP="002D4D77">
      <w:pPr>
        <w:spacing w:after="120"/>
        <w:ind w:left="993" w:hanging="284"/>
        <w:rPr>
          <w:bCs/>
          <w:kern w:val="3"/>
        </w:rPr>
      </w:pPr>
      <w:r w:rsidRPr="00E0282D">
        <w:rPr>
          <w:bCs/>
          <w:kern w:val="3"/>
        </w:rPr>
        <w:t xml:space="preserve">b) stavby na ochranu před povodněmi, </w:t>
      </w:r>
    </w:p>
    <w:p w:rsidR="002D4D77" w:rsidRPr="00E0282D" w:rsidRDefault="002D4D77" w:rsidP="002D4D77">
      <w:pPr>
        <w:spacing w:after="120"/>
        <w:ind w:left="993" w:hanging="284"/>
        <w:rPr>
          <w:bCs/>
          <w:kern w:val="3"/>
        </w:rPr>
      </w:pPr>
      <w:r w:rsidRPr="00E0282D">
        <w:rPr>
          <w:bCs/>
          <w:kern w:val="3"/>
        </w:rPr>
        <w:lastRenderedPageBreak/>
        <w:t>c) stavby, které se k plavebním účelům zřizují v korytech vodních toků nebo na jejich březích,</w:t>
      </w:r>
    </w:p>
    <w:p w:rsidR="002D4D77" w:rsidRPr="00E0282D" w:rsidRDefault="002D4D77" w:rsidP="002D4D77">
      <w:pPr>
        <w:spacing w:after="120"/>
        <w:ind w:left="993" w:hanging="284"/>
        <w:rPr>
          <w:bCs/>
          <w:kern w:val="3"/>
        </w:rPr>
      </w:pPr>
      <w:r w:rsidRPr="00E0282D">
        <w:rPr>
          <w:bCs/>
          <w:kern w:val="3"/>
        </w:rPr>
        <w:t>d) stavby k využití energetického potenciálu povrchových vod, s výjimkou příčných staveb uvedených v písmenu a), a</w:t>
      </w:r>
    </w:p>
    <w:p w:rsidR="002D4D77" w:rsidRPr="00E0282D" w:rsidRDefault="002D4D77" w:rsidP="002D4D77">
      <w:pPr>
        <w:ind w:left="993" w:hanging="284"/>
        <w:rPr>
          <w:bCs/>
          <w:kern w:val="3"/>
        </w:rPr>
      </w:pPr>
      <w:r w:rsidRPr="00E0282D">
        <w:rPr>
          <w:bCs/>
          <w:kern w:val="3"/>
        </w:rPr>
        <w:t>e) jiné stavby sloužící ke vzdouvání nebo zadržování vody, s výjimkou nádrží zcela zahloubených v zemi bez vzdouvacího prvku, slepých ramen, vodovodních řadů a vodojemů, kanalizačních sítí a rekreačních bazénů.</w:t>
      </w:r>
    </w:p>
    <w:p w:rsidR="002D4D77" w:rsidRPr="00E0282D" w:rsidRDefault="002D4D77" w:rsidP="002D4D77">
      <w:pPr>
        <w:ind w:left="709" w:firstLine="709"/>
        <w:rPr>
          <w:bCs/>
          <w:kern w:val="3"/>
        </w:rPr>
      </w:pPr>
    </w:p>
    <w:p w:rsidR="002D4D77" w:rsidRPr="00E0282D" w:rsidRDefault="002D4D77" w:rsidP="002D4D77">
      <w:pPr>
        <w:ind w:left="709" w:firstLine="709"/>
        <w:rPr>
          <w:bCs/>
          <w:kern w:val="3"/>
        </w:rPr>
      </w:pPr>
      <w:r w:rsidRPr="00E0282D">
        <w:rPr>
          <w:bCs/>
          <w:kern w:val="3"/>
        </w:rPr>
        <w:t>(3) Dále technickobezpečnostnímu dohledu podléhají stavby</w:t>
      </w:r>
    </w:p>
    <w:p w:rsidR="002D4D77" w:rsidRPr="00E0282D" w:rsidRDefault="002D4D77" w:rsidP="002D4D77">
      <w:pPr>
        <w:ind w:left="709" w:firstLine="709"/>
        <w:rPr>
          <w:bCs/>
          <w:kern w:val="3"/>
        </w:rPr>
      </w:pPr>
    </w:p>
    <w:p w:rsidR="002D4D77" w:rsidRPr="00E0282D" w:rsidRDefault="002D4D77" w:rsidP="002D4D77">
      <w:pPr>
        <w:spacing w:after="120"/>
        <w:ind w:left="993" w:hanging="284"/>
        <w:rPr>
          <w:bCs/>
          <w:kern w:val="3"/>
        </w:rPr>
      </w:pPr>
      <w:r w:rsidRPr="00E0282D">
        <w:rPr>
          <w:bCs/>
          <w:kern w:val="3"/>
        </w:rPr>
        <w:t>a) odkališť, a</w:t>
      </w:r>
    </w:p>
    <w:p w:rsidR="002D4D77" w:rsidRPr="00E0282D" w:rsidRDefault="002D4D77" w:rsidP="002D4D77">
      <w:pPr>
        <w:ind w:firstLine="709"/>
        <w:rPr>
          <w:bCs/>
          <w:kern w:val="3"/>
        </w:rPr>
      </w:pPr>
      <w:r w:rsidRPr="00E0282D">
        <w:rPr>
          <w:bCs/>
          <w:kern w:val="3"/>
        </w:rPr>
        <w:t>b) hydrotechnických štol a tunelů.“.</w:t>
      </w:r>
    </w:p>
    <w:p w:rsidR="002D4D77" w:rsidRPr="00E0282D" w:rsidRDefault="002D4D77" w:rsidP="002D4D77">
      <w:pPr>
        <w:rPr>
          <w:bCs/>
          <w:kern w:val="3"/>
        </w:rPr>
      </w:pPr>
    </w:p>
    <w:p w:rsidR="002D4D77" w:rsidRPr="00E0282D" w:rsidRDefault="002D4D77" w:rsidP="002D4D77">
      <w:pPr>
        <w:ind w:firstLine="709"/>
        <w:rPr>
          <w:bCs/>
          <w:kern w:val="3"/>
        </w:rPr>
      </w:pPr>
      <w:r>
        <w:rPr>
          <w:bCs/>
          <w:kern w:val="3"/>
        </w:rPr>
        <w:t>Dosavadní odstavce 2 až 11</w:t>
      </w:r>
      <w:r w:rsidRPr="00E0282D">
        <w:rPr>
          <w:bCs/>
          <w:kern w:val="3"/>
        </w:rPr>
        <w:t xml:space="preserve"> se označují jako odstavce 4 až 1</w:t>
      </w:r>
      <w:r>
        <w:rPr>
          <w:bCs/>
          <w:kern w:val="3"/>
        </w:rPr>
        <w:t>3</w:t>
      </w:r>
      <w:r w:rsidRPr="00E0282D">
        <w:rPr>
          <w:bCs/>
          <w:kern w:val="3"/>
        </w:rPr>
        <w:t>.</w:t>
      </w:r>
      <w:r>
        <w:rPr>
          <w:bCs/>
          <w:kern w:val="3"/>
        </w:rPr>
        <w:t>“.“.</w:t>
      </w:r>
    </w:p>
    <w:p w:rsidR="002D4D77" w:rsidRPr="00E0282D" w:rsidRDefault="002D4D77" w:rsidP="002D4D77">
      <w:pPr>
        <w:suppressAutoHyphens/>
        <w:autoSpaceDN w:val="0"/>
        <w:textAlignment w:val="baseline"/>
        <w:rPr>
          <w:bCs/>
          <w:kern w:val="3"/>
        </w:rPr>
      </w:pPr>
    </w:p>
    <w:p w:rsidR="002D4D77" w:rsidRPr="00E0282D" w:rsidRDefault="002D4D77" w:rsidP="002D4D77">
      <w:pPr>
        <w:suppressAutoHyphens/>
        <w:autoSpaceDN w:val="0"/>
        <w:ind w:left="720"/>
        <w:textAlignment w:val="baseline"/>
        <w:rPr>
          <w:bCs/>
          <w:kern w:val="3"/>
        </w:rPr>
      </w:pPr>
      <w:r w:rsidRPr="00E0282D">
        <w:rPr>
          <w:bCs/>
          <w:kern w:val="3"/>
        </w:rPr>
        <w:t>„X. V § 61 odstavec 5 zní:</w:t>
      </w:r>
    </w:p>
    <w:p w:rsidR="002D4D77" w:rsidRPr="00E0282D" w:rsidRDefault="002D4D77" w:rsidP="002D4D77">
      <w:pPr>
        <w:suppressAutoHyphens/>
        <w:autoSpaceDN w:val="0"/>
        <w:ind w:left="720"/>
        <w:textAlignment w:val="baseline"/>
        <w:rPr>
          <w:bCs/>
          <w:kern w:val="3"/>
        </w:rPr>
      </w:pPr>
    </w:p>
    <w:p w:rsidR="002D4D77" w:rsidRPr="00E0282D" w:rsidRDefault="002D4D77" w:rsidP="002D4D77">
      <w:pPr>
        <w:suppressAutoHyphens/>
        <w:autoSpaceDN w:val="0"/>
        <w:ind w:left="720" w:firstLine="696"/>
        <w:textAlignment w:val="baseline"/>
        <w:rPr>
          <w:bCs/>
          <w:kern w:val="3"/>
        </w:rPr>
      </w:pPr>
      <w:r w:rsidRPr="00E0282D">
        <w:rPr>
          <w:bCs/>
          <w:kern w:val="3"/>
        </w:rPr>
        <w:t>„(5) Stanovení kritérií a postupu pro zařazení vodních děl do kategorií, rozsah a četnost provádění technickobezpečnostního dohledu u jednotlivých kategorií vodních děl a v jednotlivých etapách jejich přípravy, výstavby, změny dokončené stavby vodního díla nebo provozu, náležitosti zpracování rozsahu měření technickobezpečnostního dohledu, náležitosti programu technickobezpečnostního dohledu a zpracování výsledků pozorování a měření stanoví Ministerstvo zemědělství vyhláškou.“.“.</w:t>
      </w:r>
    </w:p>
    <w:p w:rsidR="002D4D77" w:rsidRPr="00E0282D" w:rsidRDefault="002D4D77" w:rsidP="002D4D77">
      <w:pPr>
        <w:pStyle w:val="Standard"/>
        <w:ind w:left="720"/>
        <w:jc w:val="both"/>
        <w:rPr>
          <w:rFonts w:ascii="Times New Roman" w:hAnsi="Times New Roman" w:cs="Times New Roman"/>
          <w:b/>
          <w:bCs/>
          <w:sz w:val="24"/>
          <w:szCs w:val="24"/>
          <w:lang w:eastAsia="cs-CZ"/>
        </w:rPr>
      </w:pPr>
    </w:p>
    <w:p w:rsidR="002D4D77" w:rsidRDefault="002D4D77" w:rsidP="002D4D77">
      <w:pPr>
        <w:pStyle w:val="Standard"/>
        <w:ind w:left="720"/>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 xml:space="preserve">Následující body se přečíslují. </w:t>
      </w:r>
    </w:p>
    <w:p w:rsidR="002D4D77"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Odstavecseseznamem"/>
        <w:numPr>
          <w:ilvl w:val="0"/>
          <w:numId w:val="8"/>
        </w:numPr>
        <w:jc w:val="both"/>
        <w:rPr>
          <w:bCs/>
          <w:kern w:val="3"/>
        </w:rPr>
      </w:pPr>
      <w:r w:rsidRPr="00E0282D">
        <w:rPr>
          <w:bCs/>
          <w:kern w:val="3"/>
        </w:rPr>
        <w:t>V části první čl. I bod 39 zní:</w:t>
      </w:r>
    </w:p>
    <w:p w:rsidR="002D4D77" w:rsidRPr="00E0282D" w:rsidRDefault="002D4D77" w:rsidP="002D4D77">
      <w:pPr>
        <w:ind w:left="720"/>
        <w:rPr>
          <w:bCs/>
          <w:kern w:val="3"/>
        </w:rPr>
      </w:pPr>
    </w:p>
    <w:p w:rsidR="002D4D77" w:rsidRPr="00E0282D" w:rsidRDefault="002D4D77" w:rsidP="002D4D77">
      <w:pPr>
        <w:ind w:left="709"/>
        <w:rPr>
          <w:lang w:eastAsia="zh-CN"/>
        </w:rPr>
      </w:pPr>
      <w:r w:rsidRPr="00E0282D">
        <w:rPr>
          <w:bCs/>
          <w:kern w:val="3"/>
        </w:rPr>
        <w:t>„X. V § 61 odst. 6 se slovo „dokončeného“ nahrazuje slovy „dokončené stavby“, slova „</w:t>
      </w:r>
      <w:r w:rsidRPr="00E0282D">
        <w:rPr>
          <w:lang w:eastAsia="zh-CN"/>
        </w:rPr>
        <w:t>vymezeného vyhláškou podle odstavce 3“ se zrušují, číslo „9“ se nahrazuje číslem „1</w:t>
      </w:r>
      <w:r>
        <w:rPr>
          <w:lang w:eastAsia="zh-CN"/>
        </w:rPr>
        <w:t>1</w:t>
      </w:r>
      <w:r w:rsidRPr="00E0282D">
        <w:rPr>
          <w:lang w:eastAsia="zh-CN"/>
        </w:rPr>
        <w:t xml:space="preserve">“ a na konci odstavce 6 se doplňuje věta „Posudek pro zařazení vodního díla do kategorie obsahuje stanovení míry bezpečnosti vodního díla při povodních a návrh a posouzení parametrů bezpečnostních a výpustných zařízení v souladu se zvláštními právními </w:t>
      </w:r>
      <w:proofErr w:type="spellStart"/>
      <w:r w:rsidRPr="00E0282D">
        <w:rPr>
          <w:lang w:eastAsia="zh-CN"/>
        </w:rPr>
        <w:t>předpisy</w:t>
      </w:r>
      <w:r w:rsidRPr="00E0282D">
        <w:rPr>
          <w:vertAlign w:val="superscript"/>
          <w:lang w:eastAsia="zh-CN"/>
        </w:rPr>
        <w:t>x</w:t>
      </w:r>
      <w:proofErr w:type="spellEnd"/>
      <w:r w:rsidRPr="00E0282D">
        <w:rPr>
          <w:vertAlign w:val="superscript"/>
          <w:lang w:eastAsia="zh-CN"/>
        </w:rPr>
        <w:t>),</w:t>
      </w:r>
      <w:r>
        <w:rPr>
          <w:vertAlign w:val="superscript"/>
          <w:lang w:eastAsia="zh-CN"/>
        </w:rPr>
        <w:t xml:space="preserve"> </w:t>
      </w:r>
      <w:r w:rsidRPr="00E0282D">
        <w:rPr>
          <w:vertAlign w:val="superscript"/>
          <w:lang w:eastAsia="zh-CN"/>
        </w:rPr>
        <w:t>y)</w:t>
      </w:r>
      <w:r w:rsidRPr="00255B58">
        <w:rPr>
          <w:lang w:eastAsia="zh-CN"/>
        </w:rPr>
        <w:t>.</w:t>
      </w:r>
      <w:r>
        <w:rPr>
          <w:lang w:eastAsia="zh-CN"/>
        </w:rPr>
        <w:t>“.</w:t>
      </w:r>
    </w:p>
    <w:p w:rsidR="002D4D77" w:rsidRPr="00E0282D" w:rsidRDefault="002D4D77" w:rsidP="002D4D77">
      <w:pPr>
        <w:ind w:left="709" w:hanging="352"/>
        <w:rPr>
          <w:lang w:eastAsia="zh-CN"/>
        </w:rPr>
      </w:pPr>
    </w:p>
    <w:p w:rsidR="002D4D77" w:rsidRPr="00E0282D" w:rsidRDefault="002D4D77" w:rsidP="002D4D77">
      <w:pPr>
        <w:ind w:left="709"/>
        <w:rPr>
          <w:lang w:eastAsia="zh-CN"/>
        </w:rPr>
      </w:pPr>
      <w:r w:rsidRPr="00E0282D">
        <w:rPr>
          <w:lang w:eastAsia="zh-CN"/>
        </w:rPr>
        <w:t>Poznámky pod čarou č. x) a y) znějí:</w:t>
      </w:r>
    </w:p>
    <w:p w:rsidR="002D4D77" w:rsidRPr="00E0282D" w:rsidRDefault="002D4D77" w:rsidP="002D4D77">
      <w:pPr>
        <w:spacing w:after="120"/>
        <w:ind w:left="709"/>
        <w:rPr>
          <w:lang w:eastAsia="zh-CN"/>
        </w:rPr>
      </w:pPr>
      <w:r>
        <w:rPr>
          <w:lang w:eastAsia="zh-CN"/>
        </w:rPr>
        <w:t>___________</w:t>
      </w:r>
    </w:p>
    <w:p w:rsidR="002D4D77" w:rsidRPr="00E0282D" w:rsidRDefault="002D4D77" w:rsidP="002D4D77">
      <w:pPr>
        <w:ind w:left="1416" w:hanging="707"/>
        <w:rPr>
          <w:bCs/>
          <w:kern w:val="3"/>
        </w:rPr>
      </w:pPr>
      <w:r w:rsidRPr="00E0282D">
        <w:rPr>
          <w:bCs/>
          <w:kern w:val="3"/>
        </w:rPr>
        <w:t>„</w:t>
      </w:r>
      <w:r w:rsidRPr="00E0282D">
        <w:rPr>
          <w:bCs/>
          <w:kern w:val="3"/>
          <w:vertAlign w:val="superscript"/>
        </w:rPr>
        <w:t>x)</w:t>
      </w:r>
      <w:r w:rsidRPr="00E0282D">
        <w:rPr>
          <w:bCs/>
          <w:kern w:val="3"/>
        </w:rPr>
        <w:t xml:space="preserve"> </w:t>
      </w:r>
      <w:r>
        <w:rPr>
          <w:bCs/>
          <w:kern w:val="3"/>
        </w:rPr>
        <w:tab/>
      </w:r>
      <w:r w:rsidRPr="00E0282D">
        <w:rPr>
          <w:bCs/>
          <w:kern w:val="3"/>
        </w:rPr>
        <w:t>Vyhláška č. 590/2002 Sb., o technických požadavcích pro vodní díla, ve znění pozdějších předpisů.</w:t>
      </w:r>
    </w:p>
    <w:p w:rsidR="002D4D77" w:rsidRPr="00E0282D" w:rsidRDefault="002D4D77" w:rsidP="002D4D77">
      <w:pPr>
        <w:ind w:left="709"/>
        <w:rPr>
          <w:bCs/>
          <w:kern w:val="3"/>
        </w:rPr>
      </w:pPr>
      <w:r w:rsidRPr="00E0282D">
        <w:rPr>
          <w:bCs/>
          <w:kern w:val="3"/>
          <w:vertAlign w:val="superscript"/>
        </w:rPr>
        <w:t>y)</w:t>
      </w:r>
      <w:r w:rsidRPr="00E0282D">
        <w:rPr>
          <w:bCs/>
          <w:kern w:val="3"/>
        </w:rPr>
        <w:t xml:space="preserve"> </w:t>
      </w:r>
      <w:r>
        <w:rPr>
          <w:bCs/>
          <w:kern w:val="3"/>
        </w:rPr>
        <w:tab/>
      </w:r>
      <w:r w:rsidRPr="00E0282D">
        <w:rPr>
          <w:bCs/>
          <w:kern w:val="3"/>
        </w:rPr>
        <w:t>ČSN 75 29 35 – Posuzování bezpečnosti vodních děl při povodních.“.</w:t>
      </w:r>
      <w:r>
        <w:rPr>
          <w:bCs/>
          <w:kern w:val="3"/>
        </w:rPr>
        <w:t>“.</w:t>
      </w:r>
    </w:p>
    <w:p w:rsidR="002D4D77" w:rsidRDefault="002D4D77" w:rsidP="002D4D77">
      <w:pPr>
        <w:pStyle w:val="Odstavecseseznamem"/>
        <w:jc w:val="both"/>
        <w:rPr>
          <w:bCs/>
          <w:kern w:val="3"/>
        </w:rPr>
      </w:pPr>
    </w:p>
    <w:p w:rsidR="002D4D77" w:rsidRPr="00E0282D" w:rsidRDefault="002D4D77" w:rsidP="002D4D77">
      <w:pPr>
        <w:pStyle w:val="Odstavecseseznamem"/>
        <w:jc w:val="both"/>
        <w:rPr>
          <w:bCs/>
          <w:kern w:val="3"/>
        </w:rPr>
      </w:pPr>
    </w:p>
    <w:p w:rsidR="002D4D77" w:rsidRPr="00E0282D" w:rsidRDefault="002D4D77" w:rsidP="002D4D77">
      <w:pPr>
        <w:pStyle w:val="Odstavecseseznamem"/>
        <w:numPr>
          <w:ilvl w:val="0"/>
          <w:numId w:val="8"/>
        </w:numPr>
        <w:jc w:val="both"/>
        <w:rPr>
          <w:lang w:eastAsia="zh-CN"/>
        </w:rPr>
      </w:pPr>
      <w:r w:rsidRPr="00E0282D">
        <w:rPr>
          <w:lang w:eastAsia="zh-CN"/>
        </w:rPr>
        <w:t>V části první čl. I bod 40 zní:</w:t>
      </w:r>
    </w:p>
    <w:p w:rsidR="002D4D77" w:rsidRPr="00E0282D" w:rsidRDefault="002D4D77" w:rsidP="002D4D77">
      <w:pPr>
        <w:pStyle w:val="Odstavecseseznamem"/>
        <w:jc w:val="both"/>
        <w:rPr>
          <w:bCs/>
          <w:kern w:val="3"/>
        </w:rPr>
      </w:pPr>
    </w:p>
    <w:p w:rsidR="002D4D77" w:rsidRPr="00E0282D" w:rsidRDefault="002D4D77" w:rsidP="002D4D77">
      <w:pPr>
        <w:ind w:firstLine="709"/>
        <w:rPr>
          <w:bCs/>
          <w:kern w:val="3"/>
        </w:rPr>
      </w:pPr>
      <w:r w:rsidRPr="00E0282D">
        <w:rPr>
          <w:bCs/>
          <w:kern w:val="3"/>
        </w:rPr>
        <w:t xml:space="preserve">„X. V § 61 se odstavec </w:t>
      </w:r>
      <w:r>
        <w:rPr>
          <w:bCs/>
          <w:kern w:val="3"/>
        </w:rPr>
        <w:t>10</w:t>
      </w:r>
      <w:r w:rsidRPr="00E0282D">
        <w:rPr>
          <w:bCs/>
          <w:kern w:val="3"/>
        </w:rPr>
        <w:t xml:space="preserve"> zrušuje.</w:t>
      </w:r>
    </w:p>
    <w:p w:rsidR="002D4D77" w:rsidRPr="00E0282D" w:rsidRDefault="002D4D77" w:rsidP="002D4D77">
      <w:pPr>
        <w:ind w:left="360" w:firstLine="709"/>
        <w:rPr>
          <w:bCs/>
          <w:kern w:val="3"/>
        </w:rPr>
      </w:pPr>
    </w:p>
    <w:p w:rsidR="002D4D77" w:rsidRPr="00E0282D" w:rsidRDefault="002D4D77" w:rsidP="002D4D77">
      <w:pPr>
        <w:ind w:firstLine="709"/>
        <w:rPr>
          <w:bCs/>
          <w:kern w:val="3"/>
        </w:rPr>
      </w:pPr>
      <w:r w:rsidRPr="00E0282D">
        <w:rPr>
          <w:bCs/>
          <w:kern w:val="3"/>
        </w:rPr>
        <w:t>Dosavadní odstavce 1</w:t>
      </w:r>
      <w:r>
        <w:rPr>
          <w:bCs/>
          <w:kern w:val="3"/>
        </w:rPr>
        <w:t>1</w:t>
      </w:r>
      <w:r w:rsidRPr="00E0282D">
        <w:rPr>
          <w:bCs/>
          <w:kern w:val="3"/>
        </w:rPr>
        <w:t xml:space="preserve"> až 1</w:t>
      </w:r>
      <w:r>
        <w:rPr>
          <w:bCs/>
          <w:kern w:val="3"/>
        </w:rPr>
        <w:t>3</w:t>
      </w:r>
      <w:r w:rsidRPr="00E0282D">
        <w:rPr>
          <w:bCs/>
          <w:kern w:val="3"/>
        </w:rPr>
        <w:t xml:space="preserve"> se označují jako odstavce </w:t>
      </w:r>
      <w:r>
        <w:rPr>
          <w:bCs/>
          <w:kern w:val="3"/>
        </w:rPr>
        <w:t>10</w:t>
      </w:r>
      <w:r w:rsidRPr="00E0282D">
        <w:rPr>
          <w:bCs/>
          <w:kern w:val="3"/>
        </w:rPr>
        <w:t xml:space="preserve"> až 1</w:t>
      </w:r>
      <w:r>
        <w:rPr>
          <w:bCs/>
          <w:kern w:val="3"/>
        </w:rPr>
        <w:t>2</w:t>
      </w:r>
      <w:r w:rsidRPr="00E0282D">
        <w:rPr>
          <w:bCs/>
          <w:kern w:val="3"/>
        </w:rPr>
        <w:t>.</w:t>
      </w:r>
      <w:r>
        <w:rPr>
          <w:bCs/>
          <w:kern w:val="3"/>
        </w:rPr>
        <w:t>“.“.</w:t>
      </w:r>
    </w:p>
    <w:p w:rsidR="002D4D77" w:rsidRDefault="002D4D77" w:rsidP="002D4D77">
      <w:pPr>
        <w:rPr>
          <w:bCs/>
          <w:kern w:val="3"/>
        </w:rPr>
      </w:pPr>
    </w:p>
    <w:p w:rsidR="002D4D77" w:rsidRPr="00E0282D" w:rsidRDefault="002D4D77" w:rsidP="002D4D77">
      <w:pPr>
        <w:rPr>
          <w:bCs/>
          <w:kern w:val="3"/>
        </w:rPr>
      </w:pPr>
    </w:p>
    <w:p w:rsidR="002D4D77" w:rsidRPr="00E0282D" w:rsidRDefault="002D4D77" w:rsidP="002D4D77">
      <w:pPr>
        <w:pStyle w:val="Odstavecseseznamem"/>
        <w:numPr>
          <w:ilvl w:val="0"/>
          <w:numId w:val="8"/>
        </w:numPr>
        <w:jc w:val="both"/>
        <w:rPr>
          <w:lang w:eastAsia="zh-CN"/>
        </w:rPr>
      </w:pPr>
      <w:r w:rsidRPr="00E0282D">
        <w:rPr>
          <w:lang w:eastAsia="zh-CN"/>
        </w:rPr>
        <w:t xml:space="preserve">V části první čl. I se za bod 40 vkládají nové </w:t>
      </w:r>
      <w:r>
        <w:rPr>
          <w:lang w:eastAsia="zh-CN"/>
        </w:rPr>
        <w:t>b</w:t>
      </w:r>
      <w:r w:rsidRPr="00E0282D">
        <w:rPr>
          <w:lang w:eastAsia="zh-CN"/>
        </w:rPr>
        <w:t>ody</w:t>
      </w:r>
      <w:r>
        <w:rPr>
          <w:lang w:eastAsia="zh-CN"/>
        </w:rPr>
        <w:t xml:space="preserve"> X</w:t>
      </w:r>
      <w:r w:rsidRPr="00E0282D">
        <w:rPr>
          <w:lang w:eastAsia="zh-CN"/>
        </w:rPr>
        <w:t>, které znějí:</w:t>
      </w:r>
    </w:p>
    <w:p w:rsidR="002D4D77" w:rsidRPr="00E0282D" w:rsidRDefault="002D4D77" w:rsidP="002D4D77">
      <w:pPr>
        <w:pStyle w:val="Odstavecseseznamem"/>
        <w:jc w:val="both"/>
        <w:rPr>
          <w:bCs/>
          <w:kern w:val="3"/>
        </w:rPr>
      </w:pPr>
    </w:p>
    <w:p w:rsidR="002D4D77" w:rsidRPr="00E0282D" w:rsidRDefault="002D4D77" w:rsidP="002D4D77">
      <w:pPr>
        <w:pStyle w:val="Standard"/>
        <w:ind w:left="720"/>
        <w:jc w:val="both"/>
        <w:rPr>
          <w:rFonts w:ascii="Times New Roman" w:hAnsi="Times New Roman" w:cs="Times New Roman"/>
          <w:kern w:val="0"/>
          <w:sz w:val="24"/>
          <w:szCs w:val="24"/>
          <w:lang w:eastAsia="en-US"/>
        </w:rPr>
      </w:pPr>
      <w:r w:rsidRPr="00E0282D">
        <w:rPr>
          <w:rFonts w:ascii="Times New Roman" w:hAnsi="Times New Roman" w:cs="Times New Roman"/>
          <w:bCs/>
          <w:sz w:val="24"/>
          <w:szCs w:val="24"/>
          <w:lang w:eastAsia="cs-CZ"/>
        </w:rPr>
        <w:t xml:space="preserve">„X. </w:t>
      </w:r>
      <w:r w:rsidRPr="00E0282D">
        <w:rPr>
          <w:rFonts w:ascii="Times New Roman" w:hAnsi="Times New Roman" w:cs="Times New Roman"/>
          <w:kern w:val="0"/>
          <w:sz w:val="24"/>
          <w:szCs w:val="24"/>
          <w:lang w:eastAsia="en-US"/>
        </w:rPr>
        <w:t xml:space="preserve">V § 61 odstavce </w:t>
      </w:r>
      <w:r>
        <w:rPr>
          <w:rFonts w:ascii="Times New Roman" w:hAnsi="Times New Roman" w:cs="Times New Roman"/>
          <w:kern w:val="0"/>
          <w:sz w:val="24"/>
          <w:szCs w:val="24"/>
          <w:lang w:eastAsia="en-US"/>
        </w:rPr>
        <w:t>10</w:t>
      </w:r>
      <w:r w:rsidRPr="00E0282D">
        <w:rPr>
          <w:rFonts w:ascii="Times New Roman" w:hAnsi="Times New Roman" w:cs="Times New Roman"/>
          <w:kern w:val="0"/>
          <w:sz w:val="24"/>
          <w:szCs w:val="24"/>
          <w:lang w:eastAsia="en-US"/>
        </w:rPr>
        <w:t xml:space="preserve"> a 1</w:t>
      </w:r>
      <w:r>
        <w:rPr>
          <w:rFonts w:ascii="Times New Roman" w:hAnsi="Times New Roman" w:cs="Times New Roman"/>
          <w:kern w:val="0"/>
          <w:sz w:val="24"/>
          <w:szCs w:val="24"/>
          <w:lang w:eastAsia="en-US"/>
        </w:rPr>
        <w:t>1</w:t>
      </w:r>
      <w:r w:rsidRPr="00E0282D">
        <w:rPr>
          <w:rFonts w:ascii="Times New Roman" w:hAnsi="Times New Roman" w:cs="Times New Roman"/>
          <w:kern w:val="0"/>
          <w:sz w:val="24"/>
          <w:szCs w:val="24"/>
          <w:lang w:eastAsia="en-US"/>
        </w:rPr>
        <w:t xml:space="preserve"> znějí:</w:t>
      </w:r>
    </w:p>
    <w:p w:rsidR="002D4D77" w:rsidRPr="00E0282D" w:rsidRDefault="002D4D77" w:rsidP="002D4D77">
      <w:pPr>
        <w:pStyle w:val="Standard"/>
        <w:ind w:left="720"/>
        <w:jc w:val="both"/>
        <w:rPr>
          <w:rFonts w:ascii="Times New Roman" w:hAnsi="Times New Roman" w:cs="Times New Roman"/>
          <w:kern w:val="0"/>
          <w:sz w:val="24"/>
          <w:szCs w:val="24"/>
          <w:lang w:eastAsia="en-US"/>
        </w:rPr>
      </w:pPr>
    </w:p>
    <w:p w:rsidR="002D4D77" w:rsidRPr="00E0282D" w:rsidRDefault="002D4D77" w:rsidP="002D4D77">
      <w:pPr>
        <w:pStyle w:val="Standard"/>
        <w:ind w:left="720" w:firstLine="696"/>
        <w:jc w:val="both"/>
        <w:rPr>
          <w:rFonts w:ascii="Times New Roman" w:hAnsi="Times New Roman" w:cs="Times New Roman"/>
          <w:kern w:val="0"/>
          <w:sz w:val="24"/>
          <w:szCs w:val="24"/>
          <w:lang w:eastAsia="en-US"/>
        </w:rPr>
      </w:pPr>
      <w:r w:rsidRPr="00E0282D">
        <w:rPr>
          <w:rFonts w:ascii="Times New Roman" w:hAnsi="Times New Roman" w:cs="Times New Roman"/>
          <w:kern w:val="0"/>
          <w:sz w:val="24"/>
          <w:szCs w:val="24"/>
          <w:lang w:eastAsia="en-US"/>
        </w:rPr>
        <w:t>„(</w:t>
      </w:r>
      <w:r>
        <w:rPr>
          <w:rFonts w:ascii="Times New Roman" w:hAnsi="Times New Roman" w:cs="Times New Roman"/>
          <w:kern w:val="0"/>
          <w:sz w:val="24"/>
          <w:szCs w:val="24"/>
          <w:lang w:eastAsia="en-US"/>
        </w:rPr>
        <w:t>10</w:t>
      </w:r>
      <w:r w:rsidRPr="00E0282D">
        <w:rPr>
          <w:rFonts w:ascii="Times New Roman" w:hAnsi="Times New Roman" w:cs="Times New Roman"/>
          <w:kern w:val="0"/>
          <w:sz w:val="24"/>
          <w:szCs w:val="24"/>
          <w:lang w:eastAsia="en-US"/>
        </w:rPr>
        <w:t>) Evidenci technickobezpečnostního dohledu</w:t>
      </w:r>
      <w:r w:rsidRPr="00E0282D">
        <w:rPr>
          <w:rFonts w:ascii="Times New Roman" w:hAnsi="Times New Roman" w:cs="Times New Roman"/>
          <w:b/>
          <w:kern w:val="0"/>
          <w:sz w:val="24"/>
          <w:szCs w:val="24"/>
          <w:lang w:eastAsia="en-US"/>
        </w:rPr>
        <w:t xml:space="preserve"> </w:t>
      </w:r>
      <w:r w:rsidRPr="00E0282D">
        <w:rPr>
          <w:rFonts w:ascii="Times New Roman" w:hAnsi="Times New Roman" w:cs="Times New Roman"/>
          <w:kern w:val="0"/>
          <w:sz w:val="24"/>
          <w:szCs w:val="24"/>
          <w:lang w:eastAsia="en-US"/>
        </w:rPr>
        <w:t>včetně zařazení vodních děl do I. až IV. kategorie spravuje Ministerstvo zemědělství. Rozsah údajů a způsob vedení evidence technickobezpečnostního dohledu stanoví Ministerstvo zemědělství vyhláškou.</w:t>
      </w:r>
    </w:p>
    <w:p w:rsidR="002D4D77" w:rsidRPr="00E0282D" w:rsidRDefault="002D4D77" w:rsidP="002D4D77">
      <w:pPr>
        <w:pStyle w:val="Standard"/>
        <w:tabs>
          <w:tab w:val="left" w:pos="709"/>
        </w:tabs>
        <w:ind w:left="709"/>
        <w:jc w:val="both"/>
        <w:rPr>
          <w:rFonts w:ascii="Times New Roman" w:hAnsi="Times New Roman" w:cs="Times New Roman"/>
          <w:bCs/>
          <w:sz w:val="24"/>
          <w:szCs w:val="24"/>
          <w:lang w:eastAsia="cs-CZ"/>
        </w:rPr>
      </w:pPr>
    </w:p>
    <w:p w:rsidR="002D4D77" w:rsidRPr="00E0282D" w:rsidRDefault="002D4D77" w:rsidP="002D4D77">
      <w:pPr>
        <w:tabs>
          <w:tab w:val="left" w:pos="1418"/>
        </w:tabs>
        <w:ind w:left="709"/>
        <w:rPr>
          <w:lang w:eastAsia="zh-CN"/>
        </w:rPr>
      </w:pPr>
      <w:r w:rsidRPr="00E0282D">
        <w:rPr>
          <w:lang w:eastAsia="zh-CN"/>
        </w:rPr>
        <w:tab/>
        <w:t>(1</w:t>
      </w:r>
      <w:r>
        <w:rPr>
          <w:lang w:eastAsia="zh-CN"/>
        </w:rPr>
        <w:t>1</w:t>
      </w:r>
      <w:r w:rsidRPr="00E0282D">
        <w:rPr>
          <w:lang w:eastAsia="zh-CN"/>
        </w:rPr>
        <w:t>) Provádět technickobezpečnostní dohled nad vodními díly I. až III. kategorie, včetně zpracování programu technickobezpečnostního dohledu a zpracování rozsahu měření technickobezpečnostního dohledu, zpracovávat posudky pro zařazení vodních děl do I. až IV. kategorie z hlediska technickobezpečnostního dohledu může jen pověřená osoba v rozsahu svého pověření. Je-li taková osoba vlastníkem vodního díla I. nebo II. kategorie, nesmí na něm vykonávat technickobezpečnostní dohled sama a zpracovávat pro něj program technickobezpečnostního dohledu.“.“.</w:t>
      </w:r>
    </w:p>
    <w:p w:rsidR="002D4D77" w:rsidRPr="00E0282D" w:rsidRDefault="002D4D77" w:rsidP="002D4D77">
      <w:pPr>
        <w:pStyle w:val="Odstavecseseznamem"/>
        <w:jc w:val="both"/>
        <w:rPr>
          <w:bCs/>
          <w:kern w:val="3"/>
        </w:rPr>
      </w:pPr>
    </w:p>
    <w:p w:rsidR="002D4D77" w:rsidRPr="00E0282D" w:rsidRDefault="002D4D77" w:rsidP="002D4D77">
      <w:pPr>
        <w:pStyle w:val="Odstavecseseznamem"/>
        <w:jc w:val="both"/>
        <w:rPr>
          <w:lang w:eastAsia="zh-CN"/>
        </w:rPr>
      </w:pPr>
      <w:r w:rsidRPr="00E0282D">
        <w:rPr>
          <w:lang w:eastAsia="zh-CN"/>
        </w:rPr>
        <w:t>„X. V § 61 se za odstavec 1</w:t>
      </w:r>
      <w:r>
        <w:rPr>
          <w:lang w:eastAsia="zh-CN"/>
        </w:rPr>
        <w:t>1</w:t>
      </w:r>
      <w:r w:rsidRPr="00E0282D">
        <w:rPr>
          <w:lang w:eastAsia="zh-CN"/>
        </w:rPr>
        <w:t xml:space="preserve"> vkládají nové odstavce 1</w:t>
      </w:r>
      <w:r>
        <w:rPr>
          <w:lang w:eastAsia="zh-CN"/>
        </w:rPr>
        <w:t>2</w:t>
      </w:r>
      <w:r w:rsidRPr="00E0282D">
        <w:rPr>
          <w:lang w:eastAsia="zh-CN"/>
        </w:rPr>
        <w:t xml:space="preserve"> a 1</w:t>
      </w:r>
      <w:r>
        <w:rPr>
          <w:lang w:eastAsia="zh-CN"/>
        </w:rPr>
        <w:t>3</w:t>
      </w:r>
      <w:r w:rsidRPr="00E0282D">
        <w:rPr>
          <w:lang w:eastAsia="zh-CN"/>
        </w:rPr>
        <w:t>, které znějí:</w:t>
      </w:r>
    </w:p>
    <w:p w:rsidR="002D4D77" w:rsidRPr="00E0282D" w:rsidRDefault="002D4D77" w:rsidP="002D4D77">
      <w:pPr>
        <w:pStyle w:val="Odstavecseseznamem"/>
        <w:jc w:val="both"/>
        <w:rPr>
          <w:bCs/>
          <w:kern w:val="3"/>
        </w:rPr>
      </w:pPr>
    </w:p>
    <w:p w:rsidR="002D4D77" w:rsidRPr="00E0282D" w:rsidRDefault="002D4D77" w:rsidP="002D4D77">
      <w:pPr>
        <w:ind w:left="708" w:firstLine="708"/>
        <w:rPr>
          <w:lang w:eastAsia="zh-CN"/>
        </w:rPr>
      </w:pPr>
      <w:r w:rsidRPr="00E0282D">
        <w:rPr>
          <w:lang w:eastAsia="zh-CN"/>
        </w:rPr>
        <w:t>„(1</w:t>
      </w:r>
      <w:r>
        <w:rPr>
          <w:lang w:eastAsia="zh-CN"/>
        </w:rPr>
        <w:t>2</w:t>
      </w:r>
      <w:r w:rsidRPr="00E0282D">
        <w:rPr>
          <w:lang w:eastAsia="zh-CN"/>
        </w:rPr>
        <w:t>) Pověřená osoba je povinna</w:t>
      </w:r>
    </w:p>
    <w:p w:rsidR="002D4D77" w:rsidRPr="00E0282D" w:rsidRDefault="002D4D77" w:rsidP="002D4D77">
      <w:pPr>
        <w:ind w:left="709" w:firstLine="707"/>
        <w:rPr>
          <w:lang w:eastAsia="zh-CN"/>
        </w:rPr>
      </w:pPr>
    </w:p>
    <w:p w:rsidR="002D4D77" w:rsidRPr="00E0282D" w:rsidRDefault="002D4D77" w:rsidP="002D4D77">
      <w:pPr>
        <w:spacing w:after="120"/>
        <w:ind w:left="1021" w:hanging="312"/>
        <w:rPr>
          <w:lang w:eastAsia="zh-CN"/>
        </w:rPr>
      </w:pPr>
      <w:r w:rsidRPr="00E0282D">
        <w:rPr>
          <w:lang w:eastAsia="zh-CN"/>
        </w:rPr>
        <w:t xml:space="preserve">a) zajistit kontinuální výkon technickobezpečnostního dohledu v potřebném rozsahu a personálním složení, a to i v době povodní, živelných pohrom a krizových situací, </w:t>
      </w:r>
    </w:p>
    <w:p w:rsidR="002D4D77" w:rsidRPr="00E0282D" w:rsidRDefault="002D4D77" w:rsidP="002D4D77">
      <w:pPr>
        <w:spacing w:after="120"/>
        <w:ind w:left="1021" w:hanging="312"/>
        <w:rPr>
          <w:lang w:eastAsia="zh-CN"/>
        </w:rPr>
      </w:pPr>
      <w:r w:rsidRPr="00E0282D">
        <w:rPr>
          <w:lang w:eastAsia="zh-CN"/>
        </w:rPr>
        <w:t>b) oznámit Ministerstvu zemědělství přeměnu právnické osoby a změnu personálního, materiálního a technického vybavení vztahujícího se k výkonu technickobezpečnostního dohledu, a to neprodleně po realizaci této změny,</w:t>
      </w:r>
    </w:p>
    <w:p w:rsidR="002D4D77" w:rsidRPr="00E0282D" w:rsidRDefault="002D4D77" w:rsidP="002D4D77">
      <w:pPr>
        <w:spacing w:after="120"/>
        <w:ind w:left="1021" w:hanging="312"/>
        <w:rPr>
          <w:lang w:eastAsia="zh-CN"/>
        </w:rPr>
      </w:pPr>
      <w:r w:rsidRPr="00E0282D">
        <w:rPr>
          <w:lang w:eastAsia="zh-CN"/>
        </w:rPr>
        <w:t xml:space="preserve">c) provádět technickobezpečnostní dohled nad vodními díly v souladu s obecně závaznými předpisy a technickými požadavky, zejména z hlediska jejich bezpečnosti, stability a možných příčin poruch, </w:t>
      </w:r>
    </w:p>
    <w:p w:rsidR="002D4D77" w:rsidRPr="00E0282D" w:rsidRDefault="002D4D77" w:rsidP="002D4D77">
      <w:pPr>
        <w:spacing w:after="120"/>
        <w:ind w:left="1021" w:hanging="312"/>
        <w:rPr>
          <w:lang w:eastAsia="zh-CN"/>
        </w:rPr>
      </w:pPr>
      <w:r w:rsidRPr="00E0282D">
        <w:rPr>
          <w:lang w:eastAsia="zh-CN"/>
        </w:rPr>
        <w:t>d) vést evidenci technickobezpečnostního dohledu vybraných údajů o vodních dílech a o výkonu technickobezpečnostního dohledu u určených vodních děl, nad kterými provádí technickobezpečnostní dohled v rozsahu a způsobem stanoveným vyhláškou,</w:t>
      </w:r>
    </w:p>
    <w:p w:rsidR="002D4D77" w:rsidRPr="00E0282D" w:rsidRDefault="002D4D77" w:rsidP="002D4D77">
      <w:pPr>
        <w:ind w:left="993" w:hanging="284"/>
        <w:rPr>
          <w:lang w:eastAsia="zh-CN"/>
        </w:rPr>
      </w:pPr>
      <w:r w:rsidRPr="00E0282D">
        <w:rPr>
          <w:lang w:eastAsia="zh-CN"/>
        </w:rPr>
        <w:t>e) předávat údaje z jimi vedené evidence technickobezpečnostního dohledu podle písm</w:t>
      </w:r>
      <w:r>
        <w:rPr>
          <w:lang w:eastAsia="zh-CN"/>
        </w:rPr>
        <w:t>ene</w:t>
      </w:r>
      <w:r w:rsidRPr="00E0282D">
        <w:rPr>
          <w:lang w:eastAsia="zh-CN"/>
        </w:rPr>
        <w:t xml:space="preserve"> d) Ministerstvu zemědělství nejpozději za kalendářní čtvrtletí vždy do 15. dne prvního měsíce následujícího čtvrtletí v rozsahu a způsobem stanoveným vyhláškou.</w:t>
      </w:r>
    </w:p>
    <w:p w:rsidR="002D4D77" w:rsidRPr="00E0282D" w:rsidRDefault="002D4D77" w:rsidP="002D4D77">
      <w:pPr>
        <w:ind w:left="709"/>
        <w:rPr>
          <w:lang w:eastAsia="zh-CN"/>
        </w:rPr>
      </w:pPr>
    </w:p>
    <w:p w:rsidR="002D4D77" w:rsidRPr="00E0282D" w:rsidRDefault="002D4D77" w:rsidP="002D4D77">
      <w:pPr>
        <w:ind w:left="708" w:firstLine="708"/>
      </w:pPr>
      <w:r w:rsidRPr="00E0282D">
        <w:t>(1</w:t>
      </w:r>
      <w:r>
        <w:t>3</w:t>
      </w:r>
      <w:r w:rsidRPr="00E0282D">
        <w:t>) Vodoprávní úřad je povinen</w:t>
      </w:r>
    </w:p>
    <w:p w:rsidR="002D4D77" w:rsidRPr="00E0282D" w:rsidRDefault="002D4D77" w:rsidP="002D4D77">
      <w:pPr>
        <w:ind w:left="709" w:firstLine="708"/>
      </w:pPr>
      <w:r w:rsidRPr="00E0282D">
        <w:t xml:space="preserve"> </w:t>
      </w:r>
    </w:p>
    <w:p w:rsidR="002D4D77" w:rsidRPr="00E0282D" w:rsidRDefault="002D4D77" w:rsidP="002D4D77">
      <w:pPr>
        <w:spacing w:after="120"/>
        <w:ind w:left="1021" w:hanging="312"/>
      </w:pPr>
      <w:r w:rsidRPr="00E0282D">
        <w:t>a) vést evidenci technickobezpečnostního dohledu vybraných údajů o vodních dílech a o výkonu technickobezpečnostního dohledu u vodních děl IV. kategorie, nad kterými neprovádí technickobezpečnostní dohled pověřená osoba v rozsahu a způsobem stanoveným vyhláškou,</w:t>
      </w:r>
    </w:p>
    <w:p w:rsidR="002D4D77" w:rsidRPr="00E0282D" w:rsidRDefault="002D4D77" w:rsidP="002D4D77">
      <w:pPr>
        <w:ind w:left="1021" w:hanging="312"/>
      </w:pPr>
      <w:r w:rsidRPr="00E0282D">
        <w:t>b) předávat údaje z jimi vedené evidence technickobezpečnostního dohledu podle písm</w:t>
      </w:r>
      <w:r>
        <w:t>ene</w:t>
      </w:r>
      <w:r w:rsidRPr="00E0282D">
        <w:t xml:space="preserve"> a) Ministerstvu zemědělství nejpozději za kalendářní čtvrtletí vždy do 15. </w:t>
      </w:r>
      <w:r w:rsidRPr="00E0282D">
        <w:lastRenderedPageBreak/>
        <w:t>dne prvního měsíce následujícího čtvrtletí v rozsahu a zp</w:t>
      </w:r>
      <w:r>
        <w:t>ůsobem stanoveným vyhláškou.“.</w:t>
      </w:r>
    </w:p>
    <w:p w:rsidR="002D4D77" w:rsidRPr="00E0282D" w:rsidRDefault="002D4D77" w:rsidP="002D4D77">
      <w:pPr>
        <w:ind w:left="709"/>
      </w:pPr>
    </w:p>
    <w:p w:rsidR="002D4D77" w:rsidRPr="00E0282D" w:rsidRDefault="002D4D77" w:rsidP="002D4D77">
      <w:pPr>
        <w:ind w:left="709"/>
      </w:pPr>
      <w:r w:rsidRPr="00E0282D">
        <w:t>Dosavadní odstavec 1</w:t>
      </w:r>
      <w:r>
        <w:t>2</w:t>
      </w:r>
      <w:r w:rsidRPr="00E0282D">
        <w:t xml:space="preserve"> se označuje jako odstavec 1</w:t>
      </w:r>
      <w:r>
        <w:t>4</w:t>
      </w:r>
      <w:r w:rsidRPr="00E0282D">
        <w:t>.</w:t>
      </w:r>
      <w:r>
        <w:t>“.“.</w:t>
      </w:r>
    </w:p>
    <w:p w:rsidR="002D4D77" w:rsidRPr="00E0282D" w:rsidRDefault="002D4D77" w:rsidP="002D4D77">
      <w:pPr>
        <w:ind w:left="709"/>
      </w:pPr>
    </w:p>
    <w:p w:rsidR="002D4D77" w:rsidRPr="00E0282D" w:rsidRDefault="002D4D77" w:rsidP="002D4D77">
      <w:pPr>
        <w:pStyle w:val="Standard"/>
        <w:ind w:left="720"/>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 xml:space="preserve">Následující </w:t>
      </w:r>
      <w:r>
        <w:rPr>
          <w:rFonts w:ascii="Times New Roman" w:hAnsi="Times New Roman" w:cs="Times New Roman"/>
          <w:bCs/>
          <w:sz w:val="24"/>
          <w:szCs w:val="24"/>
          <w:lang w:eastAsia="cs-CZ"/>
        </w:rPr>
        <w:t>b</w:t>
      </w:r>
      <w:r w:rsidRPr="00E0282D">
        <w:rPr>
          <w:rFonts w:ascii="Times New Roman" w:hAnsi="Times New Roman" w:cs="Times New Roman"/>
          <w:bCs/>
          <w:sz w:val="24"/>
          <w:szCs w:val="24"/>
          <w:lang w:eastAsia="cs-CZ"/>
        </w:rPr>
        <w:t>ody se přečíslují.</w:t>
      </w:r>
    </w:p>
    <w:p w:rsidR="002D4D77"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Standard"/>
        <w:ind w:left="720"/>
        <w:jc w:val="both"/>
        <w:rPr>
          <w:rFonts w:ascii="Times New Roman" w:hAnsi="Times New Roman" w:cs="Times New Roman"/>
          <w:bCs/>
          <w:sz w:val="24"/>
          <w:szCs w:val="24"/>
          <w:lang w:eastAsia="cs-CZ"/>
        </w:rPr>
      </w:pPr>
    </w:p>
    <w:p w:rsidR="002D4D77" w:rsidRPr="00E0282D" w:rsidRDefault="002D4D77" w:rsidP="002D4D77">
      <w:pPr>
        <w:pStyle w:val="Odstavecseseznamem"/>
        <w:numPr>
          <w:ilvl w:val="0"/>
          <w:numId w:val="8"/>
        </w:numPr>
        <w:jc w:val="both"/>
      </w:pPr>
      <w:r w:rsidRPr="00E0282D">
        <w:t>V části první čl. I bod 41 zní:</w:t>
      </w:r>
    </w:p>
    <w:p w:rsidR="002D4D77" w:rsidRPr="00E0282D" w:rsidRDefault="002D4D77" w:rsidP="002D4D77">
      <w:pPr>
        <w:pStyle w:val="Odstavecseseznamem"/>
        <w:jc w:val="both"/>
        <w:rPr>
          <w:bCs/>
          <w:kern w:val="3"/>
        </w:rPr>
      </w:pPr>
    </w:p>
    <w:p w:rsidR="002D4D77" w:rsidRPr="00E0282D" w:rsidRDefault="002D4D77" w:rsidP="002D4D77">
      <w:pPr>
        <w:ind w:left="709"/>
      </w:pPr>
      <w:r w:rsidRPr="00E0282D">
        <w:t>„X. V § 61 odst. 1</w:t>
      </w:r>
      <w:r>
        <w:t>4</w:t>
      </w:r>
      <w:r w:rsidRPr="00E0282D">
        <w:t xml:space="preserve"> se číslo „9“ nahrazuje číslem „1</w:t>
      </w:r>
      <w:r>
        <w:t>1</w:t>
      </w:r>
      <w:r w:rsidRPr="00E0282D">
        <w:t>“, za slovo „pouze“ se vkládá slovo „právnické“, za slovo „činností“ se vkládají slova „stanovené vyhláškou“ a na konci odstavce 1</w:t>
      </w:r>
      <w:r>
        <w:t>4</w:t>
      </w:r>
      <w:r w:rsidRPr="00E0282D">
        <w:t xml:space="preserve"> se doplňuje věta „</w:t>
      </w:r>
      <w:r w:rsidRPr="00E0282D">
        <w:rPr>
          <w:lang w:eastAsia="zh-CN"/>
        </w:rPr>
        <w:t>Náležitosti žádostí stanoví Ministerstvo zemědělství vyhláškou.“</w:t>
      </w:r>
      <w:r w:rsidRPr="00E0282D">
        <w:t>.“.</w:t>
      </w:r>
    </w:p>
    <w:p w:rsidR="002D4D77" w:rsidRDefault="002D4D77" w:rsidP="002D4D77">
      <w:pPr>
        <w:ind w:left="709"/>
      </w:pPr>
    </w:p>
    <w:p w:rsidR="002D4D77" w:rsidRPr="00E0282D" w:rsidRDefault="002D4D77" w:rsidP="002D4D77">
      <w:pPr>
        <w:ind w:left="709"/>
      </w:pPr>
    </w:p>
    <w:p w:rsidR="002D4D77" w:rsidRPr="00E0282D" w:rsidRDefault="002D4D77" w:rsidP="002D4D77">
      <w:pPr>
        <w:pStyle w:val="Odstavecseseznamem"/>
        <w:numPr>
          <w:ilvl w:val="0"/>
          <w:numId w:val="8"/>
        </w:numPr>
        <w:jc w:val="both"/>
      </w:pPr>
      <w:r w:rsidRPr="00E0282D">
        <w:t>V části první čl. I bod 42 zní:</w:t>
      </w:r>
    </w:p>
    <w:p w:rsidR="002D4D77" w:rsidRPr="00E0282D" w:rsidRDefault="002D4D77" w:rsidP="002D4D77">
      <w:pPr>
        <w:pStyle w:val="Odstavecseseznamem"/>
        <w:jc w:val="both"/>
      </w:pPr>
    </w:p>
    <w:p w:rsidR="002D4D77" w:rsidRPr="00E0282D" w:rsidRDefault="002D4D77" w:rsidP="002D4D77">
      <w:pPr>
        <w:ind w:left="709"/>
      </w:pPr>
      <w:r w:rsidRPr="00E0282D">
        <w:t>„X. V § 61 se doplňují odstavce 1</w:t>
      </w:r>
      <w:r>
        <w:t>5</w:t>
      </w:r>
      <w:r w:rsidRPr="00E0282D">
        <w:t xml:space="preserve"> a 1</w:t>
      </w:r>
      <w:r>
        <w:t>6</w:t>
      </w:r>
      <w:r w:rsidRPr="00E0282D">
        <w:t>, které znějí:</w:t>
      </w:r>
    </w:p>
    <w:p w:rsidR="002D4D77" w:rsidRPr="00E0282D" w:rsidRDefault="002D4D77" w:rsidP="002D4D77">
      <w:pPr>
        <w:ind w:left="709"/>
      </w:pPr>
    </w:p>
    <w:p w:rsidR="002D4D77" w:rsidRPr="00E0282D" w:rsidRDefault="002D4D77" w:rsidP="002D4D77">
      <w:pPr>
        <w:ind w:left="709" w:firstLine="707"/>
      </w:pPr>
      <w:r w:rsidRPr="00E0282D">
        <w:t>„(1</w:t>
      </w:r>
      <w:r>
        <w:t>5</w:t>
      </w:r>
      <w:r w:rsidRPr="00E0282D">
        <w:t xml:space="preserve">) Ministerstvo zemědělství může odebrat pověření k provádění technickobezpečnostního dohledu v případě, že </w:t>
      </w:r>
    </w:p>
    <w:p w:rsidR="002D4D77" w:rsidRPr="00E0282D" w:rsidRDefault="002D4D77" w:rsidP="002D4D77">
      <w:pPr>
        <w:ind w:left="709" w:firstLine="707"/>
        <w:rPr>
          <w:color w:val="000000"/>
        </w:rPr>
      </w:pPr>
    </w:p>
    <w:p w:rsidR="002D4D77" w:rsidRPr="00E0282D" w:rsidRDefault="002D4D77" w:rsidP="002D4D77">
      <w:pPr>
        <w:tabs>
          <w:tab w:val="left" w:pos="6416"/>
        </w:tabs>
        <w:spacing w:after="120"/>
        <w:ind w:left="993" w:hanging="284"/>
        <w:rPr>
          <w:color w:val="000000"/>
        </w:rPr>
      </w:pPr>
      <w:r w:rsidRPr="00E0282D">
        <w:rPr>
          <w:color w:val="000000"/>
        </w:rPr>
        <w:t>a) nejsou plněny povinnosti stanovené v § 61 odst. 1</w:t>
      </w:r>
      <w:r>
        <w:rPr>
          <w:color w:val="000000"/>
        </w:rPr>
        <w:t>2</w:t>
      </w:r>
      <w:r w:rsidRPr="00E0282D">
        <w:rPr>
          <w:color w:val="000000"/>
        </w:rPr>
        <w:t xml:space="preserve">, </w:t>
      </w:r>
    </w:p>
    <w:p w:rsidR="002D4D77" w:rsidRPr="00E0282D" w:rsidRDefault="002D4D77" w:rsidP="002D4D77">
      <w:pPr>
        <w:spacing w:after="120"/>
        <w:ind w:left="993" w:hanging="284"/>
        <w:rPr>
          <w:color w:val="000000"/>
        </w:rPr>
      </w:pPr>
      <w:r w:rsidRPr="00E0282D">
        <w:rPr>
          <w:color w:val="000000"/>
        </w:rPr>
        <w:t xml:space="preserve">b) technickobezpečnostní dohled nebyl vykonáván soustavně nejméně 5 let nad vodními díly III. kategorie, </w:t>
      </w:r>
    </w:p>
    <w:p w:rsidR="002D4D77" w:rsidRPr="00E0282D" w:rsidRDefault="002D4D77" w:rsidP="002D4D77">
      <w:pPr>
        <w:spacing w:after="120"/>
        <w:ind w:left="993" w:hanging="284"/>
        <w:rPr>
          <w:color w:val="000000"/>
        </w:rPr>
      </w:pPr>
      <w:r w:rsidRPr="00E0282D">
        <w:rPr>
          <w:color w:val="000000"/>
        </w:rPr>
        <w:t xml:space="preserve">c) technickobezpečnostní dohled nebyl vykonáván nepřetržitě nad vodními díly I. a II. kategorie, </w:t>
      </w:r>
    </w:p>
    <w:p w:rsidR="002D4D77" w:rsidRPr="00E0282D" w:rsidRDefault="002D4D77" w:rsidP="002D4D77">
      <w:pPr>
        <w:tabs>
          <w:tab w:val="num" w:pos="709"/>
        </w:tabs>
        <w:spacing w:after="120"/>
        <w:ind w:left="993" w:hanging="284"/>
        <w:rPr>
          <w:color w:val="000000"/>
        </w:rPr>
      </w:pPr>
      <w:r w:rsidRPr="00E0282D">
        <w:rPr>
          <w:color w:val="000000"/>
        </w:rPr>
        <w:t>d) nebylo řádně vykonáváno zpracování posudků pro zařazení vodních děl do I. až IV. kategorie technickobezpečnostního dohledu,</w:t>
      </w:r>
    </w:p>
    <w:p w:rsidR="002D4D77" w:rsidRPr="00E0282D" w:rsidRDefault="002D4D77" w:rsidP="002D4D77">
      <w:pPr>
        <w:tabs>
          <w:tab w:val="num" w:pos="709"/>
        </w:tabs>
        <w:ind w:left="993" w:hanging="284"/>
        <w:rPr>
          <w:color w:val="000000"/>
        </w:rPr>
      </w:pPr>
      <w:r w:rsidRPr="00E0282D">
        <w:rPr>
          <w:color w:val="000000"/>
        </w:rPr>
        <w:t>e) došlo k přeměně právnické osoby, nebo vstupu právnické osoby do likvidace.</w:t>
      </w:r>
    </w:p>
    <w:p w:rsidR="002D4D77" w:rsidRPr="00E0282D" w:rsidRDefault="002D4D77" w:rsidP="002D4D77">
      <w:pPr>
        <w:tabs>
          <w:tab w:val="num" w:pos="709"/>
        </w:tabs>
        <w:ind w:left="709" w:hanging="1"/>
        <w:rPr>
          <w:color w:val="000000"/>
        </w:rPr>
      </w:pPr>
    </w:p>
    <w:p w:rsidR="002D4D77" w:rsidRPr="00E0282D" w:rsidRDefault="002D4D77" w:rsidP="002D4D77">
      <w:pPr>
        <w:tabs>
          <w:tab w:val="num" w:pos="709"/>
        </w:tabs>
        <w:ind w:left="709" w:hanging="1"/>
        <w:rPr>
          <w:color w:val="000000"/>
        </w:rPr>
      </w:pPr>
      <w:r w:rsidRPr="00E0282D">
        <w:rPr>
          <w:color w:val="000000"/>
        </w:rPr>
        <w:tab/>
      </w:r>
      <w:r w:rsidRPr="00E0282D">
        <w:rPr>
          <w:color w:val="000000"/>
        </w:rPr>
        <w:tab/>
        <w:t>(1</w:t>
      </w:r>
      <w:r>
        <w:rPr>
          <w:color w:val="000000"/>
        </w:rPr>
        <w:t>6</w:t>
      </w:r>
      <w:r w:rsidRPr="00E0282D">
        <w:rPr>
          <w:color w:val="000000"/>
        </w:rPr>
        <w:t>) Ministerstvo zemědělství stanoví vyhláškou rozsah vybraných údajů, způsob vedení evidence technickobezpečnostního dohledu a způsob předávání těchto údajů podle odstavců 1</w:t>
      </w:r>
      <w:r>
        <w:rPr>
          <w:color w:val="000000"/>
        </w:rPr>
        <w:t>2</w:t>
      </w:r>
      <w:r w:rsidRPr="00E0282D">
        <w:rPr>
          <w:color w:val="000000"/>
        </w:rPr>
        <w:t xml:space="preserve"> a 1</w:t>
      </w:r>
      <w:r>
        <w:rPr>
          <w:color w:val="000000"/>
        </w:rPr>
        <w:t>3</w:t>
      </w:r>
      <w:r w:rsidRPr="00E0282D">
        <w:rPr>
          <w:color w:val="000000"/>
        </w:rPr>
        <w:t>.“.“.</w:t>
      </w:r>
    </w:p>
    <w:p w:rsidR="002D4D77" w:rsidRDefault="002D4D77" w:rsidP="002D4D77">
      <w:pPr>
        <w:pStyle w:val="Odstavecseseznamem"/>
        <w:jc w:val="both"/>
      </w:pPr>
    </w:p>
    <w:p w:rsidR="002D4D77" w:rsidRPr="00E0282D" w:rsidRDefault="002D4D77" w:rsidP="002D4D77">
      <w:pPr>
        <w:pStyle w:val="Odstavecseseznamem"/>
        <w:jc w:val="both"/>
      </w:pPr>
    </w:p>
    <w:p w:rsidR="002D4D77" w:rsidRPr="00E0282D" w:rsidRDefault="002D4D77" w:rsidP="002D4D77">
      <w:pPr>
        <w:pStyle w:val="Odstavecseseznamem"/>
        <w:numPr>
          <w:ilvl w:val="0"/>
          <w:numId w:val="8"/>
        </w:numPr>
        <w:jc w:val="both"/>
      </w:pPr>
      <w:r w:rsidRPr="00E0282D">
        <w:t>V části první čl. I se za bod 42 vklád</w:t>
      </w:r>
      <w:r>
        <w:t>ají</w:t>
      </w:r>
      <w:r w:rsidRPr="00E0282D">
        <w:t xml:space="preserve"> nov</w:t>
      </w:r>
      <w:r>
        <w:t xml:space="preserve">é </w:t>
      </w:r>
      <w:r w:rsidRPr="00E0282D">
        <w:t>bod</w:t>
      </w:r>
      <w:r>
        <w:t>y X</w:t>
      </w:r>
      <w:r w:rsidRPr="00E0282D">
        <w:t>, kter</w:t>
      </w:r>
      <w:r>
        <w:t>é</w:t>
      </w:r>
      <w:r w:rsidRPr="00E0282D">
        <w:t xml:space="preserve"> zn</w:t>
      </w:r>
      <w:r>
        <w:t>ěj</w:t>
      </w:r>
      <w:r w:rsidRPr="00E0282D">
        <w:t>í:</w:t>
      </w:r>
    </w:p>
    <w:p w:rsidR="002D4D77" w:rsidRPr="00E0282D" w:rsidRDefault="002D4D77" w:rsidP="002D4D77">
      <w:pPr>
        <w:pStyle w:val="Odstavecseseznamem"/>
        <w:jc w:val="both"/>
        <w:rPr>
          <w:bCs/>
          <w:kern w:val="3"/>
        </w:rPr>
      </w:pPr>
    </w:p>
    <w:p w:rsidR="002D4D77" w:rsidRDefault="002D4D77" w:rsidP="002D4D77">
      <w:pPr>
        <w:pStyle w:val="Textpozmn"/>
        <w:numPr>
          <w:ilvl w:val="0"/>
          <w:numId w:val="0"/>
        </w:numPr>
        <w:spacing w:after="0"/>
        <w:ind w:left="709"/>
      </w:pPr>
      <w:r>
        <w:t xml:space="preserve">„X. V § 62 odst. 1 se text „(§ 61 odst. </w:t>
      </w:r>
      <w:r w:rsidRPr="00F80FA7">
        <w:t>3</w:t>
      </w:r>
      <w:r>
        <w:t>)“ nahrazuje textem „(§ 61 odst</w:t>
      </w:r>
      <w:r w:rsidRPr="00F80FA7">
        <w:t xml:space="preserve">. </w:t>
      </w:r>
      <w:r w:rsidRPr="00F80FA7">
        <w:rPr>
          <w:bCs/>
        </w:rPr>
        <w:t>5</w:t>
      </w:r>
      <w:r>
        <w:t>)“.“.</w:t>
      </w:r>
    </w:p>
    <w:p w:rsidR="002D4D77" w:rsidRPr="00F80FA7" w:rsidRDefault="002D4D77" w:rsidP="002D4D77"/>
    <w:p w:rsidR="002D4D77" w:rsidRPr="00E0282D" w:rsidRDefault="002D4D77" w:rsidP="002D4D77">
      <w:pPr>
        <w:pStyle w:val="Textpozmn"/>
        <w:numPr>
          <w:ilvl w:val="0"/>
          <w:numId w:val="0"/>
        </w:numPr>
        <w:spacing w:after="0"/>
        <w:ind w:left="709"/>
      </w:pPr>
      <w:r w:rsidRPr="00E0282D">
        <w:t>„X. V § 62 se za odstavec 3 vkládá nový odstavec 4, který zní:</w:t>
      </w:r>
    </w:p>
    <w:p w:rsidR="002D4D77" w:rsidRPr="00E0282D" w:rsidRDefault="002D4D77" w:rsidP="002D4D77">
      <w:pPr>
        <w:pStyle w:val="Textpozmn"/>
        <w:numPr>
          <w:ilvl w:val="0"/>
          <w:numId w:val="0"/>
        </w:numPr>
        <w:spacing w:after="0"/>
        <w:ind w:left="709"/>
      </w:pPr>
    </w:p>
    <w:p w:rsidR="002D4D77" w:rsidRPr="00E0282D" w:rsidRDefault="002D4D77" w:rsidP="002D4D77">
      <w:pPr>
        <w:pStyle w:val="Textpozmn"/>
        <w:numPr>
          <w:ilvl w:val="0"/>
          <w:numId w:val="0"/>
        </w:numPr>
        <w:tabs>
          <w:tab w:val="clear" w:pos="851"/>
          <w:tab w:val="left" w:pos="1418"/>
        </w:tabs>
        <w:spacing w:after="0"/>
        <w:ind w:left="709"/>
      </w:pPr>
      <w:r w:rsidRPr="00E0282D">
        <w:tab/>
        <w:t>„(4) Vlastník, případně stavebník je povinen u vodních děl zařazených do I. až III. kategorie, oznámit neprodleně stanovení pověřené osoby, případně její změnu Ministerstvu zemědělství. Totéž platí pro vodní díla IV. kategorie, u kterých neprovádí technickobezpečnostní dohled vlastník, případně stavebník sám, ale prostřednictvím pověřené osoby.“.</w:t>
      </w:r>
    </w:p>
    <w:p w:rsidR="002D4D77" w:rsidRPr="00E0282D" w:rsidRDefault="002D4D77" w:rsidP="002D4D77">
      <w:pPr>
        <w:ind w:left="709"/>
      </w:pPr>
    </w:p>
    <w:p w:rsidR="002D4D77" w:rsidRPr="00E0282D" w:rsidRDefault="002D4D77" w:rsidP="002D4D77">
      <w:pPr>
        <w:pStyle w:val="Textpozmn"/>
        <w:numPr>
          <w:ilvl w:val="0"/>
          <w:numId w:val="0"/>
        </w:numPr>
        <w:spacing w:after="0"/>
        <w:ind w:left="709"/>
      </w:pPr>
      <w:r w:rsidRPr="00E0282D">
        <w:lastRenderedPageBreak/>
        <w:t>Dosavadní odstavec 4 se označuje jako odstavec 5.</w:t>
      </w:r>
      <w:r>
        <w:t>“.“.</w:t>
      </w:r>
    </w:p>
    <w:p w:rsidR="002D4D77" w:rsidRPr="00E0282D" w:rsidRDefault="002D4D77" w:rsidP="002D4D77"/>
    <w:p w:rsidR="002D4D77" w:rsidRPr="00E0282D" w:rsidRDefault="002D4D77" w:rsidP="002D4D77">
      <w:pPr>
        <w:pStyle w:val="Standard"/>
        <w:ind w:left="720"/>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Následující body se přečíslují.</w:t>
      </w:r>
    </w:p>
    <w:p w:rsidR="002D4D77" w:rsidRDefault="002D4D77" w:rsidP="002D4D77"/>
    <w:p w:rsidR="002D4D77" w:rsidRPr="00E0282D" w:rsidRDefault="002D4D77" w:rsidP="002D4D77"/>
    <w:p w:rsidR="002D4D77" w:rsidRPr="00E0282D" w:rsidRDefault="002D4D77" w:rsidP="002D4D77">
      <w:pPr>
        <w:pStyle w:val="Odstavecseseznamem"/>
        <w:numPr>
          <w:ilvl w:val="0"/>
          <w:numId w:val="8"/>
        </w:numPr>
        <w:jc w:val="both"/>
      </w:pPr>
      <w:r w:rsidRPr="00E0282D">
        <w:t>V části první čl. I bod 43 zní:</w:t>
      </w:r>
    </w:p>
    <w:p w:rsidR="002D4D77" w:rsidRPr="00E0282D" w:rsidRDefault="002D4D77" w:rsidP="002D4D77">
      <w:pPr>
        <w:pStyle w:val="Odstavecseseznamem"/>
        <w:jc w:val="both"/>
      </w:pPr>
    </w:p>
    <w:p w:rsidR="002D4D77" w:rsidRPr="00E0282D" w:rsidRDefault="002D4D77" w:rsidP="002D4D77">
      <w:pPr>
        <w:pStyle w:val="Standard"/>
        <w:tabs>
          <w:tab w:val="left" w:pos="709"/>
        </w:tabs>
        <w:ind w:left="720"/>
        <w:jc w:val="both"/>
        <w:rPr>
          <w:rFonts w:ascii="Times New Roman" w:hAnsi="Times New Roman" w:cs="Times New Roman"/>
          <w:sz w:val="24"/>
          <w:szCs w:val="24"/>
        </w:rPr>
      </w:pPr>
      <w:r w:rsidRPr="00E0282D">
        <w:rPr>
          <w:rFonts w:ascii="Times New Roman" w:hAnsi="Times New Roman" w:cs="Times New Roman"/>
          <w:sz w:val="24"/>
          <w:szCs w:val="24"/>
        </w:rPr>
        <w:t>„X. V § 62 odstavec 5 zní:</w:t>
      </w:r>
    </w:p>
    <w:p w:rsidR="002D4D77" w:rsidRPr="00E0282D" w:rsidRDefault="002D4D77" w:rsidP="002D4D77">
      <w:pPr>
        <w:pStyle w:val="Standard"/>
        <w:tabs>
          <w:tab w:val="left" w:pos="709"/>
        </w:tabs>
        <w:ind w:left="720"/>
        <w:jc w:val="both"/>
        <w:rPr>
          <w:rFonts w:ascii="Times New Roman" w:hAnsi="Times New Roman" w:cs="Times New Roman"/>
          <w:sz w:val="24"/>
          <w:szCs w:val="24"/>
        </w:rPr>
      </w:pPr>
    </w:p>
    <w:p w:rsidR="002D4D77" w:rsidRPr="00E0282D" w:rsidRDefault="002D4D77" w:rsidP="002D4D77">
      <w:pPr>
        <w:ind w:left="709" w:firstLine="707"/>
        <w:rPr>
          <w:lang w:eastAsia="zh-CN"/>
        </w:rPr>
      </w:pPr>
      <w:r w:rsidRPr="00E0282D">
        <w:rPr>
          <w:lang w:eastAsia="zh-CN"/>
        </w:rPr>
        <w:t xml:space="preserve">„(5) Při provádění technickobezpečnostního dohledu je vlastník, případně stavebník vodního díla zařazeného do I. až IV. kategorie povinen </w:t>
      </w:r>
    </w:p>
    <w:p w:rsidR="002D4D77" w:rsidRPr="00E0282D" w:rsidRDefault="002D4D77" w:rsidP="002D4D77">
      <w:pPr>
        <w:ind w:left="709" w:firstLine="707"/>
        <w:rPr>
          <w:lang w:eastAsia="zh-CN"/>
        </w:rPr>
      </w:pPr>
    </w:p>
    <w:p w:rsidR="002D4D77" w:rsidRPr="00E0282D" w:rsidRDefault="002D4D77" w:rsidP="002D4D77">
      <w:pPr>
        <w:spacing w:after="120"/>
        <w:ind w:left="993" w:hanging="284"/>
        <w:rPr>
          <w:lang w:eastAsia="zh-CN"/>
        </w:rPr>
      </w:pPr>
      <w:r w:rsidRPr="00E0282D">
        <w:rPr>
          <w:lang w:eastAsia="zh-CN"/>
        </w:rPr>
        <w:t xml:space="preserve">a) určit fyzickou osobu odpovědnou za výkon technickobezpečnostního dohledu a oznámit její jméno, příjmení, adresu bydliště, popřípadě pracoviště a číslo telefonu příslušnému vodoprávnímu úřadu; u vodních děl IV. kategorie se za osobu odpovědnou za technickobezpečnostní dohled považuje vlastník vodního díla, pokud neurčil jinou osobu, </w:t>
      </w:r>
    </w:p>
    <w:p w:rsidR="002D4D77" w:rsidRPr="00E0282D" w:rsidRDefault="002D4D77" w:rsidP="002D4D77">
      <w:pPr>
        <w:spacing w:after="120"/>
        <w:ind w:left="1021" w:hanging="312"/>
        <w:rPr>
          <w:lang w:eastAsia="zh-CN"/>
        </w:rPr>
      </w:pPr>
      <w:r w:rsidRPr="00E0282D">
        <w:rPr>
          <w:lang w:eastAsia="zh-CN"/>
        </w:rPr>
        <w:t xml:space="preserve">b) přizvat příslušný vodoprávní úřad k prohlídce vodního díla podle § 61 odst. 1, a to u staveb I. kategorie jedenkrát ročně, u staveb II. kategorie jedenkrát za 2 roky, u staveb III. kategorie jedenkrát za 4 roky a u staveb IV. kategorie jedenkrát za 10 let, </w:t>
      </w:r>
    </w:p>
    <w:p w:rsidR="002D4D77" w:rsidRPr="00E0282D" w:rsidRDefault="002D4D77" w:rsidP="002D4D77">
      <w:pPr>
        <w:widowControl w:val="0"/>
        <w:autoSpaceDE w:val="0"/>
        <w:autoSpaceDN w:val="0"/>
        <w:adjustRightInd w:val="0"/>
        <w:spacing w:after="120"/>
        <w:ind w:left="993" w:hanging="284"/>
      </w:pPr>
      <w:r w:rsidRPr="00E0282D">
        <w:t xml:space="preserve">c) předkládat u vodních děl I. až IV. kategorie zápis o prohlídce v termínech podle písmene b) příslušnému vodoprávnímu úřadu, </w:t>
      </w:r>
    </w:p>
    <w:p w:rsidR="002D4D77" w:rsidRDefault="002D4D77" w:rsidP="002D4D77">
      <w:pPr>
        <w:widowControl w:val="0"/>
        <w:autoSpaceDE w:val="0"/>
        <w:autoSpaceDN w:val="0"/>
        <w:adjustRightInd w:val="0"/>
        <w:spacing w:after="120"/>
        <w:ind w:left="993" w:hanging="284"/>
      </w:pPr>
      <w:r>
        <w:rPr>
          <w:lang w:eastAsia="zh-CN"/>
        </w:rPr>
        <w:t xml:space="preserve">d) </w:t>
      </w:r>
      <w:r w:rsidRPr="00E0282D">
        <w:t>předkládat u vodních děl I. až III. kategorie zprávy o výsledcích technickobezpečnostního dohledu v termínech podle písmene b) nebo, nastaly-li mimořádné okolnosti dotýkající se bezpečnosti vodního díla, příslušnému vodoprávnímu úřadu,</w:t>
      </w:r>
    </w:p>
    <w:p w:rsidR="002D4D77" w:rsidRPr="00E0282D" w:rsidRDefault="002D4D77" w:rsidP="002D4D77">
      <w:pPr>
        <w:widowControl w:val="0"/>
        <w:autoSpaceDE w:val="0"/>
        <w:autoSpaceDN w:val="0"/>
        <w:adjustRightInd w:val="0"/>
        <w:ind w:left="993" w:hanging="284"/>
      </w:pPr>
      <w:r w:rsidRPr="00E0282D">
        <w:t>e) předat u vodních děl I. až III. kategorie příslušnému vodoprávnímu úřadu program technickobezpečnostního dohledu nebo jeho změnu.“.“.</w:t>
      </w:r>
    </w:p>
    <w:p w:rsidR="002D4D77" w:rsidRDefault="002D4D77" w:rsidP="002D4D77">
      <w:pPr>
        <w:widowControl w:val="0"/>
        <w:autoSpaceDE w:val="0"/>
        <w:autoSpaceDN w:val="0"/>
        <w:adjustRightInd w:val="0"/>
        <w:ind w:left="709"/>
      </w:pPr>
    </w:p>
    <w:p w:rsidR="002D4D77" w:rsidRPr="00E0282D" w:rsidRDefault="002D4D77" w:rsidP="002D4D77">
      <w:pPr>
        <w:widowControl w:val="0"/>
        <w:autoSpaceDE w:val="0"/>
        <w:autoSpaceDN w:val="0"/>
        <w:adjustRightInd w:val="0"/>
        <w:ind w:left="709"/>
      </w:pPr>
    </w:p>
    <w:p w:rsidR="002D4D77" w:rsidRDefault="002D4D77" w:rsidP="002D4D77">
      <w:pPr>
        <w:pStyle w:val="Odstavecseseznamem"/>
        <w:numPr>
          <w:ilvl w:val="0"/>
          <w:numId w:val="8"/>
        </w:numPr>
        <w:jc w:val="both"/>
      </w:pPr>
      <w:r w:rsidRPr="00A67C2C">
        <w:t>V části první čl. I bod 4</w:t>
      </w:r>
      <w:r>
        <w:t>4</w:t>
      </w:r>
      <w:r w:rsidRPr="00A67C2C">
        <w:t xml:space="preserve"> zní:</w:t>
      </w:r>
    </w:p>
    <w:p w:rsidR="002D4D77" w:rsidRDefault="002D4D77" w:rsidP="002D4D77">
      <w:pPr>
        <w:pStyle w:val="Odstavecseseznamem"/>
        <w:jc w:val="both"/>
      </w:pPr>
    </w:p>
    <w:p w:rsidR="002D4D77" w:rsidRPr="00A67C2C" w:rsidRDefault="002D4D77" w:rsidP="002D4D77">
      <w:pPr>
        <w:pStyle w:val="Odstavecseseznamem"/>
        <w:jc w:val="both"/>
      </w:pPr>
      <w:r>
        <w:t xml:space="preserve">„X. V § 75 odst. 3 se text „(§ 61 odst. </w:t>
      </w:r>
      <w:r w:rsidRPr="00A7387C">
        <w:t>10</w:t>
      </w:r>
      <w:r>
        <w:t xml:space="preserve">)“ nahrazuje textem „(§ 61 odst. </w:t>
      </w:r>
      <w:r w:rsidRPr="00A7387C">
        <w:t>11</w:t>
      </w:r>
      <w:r>
        <w:t>)“.“.</w:t>
      </w:r>
    </w:p>
    <w:p w:rsidR="002D4D77" w:rsidRDefault="002D4D77" w:rsidP="002D4D77">
      <w:pPr>
        <w:pStyle w:val="Odstavecseseznamem"/>
        <w:jc w:val="both"/>
      </w:pPr>
    </w:p>
    <w:p w:rsidR="002D4D77" w:rsidRDefault="002D4D77" w:rsidP="002D4D77">
      <w:pPr>
        <w:pStyle w:val="Odstavecseseznamem"/>
        <w:jc w:val="both"/>
      </w:pPr>
    </w:p>
    <w:p w:rsidR="002D4D77" w:rsidRPr="00E0282D" w:rsidRDefault="002D4D77" w:rsidP="002D4D77">
      <w:pPr>
        <w:pStyle w:val="Odstavecseseznamem"/>
        <w:numPr>
          <w:ilvl w:val="0"/>
          <w:numId w:val="8"/>
        </w:numPr>
        <w:jc w:val="both"/>
      </w:pPr>
      <w:r w:rsidRPr="00E0282D">
        <w:t xml:space="preserve">V části první </w:t>
      </w:r>
      <w:r>
        <w:t xml:space="preserve">čl. I </w:t>
      </w:r>
      <w:r w:rsidRPr="00E0282D">
        <w:t>bod</w:t>
      </w:r>
      <w:r>
        <w:t>u</w:t>
      </w:r>
      <w:r w:rsidRPr="00E0282D">
        <w:t xml:space="preserve"> 46 v § 87b odst. 4 písmeno c) zní:</w:t>
      </w:r>
    </w:p>
    <w:p w:rsidR="002D4D77" w:rsidRPr="00E0282D" w:rsidRDefault="002D4D77" w:rsidP="002D4D77">
      <w:pPr>
        <w:pStyle w:val="Odstavecseseznamem"/>
        <w:jc w:val="both"/>
      </w:pPr>
    </w:p>
    <w:p w:rsidR="002D4D77" w:rsidRPr="00E0282D" w:rsidRDefault="002D4D77" w:rsidP="002D4D77">
      <w:pPr>
        <w:pStyle w:val="Odstavecseseznamem"/>
        <w:ind w:left="1004" w:hanging="284"/>
        <w:jc w:val="both"/>
      </w:pPr>
      <w:r w:rsidRPr="00E0282D">
        <w:t>„c) živočišná výroba, chov ryb a vodních živočichů, jako zemědělská výroba, a ekologická funkce vody,“.</w:t>
      </w:r>
    </w:p>
    <w:p w:rsidR="002D4D77" w:rsidRPr="00E0282D" w:rsidRDefault="002D4D77" w:rsidP="002D4D77">
      <w:pPr>
        <w:pStyle w:val="Odstavecseseznamem"/>
        <w:jc w:val="both"/>
      </w:pPr>
    </w:p>
    <w:p w:rsidR="002D4D77" w:rsidRPr="00E0282D" w:rsidRDefault="002D4D77" w:rsidP="002D4D77">
      <w:pPr>
        <w:pStyle w:val="Odstavecseseznamem"/>
        <w:jc w:val="both"/>
      </w:pPr>
    </w:p>
    <w:p w:rsidR="002D4D77" w:rsidRPr="00E0282D" w:rsidRDefault="002D4D77" w:rsidP="002D4D77">
      <w:pPr>
        <w:pStyle w:val="Bezmezer"/>
        <w:numPr>
          <w:ilvl w:val="0"/>
          <w:numId w:val="8"/>
        </w:numPr>
        <w:ind w:left="714" w:hanging="357"/>
        <w:jc w:val="both"/>
        <w:rPr>
          <w:rFonts w:ascii="Times New Roman" w:hAnsi="Times New Roman"/>
          <w:sz w:val="24"/>
          <w:szCs w:val="24"/>
        </w:rPr>
      </w:pPr>
      <w:r w:rsidRPr="00E0282D">
        <w:rPr>
          <w:rFonts w:ascii="Times New Roman" w:hAnsi="Times New Roman"/>
          <w:sz w:val="24"/>
          <w:szCs w:val="24"/>
        </w:rPr>
        <w:t>V části první čl. I bodu 46 v § 87b odst. 4 písmeno d) zní:</w:t>
      </w:r>
    </w:p>
    <w:p w:rsidR="002D4D77" w:rsidRPr="00E0282D" w:rsidRDefault="002D4D77" w:rsidP="002D4D77">
      <w:pPr>
        <w:pStyle w:val="Bezmezer"/>
        <w:jc w:val="both"/>
        <w:rPr>
          <w:rFonts w:ascii="Times New Roman" w:hAnsi="Times New Roman"/>
          <w:sz w:val="24"/>
          <w:szCs w:val="24"/>
        </w:rPr>
      </w:pPr>
    </w:p>
    <w:p w:rsidR="002D4D77" w:rsidRPr="00E0282D" w:rsidRDefault="002D4D77" w:rsidP="002D4D77">
      <w:pPr>
        <w:pStyle w:val="Bezmezer"/>
        <w:ind w:left="993" w:hanging="284"/>
        <w:jc w:val="both"/>
        <w:rPr>
          <w:rFonts w:ascii="Times New Roman" w:hAnsi="Times New Roman"/>
          <w:sz w:val="24"/>
          <w:szCs w:val="24"/>
        </w:rPr>
      </w:pPr>
      <w:r w:rsidRPr="00E0282D">
        <w:rPr>
          <w:rFonts w:ascii="Times New Roman" w:hAnsi="Times New Roman"/>
          <w:sz w:val="24"/>
          <w:szCs w:val="24"/>
        </w:rPr>
        <w:t>„d) hospodářské využití nespadající pod písmena a) až c) a jiné využití s vazbou na místní zaměstnanost,“.</w:t>
      </w:r>
    </w:p>
    <w:p w:rsidR="002D4D77" w:rsidRPr="00E0282D" w:rsidRDefault="002D4D77" w:rsidP="002D4D77">
      <w:pPr>
        <w:pStyle w:val="Odstavecseseznamem"/>
        <w:jc w:val="both"/>
      </w:pPr>
    </w:p>
    <w:p w:rsidR="002D4D77" w:rsidRPr="00E0282D" w:rsidRDefault="002D4D77" w:rsidP="002D4D77">
      <w:pPr>
        <w:pStyle w:val="Odstavecseseznamem"/>
        <w:jc w:val="both"/>
      </w:pPr>
    </w:p>
    <w:p w:rsidR="002D4D77" w:rsidRDefault="002D4D77" w:rsidP="002D4D77">
      <w:pPr>
        <w:pStyle w:val="Odstavecseseznamem"/>
        <w:numPr>
          <w:ilvl w:val="0"/>
          <w:numId w:val="8"/>
        </w:numPr>
        <w:ind w:left="714" w:hanging="357"/>
        <w:jc w:val="both"/>
      </w:pPr>
      <w:r w:rsidRPr="00E0282D">
        <w:lastRenderedPageBreak/>
        <w:t xml:space="preserve">V části první čl. I bodu 46 se v § 87f odst. 2 věta první nahrazuje větou „K jednání krajské komise pro sucho hejtman kraje přizve dotčené uživatele vody významné pro dané území uvedené v plánu pro sucho a může přizvat zejména zástupce dotčených obcí.“. </w:t>
      </w:r>
    </w:p>
    <w:p w:rsidR="002D4D77" w:rsidRDefault="002D4D77" w:rsidP="002D4D77">
      <w:pPr>
        <w:pStyle w:val="Odstavecseseznamem"/>
        <w:contextualSpacing w:val="0"/>
        <w:jc w:val="both"/>
      </w:pPr>
    </w:p>
    <w:p w:rsidR="002D4D77" w:rsidRDefault="002D4D77" w:rsidP="002D4D77">
      <w:pPr>
        <w:pStyle w:val="Odstavecseseznamem"/>
        <w:contextualSpacing w:val="0"/>
        <w:jc w:val="both"/>
      </w:pPr>
    </w:p>
    <w:p w:rsidR="002D4D77" w:rsidRDefault="002D4D77" w:rsidP="002D4D77">
      <w:pPr>
        <w:pStyle w:val="Odstavecseseznamem"/>
        <w:numPr>
          <w:ilvl w:val="0"/>
          <w:numId w:val="8"/>
        </w:numPr>
        <w:contextualSpacing w:val="0"/>
        <w:jc w:val="both"/>
      </w:pPr>
      <w:r>
        <w:t>V části první čl. I se za bod 46 vkládá nový bod X, který zní:</w:t>
      </w:r>
    </w:p>
    <w:p w:rsidR="002D4D77" w:rsidRDefault="002D4D77" w:rsidP="002D4D77">
      <w:pPr>
        <w:pStyle w:val="Odstavecseseznamem"/>
        <w:contextualSpacing w:val="0"/>
      </w:pPr>
    </w:p>
    <w:p w:rsidR="002D4D77" w:rsidRDefault="002D4D77" w:rsidP="002D4D77">
      <w:pPr>
        <w:pStyle w:val="Odstavecseseznamem"/>
        <w:contextualSpacing w:val="0"/>
        <w:jc w:val="both"/>
      </w:pPr>
      <w:r>
        <w:t>„X. V § 89b písm. f) se slovo „kanalizace“ nahrazuje slovem „</w:t>
      </w:r>
      <w:proofErr w:type="spellStart"/>
      <w:r>
        <w:t>kanalizace</w:t>
      </w:r>
      <w:r w:rsidRPr="001549BF">
        <w:rPr>
          <w:vertAlign w:val="superscript"/>
        </w:rPr>
        <w:t>X</w:t>
      </w:r>
      <w:proofErr w:type="spellEnd"/>
      <w:r w:rsidRPr="001549BF">
        <w:rPr>
          <w:vertAlign w:val="superscript"/>
        </w:rPr>
        <w:t>)</w:t>
      </w:r>
      <w:r>
        <w:t>“ a slova „podle § 8 odst. 3 písm. g)“ se zrušují.</w:t>
      </w:r>
    </w:p>
    <w:p w:rsidR="002D4D77" w:rsidRDefault="002D4D77" w:rsidP="002D4D77">
      <w:pPr>
        <w:pStyle w:val="Odstavecseseznamem"/>
        <w:contextualSpacing w:val="0"/>
        <w:jc w:val="both"/>
      </w:pPr>
    </w:p>
    <w:p w:rsidR="002D4D77" w:rsidRDefault="002D4D77" w:rsidP="002D4D77">
      <w:pPr>
        <w:pStyle w:val="Odstavecseseznamem"/>
        <w:contextualSpacing w:val="0"/>
        <w:jc w:val="both"/>
      </w:pPr>
      <w:r>
        <w:t>Poznámka pod čarou č. x zní:</w:t>
      </w:r>
    </w:p>
    <w:p w:rsidR="002D4D77" w:rsidRDefault="002D4D77" w:rsidP="002D4D77">
      <w:pPr>
        <w:pStyle w:val="Odstavecseseznamem"/>
        <w:spacing w:after="120"/>
        <w:contextualSpacing w:val="0"/>
        <w:jc w:val="both"/>
      </w:pPr>
      <w:r>
        <w:t>___________</w:t>
      </w:r>
    </w:p>
    <w:p w:rsidR="002D4D77" w:rsidRDefault="002D4D77" w:rsidP="002D4D77">
      <w:pPr>
        <w:pStyle w:val="Odstavecseseznamem"/>
        <w:contextualSpacing w:val="0"/>
        <w:jc w:val="both"/>
      </w:pPr>
      <w:r>
        <w:t>„</w:t>
      </w:r>
      <w:r w:rsidRPr="00323F15">
        <w:rPr>
          <w:vertAlign w:val="superscript"/>
        </w:rPr>
        <w:t>x)</w:t>
      </w:r>
      <w:r>
        <w:tab/>
        <w:t>§ 2 odst. 2 zákona č. 274/2001 Sb.“.“.</w:t>
      </w:r>
      <w:r>
        <w:tab/>
      </w:r>
    </w:p>
    <w:p w:rsidR="002D4D77" w:rsidRDefault="002D4D77" w:rsidP="002D4D77">
      <w:pPr>
        <w:pStyle w:val="Odstavecseseznamem"/>
        <w:contextualSpacing w:val="0"/>
        <w:jc w:val="both"/>
      </w:pPr>
    </w:p>
    <w:p w:rsidR="002D4D77" w:rsidRPr="00E0282D" w:rsidRDefault="002D4D77" w:rsidP="002D4D77">
      <w:pPr>
        <w:pStyle w:val="Odstavecseseznamem"/>
        <w:contextualSpacing w:val="0"/>
        <w:jc w:val="both"/>
      </w:pPr>
      <w:r>
        <w:t>Následující body se přečíslují.</w:t>
      </w:r>
    </w:p>
    <w:p w:rsidR="002D4D77" w:rsidRPr="00E0282D" w:rsidRDefault="002D4D77" w:rsidP="002D4D77">
      <w:pPr>
        <w:pStyle w:val="Odstavecseseznamem"/>
        <w:jc w:val="both"/>
      </w:pPr>
    </w:p>
    <w:p w:rsidR="002D4D77" w:rsidRPr="00E0282D" w:rsidRDefault="002D4D77" w:rsidP="002D4D77">
      <w:pPr>
        <w:pStyle w:val="Odstavecseseznamem"/>
        <w:jc w:val="both"/>
      </w:pPr>
    </w:p>
    <w:p w:rsidR="002D4D77" w:rsidRDefault="002D4D77" w:rsidP="002D4D77">
      <w:pPr>
        <w:pStyle w:val="Odstavecseseznamem"/>
        <w:numPr>
          <w:ilvl w:val="0"/>
          <w:numId w:val="8"/>
        </w:numPr>
        <w:spacing w:after="120"/>
        <w:ind w:left="714" w:hanging="357"/>
        <w:contextualSpacing w:val="0"/>
        <w:jc w:val="both"/>
      </w:pPr>
      <w:r>
        <w:t xml:space="preserve">V části první čl. I se na konci textu bodu 48 </w:t>
      </w:r>
      <w:r w:rsidRPr="007A03F1">
        <w:rPr>
          <w:i/>
        </w:rPr>
        <w:t>(k § 101 odst. 4)</w:t>
      </w:r>
      <w:r>
        <w:t xml:space="preserve"> doplňují slova</w:t>
      </w:r>
    </w:p>
    <w:p w:rsidR="002D4D77" w:rsidRPr="00E0282D" w:rsidRDefault="002D4D77" w:rsidP="002D4D77">
      <w:pPr>
        <w:ind w:left="709"/>
      </w:pPr>
      <w:proofErr w:type="gramStart"/>
      <w:r w:rsidRPr="00E0282D">
        <w:t>„</w:t>
      </w:r>
      <w:r>
        <w:t xml:space="preserve"> ,</w:t>
      </w:r>
      <w:r w:rsidRPr="00E0282D">
        <w:t xml:space="preserve"> slova</w:t>
      </w:r>
      <w:proofErr w:type="gramEnd"/>
      <w:r w:rsidRPr="00E0282D">
        <w:t xml:space="preserve"> „lesní výrobu</w:t>
      </w:r>
      <w:r>
        <w:t xml:space="preserve"> a</w:t>
      </w:r>
      <w:r w:rsidRPr="00E0282D">
        <w:t xml:space="preserve">“ se </w:t>
      </w:r>
      <w:r>
        <w:t>nahrazují slovy „lesní výrobu,“ a na konci textu věty druhé se doplňují</w:t>
      </w:r>
      <w:r w:rsidRPr="00E0282D">
        <w:t xml:space="preserve"> slova „a pro napouštění vodních nádrží k akumulaci povrchové vody pro závlahy zemědělských plodin a školkařských výpěstků podle podmínek platného povolení k nakládání s</w:t>
      </w:r>
      <w:r>
        <w:t> </w:t>
      </w:r>
      <w:r w:rsidRPr="00E0282D">
        <w:t>vodami</w:t>
      </w:r>
      <w:r>
        <w:t>“</w:t>
      </w:r>
      <w:r w:rsidRPr="00E0282D">
        <w:t xml:space="preserve">.“. </w:t>
      </w:r>
    </w:p>
    <w:p w:rsidR="002D4D77" w:rsidRDefault="002D4D77" w:rsidP="002D4D77">
      <w:pPr>
        <w:pStyle w:val="Odstavecseseznamem"/>
        <w:jc w:val="both"/>
      </w:pPr>
    </w:p>
    <w:p w:rsidR="002D4D77" w:rsidRPr="00E0282D" w:rsidRDefault="002D4D77" w:rsidP="002D4D77">
      <w:pPr>
        <w:pStyle w:val="Odstavecseseznamem"/>
        <w:jc w:val="both"/>
      </w:pPr>
    </w:p>
    <w:p w:rsidR="002D4D77" w:rsidRPr="00E0282D" w:rsidRDefault="002D4D77" w:rsidP="002D4D77">
      <w:pPr>
        <w:pStyle w:val="Odstavecseseznamem"/>
        <w:numPr>
          <w:ilvl w:val="0"/>
          <w:numId w:val="8"/>
        </w:numPr>
        <w:jc w:val="both"/>
      </w:pPr>
      <w:r w:rsidRPr="00E0282D">
        <w:t>V části první čl. I se za bod 72 vkládá nový bod</w:t>
      </w:r>
      <w:r>
        <w:t xml:space="preserve"> X</w:t>
      </w:r>
      <w:r w:rsidRPr="00E0282D">
        <w:t>, který zní:</w:t>
      </w:r>
    </w:p>
    <w:p w:rsidR="002D4D77" w:rsidRPr="00E0282D" w:rsidRDefault="002D4D77" w:rsidP="002D4D77">
      <w:pPr>
        <w:pStyle w:val="Odstavecseseznamem"/>
        <w:widowControl w:val="0"/>
        <w:autoSpaceDE w:val="0"/>
        <w:autoSpaceDN w:val="0"/>
        <w:adjustRightInd w:val="0"/>
        <w:jc w:val="both"/>
      </w:pPr>
    </w:p>
    <w:p w:rsidR="002D4D77" w:rsidRPr="00E0282D" w:rsidRDefault="002D4D77" w:rsidP="002D4D77">
      <w:pPr>
        <w:pStyle w:val="Standard"/>
        <w:tabs>
          <w:tab w:val="left" w:pos="709"/>
        </w:tabs>
        <w:ind w:left="720"/>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„X. V § 119 se na konci textu odstavce 2 doplňují slova „a 5“.“.</w:t>
      </w:r>
    </w:p>
    <w:p w:rsidR="002D4D77" w:rsidRPr="00E0282D" w:rsidRDefault="002D4D77" w:rsidP="002D4D77">
      <w:pPr>
        <w:pStyle w:val="Standard"/>
        <w:tabs>
          <w:tab w:val="left" w:pos="709"/>
        </w:tabs>
        <w:ind w:left="720"/>
        <w:jc w:val="both"/>
        <w:rPr>
          <w:rFonts w:ascii="Times New Roman" w:hAnsi="Times New Roman" w:cs="Times New Roman"/>
          <w:bCs/>
          <w:sz w:val="24"/>
          <w:szCs w:val="24"/>
          <w:lang w:eastAsia="cs-CZ"/>
        </w:rPr>
      </w:pPr>
    </w:p>
    <w:p w:rsidR="002D4D77" w:rsidRDefault="002D4D77" w:rsidP="002D4D77">
      <w:pPr>
        <w:pStyle w:val="Standard"/>
        <w:tabs>
          <w:tab w:val="left" w:pos="709"/>
        </w:tabs>
        <w:ind w:left="720"/>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 xml:space="preserve">Následující </w:t>
      </w:r>
      <w:r>
        <w:rPr>
          <w:rFonts w:ascii="Times New Roman" w:hAnsi="Times New Roman" w:cs="Times New Roman"/>
          <w:bCs/>
          <w:sz w:val="24"/>
          <w:szCs w:val="24"/>
          <w:lang w:eastAsia="cs-CZ"/>
        </w:rPr>
        <w:t>b</w:t>
      </w:r>
      <w:r w:rsidRPr="00E0282D">
        <w:rPr>
          <w:rFonts w:ascii="Times New Roman" w:hAnsi="Times New Roman" w:cs="Times New Roman"/>
          <w:bCs/>
          <w:sz w:val="24"/>
          <w:szCs w:val="24"/>
          <w:lang w:eastAsia="cs-CZ"/>
        </w:rPr>
        <w:t>ody se přečíslují.</w:t>
      </w:r>
    </w:p>
    <w:p w:rsidR="002D4D77" w:rsidRDefault="002D4D77" w:rsidP="002D4D77">
      <w:pPr>
        <w:pStyle w:val="Standard"/>
        <w:tabs>
          <w:tab w:val="left" w:pos="709"/>
        </w:tabs>
        <w:ind w:left="720"/>
        <w:jc w:val="both"/>
        <w:rPr>
          <w:rFonts w:ascii="Times New Roman" w:hAnsi="Times New Roman" w:cs="Times New Roman"/>
          <w:bCs/>
          <w:sz w:val="24"/>
          <w:szCs w:val="24"/>
          <w:lang w:eastAsia="cs-CZ"/>
        </w:rPr>
      </w:pPr>
    </w:p>
    <w:p w:rsidR="002D4D77" w:rsidRPr="00E0282D" w:rsidRDefault="002D4D77" w:rsidP="002D4D77">
      <w:pPr>
        <w:pStyle w:val="Standard"/>
        <w:tabs>
          <w:tab w:val="left" w:pos="709"/>
        </w:tabs>
        <w:ind w:left="720"/>
        <w:jc w:val="both"/>
        <w:rPr>
          <w:rFonts w:ascii="Times New Roman" w:hAnsi="Times New Roman" w:cs="Times New Roman"/>
          <w:bCs/>
          <w:sz w:val="24"/>
          <w:szCs w:val="24"/>
          <w:lang w:eastAsia="cs-CZ"/>
        </w:rPr>
      </w:pPr>
    </w:p>
    <w:p w:rsidR="002D4D77" w:rsidRPr="00E0282D" w:rsidRDefault="002D4D77" w:rsidP="002D4D77">
      <w:pPr>
        <w:pStyle w:val="Odstavecseseznamem"/>
        <w:numPr>
          <w:ilvl w:val="0"/>
          <w:numId w:val="8"/>
        </w:numPr>
        <w:jc w:val="both"/>
      </w:pPr>
      <w:r w:rsidRPr="00E0282D">
        <w:t>V části první čl. I se za bod 83 vkládá nový bod</w:t>
      </w:r>
      <w:r>
        <w:t xml:space="preserve"> X</w:t>
      </w:r>
      <w:r w:rsidRPr="00E0282D">
        <w:t>, který zní:</w:t>
      </w:r>
    </w:p>
    <w:p w:rsidR="002D4D77" w:rsidRPr="00E0282D" w:rsidRDefault="002D4D77" w:rsidP="002D4D77">
      <w:pPr>
        <w:pStyle w:val="Odstavecseseznamem"/>
      </w:pPr>
    </w:p>
    <w:p w:rsidR="002D4D77" w:rsidRPr="00E0282D" w:rsidRDefault="002D4D77" w:rsidP="002D4D77">
      <w:pPr>
        <w:pStyle w:val="Odstavecseseznamem"/>
      </w:pPr>
      <w:r w:rsidRPr="00E0282D">
        <w:t>„X. V § 125d se na konci textu odstavce 3 doplňují slova „a 5“.“.</w:t>
      </w:r>
    </w:p>
    <w:p w:rsidR="002D4D77" w:rsidRPr="00E0282D" w:rsidRDefault="002D4D77" w:rsidP="002D4D77">
      <w:pPr>
        <w:pStyle w:val="Odstavecseseznamem"/>
      </w:pPr>
    </w:p>
    <w:p w:rsidR="002D4D77" w:rsidRPr="00E0282D" w:rsidRDefault="002D4D77" w:rsidP="002D4D77">
      <w:pPr>
        <w:pStyle w:val="Odstavecseseznamem"/>
      </w:pPr>
      <w:r w:rsidRPr="00E0282D">
        <w:t>Následující body se přečíslují.</w:t>
      </w:r>
    </w:p>
    <w:p w:rsidR="002D4D77" w:rsidRDefault="002D4D77" w:rsidP="002D4D77">
      <w:pPr>
        <w:pStyle w:val="Odstavecseseznamem"/>
      </w:pPr>
    </w:p>
    <w:p w:rsidR="002D4D77" w:rsidRPr="00E0282D" w:rsidRDefault="002D4D77" w:rsidP="002D4D77">
      <w:pPr>
        <w:pStyle w:val="Odstavecseseznamem"/>
      </w:pPr>
    </w:p>
    <w:p w:rsidR="002D4D77" w:rsidRDefault="002D4D77" w:rsidP="002D4D77">
      <w:pPr>
        <w:pStyle w:val="Odstavecseseznamem"/>
        <w:numPr>
          <w:ilvl w:val="0"/>
          <w:numId w:val="8"/>
        </w:numPr>
        <w:jc w:val="both"/>
      </w:pPr>
      <w:r>
        <w:t xml:space="preserve">V části první </w:t>
      </w:r>
      <w:r w:rsidRPr="00A67C2C">
        <w:t xml:space="preserve">čl. I bod </w:t>
      </w:r>
      <w:r>
        <w:t>90</w:t>
      </w:r>
      <w:r w:rsidRPr="00A67C2C">
        <w:t xml:space="preserve"> zní:</w:t>
      </w:r>
    </w:p>
    <w:p w:rsidR="002D4D77" w:rsidRDefault="002D4D77" w:rsidP="002D4D77">
      <w:pPr>
        <w:pStyle w:val="Odstavecseseznamem"/>
        <w:jc w:val="both"/>
      </w:pPr>
    </w:p>
    <w:p w:rsidR="002D4D77" w:rsidRDefault="002D4D77" w:rsidP="002D4D77">
      <w:pPr>
        <w:pStyle w:val="Odstavecseseznamem"/>
        <w:jc w:val="both"/>
      </w:pPr>
      <w:r>
        <w:t xml:space="preserve">„X. V § 126 odst. 8 </w:t>
      </w:r>
      <w:r w:rsidRPr="004D61B4">
        <w:t>se text „§ 61 odst. 7“ nahrazuje textem „§ 61 odst. 9“ a</w:t>
      </w:r>
      <w:r>
        <w:t xml:space="preserve"> slova „nebo Česká inspekce životního prostředí“ </w:t>
      </w:r>
      <w:r w:rsidRPr="004D61B4">
        <w:t xml:space="preserve">se </w:t>
      </w:r>
      <w:r>
        <w:t>zrušují.</w:t>
      </w:r>
    </w:p>
    <w:p w:rsidR="002D4D77" w:rsidRDefault="002D4D77" w:rsidP="002D4D77">
      <w:pPr>
        <w:pStyle w:val="Odstavecseseznamem"/>
        <w:jc w:val="both"/>
      </w:pPr>
    </w:p>
    <w:p w:rsidR="002D4D77" w:rsidRDefault="002D4D77" w:rsidP="002D4D77">
      <w:pPr>
        <w:pStyle w:val="Odstavecseseznamem"/>
        <w:jc w:val="both"/>
      </w:pPr>
    </w:p>
    <w:p w:rsidR="002D4D77" w:rsidRPr="00E0282D" w:rsidRDefault="002D4D77" w:rsidP="002D4D77">
      <w:pPr>
        <w:pStyle w:val="Odstavecseseznamem"/>
        <w:numPr>
          <w:ilvl w:val="0"/>
          <w:numId w:val="8"/>
        </w:numPr>
        <w:jc w:val="both"/>
      </w:pPr>
      <w:r w:rsidRPr="00E0282D">
        <w:t>V části čtvrté (</w:t>
      </w:r>
      <w:r>
        <w:t>Z</w:t>
      </w:r>
      <w:r w:rsidRPr="00E0282D">
        <w:t>měna zákona o vodovodech a kanalizacích), čl. V se vkládá nový bod 1, který zní:</w:t>
      </w:r>
    </w:p>
    <w:p w:rsidR="002D4D77" w:rsidRPr="00E0282D" w:rsidRDefault="002D4D77" w:rsidP="002D4D77">
      <w:pPr>
        <w:pStyle w:val="Odstavecseseznamem"/>
        <w:jc w:val="both"/>
      </w:pPr>
    </w:p>
    <w:p w:rsidR="00685D9F" w:rsidRDefault="00685D9F">
      <w:pPr>
        <w:jc w:val="left"/>
      </w:pPr>
      <w:r>
        <w:br w:type="page"/>
      </w:r>
    </w:p>
    <w:p w:rsidR="002D4D77" w:rsidRPr="00E0282D" w:rsidRDefault="002D4D77" w:rsidP="002D4D77">
      <w:pPr>
        <w:pStyle w:val="Odstavecseseznamem"/>
        <w:jc w:val="both"/>
      </w:pPr>
      <w:r w:rsidRPr="00E0282D">
        <w:lastRenderedPageBreak/>
        <w:t>„1. V § 7 se za odstavec 5 vkládá nový odstav</w:t>
      </w:r>
      <w:r>
        <w:t>ec</w:t>
      </w:r>
      <w:r w:rsidRPr="00E0282D">
        <w:t xml:space="preserve"> 6, který zní:</w:t>
      </w:r>
    </w:p>
    <w:p w:rsidR="002D4D77" w:rsidRPr="00E0282D" w:rsidRDefault="002D4D77" w:rsidP="002D4D77">
      <w:pPr>
        <w:pStyle w:val="Odstavecseseznamem"/>
        <w:jc w:val="both"/>
      </w:pPr>
    </w:p>
    <w:p w:rsidR="002D4D77" w:rsidRPr="00E0282D" w:rsidRDefault="002D4D77" w:rsidP="002D4D77">
      <w:pPr>
        <w:pStyle w:val="Odstavecseseznamem"/>
        <w:ind w:firstLine="696"/>
        <w:jc w:val="both"/>
      </w:pPr>
      <w:r w:rsidRPr="00E0282D">
        <w:t>„(6) Provozovatel má právo odstraňovat a oklešťovat stromoví a jiné porosty, provádět likvidaci odstraněného a okleštěného stromoví a jiných porostů ohrožujících bezpečné a plynulé provozování zařízení v případech, kdy tak po předchozím upozornění a stanovení rozsahu neučinil sám vlastník nebo uživatel pozemku.“.</w:t>
      </w:r>
    </w:p>
    <w:p w:rsidR="002D4D77" w:rsidRPr="00E0282D" w:rsidRDefault="002D4D77" w:rsidP="002D4D77">
      <w:pPr>
        <w:pStyle w:val="Odstavecseseznamem"/>
        <w:jc w:val="both"/>
      </w:pPr>
    </w:p>
    <w:p w:rsidR="002D4D77" w:rsidRPr="00E0282D" w:rsidRDefault="002D4D77" w:rsidP="002D4D77">
      <w:pPr>
        <w:pStyle w:val="Odstavecseseznamem"/>
        <w:jc w:val="both"/>
      </w:pPr>
      <w:r w:rsidRPr="00E0282D">
        <w:t>Dosavadní odstavec 6 se označuje jako odstavec 7.</w:t>
      </w:r>
      <w:r>
        <w:t>“.“.</w:t>
      </w:r>
    </w:p>
    <w:p w:rsidR="002D4D77" w:rsidRPr="00E0282D" w:rsidRDefault="002D4D77" w:rsidP="002D4D77">
      <w:pPr>
        <w:pStyle w:val="Odstavecseseznamem"/>
        <w:jc w:val="both"/>
      </w:pPr>
    </w:p>
    <w:p w:rsidR="002D4D77" w:rsidRPr="00E0282D" w:rsidRDefault="002D4D77" w:rsidP="002D4D77">
      <w:pPr>
        <w:pStyle w:val="Odstavecseseznamem"/>
        <w:jc w:val="both"/>
      </w:pPr>
      <w:r w:rsidRPr="00E0282D">
        <w:t>Následující body se přečíslují.</w:t>
      </w:r>
    </w:p>
    <w:p w:rsidR="002D4D77" w:rsidRDefault="002D4D77" w:rsidP="002D4D77">
      <w:pPr>
        <w:pStyle w:val="Odstavecseseznamem"/>
        <w:jc w:val="both"/>
      </w:pPr>
    </w:p>
    <w:p w:rsidR="002D4D77" w:rsidRPr="00E0282D" w:rsidRDefault="002D4D77" w:rsidP="002D4D77">
      <w:pPr>
        <w:pStyle w:val="Odstavecseseznamem"/>
        <w:jc w:val="both"/>
      </w:pPr>
    </w:p>
    <w:p w:rsidR="002D4D77" w:rsidRPr="00E0282D" w:rsidRDefault="002D4D77" w:rsidP="002D4D77">
      <w:pPr>
        <w:pStyle w:val="Odstavecseseznamem"/>
        <w:numPr>
          <w:ilvl w:val="0"/>
          <w:numId w:val="8"/>
        </w:numPr>
        <w:jc w:val="both"/>
      </w:pPr>
      <w:r w:rsidRPr="00E0282D">
        <w:t>V části čtvrté čl. V se vkládá nový bod 2, který zní:</w:t>
      </w:r>
    </w:p>
    <w:p w:rsidR="002D4D77" w:rsidRPr="00E0282D" w:rsidRDefault="002D4D77" w:rsidP="002D4D77">
      <w:pPr>
        <w:ind w:left="720"/>
        <w:rPr>
          <w:bCs/>
          <w:kern w:val="3"/>
        </w:rPr>
      </w:pPr>
    </w:p>
    <w:p w:rsidR="002D4D77" w:rsidRPr="00E0282D" w:rsidRDefault="002D4D77" w:rsidP="002D4D77">
      <w:pPr>
        <w:tabs>
          <w:tab w:val="left" w:pos="709"/>
        </w:tabs>
        <w:ind w:left="360" w:firstLine="349"/>
        <w:rPr>
          <w:bCs/>
        </w:rPr>
      </w:pPr>
      <w:r w:rsidRPr="00E0282D">
        <w:rPr>
          <w:bCs/>
        </w:rPr>
        <w:t>„2. V § 7 odst. 7 se text „1 až 5“ nahrazuje textem „1 až 6“.“.</w:t>
      </w:r>
    </w:p>
    <w:p w:rsidR="002D4D77" w:rsidRPr="00E0282D" w:rsidRDefault="002D4D77" w:rsidP="002D4D77">
      <w:pPr>
        <w:ind w:left="360"/>
        <w:rPr>
          <w:bCs/>
        </w:rPr>
      </w:pPr>
    </w:p>
    <w:p w:rsidR="002D4D77" w:rsidRPr="00E0282D" w:rsidRDefault="002D4D77" w:rsidP="002D4D77">
      <w:pPr>
        <w:ind w:left="709"/>
        <w:rPr>
          <w:bCs/>
        </w:rPr>
      </w:pPr>
      <w:r w:rsidRPr="00E0282D">
        <w:rPr>
          <w:bCs/>
        </w:rPr>
        <w:t>Následující body se přečíslují.</w:t>
      </w:r>
    </w:p>
    <w:p w:rsidR="002D4D77" w:rsidRDefault="002D4D77" w:rsidP="002D4D77">
      <w:pPr>
        <w:ind w:left="360"/>
        <w:rPr>
          <w:bCs/>
        </w:rPr>
      </w:pPr>
    </w:p>
    <w:p w:rsidR="002D4D77" w:rsidRPr="00E0282D" w:rsidRDefault="002D4D77" w:rsidP="002D4D77">
      <w:pPr>
        <w:ind w:left="360"/>
        <w:rPr>
          <w:bCs/>
        </w:rPr>
      </w:pPr>
    </w:p>
    <w:p w:rsidR="002D4D77" w:rsidRPr="00E0282D" w:rsidRDefault="002D4D77" w:rsidP="002D4D77">
      <w:pPr>
        <w:pStyle w:val="Standard"/>
        <w:numPr>
          <w:ilvl w:val="0"/>
          <w:numId w:val="8"/>
        </w:numPr>
        <w:jc w:val="both"/>
        <w:rPr>
          <w:rFonts w:ascii="Times New Roman" w:hAnsi="Times New Roman" w:cs="Times New Roman"/>
          <w:bCs/>
          <w:sz w:val="24"/>
          <w:szCs w:val="24"/>
          <w:lang w:eastAsia="cs-CZ"/>
        </w:rPr>
      </w:pPr>
      <w:r w:rsidRPr="00E0282D">
        <w:rPr>
          <w:rFonts w:ascii="Times New Roman" w:hAnsi="Times New Roman" w:cs="Times New Roman"/>
          <w:bCs/>
          <w:sz w:val="24"/>
          <w:szCs w:val="24"/>
          <w:lang w:eastAsia="cs-CZ"/>
        </w:rPr>
        <w:t>V části páté (Účinnost) čl. VI zní:</w:t>
      </w:r>
    </w:p>
    <w:p w:rsidR="002D4D77" w:rsidRDefault="002D4D77" w:rsidP="002D4D77">
      <w:pPr>
        <w:pStyle w:val="Standard"/>
        <w:spacing w:before="120" w:after="120"/>
        <w:jc w:val="center"/>
        <w:rPr>
          <w:rFonts w:ascii="Times New Roman" w:hAnsi="Times New Roman" w:cs="Times New Roman"/>
          <w:bCs/>
          <w:sz w:val="24"/>
          <w:szCs w:val="24"/>
          <w:lang w:eastAsia="cs-CZ"/>
        </w:rPr>
      </w:pPr>
      <w:r>
        <w:rPr>
          <w:rFonts w:ascii="Times New Roman" w:hAnsi="Times New Roman" w:cs="Times New Roman"/>
          <w:bCs/>
          <w:sz w:val="24"/>
          <w:szCs w:val="24"/>
          <w:lang w:eastAsia="cs-CZ"/>
        </w:rPr>
        <w:t>„Čl. VI</w:t>
      </w:r>
    </w:p>
    <w:p w:rsidR="002D4D77" w:rsidRPr="00E0282D" w:rsidRDefault="002D4D77" w:rsidP="002D4D77">
      <w:pPr>
        <w:ind w:left="709" w:firstLine="707"/>
        <w:rPr>
          <w:bCs/>
        </w:rPr>
      </w:pPr>
      <w:r w:rsidRPr="00E0282D">
        <w:rPr>
          <w:bCs/>
        </w:rPr>
        <w:t>Tento zákon nabývá účinnosti prvním dnem druhého kalendářního měsíce následujícího po jeho vyhlášení, s výjimkou ustanovení čl. V bodů 1 (</w:t>
      </w:r>
      <w:r w:rsidRPr="00E0282D">
        <w:rPr>
          <w:bCs/>
          <w:i/>
        </w:rPr>
        <w:t>nový novelizační bod 1 – vložení odst. 6 do § 7</w:t>
      </w:r>
      <w:r w:rsidRPr="00E0282D">
        <w:rPr>
          <w:bCs/>
        </w:rPr>
        <w:t>) a 2 (</w:t>
      </w:r>
      <w:r w:rsidRPr="00E0282D">
        <w:rPr>
          <w:bCs/>
          <w:i/>
        </w:rPr>
        <w:t>nový novelizační bod 2 – změna § 7 odst. 7</w:t>
      </w:r>
      <w:r w:rsidRPr="00E0282D">
        <w:rPr>
          <w:bCs/>
        </w:rPr>
        <w:t>), která nabývají účinnosti dnem 1. ledna 2021.“.</w:t>
      </w:r>
    </w:p>
    <w:p w:rsidR="002D4D77" w:rsidRDefault="002D4D77" w:rsidP="002D4D77"/>
    <w:p w:rsidR="002D4D77" w:rsidRDefault="002D4D77" w:rsidP="002D4D77"/>
    <w:p w:rsidR="00CB12CC" w:rsidRDefault="00CB12CC" w:rsidP="00CB12CC">
      <w:pPr>
        <w:pStyle w:val="Oznaenpozmn"/>
        <w:tabs>
          <w:tab w:val="clear" w:pos="425"/>
        </w:tabs>
        <w:ind w:left="567" w:hanging="567"/>
      </w:pPr>
      <w:r>
        <w:t>Pozměňovací návrhy obsažené v usnesení výboru pro životní prostředí č. 115 z 25.</w:t>
      </w:r>
      <w:r w:rsidR="00894CBC">
        <w:t> </w:t>
      </w:r>
      <w:r>
        <w:t>schůze konané dne 1. dubna 2020 (tisk 556/4)</w:t>
      </w:r>
    </w:p>
    <w:p w:rsidR="002D4D77" w:rsidRPr="00CB12CC" w:rsidRDefault="002D4D77" w:rsidP="002D4D77"/>
    <w:p w:rsidR="00CB12CC" w:rsidRPr="00EB71BA" w:rsidRDefault="00CB12CC" w:rsidP="00EB71BA">
      <w:pPr>
        <w:spacing w:after="160" w:line="259" w:lineRule="auto"/>
        <w:ind w:firstLine="360"/>
        <w:rPr>
          <w:bCs/>
        </w:rPr>
      </w:pPr>
      <w:r w:rsidRPr="00EB71BA">
        <w:rPr>
          <w:bCs/>
        </w:rPr>
        <w:t xml:space="preserve">V části první čl. I bod 2 zní: </w:t>
      </w:r>
    </w:p>
    <w:p w:rsidR="00CB12CC" w:rsidRPr="00CB12CC" w:rsidRDefault="00CB12CC" w:rsidP="00CB12CC">
      <w:pPr>
        <w:ind w:left="360"/>
        <w:rPr>
          <w:bCs/>
        </w:rPr>
      </w:pPr>
      <w:r w:rsidRPr="00CB12CC">
        <w:rPr>
          <w:bCs/>
        </w:rPr>
        <w:t>„2. Za § 5 se vkládá nový § 5a, který zní:</w:t>
      </w:r>
    </w:p>
    <w:p w:rsidR="00CB12CC" w:rsidRPr="00CB12CC" w:rsidRDefault="00CB12CC" w:rsidP="00CB12CC">
      <w:pPr>
        <w:ind w:left="360"/>
        <w:jc w:val="center"/>
        <w:rPr>
          <w:bCs/>
        </w:rPr>
      </w:pPr>
      <w:r w:rsidRPr="00CB12CC">
        <w:rPr>
          <w:bCs/>
        </w:rPr>
        <w:t>„§ 5a</w:t>
      </w:r>
    </w:p>
    <w:p w:rsidR="00CB12CC" w:rsidRPr="00CB12CC" w:rsidRDefault="00CB12CC" w:rsidP="00CB12CC">
      <w:pPr>
        <w:spacing w:after="240"/>
        <w:ind w:left="357" w:firstLine="709"/>
        <w:rPr>
          <w:bCs/>
        </w:rPr>
      </w:pPr>
      <w:r w:rsidRPr="00CB12CC">
        <w:rPr>
          <w:bCs/>
        </w:rPr>
        <w:t>Cíle ochrany povrchových a podzemních vod a jejich hospodárného využívání včetně vytváření podmínek pro snižování nepříznivých účinků povodní a sucha prostřednictvím vymezování ploch či jejich částí vhodných k omezování a zadržování odtoku srážkových vod v zastavěném nebo zastavitelném území zohledňují orgány územního plánování při pořizování územně plánovací dokumentace.“.“.</w:t>
      </w:r>
    </w:p>
    <w:p w:rsidR="002D4D77" w:rsidRDefault="002D4D77" w:rsidP="002D4D77"/>
    <w:p w:rsidR="000F18B4" w:rsidRPr="00E0282D" w:rsidRDefault="000F18B4" w:rsidP="002D4D77"/>
    <w:p w:rsidR="00CB12CC" w:rsidRDefault="00CB12CC" w:rsidP="00CB12CC">
      <w:pPr>
        <w:pStyle w:val="Oznaenpozmn"/>
        <w:tabs>
          <w:tab w:val="clear" w:pos="425"/>
        </w:tabs>
        <w:ind w:left="567" w:hanging="567"/>
      </w:pPr>
      <w:r>
        <w:t xml:space="preserve">Pozměňovací návrhy obsažené v usnesení hospodářského výboru č. </w:t>
      </w:r>
      <w:proofErr w:type="gramStart"/>
      <w:r w:rsidR="006D425A">
        <w:t>283</w:t>
      </w:r>
      <w:r>
        <w:t xml:space="preserve"> z </w:t>
      </w:r>
      <w:r w:rsidR="000F18B4">
        <w:t xml:space="preserve"> </w:t>
      </w:r>
      <w:r w:rsidR="006D425A">
        <w:t>40</w:t>
      </w:r>
      <w:proofErr w:type="gramEnd"/>
      <w:r>
        <w:t xml:space="preserve">. schůze konané dne </w:t>
      </w:r>
      <w:r w:rsidR="006D425A">
        <w:t>29</w:t>
      </w:r>
      <w:r>
        <w:t>. dubna 2020 (tisk 556/</w:t>
      </w:r>
      <w:r w:rsidR="006D425A">
        <w:t>6)</w:t>
      </w:r>
    </w:p>
    <w:p w:rsidR="006D425A" w:rsidRDefault="006D425A" w:rsidP="00EB71BA">
      <w:pPr>
        <w:pStyle w:val="Odstavecseseznamem"/>
        <w:spacing w:before="240" w:after="120"/>
        <w:ind w:left="567"/>
        <w:contextualSpacing w:val="0"/>
        <w:jc w:val="both"/>
      </w:pPr>
      <w:r>
        <w:t xml:space="preserve">V části první </w:t>
      </w:r>
      <w:r w:rsidRPr="00505BEF">
        <w:t xml:space="preserve">čl. I se bod 9 </w:t>
      </w:r>
      <w:r>
        <w:t>zrušuje.</w:t>
      </w:r>
    </w:p>
    <w:p w:rsidR="006D425A" w:rsidRDefault="006D425A" w:rsidP="00EB71BA">
      <w:pPr>
        <w:pStyle w:val="Odstavecseseznamem"/>
        <w:spacing w:after="360"/>
        <w:ind w:left="567"/>
        <w:contextualSpacing w:val="0"/>
        <w:jc w:val="both"/>
      </w:pPr>
      <w:r>
        <w:t>Následující body se přečíslují.</w:t>
      </w:r>
    </w:p>
    <w:p w:rsidR="00A92050" w:rsidRPr="00A92050" w:rsidRDefault="00A92050" w:rsidP="00A92050"/>
    <w:p w:rsidR="00A92050" w:rsidRDefault="00A92050" w:rsidP="00A92050"/>
    <w:p w:rsidR="000E721A" w:rsidRPr="00A92050" w:rsidRDefault="000E721A"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894CBC">
        <w:rPr>
          <w:b/>
          <w:sz w:val="28"/>
          <w:szCs w:val="28"/>
        </w:rPr>
        <w:t>18</w:t>
      </w:r>
      <w:r w:rsidR="006D425A">
        <w:rPr>
          <w:b/>
          <w:sz w:val="28"/>
          <w:szCs w:val="28"/>
        </w:rPr>
        <w:t>. června 2020</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Poslan</w:t>
      </w:r>
      <w:r w:rsidR="005B227D">
        <w:t>kyně Dana Balcarová</w:t>
      </w:r>
    </w:p>
    <w:p w:rsidR="005B227D" w:rsidRPr="005B227D" w:rsidRDefault="005B227D" w:rsidP="005B227D">
      <w:pPr>
        <w:rPr>
          <w:i/>
        </w:rPr>
      </w:pPr>
      <w:r w:rsidRPr="005B227D">
        <w:rPr>
          <w:i/>
        </w:rPr>
        <w:t>SD 4964</w:t>
      </w:r>
    </w:p>
    <w:p w:rsidR="005B227D" w:rsidRDefault="005B227D" w:rsidP="00EB71BA">
      <w:pPr>
        <w:numPr>
          <w:ilvl w:val="0"/>
          <w:numId w:val="12"/>
        </w:numPr>
        <w:spacing w:after="120"/>
        <w:ind w:left="425" w:hanging="425"/>
      </w:pPr>
      <w:r>
        <w:t xml:space="preserve">V části první </w:t>
      </w:r>
      <w:r w:rsidR="00EB71BA">
        <w:t>č</w:t>
      </w:r>
      <w:r>
        <w:t xml:space="preserve">l. I se za bod </w:t>
      </w:r>
      <w:r w:rsidR="00EB71BA">
        <w:t>27</w:t>
      </w:r>
      <w:r>
        <w:t xml:space="preserve"> vkládá nový bod </w:t>
      </w:r>
      <w:r w:rsidR="00EB71BA">
        <w:t>X</w:t>
      </w:r>
      <w:r>
        <w:t>, který zní:</w:t>
      </w:r>
    </w:p>
    <w:p w:rsidR="005B227D" w:rsidRDefault="005B227D" w:rsidP="00EB71BA">
      <w:pPr>
        <w:ind w:left="425"/>
      </w:pPr>
      <w:r>
        <w:t>„</w:t>
      </w:r>
      <w:r w:rsidR="00EB71BA">
        <w:t>X</w:t>
      </w:r>
      <w:r>
        <w:t>. V § 30 odst. 1 se slova „s průměrným odběrem více než 10 000 m</w:t>
      </w:r>
      <w:r w:rsidRPr="00EB71BA">
        <w:rPr>
          <w:vertAlign w:val="superscript"/>
        </w:rPr>
        <w:t>3</w:t>
      </w:r>
      <w:r w:rsidR="00EB71BA">
        <w:t xml:space="preserve"> za rok“ a věta druhá zrušují.“.</w:t>
      </w:r>
    </w:p>
    <w:p w:rsidR="005B227D" w:rsidRDefault="005B227D" w:rsidP="00EB71BA">
      <w:pPr>
        <w:spacing w:before="120" w:after="360"/>
        <w:ind w:left="850" w:hanging="425"/>
      </w:pPr>
      <w:r>
        <w:t>Následující body se přečíslují.</w:t>
      </w:r>
    </w:p>
    <w:p w:rsidR="005B227D" w:rsidRDefault="005B227D" w:rsidP="00367BA3">
      <w:pPr>
        <w:numPr>
          <w:ilvl w:val="0"/>
          <w:numId w:val="12"/>
        </w:numPr>
        <w:spacing w:line="276" w:lineRule="auto"/>
        <w:ind w:left="426" w:hanging="426"/>
      </w:pPr>
      <w:r>
        <w:t xml:space="preserve">V části první </w:t>
      </w:r>
      <w:r w:rsidR="00EB71BA">
        <w:t>č</w:t>
      </w:r>
      <w:r>
        <w:t xml:space="preserve">l. I se za bod 27 vkládá nový bod </w:t>
      </w:r>
      <w:r w:rsidR="00EB71BA">
        <w:t>X</w:t>
      </w:r>
      <w:r>
        <w:t>, který zní:</w:t>
      </w:r>
    </w:p>
    <w:p w:rsidR="005B227D" w:rsidRDefault="005B227D" w:rsidP="00EB71BA">
      <w:pPr>
        <w:spacing w:before="120"/>
        <w:ind w:left="425"/>
      </w:pPr>
      <w:r>
        <w:t>„</w:t>
      </w:r>
      <w:r w:rsidR="00EB71BA">
        <w:t xml:space="preserve">X. </w:t>
      </w:r>
      <w:r>
        <w:t>V § 30 odst. 11 se věta druhá nahrazuje větou „Ministerstvo životního prostředí stanoví prováděcím právním předpisem podmínky poskytování náhrady, vzor uplatnění nároku, jeho náležitosti a způsob určení výše náhrady.“.“.</w:t>
      </w:r>
    </w:p>
    <w:p w:rsidR="00EB71BA" w:rsidRDefault="00EB71BA" w:rsidP="00EB71BA">
      <w:pPr>
        <w:spacing w:before="120" w:after="360"/>
        <w:ind w:left="850" w:hanging="425"/>
      </w:pPr>
      <w:r>
        <w:t>Následující body se přečíslují.</w:t>
      </w:r>
    </w:p>
    <w:p w:rsidR="005B227D" w:rsidRDefault="005B227D" w:rsidP="00EB71BA">
      <w:pPr>
        <w:numPr>
          <w:ilvl w:val="0"/>
          <w:numId w:val="12"/>
        </w:numPr>
        <w:spacing w:after="120" w:line="276" w:lineRule="auto"/>
        <w:ind w:left="425" w:hanging="425"/>
      </w:pPr>
      <w:r>
        <w:t xml:space="preserve">V části první </w:t>
      </w:r>
      <w:r w:rsidR="00EB71BA">
        <w:t>č</w:t>
      </w:r>
      <w:r>
        <w:t xml:space="preserve">l. I se za bod </w:t>
      </w:r>
      <w:r w:rsidR="00EB71BA">
        <w:t>27</w:t>
      </w:r>
      <w:r>
        <w:t xml:space="preserve"> vkládá nový bod </w:t>
      </w:r>
      <w:r w:rsidR="00EB71BA">
        <w:t>X</w:t>
      </w:r>
      <w:r>
        <w:t>, který zní:</w:t>
      </w:r>
    </w:p>
    <w:p w:rsidR="005B227D" w:rsidRDefault="005B227D" w:rsidP="00EB71BA">
      <w:pPr>
        <w:spacing w:after="120"/>
        <w:ind w:left="850" w:hanging="425"/>
      </w:pPr>
      <w:r>
        <w:t>„</w:t>
      </w:r>
      <w:r w:rsidR="00EB71BA">
        <w:t>X</w:t>
      </w:r>
      <w:r>
        <w:t>. V § 30 odstavec 13 zní:</w:t>
      </w:r>
    </w:p>
    <w:p w:rsidR="005B227D" w:rsidRDefault="005B227D" w:rsidP="00EB71BA">
      <w:pPr>
        <w:ind w:left="425" w:firstLine="425"/>
      </w:pPr>
      <w:r>
        <w:t xml:space="preserve">„(13) Ministerstvo životního prostředí vyhláškou stanoví seznam vodárenských nádrží a zásady pro stanovení, evidenci, kontrolu a změny ochranných pásem vodních zdrojů, které obsahují </w:t>
      </w:r>
    </w:p>
    <w:p w:rsidR="005B227D" w:rsidRDefault="005B227D" w:rsidP="00EB71BA">
      <w:pPr>
        <w:keepNext/>
        <w:keepLines/>
        <w:ind w:left="851" w:hanging="426"/>
      </w:pPr>
      <w:r>
        <w:t>a)</w:t>
      </w:r>
      <w:r>
        <w:tab/>
        <w:t>stanovení rozsahu průzkumných prací, které je třeba pro efektivní stanovení ochranných pásem realizovat,</w:t>
      </w:r>
    </w:p>
    <w:p w:rsidR="005B227D" w:rsidRDefault="005B227D" w:rsidP="00EB71BA">
      <w:pPr>
        <w:keepNext/>
        <w:keepLines/>
        <w:ind w:left="851" w:hanging="426"/>
      </w:pPr>
      <w:r>
        <w:t>b)</w:t>
      </w:r>
      <w:r>
        <w:tab/>
        <w:t>výčet možných zákazů a omezení činností, užívání pozemků nebo staveb v ochranných pásmech vodních zdrojů,</w:t>
      </w:r>
    </w:p>
    <w:p w:rsidR="005B227D" w:rsidRDefault="005B227D" w:rsidP="00EB71BA">
      <w:pPr>
        <w:keepNext/>
        <w:keepLines/>
        <w:ind w:left="851" w:hanging="426"/>
      </w:pPr>
      <w:r>
        <w:t>c)</w:t>
      </w:r>
      <w:r>
        <w:tab/>
        <w:t>nastavení systému sledování účinnosti ochrany vodních zdrojů a kontroly dodržování podmínek stanovených opatřením obecné povahy podle § odst. 1 a</w:t>
      </w:r>
    </w:p>
    <w:p w:rsidR="005B227D" w:rsidRDefault="005B227D" w:rsidP="00EB71BA">
      <w:pPr>
        <w:keepNext/>
        <w:keepLines/>
        <w:spacing w:after="120"/>
        <w:ind w:left="850" w:hanging="425"/>
      </w:pPr>
      <w:r>
        <w:t>d)</w:t>
      </w:r>
      <w:r>
        <w:tab/>
        <w:t>zohlednění problematiky klimatické změny a období sucha.“.“.</w:t>
      </w:r>
    </w:p>
    <w:p w:rsidR="005B227D" w:rsidRDefault="005B227D" w:rsidP="006260D6">
      <w:pPr>
        <w:spacing w:after="360"/>
        <w:ind w:left="850" w:hanging="425"/>
      </w:pPr>
      <w:r>
        <w:t xml:space="preserve">Následující </w:t>
      </w:r>
      <w:r w:rsidR="00EB71BA">
        <w:t>body</w:t>
      </w:r>
      <w:r>
        <w:t xml:space="preserve"> se přečíslují.</w:t>
      </w:r>
    </w:p>
    <w:p w:rsidR="005B227D" w:rsidRDefault="005B227D" w:rsidP="006260D6">
      <w:pPr>
        <w:numPr>
          <w:ilvl w:val="0"/>
          <w:numId w:val="12"/>
        </w:numPr>
        <w:tabs>
          <w:tab w:val="left" w:pos="6300"/>
        </w:tabs>
        <w:spacing w:after="120" w:line="276" w:lineRule="auto"/>
        <w:ind w:left="425" w:hanging="425"/>
      </w:pPr>
      <w:r>
        <w:t xml:space="preserve">V části první </w:t>
      </w:r>
      <w:r w:rsidR="006260D6">
        <w:t>č</w:t>
      </w:r>
      <w:r>
        <w:t>l. II se doplňuje bod 8, který zní:</w:t>
      </w:r>
    </w:p>
    <w:p w:rsidR="005B227D" w:rsidRDefault="005B227D" w:rsidP="006260D6">
      <w:pPr>
        <w:tabs>
          <w:tab w:val="left" w:pos="6300"/>
        </w:tabs>
        <w:ind w:left="850" w:hanging="425"/>
      </w:pPr>
      <w:r>
        <w:t xml:space="preserve">„8. Opatření obecné povahy, jimiž se stanovují ochranná pásma podle § 30 vodního zákona ve znění přede dnem nabytí účinnosti tohoto zákona, uvedou vodoprávní úřady do souladu s ustanoveními vodního zákona ve znění tohoto zákona do 5 let od nabytí účinnosti tohoto zákona.“.  </w:t>
      </w:r>
    </w:p>
    <w:p w:rsidR="005B227D" w:rsidRDefault="005B227D" w:rsidP="005B227D"/>
    <w:p w:rsidR="005B227D" w:rsidRPr="000E721A" w:rsidRDefault="005B227D" w:rsidP="005B227D">
      <w:pPr>
        <w:rPr>
          <w:i/>
        </w:rPr>
      </w:pPr>
      <w:r w:rsidRPr="000E721A">
        <w:rPr>
          <w:i/>
        </w:rPr>
        <w:t>SD 4965</w:t>
      </w:r>
    </w:p>
    <w:p w:rsidR="000E721A" w:rsidRDefault="000E721A" w:rsidP="006260D6">
      <w:pPr>
        <w:pStyle w:val="Odstavecseseznamem"/>
        <w:numPr>
          <w:ilvl w:val="0"/>
          <w:numId w:val="12"/>
        </w:numPr>
        <w:spacing w:after="120"/>
        <w:ind w:left="357" w:hanging="357"/>
        <w:contextualSpacing w:val="0"/>
      </w:pPr>
      <w:r>
        <w:t xml:space="preserve">V části první </w:t>
      </w:r>
      <w:r w:rsidR="006260D6">
        <w:t>č</w:t>
      </w:r>
      <w:r>
        <w:t xml:space="preserve">l. I se za bod 34 vkládají nové body </w:t>
      </w:r>
      <w:r w:rsidR="006260D6">
        <w:t>X</w:t>
      </w:r>
      <w:r>
        <w:t>, které znějí:</w:t>
      </w:r>
    </w:p>
    <w:p w:rsidR="000E721A" w:rsidRDefault="000E721A" w:rsidP="006260D6">
      <w:pPr>
        <w:spacing w:after="120"/>
        <w:ind w:left="357"/>
      </w:pPr>
      <w:r>
        <w:t>„</w:t>
      </w:r>
      <w:r w:rsidR="006260D6">
        <w:t>X</w:t>
      </w:r>
      <w:r>
        <w:t>. V § 47 odst. 2 písmena c) a d) znějí:</w:t>
      </w:r>
    </w:p>
    <w:p w:rsidR="000E721A" w:rsidRDefault="000E721A" w:rsidP="006260D6">
      <w:pPr>
        <w:spacing w:after="120"/>
        <w:ind w:left="641" w:hanging="284"/>
      </w:pPr>
      <w:r>
        <w:t xml:space="preserve">„c) provozovat a udržovat v řádném stavu vodní díla v korytech vodních toků nezbytná k </w:t>
      </w:r>
      <w:r w:rsidR="006260D6">
        <w:t>zabezpečení funkcí vodního toku</w:t>
      </w:r>
      <w:r>
        <w:rPr>
          <w:vertAlign w:val="superscript"/>
        </w:rPr>
        <w:t>26)</w:t>
      </w:r>
      <w:r w:rsidR="006260D6">
        <w:t xml:space="preserve">, </w:t>
      </w:r>
      <w:r>
        <w:t xml:space="preserve">popřípadě vodnímu toku převážně sloužící, která správci vodních toků vlastní, případně je užívají z jiného právního důvodu; to neplatí, </w:t>
      </w:r>
      <w:r>
        <w:lastRenderedPageBreak/>
        <w:t xml:space="preserve">jde-li o vodní díla, která svou funkci již neplní nebo ji plní jen částečně a jejichž obnovou by mohla být snížena míra dosažené zádrže vody v krajině nebo způsobena škoda na životním prostředí, </w:t>
      </w:r>
    </w:p>
    <w:p w:rsidR="000E721A" w:rsidRDefault="000E721A" w:rsidP="006260D6">
      <w:pPr>
        <w:ind w:left="641" w:hanging="284"/>
      </w:pPr>
      <w:r>
        <w:t>d) připravovat a zajišťovat úpravy koryt vodních toků, pokud slouží k zajištění funkcí vodního toku tak, aby nedocházelo k ohrožení zádrže vody v krajině,“.</w:t>
      </w:r>
    </w:p>
    <w:p w:rsidR="000E721A" w:rsidRDefault="000E721A" w:rsidP="000E721A"/>
    <w:p w:rsidR="000E721A" w:rsidRDefault="006260D6" w:rsidP="006260D6">
      <w:pPr>
        <w:spacing w:after="120"/>
        <w:ind w:left="357"/>
      </w:pPr>
      <w:r>
        <w:t>X</w:t>
      </w:r>
      <w:r w:rsidR="000E721A">
        <w:t>. V § 47 odst. 2 písmeno f) zní:</w:t>
      </w:r>
    </w:p>
    <w:p w:rsidR="000E721A" w:rsidRDefault="000E721A" w:rsidP="006260D6">
      <w:pPr>
        <w:ind w:left="641" w:hanging="284"/>
      </w:pPr>
      <w:r>
        <w:t>„f) oznamovat příslušnému vodoprávnímu úřadu závažné závady, které zjistí ve vodním toku a jeho korytě, způsobené přírodními nebo jinými vlivy; současně navrhovat opatření k nápravě, obnovovat přirozená koryta vodních toků, zejména ve zvlášť chráněných územích</w:t>
      </w:r>
      <w:r>
        <w:rPr>
          <w:vertAlign w:val="superscript"/>
        </w:rPr>
        <w:t>27</w:t>
      </w:r>
      <w:r w:rsidRPr="006260D6">
        <w:rPr>
          <w:vertAlign w:val="superscript"/>
        </w:rPr>
        <w:t>)</w:t>
      </w:r>
      <w:r>
        <w:t xml:space="preserve"> a v územních systémech ekologické stability</w:t>
      </w:r>
      <w:r>
        <w:rPr>
          <w:vertAlign w:val="superscript"/>
        </w:rPr>
        <w:t>28</w:t>
      </w:r>
      <w:r w:rsidRPr="006260D6">
        <w:rPr>
          <w:vertAlign w:val="superscript"/>
        </w:rPr>
        <w:t>)</w:t>
      </w:r>
      <w:r>
        <w:t>, zvyšovat plošnou zádrž vody v krajině,“.</w:t>
      </w:r>
    </w:p>
    <w:p w:rsidR="000E721A" w:rsidRDefault="000E721A" w:rsidP="006260D6">
      <w:pPr>
        <w:ind w:left="357"/>
      </w:pPr>
    </w:p>
    <w:p w:rsidR="000E721A" w:rsidRDefault="006260D6" w:rsidP="00E511D6">
      <w:pPr>
        <w:spacing w:after="120"/>
        <w:ind w:left="357"/>
      </w:pPr>
      <w:r>
        <w:t>X</w:t>
      </w:r>
      <w:r w:rsidR="000E721A">
        <w:t>. V § 47 odst. 4 písmeno a) zní:</w:t>
      </w:r>
    </w:p>
    <w:p w:rsidR="000E721A" w:rsidRDefault="000E721A" w:rsidP="00E511D6">
      <w:pPr>
        <w:ind w:left="993" w:hanging="284"/>
      </w:pPr>
      <w:r>
        <w:t>„a) provozovat a udržovat v řádném stavu vodní díla na významných vodních tocích zajišťující oprávněná nakládání s povrchovými vodami, která správci významných vodních toků vlastní, případně je užívají z jiného právního důvodu; to neplatí, jde-li o vodní díla, která svou funkci již neplní nebo ji plní jen částečně a jejichž obnovou by mohla být snížena míra dosažené zádrže vody v krajině nebo způsobena škoda na životním prostředí,“.</w:t>
      </w:r>
    </w:p>
    <w:p w:rsidR="000E721A" w:rsidRDefault="000E721A" w:rsidP="006260D6">
      <w:pPr>
        <w:ind w:left="357"/>
      </w:pPr>
    </w:p>
    <w:p w:rsidR="000E721A" w:rsidRDefault="006260D6" w:rsidP="00E511D6">
      <w:pPr>
        <w:spacing w:after="120"/>
        <w:ind w:left="357"/>
      </w:pPr>
      <w:r>
        <w:t>X</w:t>
      </w:r>
      <w:r w:rsidR="000E721A">
        <w:t>. V § 47 odstavec 5 zní:</w:t>
      </w:r>
    </w:p>
    <w:p w:rsidR="000E721A" w:rsidRDefault="000E721A" w:rsidP="00E511D6">
      <w:pPr>
        <w:spacing w:after="120"/>
        <w:ind w:left="357" w:firstLine="709"/>
      </w:pPr>
      <w:r>
        <w:t>„(5) Správa vodních toků podle odstavců 2 a 4 musí být vykonávána tak, aby byl vyloučen nepovolený nepříznivý dopad na vodní a vodu vázané ekosystémy, snížení zádrže vody v krajině a s ohledem na dosažení dobrého stavu vod podle § 23a odst. 1 písm. a) bodů 2 a 3.“.“.</w:t>
      </w:r>
    </w:p>
    <w:p w:rsidR="000E721A" w:rsidRDefault="000E721A" w:rsidP="00E511D6">
      <w:pPr>
        <w:ind w:left="357"/>
      </w:pPr>
      <w:r>
        <w:t>Následující body se přečíslují.</w:t>
      </w:r>
    </w:p>
    <w:p w:rsidR="00A92050" w:rsidRPr="00A92050" w:rsidRDefault="00A92050" w:rsidP="00A92050"/>
    <w:p w:rsidR="00A92050" w:rsidRPr="00A92050" w:rsidRDefault="00A92050" w:rsidP="00A92050"/>
    <w:p w:rsidR="00A92050" w:rsidRDefault="000E721A" w:rsidP="000E721A">
      <w:pPr>
        <w:pStyle w:val="Oznaenpozmn"/>
        <w:tabs>
          <w:tab w:val="clear" w:pos="425"/>
        </w:tabs>
        <w:ind w:left="567" w:hanging="567"/>
      </w:pPr>
      <w:r>
        <w:t>Poslanec Jakub Janda</w:t>
      </w:r>
    </w:p>
    <w:p w:rsidR="00894CBC" w:rsidRPr="000E721A" w:rsidRDefault="000E721A" w:rsidP="00A92050">
      <w:pPr>
        <w:rPr>
          <w:i/>
        </w:rPr>
      </w:pPr>
      <w:r w:rsidRPr="000E721A">
        <w:rPr>
          <w:i/>
        </w:rPr>
        <w:t>SD 4561</w:t>
      </w:r>
    </w:p>
    <w:p w:rsidR="000E721A" w:rsidRDefault="00E511D6" w:rsidP="00E511D6">
      <w:pPr>
        <w:spacing w:after="120"/>
      </w:pPr>
      <w:r>
        <w:rPr>
          <w:b/>
        </w:rPr>
        <w:t xml:space="preserve">1. </w:t>
      </w:r>
      <w:r w:rsidR="000E721A">
        <w:t>V části první čl. I se za bod 9 vkládají dva nové body X, které znějí:</w:t>
      </w:r>
    </w:p>
    <w:p w:rsidR="000E721A" w:rsidRDefault="000E721A" w:rsidP="00E511D6">
      <w:pPr>
        <w:spacing w:after="240"/>
        <w:ind w:left="794" w:hanging="397"/>
      </w:pPr>
      <w:r>
        <w:t>„X. V § 15 odst. 8 úvodní části ustanovení se za slovo „odstranění“ vkládají slova „musí být zohledněno umožnění překonání díla přenesením nebo splutím v místech užívání povrchových vod k rekreační plavbě a“ a za slova „vodního toku“ se vkládají slova „a musí být umožněno jejich překonání v rámci vodní cesty“.</w:t>
      </w:r>
    </w:p>
    <w:p w:rsidR="000E721A" w:rsidRDefault="000E721A" w:rsidP="00E511D6">
      <w:pPr>
        <w:spacing w:after="120"/>
        <w:ind w:left="794" w:hanging="397"/>
      </w:pPr>
      <w:r>
        <w:t>X. V § 15 odst. 8 písm. c) se za slovo „kdy“ vkládají slova „překonání díla nebo“.“.</w:t>
      </w:r>
    </w:p>
    <w:p w:rsidR="000E721A" w:rsidRDefault="000E721A" w:rsidP="00E511D6">
      <w:pPr>
        <w:ind w:left="794" w:hanging="397"/>
      </w:pPr>
      <w:r>
        <w:t>Následující body se přečíslují.</w:t>
      </w:r>
    </w:p>
    <w:p w:rsidR="000E721A" w:rsidRDefault="000E721A" w:rsidP="00A92050"/>
    <w:p w:rsidR="000E721A" w:rsidRPr="000E721A" w:rsidRDefault="000E721A" w:rsidP="00A92050">
      <w:pPr>
        <w:rPr>
          <w:i/>
        </w:rPr>
      </w:pPr>
      <w:r w:rsidRPr="000E721A">
        <w:rPr>
          <w:i/>
        </w:rPr>
        <w:t>SD 4562</w:t>
      </w:r>
    </w:p>
    <w:p w:rsidR="00017EAE" w:rsidRDefault="00E511D6" w:rsidP="00E511D6">
      <w:pPr>
        <w:spacing w:after="120"/>
      </w:pPr>
      <w:r>
        <w:rPr>
          <w:b/>
        </w:rPr>
        <w:t xml:space="preserve">2. </w:t>
      </w:r>
      <w:r w:rsidR="00017EAE">
        <w:t>V části první čl. I se za bod 27 vkládají dva nové body X, které znějí:</w:t>
      </w:r>
    </w:p>
    <w:p w:rsidR="00017EAE" w:rsidRDefault="00017EAE" w:rsidP="00E511D6">
      <w:pPr>
        <w:spacing w:after="120"/>
        <w:ind w:left="680" w:hanging="340"/>
      </w:pPr>
      <w:r>
        <w:t>„X. V § 36 se na konci textu odstavce 1 doplňují slova „a zohledňuje možnosti rekreační plavby“.</w:t>
      </w:r>
    </w:p>
    <w:p w:rsidR="00017EAE" w:rsidRDefault="00017EAE" w:rsidP="00E511D6">
      <w:pPr>
        <w:ind w:left="680" w:hanging="340"/>
      </w:pPr>
      <w:r>
        <w:t>X. V § 36 odst. 2 se za slova „vodního toku“ vkládají slova „a možnostem rekreační plavby“.“.</w:t>
      </w:r>
    </w:p>
    <w:p w:rsidR="00017EAE" w:rsidRDefault="00017EAE" w:rsidP="00E511D6">
      <w:pPr>
        <w:ind w:left="680" w:hanging="340"/>
      </w:pPr>
    </w:p>
    <w:p w:rsidR="00017EAE" w:rsidRDefault="00017EAE" w:rsidP="00E511D6">
      <w:pPr>
        <w:ind w:left="737" w:hanging="397"/>
      </w:pPr>
      <w:r>
        <w:t>Následující body se přečíslují.</w:t>
      </w:r>
    </w:p>
    <w:p w:rsidR="00894CBC" w:rsidRDefault="00894CBC" w:rsidP="00A92050"/>
    <w:p w:rsidR="00894CBC" w:rsidRDefault="00894CBC" w:rsidP="00A92050"/>
    <w:p w:rsidR="00894CBC" w:rsidRDefault="00017EAE" w:rsidP="00017EAE">
      <w:pPr>
        <w:pStyle w:val="Oznaenpozmn"/>
        <w:tabs>
          <w:tab w:val="clear" w:pos="425"/>
        </w:tabs>
        <w:ind w:left="567" w:hanging="567"/>
      </w:pPr>
      <w:r>
        <w:t xml:space="preserve">Poslankyně Jana </w:t>
      </w:r>
      <w:proofErr w:type="spellStart"/>
      <w:r>
        <w:t>Krutáková</w:t>
      </w:r>
      <w:proofErr w:type="spellEnd"/>
    </w:p>
    <w:p w:rsidR="00894CBC" w:rsidRPr="00017EAE" w:rsidRDefault="00017EAE" w:rsidP="00A92050">
      <w:pPr>
        <w:rPr>
          <w:i/>
        </w:rPr>
      </w:pPr>
      <w:r w:rsidRPr="00017EAE">
        <w:rPr>
          <w:i/>
        </w:rPr>
        <w:t>SD 5142</w:t>
      </w:r>
    </w:p>
    <w:p w:rsidR="00017EAE" w:rsidRPr="00A81919" w:rsidRDefault="00017EAE" w:rsidP="00017EAE">
      <w:r w:rsidRPr="00E511D6">
        <w:rPr>
          <w:b/>
        </w:rPr>
        <w:t>1.</w:t>
      </w:r>
      <w:r w:rsidRPr="00A81919">
        <w:t xml:space="preserve"> V § 5 odst. 3 se za slovo „zajistit“ vkládají slova „akumulaci a následné využití, případně“.</w:t>
      </w:r>
    </w:p>
    <w:p w:rsidR="00E519BB" w:rsidRDefault="00E519BB" w:rsidP="00017EAE"/>
    <w:p w:rsidR="00017EAE" w:rsidRPr="00A81919" w:rsidRDefault="00017EAE" w:rsidP="00E511D6">
      <w:pPr>
        <w:ind w:left="284" w:hanging="284"/>
      </w:pPr>
      <w:r w:rsidRPr="00E511D6">
        <w:rPr>
          <w:b/>
        </w:rPr>
        <w:t>2.</w:t>
      </w:r>
      <w:r w:rsidRPr="00A81919">
        <w:t xml:space="preserve"> V § 6 odst. 2 se za slovo „stavbách“ vkládají </w:t>
      </w:r>
      <w:proofErr w:type="gramStart"/>
      <w:r w:rsidRPr="00A81919">
        <w:t>slova</w:t>
      </w:r>
      <w:r w:rsidR="00E511D6">
        <w:t xml:space="preserve"> </w:t>
      </w:r>
      <w:r w:rsidRPr="00A81919">
        <w:t>„</w:t>
      </w:r>
      <w:r w:rsidR="00E511D6">
        <w:t xml:space="preserve"> </w:t>
      </w:r>
      <w:r w:rsidRPr="00A81919">
        <w:t>,</w:t>
      </w:r>
      <w:r w:rsidR="00E511D6">
        <w:t xml:space="preserve"> </w:t>
      </w:r>
      <w:r w:rsidRPr="00A81919">
        <w:t>k využití</w:t>
      </w:r>
      <w:proofErr w:type="gramEnd"/>
      <w:r w:rsidRPr="00A81919">
        <w:t xml:space="preserve"> srážkových vod k závlaze pozemku“.</w:t>
      </w:r>
    </w:p>
    <w:p w:rsidR="00E519BB" w:rsidRDefault="00E519BB" w:rsidP="00017EAE"/>
    <w:p w:rsidR="00017EAE" w:rsidRPr="00A81919" w:rsidRDefault="00017EAE" w:rsidP="00E511D6">
      <w:pPr>
        <w:ind w:left="284" w:hanging="284"/>
      </w:pPr>
      <w:r w:rsidRPr="00E511D6">
        <w:rPr>
          <w:b/>
        </w:rPr>
        <w:t>3.</w:t>
      </w:r>
      <w:r w:rsidRPr="00A81919">
        <w:t xml:space="preserve"> V § 38 se na konci odstavce 4 doplňuje věta „Odpadními vodami nejsou ani vody použité v obytných, průmyslových, zemědělských, zdravotnických a jiných stavbách, zařízeních nebo dopravních prostředcích, pokud splňují požadavky na jakost vody pro závlahy stanovené technickými normami nebo přímo použitelným předpisem Evropské unie.“</w:t>
      </w:r>
      <w:r w:rsidR="007349F0">
        <w:t>.</w:t>
      </w:r>
    </w:p>
    <w:p w:rsidR="00E519BB" w:rsidRDefault="00E519BB" w:rsidP="00017EAE"/>
    <w:p w:rsidR="00017EAE" w:rsidRPr="00A81919" w:rsidRDefault="00017EAE" w:rsidP="007349F0">
      <w:pPr>
        <w:ind w:left="284" w:hanging="284"/>
      </w:pPr>
      <w:r w:rsidRPr="00E511D6">
        <w:rPr>
          <w:b/>
        </w:rPr>
        <w:t>4.</w:t>
      </w:r>
      <w:r w:rsidRPr="00A81919">
        <w:t xml:space="preserve"> V</w:t>
      </w:r>
      <w:r w:rsidR="007349F0">
        <w:t xml:space="preserve"> části první čl. I </w:t>
      </w:r>
      <w:r w:rsidR="006E568C">
        <w:t xml:space="preserve">bodu 29 </w:t>
      </w:r>
      <w:r w:rsidR="007349F0">
        <w:t>v</w:t>
      </w:r>
      <w:r w:rsidRPr="00A81919">
        <w:t xml:space="preserve"> § 38 odst. 9 se slova „pro bydlení</w:t>
      </w:r>
      <w:r w:rsidRPr="00A81919">
        <w:rPr>
          <w:vertAlign w:val="superscript"/>
        </w:rPr>
        <w:t>50)</w:t>
      </w:r>
      <w:r w:rsidRPr="00A81919">
        <w:t>, staveb pro rodinnou rekreaci</w:t>
      </w:r>
      <w:r w:rsidRPr="00A81919">
        <w:rPr>
          <w:vertAlign w:val="superscript"/>
        </w:rPr>
        <w:t xml:space="preserve">51) </w:t>
      </w:r>
      <w:r w:rsidRPr="00A81919">
        <w:t>nebo z jednotlivých staveb poskytujících ubytovací služby</w:t>
      </w:r>
      <w:r w:rsidRPr="00A81919">
        <w:rPr>
          <w:vertAlign w:val="superscript"/>
        </w:rPr>
        <w:t>52)</w:t>
      </w:r>
      <w:r w:rsidRPr="00A81919">
        <w:t>,“ a slova „pro bydlení“ zrušují.</w:t>
      </w:r>
    </w:p>
    <w:p w:rsidR="00E519BB" w:rsidRDefault="00E519BB" w:rsidP="00017EAE"/>
    <w:p w:rsidR="00017EAE" w:rsidRPr="00A81919" w:rsidRDefault="00017EAE" w:rsidP="00017EAE">
      <w:r w:rsidRPr="00E511D6">
        <w:rPr>
          <w:b/>
        </w:rPr>
        <w:t>5.</w:t>
      </w:r>
      <w:r w:rsidRPr="00A81919">
        <w:t xml:space="preserve"> Poznámky pod čarou č. 50, 51 a 52 se zrušují, a to včetně odkazů na poznámk</w:t>
      </w:r>
      <w:r w:rsidR="007349F0">
        <w:t>y</w:t>
      </w:r>
      <w:r w:rsidRPr="00A81919">
        <w:t xml:space="preserve"> pod čarou.</w:t>
      </w:r>
    </w:p>
    <w:p w:rsidR="00017EAE" w:rsidRDefault="00017EAE" w:rsidP="00A92050"/>
    <w:p w:rsidR="00017EAE" w:rsidRPr="00E519BB" w:rsidRDefault="00017EAE" w:rsidP="00A92050">
      <w:pPr>
        <w:rPr>
          <w:i/>
        </w:rPr>
      </w:pPr>
      <w:r w:rsidRPr="00E519BB">
        <w:rPr>
          <w:i/>
        </w:rPr>
        <w:t>SD 5144</w:t>
      </w:r>
    </w:p>
    <w:p w:rsidR="00E519BB" w:rsidRDefault="00E519BB" w:rsidP="007349F0">
      <w:pPr>
        <w:pStyle w:val="Normlnweb"/>
        <w:numPr>
          <w:ilvl w:val="0"/>
          <w:numId w:val="15"/>
        </w:numPr>
        <w:tabs>
          <w:tab w:val="num" w:pos="426"/>
        </w:tabs>
        <w:spacing w:before="0" w:beforeAutospacing="0" w:after="0"/>
        <w:jc w:val="both"/>
      </w:pPr>
      <w:r>
        <w:t xml:space="preserve">V části první čl. I </w:t>
      </w:r>
      <w:r w:rsidR="007349F0">
        <w:t>bodu</w:t>
      </w:r>
      <w:r>
        <w:t xml:space="preserve"> 29 v § 38 odst. 9 se za slova „ubytovací služby</w:t>
      </w:r>
      <w:r w:rsidR="007349F0" w:rsidRPr="007349F0">
        <w:rPr>
          <w:vertAlign w:val="superscript"/>
        </w:rPr>
        <w:t>52)</w:t>
      </w:r>
      <w:r>
        <w:t>,“ vkládají slova „dále pak ze sociálních zařízení dalších stavebních objektů,“.</w:t>
      </w:r>
    </w:p>
    <w:p w:rsidR="00E519BB" w:rsidRDefault="00E519BB" w:rsidP="00E519BB">
      <w:pPr>
        <w:pStyle w:val="Normlnweb"/>
        <w:spacing w:before="0" w:beforeAutospacing="0" w:after="0"/>
        <w:ind w:left="425"/>
        <w:jc w:val="both"/>
      </w:pPr>
    </w:p>
    <w:p w:rsidR="00E519BB" w:rsidRDefault="00E519BB" w:rsidP="00E519BB">
      <w:pPr>
        <w:pStyle w:val="Normlnweb"/>
        <w:numPr>
          <w:ilvl w:val="0"/>
          <w:numId w:val="15"/>
        </w:numPr>
        <w:tabs>
          <w:tab w:val="num" w:pos="426"/>
        </w:tabs>
        <w:spacing w:before="0" w:beforeAutospacing="0" w:after="0"/>
        <w:ind w:left="425" w:hanging="425"/>
        <w:jc w:val="both"/>
      </w:pPr>
      <w:r>
        <w:t>V části první čl. I bod</w:t>
      </w:r>
      <w:r w:rsidR="007349F0">
        <w:t xml:space="preserve">u </w:t>
      </w:r>
      <w:r>
        <w:t>29 v § 38 odst. 9 se slova „pokud není v daném případě technicky možné nebo s ohledem na zájmy chráněné tímto zákonem nebo jinými právními předpisy možné nebo žádoucí, vypouštění odpadních vod do vod povrchových“ se nahrazují slovy „pokud to vyplyne z místních pod</w:t>
      </w:r>
      <w:r w:rsidR="007349F0">
        <w:t>mínek jako udržitelnější řešení</w:t>
      </w:r>
      <w:r>
        <w:t>“.</w:t>
      </w:r>
    </w:p>
    <w:p w:rsidR="00017EAE" w:rsidRDefault="00017EAE" w:rsidP="00A92050"/>
    <w:p w:rsidR="00017EAE" w:rsidRPr="00E519BB" w:rsidRDefault="00017EAE" w:rsidP="00A92050">
      <w:pPr>
        <w:rPr>
          <w:i/>
        </w:rPr>
      </w:pPr>
      <w:r w:rsidRPr="00E519BB">
        <w:rPr>
          <w:i/>
        </w:rPr>
        <w:t>SD 5369</w:t>
      </w:r>
    </w:p>
    <w:p w:rsidR="00E519BB" w:rsidRDefault="007349F0" w:rsidP="001C3FEF">
      <w:pPr>
        <w:pStyle w:val="Odstavecseseznamem"/>
        <w:numPr>
          <w:ilvl w:val="0"/>
          <w:numId w:val="15"/>
        </w:numPr>
        <w:spacing w:after="120"/>
        <w:ind w:left="357" w:hanging="357"/>
        <w:contextualSpacing w:val="0"/>
      </w:pPr>
      <w:r>
        <w:t xml:space="preserve">V části první </w:t>
      </w:r>
      <w:r w:rsidR="00E519BB" w:rsidRPr="008C5E38">
        <w:t>čl. I se za bod 28 vklád</w:t>
      </w:r>
      <w:r w:rsidR="001C3FEF">
        <w:t>ají</w:t>
      </w:r>
      <w:r w:rsidR="00E519BB" w:rsidRPr="008C5E38">
        <w:t xml:space="preserve"> nov</w:t>
      </w:r>
      <w:r w:rsidR="001C3FEF">
        <w:t>é</w:t>
      </w:r>
      <w:r w:rsidR="00E519BB" w:rsidRPr="008C5E38">
        <w:t xml:space="preserve"> bod</w:t>
      </w:r>
      <w:r w:rsidR="001C3FEF">
        <w:t>y</w:t>
      </w:r>
      <w:r w:rsidR="00E519BB" w:rsidRPr="008C5E38">
        <w:t xml:space="preserve"> </w:t>
      </w:r>
      <w:r w:rsidR="001C3FEF">
        <w:t>X</w:t>
      </w:r>
      <w:r w:rsidR="00E519BB" w:rsidRPr="008C5E38">
        <w:t>, kter</w:t>
      </w:r>
      <w:r w:rsidR="001C3FEF">
        <w:t>é</w:t>
      </w:r>
      <w:r w:rsidR="00E519BB" w:rsidRPr="008C5E38">
        <w:t xml:space="preserve"> zn</w:t>
      </w:r>
      <w:r w:rsidR="001C3FEF">
        <w:t>ěj</w:t>
      </w:r>
      <w:r w:rsidR="00E519BB" w:rsidRPr="008C5E38">
        <w:t xml:space="preserve">í: </w:t>
      </w:r>
    </w:p>
    <w:p w:rsidR="00E519BB" w:rsidRDefault="001C3FEF" w:rsidP="001C3FEF">
      <w:pPr>
        <w:spacing w:after="200"/>
        <w:ind w:left="357"/>
      </w:pPr>
      <w:r>
        <w:t xml:space="preserve">„X. </w:t>
      </w:r>
      <w:r w:rsidR="00E519BB" w:rsidRPr="008C5E38">
        <w:t>V § 38</w:t>
      </w:r>
      <w:r w:rsidR="00E519BB">
        <w:t xml:space="preserve"> se za odstavec 4 vkládá nový odstavec 5, který zní:</w:t>
      </w:r>
      <w:r w:rsidR="00E519BB" w:rsidRPr="008C5E38">
        <w:t xml:space="preserve"> </w:t>
      </w:r>
    </w:p>
    <w:p w:rsidR="00E519BB" w:rsidRPr="00E519BB" w:rsidRDefault="00E519BB" w:rsidP="001C3FEF">
      <w:pPr>
        <w:pStyle w:val="Odstavecseseznamem"/>
        <w:spacing w:after="120"/>
        <w:ind w:left="357" w:firstLine="567"/>
        <w:contextualSpacing w:val="0"/>
        <w:jc w:val="both"/>
        <w:rPr>
          <w:color w:val="222222"/>
          <w:shd w:val="clear" w:color="auto" w:fill="FFFFFF"/>
        </w:rPr>
      </w:pPr>
      <w:r w:rsidRPr="00E519BB">
        <w:rPr>
          <w:color w:val="222222"/>
          <w:shd w:val="clear" w:color="auto" w:fill="FFFFFF"/>
        </w:rPr>
        <w:t>„(5) S vyčištěnou odpadní vodou lze na základě povolení vodoprávního úřadu, v souladu s prováděcím právním předpisem ke stanovení způsobů nakládání s vyčištěnými odpadními vodami, který je přílohou § 38 zákona č. 254/2001 Sb., nakládat ve smyslu dalšího využití. Prováděcí právní předpis definuje oblasti opětovného využití vody, požadovanou kvalitu suroviny pro opětovné využití vody a vhodné postupy k dosažení požadované kvality. Možností opětovného využití je nadále i vypouštění v</w:t>
      </w:r>
      <w:r w:rsidR="001C3FEF">
        <w:rPr>
          <w:color w:val="222222"/>
          <w:shd w:val="clear" w:color="auto" w:fill="FFFFFF"/>
        </w:rPr>
        <w:t>yčištěné odpadní vody.“.</w:t>
      </w:r>
    </w:p>
    <w:p w:rsidR="00E519BB" w:rsidRPr="001C3FEF" w:rsidRDefault="001C3FEF" w:rsidP="001C3FEF">
      <w:pPr>
        <w:ind w:left="357"/>
        <w:rPr>
          <w:color w:val="222222"/>
          <w:shd w:val="clear" w:color="auto" w:fill="FFFFFF"/>
        </w:rPr>
      </w:pPr>
      <w:r>
        <w:rPr>
          <w:color w:val="222222"/>
          <w:shd w:val="clear" w:color="auto" w:fill="FFFFFF"/>
        </w:rPr>
        <w:t xml:space="preserve">Dosavadní </w:t>
      </w:r>
      <w:r w:rsidR="00E519BB" w:rsidRPr="001C3FEF">
        <w:rPr>
          <w:color w:val="222222"/>
          <w:shd w:val="clear" w:color="auto" w:fill="FFFFFF"/>
        </w:rPr>
        <w:t xml:space="preserve">odstavce </w:t>
      </w:r>
      <w:r>
        <w:rPr>
          <w:color w:val="222222"/>
          <w:shd w:val="clear" w:color="auto" w:fill="FFFFFF"/>
        </w:rPr>
        <w:t>5 až 15 se označují jako odstavce 6 až 16</w:t>
      </w:r>
      <w:r w:rsidR="00E519BB" w:rsidRPr="001C3FEF">
        <w:rPr>
          <w:color w:val="222222"/>
          <w:shd w:val="clear" w:color="auto" w:fill="FFFFFF"/>
        </w:rPr>
        <w:t xml:space="preserve">. </w:t>
      </w:r>
    </w:p>
    <w:p w:rsidR="00E519BB" w:rsidRDefault="00E519BB" w:rsidP="00E519BB">
      <w:pPr>
        <w:pStyle w:val="Odstavecseseznamem"/>
        <w:ind w:left="142"/>
        <w:jc w:val="both"/>
        <w:rPr>
          <w:color w:val="222222"/>
          <w:shd w:val="clear" w:color="auto" w:fill="FFFFFF"/>
        </w:rPr>
      </w:pPr>
    </w:p>
    <w:p w:rsidR="00E519BB" w:rsidRPr="001C3FEF" w:rsidRDefault="001C3FEF" w:rsidP="001C3FEF">
      <w:pPr>
        <w:spacing w:after="120"/>
        <w:ind w:left="357"/>
        <w:rPr>
          <w:color w:val="222222"/>
          <w:shd w:val="clear" w:color="auto" w:fill="FFFFFF"/>
        </w:rPr>
      </w:pPr>
      <w:r>
        <w:rPr>
          <w:color w:val="222222"/>
          <w:shd w:val="clear" w:color="auto" w:fill="FFFFFF"/>
        </w:rPr>
        <w:t xml:space="preserve">X. </w:t>
      </w:r>
      <w:r w:rsidR="00E519BB" w:rsidRPr="001C3FEF">
        <w:rPr>
          <w:color w:val="222222"/>
          <w:shd w:val="clear" w:color="auto" w:fill="FFFFFF"/>
        </w:rPr>
        <w:t>V § 38 odst</w:t>
      </w:r>
      <w:r>
        <w:rPr>
          <w:color w:val="222222"/>
          <w:shd w:val="clear" w:color="auto" w:fill="FFFFFF"/>
        </w:rPr>
        <w:t>avec</w:t>
      </w:r>
      <w:r w:rsidR="00E519BB" w:rsidRPr="001C3FEF">
        <w:rPr>
          <w:color w:val="222222"/>
          <w:shd w:val="clear" w:color="auto" w:fill="FFFFFF"/>
        </w:rPr>
        <w:t xml:space="preserve"> 6 zní:</w:t>
      </w:r>
    </w:p>
    <w:p w:rsidR="00E519BB" w:rsidRPr="00E519BB" w:rsidRDefault="00E519BB" w:rsidP="001C3FEF">
      <w:pPr>
        <w:pStyle w:val="Odstavecseseznamem"/>
        <w:spacing w:after="120"/>
        <w:ind w:left="357" w:firstLine="567"/>
        <w:contextualSpacing w:val="0"/>
        <w:jc w:val="both"/>
        <w:rPr>
          <w:color w:val="222222"/>
          <w:shd w:val="clear" w:color="auto" w:fill="FFFFFF"/>
        </w:rPr>
      </w:pPr>
      <w:r w:rsidRPr="00E519BB">
        <w:rPr>
          <w:color w:val="222222"/>
          <w:shd w:val="clear" w:color="auto" w:fill="FFFFFF"/>
        </w:rPr>
        <w:t xml:space="preserve">„(6) Zneškodňováním odpadních vod se pro účely tohoto zákona rozumí jejich vypouštění do vod povrchových nebo podzemních nebo akumulace s jejich následným odvozem na čistírnu odpadních vod podle odstavce 8 nebo jejich opětovné využití za dodržení přípustných hodnot ukazatelů znečištění odpadních vod podle prováděcího </w:t>
      </w:r>
      <w:r w:rsidRPr="00E519BB">
        <w:rPr>
          <w:color w:val="222222"/>
          <w:shd w:val="clear" w:color="auto" w:fill="FFFFFF"/>
        </w:rPr>
        <w:lastRenderedPageBreak/>
        <w:t>právního předpisu ke stanovení způsobů nakládání s vyčištěnými odpadními vodami. Kdo vypouští odpadní vody do vod povrchových nebo podzemních nebo používá vyčištěnou odpadní vodu, je povinen zajišťovat jejich zneškodňování v souladu s podmínkami stanovenými v povolení k jejich vypouštění nebo povolení k opětovnému využití. Při stanovování těchto podmínek je vodoprávní úřad povinen přihlížet k nejlepším dostupným technologiím v oblasti zneškodňování odpadních vod, kterými se rozumí nejúčinnější a nejpokročilejší stupeň vývoje použité technologie zneškodňování nebo čištění odpadních vod, vyvinuté v měřítku umožňujícím její zavedení za ekonomicky a technicky přijatelných podmínek a zároveň nejúčinnější pro ochranu vod. Kdo vypouští důlní vody do vod povrchových nebo podzemních podle zákona o ochraně a využití nerostného bohatství</w:t>
      </w:r>
      <w:r w:rsidRPr="00E519BB">
        <w:rPr>
          <w:color w:val="222222"/>
          <w:shd w:val="clear" w:color="auto" w:fill="FFFFFF"/>
          <w:vertAlign w:val="superscript"/>
        </w:rPr>
        <w:t>1a</w:t>
      </w:r>
      <w:r w:rsidRPr="001C3FEF">
        <w:rPr>
          <w:color w:val="222222"/>
          <w:shd w:val="clear" w:color="auto" w:fill="FFFFFF"/>
          <w:vertAlign w:val="superscript"/>
        </w:rPr>
        <w:t>)</w:t>
      </w:r>
      <w:r w:rsidR="001C3FEF">
        <w:rPr>
          <w:color w:val="222222"/>
          <w:shd w:val="clear" w:color="auto" w:fill="FFFFFF"/>
        </w:rPr>
        <w:t>,</w:t>
      </w:r>
      <w:r w:rsidRPr="00E519BB">
        <w:rPr>
          <w:color w:val="222222"/>
          <w:shd w:val="clear" w:color="auto" w:fill="FFFFFF"/>
        </w:rPr>
        <w:t xml:space="preserve"> může tak činit pouze způsobem a za podmínek, které stanoví vodoprávní úřad.“</w:t>
      </w:r>
      <w:r w:rsidR="001C3FEF">
        <w:rPr>
          <w:color w:val="222222"/>
          <w:shd w:val="clear" w:color="auto" w:fill="FFFFFF"/>
        </w:rPr>
        <w:t>.“.</w:t>
      </w:r>
      <w:r w:rsidRPr="00E519BB">
        <w:rPr>
          <w:color w:val="222222"/>
          <w:shd w:val="clear" w:color="auto" w:fill="FFFFFF"/>
        </w:rPr>
        <w:t xml:space="preserve"> </w:t>
      </w:r>
    </w:p>
    <w:p w:rsidR="00E519BB" w:rsidRPr="00564E41" w:rsidRDefault="001C3FEF" w:rsidP="001C3FEF">
      <w:pPr>
        <w:pStyle w:val="Odstavecseseznamem"/>
        <w:ind w:left="357"/>
        <w:jc w:val="both"/>
        <w:rPr>
          <w:color w:val="222222"/>
          <w:u w:val="single"/>
          <w:shd w:val="clear" w:color="auto" w:fill="FFFFFF"/>
        </w:rPr>
      </w:pPr>
      <w:r>
        <w:t>Následující</w:t>
      </w:r>
      <w:r w:rsidR="00E519BB" w:rsidRPr="00564E41">
        <w:t xml:space="preserve"> body se </w:t>
      </w:r>
      <w:r>
        <w:t>p</w:t>
      </w:r>
      <w:r w:rsidR="00E519BB" w:rsidRPr="00564E41">
        <w:t>řečíslují.</w:t>
      </w:r>
    </w:p>
    <w:p w:rsidR="00017EAE" w:rsidRDefault="00017EAE" w:rsidP="00A92050"/>
    <w:p w:rsidR="00017EAE" w:rsidRPr="00E519BB" w:rsidRDefault="00017EAE" w:rsidP="00A92050">
      <w:pPr>
        <w:rPr>
          <w:i/>
        </w:rPr>
      </w:pPr>
      <w:r w:rsidRPr="00E519BB">
        <w:rPr>
          <w:i/>
        </w:rPr>
        <w:t>SD 5370</w:t>
      </w:r>
    </w:p>
    <w:p w:rsidR="00E519BB" w:rsidRPr="003D4BDA" w:rsidRDefault="00E519BB" w:rsidP="001C3FEF">
      <w:pPr>
        <w:pStyle w:val="Odstavecseseznamem"/>
        <w:numPr>
          <w:ilvl w:val="0"/>
          <w:numId w:val="15"/>
        </w:numPr>
      </w:pPr>
      <w:r w:rsidRPr="003D4BDA">
        <w:t xml:space="preserve">V části první čl. I </w:t>
      </w:r>
      <w:r w:rsidR="001C3FEF">
        <w:t xml:space="preserve">bodu </w:t>
      </w:r>
      <w:r w:rsidRPr="003D4BDA">
        <w:t xml:space="preserve">9 </w:t>
      </w:r>
      <w:r w:rsidR="001C3FEF">
        <w:t xml:space="preserve">v § 12 se na konci textu odstavce 2 doplňují slova </w:t>
      </w:r>
      <w:r w:rsidR="00AA6C5A">
        <w:rPr>
          <w:color w:val="000000"/>
        </w:rPr>
        <w:t>„</w:t>
      </w:r>
      <w:r w:rsidR="00AA6C5A" w:rsidRPr="003D4BDA">
        <w:rPr>
          <w:color w:val="000000"/>
        </w:rPr>
        <w:t>nebo pokud oprávněný prokazatelně realizuje opatření</w:t>
      </w:r>
      <w:r w:rsidR="00AA6C5A" w:rsidRPr="003D4BDA">
        <w:t xml:space="preserve"> </w:t>
      </w:r>
      <w:r w:rsidR="00AA6C5A" w:rsidRPr="003D4BDA">
        <w:rPr>
          <w:color w:val="000000"/>
        </w:rPr>
        <w:t>nezbytná k účinnému hospodaření s vodou nebo proti nedostatku vody</w:t>
      </w:r>
      <w:r w:rsidR="00AA6C5A">
        <w:rPr>
          <w:color w:val="000000"/>
        </w:rPr>
        <w:t xml:space="preserve">“. </w:t>
      </w:r>
      <w:r w:rsidRPr="003D4BDA">
        <w:t xml:space="preserve"> </w:t>
      </w:r>
    </w:p>
    <w:p w:rsidR="00894CBC" w:rsidRDefault="00894CBC" w:rsidP="00A92050"/>
    <w:p w:rsidR="00894CBC" w:rsidRDefault="00894CBC" w:rsidP="00A92050"/>
    <w:p w:rsidR="00894CBC" w:rsidRDefault="00A3569F" w:rsidP="00A3569F">
      <w:pPr>
        <w:pStyle w:val="Oznaenpozmn"/>
        <w:tabs>
          <w:tab w:val="clear" w:pos="425"/>
        </w:tabs>
        <w:ind w:left="567" w:hanging="567"/>
      </w:pPr>
      <w:r>
        <w:t>Poslanec Petr</w:t>
      </w:r>
      <w:r w:rsidR="00367BA3">
        <w:t xml:space="preserve"> </w:t>
      </w:r>
      <w:r>
        <w:t>Bendl</w:t>
      </w:r>
    </w:p>
    <w:p w:rsidR="00A3569F" w:rsidRPr="00A3569F" w:rsidRDefault="00A3569F" w:rsidP="00A3569F">
      <w:pPr>
        <w:rPr>
          <w:i/>
        </w:rPr>
      </w:pPr>
      <w:r w:rsidRPr="00A3569F">
        <w:rPr>
          <w:i/>
        </w:rPr>
        <w:t>SD 4557</w:t>
      </w:r>
    </w:p>
    <w:p w:rsidR="00A3569F" w:rsidRDefault="00AA6C5A" w:rsidP="00A3569F">
      <w:pPr>
        <w:pStyle w:val="Novelizanbod"/>
        <w:keepNext w:val="0"/>
        <w:numPr>
          <w:ilvl w:val="0"/>
          <w:numId w:val="19"/>
        </w:numPr>
        <w:spacing w:before="120"/>
        <w:ind w:left="426" w:hanging="426"/>
      </w:pPr>
      <w:r>
        <w:t>V části první čl. I se vkládá nový bod 1</w:t>
      </w:r>
      <w:r w:rsidR="00A3569F">
        <w:t xml:space="preserve">, který zní: </w:t>
      </w:r>
    </w:p>
    <w:p w:rsidR="00AA6C5A" w:rsidRDefault="00A3569F" w:rsidP="00AA6C5A">
      <w:pPr>
        <w:pStyle w:val="Novelizanbod"/>
        <w:keepNext w:val="0"/>
        <w:numPr>
          <w:ilvl w:val="0"/>
          <w:numId w:val="0"/>
        </w:numPr>
        <w:spacing w:before="120"/>
        <w:ind w:left="426"/>
      </w:pPr>
      <w:r>
        <w:t>„</w:t>
      </w:r>
      <w:r w:rsidR="00AA6C5A">
        <w:t xml:space="preserve">1. </w:t>
      </w:r>
      <w:r>
        <w:t xml:space="preserve">V § 1 odst. 1 se za slova „vodních zdrojů“ vkládají </w:t>
      </w:r>
      <w:proofErr w:type="gramStart"/>
      <w:r>
        <w:t>slova „</w:t>
      </w:r>
      <w:r w:rsidR="00AA6C5A">
        <w:t xml:space="preserve"> </w:t>
      </w:r>
      <w:r>
        <w:t xml:space="preserve">, </w:t>
      </w:r>
      <w:r w:rsidRPr="0031585C">
        <w:t>pro</w:t>
      </w:r>
      <w:proofErr w:type="gramEnd"/>
      <w:r w:rsidRPr="0031585C">
        <w:t xml:space="preserve"> zachování vodních zdrojů a předejití stavu nedostatku vody</w:t>
      </w:r>
      <w:r>
        <w:t>“.“</w:t>
      </w:r>
      <w:r w:rsidR="00AA6C5A">
        <w:t>.</w:t>
      </w:r>
    </w:p>
    <w:p w:rsidR="00A3569F" w:rsidRDefault="00AA6C5A" w:rsidP="00AA6C5A">
      <w:pPr>
        <w:pStyle w:val="Novelizanbod"/>
        <w:keepNext w:val="0"/>
        <w:numPr>
          <w:ilvl w:val="0"/>
          <w:numId w:val="0"/>
        </w:numPr>
        <w:spacing w:before="120"/>
        <w:ind w:left="426"/>
      </w:pPr>
      <w:r>
        <w:t>Následující body se přečíslují.</w:t>
      </w:r>
      <w:r w:rsidR="00A3569F">
        <w:t xml:space="preserve"> </w:t>
      </w:r>
    </w:p>
    <w:p w:rsidR="00A3569F" w:rsidRPr="00CE6448" w:rsidRDefault="00AA6C5A" w:rsidP="00A3569F">
      <w:pPr>
        <w:pStyle w:val="Novelizanbod"/>
        <w:keepNext w:val="0"/>
        <w:numPr>
          <w:ilvl w:val="0"/>
          <w:numId w:val="19"/>
        </w:numPr>
        <w:spacing w:before="120"/>
        <w:ind w:left="426" w:hanging="426"/>
      </w:pPr>
      <w:r>
        <w:t>V části první čl. I</w:t>
      </w:r>
      <w:r w:rsidR="00A3569F" w:rsidRPr="00CE6448">
        <w:t xml:space="preserve"> se</w:t>
      </w:r>
      <w:r>
        <w:t xml:space="preserve"> za bod 1 </w:t>
      </w:r>
      <w:r w:rsidR="00A3569F" w:rsidRPr="00CE6448">
        <w:t xml:space="preserve">vkládá nový bod </w:t>
      </w:r>
      <w:r>
        <w:t>X</w:t>
      </w:r>
      <w:r w:rsidR="00A3569F" w:rsidRPr="00CE6448">
        <w:t xml:space="preserve">, který zní: </w:t>
      </w:r>
    </w:p>
    <w:p w:rsidR="00A3569F" w:rsidRPr="00CE6448" w:rsidRDefault="00A3569F" w:rsidP="00AA6C5A">
      <w:pPr>
        <w:pStyle w:val="Novelizanbod"/>
        <w:keepNext w:val="0"/>
        <w:numPr>
          <w:ilvl w:val="0"/>
          <w:numId w:val="0"/>
        </w:numPr>
        <w:spacing w:before="120"/>
        <w:ind w:left="426"/>
      </w:pPr>
      <w:r w:rsidRPr="00CE6448">
        <w:t>„</w:t>
      </w:r>
      <w:r w:rsidR="00AA6C5A">
        <w:t xml:space="preserve">X. </w:t>
      </w:r>
      <w:r w:rsidRPr="00CE6448">
        <w:t>V § 5 se na konci odstavce 1 doplňuje věta „Každý je povinen počínat si při nakládání s povrchovými nebo podzemními vodami tak, aby nedocházelo k nedůvodnému a nehospodárnému využívání vodních zdrojů.“</w:t>
      </w:r>
      <w:r w:rsidR="00AA6C5A">
        <w:t>.</w:t>
      </w:r>
    </w:p>
    <w:p w:rsidR="00A3569F" w:rsidRPr="00CE6448" w:rsidRDefault="00AA6C5A" w:rsidP="00AA6C5A">
      <w:pPr>
        <w:pStyle w:val="Novelizanbod"/>
        <w:keepNext w:val="0"/>
        <w:numPr>
          <w:ilvl w:val="0"/>
          <w:numId w:val="0"/>
        </w:numPr>
        <w:spacing w:before="120"/>
        <w:ind w:left="426"/>
      </w:pPr>
      <w:r>
        <w:t>Následující body</w:t>
      </w:r>
      <w:r w:rsidR="00A3569F" w:rsidRPr="00CE6448">
        <w:t xml:space="preserve"> se přečíslují. </w:t>
      </w:r>
    </w:p>
    <w:p w:rsidR="00A3569F" w:rsidRPr="00CE6448" w:rsidRDefault="00A3569F" w:rsidP="00A3569F">
      <w:pPr>
        <w:pStyle w:val="Novelizanbod"/>
        <w:keepNext w:val="0"/>
        <w:numPr>
          <w:ilvl w:val="0"/>
          <w:numId w:val="19"/>
        </w:numPr>
        <w:spacing w:before="120"/>
        <w:ind w:left="426" w:hanging="426"/>
      </w:pPr>
      <w:r w:rsidRPr="00CE6448">
        <w:t>V</w:t>
      </w:r>
      <w:r w:rsidR="00AA6C5A">
        <w:t> části první čl. I</w:t>
      </w:r>
      <w:r w:rsidRPr="00CE6448">
        <w:t xml:space="preserve"> bodu 46 v § 87a odst. 2 </w:t>
      </w:r>
      <w:r w:rsidR="00AA6C5A">
        <w:t xml:space="preserve">se </w:t>
      </w:r>
      <w:r w:rsidRPr="00CE6448">
        <w:t xml:space="preserve">za slova „dočasný stav“ vkládají slova „vodních zdrojů“. </w:t>
      </w:r>
    </w:p>
    <w:p w:rsidR="00A3569F" w:rsidRPr="00CE6448" w:rsidRDefault="00A3569F" w:rsidP="00A3569F">
      <w:pPr>
        <w:pStyle w:val="Novelizanbod"/>
        <w:keepNext w:val="0"/>
        <w:numPr>
          <w:ilvl w:val="0"/>
          <w:numId w:val="19"/>
        </w:numPr>
        <w:spacing w:before="120"/>
        <w:ind w:left="426" w:hanging="426"/>
      </w:pPr>
      <w:r w:rsidRPr="00CE6448">
        <w:t>V</w:t>
      </w:r>
      <w:r w:rsidR="00AA6C5A">
        <w:t xml:space="preserve"> části první čl. I </w:t>
      </w:r>
      <w:r w:rsidRPr="00CE6448">
        <w:t xml:space="preserve">bodu 46 v § 87a odst. 2 </w:t>
      </w:r>
      <w:r w:rsidR="00AA6C5A">
        <w:t>se</w:t>
      </w:r>
      <w:r w:rsidRPr="00CE6448">
        <w:t xml:space="preserve"> za slova „v důsledku sucha“ vkládají slova „nebo nehospodárného nakládání s povrchovými nebo podzemními vodami“.</w:t>
      </w:r>
    </w:p>
    <w:p w:rsidR="00A3569F" w:rsidRPr="00B62F7D" w:rsidRDefault="00A3569F" w:rsidP="00A3569F">
      <w:pPr>
        <w:pStyle w:val="Novelizanbod"/>
        <w:keepNext w:val="0"/>
        <w:numPr>
          <w:ilvl w:val="0"/>
          <w:numId w:val="19"/>
        </w:numPr>
        <w:spacing w:before="120"/>
        <w:ind w:left="426" w:hanging="426"/>
      </w:pPr>
      <w:r w:rsidRPr="00B62F7D">
        <w:t>V</w:t>
      </w:r>
      <w:r w:rsidR="00AA6C5A">
        <w:t> části první čl. I</w:t>
      </w:r>
      <w:r w:rsidRPr="00B62F7D">
        <w:t xml:space="preserve"> bodu 46 v § 87</w:t>
      </w:r>
      <w:r>
        <w:t xml:space="preserve">a </w:t>
      </w:r>
      <w:r w:rsidR="00AA6C5A">
        <w:t xml:space="preserve">se </w:t>
      </w:r>
      <w:r w:rsidRPr="00B62F7D">
        <w:t xml:space="preserve">doplňuje odstavec 3, který zní: </w:t>
      </w:r>
    </w:p>
    <w:p w:rsidR="00A3569F" w:rsidRPr="00B62F7D" w:rsidRDefault="00A3569F" w:rsidP="00AA6C5A">
      <w:pPr>
        <w:spacing w:before="120" w:after="120"/>
        <w:ind w:left="426" w:firstLine="426"/>
      </w:pPr>
      <w:r w:rsidRPr="00B62F7D">
        <w:t>„(3) Ochranou před suchem</w:t>
      </w:r>
      <w:r>
        <w:t xml:space="preserve"> a stavem nedostatku vody</w:t>
      </w:r>
      <w:r w:rsidRPr="00B62F7D">
        <w:t xml:space="preserve"> </w:t>
      </w:r>
      <w:r>
        <w:t>se rozumí činnosti a opatření k </w:t>
      </w:r>
      <w:r w:rsidRPr="00B62F7D">
        <w:t>předcházení a zvládnutí sucha a stavu nedostatku vody. Zajišť</w:t>
      </w:r>
      <w:r>
        <w:t>uje se systematickou prevencí a </w:t>
      </w:r>
      <w:r w:rsidRPr="00B62F7D">
        <w:t>operativními opatřeními.“</w:t>
      </w:r>
      <w:r w:rsidR="00AA6C5A">
        <w:t>.</w:t>
      </w:r>
    </w:p>
    <w:p w:rsidR="00A3569F" w:rsidRPr="00387B57" w:rsidRDefault="002354D9" w:rsidP="00A3569F">
      <w:pPr>
        <w:pStyle w:val="Novelizanbod"/>
        <w:keepNext w:val="0"/>
        <w:numPr>
          <w:ilvl w:val="0"/>
          <w:numId w:val="19"/>
        </w:numPr>
        <w:spacing w:before="120"/>
        <w:ind w:left="426" w:hanging="426"/>
      </w:pPr>
      <w:r>
        <w:t xml:space="preserve">V části první čl. I </w:t>
      </w:r>
      <w:r w:rsidR="00A3569F" w:rsidRPr="00B62F7D">
        <w:t>bodu 46 v</w:t>
      </w:r>
      <w:r w:rsidR="00A3569F" w:rsidRPr="00387B57">
        <w:t xml:space="preserve"> § 87b</w:t>
      </w:r>
      <w:r w:rsidR="00A3569F">
        <w:t xml:space="preserve"> odst. 1 </w:t>
      </w:r>
      <w:r>
        <w:t xml:space="preserve">se </w:t>
      </w:r>
      <w:r w:rsidR="00A3569F">
        <w:t>za větu první</w:t>
      </w:r>
      <w:r w:rsidR="00A3569F" w:rsidRPr="00387B57">
        <w:t xml:space="preserve"> </w:t>
      </w:r>
      <w:r>
        <w:t>vkláda</w:t>
      </w:r>
      <w:r w:rsidR="00A3569F" w:rsidRPr="00387B57">
        <w:t>jí věty „</w:t>
      </w:r>
      <w:r w:rsidR="00A3569F" w:rsidRPr="009442E9">
        <w:t xml:space="preserve">V jednotlivých plánech pro sucho </w:t>
      </w:r>
      <w:r w:rsidR="00A3569F">
        <w:t>musí být</w:t>
      </w:r>
      <w:r w:rsidR="00A3569F" w:rsidRPr="009442E9">
        <w:t xml:space="preserve"> zohledněny všechny aspekty zvládání rizik sucha a předcházení vzniku stavu nedostatku vody. Plány pro sucho se </w:t>
      </w:r>
      <w:r w:rsidR="00A3569F">
        <w:t>zaměřují</w:t>
      </w:r>
      <w:r w:rsidR="00A3569F" w:rsidRPr="009442E9">
        <w:t xml:space="preserve"> na prevenci, ochranu, připravenost, včetně předpovědí sucha a systémů </w:t>
      </w:r>
      <w:r w:rsidR="00A3569F">
        <w:t>včasného varování, a zohledňují</w:t>
      </w:r>
      <w:r w:rsidR="00A3569F" w:rsidRPr="009442E9">
        <w:t xml:space="preserve"> charakteristiky konkrétního povodí nebo dílčího povodí. Je-li to potřebné, musí konkrétní plán pro sucho zahrnovat rovněž podporu udržitelného využívání území a opatření ke zlepšení schopnosti půdy zadržovat vodu.</w:t>
      </w:r>
      <w:r w:rsidR="00A3569F" w:rsidRPr="00387B57">
        <w:t xml:space="preserve">“.  </w:t>
      </w:r>
    </w:p>
    <w:p w:rsidR="00A3569F" w:rsidRPr="00387B57" w:rsidRDefault="00A3569F" w:rsidP="00A3569F">
      <w:pPr>
        <w:pStyle w:val="Novelizanbod"/>
        <w:keepNext w:val="0"/>
        <w:numPr>
          <w:ilvl w:val="0"/>
          <w:numId w:val="19"/>
        </w:numPr>
        <w:spacing w:before="120"/>
        <w:ind w:left="426" w:hanging="426"/>
      </w:pPr>
      <w:r w:rsidRPr="00387B57">
        <w:lastRenderedPageBreak/>
        <w:t>V</w:t>
      </w:r>
      <w:r w:rsidR="002354D9">
        <w:t> části první čl. I</w:t>
      </w:r>
      <w:r w:rsidRPr="00B62F7D">
        <w:t xml:space="preserve"> bodu 46 v</w:t>
      </w:r>
      <w:r w:rsidRPr="00387B57">
        <w:t xml:space="preserve"> § 87b odst. 2</w:t>
      </w:r>
      <w:r>
        <w:t xml:space="preserve"> písm. c) </w:t>
      </w:r>
      <w:r w:rsidR="002354D9">
        <w:t xml:space="preserve">se </w:t>
      </w:r>
      <w:r w:rsidRPr="00387B57">
        <w:t>za slovo „opatřeních“ vkládají slova „proti vzniku stavu nedostatku v</w:t>
      </w:r>
      <w:r>
        <w:t>ody a opatřeních pro zmírnění a </w:t>
      </w:r>
      <w:r w:rsidRPr="00387B57">
        <w:t xml:space="preserve">odstranění“. </w:t>
      </w:r>
    </w:p>
    <w:p w:rsidR="00A3569F" w:rsidRPr="00387B57" w:rsidRDefault="00A3569F" w:rsidP="00A3569F">
      <w:pPr>
        <w:pStyle w:val="Novelizanbod"/>
        <w:keepNext w:val="0"/>
        <w:numPr>
          <w:ilvl w:val="0"/>
          <w:numId w:val="19"/>
        </w:numPr>
        <w:spacing w:before="120"/>
        <w:ind w:left="426" w:hanging="426"/>
      </w:pPr>
      <w:r w:rsidRPr="00387B57">
        <w:t>V</w:t>
      </w:r>
      <w:r w:rsidR="002354D9">
        <w:t xml:space="preserve"> části první čl. I </w:t>
      </w:r>
      <w:r w:rsidRPr="00B62F7D">
        <w:t>bodu 46 v</w:t>
      </w:r>
      <w:r w:rsidRPr="00387B57">
        <w:t xml:space="preserve"> § 87b odst. 3 písm. a) </w:t>
      </w:r>
      <w:r w:rsidR="002354D9">
        <w:t xml:space="preserve">se </w:t>
      </w:r>
      <w:r w:rsidRPr="00387B57">
        <w:t>za slova „údaje potřebné pro“ vkládají slova „prevenci a“, za slova „jejich případné zastupitelnosti</w:t>
      </w:r>
      <w:r>
        <w:t>,</w:t>
      </w:r>
      <w:r w:rsidRPr="00387B57">
        <w:t>“ se vkládají slova „hospodaření s půdou a vodními zdroji, územní plánování, využití území</w:t>
      </w:r>
      <w:r>
        <w:t>,</w:t>
      </w:r>
      <w:r w:rsidRPr="00387B57">
        <w:t xml:space="preserve">“ a za slova „zařízení využitelných k“ se vkládají slova „předcházení a“. </w:t>
      </w:r>
    </w:p>
    <w:p w:rsidR="00A3569F" w:rsidRDefault="00A3569F" w:rsidP="00A3569F">
      <w:pPr>
        <w:pStyle w:val="Novelizanbod"/>
        <w:keepNext w:val="0"/>
        <w:numPr>
          <w:ilvl w:val="0"/>
          <w:numId w:val="19"/>
        </w:numPr>
        <w:spacing w:before="120"/>
        <w:ind w:left="426" w:hanging="426"/>
      </w:pPr>
      <w:r w:rsidRPr="00387B57">
        <w:t>V</w:t>
      </w:r>
      <w:r w:rsidR="002354D9">
        <w:t xml:space="preserve"> části první čl. I </w:t>
      </w:r>
      <w:r w:rsidRPr="00B62F7D">
        <w:t>bodu 46 v</w:t>
      </w:r>
      <w:r w:rsidRPr="00387B57">
        <w:t> § 87b odst. 3</w:t>
      </w:r>
      <w:r>
        <w:t xml:space="preserve"> </w:t>
      </w:r>
      <w:r w:rsidR="002354D9">
        <w:t xml:space="preserve">se </w:t>
      </w:r>
      <w:r w:rsidRPr="00387B57">
        <w:t xml:space="preserve">za </w:t>
      </w:r>
      <w:r w:rsidR="002354D9">
        <w:t>písmeno</w:t>
      </w:r>
      <w:r w:rsidRPr="00387B57">
        <w:t xml:space="preserve"> a) vkládá nov</w:t>
      </w:r>
      <w:r w:rsidR="002354D9">
        <w:t>é</w:t>
      </w:r>
      <w:r w:rsidRPr="00387B57">
        <w:t xml:space="preserve"> </w:t>
      </w:r>
      <w:r w:rsidR="002354D9">
        <w:t>písmeno</w:t>
      </w:r>
      <w:r w:rsidRPr="00387B57">
        <w:t xml:space="preserve"> b), kter</w:t>
      </w:r>
      <w:r w:rsidR="002354D9">
        <w:t>é</w:t>
      </w:r>
      <w:r w:rsidRPr="00387B57">
        <w:t xml:space="preserve"> zní: </w:t>
      </w:r>
    </w:p>
    <w:p w:rsidR="00A3569F" w:rsidRDefault="00A3569F" w:rsidP="002354D9">
      <w:pPr>
        <w:pStyle w:val="Novelizanbod"/>
        <w:keepNext w:val="0"/>
        <w:numPr>
          <w:ilvl w:val="0"/>
          <w:numId w:val="0"/>
        </w:numPr>
        <w:spacing w:before="120"/>
        <w:ind w:left="852" w:hanging="426"/>
      </w:pPr>
      <w:r w:rsidRPr="00B62F7D">
        <w:t>„b)</w:t>
      </w:r>
      <w:r>
        <w:t xml:space="preserve"> preventivní </w:t>
      </w:r>
      <w:r w:rsidRPr="00B62F7D">
        <w:t xml:space="preserve">část, </w:t>
      </w:r>
      <w:r>
        <w:t>která obsahuje</w:t>
      </w:r>
      <w:r w:rsidRPr="00B62F7D">
        <w:t xml:space="preserve"> preventivní opatření přija</w:t>
      </w:r>
      <w:r>
        <w:t>tá pro předejití vzniku sucha a </w:t>
      </w:r>
      <w:r w:rsidRPr="00B62F7D">
        <w:t>stavu nedostatku vody, a to zejména v oblastech ohrožených suchem,“</w:t>
      </w:r>
      <w:r>
        <w:t>.</w:t>
      </w:r>
    </w:p>
    <w:p w:rsidR="00A3569F" w:rsidRPr="00B62F7D" w:rsidRDefault="002354D9" w:rsidP="002354D9">
      <w:pPr>
        <w:pStyle w:val="Novelizanbod"/>
        <w:keepNext w:val="0"/>
        <w:numPr>
          <w:ilvl w:val="0"/>
          <w:numId w:val="0"/>
        </w:numPr>
        <w:spacing w:before="120"/>
        <w:ind w:left="852" w:hanging="426"/>
      </w:pPr>
      <w:r>
        <w:t>Dosavadní písmena</w:t>
      </w:r>
      <w:r w:rsidR="00A3569F" w:rsidRPr="00B62F7D">
        <w:t xml:space="preserve"> b) a c) se označují jako </w:t>
      </w:r>
      <w:r>
        <w:t>písmena</w:t>
      </w:r>
      <w:r w:rsidR="00A3569F" w:rsidRPr="00B62F7D">
        <w:t xml:space="preserve"> c) a d). </w:t>
      </w:r>
    </w:p>
    <w:p w:rsidR="00A3569F" w:rsidRDefault="00A3569F" w:rsidP="00A3569F">
      <w:pPr>
        <w:pStyle w:val="Novelizanbod"/>
        <w:keepNext w:val="0"/>
        <w:numPr>
          <w:ilvl w:val="0"/>
          <w:numId w:val="19"/>
        </w:numPr>
        <w:spacing w:before="120"/>
        <w:ind w:left="426" w:hanging="426"/>
      </w:pPr>
      <w:r>
        <w:t>V</w:t>
      </w:r>
      <w:r w:rsidR="002354D9">
        <w:t xml:space="preserve"> části první čl. I </w:t>
      </w:r>
      <w:r w:rsidRPr="00B62F7D">
        <w:t>bodu 46 v</w:t>
      </w:r>
      <w:r>
        <w:t xml:space="preserve"> § 87b odst. 3 </w:t>
      </w:r>
      <w:r w:rsidR="002354D9">
        <w:t>písm.</w:t>
      </w:r>
      <w:r>
        <w:t xml:space="preserve"> c) </w:t>
      </w:r>
      <w:r w:rsidR="002354D9">
        <w:t xml:space="preserve">se </w:t>
      </w:r>
      <w:r>
        <w:t>za slova „</w:t>
      </w:r>
      <w:r w:rsidRPr="00244DEC">
        <w:t>podílejících se na</w:t>
      </w:r>
      <w:r>
        <w:t>“ vkládají slova „</w:t>
      </w:r>
      <w:r w:rsidRPr="00244DEC">
        <w:t>předcházení a</w:t>
      </w:r>
      <w:r>
        <w:t xml:space="preserve">“. </w:t>
      </w:r>
    </w:p>
    <w:p w:rsidR="00A3569F" w:rsidRDefault="00A3569F" w:rsidP="00A3569F">
      <w:pPr>
        <w:pStyle w:val="Novelizanbod"/>
        <w:keepNext w:val="0"/>
        <w:numPr>
          <w:ilvl w:val="0"/>
          <w:numId w:val="19"/>
        </w:numPr>
        <w:spacing w:before="120"/>
        <w:ind w:left="426" w:hanging="426"/>
      </w:pPr>
      <w:r>
        <w:t>V</w:t>
      </w:r>
      <w:r w:rsidR="002354D9">
        <w:t> části první čl. I</w:t>
      </w:r>
      <w:r w:rsidRPr="00B62F7D">
        <w:t xml:space="preserve"> bodu 46 v</w:t>
      </w:r>
      <w:r>
        <w:t xml:space="preserve"> § 87c </w:t>
      </w:r>
      <w:r w:rsidR="002354D9">
        <w:t xml:space="preserve">se </w:t>
      </w:r>
      <w:r>
        <w:t>doplňují odstavce 3 až 5</w:t>
      </w:r>
      <w:r w:rsidRPr="00567D20">
        <w:t>, které znějí:</w:t>
      </w:r>
    </w:p>
    <w:p w:rsidR="00A3569F" w:rsidRDefault="00A3569F" w:rsidP="002354D9">
      <w:pPr>
        <w:pStyle w:val="Novelizanbod"/>
        <w:keepNext w:val="0"/>
        <w:numPr>
          <w:ilvl w:val="0"/>
          <w:numId w:val="0"/>
        </w:numPr>
        <w:spacing w:before="120"/>
        <w:ind w:left="426" w:firstLine="426"/>
      </w:pPr>
      <w:r w:rsidRPr="006D3556">
        <w:t>„(3) Při zpracování návrhu plánu pro sucho a jeho aktua</w:t>
      </w:r>
      <w:r>
        <w:t>lizací krajský úřad vychází i z </w:t>
      </w:r>
      <w:r w:rsidRPr="006D3556">
        <w:t xml:space="preserve">národních plánů povodí. Krajský úřad návrh plánu pro sucho a jeho aktualizace projedná také s krajskými úřady ostatních krajů, jejichž území se nachází ve stejné oblasti povodí. </w:t>
      </w:r>
    </w:p>
    <w:p w:rsidR="00A3569F" w:rsidRDefault="00A3569F" w:rsidP="002354D9">
      <w:pPr>
        <w:pStyle w:val="Novelizanbod"/>
        <w:keepNext w:val="0"/>
        <w:numPr>
          <w:ilvl w:val="0"/>
          <w:numId w:val="0"/>
        </w:numPr>
        <w:spacing w:before="120"/>
        <w:ind w:left="426" w:firstLine="426"/>
      </w:pPr>
      <w:r w:rsidRPr="006D3556">
        <w:t>(4) Krajský úřad zajistí, aby byl plán pro sucho a jeho aktualizace zpracován odborníky z oborů hydrogeologie, geologie, vodního hospodářství, krajinářství, pozemkových úprav</w:t>
      </w:r>
      <w:r>
        <w:t>, a v </w:t>
      </w:r>
      <w:r w:rsidRPr="006D3556">
        <w:t>koordinaci se státní správou.</w:t>
      </w:r>
    </w:p>
    <w:p w:rsidR="00A3569F" w:rsidRPr="006D3556" w:rsidRDefault="00A3569F" w:rsidP="002354D9">
      <w:pPr>
        <w:pStyle w:val="Novelizanbod"/>
        <w:keepNext w:val="0"/>
        <w:numPr>
          <w:ilvl w:val="0"/>
          <w:numId w:val="0"/>
        </w:numPr>
        <w:spacing w:before="120"/>
        <w:ind w:left="426" w:firstLine="426"/>
      </w:pPr>
      <w:r w:rsidRPr="006D3556">
        <w:t>(5) Krajský úřad v plánu pro sucho vymezí oblasti ohrožené suchem a určí vhodná preventivní opatření, která budou předcházet vzniku stavu nedostatku vody v těchto oblastech.“</w:t>
      </w:r>
      <w:r w:rsidR="002354D9">
        <w:t>.</w:t>
      </w:r>
    </w:p>
    <w:p w:rsidR="00A3569F" w:rsidRDefault="002354D9" w:rsidP="00A3569F">
      <w:pPr>
        <w:pStyle w:val="Novelizanbod"/>
        <w:keepNext w:val="0"/>
        <w:numPr>
          <w:ilvl w:val="0"/>
          <w:numId w:val="19"/>
        </w:numPr>
        <w:spacing w:before="120"/>
        <w:ind w:left="426" w:hanging="426"/>
      </w:pPr>
      <w:r>
        <w:t>V</w:t>
      </w:r>
      <w:r w:rsidR="00A3569F">
        <w:t xml:space="preserve"> části čtvrté </w:t>
      </w:r>
      <w:r>
        <w:t>čl. V</w:t>
      </w:r>
      <w:r w:rsidR="00A3569F">
        <w:t xml:space="preserve"> se vkládá nový bod 1, který zní: </w:t>
      </w:r>
    </w:p>
    <w:p w:rsidR="00A3569F" w:rsidRDefault="00A3569F" w:rsidP="002354D9">
      <w:pPr>
        <w:pStyle w:val="Novelizanbod"/>
        <w:keepNext w:val="0"/>
        <w:numPr>
          <w:ilvl w:val="0"/>
          <w:numId w:val="0"/>
        </w:numPr>
        <w:spacing w:before="120"/>
        <w:ind w:left="426"/>
      </w:pPr>
      <w:r>
        <w:t>„</w:t>
      </w:r>
      <w:r w:rsidR="002354D9">
        <w:t xml:space="preserve">1. </w:t>
      </w:r>
      <w:r>
        <w:t xml:space="preserve">V § 4 odst. 3 se </w:t>
      </w:r>
      <w:r w:rsidR="002354D9">
        <w:t xml:space="preserve">slova „a z“ nahrazují </w:t>
      </w:r>
      <w:proofErr w:type="gramStart"/>
      <w:r w:rsidR="002354D9">
        <w:t>slovem „ , z“</w:t>
      </w:r>
      <w:r>
        <w:t> a za</w:t>
      </w:r>
      <w:proofErr w:type="gramEnd"/>
      <w:r>
        <w:t xml:space="preserve"> slova „národních plánů povodí“ se vkládají slova „</w:t>
      </w:r>
      <w:r w:rsidRPr="00D042FC">
        <w:t>a z plánů pro sucho</w:t>
      </w:r>
      <w:r w:rsidR="002354D9">
        <w:t>“.“.</w:t>
      </w:r>
    </w:p>
    <w:p w:rsidR="002354D9" w:rsidRPr="002354D9" w:rsidRDefault="002354D9" w:rsidP="002354D9">
      <w:pPr>
        <w:ind w:left="426"/>
      </w:pPr>
      <w:r>
        <w:t>Následující body se přečíslují.</w:t>
      </w:r>
    </w:p>
    <w:p w:rsidR="00A3569F" w:rsidRDefault="002354D9" w:rsidP="00A3569F">
      <w:pPr>
        <w:pStyle w:val="Novelizanbod"/>
        <w:keepNext w:val="0"/>
        <w:numPr>
          <w:ilvl w:val="0"/>
          <w:numId w:val="19"/>
        </w:numPr>
        <w:spacing w:before="120"/>
        <w:ind w:left="426" w:hanging="426"/>
      </w:pPr>
      <w:r>
        <w:t>V části čtvrté čl. V se za</w:t>
      </w:r>
      <w:r w:rsidR="00A3569F">
        <w:t xml:space="preserve"> bod 1 vkládá nový bod </w:t>
      </w:r>
      <w:r>
        <w:t>X</w:t>
      </w:r>
      <w:r w:rsidR="00A3569F">
        <w:t xml:space="preserve">, který zní: </w:t>
      </w:r>
    </w:p>
    <w:p w:rsidR="00A3569F" w:rsidRDefault="00A3569F" w:rsidP="002354D9">
      <w:pPr>
        <w:pStyle w:val="Novelizanbod"/>
        <w:keepNext w:val="0"/>
        <w:numPr>
          <w:ilvl w:val="0"/>
          <w:numId w:val="0"/>
        </w:numPr>
        <w:spacing w:before="120"/>
        <w:ind w:left="426"/>
      </w:pPr>
      <w:r>
        <w:t>„</w:t>
      </w:r>
      <w:r w:rsidR="002354D9">
        <w:t xml:space="preserve">X. </w:t>
      </w:r>
      <w:r>
        <w:t>V § 4 odst. 5 se za větu první vkládá věta „</w:t>
      </w:r>
      <w:r w:rsidRPr="00E96A74">
        <w:t>Krajský úřad návrh plánu rozvoje a jeho aktualizace projedná také s krajskými úřady ostatních krajů, jejichž území se nachází ve stejné oblasti povodí.</w:t>
      </w:r>
      <w:r w:rsidR="002354D9">
        <w:t>“.“.</w:t>
      </w:r>
    </w:p>
    <w:p w:rsidR="00A3569F" w:rsidRDefault="002354D9" w:rsidP="002354D9">
      <w:pPr>
        <w:pStyle w:val="Novelizanbod"/>
        <w:keepNext w:val="0"/>
        <w:numPr>
          <w:ilvl w:val="0"/>
          <w:numId w:val="0"/>
        </w:numPr>
        <w:spacing w:before="120"/>
        <w:ind w:left="426"/>
      </w:pPr>
      <w:r>
        <w:t>Následující body</w:t>
      </w:r>
      <w:r w:rsidR="00A3569F">
        <w:t xml:space="preserve"> se přečíslují.</w:t>
      </w:r>
    </w:p>
    <w:p w:rsidR="00894CBC" w:rsidRDefault="00894CBC" w:rsidP="00A3569F"/>
    <w:p w:rsidR="00894CBC" w:rsidRPr="00BC3413" w:rsidRDefault="00BC3413" w:rsidP="00A3569F">
      <w:pPr>
        <w:rPr>
          <w:i/>
        </w:rPr>
      </w:pPr>
      <w:r w:rsidRPr="00BC3413">
        <w:rPr>
          <w:i/>
        </w:rPr>
        <w:t>SD 5784</w:t>
      </w:r>
    </w:p>
    <w:p w:rsidR="00BC3413" w:rsidRPr="00AA6C5A" w:rsidRDefault="00BC3413" w:rsidP="00AA6C5A">
      <w:pPr>
        <w:pStyle w:val="Odstavecseseznamem"/>
        <w:numPr>
          <w:ilvl w:val="0"/>
          <w:numId w:val="19"/>
        </w:numPr>
        <w:autoSpaceDE w:val="0"/>
        <w:autoSpaceDN w:val="0"/>
        <w:adjustRightInd w:val="0"/>
        <w:spacing w:line="360" w:lineRule="auto"/>
        <w:ind w:left="357" w:hanging="357"/>
        <w:contextualSpacing w:val="0"/>
        <w:rPr>
          <w:bCs/>
        </w:rPr>
      </w:pPr>
      <w:r>
        <w:t xml:space="preserve"> </w:t>
      </w:r>
      <w:r w:rsidR="0085065D">
        <w:t>V části první čl. I bod 1</w:t>
      </w:r>
      <w:r w:rsidRPr="00BC3413">
        <w:t xml:space="preserve"> zní:</w:t>
      </w:r>
    </w:p>
    <w:p w:rsidR="00BC3413" w:rsidRPr="00BC3413" w:rsidRDefault="0085065D" w:rsidP="00BC3413">
      <w:pPr>
        <w:pStyle w:val="Textpozmn"/>
        <w:numPr>
          <w:ilvl w:val="0"/>
          <w:numId w:val="0"/>
        </w:numPr>
        <w:spacing w:after="0"/>
        <w:rPr>
          <w:bCs/>
        </w:rPr>
      </w:pPr>
      <w:r>
        <w:rPr>
          <w:bCs/>
        </w:rPr>
        <w:t xml:space="preserve">„1. </w:t>
      </w:r>
      <w:r w:rsidR="00BC3413" w:rsidRPr="00BC3413">
        <w:rPr>
          <w:bCs/>
        </w:rPr>
        <w:t>V § 5 odstavec 3</w:t>
      </w:r>
      <w:r>
        <w:rPr>
          <w:bCs/>
        </w:rPr>
        <w:t xml:space="preserve"> zní</w:t>
      </w:r>
      <w:r w:rsidR="00BC3413" w:rsidRPr="00BC3413">
        <w:rPr>
          <w:bCs/>
        </w:rPr>
        <w:t>:</w:t>
      </w:r>
    </w:p>
    <w:p w:rsidR="00BC3413" w:rsidRPr="00BC3413" w:rsidRDefault="00BC3413" w:rsidP="00BC3413">
      <w:pPr>
        <w:pStyle w:val="Textpozmn"/>
        <w:numPr>
          <w:ilvl w:val="0"/>
          <w:numId w:val="0"/>
        </w:numPr>
        <w:spacing w:after="0"/>
        <w:rPr>
          <w:bCs/>
        </w:rPr>
      </w:pPr>
      <w:r>
        <w:rPr>
          <w:bCs/>
        </w:rPr>
        <w:tab/>
      </w:r>
      <w:r w:rsidRPr="00BC3413">
        <w:rPr>
          <w:bCs/>
        </w:rPr>
        <w:t>„(3) Při provádění staveb</w:t>
      </w:r>
      <w:r w:rsidRPr="00BC3413">
        <w:rPr>
          <w:bCs/>
          <w:vertAlign w:val="superscript"/>
        </w:rPr>
        <w:t>4)</w:t>
      </w:r>
      <w:r w:rsidRPr="00BC3413">
        <w:rPr>
          <w:bCs/>
        </w:rPr>
        <w:t xml:space="preserve"> nebo jejich změn nebo změn jejich užívání je stavebník povinen podle charakteru a účelu užívání těchto staveb je zabezpečit zásobováním vodou a odváděním odpadních vod kanalizací k tomu určenou. Není-li kanalizace v místě k dispozici, odpadní vody se zneškodňují přímým čištěním s následným vypouštěním do vod povrchových nebo podzemních. V případě technické neproveditelnosti způsobů podle věty první a druhé, lze odpadní vody akumulovat v nepropustné jímce (žumpě)</w:t>
      </w:r>
      <w:r w:rsidRPr="00BC3413">
        <w:rPr>
          <w:bCs/>
          <w:vertAlign w:val="superscript"/>
        </w:rPr>
        <w:t>4)</w:t>
      </w:r>
      <w:r w:rsidRPr="00BC3413">
        <w:rPr>
          <w:bCs/>
        </w:rPr>
        <w:t xml:space="preserve"> s následným vyvážením akumulovaných vod na zařízení schválené pro jejich zneškodnění. Dále je stavebník povinen </w:t>
      </w:r>
      <w:r w:rsidRPr="00BC3413">
        <w:rPr>
          <w:bCs/>
        </w:rPr>
        <w:lastRenderedPageBreak/>
        <w:t>zabezpečit omezení odtoku povrchových vod vzniklých dopadem atmosférických srážek na tyto stavby (dále jen „srážková voda“) akumulací a následným využitím, popřípadě vsakováním na pozemku, výparem, anebo, není-li žádný z těchto způsobů omezení odtoku srážkových vod možný nebo dostatečný, jejich zadržováním a řízeným odváděním nebo kombinací těchto způsobů. Bez splnění těchto podmínek nesmí být povolena stavba, změna stavby před jejím dokončením, užívání stavby ani vydáno rozhodnutí o dodatečném povolení stavby nebo rozhodnutí o změně v užívání stavby.“.</w:t>
      </w:r>
      <w:r w:rsidR="0085065D">
        <w:rPr>
          <w:bCs/>
        </w:rPr>
        <w:t>“.</w:t>
      </w:r>
    </w:p>
    <w:p w:rsidR="00BC3413" w:rsidRPr="00BC3413" w:rsidRDefault="00BC3413" w:rsidP="00BC3413"/>
    <w:p w:rsidR="0085065D" w:rsidRDefault="00BC3413" w:rsidP="0085065D">
      <w:pPr>
        <w:pStyle w:val="Odstavecseseznamem"/>
        <w:numPr>
          <w:ilvl w:val="0"/>
          <w:numId w:val="19"/>
        </w:numPr>
        <w:spacing w:after="120"/>
        <w:ind w:left="357" w:hanging="357"/>
        <w:contextualSpacing w:val="0"/>
        <w:jc w:val="both"/>
        <w:rPr>
          <w:bCs/>
        </w:rPr>
      </w:pPr>
      <w:r w:rsidRPr="00836567">
        <w:rPr>
          <w:bCs/>
        </w:rPr>
        <w:t xml:space="preserve"> </w:t>
      </w:r>
      <w:r w:rsidR="0085065D">
        <w:rPr>
          <w:bCs/>
        </w:rPr>
        <w:t>V části první čl. I se za bod 1 vkládá n</w:t>
      </w:r>
      <w:r w:rsidRPr="00836567">
        <w:rPr>
          <w:bCs/>
        </w:rPr>
        <w:t>ový bod</w:t>
      </w:r>
      <w:r w:rsidR="0085065D">
        <w:rPr>
          <w:bCs/>
        </w:rPr>
        <w:t xml:space="preserve"> X, který zní:</w:t>
      </w:r>
    </w:p>
    <w:p w:rsidR="00BC3413" w:rsidRPr="00836567" w:rsidRDefault="0085065D" w:rsidP="0085065D">
      <w:pPr>
        <w:pStyle w:val="Odstavecseseznamem"/>
        <w:spacing w:after="120"/>
        <w:ind w:left="357"/>
        <w:contextualSpacing w:val="0"/>
        <w:jc w:val="both"/>
        <w:rPr>
          <w:bCs/>
        </w:rPr>
      </w:pPr>
      <w:r>
        <w:rPr>
          <w:bCs/>
        </w:rPr>
        <w:t>„X. V § 5 se doplňuje odstavec 4, který zní:</w:t>
      </w:r>
    </w:p>
    <w:p w:rsidR="00BC3413" w:rsidRDefault="00BC3413" w:rsidP="0085065D">
      <w:pPr>
        <w:spacing w:after="120"/>
        <w:ind w:left="357" w:firstLine="352"/>
        <w:rPr>
          <w:bCs/>
        </w:rPr>
      </w:pPr>
      <w:r w:rsidRPr="00BC3413">
        <w:rPr>
          <w:bCs/>
        </w:rPr>
        <w:t xml:space="preserve">„(4) Jednotlivé postupy řešení omezení odtoku povrchových vod vzniklých dopadem atmosférických srážek na tyto stavby (dále jen „srážková voda“), jejich upřednostňování či kombinaci stanoví prováděcí právní </w:t>
      </w:r>
      <w:proofErr w:type="spellStart"/>
      <w:r w:rsidRPr="00BC3413">
        <w:rPr>
          <w:bCs/>
        </w:rPr>
        <w:t>předpis</w:t>
      </w:r>
      <w:r w:rsidRPr="00BC3413">
        <w:rPr>
          <w:bCs/>
          <w:vertAlign w:val="superscript"/>
        </w:rPr>
        <w:t>x</w:t>
      </w:r>
      <w:proofErr w:type="spellEnd"/>
      <w:r w:rsidRPr="00BC3413">
        <w:rPr>
          <w:bCs/>
          <w:vertAlign w:val="superscript"/>
        </w:rPr>
        <w:t>)</w:t>
      </w:r>
      <w:r w:rsidR="0085065D">
        <w:rPr>
          <w:bCs/>
        </w:rPr>
        <w:t>.“.“.</w:t>
      </w:r>
    </w:p>
    <w:p w:rsidR="0085065D" w:rsidRPr="00BC3413" w:rsidRDefault="0085065D" w:rsidP="0085065D">
      <w:pPr>
        <w:ind w:firstLine="351"/>
        <w:rPr>
          <w:b/>
          <w:bCs/>
        </w:rPr>
      </w:pPr>
      <w:r>
        <w:rPr>
          <w:bCs/>
        </w:rPr>
        <w:t>Následující body se přečíslují.</w:t>
      </w:r>
    </w:p>
    <w:p w:rsidR="00894CBC" w:rsidRDefault="00894CBC" w:rsidP="00A3569F"/>
    <w:p w:rsidR="00836567" w:rsidRDefault="00836567" w:rsidP="00A3569F"/>
    <w:p w:rsidR="00894CBC" w:rsidRDefault="00836567" w:rsidP="00836567">
      <w:pPr>
        <w:pStyle w:val="Oznaenpozmn"/>
        <w:tabs>
          <w:tab w:val="clear" w:pos="425"/>
        </w:tabs>
        <w:ind w:left="567" w:hanging="567"/>
      </w:pPr>
      <w:r>
        <w:t>Poslanec Marian Jurečka</w:t>
      </w:r>
    </w:p>
    <w:p w:rsidR="00894CBC" w:rsidRPr="00836567" w:rsidRDefault="00836567" w:rsidP="00A3569F">
      <w:pPr>
        <w:rPr>
          <w:i/>
        </w:rPr>
      </w:pPr>
      <w:r w:rsidRPr="00836567">
        <w:rPr>
          <w:i/>
        </w:rPr>
        <w:t>SD 5102</w:t>
      </w:r>
    </w:p>
    <w:p w:rsidR="00836567" w:rsidRDefault="00836567" w:rsidP="0085065D">
      <w:pPr>
        <w:pStyle w:val="Odstavecseseznamem"/>
        <w:numPr>
          <w:ilvl w:val="0"/>
          <w:numId w:val="22"/>
        </w:numPr>
        <w:spacing w:after="120"/>
        <w:ind w:left="0" w:firstLine="0"/>
        <w:contextualSpacing w:val="0"/>
        <w:jc w:val="both"/>
        <w:rPr>
          <w:rFonts w:eastAsia="Arial"/>
          <w:color w:val="000000"/>
          <w:sz w:val="22"/>
          <w:szCs w:val="22"/>
        </w:rPr>
      </w:pPr>
      <w:r>
        <w:t>V</w:t>
      </w:r>
      <w:r w:rsidR="0085065D">
        <w:t> části první</w:t>
      </w:r>
      <w:r>
        <w:t> čl. I se vkládá nový bod 1, který zní:</w:t>
      </w:r>
    </w:p>
    <w:p w:rsidR="00836567" w:rsidRDefault="00836567" w:rsidP="0085065D">
      <w:pPr>
        <w:spacing w:after="120"/>
      </w:pPr>
      <w:r>
        <w:t xml:space="preserve">„1.  V § 1 odst. 1 se za slova „podzemní vody“ vkládají </w:t>
      </w:r>
      <w:proofErr w:type="gramStart"/>
      <w:r>
        <w:t>slova „</w:t>
      </w:r>
      <w:r w:rsidR="0085065D">
        <w:t xml:space="preserve"> </w:t>
      </w:r>
      <w:r>
        <w:t>, jako</w:t>
      </w:r>
      <w:proofErr w:type="gramEnd"/>
      <w:r>
        <w:t xml:space="preserve"> ohrožené a nenahraditelné složky životního prostředí a přírodního zdroje,“.“</w:t>
      </w:r>
    </w:p>
    <w:p w:rsidR="00836567" w:rsidRDefault="00836567" w:rsidP="0085065D">
      <w:r>
        <w:t>Následující body se přečíslují.</w:t>
      </w:r>
    </w:p>
    <w:p w:rsidR="00836567" w:rsidRDefault="00836567" w:rsidP="00836567">
      <w:pPr>
        <w:spacing w:line="288" w:lineRule="auto"/>
      </w:pPr>
    </w:p>
    <w:p w:rsidR="00836567" w:rsidRDefault="00836567" w:rsidP="0085065D">
      <w:pPr>
        <w:pStyle w:val="Odstavecseseznamem"/>
        <w:numPr>
          <w:ilvl w:val="0"/>
          <w:numId w:val="22"/>
        </w:numPr>
        <w:spacing w:after="120"/>
        <w:ind w:hanging="720"/>
        <w:contextualSpacing w:val="0"/>
        <w:jc w:val="both"/>
      </w:pPr>
      <w:r>
        <w:t>V</w:t>
      </w:r>
      <w:r w:rsidR="0085065D">
        <w:t> </w:t>
      </w:r>
      <w:r>
        <w:t>č</w:t>
      </w:r>
      <w:r w:rsidR="0085065D">
        <w:t>ásti první č</w:t>
      </w:r>
      <w:r>
        <w:t xml:space="preserve">l. I se za bod 24 vkládá nový bod </w:t>
      </w:r>
      <w:r w:rsidR="0085065D">
        <w:t>X</w:t>
      </w:r>
      <w:r>
        <w:t>, který zní:</w:t>
      </w:r>
    </w:p>
    <w:p w:rsidR="00836567" w:rsidRDefault="00836567" w:rsidP="0085065D">
      <w:pPr>
        <w:spacing w:after="120"/>
      </w:pPr>
      <w:r>
        <w:t>„</w:t>
      </w:r>
      <w:r w:rsidR="0085065D">
        <w:t>X</w:t>
      </w:r>
      <w:r>
        <w:t>. V 23a odst. 8 písm</w:t>
      </w:r>
      <w:r w:rsidR="0085065D">
        <w:t>eno</w:t>
      </w:r>
      <w:r>
        <w:t xml:space="preserve"> b) zní: </w:t>
      </w:r>
    </w:p>
    <w:p w:rsidR="00836567" w:rsidRDefault="00836567" w:rsidP="00F05FC4">
      <w:pPr>
        <w:spacing w:after="120"/>
        <w:rPr>
          <w:bCs/>
        </w:rPr>
      </w:pPr>
      <w:r>
        <w:t xml:space="preserve">b) </w:t>
      </w:r>
      <w:r>
        <w:rPr>
          <w:bCs/>
        </w:rPr>
        <w:t>tyto změny nebo úpravy jsou v převažujícím zájmu ochrany veřejného zdraví nebo veřejné bezpečnosti nebo vyplývají z naléhavých důvodů jiného převažujícího veřejného zájmu a“.“</w:t>
      </w:r>
      <w:r w:rsidR="0085065D">
        <w:rPr>
          <w:bCs/>
        </w:rPr>
        <w:t>.</w:t>
      </w:r>
    </w:p>
    <w:p w:rsidR="00836567" w:rsidRDefault="00836567" w:rsidP="0085065D">
      <w:pPr>
        <w:rPr>
          <w:bCs/>
        </w:rPr>
      </w:pPr>
      <w:r>
        <w:rPr>
          <w:bCs/>
        </w:rPr>
        <w:t>Následující body se přečíslují.</w:t>
      </w:r>
    </w:p>
    <w:p w:rsidR="00894CBC" w:rsidRDefault="00894CBC" w:rsidP="00A3569F"/>
    <w:p w:rsidR="00894CBC" w:rsidRPr="00836567" w:rsidRDefault="00836567" w:rsidP="00A92050">
      <w:pPr>
        <w:rPr>
          <w:i/>
        </w:rPr>
      </w:pPr>
      <w:r w:rsidRPr="00836567">
        <w:rPr>
          <w:i/>
        </w:rPr>
        <w:t xml:space="preserve">SD 5820 </w:t>
      </w:r>
    </w:p>
    <w:p w:rsidR="00836567" w:rsidRDefault="0085065D" w:rsidP="00836567">
      <w:pPr>
        <w:spacing w:after="120"/>
        <w:rPr>
          <w:rFonts w:eastAsia="Calibri"/>
          <w:bCs/>
        </w:rPr>
      </w:pPr>
      <w:r>
        <w:rPr>
          <w:rFonts w:eastAsia="Calibri"/>
          <w:b/>
          <w:bCs/>
        </w:rPr>
        <w:t>3.</w:t>
      </w:r>
      <w:r w:rsidR="00836567">
        <w:rPr>
          <w:rFonts w:eastAsia="Calibri"/>
          <w:bCs/>
        </w:rPr>
        <w:t xml:space="preserve"> V části první čl. I se za bod 38 vkládá nový bod </w:t>
      </w:r>
      <w:r w:rsidR="00F05FC4">
        <w:rPr>
          <w:rFonts w:eastAsia="Calibri"/>
          <w:bCs/>
        </w:rPr>
        <w:t>X</w:t>
      </w:r>
      <w:r w:rsidR="00836567">
        <w:rPr>
          <w:rFonts w:eastAsia="Calibri"/>
          <w:bCs/>
        </w:rPr>
        <w:t>, který zní:</w:t>
      </w:r>
    </w:p>
    <w:p w:rsidR="00836567" w:rsidRDefault="00836567" w:rsidP="00836567">
      <w:pPr>
        <w:spacing w:after="120"/>
        <w:rPr>
          <w:rFonts w:eastAsia="Calibri"/>
          <w:bCs/>
        </w:rPr>
      </w:pPr>
      <w:r>
        <w:rPr>
          <w:rFonts w:eastAsia="Calibri"/>
          <w:bCs/>
        </w:rPr>
        <w:t>„</w:t>
      </w:r>
      <w:r w:rsidR="00F05FC4">
        <w:rPr>
          <w:rFonts w:eastAsia="Calibri"/>
          <w:bCs/>
        </w:rPr>
        <w:t>X</w:t>
      </w:r>
      <w:r>
        <w:rPr>
          <w:rFonts w:eastAsia="Calibri"/>
          <w:bCs/>
        </w:rPr>
        <w:t xml:space="preserve">. V § 59 </w:t>
      </w:r>
      <w:r w:rsidR="00F05FC4">
        <w:rPr>
          <w:rFonts w:eastAsia="Calibri"/>
          <w:bCs/>
        </w:rPr>
        <w:t xml:space="preserve">se na konci </w:t>
      </w:r>
      <w:r>
        <w:rPr>
          <w:rFonts w:eastAsia="Calibri"/>
          <w:bCs/>
        </w:rPr>
        <w:t>odst</w:t>
      </w:r>
      <w:r w:rsidR="00F05FC4">
        <w:rPr>
          <w:rFonts w:eastAsia="Calibri"/>
          <w:bCs/>
        </w:rPr>
        <w:t>avce</w:t>
      </w:r>
      <w:r>
        <w:rPr>
          <w:rFonts w:eastAsia="Calibri"/>
          <w:bCs/>
        </w:rPr>
        <w:t xml:space="preserve"> 1 tečka nahrazuje čárkou a doplňuje se písm</w:t>
      </w:r>
      <w:r w:rsidR="00F05FC4">
        <w:rPr>
          <w:rFonts w:eastAsia="Calibri"/>
          <w:bCs/>
        </w:rPr>
        <w:t>eno</w:t>
      </w:r>
      <w:r>
        <w:rPr>
          <w:rFonts w:eastAsia="Calibri"/>
          <w:bCs/>
        </w:rPr>
        <w:t xml:space="preserve"> l), které zní:</w:t>
      </w:r>
    </w:p>
    <w:p w:rsidR="00836567" w:rsidRDefault="00836567" w:rsidP="00836567">
      <w:pPr>
        <w:spacing w:after="120"/>
        <w:rPr>
          <w:rFonts w:eastAsia="Calibri"/>
          <w:bCs/>
        </w:rPr>
      </w:pPr>
      <w:r>
        <w:rPr>
          <w:rFonts w:eastAsia="Calibri"/>
          <w:bCs/>
        </w:rPr>
        <w:t xml:space="preserve">„l) u staveb sloužících k vodohospodářským melioracím pozemků zajistit, aby byly ovladatelné a aby překračováním přípustné míry vysoušení nezpůsobovaly ohrožování zemědělské půdy a její </w:t>
      </w:r>
      <w:r>
        <w:rPr>
          <w:rFonts w:eastAsia="Calibri"/>
        </w:rPr>
        <w:t>schopnosti retence a akumulace vody</w:t>
      </w:r>
      <w:r>
        <w:rPr>
          <w:rFonts w:eastAsia="Calibri"/>
          <w:bCs/>
        </w:rPr>
        <w:t>; přípustnou míru vysoušení stanoví Ministerstvo zemědělství vyhláškou jako minimální dlouhodobou vlhkost půdy v závislosti na místních podmínkách.“.“.</w:t>
      </w:r>
    </w:p>
    <w:p w:rsidR="00836567" w:rsidRDefault="00836567" w:rsidP="00836567">
      <w:pPr>
        <w:spacing w:after="120"/>
        <w:rPr>
          <w:rFonts w:eastAsia="Calibri"/>
          <w:bCs/>
        </w:rPr>
      </w:pPr>
      <w:r>
        <w:rPr>
          <w:rFonts w:eastAsia="Calibri"/>
          <w:bCs/>
        </w:rPr>
        <w:t>Následující body se přečíslují.</w:t>
      </w:r>
    </w:p>
    <w:p w:rsidR="008B401C" w:rsidRDefault="008B401C" w:rsidP="00F820EE">
      <w:pPr>
        <w:rPr>
          <w:rFonts w:eastAsia="Calibri"/>
          <w:bCs/>
        </w:rPr>
      </w:pPr>
    </w:p>
    <w:p w:rsidR="00836567" w:rsidRDefault="00F05FC4" w:rsidP="00836567">
      <w:pPr>
        <w:spacing w:after="120"/>
        <w:rPr>
          <w:rFonts w:eastAsia="Calibri"/>
          <w:bCs/>
        </w:rPr>
      </w:pPr>
      <w:bookmarkStart w:id="0" w:name="_Hlk43308502"/>
      <w:r>
        <w:rPr>
          <w:rFonts w:eastAsia="Calibri"/>
          <w:b/>
          <w:bCs/>
        </w:rPr>
        <w:t>4.</w:t>
      </w:r>
      <w:r w:rsidR="00836567">
        <w:rPr>
          <w:rFonts w:eastAsia="Calibri"/>
          <w:bCs/>
        </w:rPr>
        <w:t xml:space="preserve"> V části první čl. I se za bod 72 vkládají nové body </w:t>
      </w:r>
      <w:r>
        <w:rPr>
          <w:rFonts w:eastAsia="Calibri"/>
          <w:bCs/>
        </w:rPr>
        <w:t>X</w:t>
      </w:r>
      <w:r w:rsidR="00836567">
        <w:rPr>
          <w:rFonts w:eastAsia="Calibri"/>
          <w:bCs/>
        </w:rPr>
        <w:t>, které znějí:</w:t>
      </w:r>
    </w:p>
    <w:p w:rsidR="00836567" w:rsidRDefault="00836567" w:rsidP="00836567">
      <w:pPr>
        <w:spacing w:after="120"/>
        <w:rPr>
          <w:rFonts w:eastAsia="Calibri"/>
          <w:bCs/>
        </w:rPr>
      </w:pPr>
      <w:r>
        <w:rPr>
          <w:rFonts w:eastAsia="Calibri"/>
          <w:bCs/>
        </w:rPr>
        <w:t>„</w:t>
      </w:r>
      <w:r w:rsidR="00F05FC4">
        <w:rPr>
          <w:rFonts w:eastAsia="Calibri"/>
          <w:bCs/>
        </w:rPr>
        <w:t>X. V § 119 se za odstavec</w:t>
      </w:r>
      <w:r>
        <w:rPr>
          <w:rFonts w:eastAsia="Calibri"/>
          <w:bCs/>
        </w:rPr>
        <w:t xml:space="preserve"> 6 vkládá </w:t>
      </w:r>
      <w:r w:rsidR="00F05FC4">
        <w:rPr>
          <w:rFonts w:eastAsia="Calibri"/>
          <w:bCs/>
        </w:rPr>
        <w:t xml:space="preserve">nový </w:t>
      </w:r>
      <w:r>
        <w:rPr>
          <w:rFonts w:eastAsia="Calibri"/>
          <w:bCs/>
        </w:rPr>
        <w:t>odst</w:t>
      </w:r>
      <w:r w:rsidR="00F05FC4">
        <w:rPr>
          <w:rFonts w:eastAsia="Calibri"/>
          <w:bCs/>
        </w:rPr>
        <w:t>avec</w:t>
      </w:r>
      <w:r>
        <w:rPr>
          <w:rFonts w:eastAsia="Calibri"/>
          <w:bCs/>
        </w:rPr>
        <w:t xml:space="preserve"> 7, který zní:</w:t>
      </w:r>
    </w:p>
    <w:p w:rsidR="00836567" w:rsidRDefault="00836567" w:rsidP="008B401C">
      <w:pPr>
        <w:spacing w:after="120"/>
        <w:ind w:firstLine="708"/>
        <w:rPr>
          <w:rFonts w:eastAsia="Calibri"/>
          <w:bCs/>
        </w:rPr>
      </w:pPr>
      <w:r>
        <w:rPr>
          <w:rFonts w:eastAsia="Calibri"/>
          <w:bCs/>
        </w:rPr>
        <w:t>„(7) Fyzická osoba se jako vlastník stavby sloužící k vodohospodářským melioracím pozemků dopustí přestupku tím, že poruší povinnost stanovenou v § 59 odst. 1 písm. l).“.</w:t>
      </w:r>
    </w:p>
    <w:p w:rsidR="00836567" w:rsidRDefault="00836567" w:rsidP="00836567">
      <w:pPr>
        <w:spacing w:after="120"/>
        <w:rPr>
          <w:rFonts w:eastAsia="Calibri"/>
          <w:bCs/>
        </w:rPr>
      </w:pPr>
      <w:r>
        <w:rPr>
          <w:rFonts w:eastAsia="Calibri"/>
          <w:bCs/>
        </w:rPr>
        <w:lastRenderedPageBreak/>
        <w:t>Dosavadní odst</w:t>
      </w:r>
      <w:r w:rsidR="00F05FC4">
        <w:rPr>
          <w:rFonts w:eastAsia="Calibri"/>
          <w:bCs/>
        </w:rPr>
        <w:t xml:space="preserve">avec 7 se označuje jako odstavec </w:t>
      </w:r>
      <w:r>
        <w:rPr>
          <w:rFonts w:eastAsia="Calibri"/>
          <w:bCs/>
        </w:rPr>
        <w:t>8.</w:t>
      </w:r>
    </w:p>
    <w:p w:rsidR="00836567" w:rsidRDefault="00F05FC4" w:rsidP="00836567">
      <w:pPr>
        <w:spacing w:after="120"/>
        <w:rPr>
          <w:rFonts w:eastAsia="Calibri"/>
          <w:bCs/>
        </w:rPr>
      </w:pPr>
      <w:r>
        <w:rPr>
          <w:rFonts w:eastAsia="Calibri"/>
          <w:bCs/>
        </w:rPr>
        <w:t>X</w:t>
      </w:r>
      <w:r w:rsidR="00836567">
        <w:rPr>
          <w:rFonts w:eastAsia="Calibri"/>
          <w:bCs/>
        </w:rPr>
        <w:t>. V § 119 odst. 8 písm. b) se slova „odstavce 5 nebo odstavce 6 písm. a),“ nahrazují slovy „odstavce 5, odstavce 6 písm. a) nebo odstavce 7,“.“.</w:t>
      </w:r>
    </w:p>
    <w:p w:rsidR="00836567" w:rsidRDefault="00836567" w:rsidP="00836567">
      <w:pPr>
        <w:spacing w:after="120"/>
        <w:rPr>
          <w:rFonts w:eastAsia="Calibri"/>
          <w:bCs/>
        </w:rPr>
      </w:pPr>
      <w:r>
        <w:rPr>
          <w:rFonts w:eastAsia="Calibri"/>
          <w:bCs/>
        </w:rPr>
        <w:t>Následující body se přečíslují.</w:t>
      </w:r>
    </w:p>
    <w:p w:rsidR="008B401C" w:rsidRDefault="008B401C" w:rsidP="00F820EE">
      <w:pPr>
        <w:rPr>
          <w:rFonts w:eastAsia="Calibri"/>
          <w:bCs/>
        </w:rPr>
      </w:pPr>
    </w:p>
    <w:p w:rsidR="00836567" w:rsidRDefault="00F05FC4" w:rsidP="00836567">
      <w:pPr>
        <w:spacing w:after="120"/>
        <w:rPr>
          <w:rFonts w:eastAsia="Calibri"/>
          <w:bCs/>
        </w:rPr>
      </w:pPr>
      <w:r>
        <w:rPr>
          <w:rFonts w:eastAsia="Calibri"/>
          <w:b/>
          <w:bCs/>
        </w:rPr>
        <w:t>5.</w:t>
      </w:r>
      <w:r w:rsidR="00836567">
        <w:rPr>
          <w:rFonts w:eastAsia="Calibri"/>
          <w:bCs/>
        </w:rPr>
        <w:t xml:space="preserve"> V části první čl. I se za bod 83 vkládají nové body </w:t>
      </w:r>
      <w:r>
        <w:rPr>
          <w:rFonts w:eastAsia="Calibri"/>
          <w:bCs/>
        </w:rPr>
        <w:t>X</w:t>
      </w:r>
      <w:r w:rsidR="00836567">
        <w:rPr>
          <w:rFonts w:eastAsia="Calibri"/>
          <w:bCs/>
        </w:rPr>
        <w:t>, které znějí:</w:t>
      </w:r>
    </w:p>
    <w:p w:rsidR="00836567" w:rsidRDefault="00836567" w:rsidP="00836567">
      <w:pPr>
        <w:spacing w:after="120"/>
        <w:rPr>
          <w:rFonts w:eastAsia="Calibri"/>
          <w:bCs/>
        </w:rPr>
      </w:pPr>
      <w:r>
        <w:rPr>
          <w:rFonts w:eastAsia="Calibri"/>
          <w:bCs/>
        </w:rPr>
        <w:t>„</w:t>
      </w:r>
      <w:r w:rsidR="00F05FC4">
        <w:rPr>
          <w:rFonts w:eastAsia="Calibri"/>
          <w:bCs/>
        </w:rPr>
        <w:t>X. V § 125d se za odstavec</w:t>
      </w:r>
      <w:r>
        <w:rPr>
          <w:rFonts w:eastAsia="Calibri"/>
          <w:bCs/>
        </w:rPr>
        <w:t xml:space="preserve"> 7 vkládá </w:t>
      </w:r>
      <w:r w:rsidR="00F05FC4">
        <w:rPr>
          <w:rFonts w:eastAsia="Calibri"/>
          <w:bCs/>
        </w:rPr>
        <w:t>nový odstavec</w:t>
      </w:r>
      <w:r>
        <w:rPr>
          <w:rFonts w:eastAsia="Calibri"/>
          <w:bCs/>
        </w:rPr>
        <w:t xml:space="preserve"> 8, který zní:</w:t>
      </w:r>
    </w:p>
    <w:p w:rsidR="00836567" w:rsidRDefault="00836567" w:rsidP="008B401C">
      <w:pPr>
        <w:spacing w:after="120"/>
        <w:ind w:firstLine="708"/>
        <w:rPr>
          <w:rFonts w:eastAsia="Calibri"/>
          <w:bCs/>
        </w:rPr>
      </w:pPr>
      <w:r>
        <w:rPr>
          <w:rFonts w:eastAsia="Calibri"/>
          <w:bCs/>
        </w:rPr>
        <w:t>„(8) Právnická nebo podnikající fyzická osoba se jako vlastník stavby sloužící k vodohospodářským melioracím pozemků dopustí přestupku tím, že poruší povinnost stanovenou v § 59 odst. 1 písm. l).“</w:t>
      </w:r>
      <w:r w:rsidR="00F05FC4">
        <w:rPr>
          <w:rFonts w:eastAsia="Calibri"/>
          <w:bCs/>
        </w:rPr>
        <w:t>.</w:t>
      </w:r>
    </w:p>
    <w:p w:rsidR="00836567" w:rsidRDefault="00836567" w:rsidP="00836567">
      <w:pPr>
        <w:spacing w:after="120"/>
        <w:rPr>
          <w:rFonts w:eastAsia="Calibri"/>
          <w:bCs/>
        </w:rPr>
      </w:pPr>
      <w:r>
        <w:rPr>
          <w:rFonts w:eastAsia="Calibri"/>
          <w:bCs/>
        </w:rPr>
        <w:t>Dosavadní odst</w:t>
      </w:r>
      <w:r w:rsidR="00F05FC4">
        <w:rPr>
          <w:rFonts w:eastAsia="Calibri"/>
          <w:bCs/>
        </w:rPr>
        <w:t>avec</w:t>
      </w:r>
      <w:r>
        <w:rPr>
          <w:rFonts w:eastAsia="Calibri"/>
          <w:bCs/>
        </w:rPr>
        <w:t xml:space="preserve"> 8 se označuje jako odst</w:t>
      </w:r>
      <w:r w:rsidR="00F05FC4">
        <w:rPr>
          <w:rFonts w:eastAsia="Calibri"/>
          <w:bCs/>
        </w:rPr>
        <w:t>avec</w:t>
      </w:r>
      <w:r>
        <w:rPr>
          <w:rFonts w:eastAsia="Calibri"/>
          <w:bCs/>
        </w:rPr>
        <w:t xml:space="preserve"> 9.</w:t>
      </w:r>
    </w:p>
    <w:p w:rsidR="00836567" w:rsidRDefault="00F05FC4" w:rsidP="00836567">
      <w:pPr>
        <w:spacing w:after="120"/>
      </w:pPr>
      <w:bookmarkStart w:id="1" w:name="_Hlk43308699"/>
      <w:bookmarkEnd w:id="0"/>
      <w:r>
        <w:rPr>
          <w:rFonts w:eastAsia="Calibri"/>
          <w:bCs/>
        </w:rPr>
        <w:t>X</w:t>
      </w:r>
      <w:r w:rsidR="00836567">
        <w:rPr>
          <w:rFonts w:eastAsia="Calibri"/>
          <w:bCs/>
        </w:rPr>
        <w:t>. V § 125d odst. 9 písm. b) se slova „</w:t>
      </w:r>
      <w:r w:rsidR="00836567">
        <w:t>odstavce 6 nebo odstavce 7 písm. a)“ nahrazují slovy „odstavce 6, odstavce 7 písm. a) nebo odstavce 8,“.“.</w:t>
      </w:r>
    </w:p>
    <w:p w:rsidR="00836567" w:rsidRDefault="00836567" w:rsidP="00836567">
      <w:pPr>
        <w:spacing w:after="120"/>
        <w:rPr>
          <w:rFonts w:eastAsia="Calibri"/>
          <w:bCs/>
          <w:lang w:eastAsia="en-US"/>
        </w:rPr>
      </w:pPr>
      <w:r>
        <w:rPr>
          <w:rFonts w:eastAsia="Calibri"/>
          <w:bCs/>
        </w:rPr>
        <w:t>Následující body se přečíslují.</w:t>
      </w:r>
      <w:bookmarkEnd w:id="1"/>
    </w:p>
    <w:p w:rsidR="00894CBC" w:rsidRDefault="00894CBC" w:rsidP="00A92050"/>
    <w:p w:rsidR="00894CBC" w:rsidRPr="008B401C" w:rsidRDefault="008B401C" w:rsidP="00A92050">
      <w:pPr>
        <w:rPr>
          <w:i/>
        </w:rPr>
      </w:pPr>
      <w:r w:rsidRPr="008B401C">
        <w:rPr>
          <w:i/>
        </w:rPr>
        <w:t>SD 5821</w:t>
      </w:r>
    </w:p>
    <w:p w:rsidR="008B401C" w:rsidRDefault="00F405F5" w:rsidP="008B401C">
      <w:pPr>
        <w:spacing w:after="120"/>
        <w:rPr>
          <w:rFonts w:eastAsia="Calibri"/>
          <w:bCs/>
        </w:rPr>
      </w:pPr>
      <w:r>
        <w:rPr>
          <w:rFonts w:eastAsia="Calibri"/>
          <w:b/>
          <w:bCs/>
        </w:rPr>
        <w:t>6.</w:t>
      </w:r>
      <w:r w:rsidR="008B401C" w:rsidRPr="002848E4">
        <w:rPr>
          <w:rFonts w:eastAsia="Calibri"/>
          <w:bCs/>
        </w:rPr>
        <w:t xml:space="preserve"> </w:t>
      </w:r>
      <w:r w:rsidR="008B401C">
        <w:rPr>
          <w:rFonts w:eastAsia="Calibri"/>
          <w:bCs/>
        </w:rPr>
        <w:t xml:space="preserve">V části první čl. I se za bod 38 vkládá nový bod </w:t>
      </w:r>
      <w:r>
        <w:rPr>
          <w:rFonts w:eastAsia="Calibri"/>
          <w:bCs/>
        </w:rPr>
        <w:t>X</w:t>
      </w:r>
      <w:r w:rsidR="008B401C">
        <w:rPr>
          <w:rFonts w:eastAsia="Calibri"/>
          <w:bCs/>
        </w:rPr>
        <w:t>, který zní:</w:t>
      </w:r>
    </w:p>
    <w:p w:rsidR="008B401C" w:rsidRDefault="008B401C" w:rsidP="008B401C">
      <w:pPr>
        <w:spacing w:after="120"/>
        <w:rPr>
          <w:rFonts w:eastAsia="Calibri"/>
          <w:bCs/>
        </w:rPr>
      </w:pPr>
      <w:r>
        <w:rPr>
          <w:rFonts w:eastAsia="Calibri"/>
          <w:bCs/>
        </w:rPr>
        <w:t>„</w:t>
      </w:r>
      <w:r w:rsidR="00F405F5">
        <w:rPr>
          <w:rFonts w:eastAsia="Calibri"/>
          <w:bCs/>
        </w:rPr>
        <w:t>X</w:t>
      </w:r>
      <w:r>
        <w:rPr>
          <w:rFonts w:eastAsia="Calibri"/>
          <w:bCs/>
        </w:rPr>
        <w:t xml:space="preserve">. V § 59 </w:t>
      </w:r>
      <w:r w:rsidR="00F405F5">
        <w:rPr>
          <w:rFonts w:eastAsia="Calibri"/>
          <w:bCs/>
        </w:rPr>
        <w:t>se na konci odstavce</w:t>
      </w:r>
      <w:r>
        <w:rPr>
          <w:rFonts w:eastAsia="Calibri"/>
          <w:bCs/>
        </w:rPr>
        <w:t xml:space="preserve"> 1 tečka nahrazuje čárkou a doplňuje se</w:t>
      </w:r>
      <w:r w:rsidR="00F405F5">
        <w:rPr>
          <w:rFonts w:eastAsia="Calibri"/>
          <w:bCs/>
        </w:rPr>
        <w:t xml:space="preserve"> písmeno</w:t>
      </w:r>
      <w:r>
        <w:rPr>
          <w:rFonts w:eastAsia="Calibri"/>
          <w:bCs/>
        </w:rPr>
        <w:t xml:space="preserve"> l), které zní:</w:t>
      </w:r>
    </w:p>
    <w:p w:rsidR="008B401C" w:rsidRDefault="008B401C" w:rsidP="008B401C">
      <w:pPr>
        <w:spacing w:after="120"/>
        <w:rPr>
          <w:rFonts w:eastAsia="Calibri"/>
          <w:bCs/>
        </w:rPr>
      </w:pPr>
      <w:r>
        <w:rPr>
          <w:rFonts w:eastAsia="Calibri"/>
          <w:bCs/>
        </w:rPr>
        <w:t xml:space="preserve">„l) </w:t>
      </w:r>
      <w:r w:rsidRPr="00807371">
        <w:rPr>
          <w:rFonts w:eastAsia="Calibri"/>
          <w:bCs/>
        </w:rPr>
        <w:t xml:space="preserve">u staveb sloužících k vodohospodářským melioracím pozemků zajistit, aby byly ovladatelné a aby překračováním přípustné míry vysoušení nezpůsobovaly ohrožování zemědělské půdy a její </w:t>
      </w:r>
      <w:r w:rsidRPr="00F4252C">
        <w:rPr>
          <w:rFonts w:eastAsia="Calibri"/>
        </w:rPr>
        <w:t>schopnosti retence a akumulace vody</w:t>
      </w:r>
      <w:r w:rsidRPr="00807371">
        <w:rPr>
          <w:rFonts w:eastAsia="Calibri"/>
          <w:bCs/>
        </w:rPr>
        <w:t>; přípustnou míru vysoušení stanoví Ministerstvo zemědělství vyhláškou jako minimální dlouhodobou vlhkost půdy v závislosti na místních podmínkách</w:t>
      </w:r>
      <w:r>
        <w:rPr>
          <w:rFonts w:eastAsia="Calibri"/>
          <w:bCs/>
        </w:rPr>
        <w:t>.“.“.</w:t>
      </w:r>
    </w:p>
    <w:p w:rsidR="008B401C" w:rsidRDefault="008B401C" w:rsidP="008B401C">
      <w:pPr>
        <w:spacing w:after="120"/>
        <w:rPr>
          <w:rFonts w:eastAsia="Calibri"/>
          <w:bCs/>
        </w:rPr>
      </w:pPr>
      <w:r>
        <w:rPr>
          <w:rFonts w:eastAsia="Calibri"/>
          <w:bCs/>
        </w:rPr>
        <w:t>Následující body se přečíslují.</w:t>
      </w:r>
    </w:p>
    <w:p w:rsidR="008B401C" w:rsidRDefault="008B401C" w:rsidP="008B401C">
      <w:pPr>
        <w:spacing w:after="120"/>
        <w:rPr>
          <w:rFonts w:eastAsia="Calibri"/>
          <w:bCs/>
        </w:rPr>
      </w:pPr>
    </w:p>
    <w:p w:rsidR="008B401C" w:rsidRDefault="00F405F5" w:rsidP="008B401C">
      <w:pPr>
        <w:spacing w:after="120"/>
        <w:rPr>
          <w:rFonts w:eastAsia="Calibri"/>
          <w:bCs/>
        </w:rPr>
      </w:pPr>
      <w:r>
        <w:rPr>
          <w:rFonts w:eastAsia="Calibri"/>
          <w:b/>
          <w:bCs/>
        </w:rPr>
        <w:t>7.</w:t>
      </w:r>
      <w:r w:rsidR="008B401C">
        <w:rPr>
          <w:rFonts w:eastAsia="Calibri"/>
          <w:bCs/>
        </w:rPr>
        <w:t xml:space="preserve"> V části první čl. I se za bod 48 vkládá nový bod </w:t>
      </w:r>
      <w:r>
        <w:rPr>
          <w:rFonts w:eastAsia="Calibri"/>
          <w:bCs/>
        </w:rPr>
        <w:t>X</w:t>
      </w:r>
      <w:r w:rsidR="008B401C">
        <w:rPr>
          <w:rFonts w:eastAsia="Calibri"/>
          <w:bCs/>
        </w:rPr>
        <w:t>, který zní:</w:t>
      </w:r>
    </w:p>
    <w:p w:rsidR="008B401C" w:rsidRDefault="008B401C" w:rsidP="008B401C">
      <w:pPr>
        <w:spacing w:after="120"/>
        <w:rPr>
          <w:rFonts w:eastAsia="Calibri"/>
          <w:bCs/>
        </w:rPr>
      </w:pPr>
      <w:r>
        <w:rPr>
          <w:rFonts w:eastAsia="Calibri"/>
          <w:bCs/>
        </w:rPr>
        <w:t>„</w:t>
      </w:r>
      <w:r w:rsidR="00F405F5">
        <w:rPr>
          <w:rFonts w:eastAsia="Calibri"/>
          <w:bCs/>
        </w:rPr>
        <w:t>X</w:t>
      </w:r>
      <w:r>
        <w:rPr>
          <w:rFonts w:eastAsia="Calibri"/>
          <w:bCs/>
        </w:rPr>
        <w:t xml:space="preserve">. V § 104 </w:t>
      </w:r>
      <w:r w:rsidR="00F405F5">
        <w:rPr>
          <w:rFonts w:eastAsia="Calibri"/>
          <w:bCs/>
        </w:rPr>
        <w:t xml:space="preserve">se na konci </w:t>
      </w:r>
      <w:r>
        <w:rPr>
          <w:rFonts w:eastAsia="Calibri"/>
          <w:bCs/>
        </w:rPr>
        <w:t>odst</w:t>
      </w:r>
      <w:r w:rsidR="00F405F5">
        <w:rPr>
          <w:rFonts w:eastAsia="Calibri"/>
          <w:bCs/>
        </w:rPr>
        <w:t>avce</w:t>
      </w:r>
      <w:r>
        <w:rPr>
          <w:rFonts w:eastAsia="Calibri"/>
          <w:bCs/>
        </w:rPr>
        <w:t xml:space="preserve"> 2 tečka nahrazuje čárkou a doplňuje se písm</w:t>
      </w:r>
      <w:r w:rsidR="00F405F5">
        <w:rPr>
          <w:rFonts w:eastAsia="Calibri"/>
          <w:bCs/>
        </w:rPr>
        <w:t>eno</w:t>
      </w:r>
      <w:r>
        <w:rPr>
          <w:rFonts w:eastAsia="Calibri"/>
          <w:bCs/>
        </w:rPr>
        <w:t xml:space="preserve"> f), které zní:</w:t>
      </w:r>
    </w:p>
    <w:p w:rsidR="008B401C" w:rsidRDefault="00F405F5" w:rsidP="008B401C">
      <w:pPr>
        <w:spacing w:after="120"/>
        <w:rPr>
          <w:rFonts w:eastAsia="Calibri"/>
          <w:bCs/>
        </w:rPr>
      </w:pPr>
      <w:r>
        <w:rPr>
          <w:rFonts w:eastAsia="Calibri"/>
          <w:bCs/>
        </w:rPr>
        <w:t>„</w:t>
      </w:r>
      <w:r w:rsidR="008B401C">
        <w:rPr>
          <w:rFonts w:eastAsia="Calibri"/>
          <w:bCs/>
        </w:rPr>
        <w:t>f) Státní pozemkový úřad.“</w:t>
      </w:r>
      <w:r>
        <w:rPr>
          <w:rFonts w:eastAsia="Calibri"/>
          <w:bCs/>
        </w:rPr>
        <w:t>.“.</w:t>
      </w:r>
    </w:p>
    <w:p w:rsidR="008B401C" w:rsidRDefault="008B401C" w:rsidP="008B401C">
      <w:pPr>
        <w:spacing w:after="120"/>
        <w:rPr>
          <w:rFonts w:eastAsia="Calibri"/>
          <w:bCs/>
        </w:rPr>
      </w:pPr>
      <w:r>
        <w:rPr>
          <w:rFonts w:eastAsia="Calibri"/>
          <w:bCs/>
        </w:rPr>
        <w:t>Následující body se přečíslují.</w:t>
      </w:r>
    </w:p>
    <w:p w:rsidR="008B401C" w:rsidRDefault="008B401C" w:rsidP="00F820EE">
      <w:pPr>
        <w:rPr>
          <w:rFonts w:eastAsia="Calibri"/>
          <w:bCs/>
        </w:rPr>
      </w:pPr>
    </w:p>
    <w:p w:rsidR="008B401C" w:rsidRDefault="00F405F5" w:rsidP="008B401C">
      <w:pPr>
        <w:spacing w:after="120"/>
        <w:rPr>
          <w:rFonts w:eastAsia="Calibri"/>
          <w:bCs/>
        </w:rPr>
      </w:pPr>
      <w:r>
        <w:rPr>
          <w:rFonts w:eastAsia="Calibri"/>
          <w:b/>
          <w:bCs/>
        </w:rPr>
        <w:t>8.</w:t>
      </w:r>
      <w:r w:rsidR="008B401C">
        <w:rPr>
          <w:rFonts w:eastAsia="Calibri"/>
          <w:bCs/>
        </w:rPr>
        <w:t xml:space="preserve"> V části první čl. I se za bod 62 vkládá nový bod </w:t>
      </w:r>
      <w:r>
        <w:rPr>
          <w:rFonts w:eastAsia="Calibri"/>
          <w:bCs/>
        </w:rPr>
        <w:t>X</w:t>
      </w:r>
      <w:r w:rsidR="008B401C">
        <w:rPr>
          <w:rFonts w:eastAsia="Calibri"/>
          <w:bCs/>
        </w:rPr>
        <w:t>, který zní:</w:t>
      </w:r>
    </w:p>
    <w:p w:rsidR="008B401C" w:rsidRDefault="008B401C" w:rsidP="008B401C">
      <w:pPr>
        <w:spacing w:after="120"/>
        <w:rPr>
          <w:rFonts w:eastAsia="Calibri"/>
          <w:bCs/>
        </w:rPr>
      </w:pPr>
      <w:r>
        <w:rPr>
          <w:rFonts w:eastAsia="Calibri"/>
          <w:bCs/>
        </w:rPr>
        <w:t>„</w:t>
      </w:r>
      <w:r w:rsidR="00F405F5">
        <w:rPr>
          <w:rFonts w:eastAsia="Calibri"/>
          <w:bCs/>
        </w:rPr>
        <w:t>X</w:t>
      </w:r>
      <w:r>
        <w:rPr>
          <w:rFonts w:eastAsia="Calibri"/>
          <w:bCs/>
        </w:rPr>
        <w:t>. Za § 108 se vkládá</w:t>
      </w:r>
      <w:r w:rsidR="00F405F5">
        <w:rPr>
          <w:rFonts w:eastAsia="Calibri"/>
          <w:bCs/>
        </w:rPr>
        <w:t xml:space="preserve"> nový</w:t>
      </w:r>
      <w:r>
        <w:rPr>
          <w:rFonts w:eastAsia="Calibri"/>
          <w:bCs/>
        </w:rPr>
        <w:t xml:space="preserve"> § 108a, který</w:t>
      </w:r>
      <w:r w:rsidR="00F405F5">
        <w:rPr>
          <w:rFonts w:eastAsia="Calibri"/>
          <w:bCs/>
        </w:rPr>
        <w:t xml:space="preserve"> včetně nadpisu</w:t>
      </w:r>
      <w:r>
        <w:rPr>
          <w:rFonts w:eastAsia="Calibri"/>
          <w:bCs/>
        </w:rPr>
        <w:t xml:space="preserve"> zní:</w:t>
      </w:r>
    </w:p>
    <w:p w:rsidR="008B401C" w:rsidRDefault="008B401C" w:rsidP="008B401C">
      <w:pPr>
        <w:spacing w:after="120"/>
        <w:jc w:val="center"/>
        <w:rPr>
          <w:rFonts w:eastAsia="Calibri"/>
          <w:bCs/>
        </w:rPr>
      </w:pPr>
      <w:r>
        <w:rPr>
          <w:rFonts w:eastAsia="Calibri"/>
          <w:bCs/>
        </w:rPr>
        <w:t>„§108a</w:t>
      </w:r>
    </w:p>
    <w:p w:rsidR="008B401C" w:rsidRPr="00F405F5" w:rsidRDefault="008B401C" w:rsidP="008B401C">
      <w:pPr>
        <w:spacing w:after="120"/>
        <w:jc w:val="center"/>
        <w:rPr>
          <w:rFonts w:eastAsia="Calibri"/>
          <w:b/>
          <w:bCs/>
        </w:rPr>
      </w:pPr>
      <w:r w:rsidRPr="00F405F5">
        <w:rPr>
          <w:rFonts w:eastAsia="Calibri"/>
          <w:b/>
          <w:bCs/>
        </w:rPr>
        <w:t>Státní pozemkový úřad</w:t>
      </w:r>
    </w:p>
    <w:p w:rsidR="008B401C" w:rsidRDefault="008B401C" w:rsidP="008B401C">
      <w:pPr>
        <w:spacing w:after="120"/>
        <w:ind w:firstLine="708"/>
        <w:rPr>
          <w:rFonts w:eastAsia="Calibri"/>
          <w:bCs/>
        </w:rPr>
      </w:pPr>
      <w:bookmarkStart w:id="2" w:name="_Hlk43354770"/>
      <w:r>
        <w:rPr>
          <w:rFonts w:eastAsia="Calibri"/>
          <w:bCs/>
        </w:rPr>
        <w:t>Státní pozemkový</w:t>
      </w:r>
      <w:r w:rsidRPr="00807371">
        <w:rPr>
          <w:rFonts w:eastAsia="Calibri"/>
          <w:bCs/>
        </w:rPr>
        <w:t xml:space="preserve"> úřad </w:t>
      </w:r>
      <w:r>
        <w:rPr>
          <w:rFonts w:eastAsia="Calibri"/>
          <w:bCs/>
        </w:rPr>
        <w:t xml:space="preserve">vykonává působnost vodoprávního úřadu ve věcech staveb </w:t>
      </w:r>
      <w:r w:rsidRPr="00807371">
        <w:rPr>
          <w:rFonts w:eastAsia="Calibri"/>
          <w:bCs/>
        </w:rPr>
        <w:t>sloužící</w:t>
      </w:r>
      <w:r>
        <w:rPr>
          <w:rFonts w:eastAsia="Calibri"/>
          <w:bCs/>
        </w:rPr>
        <w:t>ch</w:t>
      </w:r>
      <w:r w:rsidRPr="00807371">
        <w:rPr>
          <w:rFonts w:eastAsia="Calibri"/>
          <w:bCs/>
        </w:rPr>
        <w:t xml:space="preserve"> k</w:t>
      </w:r>
      <w:r>
        <w:rPr>
          <w:rFonts w:eastAsia="Calibri"/>
          <w:bCs/>
        </w:rPr>
        <w:t> </w:t>
      </w:r>
      <w:r w:rsidRPr="00807371">
        <w:rPr>
          <w:rFonts w:eastAsia="Calibri"/>
          <w:bCs/>
        </w:rPr>
        <w:t>vodohospodářsk</w:t>
      </w:r>
      <w:r>
        <w:rPr>
          <w:rFonts w:eastAsia="Calibri"/>
          <w:bCs/>
        </w:rPr>
        <w:t>é</w:t>
      </w:r>
      <w:r w:rsidRPr="00807371">
        <w:rPr>
          <w:rFonts w:eastAsia="Calibri"/>
          <w:bCs/>
        </w:rPr>
        <w:t xml:space="preserve"> meliorac</w:t>
      </w:r>
      <w:r>
        <w:rPr>
          <w:rFonts w:eastAsia="Calibri"/>
          <w:bCs/>
        </w:rPr>
        <w:t>i</w:t>
      </w:r>
      <w:r w:rsidRPr="00807371">
        <w:rPr>
          <w:rFonts w:eastAsia="Calibri"/>
          <w:bCs/>
        </w:rPr>
        <w:t xml:space="preserve"> pozemků</w:t>
      </w:r>
      <w:bookmarkEnd w:id="2"/>
      <w:r>
        <w:rPr>
          <w:rFonts w:eastAsia="Calibri"/>
          <w:bCs/>
        </w:rPr>
        <w:t>.“.“.</w:t>
      </w:r>
    </w:p>
    <w:p w:rsidR="008B401C" w:rsidRDefault="008B401C" w:rsidP="008B401C">
      <w:pPr>
        <w:spacing w:after="120"/>
        <w:rPr>
          <w:rFonts w:eastAsia="Calibri"/>
          <w:bCs/>
        </w:rPr>
      </w:pPr>
      <w:r>
        <w:rPr>
          <w:rFonts w:eastAsia="Calibri"/>
          <w:bCs/>
        </w:rPr>
        <w:t>Následující body se přečíslují.</w:t>
      </w:r>
    </w:p>
    <w:p w:rsidR="008B401C" w:rsidRDefault="008B401C" w:rsidP="00F820EE">
      <w:pPr>
        <w:rPr>
          <w:rFonts w:eastAsia="Calibri"/>
          <w:bCs/>
        </w:rPr>
      </w:pPr>
    </w:p>
    <w:p w:rsidR="00685D9F" w:rsidRDefault="00685D9F">
      <w:pPr>
        <w:jc w:val="left"/>
        <w:rPr>
          <w:rFonts w:eastAsia="Calibri"/>
          <w:b/>
          <w:bCs/>
        </w:rPr>
      </w:pPr>
      <w:r>
        <w:rPr>
          <w:rFonts w:eastAsia="Calibri"/>
          <w:b/>
          <w:bCs/>
        </w:rPr>
        <w:br w:type="page"/>
      </w:r>
    </w:p>
    <w:p w:rsidR="008B401C" w:rsidRDefault="00F405F5" w:rsidP="008B401C">
      <w:pPr>
        <w:spacing w:after="120"/>
        <w:rPr>
          <w:rFonts w:eastAsia="Calibri"/>
          <w:bCs/>
        </w:rPr>
      </w:pPr>
      <w:r>
        <w:rPr>
          <w:rFonts w:eastAsia="Calibri"/>
          <w:b/>
          <w:bCs/>
        </w:rPr>
        <w:lastRenderedPageBreak/>
        <w:t>9.</w:t>
      </w:r>
      <w:r>
        <w:rPr>
          <w:rFonts w:eastAsia="Calibri"/>
          <w:bCs/>
        </w:rPr>
        <w:t xml:space="preserve"> V části první čl. I se za </w:t>
      </w:r>
      <w:r w:rsidR="008B401C">
        <w:rPr>
          <w:rFonts w:eastAsia="Calibri"/>
          <w:bCs/>
        </w:rPr>
        <w:t xml:space="preserve">bod 72 vkládají nové body </w:t>
      </w:r>
      <w:r>
        <w:rPr>
          <w:rFonts w:eastAsia="Calibri"/>
          <w:bCs/>
        </w:rPr>
        <w:t>X</w:t>
      </w:r>
      <w:r w:rsidR="008B401C">
        <w:rPr>
          <w:rFonts w:eastAsia="Calibri"/>
          <w:bCs/>
        </w:rPr>
        <w:t>, které znějí:</w:t>
      </w:r>
    </w:p>
    <w:p w:rsidR="008B401C" w:rsidRDefault="008B401C" w:rsidP="008B401C">
      <w:pPr>
        <w:spacing w:after="120"/>
        <w:rPr>
          <w:rFonts w:eastAsia="Calibri"/>
          <w:bCs/>
        </w:rPr>
      </w:pPr>
      <w:r>
        <w:rPr>
          <w:rFonts w:eastAsia="Calibri"/>
          <w:bCs/>
        </w:rPr>
        <w:t>„</w:t>
      </w:r>
      <w:r w:rsidR="00F405F5">
        <w:rPr>
          <w:rFonts w:eastAsia="Calibri"/>
          <w:bCs/>
        </w:rPr>
        <w:t>X</w:t>
      </w:r>
      <w:r>
        <w:rPr>
          <w:rFonts w:eastAsia="Calibri"/>
          <w:bCs/>
        </w:rPr>
        <w:t>. V § 119 se za odst</w:t>
      </w:r>
      <w:r w:rsidR="00F405F5">
        <w:rPr>
          <w:rFonts w:eastAsia="Calibri"/>
          <w:bCs/>
        </w:rPr>
        <w:t>avec</w:t>
      </w:r>
      <w:r>
        <w:rPr>
          <w:rFonts w:eastAsia="Calibri"/>
          <w:bCs/>
        </w:rPr>
        <w:t xml:space="preserve"> 6 vkládá </w:t>
      </w:r>
      <w:r w:rsidR="00F405F5">
        <w:rPr>
          <w:rFonts w:eastAsia="Calibri"/>
          <w:bCs/>
        </w:rPr>
        <w:t xml:space="preserve">nový </w:t>
      </w:r>
      <w:r>
        <w:rPr>
          <w:rFonts w:eastAsia="Calibri"/>
          <w:bCs/>
        </w:rPr>
        <w:t>odst</w:t>
      </w:r>
      <w:r w:rsidR="00F405F5">
        <w:rPr>
          <w:rFonts w:eastAsia="Calibri"/>
          <w:bCs/>
        </w:rPr>
        <w:t>avec</w:t>
      </w:r>
      <w:r>
        <w:rPr>
          <w:rFonts w:eastAsia="Calibri"/>
          <w:bCs/>
        </w:rPr>
        <w:t xml:space="preserve"> 7, který zní:</w:t>
      </w:r>
    </w:p>
    <w:p w:rsidR="008B401C" w:rsidRDefault="008B401C" w:rsidP="008B401C">
      <w:pPr>
        <w:spacing w:after="120"/>
        <w:ind w:firstLine="708"/>
        <w:rPr>
          <w:rFonts w:eastAsia="Calibri"/>
          <w:bCs/>
        </w:rPr>
      </w:pPr>
      <w:r>
        <w:rPr>
          <w:rFonts w:eastAsia="Calibri"/>
          <w:bCs/>
        </w:rPr>
        <w:t>„</w:t>
      </w:r>
      <w:r w:rsidRPr="00761A19">
        <w:rPr>
          <w:rFonts w:eastAsia="Calibri"/>
          <w:bCs/>
        </w:rPr>
        <w:t>(7) Fyzická osoba se jako vlastník stavby sloužící k vodohospodářským melioracím pozemků dopustí přestupku tím, že poruší povinnost stanovenou v § 59 odst. 1 písm. l).</w:t>
      </w:r>
      <w:r>
        <w:rPr>
          <w:rFonts w:eastAsia="Calibri"/>
          <w:bCs/>
        </w:rPr>
        <w:t>“.</w:t>
      </w:r>
    </w:p>
    <w:p w:rsidR="008B401C" w:rsidRDefault="00F405F5" w:rsidP="008B401C">
      <w:pPr>
        <w:spacing w:after="120"/>
        <w:rPr>
          <w:rFonts w:eastAsia="Calibri"/>
          <w:bCs/>
        </w:rPr>
      </w:pPr>
      <w:r>
        <w:rPr>
          <w:rFonts w:eastAsia="Calibri"/>
          <w:bCs/>
        </w:rPr>
        <w:t>Dosavadní odstavec 7 se označuje jako odstavec</w:t>
      </w:r>
      <w:r w:rsidR="008B401C">
        <w:rPr>
          <w:rFonts w:eastAsia="Calibri"/>
          <w:bCs/>
        </w:rPr>
        <w:t xml:space="preserve"> 8.</w:t>
      </w:r>
    </w:p>
    <w:p w:rsidR="008B401C" w:rsidRDefault="00F405F5" w:rsidP="008B401C">
      <w:pPr>
        <w:spacing w:after="120"/>
        <w:rPr>
          <w:rFonts w:eastAsia="Calibri"/>
          <w:bCs/>
        </w:rPr>
      </w:pPr>
      <w:r>
        <w:rPr>
          <w:rFonts w:eastAsia="Calibri"/>
          <w:bCs/>
        </w:rPr>
        <w:t>X</w:t>
      </w:r>
      <w:r w:rsidR="008B401C">
        <w:rPr>
          <w:rFonts w:eastAsia="Calibri"/>
          <w:bCs/>
        </w:rPr>
        <w:t>. V § 119 odst. 8 písm. b) se slova „</w:t>
      </w:r>
      <w:r w:rsidR="008B401C" w:rsidRPr="00761A19">
        <w:rPr>
          <w:rFonts w:eastAsia="Calibri"/>
          <w:bCs/>
        </w:rPr>
        <w:t>odstavce 5 nebo odstavce 6 písm. a)</w:t>
      </w:r>
      <w:r w:rsidR="008B401C">
        <w:rPr>
          <w:rFonts w:eastAsia="Calibri"/>
          <w:bCs/>
        </w:rPr>
        <w:t>,“ nahrazují slovy „odstavce 5, odstavce 6 písm. a) nebo odstavce 7,“.“.</w:t>
      </w:r>
    </w:p>
    <w:p w:rsidR="008B401C" w:rsidRDefault="008B401C" w:rsidP="008B401C">
      <w:pPr>
        <w:spacing w:after="120"/>
        <w:rPr>
          <w:rFonts w:eastAsia="Calibri"/>
          <w:bCs/>
        </w:rPr>
      </w:pPr>
      <w:r>
        <w:rPr>
          <w:rFonts w:eastAsia="Calibri"/>
          <w:bCs/>
        </w:rPr>
        <w:t>Následující body se přečíslují.</w:t>
      </w:r>
    </w:p>
    <w:p w:rsidR="008B401C" w:rsidRDefault="008B401C" w:rsidP="00F820EE">
      <w:pPr>
        <w:rPr>
          <w:rFonts w:eastAsia="Calibri"/>
          <w:bCs/>
        </w:rPr>
      </w:pPr>
    </w:p>
    <w:p w:rsidR="008B401C" w:rsidRDefault="00F405F5" w:rsidP="008B401C">
      <w:pPr>
        <w:spacing w:after="120"/>
        <w:rPr>
          <w:rFonts w:eastAsia="Calibri"/>
          <w:bCs/>
        </w:rPr>
      </w:pPr>
      <w:r>
        <w:rPr>
          <w:rFonts w:eastAsia="Calibri"/>
          <w:b/>
          <w:bCs/>
        </w:rPr>
        <w:t>10.</w:t>
      </w:r>
      <w:r w:rsidR="008B401C">
        <w:rPr>
          <w:rFonts w:eastAsia="Calibri"/>
          <w:bCs/>
        </w:rPr>
        <w:t xml:space="preserve"> V části první čl. I se za bod 83 vkládají nové body </w:t>
      </w:r>
      <w:r>
        <w:rPr>
          <w:rFonts w:eastAsia="Calibri"/>
          <w:bCs/>
        </w:rPr>
        <w:t>X</w:t>
      </w:r>
      <w:r w:rsidR="008B401C">
        <w:rPr>
          <w:rFonts w:eastAsia="Calibri"/>
          <w:bCs/>
        </w:rPr>
        <w:t>, které znějí:</w:t>
      </w:r>
    </w:p>
    <w:p w:rsidR="008B401C" w:rsidRDefault="008B401C" w:rsidP="008B401C">
      <w:pPr>
        <w:spacing w:after="120"/>
        <w:rPr>
          <w:rFonts w:eastAsia="Calibri"/>
          <w:bCs/>
        </w:rPr>
      </w:pPr>
      <w:r>
        <w:rPr>
          <w:rFonts w:eastAsia="Calibri"/>
          <w:bCs/>
        </w:rPr>
        <w:t>„</w:t>
      </w:r>
      <w:r w:rsidR="00F405F5">
        <w:rPr>
          <w:rFonts w:eastAsia="Calibri"/>
          <w:bCs/>
        </w:rPr>
        <w:t>X</w:t>
      </w:r>
      <w:r>
        <w:rPr>
          <w:rFonts w:eastAsia="Calibri"/>
          <w:bCs/>
        </w:rPr>
        <w:t>. V § 125d se za odst</w:t>
      </w:r>
      <w:r w:rsidR="00F405F5">
        <w:rPr>
          <w:rFonts w:eastAsia="Calibri"/>
          <w:bCs/>
        </w:rPr>
        <w:t>avec</w:t>
      </w:r>
      <w:r>
        <w:rPr>
          <w:rFonts w:eastAsia="Calibri"/>
          <w:bCs/>
        </w:rPr>
        <w:t xml:space="preserve"> 7 vkládá </w:t>
      </w:r>
      <w:r w:rsidR="00F405F5">
        <w:rPr>
          <w:rFonts w:eastAsia="Calibri"/>
          <w:bCs/>
        </w:rPr>
        <w:t xml:space="preserve">nový </w:t>
      </w:r>
      <w:r>
        <w:rPr>
          <w:rFonts w:eastAsia="Calibri"/>
          <w:bCs/>
        </w:rPr>
        <w:t>odst</w:t>
      </w:r>
      <w:r w:rsidR="00F405F5">
        <w:rPr>
          <w:rFonts w:eastAsia="Calibri"/>
          <w:bCs/>
        </w:rPr>
        <w:t>avec</w:t>
      </w:r>
      <w:r>
        <w:rPr>
          <w:rFonts w:eastAsia="Calibri"/>
          <w:bCs/>
        </w:rPr>
        <w:t xml:space="preserve"> 8, který zní:</w:t>
      </w:r>
    </w:p>
    <w:p w:rsidR="008B401C" w:rsidRDefault="008B401C" w:rsidP="008B401C">
      <w:pPr>
        <w:spacing w:after="120"/>
        <w:ind w:firstLine="708"/>
        <w:rPr>
          <w:rFonts w:eastAsia="Calibri"/>
          <w:bCs/>
        </w:rPr>
      </w:pPr>
      <w:r>
        <w:rPr>
          <w:rFonts w:eastAsia="Calibri"/>
          <w:bCs/>
        </w:rPr>
        <w:t>„</w:t>
      </w:r>
      <w:r w:rsidRPr="00761A19">
        <w:rPr>
          <w:rFonts w:eastAsia="Calibri"/>
          <w:bCs/>
        </w:rPr>
        <w:t xml:space="preserve">(8) </w:t>
      </w:r>
      <w:r w:rsidRPr="00536443">
        <w:rPr>
          <w:rFonts w:eastAsia="Calibri"/>
          <w:bCs/>
        </w:rPr>
        <w:t xml:space="preserve">Právnická nebo podnikající fyzická osoba </w:t>
      </w:r>
      <w:r w:rsidRPr="00761A19">
        <w:rPr>
          <w:rFonts w:eastAsia="Calibri"/>
          <w:bCs/>
        </w:rPr>
        <w:t>se jako vlastník stavby sloužící k vodohospodářským melioracím pozemků dopustí přestupku tím, že poruší povinnost stanovenou v § 59 odst. 1 písm. l).</w:t>
      </w:r>
      <w:r>
        <w:rPr>
          <w:rFonts w:eastAsia="Calibri"/>
          <w:bCs/>
        </w:rPr>
        <w:t>“</w:t>
      </w:r>
      <w:r w:rsidR="00F405F5">
        <w:rPr>
          <w:rFonts w:eastAsia="Calibri"/>
          <w:bCs/>
        </w:rPr>
        <w:t>.</w:t>
      </w:r>
    </w:p>
    <w:p w:rsidR="008B401C" w:rsidRDefault="00F405F5" w:rsidP="008B401C">
      <w:pPr>
        <w:spacing w:after="120"/>
        <w:rPr>
          <w:rFonts w:eastAsia="Calibri"/>
          <w:bCs/>
        </w:rPr>
      </w:pPr>
      <w:r>
        <w:rPr>
          <w:rFonts w:eastAsia="Calibri"/>
          <w:bCs/>
        </w:rPr>
        <w:t>Dosavadní odstavec</w:t>
      </w:r>
      <w:r w:rsidR="008B401C">
        <w:rPr>
          <w:rFonts w:eastAsia="Calibri"/>
          <w:bCs/>
        </w:rPr>
        <w:t xml:space="preserve"> 8 se označuje jako odst</w:t>
      </w:r>
      <w:r>
        <w:rPr>
          <w:rFonts w:eastAsia="Calibri"/>
          <w:bCs/>
        </w:rPr>
        <w:t>avec</w:t>
      </w:r>
      <w:r w:rsidR="008B401C">
        <w:rPr>
          <w:rFonts w:eastAsia="Calibri"/>
          <w:bCs/>
        </w:rPr>
        <w:t xml:space="preserve"> 9.</w:t>
      </w:r>
    </w:p>
    <w:p w:rsidR="008B401C" w:rsidRDefault="00F405F5" w:rsidP="008B401C">
      <w:pPr>
        <w:spacing w:after="120"/>
      </w:pPr>
      <w:r>
        <w:rPr>
          <w:rFonts w:eastAsia="Calibri"/>
          <w:bCs/>
        </w:rPr>
        <w:t>X</w:t>
      </w:r>
      <w:r w:rsidR="008B401C">
        <w:rPr>
          <w:rFonts w:eastAsia="Calibri"/>
          <w:bCs/>
        </w:rPr>
        <w:t>. V § 125d odst. 9 písm. b) se slova „</w:t>
      </w:r>
      <w:r w:rsidR="008B401C" w:rsidRPr="009F677B">
        <w:t xml:space="preserve">odstavce 6 </w:t>
      </w:r>
      <w:r w:rsidR="008B401C" w:rsidRPr="00761A19">
        <w:t>nebo</w:t>
      </w:r>
      <w:r w:rsidR="008B401C" w:rsidRPr="009F677B">
        <w:t xml:space="preserve"> odstavce 7 písm. a)</w:t>
      </w:r>
      <w:r w:rsidR="008B401C">
        <w:t>“ nahrazují slovy „</w:t>
      </w:r>
      <w:r w:rsidR="008B401C" w:rsidRPr="00761A19">
        <w:t>odstavce 6, odstavce 7 písm. a)</w:t>
      </w:r>
      <w:r w:rsidR="008B401C">
        <w:t xml:space="preserve"> nebo odstavce 8,“.“.</w:t>
      </w:r>
    </w:p>
    <w:p w:rsidR="008B401C" w:rsidRDefault="008B401C" w:rsidP="008B401C">
      <w:pPr>
        <w:spacing w:after="120"/>
        <w:rPr>
          <w:rFonts w:eastAsia="Calibri"/>
          <w:bCs/>
        </w:rPr>
      </w:pPr>
      <w:r>
        <w:rPr>
          <w:rFonts w:eastAsia="Calibri"/>
          <w:bCs/>
        </w:rPr>
        <w:t>Následující body se přečíslují.</w:t>
      </w:r>
    </w:p>
    <w:p w:rsidR="00894CBC" w:rsidRDefault="00894CBC" w:rsidP="00A92050"/>
    <w:p w:rsidR="008B401C" w:rsidRPr="008B401C" w:rsidRDefault="008B401C" w:rsidP="00A92050">
      <w:pPr>
        <w:rPr>
          <w:i/>
        </w:rPr>
      </w:pPr>
      <w:r w:rsidRPr="008B401C">
        <w:rPr>
          <w:i/>
        </w:rPr>
        <w:t>SD 5822</w:t>
      </w:r>
    </w:p>
    <w:p w:rsidR="008B401C" w:rsidRDefault="00F405F5" w:rsidP="008B401C">
      <w:pPr>
        <w:spacing w:after="120"/>
        <w:rPr>
          <w:rFonts w:eastAsia="Calibri"/>
          <w:bCs/>
        </w:rPr>
      </w:pPr>
      <w:r>
        <w:rPr>
          <w:rFonts w:eastAsia="Calibri"/>
          <w:b/>
          <w:bCs/>
        </w:rPr>
        <w:t xml:space="preserve">11. </w:t>
      </w:r>
      <w:r w:rsidR="008B401C">
        <w:rPr>
          <w:rFonts w:eastAsia="Calibri"/>
          <w:bCs/>
        </w:rPr>
        <w:t>Za část čtvrtou se vkládá</w:t>
      </w:r>
      <w:r>
        <w:rPr>
          <w:rFonts w:eastAsia="Calibri"/>
          <w:bCs/>
        </w:rPr>
        <w:t xml:space="preserve"> nová</w:t>
      </w:r>
      <w:r w:rsidR="008B401C">
        <w:rPr>
          <w:rFonts w:eastAsia="Calibri"/>
          <w:bCs/>
        </w:rPr>
        <w:t xml:space="preserve"> část pátá, která </w:t>
      </w:r>
      <w:r>
        <w:rPr>
          <w:rFonts w:eastAsia="Calibri"/>
          <w:bCs/>
        </w:rPr>
        <w:t xml:space="preserve">včetně nadpisu </w:t>
      </w:r>
      <w:r w:rsidR="008B401C">
        <w:rPr>
          <w:rFonts w:eastAsia="Calibri"/>
          <w:bCs/>
        </w:rPr>
        <w:t>zní:</w:t>
      </w:r>
    </w:p>
    <w:p w:rsidR="008B401C" w:rsidRPr="00FA1E21" w:rsidRDefault="008B401C" w:rsidP="008B401C">
      <w:pPr>
        <w:spacing w:after="120"/>
        <w:jc w:val="center"/>
        <w:rPr>
          <w:rFonts w:eastAsia="Calibri"/>
        </w:rPr>
      </w:pPr>
      <w:r w:rsidRPr="00FA1E21">
        <w:rPr>
          <w:rFonts w:eastAsia="Calibri"/>
          <w:bCs/>
        </w:rPr>
        <w:t>„</w:t>
      </w:r>
      <w:r w:rsidRPr="00FA1E21">
        <w:rPr>
          <w:rFonts w:eastAsia="Calibri"/>
        </w:rPr>
        <w:t>ČÁST PÁTÁ</w:t>
      </w:r>
    </w:p>
    <w:p w:rsidR="008B401C" w:rsidRPr="00F405F5" w:rsidRDefault="00F405F5" w:rsidP="008B401C">
      <w:pPr>
        <w:widowControl w:val="0"/>
        <w:spacing w:after="120"/>
        <w:jc w:val="center"/>
        <w:rPr>
          <w:rFonts w:eastAsia="Calibri"/>
          <w:b/>
          <w:bCs/>
        </w:rPr>
      </w:pPr>
      <w:r>
        <w:rPr>
          <w:rFonts w:eastAsia="Calibri"/>
          <w:b/>
          <w:bCs/>
        </w:rPr>
        <w:t>Změna zákona o ochraně zemědělského půdního fondu</w:t>
      </w:r>
    </w:p>
    <w:p w:rsidR="008B401C" w:rsidRPr="00FF0926" w:rsidRDefault="008B401C" w:rsidP="008B401C">
      <w:pPr>
        <w:widowControl w:val="0"/>
        <w:spacing w:after="120"/>
        <w:jc w:val="center"/>
        <w:rPr>
          <w:rFonts w:eastAsia="Calibri"/>
        </w:rPr>
      </w:pPr>
      <w:r w:rsidRPr="00FF0926">
        <w:rPr>
          <w:rFonts w:eastAsia="Calibri"/>
        </w:rPr>
        <w:t>Čl. VI</w:t>
      </w:r>
    </w:p>
    <w:p w:rsidR="008B401C" w:rsidRPr="00FA1E21" w:rsidRDefault="008B401C" w:rsidP="008B401C">
      <w:pPr>
        <w:spacing w:after="120"/>
        <w:ind w:firstLine="708"/>
        <w:rPr>
          <w:rFonts w:eastAsia="Calibri"/>
          <w:bCs/>
        </w:rPr>
      </w:pPr>
      <w:r w:rsidRPr="00FA1E21">
        <w:rPr>
          <w:rFonts w:eastAsia="Calibri"/>
          <w:bCs/>
        </w:rPr>
        <w:t>Zákon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a zákona č. 225/2017 Sb.</w:t>
      </w:r>
      <w:r w:rsidR="00061E2F">
        <w:rPr>
          <w:rFonts w:eastAsia="Calibri"/>
          <w:bCs/>
        </w:rPr>
        <w:t>,</w:t>
      </w:r>
      <w:r w:rsidRPr="00FA1E21">
        <w:rPr>
          <w:rFonts w:eastAsia="Calibri"/>
          <w:bCs/>
        </w:rPr>
        <w:t xml:space="preserve"> se mění takto:</w:t>
      </w:r>
    </w:p>
    <w:p w:rsidR="008B401C" w:rsidRPr="00B707B1" w:rsidRDefault="008B401C" w:rsidP="00061E2F">
      <w:pPr>
        <w:spacing w:after="120"/>
        <w:ind w:left="284" w:hanging="284"/>
        <w:rPr>
          <w:rFonts w:eastAsia="Calibri"/>
          <w:bCs/>
        </w:rPr>
      </w:pPr>
      <w:r w:rsidRPr="00FA1E21">
        <w:rPr>
          <w:rFonts w:eastAsia="Calibri"/>
          <w:bCs/>
        </w:rPr>
        <w:t xml:space="preserve">1. </w:t>
      </w:r>
      <w:r w:rsidRPr="00B707B1">
        <w:rPr>
          <w:rFonts w:eastAsia="Calibri"/>
          <w:bCs/>
        </w:rPr>
        <w:t xml:space="preserve">V § 9 odst. 2 se </w:t>
      </w:r>
      <w:r>
        <w:rPr>
          <w:rFonts w:eastAsia="Calibri"/>
          <w:bCs/>
        </w:rPr>
        <w:t>na konci textu</w:t>
      </w:r>
      <w:r w:rsidR="00061E2F">
        <w:rPr>
          <w:rFonts w:eastAsia="Calibri"/>
          <w:bCs/>
        </w:rPr>
        <w:t xml:space="preserve"> písmene</w:t>
      </w:r>
      <w:r w:rsidRPr="00B707B1">
        <w:rPr>
          <w:rFonts w:eastAsia="Calibri"/>
          <w:bCs/>
        </w:rPr>
        <w:t xml:space="preserve"> c) slovo „nebo“ zrušuje</w:t>
      </w:r>
      <w:r>
        <w:rPr>
          <w:rFonts w:eastAsia="Calibri"/>
          <w:bCs/>
        </w:rPr>
        <w:t xml:space="preserve"> a</w:t>
      </w:r>
      <w:r w:rsidRPr="00B707B1">
        <w:rPr>
          <w:rFonts w:eastAsia="Calibri"/>
          <w:bCs/>
        </w:rPr>
        <w:t xml:space="preserve"> na konci textu písm</w:t>
      </w:r>
      <w:r w:rsidR="00061E2F">
        <w:rPr>
          <w:rFonts w:eastAsia="Calibri"/>
          <w:bCs/>
        </w:rPr>
        <w:t>ene</w:t>
      </w:r>
      <w:r w:rsidRPr="00B707B1">
        <w:rPr>
          <w:rFonts w:eastAsia="Calibri"/>
          <w:bCs/>
        </w:rPr>
        <w:t xml:space="preserve"> e) se tečka nahrazuje</w:t>
      </w:r>
      <w:r>
        <w:rPr>
          <w:rFonts w:eastAsia="Calibri"/>
          <w:bCs/>
        </w:rPr>
        <w:t xml:space="preserve"> čárkou, doplňuje se</w:t>
      </w:r>
      <w:r w:rsidRPr="00B707B1">
        <w:rPr>
          <w:rFonts w:eastAsia="Calibri"/>
          <w:bCs/>
        </w:rPr>
        <w:t xml:space="preserve"> </w:t>
      </w:r>
      <w:r>
        <w:rPr>
          <w:rFonts w:eastAsia="Calibri"/>
          <w:bCs/>
        </w:rPr>
        <w:t>slovo</w:t>
      </w:r>
      <w:r w:rsidRPr="00B707B1">
        <w:rPr>
          <w:rFonts w:eastAsia="Calibri"/>
          <w:bCs/>
        </w:rPr>
        <w:t xml:space="preserve"> „nebo“ a nové písm</w:t>
      </w:r>
      <w:r w:rsidR="00061E2F">
        <w:rPr>
          <w:rFonts w:eastAsia="Calibri"/>
          <w:bCs/>
        </w:rPr>
        <w:t>eno</w:t>
      </w:r>
      <w:r w:rsidRPr="00B707B1">
        <w:rPr>
          <w:rFonts w:eastAsia="Calibri"/>
          <w:bCs/>
        </w:rPr>
        <w:t xml:space="preserve"> f), které zní:</w:t>
      </w:r>
    </w:p>
    <w:p w:rsidR="008B401C" w:rsidRDefault="008B401C" w:rsidP="00061E2F">
      <w:pPr>
        <w:spacing w:after="240"/>
        <w:ind w:left="568" w:hanging="284"/>
        <w:rPr>
          <w:rFonts w:eastAsia="Calibri"/>
          <w:bCs/>
        </w:rPr>
      </w:pPr>
      <w:r w:rsidRPr="00B707B1">
        <w:rPr>
          <w:rFonts w:eastAsia="Calibri"/>
          <w:bCs/>
        </w:rPr>
        <w:t>„f) pro registrovaný významný krajinný prvek.“.</w:t>
      </w:r>
      <w:r w:rsidRPr="00FA1E21">
        <w:rPr>
          <w:rFonts w:eastAsia="Calibri"/>
          <w:bCs/>
        </w:rPr>
        <w:t>“.</w:t>
      </w:r>
    </w:p>
    <w:p w:rsidR="008B401C" w:rsidRPr="00FA1E21" w:rsidRDefault="008B401C" w:rsidP="00061E2F">
      <w:pPr>
        <w:spacing w:after="240"/>
        <w:rPr>
          <w:rFonts w:eastAsia="Calibri"/>
          <w:bCs/>
        </w:rPr>
      </w:pPr>
      <w:r>
        <w:rPr>
          <w:rFonts w:eastAsia="Calibri"/>
          <w:bCs/>
        </w:rPr>
        <w:t>2. V § 11a odst. 1 se na konci textu písm</w:t>
      </w:r>
      <w:r w:rsidR="00061E2F">
        <w:rPr>
          <w:rFonts w:eastAsia="Calibri"/>
          <w:bCs/>
        </w:rPr>
        <w:t>ene</w:t>
      </w:r>
      <w:r>
        <w:rPr>
          <w:rFonts w:eastAsia="Calibri"/>
          <w:bCs/>
        </w:rPr>
        <w:t xml:space="preserve"> n) doplňují slova „retenční nádrže a rybníky,“.“.</w:t>
      </w:r>
    </w:p>
    <w:p w:rsidR="008B401C" w:rsidRDefault="008B401C" w:rsidP="008B401C">
      <w:pPr>
        <w:spacing w:after="120"/>
        <w:rPr>
          <w:rFonts w:eastAsia="Calibri"/>
          <w:bCs/>
        </w:rPr>
      </w:pPr>
      <w:r>
        <w:rPr>
          <w:rFonts w:eastAsia="Calibri"/>
          <w:bCs/>
        </w:rPr>
        <w:t>Dosavadní část pátá se označuje jako část šestá</w:t>
      </w:r>
      <w:r w:rsidR="00061E2F">
        <w:rPr>
          <w:rFonts w:eastAsia="Calibri"/>
          <w:bCs/>
        </w:rPr>
        <w:t xml:space="preserve"> a d</w:t>
      </w:r>
      <w:r>
        <w:rPr>
          <w:rFonts w:eastAsia="Calibri"/>
          <w:bCs/>
        </w:rPr>
        <w:t>osavadní čl. VI se označuje jako čl. VII.</w:t>
      </w:r>
    </w:p>
    <w:p w:rsidR="008B401C" w:rsidRDefault="008B401C" w:rsidP="00A92050"/>
    <w:p w:rsidR="00061E2F" w:rsidRDefault="00061E2F" w:rsidP="00A92050"/>
    <w:p w:rsidR="00061E2F" w:rsidRDefault="00061E2F" w:rsidP="00A92050"/>
    <w:p w:rsidR="00061E2F" w:rsidRDefault="00061E2F" w:rsidP="00A92050"/>
    <w:p w:rsidR="00061E2F" w:rsidRDefault="00061E2F" w:rsidP="00A92050"/>
    <w:p w:rsidR="008B401C" w:rsidRPr="000B49C1" w:rsidRDefault="000B49C1" w:rsidP="00A92050">
      <w:pPr>
        <w:rPr>
          <w:i/>
        </w:rPr>
      </w:pPr>
      <w:r w:rsidRPr="000B49C1">
        <w:rPr>
          <w:i/>
        </w:rPr>
        <w:t>SD 5823</w:t>
      </w:r>
    </w:p>
    <w:p w:rsidR="000B49C1" w:rsidRDefault="00F405F5" w:rsidP="000B49C1">
      <w:pPr>
        <w:spacing w:after="120"/>
        <w:rPr>
          <w:rFonts w:eastAsia="Calibri"/>
          <w:bCs/>
        </w:rPr>
      </w:pPr>
      <w:r>
        <w:rPr>
          <w:rFonts w:eastAsia="Calibri"/>
          <w:b/>
          <w:bCs/>
        </w:rPr>
        <w:t xml:space="preserve">12. </w:t>
      </w:r>
      <w:r w:rsidR="000B49C1">
        <w:rPr>
          <w:rFonts w:eastAsia="Calibri"/>
          <w:bCs/>
        </w:rPr>
        <w:t xml:space="preserve">Za část čtvrtou se vkládá </w:t>
      </w:r>
      <w:r w:rsidR="00296EFE">
        <w:rPr>
          <w:rFonts w:eastAsia="Calibri"/>
          <w:bCs/>
        </w:rPr>
        <w:t xml:space="preserve">nová </w:t>
      </w:r>
      <w:r w:rsidR="000B49C1">
        <w:rPr>
          <w:rFonts w:eastAsia="Calibri"/>
          <w:bCs/>
        </w:rPr>
        <w:t xml:space="preserve">část pátá, která </w:t>
      </w:r>
      <w:r w:rsidR="00061E2F">
        <w:rPr>
          <w:rFonts w:eastAsia="Calibri"/>
          <w:bCs/>
        </w:rPr>
        <w:t xml:space="preserve">včetně nadpisu </w:t>
      </w:r>
      <w:r w:rsidR="000B49C1">
        <w:rPr>
          <w:rFonts w:eastAsia="Calibri"/>
          <w:bCs/>
        </w:rPr>
        <w:t>zní:</w:t>
      </w:r>
    </w:p>
    <w:p w:rsidR="000B49C1" w:rsidRPr="00FA1E21" w:rsidRDefault="000B49C1" w:rsidP="000B49C1">
      <w:pPr>
        <w:spacing w:after="120"/>
        <w:jc w:val="center"/>
        <w:rPr>
          <w:rFonts w:eastAsia="Calibri"/>
        </w:rPr>
      </w:pPr>
      <w:r w:rsidRPr="00FA1E21">
        <w:rPr>
          <w:rFonts w:eastAsia="Calibri"/>
          <w:bCs/>
        </w:rPr>
        <w:t>„</w:t>
      </w:r>
      <w:r w:rsidRPr="00FA1E21">
        <w:rPr>
          <w:rFonts w:eastAsia="Calibri"/>
        </w:rPr>
        <w:t>ČÁST PÁTÁ</w:t>
      </w:r>
    </w:p>
    <w:p w:rsidR="00F405F5" w:rsidRPr="00F405F5" w:rsidRDefault="00F405F5" w:rsidP="00F405F5">
      <w:pPr>
        <w:widowControl w:val="0"/>
        <w:spacing w:after="120"/>
        <w:jc w:val="center"/>
        <w:rPr>
          <w:rFonts w:eastAsia="Calibri"/>
          <w:b/>
          <w:bCs/>
        </w:rPr>
      </w:pPr>
      <w:r>
        <w:rPr>
          <w:rFonts w:eastAsia="Calibri"/>
          <w:b/>
          <w:bCs/>
        </w:rPr>
        <w:t>Změna zákona o ochraně zemědělského půdního fondu</w:t>
      </w:r>
    </w:p>
    <w:p w:rsidR="000B49C1" w:rsidRPr="00FF0926" w:rsidRDefault="000B49C1" w:rsidP="000B49C1">
      <w:pPr>
        <w:widowControl w:val="0"/>
        <w:spacing w:after="120"/>
        <w:jc w:val="center"/>
        <w:rPr>
          <w:rFonts w:eastAsia="Calibri"/>
        </w:rPr>
      </w:pPr>
      <w:r w:rsidRPr="00FF0926">
        <w:rPr>
          <w:rFonts w:eastAsia="Calibri"/>
        </w:rPr>
        <w:t>Čl. VI</w:t>
      </w:r>
    </w:p>
    <w:p w:rsidR="000B49C1" w:rsidRPr="00FA1E21" w:rsidRDefault="000B49C1" w:rsidP="000B49C1">
      <w:pPr>
        <w:spacing w:after="120"/>
        <w:ind w:firstLine="708"/>
        <w:rPr>
          <w:rFonts w:eastAsia="Calibri"/>
          <w:bCs/>
        </w:rPr>
      </w:pPr>
      <w:r w:rsidRPr="00FA1E21">
        <w:rPr>
          <w:rFonts w:eastAsia="Calibri"/>
          <w:bCs/>
        </w:rPr>
        <w:t>Zákon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a zákona č. 225/2017 Sb.</w:t>
      </w:r>
      <w:r w:rsidR="00061E2F">
        <w:rPr>
          <w:rFonts w:eastAsia="Calibri"/>
          <w:bCs/>
        </w:rPr>
        <w:t>,</w:t>
      </w:r>
      <w:r w:rsidRPr="00FA1E21">
        <w:rPr>
          <w:rFonts w:eastAsia="Calibri"/>
          <w:bCs/>
        </w:rPr>
        <w:t xml:space="preserve"> se mění takto:</w:t>
      </w:r>
    </w:p>
    <w:p w:rsidR="000B49C1" w:rsidRPr="00246A1C" w:rsidRDefault="000B49C1" w:rsidP="00061E2F">
      <w:pPr>
        <w:ind w:left="284" w:hanging="284"/>
        <w:rPr>
          <w:rFonts w:eastAsia="Calibri"/>
          <w:bCs/>
        </w:rPr>
      </w:pPr>
      <w:r w:rsidRPr="00FA1E21">
        <w:rPr>
          <w:rFonts w:eastAsia="Calibri"/>
          <w:bCs/>
        </w:rPr>
        <w:t xml:space="preserve">1. </w:t>
      </w:r>
      <w:r w:rsidR="00061E2F">
        <w:rPr>
          <w:rFonts w:eastAsia="Calibri"/>
          <w:bCs/>
        </w:rPr>
        <w:t>V § 13 odst. 1 se v písmeni</w:t>
      </w:r>
      <w:r w:rsidRPr="00246A1C">
        <w:rPr>
          <w:rFonts w:eastAsia="Calibri"/>
          <w:bCs/>
        </w:rPr>
        <w:t xml:space="preserve"> d) slovo „a“ nahrazuje čárkou</w:t>
      </w:r>
      <w:r>
        <w:rPr>
          <w:rFonts w:eastAsia="Calibri"/>
          <w:bCs/>
        </w:rPr>
        <w:t xml:space="preserve"> a </w:t>
      </w:r>
      <w:r w:rsidR="00061E2F">
        <w:rPr>
          <w:rFonts w:eastAsia="Calibri"/>
          <w:bCs/>
        </w:rPr>
        <w:t>na konci textu písmene</w:t>
      </w:r>
      <w:r w:rsidRPr="00246A1C">
        <w:rPr>
          <w:rFonts w:eastAsia="Calibri"/>
          <w:bCs/>
        </w:rPr>
        <w:t xml:space="preserve"> e) se </w:t>
      </w:r>
      <w:r>
        <w:rPr>
          <w:rFonts w:eastAsia="Calibri"/>
          <w:bCs/>
        </w:rPr>
        <w:t xml:space="preserve">tečka </w:t>
      </w:r>
      <w:r w:rsidRPr="00246A1C">
        <w:rPr>
          <w:rFonts w:eastAsia="Calibri"/>
          <w:bCs/>
        </w:rPr>
        <w:t>nahrazuje slo</w:t>
      </w:r>
      <w:r w:rsidR="00061E2F">
        <w:rPr>
          <w:rFonts w:eastAsia="Calibri"/>
          <w:bCs/>
        </w:rPr>
        <w:t>vem „a“ a doplňuje se nové písmeno</w:t>
      </w:r>
      <w:r w:rsidRPr="00246A1C">
        <w:rPr>
          <w:rFonts w:eastAsia="Calibri"/>
          <w:bCs/>
        </w:rPr>
        <w:t xml:space="preserve"> f), které zní:</w:t>
      </w:r>
    </w:p>
    <w:p w:rsidR="000B49C1" w:rsidRPr="00246A1C" w:rsidRDefault="000B49C1" w:rsidP="00061E2F">
      <w:pPr>
        <w:spacing w:before="120"/>
        <w:ind w:left="568" w:hanging="284"/>
        <w:rPr>
          <w:rFonts w:eastAsia="Calibri"/>
          <w:bCs/>
        </w:rPr>
      </w:pPr>
      <w:r w:rsidRPr="00246A1C">
        <w:rPr>
          <w:rFonts w:eastAsia="Calibri"/>
          <w:bCs/>
        </w:rPr>
        <w:t>„f) Ministerstvo zemědělství.“.</w:t>
      </w:r>
    </w:p>
    <w:p w:rsidR="000B49C1" w:rsidRDefault="000B49C1" w:rsidP="000B49C1">
      <w:pPr>
        <w:rPr>
          <w:rFonts w:eastAsia="Calibri"/>
          <w:bCs/>
        </w:rPr>
      </w:pPr>
    </w:p>
    <w:p w:rsidR="000B49C1" w:rsidRPr="00246A1C" w:rsidRDefault="000B49C1" w:rsidP="000B49C1">
      <w:pPr>
        <w:rPr>
          <w:rFonts w:eastAsia="Calibri"/>
          <w:bCs/>
        </w:rPr>
      </w:pPr>
      <w:r>
        <w:rPr>
          <w:rFonts w:eastAsia="Calibri"/>
          <w:bCs/>
        </w:rPr>
        <w:t>2</w:t>
      </w:r>
      <w:r w:rsidRPr="00246A1C">
        <w:rPr>
          <w:rFonts w:eastAsia="Calibri"/>
          <w:bCs/>
        </w:rPr>
        <w:t>. V § 15 písm. j) se číslo „1“ nahrazuje číslem „0,5“.</w:t>
      </w:r>
    </w:p>
    <w:p w:rsidR="000B49C1" w:rsidRDefault="000B49C1" w:rsidP="000B49C1">
      <w:pPr>
        <w:rPr>
          <w:rFonts w:eastAsia="Calibri"/>
          <w:bCs/>
        </w:rPr>
      </w:pPr>
    </w:p>
    <w:p w:rsidR="000B49C1" w:rsidRPr="00246A1C" w:rsidRDefault="000B49C1" w:rsidP="000B49C1">
      <w:pPr>
        <w:rPr>
          <w:rFonts w:eastAsia="Calibri"/>
          <w:bCs/>
        </w:rPr>
      </w:pPr>
      <w:r>
        <w:rPr>
          <w:rFonts w:eastAsia="Calibri"/>
          <w:bCs/>
        </w:rPr>
        <w:t>3</w:t>
      </w:r>
      <w:r w:rsidRPr="00246A1C">
        <w:rPr>
          <w:rFonts w:eastAsia="Calibri"/>
          <w:bCs/>
        </w:rPr>
        <w:t>. V § 15 písm. m) se číslo „1“ nahrazuje číslem „0,5“.</w:t>
      </w:r>
    </w:p>
    <w:p w:rsidR="000B49C1" w:rsidRDefault="000B49C1" w:rsidP="000B49C1">
      <w:pPr>
        <w:rPr>
          <w:rFonts w:eastAsia="Calibri"/>
          <w:bCs/>
        </w:rPr>
      </w:pPr>
    </w:p>
    <w:p w:rsidR="000B49C1" w:rsidRPr="00246A1C" w:rsidRDefault="000B49C1" w:rsidP="000B49C1">
      <w:pPr>
        <w:rPr>
          <w:rFonts w:eastAsia="Calibri"/>
          <w:bCs/>
        </w:rPr>
      </w:pPr>
      <w:r>
        <w:rPr>
          <w:rFonts w:eastAsia="Calibri"/>
          <w:bCs/>
        </w:rPr>
        <w:t>4</w:t>
      </w:r>
      <w:r w:rsidRPr="00246A1C">
        <w:rPr>
          <w:rFonts w:eastAsia="Calibri"/>
          <w:bCs/>
        </w:rPr>
        <w:t>. V § 17 písm. b) se číslo „20“ nahrazuje číslem „10“.</w:t>
      </w:r>
    </w:p>
    <w:p w:rsidR="000B49C1" w:rsidRDefault="000B49C1" w:rsidP="000B49C1">
      <w:pPr>
        <w:rPr>
          <w:rFonts w:eastAsia="Calibri"/>
          <w:bCs/>
        </w:rPr>
      </w:pPr>
    </w:p>
    <w:p w:rsidR="000B49C1" w:rsidRPr="00246A1C" w:rsidRDefault="000B49C1" w:rsidP="000B49C1">
      <w:pPr>
        <w:rPr>
          <w:rFonts w:eastAsia="Calibri"/>
          <w:bCs/>
        </w:rPr>
      </w:pPr>
      <w:r>
        <w:rPr>
          <w:rFonts w:eastAsia="Calibri"/>
          <w:bCs/>
        </w:rPr>
        <w:t>5</w:t>
      </w:r>
      <w:r w:rsidRPr="00246A1C">
        <w:rPr>
          <w:rFonts w:eastAsia="Calibri"/>
          <w:bCs/>
        </w:rPr>
        <w:t>. V § 17 písm. d) se číslo „10“ nahrazuje číslem „5“.</w:t>
      </w:r>
    </w:p>
    <w:p w:rsidR="000B49C1" w:rsidRDefault="000B49C1" w:rsidP="000B49C1">
      <w:pPr>
        <w:rPr>
          <w:rFonts w:eastAsia="Calibri"/>
          <w:bCs/>
        </w:rPr>
      </w:pPr>
    </w:p>
    <w:p w:rsidR="000B49C1" w:rsidRPr="00246A1C" w:rsidRDefault="000B49C1" w:rsidP="000B49C1">
      <w:pPr>
        <w:rPr>
          <w:rFonts w:eastAsia="Calibri"/>
          <w:bCs/>
        </w:rPr>
      </w:pPr>
      <w:r>
        <w:rPr>
          <w:rFonts w:eastAsia="Calibri"/>
          <w:bCs/>
        </w:rPr>
        <w:t>6</w:t>
      </w:r>
      <w:r w:rsidRPr="00246A1C">
        <w:rPr>
          <w:rFonts w:eastAsia="Calibri"/>
          <w:bCs/>
        </w:rPr>
        <w:t>. V § 17 písm. m) se číslo „10“ nahrazuje číslem „5“.</w:t>
      </w:r>
    </w:p>
    <w:p w:rsidR="000B49C1" w:rsidRDefault="000B49C1" w:rsidP="000B49C1">
      <w:pPr>
        <w:rPr>
          <w:rFonts w:eastAsia="Calibri"/>
          <w:bCs/>
        </w:rPr>
      </w:pPr>
    </w:p>
    <w:p w:rsidR="000B49C1" w:rsidRPr="00246A1C" w:rsidRDefault="000B49C1" w:rsidP="000B49C1">
      <w:pPr>
        <w:rPr>
          <w:rFonts w:eastAsia="Calibri"/>
          <w:bCs/>
        </w:rPr>
      </w:pPr>
      <w:r>
        <w:rPr>
          <w:rFonts w:eastAsia="Calibri"/>
          <w:bCs/>
        </w:rPr>
        <w:t>7</w:t>
      </w:r>
      <w:r w:rsidRPr="00246A1C">
        <w:rPr>
          <w:rFonts w:eastAsia="Calibri"/>
          <w:bCs/>
        </w:rPr>
        <w:t>. V § 17a písm. b) se číslo „20“ nahrazuje číslem „10“.</w:t>
      </w:r>
    </w:p>
    <w:p w:rsidR="000B49C1" w:rsidRDefault="000B49C1" w:rsidP="000B49C1">
      <w:pPr>
        <w:rPr>
          <w:rFonts w:eastAsia="Calibri"/>
          <w:bCs/>
        </w:rPr>
      </w:pPr>
    </w:p>
    <w:p w:rsidR="000B49C1" w:rsidRPr="00246A1C" w:rsidRDefault="000B49C1" w:rsidP="00061E2F">
      <w:pPr>
        <w:ind w:left="284" w:hanging="284"/>
        <w:rPr>
          <w:rFonts w:eastAsia="Calibri"/>
          <w:bCs/>
        </w:rPr>
      </w:pPr>
      <w:r>
        <w:rPr>
          <w:rFonts w:eastAsia="Calibri"/>
          <w:bCs/>
        </w:rPr>
        <w:t>8</w:t>
      </w:r>
      <w:r w:rsidRPr="00246A1C">
        <w:rPr>
          <w:rFonts w:eastAsia="Calibri"/>
          <w:bCs/>
        </w:rPr>
        <w:t>. V § 17a písm. e) se slova „než 1“ nahrazují slovy „než 0,5“ a slova „rovné 10“ se nahrazují slovy „rovné 5“.</w:t>
      </w:r>
    </w:p>
    <w:p w:rsidR="000B49C1" w:rsidRDefault="000B49C1" w:rsidP="000B49C1">
      <w:pPr>
        <w:rPr>
          <w:rFonts w:eastAsia="Calibri"/>
          <w:bCs/>
        </w:rPr>
      </w:pPr>
    </w:p>
    <w:p w:rsidR="000B49C1" w:rsidRPr="00246A1C" w:rsidRDefault="000B49C1" w:rsidP="000B49C1">
      <w:pPr>
        <w:rPr>
          <w:rFonts w:eastAsia="Calibri"/>
          <w:bCs/>
        </w:rPr>
      </w:pPr>
      <w:r>
        <w:rPr>
          <w:rFonts w:eastAsia="Calibri"/>
          <w:bCs/>
        </w:rPr>
        <w:t>9</w:t>
      </w:r>
      <w:r w:rsidRPr="00246A1C">
        <w:rPr>
          <w:rFonts w:eastAsia="Calibri"/>
          <w:bCs/>
        </w:rPr>
        <w:t>. V § 17a písm. j) se číslo „10“ nahrazuje číslem „5“.</w:t>
      </w:r>
    </w:p>
    <w:p w:rsidR="000B49C1" w:rsidRDefault="000B49C1" w:rsidP="000B49C1">
      <w:pPr>
        <w:rPr>
          <w:rFonts w:eastAsia="Calibri"/>
          <w:bCs/>
        </w:rPr>
      </w:pPr>
    </w:p>
    <w:p w:rsidR="000B49C1" w:rsidRPr="00246A1C" w:rsidRDefault="000B49C1" w:rsidP="000B49C1">
      <w:pPr>
        <w:spacing w:after="120"/>
        <w:rPr>
          <w:rFonts w:eastAsia="Calibri"/>
          <w:bCs/>
        </w:rPr>
      </w:pPr>
      <w:r>
        <w:rPr>
          <w:rFonts w:eastAsia="Calibri"/>
          <w:bCs/>
        </w:rPr>
        <w:t>10</w:t>
      </w:r>
      <w:r w:rsidRPr="00246A1C">
        <w:rPr>
          <w:rFonts w:eastAsia="Calibri"/>
          <w:bCs/>
        </w:rPr>
        <w:t>. Za § 17b se vkládá</w:t>
      </w:r>
      <w:r w:rsidR="00061E2F">
        <w:rPr>
          <w:rFonts w:eastAsia="Calibri"/>
          <w:bCs/>
        </w:rPr>
        <w:t xml:space="preserve"> nový</w:t>
      </w:r>
      <w:r w:rsidRPr="00246A1C">
        <w:rPr>
          <w:rFonts w:eastAsia="Calibri"/>
          <w:bCs/>
        </w:rPr>
        <w:t xml:space="preserve"> § 17c, který </w:t>
      </w:r>
      <w:r w:rsidR="00061E2F">
        <w:rPr>
          <w:rFonts w:eastAsia="Calibri"/>
          <w:bCs/>
        </w:rPr>
        <w:t xml:space="preserve">včetně nadpisu </w:t>
      </w:r>
      <w:r w:rsidRPr="00246A1C">
        <w:rPr>
          <w:rFonts w:eastAsia="Calibri"/>
          <w:bCs/>
        </w:rPr>
        <w:t>zní:</w:t>
      </w:r>
    </w:p>
    <w:p w:rsidR="000B49C1" w:rsidRPr="00246A1C" w:rsidRDefault="000B49C1" w:rsidP="000B49C1">
      <w:pPr>
        <w:spacing w:after="120"/>
        <w:jc w:val="center"/>
        <w:rPr>
          <w:rFonts w:eastAsia="Calibri"/>
          <w:bCs/>
        </w:rPr>
      </w:pPr>
      <w:r w:rsidRPr="00246A1C">
        <w:rPr>
          <w:rFonts w:eastAsia="Calibri"/>
          <w:bCs/>
        </w:rPr>
        <w:t>„§ 17c</w:t>
      </w:r>
    </w:p>
    <w:p w:rsidR="000B49C1" w:rsidRPr="00061E2F" w:rsidRDefault="000B49C1" w:rsidP="00061E2F">
      <w:pPr>
        <w:spacing w:after="120"/>
        <w:ind w:firstLine="708"/>
        <w:jc w:val="center"/>
        <w:rPr>
          <w:rFonts w:eastAsia="Calibri"/>
          <w:b/>
          <w:bCs/>
        </w:rPr>
      </w:pPr>
      <w:r w:rsidRPr="00061E2F">
        <w:rPr>
          <w:rFonts w:eastAsia="Calibri"/>
          <w:b/>
          <w:bCs/>
        </w:rPr>
        <w:t>Ministerstvo zemědělství</w:t>
      </w:r>
    </w:p>
    <w:p w:rsidR="000B49C1" w:rsidRPr="00246A1C" w:rsidRDefault="000B49C1" w:rsidP="000B49C1">
      <w:pPr>
        <w:spacing w:after="120"/>
        <w:rPr>
          <w:rFonts w:eastAsia="Calibri"/>
          <w:bCs/>
        </w:rPr>
      </w:pPr>
      <w:r w:rsidRPr="00246A1C">
        <w:rPr>
          <w:rFonts w:eastAsia="Calibri"/>
          <w:bCs/>
        </w:rPr>
        <w:t>a) vydává vyjádření k návrhům na stanovení dobývacích prostorů podle § 6 odst. 2, je</w:t>
      </w:r>
      <w:r w:rsidR="00061E2F">
        <w:rPr>
          <w:rFonts w:eastAsia="Calibri"/>
          <w:bCs/>
        </w:rPr>
        <w:t>-</w:t>
      </w:r>
      <w:r w:rsidRPr="00246A1C">
        <w:rPr>
          <w:rFonts w:eastAsia="Calibri"/>
          <w:bCs/>
        </w:rPr>
        <w:t>li navrhovaným řešením dotčen zemědělský půdní fond o výměře nad 5 ha,</w:t>
      </w:r>
    </w:p>
    <w:p w:rsidR="000B49C1" w:rsidRPr="00246A1C" w:rsidRDefault="000B49C1" w:rsidP="000B49C1">
      <w:pPr>
        <w:spacing w:after="120"/>
        <w:rPr>
          <w:rFonts w:eastAsia="Calibri"/>
          <w:bCs/>
        </w:rPr>
      </w:pPr>
      <w:r w:rsidRPr="00246A1C">
        <w:rPr>
          <w:rFonts w:eastAsia="Calibri"/>
          <w:bCs/>
        </w:rPr>
        <w:t>b) uděluje podle § 7 vyjádření k návrhům tras nadzemních a podzemních vedení, pozemních komunikací, celostátních drah a vodních cest a jejich součástí, které se nacházejí na území dvou a více krajů,</w:t>
      </w:r>
    </w:p>
    <w:p w:rsidR="000B49C1" w:rsidRPr="00246A1C" w:rsidRDefault="000B49C1" w:rsidP="000B49C1">
      <w:pPr>
        <w:spacing w:after="120"/>
        <w:rPr>
          <w:rFonts w:eastAsia="Calibri"/>
          <w:bCs/>
        </w:rPr>
      </w:pPr>
      <w:r w:rsidRPr="00246A1C">
        <w:rPr>
          <w:rFonts w:eastAsia="Calibri"/>
          <w:bCs/>
        </w:rPr>
        <w:t>c) vydává vyjádření k žádosti o odnětí zemědělské půdy ze zemědělského půdního fondu podle § 9 odst. 8, má-li být dotčena zemědělská půda o výměře nad 5 ha,</w:t>
      </w:r>
    </w:p>
    <w:p w:rsidR="000B49C1" w:rsidRPr="00246A1C" w:rsidRDefault="000B49C1" w:rsidP="000B49C1">
      <w:pPr>
        <w:spacing w:after="120"/>
        <w:rPr>
          <w:rFonts w:eastAsia="Calibri"/>
          <w:bCs/>
        </w:rPr>
      </w:pPr>
      <w:r w:rsidRPr="00246A1C">
        <w:rPr>
          <w:rFonts w:eastAsia="Calibri"/>
          <w:bCs/>
        </w:rPr>
        <w:lastRenderedPageBreak/>
        <w:t>d) vydává vyjádření k návrhu koncepce ochrany zemědělského půdního fondu jako složky životního prostředí,</w:t>
      </w:r>
    </w:p>
    <w:p w:rsidR="000B49C1" w:rsidRPr="00246A1C" w:rsidRDefault="000B49C1" w:rsidP="000B49C1">
      <w:pPr>
        <w:spacing w:after="120"/>
        <w:rPr>
          <w:rFonts w:eastAsia="Calibri"/>
          <w:bCs/>
        </w:rPr>
      </w:pPr>
      <w:r w:rsidRPr="00246A1C">
        <w:rPr>
          <w:rFonts w:eastAsia="Calibri"/>
          <w:bCs/>
        </w:rPr>
        <w:t>e) je dotčeným správním úřadem podle zákona o posuzování vlivů na životní prostředí, mají-li být dotčeny pozemky náležející do zemědělského půdního fondu o výměře nad 5 ha,</w:t>
      </w:r>
    </w:p>
    <w:p w:rsidR="000B49C1" w:rsidRPr="00246A1C" w:rsidRDefault="000B49C1" w:rsidP="000B49C1">
      <w:pPr>
        <w:spacing w:after="120"/>
        <w:rPr>
          <w:rFonts w:eastAsia="Calibri"/>
          <w:bCs/>
        </w:rPr>
      </w:pPr>
      <w:r w:rsidRPr="00246A1C">
        <w:rPr>
          <w:rFonts w:eastAsia="Calibri"/>
          <w:bCs/>
        </w:rPr>
        <w:t>f) dává vyjádření k návrhům tras nadzemních a podzemních vedení veřejné technické infrastruktury, jde-li o záměr, který je projektem společného zájmu energetické infrastruktury; je dotčeným orgánem při posuzování zralosti projektů společného zájmu energetické infrastruktury a</w:t>
      </w:r>
    </w:p>
    <w:p w:rsidR="000B49C1" w:rsidRPr="00FA1E21" w:rsidRDefault="000B49C1" w:rsidP="000B49C1">
      <w:pPr>
        <w:spacing w:after="120"/>
        <w:rPr>
          <w:rFonts w:eastAsia="Calibri"/>
          <w:bCs/>
        </w:rPr>
      </w:pPr>
      <w:r w:rsidRPr="00246A1C">
        <w:rPr>
          <w:rFonts w:eastAsia="Calibri"/>
          <w:bCs/>
        </w:rPr>
        <w:t>g) vydává vyjádření k žádosti o odnětí zemědělské půdy ze zemědělského půdního fondu podle § 9 odst. 8, má-li být zemědělská půda dotčena stavbou projektu společného zájmu energetické infrastruktury; u dočasného odnětí nebo trvalého odnětí s dočasným odvodem vydává stanovisko k ukončení rekultivace podle § 11b odst. 2.“.</w:t>
      </w:r>
      <w:r>
        <w:rPr>
          <w:rFonts w:eastAsia="Calibri"/>
          <w:bCs/>
        </w:rPr>
        <w:t>“.</w:t>
      </w:r>
    </w:p>
    <w:p w:rsidR="000B49C1" w:rsidRDefault="000B49C1" w:rsidP="000B49C1">
      <w:pPr>
        <w:spacing w:after="120"/>
        <w:rPr>
          <w:rFonts w:eastAsia="Calibri"/>
          <w:bCs/>
        </w:rPr>
      </w:pPr>
      <w:r>
        <w:rPr>
          <w:rFonts w:eastAsia="Calibri"/>
          <w:bCs/>
        </w:rPr>
        <w:t>Dosavadní část pátá se označuje jako část šestá</w:t>
      </w:r>
      <w:r w:rsidR="00061E2F">
        <w:rPr>
          <w:rFonts w:eastAsia="Calibri"/>
          <w:bCs/>
        </w:rPr>
        <w:t xml:space="preserve"> a d</w:t>
      </w:r>
      <w:r>
        <w:rPr>
          <w:rFonts w:eastAsia="Calibri"/>
          <w:bCs/>
        </w:rPr>
        <w:t>osavadní čl. VI se označuje jako čl. VII.</w:t>
      </w:r>
    </w:p>
    <w:p w:rsidR="008B401C" w:rsidRDefault="008B401C" w:rsidP="00A92050"/>
    <w:p w:rsidR="008B401C" w:rsidRPr="000B49C1" w:rsidRDefault="000B49C1" w:rsidP="00A92050">
      <w:pPr>
        <w:rPr>
          <w:i/>
        </w:rPr>
      </w:pPr>
      <w:r w:rsidRPr="000B49C1">
        <w:rPr>
          <w:i/>
        </w:rPr>
        <w:t>SD 5824</w:t>
      </w:r>
    </w:p>
    <w:p w:rsidR="000B49C1" w:rsidRDefault="00F405F5" w:rsidP="000B49C1">
      <w:pPr>
        <w:spacing w:after="120"/>
        <w:rPr>
          <w:rFonts w:eastAsia="Calibri"/>
          <w:bCs/>
        </w:rPr>
      </w:pPr>
      <w:r>
        <w:rPr>
          <w:rFonts w:eastAsia="Calibri"/>
          <w:b/>
          <w:bCs/>
        </w:rPr>
        <w:t xml:space="preserve">13. </w:t>
      </w:r>
      <w:r w:rsidR="000B49C1">
        <w:rPr>
          <w:rFonts w:eastAsia="Calibri"/>
          <w:bCs/>
        </w:rPr>
        <w:t xml:space="preserve">Za část čtvrtou se vkládá část pátá, která </w:t>
      </w:r>
      <w:r w:rsidR="00061E2F">
        <w:rPr>
          <w:rFonts w:eastAsia="Calibri"/>
          <w:bCs/>
        </w:rPr>
        <w:t xml:space="preserve">včetně nadpisu </w:t>
      </w:r>
      <w:r w:rsidR="000B49C1">
        <w:rPr>
          <w:rFonts w:eastAsia="Calibri"/>
          <w:bCs/>
        </w:rPr>
        <w:t>zní:</w:t>
      </w:r>
    </w:p>
    <w:p w:rsidR="000B49C1" w:rsidRPr="00FA1E21" w:rsidRDefault="000B49C1" w:rsidP="000B49C1">
      <w:pPr>
        <w:spacing w:after="120"/>
        <w:jc w:val="center"/>
        <w:rPr>
          <w:rFonts w:eastAsia="Calibri"/>
        </w:rPr>
      </w:pPr>
      <w:r w:rsidRPr="00FA1E21">
        <w:rPr>
          <w:rFonts w:eastAsia="Calibri"/>
          <w:bCs/>
        </w:rPr>
        <w:t>„</w:t>
      </w:r>
      <w:r w:rsidRPr="00FA1E21">
        <w:rPr>
          <w:rFonts w:eastAsia="Calibri"/>
        </w:rPr>
        <w:t>ČÁST PÁTÁ</w:t>
      </w:r>
    </w:p>
    <w:p w:rsidR="00F405F5" w:rsidRPr="00F405F5" w:rsidRDefault="00F405F5" w:rsidP="00F405F5">
      <w:pPr>
        <w:widowControl w:val="0"/>
        <w:spacing w:after="120"/>
        <w:jc w:val="center"/>
        <w:rPr>
          <w:rFonts w:eastAsia="Calibri"/>
          <w:b/>
          <w:bCs/>
        </w:rPr>
      </w:pPr>
      <w:r>
        <w:rPr>
          <w:rFonts w:eastAsia="Calibri"/>
          <w:b/>
          <w:bCs/>
        </w:rPr>
        <w:t>Změna zákona o ochraně zemědělského půdního fondu</w:t>
      </w:r>
    </w:p>
    <w:p w:rsidR="000B49C1" w:rsidRPr="00FF0926" w:rsidRDefault="000B49C1" w:rsidP="000B49C1">
      <w:pPr>
        <w:widowControl w:val="0"/>
        <w:spacing w:after="120"/>
        <w:jc w:val="center"/>
        <w:rPr>
          <w:rFonts w:eastAsia="Calibri"/>
        </w:rPr>
      </w:pPr>
      <w:r w:rsidRPr="00FF0926">
        <w:rPr>
          <w:rFonts w:eastAsia="Calibri"/>
        </w:rPr>
        <w:t>Čl. VI</w:t>
      </w:r>
    </w:p>
    <w:p w:rsidR="000B49C1" w:rsidRPr="00FA1E21" w:rsidRDefault="000B49C1" w:rsidP="000B49C1">
      <w:pPr>
        <w:spacing w:after="120"/>
        <w:ind w:firstLine="708"/>
        <w:rPr>
          <w:rFonts w:eastAsia="Calibri"/>
          <w:bCs/>
        </w:rPr>
      </w:pPr>
      <w:r w:rsidRPr="00FA1E21">
        <w:rPr>
          <w:rFonts w:eastAsia="Calibri"/>
          <w:bCs/>
        </w:rPr>
        <w:t>Zákon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a zákona č. 225/2017 Sb.</w:t>
      </w:r>
      <w:r w:rsidR="00061E2F">
        <w:rPr>
          <w:rFonts w:eastAsia="Calibri"/>
          <w:bCs/>
        </w:rPr>
        <w:t>,</w:t>
      </w:r>
      <w:r w:rsidRPr="00FA1E21">
        <w:rPr>
          <w:rFonts w:eastAsia="Calibri"/>
          <w:bCs/>
        </w:rPr>
        <w:t xml:space="preserve"> se mění takto:</w:t>
      </w:r>
    </w:p>
    <w:p w:rsidR="000B49C1" w:rsidRDefault="000B49C1" w:rsidP="00061E2F">
      <w:pPr>
        <w:spacing w:after="120"/>
        <w:ind w:left="284" w:hanging="284"/>
        <w:rPr>
          <w:rFonts w:eastAsia="Calibri"/>
          <w:bCs/>
        </w:rPr>
      </w:pPr>
      <w:r w:rsidRPr="00FA1E21">
        <w:rPr>
          <w:rFonts w:eastAsia="Calibri"/>
          <w:bCs/>
        </w:rPr>
        <w:t xml:space="preserve">1. V § 1 odst. 1 se za </w:t>
      </w:r>
      <w:r w:rsidR="00061E2F">
        <w:rPr>
          <w:rFonts w:eastAsia="Calibri"/>
          <w:bCs/>
        </w:rPr>
        <w:t xml:space="preserve">větu </w:t>
      </w:r>
      <w:r w:rsidRPr="00FA1E21">
        <w:rPr>
          <w:rFonts w:eastAsia="Calibri"/>
          <w:bCs/>
        </w:rPr>
        <w:t>první</w:t>
      </w:r>
      <w:r w:rsidR="00061E2F">
        <w:rPr>
          <w:rFonts w:eastAsia="Calibri"/>
          <w:bCs/>
        </w:rPr>
        <w:t xml:space="preserve"> </w:t>
      </w:r>
      <w:r w:rsidRPr="00FA1E21">
        <w:rPr>
          <w:rFonts w:eastAsia="Calibri"/>
          <w:bCs/>
        </w:rPr>
        <w:t>vkládá věta „Jako takový je v zájmu celé společnosti hoden mimořádné ochrany a péče.“.</w:t>
      </w:r>
    </w:p>
    <w:p w:rsidR="000B49C1" w:rsidRPr="00FA1E21" w:rsidRDefault="000B49C1" w:rsidP="000B49C1">
      <w:pPr>
        <w:rPr>
          <w:rFonts w:eastAsia="Calibri"/>
          <w:bCs/>
        </w:rPr>
      </w:pPr>
    </w:p>
    <w:p w:rsidR="000B49C1" w:rsidRPr="00FA1E21" w:rsidRDefault="000B49C1" w:rsidP="000B49C1">
      <w:pPr>
        <w:spacing w:after="120"/>
        <w:rPr>
          <w:rFonts w:eastAsia="Calibri"/>
          <w:bCs/>
        </w:rPr>
      </w:pPr>
      <w:r w:rsidRPr="00FA1E21">
        <w:rPr>
          <w:rFonts w:eastAsia="Calibri"/>
          <w:bCs/>
        </w:rPr>
        <w:t>2. V § 4 odst</w:t>
      </w:r>
      <w:r w:rsidR="00061E2F">
        <w:rPr>
          <w:rFonts w:eastAsia="Calibri"/>
          <w:bCs/>
        </w:rPr>
        <w:t>avec</w:t>
      </w:r>
      <w:r w:rsidRPr="00FA1E21">
        <w:rPr>
          <w:rFonts w:eastAsia="Calibri"/>
          <w:bCs/>
        </w:rPr>
        <w:t xml:space="preserve"> 3 zní:</w:t>
      </w:r>
    </w:p>
    <w:p w:rsidR="000B49C1" w:rsidRPr="00FA1E21" w:rsidRDefault="000B49C1" w:rsidP="000B49C1">
      <w:pPr>
        <w:spacing w:after="120"/>
        <w:ind w:firstLine="708"/>
        <w:rPr>
          <w:rFonts w:eastAsia="Calibri"/>
          <w:bCs/>
        </w:rPr>
      </w:pPr>
      <w:r w:rsidRPr="00FA1E21">
        <w:rPr>
          <w:rFonts w:eastAsia="Calibri"/>
          <w:bCs/>
        </w:rPr>
        <w:t>„(3) Zemědělskou půdu I. a II. třídy ochrany lze odejmout pouze pro potřeby veřejné infrastruktury, zemědělství, lesního a vodního hospodářství, rodinného bydlení nebo rekreace, a to pouze ve výjimečných případech, kdy jiný veřejný zájem výrazně převažuje nad veřejným zájmem ochrany zemědělského půdního fondu. Pro jiné potřeby, včetně zřizování staveb pro obchod, výrobu a skladování nebo staveb ubytovacích zařízení, zemědělskou půdu I. a II. třídy ochrany odejmout nelze.“.</w:t>
      </w:r>
      <w:r>
        <w:rPr>
          <w:rFonts w:eastAsia="Calibri"/>
          <w:bCs/>
        </w:rPr>
        <w:t>“.</w:t>
      </w:r>
    </w:p>
    <w:p w:rsidR="000B49C1" w:rsidRDefault="000B49C1" w:rsidP="000B49C1">
      <w:pPr>
        <w:spacing w:after="120"/>
        <w:rPr>
          <w:rFonts w:eastAsia="Calibri"/>
          <w:bCs/>
        </w:rPr>
      </w:pPr>
      <w:r>
        <w:rPr>
          <w:rFonts w:eastAsia="Calibri"/>
          <w:bCs/>
        </w:rPr>
        <w:t>Dosavadní část pátá se označuje jako část šestá</w:t>
      </w:r>
      <w:r w:rsidR="00061E2F">
        <w:rPr>
          <w:rFonts w:eastAsia="Calibri"/>
          <w:bCs/>
        </w:rPr>
        <w:t xml:space="preserve"> a d</w:t>
      </w:r>
      <w:r>
        <w:rPr>
          <w:rFonts w:eastAsia="Calibri"/>
          <w:bCs/>
        </w:rPr>
        <w:t>osavadní čl. VI se označuje jako čl. VII.</w:t>
      </w:r>
    </w:p>
    <w:p w:rsidR="008B401C" w:rsidRDefault="008B401C" w:rsidP="00A92050"/>
    <w:p w:rsidR="008B401C" w:rsidRPr="000B49C1" w:rsidRDefault="000B49C1" w:rsidP="00A92050">
      <w:pPr>
        <w:rPr>
          <w:i/>
        </w:rPr>
      </w:pPr>
      <w:r w:rsidRPr="000B49C1">
        <w:rPr>
          <w:i/>
        </w:rPr>
        <w:t>SD 5825</w:t>
      </w:r>
    </w:p>
    <w:p w:rsidR="000B49C1" w:rsidRDefault="00F405F5" w:rsidP="000B49C1">
      <w:pPr>
        <w:spacing w:after="120"/>
        <w:rPr>
          <w:rFonts w:eastAsia="Calibri"/>
          <w:bCs/>
        </w:rPr>
      </w:pPr>
      <w:r>
        <w:rPr>
          <w:rFonts w:eastAsia="Calibri"/>
          <w:b/>
          <w:bCs/>
        </w:rPr>
        <w:t xml:space="preserve">14. </w:t>
      </w:r>
      <w:r w:rsidR="000B49C1">
        <w:rPr>
          <w:rFonts w:eastAsia="Calibri"/>
          <w:bCs/>
        </w:rPr>
        <w:t xml:space="preserve">Za část čtvrtou se vkládá </w:t>
      </w:r>
      <w:r w:rsidR="00061E2F">
        <w:rPr>
          <w:rFonts w:eastAsia="Calibri"/>
          <w:bCs/>
        </w:rPr>
        <w:t xml:space="preserve">nová </w:t>
      </w:r>
      <w:r w:rsidR="000B49C1">
        <w:rPr>
          <w:rFonts w:eastAsia="Calibri"/>
          <w:bCs/>
        </w:rPr>
        <w:t xml:space="preserve">část pátá, která </w:t>
      </w:r>
      <w:r w:rsidR="00061E2F">
        <w:rPr>
          <w:rFonts w:eastAsia="Calibri"/>
          <w:bCs/>
        </w:rPr>
        <w:t xml:space="preserve">včetně nadpisu </w:t>
      </w:r>
      <w:r w:rsidR="000B49C1">
        <w:rPr>
          <w:rFonts w:eastAsia="Calibri"/>
          <w:bCs/>
        </w:rPr>
        <w:t>zní:</w:t>
      </w:r>
    </w:p>
    <w:p w:rsidR="000B49C1" w:rsidRDefault="000B49C1" w:rsidP="000B49C1">
      <w:pPr>
        <w:spacing w:after="120"/>
        <w:jc w:val="center"/>
        <w:rPr>
          <w:rFonts w:eastAsia="Calibri"/>
        </w:rPr>
      </w:pPr>
      <w:r>
        <w:rPr>
          <w:rFonts w:eastAsia="Calibri"/>
          <w:bCs/>
        </w:rPr>
        <w:t>„</w:t>
      </w:r>
      <w:r>
        <w:rPr>
          <w:rFonts w:eastAsia="Calibri"/>
        </w:rPr>
        <w:t>ČÁST PÁTÁ</w:t>
      </w:r>
    </w:p>
    <w:p w:rsidR="00F405F5" w:rsidRPr="00F405F5" w:rsidRDefault="00F405F5" w:rsidP="00F405F5">
      <w:pPr>
        <w:widowControl w:val="0"/>
        <w:spacing w:after="120"/>
        <w:jc w:val="center"/>
        <w:rPr>
          <w:rFonts w:eastAsia="Calibri"/>
          <w:b/>
          <w:bCs/>
        </w:rPr>
      </w:pPr>
      <w:r>
        <w:rPr>
          <w:rFonts w:eastAsia="Calibri"/>
          <w:b/>
          <w:bCs/>
        </w:rPr>
        <w:t>Změna zákona o ochraně zemědělského půdního fondu</w:t>
      </w:r>
    </w:p>
    <w:p w:rsidR="000B49C1" w:rsidRDefault="000B49C1" w:rsidP="000B49C1">
      <w:pPr>
        <w:widowControl w:val="0"/>
        <w:spacing w:after="120"/>
        <w:jc w:val="center"/>
        <w:rPr>
          <w:rFonts w:eastAsia="Calibri"/>
        </w:rPr>
      </w:pPr>
      <w:r>
        <w:rPr>
          <w:rFonts w:eastAsia="Calibri"/>
        </w:rPr>
        <w:t>Čl. VI</w:t>
      </w:r>
    </w:p>
    <w:p w:rsidR="000B49C1" w:rsidRDefault="000B49C1" w:rsidP="000B49C1">
      <w:pPr>
        <w:spacing w:after="120"/>
        <w:ind w:firstLine="708"/>
        <w:rPr>
          <w:rFonts w:eastAsia="Calibri"/>
          <w:bCs/>
        </w:rPr>
      </w:pPr>
      <w:r>
        <w:rPr>
          <w:rFonts w:eastAsia="Calibri"/>
          <w:bCs/>
        </w:rPr>
        <w:lastRenderedPageBreak/>
        <w:t>Zákon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a zákona č. 225/2017 Sb.</w:t>
      </w:r>
      <w:r w:rsidR="00061E2F">
        <w:rPr>
          <w:rFonts w:eastAsia="Calibri"/>
          <w:bCs/>
        </w:rPr>
        <w:t>,</w:t>
      </w:r>
      <w:r>
        <w:rPr>
          <w:rFonts w:eastAsia="Calibri"/>
          <w:bCs/>
        </w:rPr>
        <w:t xml:space="preserve"> se mění takto:</w:t>
      </w:r>
    </w:p>
    <w:p w:rsidR="000B49C1" w:rsidRDefault="000B49C1" w:rsidP="000B49C1">
      <w:pPr>
        <w:rPr>
          <w:rFonts w:eastAsia="Calibri"/>
          <w:bCs/>
        </w:rPr>
      </w:pPr>
      <w:r>
        <w:rPr>
          <w:rFonts w:eastAsia="Calibri"/>
          <w:bCs/>
        </w:rPr>
        <w:t xml:space="preserve">1. V § 3 odst. 5 se věta </w:t>
      </w:r>
      <w:r w:rsidR="008E105C">
        <w:rPr>
          <w:rFonts w:eastAsia="Calibri"/>
          <w:bCs/>
        </w:rPr>
        <w:t xml:space="preserve">druhá </w:t>
      </w:r>
      <w:r>
        <w:rPr>
          <w:rFonts w:eastAsia="Calibri"/>
          <w:bCs/>
        </w:rPr>
        <w:t>zrušuje.</w:t>
      </w:r>
    </w:p>
    <w:p w:rsidR="000B49C1" w:rsidRDefault="000B49C1" w:rsidP="000B49C1">
      <w:pPr>
        <w:rPr>
          <w:rFonts w:eastAsia="Calibri"/>
          <w:bCs/>
        </w:rPr>
      </w:pPr>
    </w:p>
    <w:p w:rsidR="000B49C1" w:rsidRDefault="000B49C1" w:rsidP="000B49C1">
      <w:pPr>
        <w:rPr>
          <w:rFonts w:eastAsia="Calibri"/>
          <w:bCs/>
        </w:rPr>
      </w:pPr>
      <w:r>
        <w:rPr>
          <w:rFonts w:eastAsia="Calibri"/>
          <w:bCs/>
        </w:rPr>
        <w:t>2. V § 11a odst. 1 písm. m) s</w:t>
      </w:r>
      <w:r w:rsidR="008E105C">
        <w:rPr>
          <w:rFonts w:eastAsia="Calibri"/>
          <w:bCs/>
        </w:rPr>
        <w:t>e s</w:t>
      </w:r>
      <w:r>
        <w:rPr>
          <w:rFonts w:eastAsia="Calibri"/>
          <w:bCs/>
        </w:rPr>
        <w:t>lova „s výjimkou půdy v I. a II. třídě ochrany,“ zrušují.</w:t>
      </w:r>
    </w:p>
    <w:p w:rsidR="000B49C1" w:rsidRDefault="000B49C1" w:rsidP="000B49C1">
      <w:pPr>
        <w:rPr>
          <w:rFonts w:eastAsia="Calibri"/>
          <w:bCs/>
        </w:rPr>
      </w:pPr>
    </w:p>
    <w:p w:rsidR="008E105C" w:rsidRDefault="008E105C" w:rsidP="000B49C1">
      <w:pPr>
        <w:rPr>
          <w:rFonts w:eastAsia="Calibri"/>
          <w:bCs/>
        </w:rPr>
      </w:pPr>
      <w:r>
        <w:rPr>
          <w:rFonts w:eastAsia="Calibri"/>
          <w:bCs/>
        </w:rPr>
        <w:t>3. V § 20 odst. 2 se písmeno</w:t>
      </w:r>
      <w:r w:rsidR="000B49C1">
        <w:rPr>
          <w:rFonts w:eastAsia="Calibri"/>
          <w:bCs/>
        </w:rPr>
        <w:t xml:space="preserve"> c) zrušuje. </w:t>
      </w:r>
    </w:p>
    <w:p w:rsidR="000B49C1" w:rsidRDefault="008E105C" w:rsidP="008E105C">
      <w:pPr>
        <w:ind w:left="284"/>
        <w:rPr>
          <w:rFonts w:eastAsia="Calibri"/>
          <w:bCs/>
        </w:rPr>
      </w:pPr>
      <w:r>
        <w:rPr>
          <w:rFonts w:eastAsia="Calibri"/>
          <w:bCs/>
        </w:rPr>
        <w:t>Dosavadní p</w:t>
      </w:r>
      <w:r w:rsidR="000B49C1">
        <w:rPr>
          <w:rFonts w:eastAsia="Calibri"/>
          <w:bCs/>
        </w:rPr>
        <w:t>í</w:t>
      </w:r>
      <w:r>
        <w:rPr>
          <w:rFonts w:eastAsia="Calibri"/>
          <w:bCs/>
        </w:rPr>
        <w:t>smena</w:t>
      </w:r>
      <w:r w:rsidR="000B49C1">
        <w:rPr>
          <w:rFonts w:eastAsia="Calibri"/>
          <w:bCs/>
        </w:rPr>
        <w:t xml:space="preserve"> d) až f) se označují jako</w:t>
      </w:r>
      <w:r>
        <w:rPr>
          <w:rFonts w:eastAsia="Calibri"/>
          <w:bCs/>
        </w:rPr>
        <w:t xml:space="preserve"> písmena</w:t>
      </w:r>
      <w:r w:rsidR="000B49C1">
        <w:rPr>
          <w:rFonts w:eastAsia="Calibri"/>
          <w:bCs/>
        </w:rPr>
        <w:t xml:space="preserve"> c) až e).</w:t>
      </w:r>
    </w:p>
    <w:p w:rsidR="000B49C1" w:rsidRDefault="000B49C1" w:rsidP="000B49C1">
      <w:pPr>
        <w:rPr>
          <w:rFonts w:eastAsia="Calibri"/>
          <w:bCs/>
        </w:rPr>
      </w:pPr>
    </w:p>
    <w:p w:rsidR="000B49C1" w:rsidRDefault="000B49C1" w:rsidP="000B49C1">
      <w:pPr>
        <w:rPr>
          <w:rFonts w:eastAsia="Calibri"/>
          <w:bCs/>
        </w:rPr>
      </w:pPr>
      <w:r>
        <w:rPr>
          <w:rFonts w:eastAsia="Calibri"/>
          <w:bCs/>
        </w:rPr>
        <w:t xml:space="preserve">4. V § 20 odst. 3 písm. b) </w:t>
      </w:r>
      <w:r w:rsidR="008E105C">
        <w:rPr>
          <w:rFonts w:eastAsia="Calibri"/>
          <w:bCs/>
        </w:rPr>
        <w:t xml:space="preserve">se </w:t>
      </w:r>
      <w:r>
        <w:rPr>
          <w:rFonts w:eastAsia="Calibri"/>
          <w:bCs/>
        </w:rPr>
        <w:t>slova „c), d) nebo e)“ nahrazují slovy „c) nebo d)“.</w:t>
      </w:r>
    </w:p>
    <w:p w:rsidR="000B49C1" w:rsidRDefault="000B49C1" w:rsidP="000B49C1">
      <w:pPr>
        <w:rPr>
          <w:rFonts w:eastAsia="Calibri"/>
          <w:bCs/>
        </w:rPr>
      </w:pPr>
    </w:p>
    <w:p w:rsidR="000B49C1" w:rsidRDefault="000B49C1" w:rsidP="000B49C1">
      <w:pPr>
        <w:rPr>
          <w:rFonts w:eastAsia="Calibri"/>
          <w:bCs/>
        </w:rPr>
      </w:pPr>
      <w:r>
        <w:rPr>
          <w:rFonts w:eastAsia="Calibri"/>
          <w:bCs/>
        </w:rPr>
        <w:t xml:space="preserve">5. V § 20 odst. 3 písm. c) </w:t>
      </w:r>
      <w:r w:rsidR="008E105C">
        <w:rPr>
          <w:rFonts w:eastAsia="Calibri"/>
          <w:bCs/>
        </w:rPr>
        <w:t xml:space="preserve">se </w:t>
      </w:r>
      <w:r>
        <w:rPr>
          <w:rFonts w:eastAsia="Calibri"/>
          <w:bCs/>
        </w:rPr>
        <w:t>slova „b) nebo f“) nahrazují slovy „b) nebo e)“.</w:t>
      </w:r>
    </w:p>
    <w:p w:rsidR="000B49C1" w:rsidRDefault="000B49C1" w:rsidP="000B49C1">
      <w:pPr>
        <w:rPr>
          <w:rFonts w:eastAsia="Calibri"/>
          <w:bCs/>
        </w:rPr>
      </w:pPr>
    </w:p>
    <w:p w:rsidR="008E105C" w:rsidRDefault="000B49C1" w:rsidP="000B49C1">
      <w:pPr>
        <w:rPr>
          <w:rFonts w:eastAsia="Calibri"/>
          <w:bCs/>
        </w:rPr>
      </w:pPr>
      <w:r>
        <w:rPr>
          <w:rFonts w:eastAsia="Calibri"/>
          <w:bCs/>
        </w:rPr>
        <w:t>6. V §</w:t>
      </w:r>
      <w:r w:rsidR="008E105C">
        <w:rPr>
          <w:rFonts w:eastAsia="Calibri"/>
          <w:bCs/>
        </w:rPr>
        <w:t xml:space="preserve"> 20a odst. 2 se písmeno</w:t>
      </w:r>
      <w:r>
        <w:rPr>
          <w:rFonts w:eastAsia="Calibri"/>
          <w:bCs/>
        </w:rPr>
        <w:t xml:space="preserve"> c) zrušuje. </w:t>
      </w:r>
    </w:p>
    <w:p w:rsidR="000B49C1" w:rsidRDefault="008E105C" w:rsidP="008E105C">
      <w:pPr>
        <w:ind w:left="284"/>
        <w:rPr>
          <w:rFonts w:eastAsia="Calibri"/>
          <w:bCs/>
        </w:rPr>
      </w:pPr>
      <w:r>
        <w:rPr>
          <w:rFonts w:eastAsia="Calibri"/>
          <w:bCs/>
        </w:rPr>
        <w:t>Dosavadní písmena</w:t>
      </w:r>
      <w:r w:rsidR="000B49C1">
        <w:rPr>
          <w:rFonts w:eastAsia="Calibri"/>
          <w:bCs/>
        </w:rPr>
        <w:t xml:space="preserve"> d) až f) se označují jako</w:t>
      </w:r>
      <w:r>
        <w:rPr>
          <w:rFonts w:eastAsia="Calibri"/>
          <w:bCs/>
        </w:rPr>
        <w:t xml:space="preserve"> písmena</w:t>
      </w:r>
      <w:r w:rsidR="000B49C1">
        <w:rPr>
          <w:rFonts w:eastAsia="Calibri"/>
          <w:bCs/>
        </w:rPr>
        <w:t xml:space="preserve"> c) až e).</w:t>
      </w:r>
    </w:p>
    <w:p w:rsidR="000B49C1" w:rsidRDefault="000B49C1" w:rsidP="000B49C1">
      <w:pPr>
        <w:rPr>
          <w:rFonts w:eastAsia="Calibri"/>
          <w:bCs/>
        </w:rPr>
      </w:pPr>
    </w:p>
    <w:p w:rsidR="000B49C1" w:rsidRDefault="000B49C1" w:rsidP="000B49C1">
      <w:pPr>
        <w:rPr>
          <w:rFonts w:eastAsia="Calibri"/>
          <w:bCs/>
        </w:rPr>
      </w:pPr>
      <w:r>
        <w:rPr>
          <w:rFonts w:eastAsia="Calibri"/>
          <w:bCs/>
        </w:rPr>
        <w:t>7. V § 20a odst. 3 se slova „c), d) nebo e)“ nahrazují slovy „c) nebo d)“.</w:t>
      </w:r>
    </w:p>
    <w:p w:rsidR="000B49C1" w:rsidRDefault="000B49C1" w:rsidP="000B49C1">
      <w:pPr>
        <w:rPr>
          <w:rFonts w:eastAsia="Calibri"/>
          <w:bCs/>
        </w:rPr>
      </w:pPr>
    </w:p>
    <w:p w:rsidR="000B49C1" w:rsidRDefault="000B49C1" w:rsidP="000B49C1">
      <w:pPr>
        <w:rPr>
          <w:rFonts w:eastAsia="Calibri"/>
          <w:bCs/>
        </w:rPr>
      </w:pPr>
      <w:r>
        <w:rPr>
          <w:rFonts w:eastAsia="Calibri"/>
          <w:bCs/>
        </w:rPr>
        <w:t>8. V § 20a odst. 3 se slova „b) nebo f</w:t>
      </w:r>
      <w:r w:rsidR="008E105C">
        <w:rPr>
          <w:rFonts w:eastAsia="Calibri"/>
          <w:bCs/>
        </w:rPr>
        <w:t>)</w:t>
      </w:r>
      <w:r>
        <w:rPr>
          <w:rFonts w:eastAsia="Calibri"/>
          <w:bCs/>
        </w:rPr>
        <w:t>“ nahrazují slovy „b) nebo e)“.“.</w:t>
      </w:r>
    </w:p>
    <w:p w:rsidR="000B49C1" w:rsidRDefault="000B49C1" w:rsidP="000B49C1">
      <w:pPr>
        <w:rPr>
          <w:rFonts w:eastAsia="Calibri"/>
          <w:bCs/>
        </w:rPr>
      </w:pPr>
    </w:p>
    <w:p w:rsidR="000B49C1" w:rsidRDefault="000B49C1" w:rsidP="000B49C1">
      <w:pPr>
        <w:spacing w:after="120"/>
        <w:rPr>
          <w:rFonts w:eastAsia="Calibri"/>
          <w:bCs/>
        </w:rPr>
      </w:pPr>
      <w:r>
        <w:rPr>
          <w:rFonts w:eastAsia="Calibri"/>
          <w:bCs/>
        </w:rPr>
        <w:t>Dosavadní část pátá se označuje jako část šestá</w:t>
      </w:r>
      <w:r w:rsidR="008E105C">
        <w:rPr>
          <w:rFonts w:eastAsia="Calibri"/>
          <w:bCs/>
        </w:rPr>
        <w:t xml:space="preserve"> a d</w:t>
      </w:r>
      <w:r>
        <w:rPr>
          <w:rFonts w:eastAsia="Calibri"/>
          <w:bCs/>
        </w:rPr>
        <w:t>osavadní čl. VI se označuje jako čl. VII.</w:t>
      </w:r>
    </w:p>
    <w:p w:rsidR="008B401C" w:rsidRDefault="008B401C" w:rsidP="00A92050"/>
    <w:p w:rsidR="00F820EE" w:rsidRDefault="00F820EE">
      <w:pPr>
        <w:jc w:val="left"/>
        <w:rPr>
          <w:i/>
        </w:rPr>
      </w:pPr>
    </w:p>
    <w:p w:rsidR="008B401C" w:rsidRPr="00844AAA" w:rsidRDefault="00844AAA" w:rsidP="00A92050">
      <w:pPr>
        <w:rPr>
          <w:i/>
        </w:rPr>
      </w:pPr>
      <w:r w:rsidRPr="00844AAA">
        <w:rPr>
          <w:i/>
        </w:rPr>
        <w:t>SD 5826</w:t>
      </w:r>
    </w:p>
    <w:p w:rsidR="00844AAA" w:rsidRDefault="00F405F5" w:rsidP="00844AAA">
      <w:pPr>
        <w:spacing w:after="120"/>
        <w:rPr>
          <w:rFonts w:eastAsia="Calibri"/>
          <w:bCs/>
        </w:rPr>
      </w:pPr>
      <w:r>
        <w:rPr>
          <w:rFonts w:eastAsia="Calibri"/>
          <w:b/>
          <w:bCs/>
        </w:rPr>
        <w:t xml:space="preserve">15. </w:t>
      </w:r>
      <w:r w:rsidR="00844AAA">
        <w:rPr>
          <w:rFonts w:eastAsia="Calibri"/>
          <w:bCs/>
        </w:rPr>
        <w:t xml:space="preserve">Za část čtvrtou se vkládá </w:t>
      </w:r>
      <w:r w:rsidR="008E105C">
        <w:rPr>
          <w:rFonts w:eastAsia="Calibri"/>
          <w:bCs/>
        </w:rPr>
        <w:t xml:space="preserve">nová </w:t>
      </w:r>
      <w:r w:rsidR="00844AAA">
        <w:rPr>
          <w:rFonts w:eastAsia="Calibri"/>
          <w:bCs/>
        </w:rPr>
        <w:t>část pátá, která</w:t>
      </w:r>
      <w:r w:rsidR="008E105C">
        <w:rPr>
          <w:rFonts w:eastAsia="Calibri"/>
          <w:bCs/>
        </w:rPr>
        <w:t xml:space="preserve"> včetně nadpisu</w:t>
      </w:r>
      <w:r w:rsidR="00844AAA">
        <w:rPr>
          <w:rFonts w:eastAsia="Calibri"/>
          <w:bCs/>
        </w:rPr>
        <w:t xml:space="preserve"> zní:</w:t>
      </w:r>
    </w:p>
    <w:p w:rsidR="00844AAA" w:rsidRDefault="00844AAA" w:rsidP="00844AAA">
      <w:pPr>
        <w:spacing w:after="120"/>
        <w:jc w:val="center"/>
        <w:rPr>
          <w:rFonts w:eastAsia="Calibri"/>
        </w:rPr>
      </w:pPr>
      <w:r>
        <w:rPr>
          <w:rFonts w:eastAsia="Calibri"/>
          <w:bCs/>
        </w:rPr>
        <w:t>„</w:t>
      </w:r>
      <w:r>
        <w:rPr>
          <w:rFonts w:eastAsia="Calibri"/>
        </w:rPr>
        <w:t>ČÁST PÁTÁ</w:t>
      </w:r>
    </w:p>
    <w:p w:rsidR="00F405F5" w:rsidRPr="00F405F5" w:rsidRDefault="00F405F5" w:rsidP="00F405F5">
      <w:pPr>
        <w:widowControl w:val="0"/>
        <w:spacing w:after="120"/>
        <w:jc w:val="center"/>
        <w:rPr>
          <w:rFonts w:eastAsia="Calibri"/>
          <w:b/>
          <w:bCs/>
        </w:rPr>
      </w:pPr>
      <w:r>
        <w:rPr>
          <w:rFonts w:eastAsia="Calibri"/>
          <w:b/>
          <w:bCs/>
        </w:rPr>
        <w:t>Změna zákona o ochraně zemědělského půdního fondu</w:t>
      </w:r>
    </w:p>
    <w:p w:rsidR="00844AAA" w:rsidRDefault="00844AAA" w:rsidP="00844AAA">
      <w:pPr>
        <w:widowControl w:val="0"/>
        <w:spacing w:after="120"/>
        <w:jc w:val="center"/>
        <w:rPr>
          <w:rFonts w:eastAsia="Calibri"/>
        </w:rPr>
      </w:pPr>
      <w:r>
        <w:rPr>
          <w:rFonts w:eastAsia="Calibri"/>
        </w:rPr>
        <w:t>Čl. VI</w:t>
      </w:r>
    </w:p>
    <w:p w:rsidR="00844AAA" w:rsidRDefault="00844AAA" w:rsidP="008E105C">
      <w:pPr>
        <w:spacing w:after="120"/>
        <w:ind w:firstLine="708"/>
        <w:rPr>
          <w:rFonts w:eastAsia="Calibri"/>
          <w:bCs/>
        </w:rPr>
      </w:pPr>
      <w:r>
        <w:rPr>
          <w:rFonts w:eastAsia="Calibri"/>
          <w:bCs/>
        </w:rPr>
        <w:t>Zákon č. 334/1992 Sb., o ochraně zemědělského půdního fondu, ve znění zákona č. 10/1993 Sb., zákona č. 98/1999 Sb., zákona č. 132/2000 Sb., zákona č. 76/2002 Sb., zákona č. 320/2002 Sb., zákona č. 444/2005 Sb., zákona č. 186/2006 Sb., zákona č. 222/2006 Sb., zákona č. 167/2008 Sb., zákona č. 9/2009 Sb., zákona č. 227/2009 Sb., zákona č. 281/2009 Sb., zákona č. 402/2010 Sb., zákona č. 375/2011 Sb., zákona č. 503/2012 Sb., zákona č. 64/2014 Sb., zákona č. 41/2015 Sb., zákona č. 184/2016 Sb., zákona č. 183/2017 Sb. a zákona č. 225/2017 Sb.</w:t>
      </w:r>
      <w:r w:rsidR="008E105C">
        <w:rPr>
          <w:rFonts w:eastAsia="Calibri"/>
          <w:bCs/>
        </w:rPr>
        <w:t>,</w:t>
      </w:r>
      <w:r>
        <w:rPr>
          <w:rFonts w:eastAsia="Calibri"/>
          <w:bCs/>
        </w:rPr>
        <w:t xml:space="preserve"> se mění takto:</w:t>
      </w:r>
    </w:p>
    <w:p w:rsidR="00844AAA" w:rsidRDefault="00844AAA" w:rsidP="008E105C">
      <w:pPr>
        <w:ind w:left="284" w:hanging="284"/>
        <w:rPr>
          <w:rFonts w:eastAsia="Calibri"/>
          <w:bCs/>
        </w:rPr>
      </w:pPr>
      <w:r>
        <w:rPr>
          <w:rFonts w:eastAsia="Calibri"/>
          <w:bCs/>
        </w:rPr>
        <w:t xml:space="preserve">1. V § 11b odst. 5 se slova „státního rozpočtu“ nahrazují slovy „Státního pozemkového úřadu“ a za větu </w:t>
      </w:r>
      <w:r w:rsidR="009F7F0C">
        <w:rPr>
          <w:rFonts w:eastAsia="Calibri"/>
          <w:bCs/>
        </w:rPr>
        <w:t xml:space="preserve">první </w:t>
      </w:r>
      <w:r>
        <w:rPr>
          <w:rFonts w:eastAsia="Calibri"/>
          <w:bCs/>
        </w:rPr>
        <w:t>se vkládá věta „Odvody, které jsou příjmem Státního pozemkového úřadu, mohou být použity jen pro realizaci pozemkových úprav.“.</w:t>
      </w:r>
    </w:p>
    <w:p w:rsidR="00844AAA" w:rsidRDefault="00844AAA" w:rsidP="00844AAA">
      <w:pPr>
        <w:rPr>
          <w:rFonts w:eastAsia="Calibri"/>
          <w:bCs/>
        </w:rPr>
      </w:pPr>
    </w:p>
    <w:p w:rsidR="00844AAA" w:rsidRDefault="00844AAA" w:rsidP="00844AAA">
      <w:pPr>
        <w:rPr>
          <w:rFonts w:eastAsia="Calibri"/>
          <w:bCs/>
        </w:rPr>
      </w:pPr>
      <w:r>
        <w:rPr>
          <w:rFonts w:eastAsia="Calibri"/>
          <w:bCs/>
        </w:rPr>
        <w:t xml:space="preserve">2. V § 20 odst. 3 písm. a) </w:t>
      </w:r>
      <w:r w:rsidR="008E105C">
        <w:rPr>
          <w:rFonts w:eastAsia="Calibri"/>
          <w:bCs/>
        </w:rPr>
        <w:t xml:space="preserve">se </w:t>
      </w:r>
      <w:r>
        <w:rPr>
          <w:rFonts w:eastAsia="Calibri"/>
          <w:bCs/>
        </w:rPr>
        <w:t>číslo „1000000“ nahrazuje číslem „2000000“.</w:t>
      </w:r>
    </w:p>
    <w:p w:rsidR="00844AAA" w:rsidRDefault="00844AAA" w:rsidP="00844AAA">
      <w:pPr>
        <w:rPr>
          <w:rFonts w:eastAsia="Calibri"/>
          <w:bCs/>
        </w:rPr>
      </w:pPr>
    </w:p>
    <w:p w:rsidR="00844AAA" w:rsidRDefault="00844AAA" w:rsidP="00844AAA">
      <w:pPr>
        <w:rPr>
          <w:rFonts w:eastAsia="Calibri"/>
          <w:bCs/>
        </w:rPr>
      </w:pPr>
      <w:r>
        <w:rPr>
          <w:rFonts w:eastAsia="Calibri"/>
          <w:bCs/>
        </w:rPr>
        <w:t xml:space="preserve">3. V § 20 odst. 3 písm. b) </w:t>
      </w:r>
      <w:r w:rsidR="008E105C">
        <w:rPr>
          <w:rFonts w:eastAsia="Calibri"/>
          <w:bCs/>
        </w:rPr>
        <w:t xml:space="preserve">se </w:t>
      </w:r>
      <w:r>
        <w:rPr>
          <w:rFonts w:eastAsia="Calibri"/>
          <w:bCs/>
        </w:rPr>
        <w:t>číslo „100000“ nahrazuje číslem „200000“.</w:t>
      </w:r>
    </w:p>
    <w:p w:rsidR="00844AAA" w:rsidRDefault="00844AAA" w:rsidP="00844AAA">
      <w:pPr>
        <w:rPr>
          <w:rFonts w:eastAsia="Calibri"/>
          <w:bCs/>
        </w:rPr>
      </w:pPr>
    </w:p>
    <w:p w:rsidR="00844AAA" w:rsidRDefault="00844AAA" w:rsidP="00844AAA">
      <w:pPr>
        <w:rPr>
          <w:rFonts w:eastAsia="Calibri"/>
          <w:bCs/>
        </w:rPr>
      </w:pPr>
      <w:r>
        <w:rPr>
          <w:rFonts w:eastAsia="Calibri"/>
          <w:bCs/>
        </w:rPr>
        <w:t>4. V § 20 odst. 3 písm. c)</w:t>
      </w:r>
      <w:r w:rsidR="008E105C">
        <w:rPr>
          <w:rFonts w:eastAsia="Calibri"/>
          <w:bCs/>
        </w:rPr>
        <w:t xml:space="preserve"> se</w:t>
      </w:r>
      <w:r>
        <w:rPr>
          <w:rFonts w:eastAsia="Calibri"/>
          <w:bCs/>
        </w:rPr>
        <w:t xml:space="preserve"> číslo „50000“ nahrazuje číslem „100000“.</w:t>
      </w:r>
    </w:p>
    <w:p w:rsidR="00844AAA" w:rsidRDefault="00844AAA" w:rsidP="00844AAA">
      <w:pPr>
        <w:rPr>
          <w:rFonts w:eastAsia="Calibri"/>
          <w:bCs/>
        </w:rPr>
      </w:pPr>
    </w:p>
    <w:p w:rsidR="00844AAA" w:rsidRDefault="00844AAA" w:rsidP="00844AAA">
      <w:pPr>
        <w:rPr>
          <w:rFonts w:eastAsia="Calibri"/>
          <w:bCs/>
        </w:rPr>
      </w:pPr>
      <w:r>
        <w:rPr>
          <w:rFonts w:eastAsia="Calibri"/>
          <w:bCs/>
        </w:rPr>
        <w:t>5. V § 20a odst. 3 písm. a)</w:t>
      </w:r>
      <w:r w:rsidR="008E105C">
        <w:rPr>
          <w:rFonts w:eastAsia="Calibri"/>
          <w:bCs/>
        </w:rPr>
        <w:t xml:space="preserve"> se</w:t>
      </w:r>
      <w:r>
        <w:rPr>
          <w:rFonts w:eastAsia="Calibri"/>
          <w:bCs/>
        </w:rPr>
        <w:t xml:space="preserve"> číslo „10000000“ nahrazuje číslem „200000000“.</w:t>
      </w:r>
    </w:p>
    <w:p w:rsidR="00844AAA" w:rsidRDefault="00844AAA" w:rsidP="00844AAA">
      <w:pPr>
        <w:rPr>
          <w:rFonts w:eastAsia="Calibri"/>
          <w:bCs/>
        </w:rPr>
      </w:pPr>
    </w:p>
    <w:p w:rsidR="00844AAA" w:rsidRDefault="00844AAA" w:rsidP="00844AAA">
      <w:pPr>
        <w:rPr>
          <w:rFonts w:eastAsia="Calibri"/>
          <w:bCs/>
        </w:rPr>
      </w:pPr>
      <w:r>
        <w:rPr>
          <w:rFonts w:eastAsia="Calibri"/>
          <w:bCs/>
        </w:rPr>
        <w:t xml:space="preserve">6. V § 20a odst. 3 písm. b) </w:t>
      </w:r>
      <w:r w:rsidR="008E105C">
        <w:rPr>
          <w:rFonts w:eastAsia="Calibri"/>
          <w:bCs/>
        </w:rPr>
        <w:t xml:space="preserve">se </w:t>
      </w:r>
      <w:r>
        <w:rPr>
          <w:rFonts w:eastAsia="Calibri"/>
          <w:bCs/>
        </w:rPr>
        <w:t>číslo „1000000“ nahrazuje číslem „2000000“.</w:t>
      </w:r>
    </w:p>
    <w:p w:rsidR="00844AAA" w:rsidRDefault="00844AAA" w:rsidP="00844AAA">
      <w:pPr>
        <w:rPr>
          <w:rFonts w:eastAsia="Calibri"/>
          <w:bCs/>
        </w:rPr>
      </w:pPr>
    </w:p>
    <w:p w:rsidR="00844AAA" w:rsidRDefault="008E105C" w:rsidP="00844AAA">
      <w:pPr>
        <w:rPr>
          <w:rFonts w:eastAsia="Calibri"/>
          <w:bCs/>
        </w:rPr>
      </w:pPr>
      <w:r>
        <w:rPr>
          <w:rFonts w:eastAsia="Calibri"/>
          <w:bCs/>
        </w:rPr>
        <w:t xml:space="preserve">7. V § 20a odst. 3 </w:t>
      </w:r>
      <w:r w:rsidR="00844AAA">
        <w:rPr>
          <w:rFonts w:eastAsia="Calibri"/>
          <w:bCs/>
        </w:rPr>
        <w:t xml:space="preserve">písm. c) </w:t>
      </w:r>
      <w:r>
        <w:rPr>
          <w:rFonts w:eastAsia="Calibri"/>
          <w:bCs/>
        </w:rPr>
        <w:t xml:space="preserve">se </w:t>
      </w:r>
      <w:r w:rsidR="00844AAA">
        <w:rPr>
          <w:rFonts w:eastAsia="Calibri"/>
          <w:bCs/>
        </w:rPr>
        <w:t>číslo „500000“ nahrazuje číslem „1000000“.</w:t>
      </w:r>
    </w:p>
    <w:p w:rsidR="00844AAA" w:rsidRDefault="00844AAA" w:rsidP="00844AAA">
      <w:pPr>
        <w:rPr>
          <w:rFonts w:eastAsia="Calibri"/>
          <w:bCs/>
        </w:rPr>
      </w:pPr>
    </w:p>
    <w:p w:rsidR="00844AAA" w:rsidRDefault="00844AAA" w:rsidP="00844AAA">
      <w:pPr>
        <w:rPr>
          <w:rFonts w:eastAsia="Calibri"/>
          <w:bCs/>
        </w:rPr>
      </w:pPr>
      <w:r>
        <w:rPr>
          <w:rFonts w:eastAsia="Calibri"/>
          <w:bCs/>
        </w:rPr>
        <w:t>8. § 20b zní:</w:t>
      </w:r>
    </w:p>
    <w:p w:rsidR="00844AAA" w:rsidRDefault="00844AAA" w:rsidP="00844AAA">
      <w:pPr>
        <w:spacing w:after="120"/>
        <w:jc w:val="center"/>
        <w:rPr>
          <w:rFonts w:eastAsia="Calibri"/>
          <w:bCs/>
        </w:rPr>
      </w:pPr>
      <w:r>
        <w:rPr>
          <w:rFonts w:eastAsia="Calibri"/>
          <w:bCs/>
        </w:rPr>
        <w:t>„§ 20b</w:t>
      </w:r>
    </w:p>
    <w:p w:rsidR="00844AAA" w:rsidRPr="008E105C" w:rsidRDefault="00844AAA" w:rsidP="00844AAA">
      <w:pPr>
        <w:spacing w:after="120"/>
        <w:jc w:val="center"/>
        <w:rPr>
          <w:rFonts w:eastAsia="Calibri"/>
          <w:b/>
          <w:bCs/>
        </w:rPr>
      </w:pPr>
      <w:r w:rsidRPr="008E105C">
        <w:rPr>
          <w:rFonts w:eastAsia="Calibri"/>
          <w:b/>
          <w:bCs/>
        </w:rPr>
        <w:t>Společné ustanovení k přestupkům</w:t>
      </w:r>
    </w:p>
    <w:p w:rsidR="00844AAA" w:rsidRDefault="00844AAA" w:rsidP="00844AAA">
      <w:pPr>
        <w:spacing w:after="120"/>
        <w:ind w:firstLine="708"/>
        <w:rPr>
          <w:rFonts w:eastAsia="Calibri"/>
          <w:bCs/>
        </w:rPr>
      </w:pPr>
      <w:r>
        <w:rPr>
          <w:rFonts w:eastAsia="Calibri"/>
          <w:bCs/>
        </w:rPr>
        <w:t>Pokuty uložené obecním úřadem obce s rozšířenou působností jsou z 35 % příjmem obce, v jejímž územním obvodu byl přestupek spáchán, z 35 % příjmem Státního fondu životního prostředí České republiky a z 30 % příjmem Státního pozemkového úřadu; pokuty uložené inspekcí jsou příjmem Státního fondu životního prostředí České republiky.“.“.</w:t>
      </w:r>
    </w:p>
    <w:p w:rsidR="00844AAA" w:rsidRDefault="00844AAA" w:rsidP="00F820EE">
      <w:pPr>
        <w:rPr>
          <w:rFonts w:eastAsia="Calibri"/>
          <w:bCs/>
        </w:rPr>
      </w:pPr>
      <w:r>
        <w:rPr>
          <w:rFonts w:eastAsia="Calibri"/>
          <w:bCs/>
        </w:rPr>
        <w:t>Dosavadní část pátá se označuje jako část šestá</w:t>
      </w:r>
      <w:r w:rsidR="008E105C">
        <w:rPr>
          <w:rFonts w:eastAsia="Calibri"/>
          <w:bCs/>
        </w:rPr>
        <w:t xml:space="preserve"> a d</w:t>
      </w:r>
      <w:r>
        <w:rPr>
          <w:rFonts w:eastAsia="Calibri"/>
          <w:bCs/>
        </w:rPr>
        <w:t>osavadní čl. VI se označuje jako čl. VII.</w:t>
      </w:r>
    </w:p>
    <w:p w:rsidR="008B401C" w:rsidRDefault="008B401C" w:rsidP="00A92050"/>
    <w:p w:rsidR="008B401C" w:rsidRDefault="008B401C" w:rsidP="00A92050"/>
    <w:p w:rsidR="008B401C" w:rsidRDefault="00844AAA" w:rsidP="00844AAA">
      <w:pPr>
        <w:pStyle w:val="Oznaenpozmn"/>
        <w:tabs>
          <w:tab w:val="clear" w:pos="425"/>
        </w:tabs>
        <w:ind w:left="567" w:hanging="567"/>
      </w:pPr>
      <w:r>
        <w:t>Poslanec Jaroslav Holík</w:t>
      </w:r>
    </w:p>
    <w:p w:rsidR="008B401C" w:rsidRPr="00844AAA" w:rsidRDefault="00844AAA" w:rsidP="00A92050">
      <w:pPr>
        <w:rPr>
          <w:i/>
        </w:rPr>
      </w:pPr>
      <w:r w:rsidRPr="00844AAA">
        <w:rPr>
          <w:i/>
        </w:rPr>
        <w:t>SD 5738</w:t>
      </w:r>
    </w:p>
    <w:p w:rsidR="00844AAA" w:rsidRDefault="008E105C" w:rsidP="00D432B4">
      <w:pPr>
        <w:spacing w:after="120"/>
        <w:rPr>
          <w:rFonts w:eastAsia="Calibri"/>
        </w:rPr>
      </w:pPr>
      <w:r>
        <w:rPr>
          <w:rFonts w:eastAsia="Calibri"/>
        </w:rPr>
        <w:t xml:space="preserve">V části první čl. I </w:t>
      </w:r>
      <w:r w:rsidR="00844AAA">
        <w:rPr>
          <w:rFonts w:eastAsia="Calibri"/>
        </w:rPr>
        <w:t xml:space="preserve">se vkládá nový bod </w:t>
      </w:r>
      <w:r>
        <w:rPr>
          <w:rFonts w:eastAsia="Calibri"/>
        </w:rPr>
        <w:t xml:space="preserve">1, který </w:t>
      </w:r>
      <w:r w:rsidR="00844AAA">
        <w:rPr>
          <w:rFonts w:eastAsia="Calibri"/>
        </w:rPr>
        <w:t xml:space="preserve">zní: </w:t>
      </w:r>
    </w:p>
    <w:p w:rsidR="00844AAA" w:rsidRDefault="00844AAA" w:rsidP="00D432B4">
      <w:pPr>
        <w:spacing w:after="120"/>
        <w:ind w:right="-142"/>
        <w:jc w:val="left"/>
        <w:rPr>
          <w:rFonts w:eastAsia="Calibri"/>
        </w:rPr>
      </w:pPr>
      <w:r>
        <w:rPr>
          <w:rFonts w:eastAsia="Calibri"/>
        </w:rPr>
        <w:t>„</w:t>
      </w:r>
      <w:r w:rsidR="008E105C">
        <w:rPr>
          <w:rFonts w:eastAsia="Calibri"/>
        </w:rPr>
        <w:t>1</w:t>
      </w:r>
      <w:r>
        <w:rPr>
          <w:rFonts w:eastAsia="Calibri"/>
        </w:rPr>
        <w:t xml:space="preserve">. </w:t>
      </w:r>
      <w:r w:rsidR="008E105C">
        <w:rPr>
          <w:rFonts w:eastAsia="Calibri"/>
        </w:rPr>
        <w:t>V</w:t>
      </w:r>
      <w:r>
        <w:rPr>
          <w:rFonts w:eastAsia="Calibri"/>
        </w:rPr>
        <w:t xml:space="preserve"> § 1 se vkládá nový odst</w:t>
      </w:r>
      <w:r w:rsidR="008E105C">
        <w:rPr>
          <w:rFonts w:eastAsia="Calibri"/>
        </w:rPr>
        <w:t>avec</w:t>
      </w:r>
      <w:r>
        <w:rPr>
          <w:rFonts w:eastAsia="Calibri"/>
        </w:rPr>
        <w:t xml:space="preserve"> 1, který zní: </w:t>
      </w:r>
    </w:p>
    <w:p w:rsidR="00844AAA" w:rsidRDefault="00844AAA" w:rsidP="00D432B4">
      <w:pPr>
        <w:spacing w:after="120"/>
        <w:ind w:firstLine="425"/>
        <w:rPr>
          <w:rFonts w:eastAsia="Calibri"/>
        </w:rPr>
      </w:pPr>
      <w:r w:rsidRPr="00541826">
        <w:rPr>
          <w:rFonts w:eastAsia="Calibri"/>
        </w:rPr>
        <w:t xml:space="preserve">„(1) </w:t>
      </w:r>
      <w:r w:rsidRPr="00834744">
        <w:rPr>
          <w:rFonts w:eastAsia="Calibri"/>
        </w:rPr>
        <w:t>Voda je základní podmínk</w:t>
      </w:r>
      <w:r w:rsidRPr="00541826">
        <w:rPr>
          <w:rFonts w:eastAsia="Calibri"/>
        </w:rPr>
        <w:t>ou</w:t>
      </w:r>
      <w:r w:rsidRPr="00834744">
        <w:rPr>
          <w:rFonts w:eastAsia="Calibri"/>
        </w:rPr>
        <w:t xml:space="preserve"> života na planetě Země. Pokud vodní zdroje zničíme, život na Zemi zanikne. Vědomé poškozování vodních zdrojů musí být posuzováno jako trestný čin. Voda se nesmí stát obchodním artiklem pro tvorbu zisku. Veškeré peníze získané z prodeje </w:t>
      </w:r>
      <w:r w:rsidRPr="00541826">
        <w:rPr>
          <w:rFonts w:eastAsia="Calibri"/>
        </w:rPr>
        <w:t xml:space="preserve">vody </w:t>
      </w:r>
      <w:r w:rsidRPr="00834744">
        <w:rPr>
          <w:rFonts w:eastAsia="Calibri"/>
        </w:rPr>
        <w:t>musí být vráceny do ochrany a čistoty vodních zdrojů.</w:t>
      </w:r>
      <w:r w:rsidRPr="00541826">
        <w:rPr>
          <w:rFonts w:eastAsia="Calibri"/>
        </w:rPr>
        <w:t>“</w:t>
      </w:r>
      <w:r>
        <w:rPr>
          <w:rFonts w:eastAsia="Calibri"/>
        </w:rPr>
        <w:t>.</w:t>
      </w:r>
    </w:p>
    <w:p w:rsidR="00844AAA" w:rsidRDefault="00844AAA" w:rsidP="00844AAA">
      <w:pPr>
        <w:tabs>
          <w:tab w:val="left" w:pos="426"/>
        </w:tabs>
        <w:spacing w:line="360" w:lineRule="auto"/>
        <w:ind w:right="-142"/>
        <w:rPr>
          <w:rFonts w:eastAsia="Calibri"/>
        </w:rPr>
      </w:pPr>
      <w:r>
        <w:rPr>
          <w:rFonts w:eastAsia="Calibri"/>
        </w:rPr>
        <w:t>Dosavadní odstavce 1 a</w:t>
      </w:r>
      <w:r w:rsidR="00D432B4">
        <w:rPr>
          <w:rFonts w:eastAsia="Calibri"/>
        </w:rPr>
        <w:t>ž</w:t>
      </w:r>
      <w:r>
        <w:rPr>
          <w:rFonts w:eastAsia="Calibri"/>
        </w:rPr>
        <w:t xml:space="preserve"> 2 se </w:t>
      </w:r>
      <w:r w:rsidR="008E105C">
        <w:rPr>
          <w:rFonts w:eastAsia="Calibri"/>
        </w:rPr>
        <w:t>označují jako odstavce 2 a</w:t>
      </w:r>
      <w:r w:rsidR="00D432B4">
        <w:rPr>
          <w:rFonts w:eastAsia="Calibri"/>
        </w:rPr>
        <w:t>ž</w:t>
      </w:r>
      <w:r w:rsidR="008E105C">
        <w:rPr>
          <w:rFonts w:eastAsia="Calibri"/>
        </w:rPr>
        <w:t xml:space="preserve"> 3</w:t>
      </w:r>
      <w:r>
        <w:rPr>
          <w:rFonts w:eastAsia="Calibri"/>
        </w:rPr>
        <w:t>.</w:t>
      </w:r>
      <w:r w:rsidR="00807807">
        <w:rPr>
          <w:rFonts w:eastAsia="Calibri"/>
        </w:rPr>
        <w:t>“.</w:t>
      </w:r>
      <w:r w:rsidR="00D432B4">
        <w:rPr>
          <w:rFonts w:eastAsia="Calibri"/>
        </w:rPr>
        <w:t>“.</w:t>
      </w:r>
    </w:p>
    <w:p w:rsidR="00D432B4" w:rsidRDefault="00D432B4" w:rsidP="00844AAA">
      <w:pPr>
        <w:tabs>
          <w:tab w:val="left" w:pos="426"/>
        </w:tabs>
        <w:spacing w:line="360" w:lineRule="auto"/>
        <w:ind w:right="-142"/>
        <w:rPr>
          <w:rFonts w:eastAsia="Calibri"/>
        </w:rPr>
      </w:pPr>
      <w:r>
        <w:rPr>
          <w:rFonts w:eastAsia="Calibri"/>
        </w:rPr>
        <w:t>Následující body se přečíslují.</w:t>
      </w:r>
    </w:p>
    <w:p w:rsidR="00844AAA" w:rsidRDefault="00844AAA" w:rsidP="00F820EE">
      <w:pPr>
        <w:ind w:right="-142"/>
        <w:rPr>
          <w:rFonts w:eastAsia="Calibri"/>
        </w:rPr>
      </w:pPr>
    </w:p>
    <w:p w:rsidR="008B401C" w:rsidRDefault="008B401C" w:rsidP="00F820EE"/>
    <w:p w:rsidR="008B401C" w:rsidRDefault="00807807" w:rsidP="00807807">
      <w:pPr>
        <w:pStyle w:val="Oznaenpozmn"/>
        <w:tabs>
          <w:tab w:val="clear" w:pos="425"/>
        </w:tabs>
        <w:ind w:left="567" w:hanging="567"/>
      </w:pPr>
      <w:r>
        <w:t>Poslanec Jan Schiller</w:t>
      </w:r>
    </w:p>
    <w:p w:rsidR="008B401C" w:rsidRPr="00807807" w:rsidRDefault="00807807" w:rsidP="00A92050">
      <w:pPr>
        <w:rPr>
          <w:i/>
        </w:rPr>
      </w:pPr>
      <w:r w:rsidRPr="00807807">
        <w:rPr>
          <w:i/>
        </w:rPr>
        <w:t>SD 5181</w:t>
      </w:r>
    </w:p>
    <w:p w:rsidR="00807807" w:rsidRPr="00807807" w:rsidRDefault="00807807" w:rsidP="00D432B4">
      <w:pPr>
        <w:pStyle w:val="Standard"/>
        <w:spacing w:after="120"/>
        <w:jc w:val="both"/>
        <w:rPr>
          <w:rFonts w:ascii="Times New Roman" w:hAnsi="Times New Roman" w:cs="Times New Roman"/>
        </w:rPr>
      </w:pPr>
      <w:r w:rsidRPr="00D432B4">
        <w:rPr>
          <w:rFonts w:ascii="Times New Roman" w:hAnsi="Times New Roman" w:cs="Times New Roman"/>
          <w:b/>
          <w:sz w:val="24"/>
          <w:szCs w:val="24"/>
          <w:lang w:eastAsia="cs-CZ"/>
        </w:rPr>
        <w:t>1.</w:t>
      </w:r>
      <w:r>
        <w:rPr>
          <w:rFonts w:ascii="Times New Roman" w:hAnsi="Times New Roman" w:cs="Times New Roman"/>
          <w:sz w:val="24"/>
          <w:szCs w:val="24"/>
          <w:lang w:eastAsia="cs-CZ"/>
        </w:rPr>
        <w:t xml:space="preserve"> </w:t>
      </w:r>
      <w:r w:rsidRPr="00807807">
        <w:rPr>
          <w:rFonts w:ascii="Times New Roman" w:hAnsi="Times New Roman" w:cs="Times New Roman"/>
          <w:sz w:val="24"/>
          <w:szCs w:val="24"/>
          <w:lang w:eastAsia="cs-CZ"/>
        </w:rPr>
        <w:t>V části první čl. I se za bod 28 vkládá nový bod</w:t>
      </w:r>
      <w:r w:rsidR="00D432B4">
        <w:rPr>
          <w:rFonts w:ascii="Times New Roman" w:hAnsi="Times New Roman" w:cs="Times New Roman"/>
          <w:sz w:val="24"/>
          <w:szCs w:val="24"/>
          <w:lang w:eastAsia="cs-CZ"/>
        </w:rPr>
        <w:t xml:space="preserve"> X</w:t>
      </w:r>
      <w:r w:rsidRPr="00807807">
        <w:rPr>
          <w:rFonts w:ascii="Times New Roman" w:hAnsi="Times New Roman" w:cs="Times New Roman"/>
          <w:sz w:val="24"/>
          <w:szCs w:val="24"/>
          <w:lang w:eastAsia="cs-CZ"/>
        </w:rPr>
        <w:t>, který zní:</w:t>
      </w:r>
    </w:p>
    <w:p w:rsidR="00807807" w:rsidRDefault="00807807" w:rsidP="00D432B4">
      <w:pPr>
        <w:pStyle w:val="Standard"/>
        <w:spacing w:after="120"/>
        <w:jc w:val="both"/>
        <w:rPr>
          <w:rFonts w:ascii="Times New Roman" w:hAnsi="Times New Roman" w:cs="Times New Roman"/>
          <w:sz w:val="24"/>
          <w:szCs w:val="24"/>
          <w:lang w:eastAsia="cs-CZ"/>
        </w:rPr>
      </w:pPr>
      <w:r w:rsidRPr="00807807">
        <w:rPr>
          <w:rFonts w:ascii="Times New Roman" w:hAnsi="Times New Roman" w:cs="Times New Roman"/>
          <w:sz w:val="24"/>
          <w:szCs w:val="24"/>
          <w:lang w:eastAsia="cs-CZ"/>
        </w:rPr>
        <w:t>„</w:t>
      </w:r>
      <w:r w:rsidR="00D432B4">
        <w:rPr>
          <w:rFonts w:ascii="Times New Roman" w:hAnsi="Times New Roman" w:cs="Times New Roman"/>
          <w:sz w:val="24"/>
          <w:szCs w:val="24"/>
          <w:lang w:eastAsia="cs-CZ"/>
        </w:rPr>
        <w:t>X</w:t>
      </w:r>
      <w:r w:rsidRPr="00807807">
        <w:rPr>
          <w:rFonts w:ascii="Times New Roman" w:hAnsi="Times New Roman" w:cs="Times New Roman"/>
          <w:sz w:val="24"/>
          <w:szCs w:val="24"/>
          <w:lang w:eastAsia="cs-CZ"/>
        </w:rPr>
        <w:t>. V § 38 odst</w:t>
      </w:r>
      <w:r w:rsidR="00D432B4">
        <w:rPr>
          <w:rFonts w:ascii="Times New Roman" w:hAnsi="Times New Roman" w:cs="Times New Roman"/>
          <w:sz w:val="24"/>
          <w:szCs w:val="24"/>
          <w:lang w:eastAsia="cs-CZ"/>
        </w:rPr>
        <w:t>avec</w:t>
      </w:r>
      <w:r w:rsidRPr="00807807">
        <w:rPr>
          <w:rFonts w:ascii="Times New Roman" w:hAnsi="Times New Roman" w:cs="Times New Roman"/>
          <w:sz w:val="24"/>
          <w:szCs w:val="24"/>
          <w:lang w:eastAsia="cs-CZ"/>
        </w:rPr>
        <w:t xml:space="preserve"> 2 zní</w:t>
      </w:r>
      <w:r w:rsidR="00D432B4">
        <w:rPr>
          <w:rFonts w:ascii="Times New Roman" w:hAnsi="Times New Roman" w:cs="Times New Roman"/>
          <w:sz w:val="24"/>
          <w:szCs w:val="24"/>
          <w:lang w:eastAsia="cs-CZ"/>
        </w:rPr>
        <w:t>:</w:t>
      </w:r>
      <w:r w:rsidRPr="00807807">
        <w:rPr>
          <w:rFonts w:ascii="Times New Roman" w:hAnsi="Times New Roman" w:cs="Times New Roman"/>
          <w:sz w:val="24"/>
          <w:szCs w:val="24"/>
          <w:lang w:eastAsia="cs-CZ"/>
        </w:rPr>
        <w:t xml:space="preserve"> </w:t>
      </w:r>
    </w:p>
    <w:p w:rsidR="00807807" w:rsidRPr="00807807" w:rsidRDefault="00807807" w:rsidP="00D432B4">
      <w:pPr>
        <w:pStyle w:val="Standard"/>
        <w:spacing w:after="120"/>
        <w:ind w:firstLine="709"/>
        <w:jc w:val="both"/>
        <w:rPr>
          <w:rFonts w:ascii="Times New Roman" w:hAnsi="Times New Roman" w:cs="Times New Roman"/>
        </w:rPr>
      </w:pPr>
      <w:r w:rsidRPr="00807807">
        <w:rPr>
          <w:rFonts w:ascii="Times New Roman" w:hAnsi="Times New Roman" w:cs="Times New Roman"/>
          <w:sz w:val="24"/>
          <w:szCs w:val="24"/>
          <w:lang w:eastAsia="cs-CZ"/>
        </w:rPr>
        <w:t>„(2) Odpadní vody </w:t>
      </w:r>
      <w:r w:rsidRPr="00807807">
        <w:rPr>
          <w:rFonts w:ascii="Times New Roman" w:hAnsi="Times New Roman" w:cs="Times New Roman"/>
          <w:bCs/>
          <w:sz w:val="24"/>
          <w:szCs w:val="24"/>
          <w:lang w:eastAsia="cs-CZ"/>
        </w:rPr>
        <w:t>včetně dovážených splaškových odpadních vod z bezodtokých jímek (žump)</w:t>
      </w:r>
      <w:r w:rsidRPr="00807807">
        <w:rPr>
          <w:rFonts w:ascii="Times New Roman" w:hAnsi="Times New Roman" w:cs="Times New Roman"/>
          <w:sz w:val="24"/>
          <w:szCs w:val="24"/>
          <w:lang w:eastAsia="cs-CZ"/>
        </w:rPr>
        <w:t> zneškodňované na komunální čistírně odpadních vod, kterou se rozumí zařízení pro čištění městských odpadních vod vybavené technologií pro likvidaci splašků, musí svým složením odpovídat platnému kanalizačnímu řádu. </w:t>
      </w:r>
      <w:r w:rsidRPr="00807807">
        <w:rPr>
          <w:rFonts w:ascii="Times New Roman" w:hAnsi="Times New Roman" w:cs="Times New Roman"/>
          <w:bCs/>
          <w:sz w:val="24"/>
          <w:szCs w:val="24"/>
          <w:lang w:eastAsia="cs-CZ"/>
        </w:rPr>
        <w:t>Způsobem podle věty první lze zneškodňovat také ostatní dovážené odpadní vody, pokud neobsahují nebezpečné závadné látky uvedené v příloze č. 1 části I v bodech č. 1 a 4 a v části II v bodech č. 1 a 6 k tomuto zákonu</w:t>
      </w:r>
      <w:r w:rsidRPr="00807807">
        <w:rPr>
          <w:rFonts w:ascii="Times New Roman" w:hAnsi="Times New Roman" w:cs="Times New Roman"/>
          <w:sz w:val="24"/>
          <w:szCs w:val="24"/>
          <w:lang w:eastAsia="cs-CZ"/>
        </w:rPr>
        <w:t>.“.“.</w:t>
      </w:r>
    </w:p>
    <w:p w:rsidR="00807807" w:rsidRPr="00807807" w:rsidRDefault="00D432B4" w:rsidP="00807807">
      <w:pPr>
        <w:pStyle w:val="Standard"/>
        <w:jc w:val="both"/>
        <w:rPr>
          <w:rFonts w:ascii="Times New Roman" w:hAnsi="Times New Roman" w:cs="Times New Roman"/>
        </w:rPr>
      </w:pPr>
      <w:r>
        <w:rPr>
          <w:rFonts w:ascii="Times New Roman" w:hAnsi="Times New Roman" w:cs="Times New Roman"/>
          <w:sz w:val="24"/>
          <w:szCs w:val="24"/>
          <w:lang w:eastAsia="cs-CZ"/>
        </w:rPr>
        <w:t>Následující</w:t>
      </w:r>
      <w:r w:rsidR="00807807" w:rsidRPr="00807807">
        <w:rPr>
          <w:rFonts w:ascii="Times New Roman" w:hAnsi="Times New Roman" w:cs="Times New Roman"/>
          <w:sz w:val="24"/>
          <w:szCs w:val="24"/>
          <w:lang w:eastAsia="cs-CZ"/>
        </w:rPr>
        <w:t xml:space="preserve"> body se přečíslují.</w:t>
      </w:r>
    </w:p>
    <w:p w:rsidR="00807807" w:rsidRPr="00807807" w:rsidRDefault="00807807" w:rsidP="00807807">
      <w:pPr>
        <w:pStyle w:val="Standard"/>
        <w:jc w:val="both"/>
        <w:rPr>
          <w:rFonts w:ascii="Times New Roman" w:hAnsi="Times New Roman" w:cs="Times New Roman"/>
          <w:sz w:val="24"/>
          <w:szCs w:val="24"/>
          <w:lang w:eastAsia="cs-CZ"/>
        </w:rPr>
      </w:pPr>
    </w:p>
    <w:p w:rsidR="00685D9F" w:rsidRDefault="00685D9F">
      <w:pPr>
        <w:jc w:val="left"/>
        <w:rPr>
          <w:rFonts w:eastAsia="Calibri"/>
          <w:b/>
          <w:kern w:val="3"/>
        </w:rPr>
      </w:pPr>
      <w:r>
        <w:rPr>
          <w:b/>
        </w:rPr>
        <w:br w:type="page"/>
      </w:r>
    </w:p>
    <w:p w:rsidR="00807807" w:rsidRPr="00807807" w:rsidRDefault="00807807" w:rsidP="00D432B4">
      <w:pPr>
        <w:pStyle w:val="Standard"/>
        <w:spacing w:after="120"/>
        <w:jc w:val="both"/>
        <w:rPr>
          <w:rFonts w:ascii="Times New Roman" w:hAnsi="Times New Roman" w:cs="Times New Roman"/>
        </w:rPr>
      </w:pPr>
      <w:r w:rsidRPr="00D432B4">
        <w:rPr>
          <w:rFonts w:ascii="Times New Roman" w:hAnsi="Times New Roman" w:cs="Times New Roman"/>
          <w:b/>
          <w:sz w:val="24"/>
          <w:szCs w:val="24"/>
          <w:lang w:eastAsia="cs-CZ"/>
        </w:rPr>
        <w:lastRenderedPageBreak/>
        <w:t>2.</w:t>
      </w:r>
      <w:r w:rsidRPr="00807807">
        <w:rPr>
          <w:rFonts w:ascii="Times New Roman" w:hAnsi="Times New Roman" w:cs="Times New Roman"/>
          <w:sz w:val="24"/>
          <w:szCs w:val="24"/>
          <w:lang w:eastAsia="cs-CZ"/>
        </w:rPr>
        <w:t xml:space="preserve"> V části první čl. I se za bod 77 vkládá nový bod</w:t>
      </w:r>
      <w:r w:rsidR="00D432B4">
        <w:rPr>
          <w:rFonts w:ascii="Times New Roman" w:hAnsi="Times New Roman" w:cs="Times New Roman"/>
          <w:sz w:val="24"/>
          <w:szCs w:val="24"/>
          <w:lang w:eastAsia="cs-CZ"/>
        </w:rPr>
        <w:t xml:space="preserve"> X</w:t>
      </w:r>
      <w:r w:rsidRPr="00807807">
        <w:rPr>
          <w:rFonts w:ascii="Times New Roman" w:hAnsi="Times New Roman" w:cs="Times New Roman"/>
          <w:sz w:val="24"/>
          <w:szCs w:val="24"/>
          <w:lang w:eastAsia="cs-CZ"/>
        </w:rPr>
        <w:t>, který zní:</w:t>
      </w:r>
    </w:p>
    <w:p w:rsidR="00807807" w:rsidRDefault="00807807" w:rsidP="00F820EE">
      <w:pPr>
        <w:pStyle w:val="Default"/>
        <w:jc w:val="both"/>
      </w:pPr>
      <w:r>
        <w:rPr>
          <w:lang w:eastAsia="cs-CZ"/>
        </w:rPr>
        <w:t>„</w:t>
      </w:r>
      <w:r w:rsidR="00D432B4">
        <w:rPr>
          <w:lang w:eastAsia="cs-CZ"/>
        </w:rPr>
        <w:t>X</w:t>
      </w:r>
      <w:r>
        <w:rPr>
          <w:lang w:eastAsia="cs-CZ"/>
        </w:rPr>
        <w:t xml:space="preserve">. </w:t>
      </w:r>
      <w:r>
        <w:t xml:space="preserve">V § 125a odst. 1 se </w:t>
      </w:r>
      <w:r w:rsidR="00D432B4">
        <w:t>za</w:t>
      </w:r>
      <w:r>
        <w:t xml:space="preserve"> písmen</w:t>
      </w:r>
      <w:r w:rsidR="00D432B4">
        <w:t xml:space="preserve">o </w:t>
      </w:r>
      <w:r>
        <w:t xml:space="preserve">j) </w:t>
      </w:r>
      <w:r w:rsidR="00D432B4">
        <w:t>vkládá</w:t>
      </w:r>
      <w:r>
        <w:t xml:space="preserve"> nové písmeno k), které zní:</w:t>
      </w:r>
    </w:p>
    <w:p w:rsidR="00807807" w:rsidRDefault="00807807" w:rsidP="00D432B4">
      <w:pPr>
        <w:pStyle w:val="Default"/>
        <w:spacing w:after="120"/>
        <w:jc w:val="both"/>
      </w:pPr>
      <w:r>
        <w:t xml:space="preserve"> „k) v rozporu s § 38 odst. 2 jako provozovatel komunální čistírny odpadních vod zneškodňuje nebo umožní zneškodnění ostatních dovážených odpadních vod, které svým složením neodpovídají platnému kanalizačnímu řádu nebo které obsahují nebezpečné závadné látky uvedené v příloze č. 1 </w:t>
      </w:r>
      <w:r>
        <w:rPr>
          <w:lang w:eastAsia="cs-CZ"/>
        </w:rPr>
        <w:t xml:space="preserve">části I v bodech č. 1 a 4 a v </w:t>
      </w:r>
      <w:r>
        <w:t>části II v bodech č. 1 a 6 k tomuto zákonu.</w:t>
      </w:r>
      <w:r w:rsidR="00D432B4">
        <w:t>“.</w:t>
      </w:r>
    </w:p>
    <w:p w:rsidR="00807807" w:rsidRDefault="00807807" w:rsidP="00F820EE">
      <w:pPr>
        <w:pStyle w:val="Default"/>
        <w:spacing w:after="120"/>
        <w:jc w:val="both"/>
      </w:pPr>
      <w:r>
        <w:t>Dosavadní písmena k) až u) se označují jako písmena l) až v).“</w:t>
      </w:r>
      <w:r w:rsidR="00D432B4">
        <w:t>.“.</w:t>
      </w:r>
    </w:p>
    <w:p w:rsidR="00807807" w:rsidRDefault="00D432B4" w:rsidP="00F820EE">
      <w:pPr>
        <w:pStyle w:val="Default"/>
        <w:jc w:val="both"/>
      </w:pPr>
      <w:r>
        <w:t>Následující</w:t>
      </w:r>
      <w:r w:rsidR="00807807">
        <w:t xml:space="preserve"> body se přečíslují.</w:t>
      </w:r>
    </w:p>
    <w:p w:rsidR="00807807" w:rsidRDefault="00807807" w:rsidP="00F820EE">
      <w:pPr>
        <w:pStyle w:val="Default"/>
        <w:jc w:val="both"/>
      </w:pPr>
    </w:p>
    <w:p w:rsidR="00807807" w:rsidRPr="00807807" w:rsidRDefault="00807807" w:rsidP="00F820EE">
      <w:pPr>
        <w:pStyle w:val="Default"/>
        <w:jc w:val="both"/>
      </w:pPr>
      <w:r w:rsidRPr="00D432B4">
        <w:rPr>
          <w:b/>
        </w:rPr>
        <w:t>3.</w:t>
      </w:r>
      <w:r w:rsidRPr="00807807">
        <w:t xml:space="preserve"> </w:t>
      </w:r>
      <w:r w:rsidR="00D432B4">
        <w:t>V části první čl. I</w:t>
      </w:r>
      <w:r w:rsidRPr="00807807">
        <w:t xml:space="preserve"> bod 78 zní:</w:t>
      </w:r>
    </w:p>
    <w:p w:rsidR="00807807" w:rsidRDefault="00807807" w:rsidP="00D432B4">
      <w:pPr>
        <w:pStyle w:val="Default"/>
        <w:spacing w:after="120"/>
        <w:jc w:val="both"/>
      </w:pPr>
      <w:r>
        <w:t>„7</w:t>
      </w:r>
      <w:r w:rsidR="00D432B4">
        <w:t>8</w:t>
      </w:r>
      <w:r>
        <w:t>. V § 125a o</w:t>
      </w:r>
      <w:r w:rsidR="00D432B4">
        <w:t>dst. 1 se za písmeno</w:t>
      </w:r>
      <w:r>
        <w:t xml:space="preserve"> s) vkládají nová písmena t) a u), která znějí:</w:t>
      </w:r>
    </w:p>
    <w:p w:rsidR="00807807" w:rsidRDefault="00807807" w:rsidP="00807807">
      <w:pPr>
        <w:pStyle w:val="Default"/>
        <w:jc w:val="both"/>
      </w:pPr>
      <w:r>
        <w:t>„t) v rozporu s § 87k odst. 1 nesplní povinnost uloženou opatřením komise pro sucho při stavu nedostatku vody,</w:t>
      </w:r>
    </w:p>
    <w:p w:rsidR="00807807" w:rsidRDefault="00807807" w:rsidP="00D432B4">
      <w:pPr>
        <w:pStyle w:val="Default"/>
        <w:spacing w:after="120"/>
        <w:jc w:val="both"/>
      </w:pPr>
      <w:r>
        <w:t>u) neposkytne orgánu pro sucho in</w:t>
      </w:r>
      <w:r w:rsidR="00D432B4">
        <w:t>formace podle § 87l odst. 2,“.</w:t>
      </w:r>
    </w:p>
    <w:p w:rsidR="00807807" w:rsidRDefault="00807807" w:rsidP="00F820EE">
      <w:pPr>
        <w:pStyle w:val="Default"/>
        <w:jc w:val="both"/>
      </w:pPr>
      <w:r>
        <w:t>Dosavadní písm</w:t>
      </w:r>
      <w:r w:rsidR="00D432B4">
        <w:t>ena</w:t>
      </w:r>
      <w:r>
        <w:t xml:space="preserve"> </w:t>
      </w:r>
      <w:r w:rsidR="00D432B4">
        <w:t>t</w:t>
      </w:r>
      <w:r>
        <w:t xml:space="preserve">) až </w:t>
      </w:r>
      <w:r w:rsidR="00D432B4">
        <w:t>v</w:t>
      </w:r>
      <w:r>
        <w:t>) se označují jako</w:t>
      </w:r>
      <w:r w:rsidR="00D432B4">
        <w:t xml:space="preserve"> písmena</w:t>
      </w:r>
      <w:r>
        <w:t xml:space="preserve"> v) až x).</w:t>
      </w:r>
      <w:r w:rsidR="00D432B4">
        <w:t>“.“.</w:t>
      </w:r>
    </w:p>
    <w:p w:rsidR="00807807" w:rsidRDefault="00807807" w:rsidP="00F820EE">
      <w:pPr>
        <w:pStyle w:val="Default"/>
        <w:jc w:val="both"/>
      </w:pPr>
    </w:p>
    <w:p w:rsidR="00807807" w:rsidRPr="00807807" w:rsidRDefault="00807807" w:rsidP="00F820EE">
      <w:pPr>
        <w:pStyle w:val="Default"/>
        <w:jc w:val="both"/>
      </w:pPr>
      <w:r w:rsidRPr="005F4D8B">
        <w:rPr>
          <w:b/>
        </w:rPr>
        <w:t>4.</w:t>
      </w:r>
      <w:r w:rsidRPr="00807807">
        <w:t xml:space="preserve"> </w:t>
      </w:r>
      <w:r w:rsidR="005F4D8B">
        <w:t>V části první čl. I</w:t>
      </w:r>
      <w:r w:rsidRPr="00807807">
        <w:t xml:space="preserve"> bod 79 zní:</w:t>
      </w:r>
    </w:p>
    <w:p w:rsidR="00807807" w:rsidRDefault="005F4D8B" w:rsidP="00F820EE">
      <w:pPr>
        <w:pStyle w:val="Default"/>
        <w:jc w:val="both"/>
      </w:pPr>
      <w:r>
        <w:t>„79. V § 125a odstavec</w:t>
      </w:r>
      <w:r w:rsidR="00807807">
        <w:t xml:space="preserve"> 2 zní:</w:t>
      </w:r>
    </w:p>
    <w:p w:rsidR="00807807" w:rsidRDefault="00807807" w:rsidP="00F820EE">
      <w:pPr>
        <w:pStyle w:val="Default"/>
        <w:ind w:firstLine="708"/>
        <w:jc w:val="both"/>
      </w:pPr>
      <w:r>
        <w:t>„(2) Za přestupek podle odstavce 1 lze uložit pokutu</w:t>
      </w:r>
    </w:p>
    <w:p w:rsidR="00807807" w:rsidRDefault="00807807" w:rsidP="00807807">
      <w:pPr>
        <w:pStyle w:val="Default"/>
        <w:jc w:val="both"/>
      </w:pPr>
      <w:r>
        <w:t>a) do 20 000 Kč, jde-li o přestupek podle písmene a), g), q) nebo r),</w:t>
      </w:r>
    </w:p>
    <w:p w:rsidR="00807807" w:rsidRDefault="00807807" w:rsidP="00807807">
      <w:pPr>
        <w:pStyle w:val="Default"/>
        <w:jc w:val="both"/>
      </w:pPr>
      <w:r>
        <w:t>b) do 50 000 Kč, jde-li o přestupek podle písmene u),</w:t>
      </w:r>
    </w:p>
    <w:p w:rsidR="00807807" w:rsidRDefault="00807807" w:rsidP="00807807">
      <w:pPr>
        <w:pStyle w:val="Default"/>
        <w:jc w:val="both"/>
      </w:pPr>
      <w:r>
        <w:t>c) do 100 000 Kč, jde-li o přestupek podle písmene f), i), j), l), m), o), s), t) nebo w),</w:t>
      </w:r>
    </w:p>
    <w:p w:rsidR="00807807" w:rsidRDefault="00807807" w:rsidP="00807807">
      <w:pPr>
        <w:pStyle w:val="Default"/>
        <w:jc w:val="both"/>
      </w:pPr>
      <w:r>
        <w:t>d) do 500 000 Kč, jde-li o přestupek podle písmene b), c), e), h), k) p) nebo x),</w:t>
      </w:r>
    </w:p>
    <w:p w:rsidR="00807807" w:rsidRDefault="00807807" w:rsidP="00807807">
      <w:pPr>
        <w:pStyle w:val="Default"/>
        <w:jc w:val="both"/>
      </w:pPr>
      <w:r>
        <w:t>e) do 1 000 000 Kč, jde-li o přestupek podle písmene n) nebo v), nebo</w:t>
      </w:r>
    </w:p>
    <w:p w:rsidR="00807807" w:rsidRDefault="00807807" w:rsidP="00807807">
      <w:pPr>
        <w:pStyle w:val="Default"/>
        <w:jc w:val="both"/>
      </w:pPr>
      <w:r>
        <w:t>f) do 5 000 000 Kč, jde-li o přestupek podle písmene d).“.“.</w:t>
      </w:r>
    </w:p>
    <w:p w:rsidR="00807807" w:rsidRDefault="00807807" w:rsidP="00F820EE">
      <w:pPr>
        <w:pStyle w:val="Default"/>
        <w:jc w:val="both"/>
        <w:rPr>
          <w:bCs/>
        </w:rPr>
      </w:pPr>
    </w:p>
    <w:p w:rsidR="00807807" w:rsidRDefault="00807807" w:rsidP="005F4D8B">
      <w:pPr>
        <w:pStyle w:val="Default"/>
        <w:spacing w:after="120"/>
        <w:jc w:val="both"/>
        <w:rPr>
          <w:bCs/>
        </w:rPr>
      </w:pPr>
      <w:r w:rsidRPr="005F4D8B">
        <w:rPr>
          <w:b/>
          <w:bCs/>
        </w:rPr>
        <w:t>5.</w:t>
      </w:r>
      <w:r>
        <w:rPr>
          <w:bCs/>
        </w:rPr>
        <w:t xml:space="preserve"> </w:t>
      </w:r>
      <w:r w:rsidR="005F4D8B">
        <w:rPr>
          <w:bCs/>
        </w:rPr>
        <w:t>V části první čl. I se</w:t>
      </w:r>
      <w:r w:rsidRPr="00807807">
        <w:rPr>
          <w:bCs/>
        </w:rPr>
        <w:t xml:space="preserve"> body </w:t>
      </w:r>
      <w:r w:rsidR="005F4D8B">
        <w:rPr>
          <w:bCs/>
        </w:rPr>
        <w:t xml:space="preserve">80 </w:t>
      </w:r>
      <w:r w:rsidRPr="00807807">
        <w:rPr>
          <w:bCs/>
        </w:rPr>
        <w:t>až 82</w:t>
      </w:r>
      <w:r w:rsidR="005F4D8B">
        <w:rPr>
          <w:bCs/>
        </w:rPr>
        <w:t xml:space="preserve"> </w:t>
      </w:r>
      <w:r w:rsidRPr="00807807">
        <w:rPr>
          <w:bCs/>
        </w:rPr>
        <w:t>zrušují.</w:t>
      </w:r>
    </w:p>
    <w:p w:rsidR="005F4D8B" w:rsidRPr="00807807" w:rsidRDefault="005F4D8B" w:rsidP="005F4D8B">
      <w:pPr>
        <w:pStyle w:val="Default"/>
        <w:spacing w:after="200"/>
        <w:ind w:left="284"/>
        <w:jc w:val="both"/>
        <w:rPr>
          <w:bCs/>
        </w:rPr>
      </w:pPr>
      <w:r>
        <w:rPr>
          <w:bCs/>
        </w:rPr>
        <w:t>Následující body se přečíslují.</w:t>
      </w:r>
    </w:p>
    <w:p w:rsidR="00F820EE" w:rsidRDefault="00F820EE">
      <w:pPr>
        <w:jc w:val="left"/>
        <w:rPr>
          <w:i/>
        </w:rPr>
      </w:pPr>
    </w:p>
    <w:p w:rsidR="008B401C" w:rsidRPr="00807807" w:rsidRDefault="00807807" w:rsidP="00A92050">
      <w:pPr>
        <w:rPr>
          <w:i/>
        </w:rPr>
      </w:pPr>
      <w:r w:rsidRPr="00807807">
        <w:rPr>
          <w:i/>
        </w:rPr>
        <w:t>SD 5182</w:t>
      </w:r>
    </w:p>
    <w:p w:rsidR="005F4D8B" w:rsidRDefault="005F4D8B" w:rsidP="005F4D8B">
      <w:pPr>
        <w:suppressAutoHyphens/>
        <w:spacing w:after="120"/>
        <w:rPr>
          <w:kern w:val="2"/>
          <w:lang w:bidi="he-IL"/>
        </w:rPr>
      </w:pPr>
      <w:r>
        <w:rPr>
          <w:b/>
          <w:kern w:val="2"/>
          <w:lang w:bidi="he-IL"/>
        </w:rPr>
        <w:t>6.</w:t>
      </w:r>
      <w:r w:rsidR="00807807">
        <w:rPr>
          <w:kern w:val="2"/>
          <w:lang w:bidi="he-IL"/>
        </w:rPr>
        <w:t xml:space="preserve"> </w:t>
      </w:r>
      <w:r w:rsidR="00807807" w:rsidRPr="00EC43A2">
        <w:rPr>
          <w:kern w:val="2"/>
          <w:lang w:bidi="he-IL"/>
        </w:rPr>
        <w:t>V části první čl. I se za bod 3 vkládá nový bod</w:t>
      </w:r>
      <w:r>
        <w:rPr>
          <w:kern w:val="2"/>
          <w:lang w:bidi="he-IL"/>
        </w:rPr>
        <w:t xml:space="preserve"> X</w:t>
      </w:r>
      <w:r w:rsidR="00807807" w:rsidRPr="00EC43A2">
        <w:rPr>
          <w:kern w:val="2"/>
          <w:lang w:bidi="he-IL"/>
        </w:rPr>
        <w:t>, který</w:t>
      </w:r>
      <w:r>
        <w:rPr>
          <w:kern w:val="2"/>
          <w:lang w:bidi="he-IL"/>
        </w:rPr>
        <w:t xml:space="preserve"> zní:</w:t>
      </w:r>
    </w:p>
    <w:p w:rsidR="00807807" w:rsidRPr="00EC43A2" w:rsidRDefault="005F4D8B" w:rsidP="005F4D8B">
      <w:pPr>
        <w:suppressAutoHyphens/>
        <w:ind w:left="284" w:hanging="284"/>
        <w:rPr>
          <w:kern w:val="2"/>
          <w:lang w:bidi="he-IL"/>
        </w:rPr>
      </w:pPr>
      <w:r>
        <w:rPr>
          <w:kern w:val="2"/>
          <w:lang w:bidi="he-IL"/>
        </w:rPr>
        <w:t xml:space="preserve">„X. V </w:t>
      </w:r>
      <w:r w:rsidR="00807807" w:rsidRPr="00EC43A2">
        <w:rPr>
          <w:kern w:val="2"/>
          <w:lang w:bidi="he-IL"/>
        </w:rPr>
        <w:t xml:space="preserve">§ 8 </w:t>
      </w:r>
      <w:r w:rsidR="003300D6">
        <w:rPr>
          <w:kern w:val="2"/>
          <w:lang w:bidi="he-IL"/>
        </w:rPr>
        <w:t xml:space="preserve">se na konci odstavce 3 </w:t>
      </w:r>
      <w:r w:rsidR="00807807" w:rsidRPr="00EC43A2">
        <w:rPr>
          <w:kern w:val="2"/>
          <w:lang w:bidi="he-IL"/>
        </w:rPr>
        <w:t>tečka nahrazuje čárkou a doplňuje písmeno h), které zní:</w:t>
      </w:r>
    </w:p>
    <w:p w:rsidR="00807807" w:rsidRDefault="00807807" w:rsidP="005F4D8B">
      <w:pPr>
        <w:suppressAutoHyphens/>
        <w:spacing w:after="120"/>
        <w:ind w:left="284" w:hanging="284"/>
        <w:rPr>
          <w:bCs/>
          <w:color w:val="000000"/>
          <w:kern w:val="2"/>
          <w:lang w:bidi="he-IL"/>
        </w:rPr>
      </w:pPr>
      <w:r w:rsidRPr="00EC43A2">
        <w:rPr>
          <w:kern w:val="2"/>
          <w:lang w:bidi="he-IL"/>
        </w:rPr>
        <w:t xml:space="preserve">„h) </w:t>
      </w:r>
      <w:r w:rsidRPr="00EC43A2">
        <w:rPr>
          <w:bCs/>
          <w:kern w:val="2"/>
          <w:lang w:bidi="he-IL"/>
        </w:rPr>
        <w:t>k vypouštění odpadních vod z odlehčovacích komor pro aglomerace do 1 000 ekvivalentních obyvatel, pokud roční množství odlehčovaných vod nepřesáhne 6 000 m</w:t>
      </w:r>
      <w:r w:rsidRPr="00EC43A2">
        <w:rPr>
          <w:bCs/>
          <w:kern w:val="2"/>
          <w:vertAlign w:val="superscript"/>
          <w:lang w:bidi="he-IL"/>
        </w:rPr>
        <w:t>3</w:t>
      </w:r>
      <w:r w:rsidRPr="00EC43A2">
        <w:rPr>
          <w:bCs/>
          <w:kern w:val="2"/>
          <w:lang w:bidi="he-IL"/>
        </w:rPr>
        <w:t>.</w:t>
      </w:r>
      <w:r w:rsidRPr="00EC43A2">
        <w:rPr>
          <w:bCs/>
          <w:color w:val="000000"/>
          <w:kern w:val="2"/>
          <w:lang w:bidi="he-IL"/>
        </w:rPr>
        <w:t>“.</w:t>
      </w:r>
      <w:r w:rsidR="005F4D8B">
        <w:rPr>
          <w:bCs/>
          <w:color w:val="000000"/>
          <w:kern w:val="2"/>
          <w:lang w:bidi="he-IL"/>
        </w:rPr>
        <w:t>“.</w:t>
      </w:r>
    </w:p>
    <w:p w:rsidR="005F4D8B" w:rsidRPr="00EC43A2" w:rsidRDefault="005F4D8B" w:rsidP="00807807">
      <w:pPr>
        <w:suppressAutoHyphens/>
        <w:contextualSpacing/>
        <w:rPr>
          <w:bCs/>
          <w:color w:val="000000"/>
          <w:kern w:val="2"/>
          <w:lang w:bidi="he-IL"/>
        </w:rPr>
      </w:pPr>
      <w:r>
        <w:rPr>
          <w:bCs/>
          <w:color w:val="000000"/>
          <w:kern w:val="2"/>
          <w:lang w:bidi="he-IL"/>
        </w:rPr>
        <w:t>Následující body se přečíslují.</w:t>
      </w:r>
    </w:p>
    <w:p w:rsidR="00807807" w:rsidRPr="00EC43A2" w:rsidRDefault="00807807" w:rsidP="00807807">
      <w:pPr>
        <w:suppressAutoHyphens/>
        <w:spacing w:line="276" w:lineRule="auto"/>
        <w:contextualSpacing/>
        <w:rPr>
          <w:bCs/>
          <w:color w:val="000000"/>
          <w:kern w:val="2"/>
          <w:lang w:bidi="he-IL"/>
        </w:rPr>
      </w:pPr>
    </w:p>
    <w:p w:rsidR="00807807" w:rsidRPr="00EC43A2" w:rsidRDefault="005F4D8B" w:rsidP="005F4D8B">
      <w:pPr>
        <w:suppressAutoHyphens/>
        <w:spacing w:after="120" w:line="276" w:lineRule="auto"/>
        <w:rPr>
          <w:bCs/>
          <w:color w:val="000000"/>
          <w:kern w:val="2"/>
          <w:lang w:bidi="he-IL"/>
        </w:rPr>
      </w:pPr>
      <w:r>
        <w:rPr>
          <w:b/>
          <w:bCs/>
          <w:color w:val="000000"/>
          <w:kern w:val="2"/>
          <w:lang w:bidi="he-IL"/>
        </w:rPr>
        <w:t>7.</w:t>
      </w:r>
      <w:r w:rsidR="00807807">
        <w:rPr>
          <w:bCs/>
          <w:color w:val="000000"/>
          <w:kern w:val="2"/>
          <w:lang w:bidi="he-IL"/>
        </w:rPr>
        <w:t xml:space="preserve"> </w:t>
      </w:r>
      <w:r w:rsidR="00807807" w:rsidRPr="00EC43A2">
        <w:rPr>
          <w:bCs/>
          <w:color w:val="000000"/>
          <w:kern w:val="2"/>
          <w:lang w:bidi="he-IL"/>
        </w:rPr>
        <w:t>V části první čl. II (</w:t>
      </w:r>
      <w:r w:rsidR="00F341B1">
        <w:rPr>
          <w:bCs/>
          <w:color w:val="000000"/>
          <w:kern w:val="2"/>
          <w:lang w:bidi="he-IL"/>
        </w:rPr>
        <w:t>P</w:t>
      </w:r>
      <w:r w:rsidR="00807807" w:rsidRPr="00EC43A2">
        <w:rPr>
          <w:bCs/>
          <w:color w:val="000000"/>
          <w:kern w:val="2"/>
          <w:lang w:bidi="he-IL"/>
        </w:rPr>
        <w:t xml:space="preserve">řechodná ustanovení) se </w:t>
      </w:r>
      <w:r>
        <w:rPr>
          <w:bCs/>
          <w:color w:val="000000"/>
          <w:kern w:val="2"/>
          <w:lang w:bidi="he-IL"/>
        </w:rPr>
        <w:t>doplňuje</w:t>
      </w:r>
      <w:r w:rsidR="00807807" w:rsidRPr="00EC43A2">
        <w:rPr>
          <w:bCs/>
          <w:color w:val="000000"/>
          <w:kern w:val="2"/>
          <w:lang w:bidi="he-IL"/>
        </w:rPr>
        <w:t xml:space="preserve"> bod</w:t>
      </w:r>
      <w:r>
        <w:rPr>
          <w:bCs/>
          <w:color w:val="000000"/>
          <w:kern w:val="2"/>
          <w:lang w:bidi="he-IL"/>
        </w:rPr>
        <w:t xml:space="preserve"> 8</w:t>
      </w:r>
      <w:r w:rsidR="00807807" w:rsidRPr="00EC43A2">
        <w:rPr>
          <w:bCs/>
          <w:color w:val="000000"/>
          <w:kern w:val="2"/>
          <w:lang w:bidi="he-IL"/>
        </w:rPr>
        <w:t>, který zní:</w:t>
      </w:r>
    </w:p>
    <w:p w:rsidR="00807807" w:rsidRPr="00EC43A2" w:rsidRDefault="00807807" w:rsidP="005F4D8B">
      <w:pPr>
        <w:suppressAutoHyphens/>
        <w:autoSpaceDE w:val="0"/>
        <w:autoSpaceDN w:val="0"/>
        <w:adjustRightInd w:val="0"/>
        <w:ind w:left="284" w:hanging="284"/>
        <w:rPr>
          <w:bCs/>
          <w:color w:val="000000"/>
          <w:kern w:val="2"/>
          <w:lang w:bidi="he-IL"/>
        </w:rPr>
      </w:pPr>
      <w:r w:rsidRPr="00EC43A2">
        <w:rPr>
          <w:bCs/>
          <w:color w:val="000000"/>
          <w:kern w:val="2"/>
          <w:lang w:bidi="he-IL"/>
        </w:rPr>
        <w:t xml:space="preserve">„8. Platnost povolení k vypouštění odpadních vod </w:t>
      </w:r>
      <w:r w:rsidRPr="00EC43A2">
        <w:rPr>
          <w:bCs/>
          <w:kern w:val="2"/>
          <w:lang w:bidi="he-IL"/>
        </w:rPr>
        <w:t>z odlehčovacích komor pro aglomerace do 1 000 ekvivalentních obyvatel, pokud roční množství odlehčovaných vod nepřesáhne 6 000 m</w:t>
      </w:r>
      <w:r w:rsidRPr="00EC43A2">
        <w:rPr>
          <w:bCs/>
          <w:kern w:val="2"/>
          <w:vertAlign w:val="superscript"/>
          <w:lang w:bidi="he-IL"/>
        </w:rPr>
        <w:t>3</w:t>
      </w:r>
      <w:r w:rsidRPr="00EC43A2">
        <w:rPr>
          <w:bCs/>
          <w:kern w:val="2"/>
          <w:lang w:bidi="he-IL"/>
        </w:rPr>
        <w:t xml:space="preserve">, která byla vydána podle § 8 odst. 1 písm. c) zákona č. 254/2001 Sb., ve znění účinném přede dnem nabytí účinnosti tohoto zákona, </w:t>
      </w:r>
      <w:r w:rsidRPr="00EC43A2">
        <w:t>končí dnem nabytí účinnosti tohoto zákona</w:t>
      </w:r>
      <w:r w:rsidRPr="00EC43A2">
        <w:rPr>
          <w:bCs/>
          <w:kern w:val="2"/>
          <w:lang w:bidi="he-IL"/>
        </w:rPr>
        <w:t>. Řízení o vydání povolení k vypouštění odpadních vod podle věty první zahájená přede dnem nabytí účinnosti tohoto zákona a do tohoto dne neskončená se dnem nabytí účinnosti tohoto zákona zastavují.“.</w:t>
      </w:r>
    </w:p>
    <w:p w:rsidR="00807807" w:rsidRDefault="00807807" w:rsidP="00A92050"/>
    <w:p w:rsidR="003300D6" w:rsidRDefault="003300D6" w:rsidP="00A92050"/>
    <w:p w:rsidR="00807807" w:rsidRDefault="00C2702A" w:rsidP="00C2702A">
      <w:pPr>
        <w:pStyle w:val="Oznaenpozmn"/>
        <w:tabs>
          <w:tab w:val="clear" w:pos="425"/>
        </w:tabs>
        <w:ind w:left="567" w:hanging="567"/>
      </w:pPr>
      <w:r>
        <w:t xml:space="preserve">Poslanec Radek </w:t>
      </w:r>
      <w:proofErr w:type="spellStart"/>
      <w:r>
        <w:t>Holomčík</w:t>
      </w:r>
      <w:proofErr w:type="spellEnd"/>
    </w:p>
    <w:p w:rsidR="00807807" w:rsidRPr="00C2702A" w:rsidRDefault="00C2702A" w:rsidP="00A92050">
      <w:pPr>
        <w:rPr>
          <w:i/>
        </w:rPr>
      </w:pPr>
      <w:r w:rsidRPr="00C2702A">
        <w:rPr>
          <w:i/>
        </w:rPr>
        <w:t>SD 5537</w:t>
      </w:r>
    </w:p>
    <w:p w:rsidR="00C2702A" w:rsidRPr="00C2702A" w:rsidRDefault="00C2702A" w:rsidP="00C2702A">
      <w:pPr>
        <w:numPr>
          <w:ilvl w:val="0"/>
          <w:numId w:val="26"/>
        </w:numPr>
        <w:pBdr>
          <w:top w:val="nil"/>
          <w:left w:val="nil"/>
          <w:bottom w:val="nil"/>
          <w:right w:val="nil"/>
          <w:between w:val="nil"/>
        </w:pBdr>
        <w:spacing w:line="276" w:lineRule="auto"/>
        <w:ind w:left="426" w:hanging="426"/>
        <w:rPr>
          <w:rFonts w:eastAsia="Calibri"/>
          <w:color w:val="000000"/>
        </w:rPr>
      </w:pPr>
      <w:r w:rsidRPr="00C2702A">
        <w:rPr>
          <w:rFonts w:eastAsia="Calibri"/>
          <w:color w:val="000000"/>
        </w:rPr>
        <w:t>V </w:t>
      </w:r>
      <w:r w:rsidRPr="00C2702A">
        <w:rPr>
          <w:rFonts w:eastAsia="Calibri"/>
        </w:rPr>
        <w:t>č</w:t>
      </w:r>
      <w:r w:rsidRPr="00C2702A">
        <w:rPr>
          <w:rFonts w:eastAsia="Calibri"/>
          <w:color w:val="000000"/>
        </w:rPr>
        <w:t xml:space="preserve">ásti </w:t>
      </w:r>
      <w:r w:rsidRPr="00C2702A">
        <w:rPr>
          <w:rFonts w:eastAsia="Calibri"/>
        </w:rPr>
        <w:t>první</w:t>
      </w:r>
      <w:r w:rsidR="005F4D8B">
        <w:rPr>
          <w:rFonts w:eastAsia="Calibri"/>
        </w:rPr>
        <w:t xml:space="preserve"> č</w:t>
      </w:r>
      <w:r w:rsidRPr="00C2702A">
        <w:rPr>
          <w:rFonts w:eastAsia="Calibri"/>
          <w:color w:val="000000"/>
        </w:rPr>
        <w:t>l. I se za bod 27 vklád</w:t>
      </w:r>
      <w:r w:rsidRPr="00C2702A">
        <w:rPr>
          <w:rFonts w:eastAsia="Calibri"/>
        </w:rPr>
        <w:t xml:space="preserve">ají nové </w:t>
      </w:r>
      <w:r w:rsidR="005F4D8B">
        <w:rPr>
          <w:rFonts w:eastAsia="Calibri"/>
        </w:rPr>
        <w:t>body X</w:t>
      </w:r>
      <w:r w:rsidRPr="00C2702A">
        <w:rPr>
          <w:rFonts w:eastAsia="Calibri"/>
          <w:color w:val="000000"/>
        </w:rPr>
        <w:t>, kter</w:t>
      </w:r>
      <w:r w:rsidRPr="00C2702A">
        <w:rPr>
          <w:rFonts w:eastAsia="Calibri"/>
        </w:rPr>
        <w:t>é</w:t>
      </w:r>
      <w:r w:rsidRPr="00C2702A">
        <w:rPr>
          <w:rFonts w:eastAsia="Calibri"/>
          <w:color w:val="000000"/>
        </w:rPr>
        <w:t xml:space="preserve"> zn</w:t>
      </w:r>
      <w:r w:rsidRPr="00C2702A">
        <w:rPr>
          <w:rFonts w:eastAsia="Calibri"/>
        </w:rPr>
        <w:t>ějí</w:t>
      </w:r>
      <w:r w:rsidRPr="00C2702A">
        <w:rPr>
          <w:rFonts w:eastAsia="Calibri"/>
          <w:color w:val="000000"/>
        </w:rPr>
        <w:t>:</w:t>
      </w:r>
    </w:p>
    <w:p w:rsidR="00C2702A" w:rsidRPr="00C2702A" w:rsidRDefault="00C2702A" w:rsidP="00C2702A">
      <w:pPr>
        <w:pBdr>
          <w:top w:val="nil"/>
          <w:left w:val="nil"/>
          <w:bottom w:val="nil"/>
          <w:right w:val="nil"/>
          <w:between w:val="nil"/>
        </w:pBdr>
        <w:spacing w:line="276" w:lineRule="auto"/>
        <w:rPr>
          <w:rFonts w:eastAsia="Calibri"/>
        </w:rPr>
      </w:pPr>
      <w:r w:rsidRPr="00C2702A">
        <w:rPr>
          <w:rFonts w:eastAsia="Calibri"/>
        </w:rPr>
        <w:t>„</w:t>
      </w:r>
      <w:r w:rsidR="005F4D8B">
        <w:rPr>
          <w:rFonts w:eastAsia="Calibri"/>
        </w:rPr>
        <w:t>X</w:t>
      </w:r>
      <w:r w:rsidRPr="00C2702A">
        <w:rPr>
          <w:rFonts w:eastAsia="Calibri"/>
          <w:color w:val="000000"/>
        </w:rPr>
        <w:t>. V § 28 odst</w:t>
      </w:r>
      <w:r w:rsidRPr="00C2702A">
        <w:rPr>
          <w:rFonts w:eastAsia="Calibri"/>
        </w:rPr>
        <w:t>avec</w:t>
      </w:r>
      <w:r w:rsidRPr="00C2702A">
        <w:rPr>
          <w:rFonts w:eastAsia="Calibri"/>
          <w:color w:val="000000"/>
        </w:rPr>
        <w:t xml:space="preserve"> 2 zní:</w:t>
      </w:r>
    </w:p>
    <w:p w:rsidR="00C2702A" w:rsidRPr="00C2702A" w:rsidRDefault="00C2702A" w:rsidP="00C2702A">
      <w:pPr>
        <w:pBdr>
          <w:top w:val="nil"/>
          <w:left w:val="nil"/>
          <w:bottom w:val="nil"/>
          <w:right w:val="nil"/>
          <w:between w:val="nil"/>
        </w:pBdr>
        <w:ind w:firstLine="709"/>
        <w:rPr>
          <w:rFonts w:eastAsia="Calibri"/>
        </w:rPr>
      </w:pPr>
      <w:r w:rsidRPr="00C2702A">
        <w:rPr>
          <w:rFonts w:eastAsia="Calibri"/>
        </w:rPr>
        <w:t>„(2) V chráněných oblastech přirozené akumulace vod se zakazuje</w:t>
      </w:r>
    </w:p>
    <w:p w:rsidR="00C2702A" w:rsidRPr="00C2702A" w:rsidRDefault="00C2702A" w:rsidP="00C2702A">
      <w:pPr>
        <w:pBdr>
          <w:top w:val="nil"/>
          <w:left w:val="nil"/>
          <w:bottom w:val="nil"/>
          <w:right w:val="nil"/>
          <w:between w:val="nil"/>
        </w:pBdr>
        <w:rPr>
          <w:rFonts w:eastAsia="Calibri"/>
        </w:rPr>
      </w:pPr>
      <w:r w:rsidRPr="00C2702A">
        <w:rPr>
          <w:rFonts w:eastAsia="Calibri"/>
        </w:rPr>
        <w:t>a) těžit rašelinu,</w:t>
      </w:r>
    </w:p>
    <w:p w:rsidR="00C2702A" w:rsidRPr="00C2702A" w:rsidRDefault="00C2702A" w:rsidP="00C2702A">
      <w:pPr>
        <w:pBdr>
          <w:top w:val="nil"/>
          <w:left w:val="nil"/>
          <w:bottom w:val="nil"/>
          <w:right w:val="nil"/>
          <w:between w:val="nil"/>
        </w:pBdr>
        <w:rPr>
          <w:rFonts w:eastAsia="Calibri"/>
        </w:rPr>
      </w:pPr>
      <w:r w:rsidRPr="00C2702A">
        <w:rPr>
          <w:rFonts w:eastAsia="Calibri"/>
        </w:rPr>
        <w:t>b) těžit nerosty povrchovým způsobem nebo provádět jiné zemní práce, které by vedly k odkrytí souvislé hladiny podzemních vod,</w:t>
      </w:r>
    </w:p>
    <w:p w:rsidR="00C2702A" w:rsidRPr="00C2702A" w:rsidRDefault="00C2702A" w:rsidP="00C2702A">
      <w:pPr>
        <w:pBdr>
          <w:top w:val="nil"/>
          <w:left w:val="nil"/>
          <w:bottom w:val="nil"/>
          <w:right w:val="nil"/>
          <w:between w:val="nil"/>
        </w:pBdr>
        <w:rPr>
          <w:rFonts w:eastAsia="Calibri"/>
        </w:rPr>
      </w:pPr>
      <w:r w:rsidRPr="00C2702A">
        <w:rPr>
          <w:rFonts w:eastAsia="Calibri"/>
        </w:rPr>
        <w:t>c) těžit a zpracovávat radioaktivní suroviny,</w:t>
      </w:r>
    </w:p>
    <w:p w:rsidR="00C2702A" w:rsidRPr="00C2702A" w:rsidRDefault="00C2702A" w:rsidP="00C2702A">
      <w:pPr>
        <w:pBdr>
          <w:top w:val="nil"/>
          <w:left w:val="nil"/>
          <w:bottom w:val="nil"/>
          <w:right w:val="nil"/>
          <w:between w:val="nil"/>
        </w:pBdr>
        <w:rPr>
          <w:rFonts w:eastAsia="Calibri"/>
        </w:rPr>
      </w:pPr>
      <w:r w:rsidRPr="00C2702A">
        <w:rPr>
          <w:rFonts w:eastAsia="Calibri"/>
        </w:rPr>
        <w:t>d) ukládat radioaktivní odpady,</w:t>
      </w:r>
    </w:p>
    <w:p w:rsidR="00C2702A" w:rsidRPr="00C2702A" w:rsidRDefault="00C2702A" w:rsidP="00C2702A">
      <w:pPr>
        <w:pBdr>
          <w:top w:val="nil"/>
          <w:left w:val="nil"/>
          <w:bottom w:val="nil"/>
          <w:right w:val="nil"/>
          <w:between w:val="nil"/>
        </w:pBdr>
        <w:rPr>
          <w:rFonts w:eastAsia="Calibri"/>
        </w:rPr>
      </w:pPr>
      <w:r w:rsidRPr="00C2702A">
        <w:rPr>
          <w:rFonts w:eastAsia="Calibri"/>
        </w:rPr>
        <w:t>e) ukládat oxid uhličitý</w:t>
      </w:r>
      <w:r w:rsidRPr="00C2702A">
        <w:rPr>
          <w:rFonts w:eastAsia="Calibri"/>
          <w:vertAlign w:val="superscript"/>
        </w:rPr>
        <w:t>49)</w:t>
      </w:r>
      <w:r w:rsidRPr="00C2702A">
        <w:rPr>
          <w:rFonts w:eastAsia="Calibri"/>
        </w:rPr>
        <w:t xml:space="preserve"> do hydrogeologických struktur s využitelnými nebo využívanými zásobami podzemních vod,</w:t>
      </w:r>
    </w:p>
    <w:p w:rsidR="00C2702A" w:rsidRPr="00C2702A" w:rsidRDefault="00C2702A" w:rsidP="00C2702A">
      <w:pPr>
        <w:pBdr>
          <w:top w:val="nil"/>
          <w:left w:val="nil"/>
          <w:bottom w:val="nil"/>
          <w:right w:val="nil"/>
          <w:between w:val="nil"/>
        </w:pBdr>
        <w:spacing w:after="200"/>
        <w:rPr>
          <w:rFonts w:eastAsia="Calibri"/>
          <w:color w:val="000000"/>
        </w:rPr>
      </w:pPr>
      <w:r w:rsidRPr="00C2702A">
        <w:rPr>
          <w:rFonts w:eastAsia="Calibri"/>
        </w:rPr>
        <w:t>f</w:t>
      </w:r>
      <w:r w:rsidRPr="00C2702A">
        <w:rPr>
          <w:rFonts w:eastAsia="Calibri"/>
          <w:color w:val="000000"/>
        </w:rPr>
        <w:t>) provádět geologické a hydrogeologické průzkumné práce, pokud jednotlivé průzkumné objekty nebudou následně vodohospodářsky využity nebo nebudou následně upraveny tak, aby nedocházelo k ohrožení oběhu podzemních vod</w:t>
      </w:r>
      <w:r w:rsidRPr="00C2702A">
        <w:rPr>
          <w:rFonts w:eastAsia="Calibri"/>
        </w:rPr>
        <w:t>.“.</w:t>
      </w:r>
    </w:p>
    <w:p w:rsidR="00C2702A" w:rsidRPr="00C2702A" w:rsidRDefault="005F4D8B" w:rsidP="00C2702A">
      <w:pPr>
        <w:pBdr>
          <w:top w:val="nil"/>
          <w:left w:val="nil"/>
          <w:bottom w:val="nil"/>
          <w:right w:val="nil"/>
          <w:between w:val="nil"/>
        </w:pBdr>
        <w:rPr>
          <w:rFonts w:eastAsia="Calibri"/>
        </w:rPr>
      </w:pPr>
      <w:r>
        <w:rPr>
          <w:rFonts w:eastAsia="Calibri"/>
        </w:rPr>
        <w:t>X</w:t>
      </w:r>
      <w:r w:rsidR="00C2702A" w:rsidRPr="00C2702A">
        <w:rPr>
          <w:rFonts w:eastAsia="Calibri"/>
        </w:rPr>
        <w:t xml:space="preserve">. V § 28 se za odstavec 2 vkládá </w:t>
      </w:r>
      <w:r>
        <w:rPr>
          <w:rFonts w:eastAsia="Calibri"/>
        </w:rPr>
        <w:t xml:space="preserve">nový </w:t>
      </w:r>
      <w:r w:rsidR="00C2702A" w:rsidRPr="00C2702A">
        <w:rPr>
          <w:rFonts w:eastAsia="Calibri"/>
        </w:rPr>
        <w:t>odstavec 3, který zní:</w:t>
      </w:r>
    </w:p>
    <w:p w:rsidR="00C2702A" w:rsidRPr="00C2702A" w:rsidRDefault="00C2702A" w:rsidP="00C2702A">
      <w:pPr>
        <w:ind w:firstLine="708"/>
        <w:rPr>
          <w:rFonts w:eastAsia="Calibri"/>
        </w:rPr>
      </w:pPr>
      <w:r w:rsidRPr="00C2702A">
        <w:rPr>
          <w:rFonts w:eastAsia="Calibri"/>
        </w:rPr>
        <w:t>„(3) V chráněných oblastech přirozené akumulace vod se dále v rozsahu stanoveném nařízením vlády zakazuje</w:t>
      </w:r>
    </w:p>
    <w:p w:rsidR="00C2702A" w:rsidRPr="00C2702A" w:rsidRDefault="00C2702A" w:rsidP="00C2702A">
      <w:pPr>
        <w:pBdr>
          <w:top w:val="nil"/>
          <w:left w:val="nil"/>
          <w:bottom w:val="nil"/>
          <w:right w:val="nil"/>
          <w:between w:val="nil"/>
        </w:pBdr>
        <w:rPr>
          <w:rFonts w:eastAsia="Calibri"/>
        </w:rPr>
      </w:pPr>
      <w:r w:rsidRPr="00C2702A">
        <w:rPr>
          <w:rFonts w:eastAsia="Calibri"/>
        </w:rPr>
        <w:t>a) zmenšovat rozsah lesních pozemků,</w:t>
      </w:r>
    </w:p>
    <w:p w:rsidR="00C2702A" w:rsidRPr="00C2702A" w:rsidRDefault="00C2702A" w:rsidP="00C2702A">
      <w:pPr>
        <w:rPr>
          <w:rFonts w:eastAsia="Calibri"/>
        </w:rPr>
      </w:pPr>
      <w:r w:rsidRPr="00C2702A">
        <w:rPr>
          <w:rFonts w:eastAsia="Calibri"/>
        </w:rPr>
        <w:t>b) odvodňovat lesní pozemky,</w:t>
      </w:r>
    </w:p>
    <w:p w:rsidR="00C2702A" w:rsidRPr="00C2702A" w:rsidRDefault="00C2702A" w:rsidP="00C2702A">
      <w:pPr>
        <w:rPr>
          <w:rFonts w:eastAsia="Calibri"/>
        </w:rPr>
      </w:pPr>
      <w:r w:rsidRPr="00C2702A">
        <w:rPr>
          <w:rFonts w:eastAsia="Calibri"/>
        </w:rPr>
        <w:t>c) odvodňovat zemědělské pozemky,</w:t>
      </w:r>
    </w:p>
    <w:p w:rsidR="00C2702A" w:rsidRPr="00C2702A" w:rsidRDefault="00C2702A" w:rsidP="00C2702A">
      <w:pPr>
        <w:pBdr>
          <w:top w:val="nil"/>
          <w:left w:val="nil"/>
          <w:bottom w:val="nil"/>
          <w:right w:val="nil"/>
          <w:between w:val="nil"/>
        </w:pBdr>
        <w:rPr>
          <w:rFonts w:eastAsia="Calibri"/>
        </w:rPr>
      </w:pPr>
      <w:r w:rsidRPr="00C2702A">
        <w:rPr>
          <w:rFonts w:eastAsia="Calibri"/>
        </w:rPr>
        <w:t>d</w:t>
      </w:r>
      <w:r w:rsidRPr="00C2702A">
        <w:rPr>
          <w:rFonts w:eastAsia="Calibri"/>
          <w:color w:val="000000"/>
        </w:rPr>
        <w:t>) zřizovat či umisťovat stavby vymezené nařízením vlády</w:t>
      </w:r>
      <w:r w:rsidRPr="00C2702A">
        <w:rPr>
          <w:rFonts w:eastAsia="Calibri"/>
        </w:rPr>
        <w:t>.“.</w:t>
      </w:r>
    </w:p>
    <w:p w:rsidR="00C2702A" w:rsidRPr="00C2702A" w:rsidRDefault="00C2702A" w:rsidP="00C2702A">
      <w:pPr>
        <w:pBdr>
          <w:top w:val="nil"/>
          <w:left w:val="nil"/>
          <w:bottom w:val="nil"/>
          <w:right w:val="nil"/>
          <w:between w:val="nil"/>
        </w:pBdr>
        <w:spacing w:after="240" w:line="276" w:lineRule="auto"/>
        <w:rPr>
          <w:rFonts w:eastAsia="Calibri"/>
        </w:rPr>
      </w:pPr>
      <w:r w:rsidRPr="00C2702A">
        <w:rPr>
          <w:rFonts w:eastAsia="Calibri"/>
        </w:rPr>
        <w:t>Dosavadní odstavce 3 a 4 se označují jako odstavce 4 a 5.</w:t>
      </w:r>
    </w:p>
    <w:p w:rsidR="00C2702A" w:rsidRPr="00C2702A" w:rsidRDefault="005F4D8B" w:rsidP="00C2702A">
      <w:pPr>
        <w:pBdr>
          <w:top w:val="nil"/>
          <w:left w:val="nil"/>
          <w:bottom w:val="nil"/>
          <w:right w:val="nil"/>
          <w:between w:val="nil"/>
        </w:pBdr>
        <w:spacing w:line="276" w:lineRule="auto"/>
        <w:rPr>
          <w:rFonts w:eastAsia="Calibri"/>
          <w:color w:val="000000"/>
        </w:rPr>
      </w:pPr>
      <w:r>
        <w:rPr>
          <w:rFonts w:eastAsia="Calibri"/>
        </w:rPr>
        <w:t>X</w:t>
      </w:r>
      <w:r w:rsidR="00C2702A" w:rsidRPr="00C2702A">
        <w:rPr>
          <w:rFonts w:eastAsia="Calibri"/>
          <w:color w:val="000000"/>
        </w:rPr>
        <w:t xml:space="preserve">. V § 28 odst. </w:t>
      </w:r>
      <w:r w:rsidR="00C2702A" w:rsidRPr="00C2702A">
        <w:rPr>
          <w:rFonts w:eastAsia="Calibri"/>
        </w:rPr>
        <w:t>4</w:t>
      </w:r>
      <w:r w:rsidR="00C2702A" w:rsidRPr="00C2702A">
        <w:rPr>
          <w:rFonts w:eastAsia="Calibri"/>
          <w:color w:val="000000"/>
        </w:rPr>
        <w:t xml:space="preserve"> se za slovo „vlády“ vkládají slova „v případech, kdy jiný veřejný zájem převažuje nad zájmem ochrany vod,“ a slova „odstavci 2</w:t>
      </w:r>
      <w:r w:rsidR="00C2702A" w:rsidRPr="00C2702A">
        <w:rPr>
          <w:rFonts w:eastAsia="Calibri"/>
        </w:rPr>
        <w:t>“ se nahrazují slovy „odstavci 2 a 3</w:t>
      </w:r>
      <w:r>
        <w:rPr>
          <w:rFonts w:eastAsia="Calibri"/>
        </w:rPr>
        <w:t>“</w:t>
      </w:r>
      <w:r w:rsidR="00C2702A" w:rsidRPr="00C2702A">
        <w:rPr>
          <w:rFonts w:eastAsia="Calibri"/>
          <w:color w:val="000000"/>
        </w:rPr>
        <w:t>.</w:t>
      </w:r>
    </w:p>
    <w:p w:rsidR="00C2702A" w:rsidRPr="00C2702A" w:rsidRDefault="00C2702A" w:rsidP="00C2702A">
      <w:pPr>
        <w:pBdr>
          <w:top w:val="nil"/>
          <w:left w:val="nil"/>
          <w:bottom w:val="nil"/>
          <w:right w:val="nil"/>
          <w:between w:val="nil"/>
        </w:pBdr>
        <w:spacing w:line="276" w:lineRule="auto"/>
        <w:rPr>
          <w:rFonts w:eastAsia="Calibri"/>
          <w:color w:val="000000"/>
        </w:rPr>
      </w:pPr>
    </w:p>
    <w:p w:rsidR="00C2702A" w:rsidRPr="00C2702A" w:rsidRDefault="005F4D8B" w:rsidP="00C2702A">
      <w:pPr>
        <w:pBdr>
          <w:top w:val="nil"/>
          <w:left w:val="nil"/>
          <w:bottom w:val="nil"/>
          <w:right w:val="nil"/>
          <w:between w:val="nil"/>
        </w:pBdr>
        <w:spacing w:line="276" w:lineRule="auto"/>
        <w:rPr>
          <w:rFonts w:eastAsia="Calibri"/>
          <w:color w:val="000000"/>
        </w:rPr>
      </w:pPr>
      <w:r>
        <w:rPr>
          <w:rFonts w:eastAsia="Calibri"/>
        </w:rPr>
        <w:t>X</w:t>
      </w:r>
      <w:r w:rsidR="00C2702A" w:rsidRPr="00C2702A">
        <w:rPr>
          <w:rFonts w:eastAsia="Calibri"/>
          <w:color w:val="000000"/>
        </w:rPr>
        <w:t xml:space="preserve">. V § 28 se </w:t>
      </w:r>
      <w:r w:rsidR="00C2702A" w:rsidRPr="00C2702A">
        <w:rPr>
          <w:rFonts w:eastAsia="Calibri"/>
        </w:rPr>
        <w:t xml:space="preserve">doplňuje </w:t>
      </w:r>
      <w:r w:rsidR="00C2702A" w:rsidRPr="00C2702A">
        <w:rPr>
          <w:rFonts w:eastAsia="Calibri"/>
          <w:color w:val="000000"/>
        </w:rPr>
        <w:t>odstav</w:t>
      </w:r>
      <w:r w:rsidR="00C2702A" w:rsidRPr="00C2702A">
        <w:rPr>
          <w:rFonts w:eastAsia="Calibri"/>
        </w:rPr>
        <w:t>ec</w:t>
      </w:r>
      <w:r w:rsidR="00C2702A" w:rsidRPr="00C2702A">
        <w:rPr>
          <w:rFonts w:eastAsia="Calibri"/>
          <w:color w:val="000000"/>
        </w:rPr>
        <w:t xml:space="preserve"> </w:t>
      </w:r>
      <w:r w:rsidR="00C2702A" w:rsidRPr="00C2702A">
        <w:rPr>
          <w:rFonts w:eastAsia="Calibri"/>
        </w:rPr>
        <w:t>6</w:t>
      </w:r>
      <w:r w:rsidR="00C2702A" w:rsidRPr="00C2702A">
        <w:rPr>
          <w:rFonts w:eastAsia="Calibri"/>
          <w:color w:val="000000"/>
        </w:rPr>
        <w:t>, kter</w:t>
      </w:r>
      <w:r w:rsidR="00C2702A" w:rsidRPr="00C2702A">
        <w:rPr>
          <w:rFonts w:eastAsia="Calibri"/>
        </w:rPr>
        <w:t>ý</w:t>
      </w:r>
      <w:r w:rsidR="00C2702A" w:rsidRPr="00C2702A">
        <w:rPr>
          <w:rFonts w:eastAsia="Calibri"/>
          <w:color w:val="000000"/>
        </w:rPr>
        <w:t xml:space="preserve"> zní:</w:t>
      </w:r>
    </w:p>
    <w:p w:rsidR="00C2702A" w:rsidRPr="00C2702A" w:rsidRDefault="00C2702A" w:rsidP="00C2702A">
      <w:pPr>
        <w:pBdr>
          <w:top w:val="nil"/>
          <w:left w:val="nil"/>
          <w:bottom w:val="nil"/>
          <w:right w:val="nil"/>
          <w:between w:val="nil"/>
        </w:pBdr>
        <w:ind w:firstLine="708"/>
        <w:rPr>
          <w:rFonts w:eastAsia="Calibri"/>
          <w:color w:val="000000"/>
        </w:rPr>
      </w:pPr>
      <w:r w:rsidRPr="00C2702A">
        <w:rPr>
          <w:rFonts w:eastAsia="Calibri"/>
        </w:rPr>
        <w:t>„</w:t>
      </w:r>
      <w:r w:rsidRPr="00C2702A">
        <w:rPr>
          <w:rFonts w:eastAsia="Calibri"/>
          <w:color w:val="000000"/>
        </w:rPr>
        <w:t>(</w:t>
      </w:r>
      <w:r w:rsidRPr="00C2702A">
        <w:rPr>
          <w:rFonts w:eastAsia="Calibri"/>
        </w:rPr>
        <w:t>6</w:t>
      </w:r>
      <w:r w:rsidRPr="00C2702A">
        <w:rPr>
          <w:rFonts w:eastAsia="Calibri"/>
          <w:color w:val="000000"/>
        </w:rPr>
        <w:t>) Zákazy podle odstavce 2 písm. a)</w:t>
      </w:r>
      <w:r w:rsidRPr="00C2702A">
        <w:rPr>
          <w:rFonts w:eastAsia="Calibri"/>
        </w:rPr>
        <w:t xml:space="preserve"> a</w:t>
      </w:r>
      <w:r w:rsidRPr="00C2702A">
        <w:rPr>
          <w:rFonts w:eastAsia="Calibri"/>
          <w:color w:val="000000"/>
        </w:rPr>
        <w:t xml:space="preserve"> </w:t>
      </w:r>
      <w:r w:rsidRPr="00C2702A">
        <w:rPr>
          <w:rFonts w:eastAsia="Calibri"/>
        </w:rPr>
        <w:t>b</w:t>
      </w:r>
      <w:r w:rsidRPr="00C2702A">
        <w:rPr>
          <w:rFonts w:eastAsia="Calibri"/>
          <w:color w:val="000000"/>
        </w:rPr>
        <w:t xml:space="preserve">) a odstavce 3 písm. </w:t>
      </w:r>
      <w:r w:rsidRPr="00C2702A">
        <w:rPr>
          <w:rFonts w:eastAsia="Calibri"/>
        </w:rPr>
        <w:t>a</w:t>
      </w:r>
      <w:r w:rsidRPr="00C2702A">
        <w:rPr>
          <w:rFonts w:eastAsia="Calibri"/>
          <w:color w:val="000000"/>
        </w:rPr>
        <w:t>) a d) se nevztahují na činnosti související s výstavbou vodních nádrží, s úpravami koryt významných vodních toků a s výstavbou jímacích zařízení pro zásobování obyvatelstva pitnou vodou.“.</w:t>
      </w:r>
      <w:r w:rsidRPr="00C2702A">
        <w:rPr>
          <w:rFonts w:eastAsia="Calibri"/>
        </w:rPr>
        <w:t>“.</w:t>
      </w:r>
    </w:p>
    <w:p w:rsidR="00C2702A" w:rsidRPr="00C2702A" w:rsidRDefault="00C2702A" w:rsidP="00C2702A">
      <w:pPr>
        <w:pBdr>
          <w:top w:val="nil"/>
          <w:left w:val="nil"/>
          <w:bottom w:val="nil"/>
          <w:right w:val="nil"/>
          <w:between w:val="nil"/>
        </w:pBdr>
        <w:rPr>
          <w:rFonts w:eastAsia="Calibri"/>
          <w:color w:val="000000"/>
        </w:rPr>
      </w:pPr>
    </w:p>
    <w:p w:rsidR="00C2702A" w:rsidRPr="00C2702A" w:rsidRDefault="00C2702A" w:rsidP="00C2702A">
      <w:pPr>
        <w:pBdr>
          <w:top w:val="nil"/>
          <w:left w:val="nil"/>
          <w:bottom w:val="nil"/>
          <w:right w:val="nil"/>
          <w:between w:val="nil"/>
        </w:pBdr>
        <w:rPr>
          <w:rFonts w:eastAsia="Calibri"/>
          <w:color w:val="000000"/>
        </w:rPr>
      </w:pPr>
      <w:r w:rsidRPr="00C2702A">
        <w:rPr>
          <w:rFonts w:eastAsia="Calibri"/>
          <w:color w:val="000000"/>
        </w:rPr>
        <w:t>Následující body se přečíslují.</w:t>
      </w:r>
    </w:p>
    <w:p w:rsidR="00C2702A" w:rsidRPr="00C2702A" w:rsidRDefault="00C2702A" w:rsidP="00C2702A">
      <w:pPr>
        <w:pBdr>
          <w:top w:val="nil"/>
          <w:left w:val="nil"/>
          <w:bottom w:val="nil"/>
          <w:right w:val="nil"/>
          <w:between w:val="nil"/>
        </w:pBdr>
        <w:rPr>
          <w:rFonts w:eastAsia="Calibri"/>
        </w:rPr>
      </w:pPr>
    </w:p>
    <w:p w:rsidR="00C2702A" w:rsidRPr="00C2702A" w:rsidRDefault="00C2702A" w:rsidP="00C2702A">
      <w:pPr>
        <w:numPr>
          <w:ilvl w:val="0"/>
          <w:numId w:val="26"/>
        </w:numPr>
        <w:ind w:left="426" w:hanging="426"/>
        <w:jc w:val="left"/>
        <w:rPr>
          <w:rFonts w:eastAsia="Calibri"/>
        </w:rPr>
      </w:pPr>
      <w:r w:rsidRPr="00C2702A">
        <w:rPr>
          <w:rFonts w:eastAsia="Calibri"/>
        </w:rPr>
        <w:t>V </w:t>
      </w:r>
      <w:r w:rsidR="005F4D8B">
        <w:rPr>
          <w:rFonts w:eastAsia="Calibri"/>
        </w:rPr>
        <w:t>č</w:t>
      </w:r>
      <w:r w:rsidRPr="00C2702A">
        <w:rPr>
          <w:rFonts w:eastAsia="Calibri"/>
        </w:rPr>
        <w:t>ásti první</w:t>
      </w:r>
      <w:r w:rsidR="005F4D8B">
        <w:rPr>
          <w:rFonts w:eastAsia="Calibri"/>
        </w:rPr>
        <w:t xml:space="preserve"> č</w:t>
      </w:r>
      <w:r w:rsidRPr="00C2702A">
        <w:rPr>
          <w:rFonts w:eastAsia="Calibri"/>
        </w:rPr>
        <w:t>l. I se z</w:t>
      </w:r>
      <w:r w:rsidR="005F4D8B">
        <w:rPr>
          <w:rFonts w:eastAsia="Calibri"/>
        </w:rPr>
        <w:t>a bod 69 vkládá nový</w:t>
      </w:r>
      <w:r w:rsidRPr="00C2702A">
        <w:rPr>
          <w:rFonts w:eastAsia="Calibri"/>
        </w:rPr>
        <w:t xml:space="preserve"> bod </w:t>
      </w:r>
      <w:r w:rsidR="005F4D8B">
        <w:rPr>
          <w:rFonts w:eastAsia="Calibri"/>
        </w:rPr>
        <w:t>X</w:t>
      </w:r>
      <w:r w:rsidRPr="00C2702A">
        <w:rPr>
          <w:rFonts w:eastAsia="Calibri"/>
        </w:rPr>
        <w:t>, který zní:</w:t>
      </w:r>
    </w:p>
    <w:p w:rsidR="00C2702A" w:rsidRPr="00C2702A" w:rsidRDefault="00C2702A" w:rsidP="00C2702A">
      <w:pPr>
        <w:pBdr>
          <w:top w:val="nil"/>
          <w:left w:val="nil"/>
          <w:bottom w:val="nil"/>
          <w:right w:val="nil"/>
          <w:between w:val="nil"/>
        </w:pBdr>
        <w:rPr>
          <w:rFonts w:eastAsia="Calibri"/>
        </w:rPr>
      </w:pPr>
    </w:p>
    <w:p w:rsidR="00C2702A" w:rsidRPr="00C2702A" w:rsidRDefault="00C2702A" w:rsidP="00C2702A">
      <w:pPr>
        <w:pBdr>
          <w:top w:val="nil"/>
          <w:left w:val="nil"/>
          <w:bottom w:val="nil"/>
          <w:right w:val="nil"/>
          <w:between w:val="nil"/>
        </w:pBdr>
        <w:rPr>
          <w:rFonts w:eastAsia="Calibri"/>
        </w:rPr>
      </w:pPr>
      <w:r w:rsidRPr="00C2702A">
        <w:rPr>
          <w:rFonts w:eastAsia="Calibri"/>
        </w:rPr>
        <w:t>„</w:t>
      </w:r>
      <w:r w:rsidR="005F4D8B">
        <w:rPr>
          <w:rFonts w:eastAsia="Calibri"/>
        </w:rPr>
        <w:t>X</w:t>
      </w:r>
      <w:r w:rsidRPr="00C2702A">
        <w:rPr>
          <w:rFonts w:eastAsia="Calibri"/>
        </w:rPr>
        <w:t>. V § 116 odst. 1 a v § 125a odst. 1 se slova „§ 28 odst. 2“ nahrazují slovy „§ 28 odst. 2 nebo 3“.“.</w:t>
      </w:r>
    </w:p>
    <w:p w:rsidR="00C2702A" w:rsidRPr="00C2702A" w:rsidRDefault="00C2702A" w:rsidP="00C2702A">
      <w:pPr>
        <w:rPr>
          <w:rFonts w:eastAsia="Calibri"/>
        </w:rPr>
      </w:pPr>
      <w:r w:rsidRPr="00C2702A">
        <w:rPr>
          <w:rFonts w:eastAsia="Calibri"/>
        </w:rPr>
        <w:t>Následující body se přečíslují.</w:t>
      </w:r>
    </w:p>
    <w:p w:rsidR="00C2702A" w:rsidRPr="00C2702A" w:rsidRDefault="00C2702A" w:rsidP="00C2702A">
      <w:pPr>
        <w:pBdr>
          <w:top w:val="nil"/>
          <w:left w:val="nil"/>
          <w:bottom w:val="nil"/>
          <w:right w:val="nil"/>
          <w:between w:val="nil"/>
        </w:pBdr>
        <w:rPr>
          <w:rFonts w:eastAsia="Calibri"/>
        </w:rPr>
      </w:pPr>
    </w:p>
    <w:p w:rsidR="00C2702A" w:rsidRPr="00C2702A" w:rsidRDefault="00C2702A" w:rsidP="00C2702A">
      <w:pPr>
        <w:numPr>
          <w:ilvl w:val="0"/>
          <w:numId w:val="26"/>
        </w:numPr>
        <w:pBdr>
          <w:top w:val="nil"/>
          <w:left w:val="nil"/>
          <w:bottom w:val="nil"/>
          <w:right w:val="nil"/>
          <w:between w:val="nil"/>
        </w:pBdr>
        <w:ind w:left="426" w:hanging="426"/>
        <w:rPr>
          <w:rFonts w:eastAsia="Calibri"/>
          <w:color w:val="000000"/>
        </w:rPr>
      </w:pPr>
      <w:r w:rsidRPr="00C2702A">
        <w:rPr>
          <w:rFonts w:eastAsia="Calibri"/>
          <w:color w:val="000000"/>
        </w:rPr>
        <w:t>V </w:t>
      </w:r>
      <w:r w:rsidR="00F341B1">
        <w:rPr>
          <w:rFonts w:eastAsia="Calibri"/>
          <w:color w:val="000000"/>
        </w:rPr>
        <w:t>č</w:t>
      </w:r>
      <w:r w:rsidRPr="00C2702A">
        <w:rPr>
          <w:rFonts w:eastAsia="Calibri"/>
          <w:color w:val="000000"/>
        </w:rPr>
        <w:t xml:space="preserve">ásti </w:t>
      </w:r>
      <w:r w:rsidRPr="00C2702A">
        <w:rPr>
          <w:rFonts w:eastAsia="Calibri"/>
        </w:rPr>
        <w:t>první</w:t>
      </w:r>
      <w:r w:rsidR="00F341B1">
        <w:rPr>
          <w:rFonts w:eastAsia="Calibri"/>
        </w:rPr>
        <w:t xml:space="preserve"> č</w:t>
      </w:r>
      <w:r w:rsidRPr="00C2702A">
        <w:rPr>
          <w:rFonts w:eastAsia="Calibri"/>
          <w:color w:val="000000"/>
        </w:rPr>
        <w:t xml:space="preserve">l. </w:t>
      </w:r>
      <w:r w:rsidRPr="00C2702A">
        <w:rPr>
          <w:rFonts w:eastAsia="Calibri"/>
        </w:rPr>
        <w:t>II</w:t>
      </w:r>
      <w:r w:rsidRPr="00C2702A">
        <w:rPr>
          <w:rFonts w:eastAsia="Calibri"/>
          <w:color w:val="000000"/>
        </w:rPr>
        <w:t xml:space="preserve"> (Přechodná ustanovení) se doplňuje bod </w:t>
      </w:r>
      <w:r w:rsidRPr="00C2702A">
        <w:rPr>
          <w:rFonts w:eastAsia="Calibri"/>
        </w:rPr>
        <w:t>8</w:t>
      </w:r>
      <w:r w:rsidRPr="00C2702A">
        <w:rPr>
          <w:rFonts w:eastAsia="Calibri"/>
          <w:color w:val="000000"/>
        </w:rPr>
        <w:t xml:space="preserve">, </w:t>
      </w:r>
      <w:r w:rsidRPr="00C2702A">
        <w:rPr>
          <w:rFonts w:eastAsia="Calibri"/>
        </w:rPr>
        <w:t>který zní</w:t>
      </w:r>
      <w:r w:rsidRPr="00C2702A">
        <w:rPr>
          <w:rFonts w:eastAsia="Calibri"/>
          <w:color w:val="000000"/>
        </w:rPr>
        <w:t>:</w:t>
      </w:r>
    </w:p>
    <w:p w:rsidR="00C2702A" w:rsidRPr="00C2702A" w:rsidRDefault="00C2702A" w:rsidP="00C2702A">
      <w:pPr>
        <w:pBdr>
          <w:top w:val="nil"/>
          <w:left w:val="nil"/>
          <w:bottom w:val="nil"/>
          <w:right w:val="nil"/>
          <w:between w:val="nil"/>
        </w:pBdr>
        <w:rPr>
          <w:rFonts w:eastAsia="Calibri"/>
          <w:color w:val="000000"/>
        </w:rPr>
      </w:pPr>
    </w:p>
    <w:p w:rsidR="00C2702A" w:rsidRPr="00C2702A" w:rsidRDefault="00C2702A" w:rsidP="00C2702A">
      <w:pPr>
        <w:pBdr>
          <w:top w:val="nil"/>
          <w:left w:val="nil"/>
          <w:bottom w:val="nil"/>
          <w:right w:val="nil"/>
          <w:between w:val="nil"/>
        </w:pBdr>
        <w:rPr>
          <w:rFonts w:eastAsia="Calibri"/>
          <w:color w:val="000000"/>
        </w:rPr>
      </w:pPr>
      <w:r w:rsidRPr="00C2702A">
        <w:rPr>
          <w:rFonts w:eastAsia="Calibri"/>
          <w:color w:val="000000"/>
        </w:rPr>
        <w:t>„</w:t>
      </w:r>
      <w:r w:rsidRPr="00C2702A">
        <w:rPr>
          <w:rFonts w:eastAsia="Calibri"/>
        </w:rPr>
        <w:t>8</w:t>
      </w:r>
      <w:r w:rsidRPr="00C2702A">
        <w:rPr>
          <w:rFonts w:eastAsia="Calibri"/>
          <w:color w:val="000000"/>
        </w:rPr>
        <w:t>. Zákazy podle § 28 odst. 2 a 3, ve znění účinném ode dne nabytí účinnosti tohoto zákona, se nevztahují na stavby, zařízení a činnosti, které byly přede dnem nabytí účinnosti tohoto zákona v souladu s platnými právními předpisy v užívání nebo provozovány.“</w:t>
      </w:r>
      <w:r w:rsidRPr="00C2702A">
        <w:rPr>
          <w:rFonts w:eastAsia="Calibri"/>
        </w:rPr>
        <w:t>.</w:t>
      </w:r>
    </w:p>
    <w:p w:rsidR="00807807" w:rsidRDefault="00807807" w:rsidP="00A92050"/>
    <w:p w:rsidR="00F341B1" w:rsidRDefault="00F341B1" w:rsidP="00A92050"/>
    <w:p w:rsidR="00F341B1" w:rsidRDefault="00F341B1" w:rsidP="00A92050"/>
    <w:p w:rsidR="00807807" w:rsidRPr="00C2702A" w:rsidRDefault="00C2702A" w:rsidP="00A92050">
      <w:pPr>
        <w:rPr>
          <w:i/>
        </w:rPr>
      </w:pPr>
      <w:r w:rsidRPr="00C2702A">
        <w:rPr>
          <w:i/>
        </w:rPr>
        <w:t>SD 5815</w:t>
      </w:r>
    </w:p>
    <w:p w:rsidR="00C2702A" w:rsidRDefault="00C2702A" w:rsidP="00F341B1">
      <w:pPr>
        <w:numPr>
          <w:ilvl w:val="0"/>
          <w:numId w:val="27"/>
        </w:numPr>
        <w:jc w:val="left"/>
      </w:pPr>
      <w:r>
        <w:t>Za část čtvrtou se vkládá nová část pátá, která včetně nadpisu zní:</w:t>
      </w:r>
    </w:p>
    <w:p w:rsidR="00C2702A" w:rsidRDefault="00C2702A" w:rsidP="00C2702A"/>
    <w:p w:rsidR="00C2702A" w:rsidRPr="00F341B1" w:rsidRDefault="00C2702A" w:rsidP="00C2702A">
      <w:pPr>
        <w:jc w:val="center"/>
      </w:pPr>
      <w:r w:rsidRPr="00F341B1">
        <w:t>„ČÁST PÁTÁ</w:t>
      </w:r>
    </w:p>
    <w:p w:rsidR="00C2702A" w:rsidRDefault="00C2702A" w:rsidP="00C2702A">
      <w:pPr>
        <w:jc w:val="center"/>
        <w:rPr>
          <w:b/>
        </w:rPr>
      </w:pPr>
      <w:r>
        <w:rPr>
          <w:b/>
        </w:rPr>
        <w:t>Změna zákona o ochraně veřejného zdraví</w:t>
      </w:r>
    </w:p>
    <w:p w:rsidR="00C2702A" w:rsidRDefault="00C2702A" w:rsidP="00C2702A">
      <w:pPr>
        <w:jc w:val="center"/>
      </w:pPr>
      <w:r>
        <w:t>Čl. VI</w:t>
      </w:r>
    </w:p>
    <w:p w:rsidR="00C2702A" w:rsidRDefault="00C2702A" w:rsidP="00C2702A">
      <w:pPr>
        <w:ind w:firstLine="284"/>
      </w:pPr>
      <w:r>
        <w:t xml:space="preserve">Zákon č. č. 258/2000 Sb., o </w:t>
      </w:r>
      <w:proofErr w:type="spellStart"/>
      <w:r>
        <w:t>ochrane</w:t>
      </w:r>
      <w:proofErr w:type="spellEnd"/>
      <w:r>
        <w:t xml:space="preserve">̌ </w:t>
      </w:r>
      <w:proofErr w:type="spellStart"/>
      <w:r>
        <w:t>veřejného</w:t>
      </w:r>
      <w:proofErr w:type="spellEnd"/>
      <w:r>
        <w:t xml:space="preserve"> </w:t>
      </w:r>
      <w:proofErr w:type="spellStart"/>
      <w:r>
        <w:t>zdravi</w:t>
      </w:r>
      <w:proofErr w:type="spellEnd"/>
      <w:r>
        <w:t>́ a o změně některých souvisejících zákonů, ve znění zákona č. 254/2001 Sb., zákona č. 274/2001 Sb., zákona č. 13/2002 Sb., zákona č. 76/2002 Sb., zákona č. 86/2002 Sb., zákona č. 120/2002 Sb., zákona č. 320/2002 Sb., zákona č. 274/2003 Sb., zákona č. 356/2003 Sb., zákona č. 362/2003 Sb., zákona č. 167/2004 Sb., zákona č. 326/2004 Sb., zákona č. 562/2004 Sb., zákona č. 125/2005 Sb., zákona č. 253/2005 Sb., zákona č. 381/2005 Sb., zákona č. 392/2005 Sb., zákona č. 444/2005 Sb., zákona č. 59/2006 Sb., zákona č. 74/2006 Sb., zákona č. 186/2006 Sb., zákona č. 189/2006 Sb., zákona č. 222/2006 Sb., zákona č. 264/2006 Sb., zákona č. 342/2006 Sb., zákona č. 110/2007 Sb., zákona č. 296/2007 Sb., zákona č. 378/2007 Sb., zákona č. 124/2008 Sb., zákona č. 130/2008 Sb., zákona č. 274/2008 Sb., zákona č. 227/2009 Sb., zákona č. 281/2009 Sb., zákona č. 301/2009 Sb., zákona č. 151/2011 Sb., zákona č. 298/2011 Sb., zákona č. 375/2011 Sb., zákona č. 466/2011 Sb., zákona č. 115/2012 Sb., zákona č. 333/2012 Sb., zákona č. 223/2013 Sb., zákona č. 64/2014 Sb., zákona č. 247/2014 Sb., zákona č. 250/2014 Sb., zákona č. 252/2014 Sb., zákona č. 82/2015 Sb., zákona č. 267/2015 Sb., zákona č. 243/2016 Sb., zákona č. 250/2016 Sb., zákona č. 298/2016 Sb., zákona č. 183/2017 Sb., zákona č. 193/2017, zákona č. 202/2017 Sb., zákona č. 225/2017 Sb., zákona č. 277/2019 Sb., zákona č. 205/2020 Sb., a zákona č. 238/2020 Sb., se mění takto:</w:t>
      </w:r>
    </w:p>
    <w:p w:rsidR="00C2702A" w:rsidRDefault="00C2702A" w:rsidP="00C2702A"/>
    <w:p w:rsidR="00C2702A" w:rsidRDefault="00C2702A" w:rsidP="00C2702A">
      <w:pPr>
        <w:numPr>
          <w:ilvl w:val="0"/>
          <w:numId w:val="28"/>
        </w:numPr>
        <w:ind w:left="284"/>
        <w:jc w:val="left"/>
      </w:pPr>
      <w:r>
        <w:t>V § 3 se doplňuje odstavec 7, který zní:</w:t>
      </w:r>
    </w:p>
    <w:p w:rsidR="00C2702A" w:rsidRDefault="00C2702A" w:rsidP="00C2702A">
      <w:pPr>
        <w:ind w:left="284" w:hanging="720"/>
      </w:pPr>
    </w:p>
    <w:p w:rsidR="00C2702A" w:rsidRDefault="00C2702A" w:rsidP="00C2702A">
      <w:pPr>
        <w:ind w:firstLine="284"/>
      </w:pPr>
      <w:r>
        <w:t xml:space="preserve">„(7) </w:t>
      </w:r>
      <w:proofErr w:type="spellStart"/>
      <w:r>
        <w:t>Užitkovou</w:t>
      </w:r>
      <w:proofErr w:type="spellEnd"/>
      <w:r>
        <w:t xml:space="preserve"> vodou se rozumí </w:t>
      </w:r>
      <w:proofErr w:type="spellStart"/>
      <w:r>
        <w:t>srážkova</w:t>
      </w:r>
      <w:proofErr w:type="spellEnd"/>
      <w:r>
        <w:t xml:space="preserve">́ nebo </w:t>
      </w:r>
      <w:proofErr w:type="spellStart"/>
      <w:r>
        <w:t>šeda</w:t>
      </w:r>
      <w:proofErr w:type="spellEnd"/>
      <w:r>
        <w:t xml:space="preserve">́ voda, </w:t>
      </w:r>
      <w:proofErr w:type="spellStart"/>
      <w:r>
        <w:t>ktera</w:t>
      </w:r>
      <w:proofErr w:type="spellEnd"/>
      <w:r>
        <w:t xml:space="preserve">́ je upravena a hygienicky </w:t>
      </w:r>
      <w:proofErr w:type="spellStart"/>
      <w:r>
        <w:t>zabezpečena</w:t>
      </w:r>
      <w:proofErr w:type="spellEnd"/>
      <w:r>
        <w:t xml:space="preserve">. </w:t>
      </w:r>
      <w:proofErr w:type="spellStart"/>
      <w:r>
        <w:t>Šedou</w:t>
      </w:r>
      <w:proofErr w:type="spellEnd"/>
      <w:r>
        <w:t xml:space="preserve"> vodou se </w:t>
      </w:r>
      <w:proofErr w:type="spellStart"/>
      <w:r>
        <w:t>rozumi</w:t>
      </w:r>
      <w:proofErr w:type="spellEnd"/>
      <w:r>
        <w:t xml:space="preserve">́ odpadní voda z umyvadel, sprch a van. </w:t>
      </w:r>
      <w:proofErr w:type="spellStart"/>
      <w:r>
        <w:t>Užitkovou</w:t>
      </w:r>
      <w:proofErr w:type="spellEnd"/>
      <w:r>
        <w:t xml:space="preserve"> vodu lze </w:t>
      </w:r>
      <w:proofErr w:type="spellStart"/>
      <w:r>
        <w:t>využít</w:t>
      </w:r>
      <w:proofErr w:type="spellEnd"/>
      <w:r>
        <w:t xml:space="preserve"> pro </w:t>
      </w:r>
      <w:proofErr w:type="spellStart"/>
      <w:r>
        <w:t>splachováni</w:t>
      </w:r>
      <w:proofErr w:type="spellEnd"/>
      <w:r>
        <w:t xml:space="preserve">́ toalet a </w:t>
      </w:r>
      <w:proofErr w:type="spellStart"/>
      <w:r>
        <w:t>pisoáru</w:t>
      </w:r>
      <w:proofErr w:type="spellEnd"/>
      <w:r>
        <w:t xml:space="preserve">̊, </w:t>
      </w:r>
      <w:proofErr w:type="spellStart"/>
      <w:r>
        <w:t>prani</w:t>
      </w:r>
      <w:proofErr w:type="spellEnd"/>
      <w:r>
        <w:t xml:space="preserve">́, </w:t>
      </w:r>
      <w:proofErr w:type="spellStart"/>
      <w:r>
        <w:t>úklid</w:t>
      </w:r>
      <w:proofErr w:type="spellEnd"/>
      <w:r>
        <w:t xml:space="preserve">, mytí vozidel, </w:t>
      </w:r>
      <w:proofErr w:type="spellStart"/>
      <w:r>
        <w:t>závlahu</w:t>
      </w:r>
      <w:proofErr w:type="spellEnd"/>
      <w:r>
        <w:t xml:space="preserve">, </w:t>
      </w:r>
      <w:proofErr w:type="spellStart"/>
      <w:r>
        <w:t>vodni</w:t>
      </w:r>
      <w:proofErr w:type="spellEnd"/>
      <w:r>
        <w:t xml:space="preserve">́ prvky nebo kropení komunikací. </w:t>
      </w:r>
      <w:proofErr w:type="spellStart"/>
      <w:r>
        <w:t>Prováděci</w:t>
      </w:r>
      <w:proofErr w:type="spellEnd"/>
      <w:r>
        <w:t xml:space="preserve">́ </w:t>
      </w:r>
      <w:proofErr w:type="spellStart"/>
      <w:r>
        <w:t>právni</w:t>
      </w:r>
      <w:proofErr w:type="spellEnd"/>
      <w:r>
        <w:t xml:space="preserve">́ </w:t>
      </w:r>
      <w:proofErr w:type="spellStart"/>
      <w:r>
        <w:t>předpis</w:t>
      </w:r>
      <w:proofErr w:type="spellEnd"/>
      <w:r>
        <w:t xml:space="preserve"> </w:t>
      </w:r>
      <w:proofErr w:type="spellStart"/>
      <w:r>
        <w:t>urči</w:t>
      </w:r>
      <w:proofErr w:type="spellEnd"/>
      <w:r>
        <w:t xml:space="preserve">́ </w:t>
      </w:r>
      <w:proofErr w:type="spellStart"/>
      <w:r>
        <w:t>vyžadovanou</w:t>
      </w:r>
      <w:proofErr w:type="spellEnd"/>
      <w:r>
        <w:t xml:space="preserve"> </w:t>
      </w:r>
      <w:proofErr w:type="spellStart"/>
      <w:r>
        <w:t>míru</w:t>
      </w:r>
      <w:proofErr w:type="spellEnd"/>
      <w:r>
        <w:t xml:space="preserve"> </w:t>
      </w:r>
      <w:proofErr w:type="spellStart"/>
      <w:r>
        <w:t>úpravy</w:t>
      </w:r>
      <w:proofErr w:type="spellEnd"/>
      <w:r>
        <w:t xml:space="preserve"> a </w:t>
      </w:r>
      <w:proofErr w:type="spellStart"/>
      <w:r>
        <w:t>hygienického</w:t>
      </w:r>
      <w:proofErr w:type="spellEnd"/>
      <w:r>
        <w:t xml:space="preserve"> </w:t>
      </w:r>
      <w:proofErr w:type="spellStart"/>
      <w:r>
        <w:t>zabezpečeni</w:t>
      </w:r>
      <w:proofErr w:type="spellEnd"/>
      <w:r>
        <w:t xml:space="preserve">́ a </w:t>
      </w:r>
      <w:proofErr w:type="spellStart"/>
      <w:r>
        <w:t>způsob</w:t>
      </w:r>
      <w:proofErr w:type="spellEnd"/>
      <w:r>
        <w:t xml:space="preserve"> jeho </w:t>
      </w:r>
      <w:proofErr w:type="spellStart"/>
      <w:r>
        <w:t>prokázáni</w:t>
      </w:r>
      <w:proofErr w:type="spellEnd"/>
      <w:r>
        <w:t>́.“.</w:t>
      </w:r>
    </w:p>
    <w:p w:rsidR="00C2702A" w:rsidRDefault="00C2702A" w:rsidP="00C2702A">
      <w:pPr>
        <w:ind w:left="284" w:hanging="720"/>
      </w:pPr>
    </w:p>
    <w:p w:rsidR="00C2702A" w:rsidRDefault="00C2702A" w:rsidP="00C2702A">
      <w:pPr>
        <w:numPr>
          <w:ilvl w:val="0"/>
          <w:numId w:val="28"/>
        </w:numPr>
        <w:ind w:left="284"/>
        <w:jc w:val="left"/>
      </w:pPr>
      <w:r>
        <w:t>V nadpisu § 5, v §</w:t>
      </w:r>
      <w:r w:rsidR="003300D6">
        <w:t xml:space="preserve"> </w:t>
      </w:r>
      <w:r>
        <w:t xml:space="preserve">5 odst. 1, 3 a 5 písm. b) a v § 92a odst. 1, 2 a 6 písm. a) a b) se za slovo „pitnou“ vkládá slovo „užitkovou“. </w:t>
      </w:r>
    </w:p>
    <w:p w:rsidR="00C2702A" w:rsidRDefault="00C2702A" w:rsidP="00C2702A">
      <w:pPr>
        <w:ind w:left="720"/>
      </w:pPr>
    </w:p>
    <w:p w:rsidR="00C2702A" w:rsidRDefault="00C2702A" w:rsidP="00C2702A">
      <w:pPr>
        <w:numPr>
          <w:ilvl w:val="0"/>
          <w:numId w:val="28"/>
        </w:numPr>
        <w:ind w:left="284"/>
        <w:jc w:val="left"/>
      </w:pPr>
      <w:r>
        <w:t>V §</w:t>
      </w:r>
      <w:r w:rsidR="003300D6">
        <w:t xml:space="preserve"> </w:t>
      </w:r>
      <w:r>
        <w:t xml:space="preserve">5  odst. 2, 7 a 11 a § 83a odst. 1 písm. a) se za slovo „pitné“ vkládá </w:t>
      </w:r>
      <w:proofErr w:type="gramStart"/>
      <w:r>
        <w:t>slovo „</w:t>
      </w:r>
      <w:r w:rsidR="003300D6">
        <w:t xml:space="preserve"> </w:t>
      </w:r>
      <w:r>
        <w:t>,užitkové</w:t>
      </w:r>
      <w:proofErr w:type="gramEnd"/>
      <w:r>
        <w:t xml:space="preserve">“. </w:t>
      </w:r>
    </w:p>
    <w:p w:rsidR="00C2702A" w:rsidRDefault="00C2702A" w:rsidP="00C2702A"/>
    <w:p w:rsidR="00C2702A" w:rsidRDefault="00C2702A" w:rsidP="00C2702A">
      <w:pPr>
        <w:numPr>
          <w:ilvl w:val="0"/>
          <w:numId w:val="28"/>
        </w:numPr>
        <w:ind w:left="284"/>
        <w:jc w:val="left"/>
      </w:pPr>
      <w:r>
        <w:t xml:space="preserve">V § 84 odst. 1 písm. e) se za slova „pitné vody“ vkládají </w:t>
      </w:r>
      <w:proofErr w:type="gramStart"/>
      <w:r>
        <w:t>slova „</w:t>
      </w:r>
      <w:r w:rsidR="003300D6">
        <w:t xml:space="preserve"> </w:t>
      </w:r>
      <w:r>
        <w:t>, užitkové</w:t>
      </w:r>
      <w:proofErr w:type="gramEnd"/>
      <w:r>
        <w:t xml:space="preserve"> vody“.</w:t>
      </w:r>
    </w:p>
    <w:p w:rsidR="00C2702A" w:rsidRDefault="00C2702A" w:rsidP="00C2702A"/>
    <w:p w:rsidR="00C2702A" w:rsidRDefault="00F341B1" w:rsidP="00C2702A">
      <w:r>
        <w:t xml:space="preserve">Dosavadní </w:t>
      </w:r>
      <w:r w:rsidR="00C2702A">
        <w:t>část pátá se označuje jako část šestá a dosavadní čl</w:t>
      </w:r>
      <w:r>
        <w:t>.</w:t>
      </w:r>
      <w:r w:rsidR="00C2702A">
        <w:t xml:space="preserve"> VI se označuje jako čl</w:t>
      </w:r>
      <w:r>
        <w:t>.</w:t>
      </w:r>
      <w:r w:rsidR="00C2702A">
        <w:t xml:space="preserve"> VII.</w:t>
      </w:r>
    </w:p>
    <w:p w:rsidR="00C2702A" w:rsidRDefault="00C2702A" w:rsidP="00C2702A"/>
    <w:p w:rsidR="00C2702A" w:rsidRDefault="00F341B1" w:rsidP="00C2702A">
      <w:r>
        <w:rPr>
          <w:b/>
        </w:rPr>
        <w:t>5.</w:t>
      </w:r>
      <w:r w:rsidR="00C2702A">
        <w:t xml:space="preserve"> Část šestá zní:</w:t>
      </w:r>
    </w:p>
    <w:p w:rsidR="00C2702A" w:rsidRPr="00F341B1" w:rsidRDefault="00F341B1" w:rsidP="00C2702A">
      <w:pPr>
        <w:jc w:val="center"/>
      </w:pPr>
      <w:r>
        <w:t>„</w:t>
      </w:r>
      <w:r w:rsidR="00C2702A" w:rsidRPr="00F341B1">
        <w:t>ČÁST ŠESTÁ</w:t>
      </w:r>
    </w:p>
    <w:p w:rsidR="00C2702A" w:rsidRDefault="00C2702A" w:rsidP="00C2702A">
      <w:pPr>
        <w:jc w:val="center"/>
        <w:rPr>
          <w:b/>
        </w:rPr>
      </w:pPr>
      <w:r>
        <w:rPr>
          <w:b/>
        </w:rPr>
        <w:t>ÚČINNOST</w:t>
      </w:r>
    </w:p>
    <w:p w:rsidR="00C2702A" w:rsidRDefault="00C2702A" w:rsidP="00C2702A">
      <w:pPr>
        <w:jc w:val="center"/>
      </w:pPr>
      <w:r>
        <w:t>Čl. VII</w:t>
      </w:r>
    </w:p>
    <w:p w:rsidR="00C2702A" w:rsidRDefault="00C2702A" w:rsidP="00F341B1">
      <w:pPr>
        <w:ind w:firstLine="708"/>
      </w:pPr>
      <w:r>
        <w:t>Tento zákon nabývá účinnosti prvním dnem druhého kalendářního měsíce následujícího po jeho vyhlášení</w:t>
      </w:r>
      <w:r w:rsidR="00F341B1">
        <w:t>,</w:t>
      </w:r>
      <w:r>
        <w:t xml:space="preserve"> s</w:t>
      </w:r>
      <w:r w:rsidR="00F341B1">
        <w:t> </w:t>
      </w:r>
      <w:r>
        <w:t>výjimkou části páté, která nabývá účinnosti dnem 1.</w:t>
      </w:r>
      <w:r w:rsidR="00F341B1">
        <w:t xml:space="preserve"> ledna </w:t>
      </w:r>
      <w:r>
        <w:t>2022</w:t>
      </w:r>
      <w:r w:rsidR="00F341B1">
        <w:t>.“.</w:t>
      </w:r>
    </w:p>
    <w:p w:rsidR="00C2702A" w:rsidRDefault="00C2702A" w:rsidP="000A3A63"/>
    <w:p w:rsidR="00F341B1" w:rsidRDefault="00F341B1" w:rsidP="000A3A63"/>
    <w:p w:rsidR="00807807" w:rsidRPr="000A3A63" w:rsidRDefault="000A3A63" w:rsidP="00A92050">
      <w:pPr>
        <w:rPr>
          <w:i/>
        </w:rPr>
      </w:pPr>
      <w:r w:rsidRPr="000A3A63">
        <w:rPr>
          <w:i/>
        </w:rPr>
        <w:lastRenderedPageBreak/>
        <w:t>SD 5816</w:t>
      </w:r>
    </w:p>
    <w:p w:rsidR="000A3A63" w:rsidRDefault="000A3A63" w:rsidP="00F341B1">
      <w:pPr>
        <w:numPr>
          <w:ilvl w:val="0"/>
          <w:numId w:val="29"/>
        </w:numPr>
        <w:spacing w:line="276" w:lineRule="auto"/>
      </w:pPr>
      <w:r>
        <w:t xml:space="preserve">V části první čl. I se za bod 15 vkládá nový bod </w:t>
      </w:r>
      <w:r w:rsidR="00F341B1">
        <w:t>X</w:t>
      </w:r>
      <w:r>
        <w:t>, který zní:</w:t>
      </w:r>
    </w:p>
    <w:p w:rsidR="000A3A63" w:rsidRDefault="000A3A63" w:rsidP="000A3A63">
      <w:pPr>
        <w:tabs>
          <w:tab w:val="left" w:pos="6300"/>
        </w:tabs>
      </w:pPr>
      <w:r>
        <w:t>„16. V § 21 se na konci textu odstavce 2 doplňuje věta „Údaje z evidencí podle písm</w:t>
      </w:r>
      <w:r w:rsidR="00F341B1">
        <w:t>ene</w:t>
      </w:r>
      <w:r>
        <w:t xml:space="preserve"> c) se zveřejňují jako otevřená data</w:t>
      </w:r>
      <w:r>
        <w:rPr>
          <w:vertAlign w:val="superscript"/>
        </w:rPr>
        <w:t>60)</w:t>
      </w:r>
      <w:r w:rsidR="00F341B1">
        <w:t>.“.</w:t>
      </w:r>
    </w:p>
    <w:p w:rsidR="000A3A63" w:rsidRDefault="000A3A63" w:rsidP="000A3A63">
      <w:pPr>
        <w:tabs>
          <w:tab w:val="left" w:pos="6300"/>
        </w:tabs>
      </w:pPr>
      <w:r>
        <w:t>_________________</w:t>
      </w:r>
    </w:p>
    <w:p w:rsidR="000A3A63" w:rsidRDefault="000A3A63" w:rsidP="000A3A63">
      <w:pPr>
        <w:tabs>
          <w:tab w:val="left" w:pos="6300"/>
        </w:tabs>
      </w:pPr>
      <w:r>
        <w:rPr>
          <w:vertAlign w:val="superscript"/>
        </w:rPr>
        <w:t>60)</w:t>
      </w:r>
      <w:r>
        <w:t xml:space="preserve"> Zákon č. 106/1999 Sb., o svobodném přístupu k informacím, ve znění pozdějších předpisů.</w:t>
      </w:r>
      <w:r w:rsidR="00F341B1">
        <w:t>“.“.</w:t>
      </w:r>
    </w:p>
    <w:p w:rsidR="000A3A63" w:rsidRDefault="000A3A63" w:rsidP="000A3A63">
      <w:pPr>
        <w:tabs>
          <w:tab w:val="left" w:pos="6300"/>
        </w:tabs>
      </w:pPr>
    </w:p>
    <w:p w:rsidR="000A3A63" w:rsidRDefault="000A3A63" w:rsidP="000A3A63">
      <w:pPr>
        <w:tabs>
          <w:tab w:val="left" w:pos="6300"/>
        </w:tabs>
      </w:pPr>
      <w:r>
        <w:t xml:space="preserve">Následující body se přečíslují. </w:t>
      </w:r>
    </w:p>
    <w:p w:rsidR="000A3A63" w:rsidRDefault="000A3A63" w:rsidP="000A3A63">
      <w:pPr>
        <w:tabs>
          <w:tab w:val="left" w:pos="6300"/>
        </w:tabs>
        <w:ind w:left="1440"/>
      </w:pPr>
    </w:p>
    <w:p w:rsidR="000A3A63" w:rsidRDefault="000A3A63" w:rsidP="00F341B1">
      <w:pPr>
        <w:numPr>
          <w:ilvl w:val="0"/>
          <w:numId w:val="29"/>
        </w:numPr>
        <w:ind w:left="284" w:hanging="284"/>
      </w:pPr>
      <w:r>
        <w:t xml:space="preserve">V části páté </w:t>
      </w:r>
      <w:r w:rsidR="00F341B1">
        <w:t xml:space="preserve">se na konci textu </w:t>
      </w:r>
      <w:r>
        <w:t xml:space="preserve">čl. VI doplňují </w:t>
      </w:r>
      <w:proofErr w:type="gramStart"/>
      <w:r>
        <w:t>slova „</w:t>
      </w:r>
      <w:r w:rsidR="00F341B1">
        <w:t xml:space="preserve"> , </w:t>
      </w:r>
      <w:r>
        <w:t>s</w:t>
      </w:r>
      <w:r w:rsidR="00F341B1">
        <w:t> </w:t>
      </w:r>
      <w:r>
        <w:t>výjimkou</w:t>
      </w:r>
      <w:proofErr w:type="gramEnd"/>
      <w:r w:rsidR="00F341B1">
        <w:t xml:space="preserve"> ustanovení</w:t>
      </w:r>
      <w:r>
        <w:t xml:space="preserve"> </w:t>
      </w:r>
      <w:r w:rsidR="00F341B1">
        <w:t>čl. I</w:t>
      </w:r>
      <w:r>
        <w:t xml:space="preserve"> bodu 16, kter</w:t>
      </w:r>
      <w:r w:rsidR="00F341B1">
        <w:t>é</w:t>
      </w:r>
      <w:r>
        <w:t xml:space="preserve"> nabývá účinnosti uplynutím tří let od vyhlášení tohoto zákona“. </w:t>
      </w:r>
    </w:p>
    <w:p w:rsidR="00807807" w:rsidRDefault="00807807" w:rsidP="00A92050"/>
    <w:p w:rsidR="000A3A63" w:rsidRDefault="000A3A63" w:rsidP="00A92050"/>
    <w:p w:rsidR="00807807" w:rsidRDefault="000A3A63" w:rsidP="000A3A63">
      <w:pPr>
        <w:pStyle w:val="Oznaenpozmn"/>
        <w:tabs>
          <w:tab w:val="clear" w:pos="425"/>
        </w:tabs>
        <w:ind w:left="567" w:hanging="567"/>
      </w:pPr>
      <w:r>
        <w:t>Poslanec Vojtěch Munzar</w:t>
      </w:r>
    </w:p>
    <w:p w:rsidR="00807807" w:rsidRPr="000A3A63" w:rsidRDefault="000A3A63" w:rsidP="00A92050">
      <w:pPr>
        <w:rPr>
          <w:i/>
        </w:rPr>
      </w:pPr>
      <w:r w:rsidRPr="000A3A63">
        <w:rPr>
          <w:i/>
        </w:rPr>
        <w:t>SD 5804</w:t>
      </w:r>
    </w:p>
    <w:p w:rsidR="00F341B1" w:rsidRDefault="00F341B1" w:rsidP="00F341B1">
      <w:pPr>
        <w:spacing w:after="120"/>
        <w:rPr>
          <w:bCs/>
        </w:rPr>
      </w:pPr>
      <w:r>
        <w:rPr>
          <w:bCs/>
        </w:rPr>
        <w:t>V části první čl. I se za bod 1 vkládá nový bod X, který zní:</w:t>
      </w:r>
    </w:p>
    <w:p w:rsidR="00555A8A" w:rsidRPr="00555A8A" w:rsidRDefault="00F341B1" w:rsidP="00F341B1">
      <w:pPr>
        <w:spacing w:after="120"/>
        <w:rPr>
          <w:bCs/>
        </w:rPr>
      </w:pPr>
      <w:r>
        <w:rPr>
          <w:bCs/>
        </w:rPr>
        <w:t xml:space="preserve">„X. </w:t>
      </w:r>
      <w:r w:rsidR="00555A8A" w:rsidRPr="00555A8A">
        <w:rPr>
          <w:bCs/>
        </w:rPr>
        <w:t xml:space="preserve">V § 5 se </w:t>
      </w:r>
      <w:r>
        <w:rPr>
          <w:bCs/>
        </w:rPr>
        <w:t xml:space="preserve">doplňuje odstavec </w:t>
      </w:r>
      <w:r w:rsidR="00555A8A" w:rsidRPr="00555A8A">
        <w:rPr>
          <w:bCs/>
        </w:rPr>
        <w:t>4, který zní:</w:t>
      </w:r>
    </w:p>
    <w:p w:rsidR="00555A8A" w:rsidRDefault="00555A8A" w:rsidP="00C0300B">
      <w:pPr>
        <w:pStyle w:val="Textpozmn"/>
        <w:numPr>
          <w:ilvl w:val="0"/>
          <w:numId w:val="0"/>
        </w:numPr>
        <w:ind w:firstLine="567"/>
        <w:rPr>
          <w:bCs/>
        </w:rPr>
      </w:pPr>
      <w:r w:rsidRPr="00555A8A">
        <w:rPr>
          <w:bCs/>
        </w:rPr>
        <w:t>„(4) Jednotlivé postupy řešení omezení odtoku povrchových vod vzniklých dopadem atmosférických srážek na tyto stavby (dále jen „srážková voda“), jejich upřednostňování či kombinaci stanoví prováděcí právní předpis. Rozsah opatření podle odstavce</w:t>
      </w:r>
      <w:r w:rsidR="003300D6">
        <w:rPr>
          <w:bCs/>
        </w:rPr>
        <w:t xml:space="preserve"> </w:t>
      </w:r>
      <w:r w:rsidRPr="00555A8A">
        <w:rPr>
          <w:bCs/>
        </w:rPr>
        <w:t>3 musí být stanoven s přihlédnutím k jejich přínosům v poměru k nákladům a újmě, které by jejich provedením vznikly stavebníkovi, jiné osobě nebo veřejnému zájmu.“.</w:t>
      </w:r>
      <w:r w:rsidR="00F341B1">
        <w:rPr>
          <w:bCs/>
        </w:rPr>
        <w:t>“.</w:t>
      </w:r>
    </w:p>
    <w:p w:rsidR="00F341B1" w:rsidRPr="00F341B1" w:rsidRDefault="00F341B1" w:rsidP="00F341B1">
      <w:r>
        <w:t>Následující body se přečíslují.</w:t>
      </w:r>
    </w:p>
    <w:p w:rsidR="00807807" w:rsidRPr="00555A8A" w:rsidRDefault="00807807" w:rsidP="00A92050"/>
    <w:p w:rsidR="00807807" w:rsidRDefault="00807807" w:rsidP="00A92050"/>
    <w:p w:rsidR="00807807" w:rsidRDefault="00555A8A" w:rsidP="00555A8A">
      <w:pPr>
        <w:pStyle w:val="Oznaenpozmn"/>
        <w:tabs>
          <w:tab w:val="clear" w:pos="425"/>
        </w:tabs>
        <w:ind w:left="567" w:hanging="567"/>
      </w:pPr>
      <w:r>
        <w:t xml:space="preserve">Poslankyně Margita </w:t>
      </w:r>
      <w:proofErr w:type="spellStart"/>
      <w:r>
        <w:t>Balaštíková</w:t>
      </w:r>
      <w:proofErr w:type="spellEnd"/>
    </w:p>
    <w:p w:rsidR="00807807" w:rsidRPr="00555A8A" w:rsidRDefault="00555A8A" w:rsidP="00A92050">
      <w:pPr>
        <w:rPr>
          <w:i/>
        </w:rPr>
      </w:pPr>
      <w:r w:rsidRPr="00555A8A">
        <w:rPr>
          <w:i/>
        </w:rPr>
        <w:t>SD 4972</w:t>
      </w:r>
    </w:p>
    <w:p w:rsidR="00F341B1" w:rsidRDefault="00555A8A" w:rsidP="00C0300B">
      <w:pPr>
        <w:spacing w:after="120"/>
        <w:rPr>
          <w:szCs w:val="22"/>
        </w:rPr>
      </w:pPr>
      <w:r w:rsidRPr="00555A8A">
        <w:rPr>
          <w:szCs w:val="22"/>
        </w:rPr>
        <w:t>V části první čl. I se za bod 29 vkládá nový bod</w:t>
      </w:r>
      <w:r w:rsidR="00F341B1">
        <w:rPr>
          <w:szCs w:val="22"/>
        </w:rPr>
        <w:t xml:space="preserve"> X</w:t>
      </w:r>
      <w:r w:rsidRPr="00555A8A">
        <w:rPr>
          <w:szCs w:val="22"/>
        </w:rPr>
        <w:t>, který</w:t>
      </w:r>
      <w:r w:rsidR="00F341B1">
        <w:rPr>
          <w:szCs w:val="22"/>
        </w:rPr>
        <w:t xml:space="preserve"> zní:</w:t>
      </w:r>
    </w:p>
    <w:p w:rsidR="00555A8A" w:rsidRPr="00555A8A" w:rsidRDefault="00F341B1" w:rsidP="00C0300B">
      <w:pPr>
        <w:spacing w:after="120"/>
        <w:rPr>
          <w:szCs w:val="22"/>
        </w:rPr>
      </w:pPr>
      <w:r>
        <w:rPr>
          <w:szCs w:val="22"/>
        </w:rPr>
        <w:t xml:space="preserve">„X. V § </w:t>
      </w:r>
      <w:r w:rsidR="00555A8A" w:rsidRPr="00555A8A">
        <w:rPr>
          <w:szCs w:val="22"/>
        </w:rPr>
        <w:t xml:space="preserve">38 </w:t>
      </w:r>
      <w:r>
        <w:rPr>
          <w:szCs w:val="22"/>
        </w:rPr>
        <w:t xml:space="preserve">se za </w:t>
      </w:r>
      <w:r w:rsidR="00555A8A" w:rsidRPr="00555A8A">
        <w:rPr>
          <w:szCs w:val="22"/>
        </w:rPr>
        <w:t>odst</w:t>
      </w:r>
      <w:r>
        <w:rPr>
          <w:szCs w:val="22"/>
        </w:rPr>
        <w:t xml:space="preserve">avec 10 vkládá </w:t>
      </w:r>
      <w:r w:rsidR="00555A8A" w:rsidRPr="00555A8A">
        <w:rPr>
          <w:szCs w:val="22"/>
        </w:rPr>
        <w:t>nový odstavec 11, který zní:</w:t>
      </w:r>
    </w:p>
    <w:p w:rsidR="00555A8A" w:rsidRPr="00555A8A" w:rsidRDefault="00555A8A" w:rsidP="00C0300B">
      <w:pPr>
        <w:spacing w:after="120"/>
        <w:ind w:firstLine="709"/>
        <w:rPr>
          <w:bCs/>
          <w:color w:val="000000"/>
          <w:szCs w:val="22"/>
          <w:lang w:eastAsia="en-US"/>
        </w:rPr>
      </w:pPr>
      <w:r w:rsidRPr="00555A8A">
        <w:rPr>
          <w:szCs w:val="22"/>
        </w:rPr>
        <w:t xml:space="preserve">„(11) Při povolování </w:t>
      </w:r>
      <w:bookmarkStart w:id="3" w:name="_Hlk25152318"/>
      <w:r w:rsidRPr="00555A8A">
        <w:rPr>
          <w:szCs w:val="22"/>
        </w:rPr>
        <w:t xml:space="preserve">vypouštění odpadních vod z jednotné kanalizace do vod povrchových diskontinuálně v závislosti na srážkové činnosti </w:t>
      </w:r>
      <w:bookmarkEnd w:id="3"/>
      <w:r w:rsidRPr="00555A8A">
        <w:rPr>
          <w:szCs w:val="22"/>
        </w:rPr>
        <w:t xml:space="preserve">se použije odstavec 10 při stanovení emisních limitů přiměřeně. Vodoprávní úřad v povolení k vypouštění odpadních vod z jednotné kanalizace do vod povrchových diskontinuálně v závislosti na srážkové činnosti stanoví podmínky pro omezování znečištění vypouštěného do povrchových vod. </w:t>
      </w:r>
      <w:r w:rsidRPr="00555A8A">
        <w:rPr>
          <w:bCs/>
          <w:color w:val="000000"/>
          <w:szCs w:val="22"/>
          <w:lang w:eastAsia="en-US"/>
        </w:rPr>
        <w:t xml:space="preserve">Pokud nejsou v době podání žádosti o povolení známy parametry vypouštěných odpadních vod umožňující postup podle věty první a druhé, vydá vodoprávní úřad povolení k vypouštění odpadních vod, v němž stanoví podmínky umožňující získat údaje zejména o množství a složení vypouštěných odpadních vod a četnosti odlehčování, a omezí dobu jeho platnosti nejdéle na tři roky. Požádá-li znečišťovatel na období po skončení platnosti povolení vydaného podle věty třetí o povolení k vypouštění odpadních vod z téže výpusti, vodoprávní úřad vydá povolení postupem podle věty první a druhé. Náležitosti a podmínky povolení pro </w:t>
      </w:r>
      <w:r w:rsidRPr="00555A8A">
        <w:rPr>
          <w:szCs w:val="22"/>
        </w:rPr>
        <w:t>vypouštění odpadních vod z jednotné kanalizace do vod povrchových diskontinuálně v závislosti na srážkové činnosti stanoví vláda nařízením.</w:t>
      </w:r>
      <w:r w:rsidRPr="00555A8A">
        <w:rPr>
          <w:bCs/>
          <w:color w:val="000000"/>
          <w:szCs w:val="22"/>
          <w:lang w:eastAsia="en-US"/>
        </w:rPr>
        <w:t>“.</w:t>
      </w:r>
    </w:p>
    <w:p w:rsidR="00555A8A" w:rsidRPr="00555A8A" w:rsidRDefault="00555A8A" w:rsidP="00555A8A">
      <w:pPr>
        <w:rPr>
          <w:szCs w:val="22"/>
        </w:rPr>
      </w:pPr>
      <w:r w:rsidRPr="00555A8A">
        <w:rPr>
          <w:szCs w:val="22"/>
        </w:rPr>
        <w:t>Dosavadní odstavce 11 až 15 se označují jako odstavce 12 až 16.</w:t>
      </w:r>
      <w:r w:rsidR="00F341B1">
        <w:rPr>
          <w:szCs w:val="22"/>
        </w:rPr>
        <w:t>“.“.</w:t>
      </w:r>
    </w:p>
    <w:p w:rsidR="008B401C" w:rsidRDefault="008B401C" w:rsidP="00A92050"/>
    <w:p w:rsidR="008B401C" w:rsidRDefault="00C0300B" w:rsidP="00A92050">
      <w:r>
        <w:t>Následující body se přečíslují.</w:t>
      </w:r>
    </w:p>
    <w:p w:rsidR="00555A8A" w:rsidRDefault="00C7258D" w:rsidP="00555A8A">
      <w:pPr>
        <w:pStyle w:val="Oznaenpozmn"/>
        <w:tabs>
          <w:tab w:val="clear" w:pos="425"/>
        </w:tabs>
        <w:ind w:left="567" w:hanging="567"/>
      </w:pPr>
      <w:r>
        <w:lastRenderedPageBreak/>
        <w:t>Poslanec Stanislav Grospič</w:t>
      </w:r>
    </w:p>
    <w:p w:rsidR="00555A8A" w:rsidRPr="00C7258D" w:rsidRDefault="00C7258D" w:rsidP="00A92050">
      <w:pPr>
        <w:rPr>
          <w:i/>
        </w:rPr>
      </w:pPr>
      <w:r w:rsidRPr="00C7258D">
        <w:rPr>
          <w:i/>
        </w:rPr>
        <w:t>SD 5829</w:t>
      </w:r>
    </w:p>
    <w:p w:rsidR="00C7258D" w:rsidRPr="00C7258D" w:rsidRDefault="00C0300B" w:rsidP="00C7258D">
      <w:r>
        <w:t>V části první čl. I se z</w:t>
      </w:r>
      <w:r w:rsidR="00C7258D" w:rsidRPr="00C7258D">
        <w:t>a bod 3</w:t>
      </w:r>
      <w:r w:rsidR="003300D6">
        <w:t xml:space="preserve"> vkládá</w:t>
      </w:r>
      <w:r w:rsidR="00C7258D" w:rsidRPr="00C7258D">
        <w:t xml:space="preserve"> nový bod </w:t>
      </w:r>
      <w:r>
        <w:t>X, který zní</w:t>
      </w:r>
      <w:r w:rsidR="00C7258D" w:rsidRPr="00C7258D">
        <w:t>:</w:t>
      </w:r>
    </w:p>
    <w:p w:rsidR="00C7258D" w:rsidRPr="00C7258D" w:rsidRDefault="00C7258D" w:rsidP="00C7258D"/>
    <w:p w:rsidR="00C7258D" w:rsidRPr="00C7258D" w:rsidRDefault="00C0300B" w:rsidP="00C7258D">
      <w:r>
        <w:t>„X</w:t>
      </w:r>
      <w:r w:rsidR="00C7258D" w:rsidRPr="00C7258D">
        <w:t>. V § 8 se za odstavec 1 vkládá nový odstavec 2, který zní:</w:t>
      </w:r>
    </w:p>
    <w:p w:rsidR="00C7258D" w:rsidRPr="00C7258D" w:rsidRDefault="00C7258D" w:rsidP="00C7258D">
      <w:pPr>
        <w:spacing w:before="120"/>
        <w:ind w:firstLine="708"/>
      </w:pPr>
      <w:r w:rsidRPr="00C7258D">
        <w:t>„(2) Povolení k odběru či akumulaci podzemní vody lze vydat pouze z důvodu  nezbytného využívání vody jako vody pitné pro zásobování obyvatel tam, kde není možné obydlí připojit na vodovod pro veřejnou potřebu.“</w:t>
      </w:r>
      <w:r w:rsidR="00C0300B">
        <w:t>.</w:t>
      </w:r>
    </w:p>
    <w:p w:rsidR="00C7258D" w:rsidRPr="00C7258D" w:rsidRDefault="00C7258D" w:rsidP="00C7258D">
      <w:pPr>
        <w:spacing w:before="120"/>
      </w:pPr>
      <w:r w:rsidRPr="00C7258D">
        <w:t>Dosavadní odstavce 2 až 4 se označují jako</w:t>
      </w:r>
      <w:r w:rsidR="003300D6">
        <w:t xml:space="preserve"> odstavce</w:t>
      </w:r>
      <w:r w:rsidRPr="00C7258D">
        <w:t xml:space="preserve"> 3 až 5.</w:t>
      </w:r>
      <w:r w:rsidR="00C0300B">
        <w:t>“.“.</w:t>
      </w:r>
    </w:p>
    <w:p w:rsidR="00C7258D" w:rsidRPr="00C7258D" w:rsidRDefault="00C7258D" w:rsidP="00C7258D"/>
    <w:p w:rsidR="00C7258D" w:rsidRDefault="00C7258D" w:rsidP="00C7258D">
      <w:r w:rsidRPr="00C7258D">
        <w:t>Následující body se přečíslují.</w:t>
      </w:r>
    </w:p>
    <w:p w:rsidR="00F820EE" w:rsidRDefault="00F820EE" w:rsidP="00C7258D"/>
    <w:p w:rsidR="00F820EE" w:rsidRPr="00C7258D" w:rsidRDefault="00F820EE" w:rsidP="00C7258D"/>
    <w:p w:rsidR="00894CBC" w:rsidRDefault="00C7258D" w:rsidP="00C7258D">
      <w:pPr>
        <w:pStyle w:val="Oznaenpozmn"/>
        <w:tabs>
          <w:tab w:val="clear" w:pos="425"/>
        </w:tabs>
        <w:ind w:left="567" w:hanging="567"/>
      </w:pPr>
      <w:r>
        <w:t>Poslankyně Marie Pěnčíková</w:t>
      </w:r>
    </w:p>
    <w:p w:rsidR="00894CBC" w:rsidRPr="00C7258D" w:rsidRDefault="00C7258D" w:rsidP="00A92050">
      <w:pPr>
        <w:rPr>
          <w:i/>
        </w:rPr>
      </w:pPr>
      <w:r w:rsidRPr="00C7258D">
        <w:rPr>
          <w:i/>
        </w:rPr>
        <w:t>SD 5818</w:t>
      </w:r>
    </w:p>
    <w:p w:rsidR="00C7258D" w:rsidRPr="00C7258D" w:rsidRDefault="00C7258D" w:rsidP="00C7258D">
      <w:pPr>
        <w:autoSpaceDE w:val="0"/>
        <w:autoSpaceDN w:val="0"/>
        <w:adjustRightInd w:val="0"/>
        <w:spacing w:line="360" w:lineRule="auto"/>
        <w:contextualSpacing/>
        <w:rPr>
          <w:bCs/>
          <w:color w:val="000000"/>
        </w:rPr>
      </w:pPr>
      <w:r w:rsidRPr="00C0300B">
        <w:rPr>
          <w:b/>
          <w:bCs/>
          <w:color w:val="000000"/>
        </w:rPr>
        <w:t>1.</w:t>
      </w:r>
      <w:r>
        <w:rPr>
          <w:bCs/>
          <w:color w:val="000000"/>
        </w:rPr>
        <w:t xml:space="preserve"> V</w:t>
      </w:r>
      <w:r w:rsidR="00C0300B">
        <w:rPr>
          <w:bCs/>
          <w:color w:val="000000"/>
        </w:rPr>
        <w:t> části čtvrté čl. V se za bod 2 vkládá</w:t>
      </w:r>
      <w:r w:rsidRPr="00C7258D">
        <w:rPr>
          <w:bCs/>
          <w:color w:val="000000"/>
        </w:rPr>
        <w:t xml:space="preserve"> nový bod</w:t>
      </w:r>
      <w:r w:rsidR="00C0300B">
        <w:rPr>
          <w:bCs/>
          <w:color w:val="000000"/>
        </w:rPr>
        <w:t xml:space="preserve"> X, který zní:</w:t>
      </w:r>
    </w:p>
    <w:p w:rsidR="00C7258D" w:rsidRDefault="00C7258D" w:rsidP="00C0300B">
      <w:pPr>
        <w:autoSpaceDE w:val="0"/>
        <w:autoSpaceDN w:val="0"/>
        <w:adjustRightInd w:val="0"/>
        <w:spacing w:after="120"/>
        <w:rPr>
          <w:color w:val="000000"/>
        </w:rPr>
      </w:pPr>
      <w:r w:rsidRPr="00C7258D">
        <w:rPr>
          <w:color w:val="000000"/>
        </w:rPr>
        <w:t xml:space="preserve">„X. V § 16 odst. 1 se </w:t>
      </w:r>
      <w:r w:rsidR="00C0300B">
        <w:rPr>
          <w:color w:val="000000"/>
        </w:rPr>
        <w:t>z</w:t>
      </w:r>
      <w:r w:rsidRPr="00C7258D">
        <w:rPr>
          <w:color w:val="000000"/>
        </w:rPr>
        <w:t xml:space="preserve">a </w:t>
      </w:r>
      <w:proofErr w:type="gramStart"/>
      <w:r w:rsidRPr="00C7258D">
        <w:rPr>
          <w:color w:val="000000"/>
        </w:rPr>
        <w:t>slovo „</w:t>
      </w:r>
      <w:r w:rsidR="00C0300B">
        <w:rPr>
          <w:color w:val="000000"/>
        </w:rPr>
        <w:t xml:space="preserve"> , </w:t>
      </w:r>
      <w:r w:rsidRPr="00C7258D">
        <w:rPr>
          <w:color w:val="000000"/>
        </w:rPr>
        <w:t>který</w:t>
      </w:r>
      <w:proofErr w:type="gramEnd"/>
      <w:r w:rsidRPr="00C7258D">
        <w:rPr>
          <w:color w:val="000000"/>
        </w:rPr>
        <w:t>“ vkládají slova „umožňuje dálkový přenos dat a“</w:t>
      </w:r>
      <w:r w:rsidR="00C0300B">
        <w:rPr>
          <w:color w:val="000000"/>
        </w:rPr>
        <w:t>.</w:t>
      </w:r>
      <w:r w:rsidRPr="00C7258D">
        <w:rPr>
          <w:color w:val="000000"/>
        </w:rPr>
        <w:t>“</w:t>
      </w:r>
      <w:r w:rsidR="00C0300B">
        <w:rPr>
          <w:color w:val="000000"/>
        </w:rPr>
        <w:t>.</w:t>
      </w:r>
    </w:p>
    <w:p w:rsidR="00C0300B" w:rsidRPr="00C7258D" w:rsidRDefault="00C0300B" w:rsidP="00C7258D">
      <w:pPr>
        <w:autoSpaceDE w:val="0"/>
        <w:autoSpaceDN w:val="0"/>
        <w:adjustRightInd w:val="0"/>
        <w:rPr>
          <w:color w:val="000000"/>
        </w:rPr>
      </w:pPr>
      <w:r>
        <w:rPr>
          <w:color w:val="000000"/>
        </w:rPr>
        <w:t>Následující body se přečíslují.</w:t>
      </w:r>
    </w:p>
    <w:p w:rsidR="00C7258D" w:rsidRDefault="00C7258D" w:rsidP="00C7258D">
      <w:pPr>
        <w:autoSpaceDE w:val="0"/>
        <w:autoSpaceDN w:val="0"/>
        <w:adjustRightInd w:val="0"/>
        <w:spacing w:line="360" w:lineRule="auto"/>
        <w:contextualSpacing/>
        <w:rPr>
          <w:bCs/>
          <w:color w:val="000000"/>
        </w:rPr>
      </w:pPr>
    </w:p>
    <w:p w:rsidR="00C7258D" w:rsidRPr="00C7258D" w:rsidRDefault="00C7258D" w:rsidP="00C7258D">
      <w:pPr>
        <w:autoSpaceDE w:val="0"/>
        <w:autoSpaceDN w:val="0"/>
        <w:adjustRightInd w:val="0"/>
        <w:spacing w:line="360" w:lineRule="auto"/>
        <w:contextualSpacing/>
        <w:rPr>
          <w:bCs/>
          <w:color w:val="000000"/>
          <w:lang w:eastAsia="en-US"/>
        </w:rPr>
      </w:pPr>
      <w:r w:rsidRPr="00C0300B">
        <w:rPr>
          <w:b/>
          <w:bCs/>
          <w:color w:val="000000"/>
        </w:rPr>
        <w:t>2.</w:t>
      </w:r>
      <w:r>
        <w:rPr>
          <w:bCs/>
          <w:color w:val="000000"/>
        </w:rPr>
        <w:t xml:space="preserve"> </w:t>
      </w:r>
      <w:r w:rsidR="00C0300B">
        <w:rPr>
          <w:bCs/>
          <w:color w:val="000000"/>
        </w:rPr>
        <w:t xml:space="preserve">V části čtvrté čl. V se </w:t>
      </w:r>
      <w:r w:rsidR="003300D6">
        <w:rPr>
          <w:bCs/>
          <w:color w:val="000000"/>
        </w:rPr>
        <w:t>doplňuje</w:t>
      </w:r>
      <w:r w:rsidR="00C0300B" w:rsidRPr="00C7258D">
        <w:rPr>
          <w:bCs/>
          <w:color w:val="000000"/>
        </w:rPr>
        <w:t xml:space="preserve"> bod</w:t>
      </w:r>
      <w:r w:rsidR="00C0300B">
        <w:rPr>
          <w:bCs/>
          <w:color w:val="000000"/>
        </w:rPr>
        <w:t xml:space="preserve"> </w:t>
      </w:r>
      <w:r w:rsidR="003300D6">
        <w:rPr>
          <w:bCs/>
          <w:color w:val="000000"/>
        </w:rPr>
        <w:t>14</w:t>
      </w:r>
      <w:r w:rsidR="00C0300B">
        <w:rPr>
          <w:bCs/>
          <w:color w:val="000000"/>
        </w:rPr>
        <w:t>, který zní:</w:t>
      </w:r>
    </w:p>
    <w:p w:rsidR="00C7258D" w:rsidRPr="00C7258D" w:rsidRDefault="00C0300B" w:rsidP="00C0300B">
      <w:pPr>
        <w:pStyle w:val="Textpozmn"/>
        <w:numPr>
          <w:ilvl w:val="0"/>
          <w:numId w:val="0"/>
        </w:numPr>
      </w:pPr>
      <w:r>
        <w:t>„</w:t>
      </w:r>
      <w:r w:rsidR="003300D6">
        <w:t>14</w:t>
      </w:r>
      <w:r>
        <w:t xml:space="preserve">. </w:t>
      </w:r>
      <w:r w:rsidR="00C7258D" w:rsidRPr="00C7258D">
        <w:t xml:space="preserve">V § 39 se </w:t>
      </w:r>
      <w:r>
        <w:t xml:space="preserve">doplňuje </w:t>
      </w:r>
      <w:r w:rsidR="00C7258D" w:rsidRPr="00C7258D">
        <w:t>odstavec</w:t>
      </w:r>
      <w:r>
        <w:t xml:space="preserve"> 9</w:t>
      </w:r>
      <w:r w:rsidR="00C7258D" w:rsidRPr="00C7258D">
        <w:t>, který zní:</w:t>
      </w:r>
    </w:p>
    <w:p w:rsidR="00C7258D" w:rsidRPr="00C7258D" w:rsidRDefault="00C7258D" w:rsidP="00C7258D">
      <w:pPr>
        <w:autoSpaceDE w:val="0"/>
        <w:autoSpaceDN w:val="0"/>
        <w:adjustRightInd w:val="0"/>
        <w:ind w:firstLine="708"/>
        <w:rPr>
          <w:color w:val="000000"/>
        </w:rPr>
      </w:pPr>
      <w:r w:rsidRPr="00C7258D">
        <w:rPr>
          <w:color w:val="000000"/>
        </w:rPr>
        <w:t>„(9) Povinnost měřit množství dodané vody vodoměrem, který umožňuje dálkový přenos dat podle §16 odst. 1, musí být splněna na územích ohrožených suchem uvedených v plánu pro sucho pro území České republiky zpracovaném Ministerstvem zemědělství a Ministerstvem životního prostředí podle bodu 1 nejpozději do 31. prosince 2027. Na ostatním území České republiky musí být splněna povinnost nejpozději do 31. prosince 2030.“</w:t>
      </w:r>
      <w:r>
        <w:rPr>
          <w:color w:val="000000"/>
        </w:rPr>
        <w:t>.</w:t>
      </w:r>
      <w:r w:rsidR="00C0300B">
        <w:rPr>
          <w:color w:val="000000"/>
        </w:rPr>
        <w:t>“.</w:t>
      </w:r>
    </w:p>
    <w:p w:rsidR="00A92050" w:rsidRDefault="00A92050" w:rsidP="00A92050"/>
    <w:p w:rsidR="003300D6" w:rsidRDefault="003300D6" w:rsidP="00A92050"/>
    <w:p w:rsidR="00685D9F" w:rsidRDefault="00685D9F" w:rsidP="00A92050"/>
    <w:p w:rsidR="00685D9F" w:rsidRDefault="00685D9F" w:rsidP="00A92050"/>
    <w:p w:rsidR="00685D9F" w:rsidRPr="00A92050" w:rsidRDefault="00685D9F" w:rsidP="00A92050"/>
    <w:p w:rsidR="00A92050" w:rsidRPr="00A92050" w:rsidRDefault="00A92050" w:rsidP="00A92050">
      <w:pPr>
        <w:jc w:val="center"/>
      </w:pPr>
      <w:r w:rsidRPr="00A92050">
        <w:t>V Praze dne</w:t>
      </w:r>
      <w:r w:rsidR="00F244EA">
        <w:t xml:space="preserve"> </w:t>
      </w:r>
      <w:r w:rsidR="00E31F5E">
        <w:t>19</w:t>
      </w:r>
      <w:r w:rsidR="00F244EA">
        <w:t>. června 2020</w:t>
      </w:r>
    </w:p>
    <w:p w:rsidR="00A92050" w:rsidRDefault="00A92050" w:rsidP="00A92050">
      <w:pPr>
        <w:jc w:val="center"/>
      </w:pPr>
    </w:p>
    <w:p w:rsidR="00685D9F" w:rsidRDefault="00685D9F" w:rsidP="00A92050">
      <w:pPr>
        <w:jc w:val="center"/>
      </w:pPr>
    </w:p>
    <w:p w:rsidR="00685D9F" w:rsidRDefault="00685D9F" w:rsidP="00A92050">
      <w:pPr>
        <w:jc w:val="center"/>
      </w:pPr>
    </w:p>
    <w:p w:rsidR="00685D9F" w:rsidRDefault="00685D9F" w:rsidP="00A92050">
      <w:pPr>
        <w:jc w:val="center"/>
      </w:pPr>
    </w:p>
    <w:p w:rsidR="00A92050" w:rsidRPr="00C7258D" w:rsidRDefault="000F18B4" w:rsidP="00A92050">
      <w:pPr>
        <w:jc w:val="center"/>
      </w:pPr>
      <w:r w:rsidRPr="00C7258D">
        <w:t xml:space="preserve">Ing. </w:t>
      </w:r>
      <w:proofErr w:type="gramStart"/>
      <w:r w:rsidR="006D425A" w:rsidRPr="00C7258D">
        <w:t>Karel   T</w:t>
      </w:r>
      <w:r w:rsidRPr="00C7258D">
        <w:t xml:space="preserve"> </w:t>
      </w:r>
      <w:r w:rsidR="006D425A" w:rsidRPr="00C7258D">
        <w:t>u</w:t>
      </w:r>
      <w:r w:rsidRPr="00C7258D">
        <w:t xml:space="preserve"> </w:t>
      </w:r>
      <w:r w:rsidR="006D425A" w:rsidRPr="00C7258D">
        <w:t>r</w:t>
      </w:r>
      <w:r w:rsidRPr="00C7258D">
        <w:t xml:space="preserve"> </w:t>
      </w:r>
      <w:r w:rsidR="006D425A" w:rsidRPr="00C7258D">
        <w:t>e</w:t>
      </w:r>
      <w:r w:rsidRPr="00C7258D">
        <w:t xml:space="preserve"> </w:t>
      </w:r>
      <w:r w:rsidR="006D425A" w:rsidRPr="00C7258D">
        <w:t>č</w:t>
      </w:r>
      <w:r w:rsidRPr="00C7258D">
        <w:t xml:space="preserve"> </w:t>
      </w:r>
      <w:r w:rsidR="006D425A" w:rsidRPr="00C7258D">
        <w:t>e</w:t>
      </w:r>
      <w:r w:rsidRPr="00C7258D">
        <w:t xml:space="preserve"> </w:t>
      </w:r>
      <w:r w:rsidR="006D425A" w:rsidRPr="00C7258D">
        <w:t>k</w:t>
      </w:r>
      <w:proofErr w:type="gramEnd"/>
    </w:p>
    <w:p w:rsidR="00A92050" w:rsidRDefault="00A92050" w:rsidP="00A92050">
      <w:pPr>
        <w:jc w:val="center"/>
      </w:pPr>
      <w:r w:rsidRPr="00A92050">
        <w:t xml:space="preserve">zpravodaj garančního </w:t>
      </w:r>
      <w:r w:rsidR="006D425A">
        <w:t xml:space="preserve">zemědělského výboru </w:t>
      </w:r>
    </w:p>
    <w:p w:rsidR="006D425A" w:rsidRDefault="006D425A" w:rsidP="00A92050">
      <w:pPr>
        <w:jc w:val="center"/>
      </w:pPr>
      <w:r>
        <w:t xml:space="preserve">zpravodaj výboru pro životní prostředí </w:t>
      </w:r>
    </w:p>
    <w:p w:rsidR="00E31F5E" w:rsidRDefault="00E31F5E" w:rsidP="00A92050">
      <w:pPr>
        <w:jc w:val="center"/>
      </w:pPr>
      <w:r>
        <w:t>v z. Ing. Jaroslav</w:t>
      </w:r>
      <w:r w:rsidR="00BE45E9">
        <w:t xml:space="preserve">  </w:t>
      </w:r>
      <w:r>
        <w:t xml:space="preserve"> F</w:t>
      </w:r>
      <w:r w:rsidR="00BE45E9">
        <w:t xml:space="preserve"> </w:t>
      </w:r>
      <w:r>
        <w:t>a</w:t>
      </w:r>
      <w:r w:rsidR="00BE45E9">
        <w:t xml:space="preserve"> </w:t>
      </w:r>
      <w:r>
        <w:t>l</w:t>
      </w:r>
      <w:r w:rsidR="00BE45E9">
        <w:t xml:space="preserve"> </w:t>
      </w:r>
      <w:r>
        <w:t>t</w:t>
      </w:r>
      <w:r w:rsidR="00BE45E9">
        <w:t xml:space="preserve"> </w:t>
      </w:r>
      <w:r>
        <w:t>ý</w:t>
      </w:r>
      <w:r w:rsidR="00BE45E9">
        <w:t xml:space="preserve"> </w:t>
      </w:r>
      <w:r>
        <w:t>n</w:t>
      </w:r>
      <w:r w:rsidR="00BE45E9">
        <w:t xml:space="preserve"> </w:t>
      </w:r>
      <w:r>
        <w:t>e</w:t>
      </w:r>
      <w:r w:rsidR="00BE45E9">
        <w:t xml:space="preserve"> </w:t>
      </w:r>
      <w:bookmarkStart w:id="4" w:name="_GoBack"/>
      <w:bookmarkEnd w:id="4"/>
      <w:r>
        <w:t>k, v. r.</w:t>
      </w:r>
    </w:p>
    <w:p w:rsidR="006D425A" w:rsidRDefault="006D425A" w:rsidP="00A92050">
      <w:pPr>
        <w:jc w:val="center"/>
      </w:pPr>
    </w:p>
    <w:p w:rsidR="00685D9F" w:rsidRDefault="00685D9F" w:rsidP="00A92050">
      <w:pPr>
        <w:jc w:val="center"/>
      </w:pPr>
    </w:p>
    <w:p w:rsidR="00685D9F" w:rsidRDefault="00685D9F" w:rsidP="00A92050">
      <w:pPr>
        <w:jc w:val="center"/>
      </w:pPr>
    </w:p>
    <w:p w:rsidR="006D425A" w:rsidRDefault="006D425A" w:rsidP="00A92050">
      <w:pPr>
        <w:jc w:val="center"/>
      </w:pPr>
    </w:p>
    <w:p w:rsidR="006D425A" w:rsidRPr="00C7258D" w:rsidRDefault="000F18B4" w:rsidP="00A92050">
      <w:pPr>
        <w:jc w:val="center"/>
      </w:pPr>
      <w:r w:rsidRPr="00C7258D">
        <w:t xml:space="preserve">Ing. </w:t>
      </w:r>
      <w:proofErr w:type="gramStart"/>
      <w:r w:rsidRPr="00C7258D">
        <w:t xml:space="preserve">Vojtěch    </w:t>
      </w:r>
      <w:r w:rsidR="006D425A" w:rsidRPr="00C7258D">
        <w:t>M</w:t>
      </w:r>
      <w:r w:rsidRPr="00C7258D">
        <w:t xml:space="preserve"> </w:t>
      </w:r>
      <w:r w:rsidR="006D425A" w:rsidRPr="00C7258D">
        <w:t>u</w:t>
      </w:r>
      <w:r w:rsidRPr="00C7258D">
        <w:t xml:space="preserve"> </w:t>
      </w:r>
      <w:r w:rsidR="006D425A" w:rsidRPr="00C7258D">
        <w:t>n</w:t>
      </w:r>
      <w:r w:rsidRPr="00C7258D">
        <w:t xml:space="preserve"> </w:t>
      </w:r>
      <w:r w:rsidR="006D425A" w:rsidRPr="00C7258D">
        <w:t>z</w:t>
      </w:r>
      <w:r w:rsidRPr="00C7258D">
        <w:t> </w:t>
      </w:r>
      <w:r w:rsidR="006D425A" w:rsidRPr="00C7258D">
        <w:t>a</w:t>
      </w:r>
      <w:r w:rsidRPr="00C7258D">
        <w:t xml:space="preserve"> </w:t>
      </w:r>
      <w:r w:rsidR="006D425A" w:rsidRPr="00C7258D">
        <w:t>r</w:t>
      </w:r>
      <w:r w:rsidR="00E31F5E">
        <w:t>, v.</w:t>
      </w:r>
      <w:proofErr w:type="gramEnd"/>
      <w:r w:rsidR="00E31F5E">
        <w:t xml:space="preserve"> r.</w:t>
      </w:r>
    </w:p>
    <w:p w:rsidR="006D425A" w:rsidRPr="00A92050" w:rsidRDefault="006D425A" w:rsidP="00A92050">
      <w:pPr>
        <w:jc w:val="center"/>
      </w:pPr>
      <w:r>
        <w:t>zpravodaj hospodářského výboru</w:t>
      </w:r>
    </w:p>
    <w:sectPr w:rsidR="006D425A"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64A" w:rsidRDefault="004D664A">
      <w:r>
        <w:separator/>
      </w:r>
    </w:p>
  </w:endnote>
  <w:endnote w:type="continuationSeparator" w:id="0">
    <w:p w:rsidR="004D664A" w:rsidRDefault="004D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64A" w:rsidRDefault="004D664A">
      <w:r>
        <w:separator/>
      </w:r>
    </w:p>
  </w:footnote>
  <w:footnote w:type="continuationSeparator" w:id="0">
    <w:p w:rsidR="004D664A" w:rsidRDefault="004D6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68C" w:rsidRDefault="006E568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E568C" w:rsidRDefault="006E568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68C" w:rsidRDefault="006E568C">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BE45E9">
      <w:rPr>
        <w:rStyle w:val="slostrnky"/>
        <w:noProof/>
      </w:rPr>
      <w:t>24</w:t>
    </w:r>
    <w:r>
      <w:rPr>
        <w:rStyle w:val="slostrnky"/>
      </w:rPr>
      <w:fldChar w:fldCharType="end"/>
    </w:r>
    <w:r>
      <w:rPr>
        <w:rStyle w:val="slostrnky"/>
      </w:rPr>
      <w:t xml:space="preserve"> -</w:t>
    </w:r>
  </w:p>
  <w:p w:rsidR="006E568C" w:rsidRDefault="006E56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29DB"/>
    <w:multiLevelType w:val="multilevel"/>
    <w:tmpl w:val="94146412"/>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98461A"/>
    <w:multiLevelType w:val="multilevel"/>
    <w:tmpl w:val="E66C4BF8"/>
    <w:lvl w:ilvl="0">
      <w:start w:val="6"/>
      <w:numFmt w:val="decimal"/>
      <w:lvlText w:val="%1."/>
      <w:lvlJc w:val="left"/>
      <w:pPr>
        <w:tabs>
          <w:tab w:val="num" w:pos="360"/>
        </w:tabs>
        <w:ind w:left="360" w:hanging="360"/>
      </w:pPr>
      <w:rPr>
        <w:rFonts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 w15:restartNumberingAfterBreak="0">
    <w:nsid w:val="0EA90EBC"/>
    <w:multiLevelType w:val="hybridMultilevel"/>
    <w:tmpl w:val="DF184498"/>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2241FA5"/>
    <w:multiLevelType w:val="hybridMultilevel"/>
    <w:tmpl w:val="3DBA7868"/>
    <w:lvl w:ilvl="0" w:tplc="C21E83E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8" w15:restartNumberingAfterBreak="0">
    <w:nsid w:val="1B897BE6"/>
    <w:multiLevelType w:val="multilevel"/>
    <w:tmpl w:val="43CC54C4"/>
    <w:lvl w:ilvl="0">
      <w:start w:val="4"/>
      <w:numFmt w:val="decimal"/>
      <w:lvlText w:val="%1."/>
      <w:lvlJc w:val="left"/>
      <w:pPr>
        <w:ind w:left="360" w:hanging="360"/>
      </w:pPr>
      <w:rPr>
        <w:rFonts w:hint="default"/>
        <w:b/>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65046E9"/>
    <w:multiLevelType w:val="multilevel"/>
    <w:tmpl w:val="4F18A17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4E6877"/>
    <w:multiLevelType w:val="hybridMultilevel"/>
    <w:tmpl w:val="8DE87BC2"/>
    <w:lvl w:ilvl="0" w:tplc="3B9C3390">
      <w:start w:val="1"/>
      <w:numFmt w:val="upperRoman"/>
      <w:lvlText w:val="%1."/>
      <w:lvlJc w:val="left"/>
      <w:pPr>
        <w:ind w:left="360" w:hanging="360"/>
      </w:pPr>
      <w:rPr>
        <w:rFonts w:ascii="Calibri" w:eastAsia="Calibri" w:hAnsi="Calibri" w:cs="Times New Roman"/>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2" w15:restartNumberingAfterBreak="0">
    <w:nsid w:val="3BF90C15"/>
    <w:multiLevelType w:val="hybridMultilevel"/>
    <w:tmpl w:val="BBBCD04C"/>
    <w:lvl w:ilvl="0" w:tplc="EE6E8BCE">
      <w:start w:val="1"/>
      <w:numFmt w:val="upperRoman"/>
      <w:lvlText w:val="%1."/>
      <w:lvlJc w:val="left"/>
      <w:pPr>
        <w:ind w:left="720" w:hanging="360"/>
      </w:pPr>
      <w:rPr>
        <w:b/>
        <w:color w:val="auto"/>
      </w:rPr>
    </w:lvl>
    <w:lvl w:ilvl="1" w:tplc="A5CE5AA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72429F"/>
    <w:multiLevelType w:val="hybridMultilevel"/>
    <w:tmpl w:val="262EF59C"/>
    <w:lvl w:ilvl="0" w:tplc="C1AEBD9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57B10C6"/>
    <w:multiLevelType w:val="multilevel"/>
    <w:tmpl w:val="71343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A35E91"/>
    <w:multiLevelType w:val="hybridMultilevel"/>
    <w:tmpl w:val="F0CEC11C"/>
    <w:lvl w:ilvl="0" w:tplc="D2326110">
      <w:start w:val="1"/>
      <w:numFmt w:val="decimal"/>
      <w:lvlText w:val="%1."/>
      <w:lvlJc w:val="left"/>
      <w:pPr>
        <w:ind w:left="720" w:hanging="360"/>
      </w:pPr>
      <w:rPr>
        <w:rFonts w:eastAsia="Times New Roman"/>
        <w:b/>
        <w:color w:val="auto"/>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A6B4D21"/>
    <w:multiLevelType w:val="hybridMultilevel"/>
    <w:tmpl w:val="B088ED40"/>
    <w:lvl w:ilvl="0" w:tplc="5E868F4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7B374FCE"/>
    <w:multiLevelType w:val="hybridMultilevel"/>
    <w:tmpl w:val="439AC6D0"/>
    <w:lvl w:ilvl="0" w:tplc="BBB6AC1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FF26E3"/>
    <w:multiLevelType w:val="multilevel"/>
    <w:tmpl w:val="87EAA058"/>
    <w:lvl w:ilvl="0">
      <w:start w:val="6"/>
      <w:numFmt w:val="decimal"/>
      <w:lvlText w:val="%1."/>
      <w:lvlJc w:val="left"/>
      <w:pPr>
        <w:ind w:left="360" w:hanging="360"/>
      </w:pPr>
      <w:rPr>
        <w:rFonts w:hint="default"/>
        <w:b/>
        <w:u w:val="none"/>
      </w:rPr>
    </w:lvl>
    <w:lvl w:ilvl="1">
      <w:start w:val="1"/>
      <w:numFmt w:val="lowerLetter"/>
      <w:lvlText w:val="%2."/>
      <w:lvlJc w:val="left"/>
      <w:pPr>
        <w:ind w:left="2160" w:hanging="360"/>
      </w:pPr>
      <w:rPr>
        <w:rFonts w:hint="default"/>
        <w:u w:val="none"/>
      </w:rPr>
    </w:lvl>
    <w:lvl w:ilvl="2">
      <w:start w:val="1"/>
      <w:numFmt w:val="lowerRoman"/>
      <w:lvlText w:val="%3."/>
      <w:lvlJc w:val="right"/>
      <w:pPr>
        <w:ind w:left="2880" w:hanging="360"/>
      </w:pPr>
      <w:rPr>
        <w:rFonts w:hint="default"/>
        <w:u w:val="none"/>
      </w:rPr>
    </w:lvl>
    <w:lvl w:ilvl="3">
      <w:start w:val="1"/>
      <w:numFmt w:val="decimal"/>
      <w:lvlText w:val="%4."/>
      <w:lvlJc w:val="left"/>
      <w:pPr>
        <w:ind w:left="3600" w:hanging="360"/>
      </w:pPr>
      <w:rPr>
        <w:rFonts w:hint="default"/>
        <w:u w:val="none"/>
      </w:rPr>
    </w:lvl>
    <w:lvl w:ilvl="4">
      <w:start w:val="1"/>
      <w:numFmt w:val="lowerLetter"/>
      <w:lvlText w:val="%5."/>
      <w:lvlJc w:val="left"/>
      <w:pPr>
        <w:ind w:left="4320" w:hanging="360"/>
      </w:pPr>
      <w:rPr>
        <w:rFonts w:hint="default"/>
        <w:u w:val="none"/>
      </w:rPr>
    </w:lvl>
    <w:lvl w:ilvl="5">
      <w:start w:val="1"/>
      <w:numFmt w:val="lowerRoman"/>
      <w:lvlText w:val="%6."/>
      <w:lvlJc w:val="right"/>
      <w:pPr>
        <w:ind w:left="5040" w:hanging="360"/>
      </w:pPr>
      <w:rPr>
        <w:rFonts w:hint="default"/>
        <w:u w:val="none"/>
      </w:rPr>
    </w:lvl>
    <w:lvl w:ilvl="6">
      <w:start w:val="1"/>
      <w:numFmt w:val="decimal"/>
      <w:lvlText w:val="%7."/>
      <w:lvlJc w:val="left"/>
      <w:pPr>
        <w:ind w:left="5760" w:hanging="360"/>
      </w:pPr>
      <w:rPr>
        <w:rFonts w:hint="default"/>
        <w:u w:val="none"/>
      </w:rPr>
    </w:lvl>
    <w:lvl w:ilvl="7">
      <w:start w:val="1"/>
      <w:numFmt w:val="lowerLetter"/>
      <w:lvlText w:val="%8."/>
      <w:lvlJc w:val="left"/>
      <w:pPr>
        <w:ind w:left="6480" w:hanging="360"/>
      </w:pPr>
      <w:rPr>
        <w:rFonts w:hint="default"/>
        <w:u w:val="none"/>
      </w:rPr>
    </w:lvl>
    <w:lvl w:ilvl="8">
      <w:start w:val="1"/>
      <w:numFmt w:val="lowerRoman"/>
      <w:lvlText w:val="%9."/>
      <w:lvlJc w:val="right"/>
      <w:pPr>
        <w:ind w:left="7200" w:hanging="360"/>
      </w:pPr>
      <w:rPr>
        <w:rFonts w:hint="default"/>
        <w:u w:val="none"/>
      </w:rPr>
    </w:lvl>
  </w:abstractNum>
  <w:abstractNum w:abstractNumId="21" w15:restartNumberingAfterBreak="0">
    <w:nsid w:val="7F1226CB"/>
    <w:multiLevelType w:val="hybridMultilevel"/>
    <w:tmpl w:val="C0F072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
  </w:num>
  <w:num w:numId="3">
    <w:abstractNumId w:val="1"/>
  </w:num>
  <w:num w:numId="4">
    <w:abstractNumId w:val="7"/>
  </w:num>
  <w:num w:numId="5">
    <w:abstractNumId w:val="18"/>
  </w:num>
  <w:num w:numId="6">
    <w:abstractNumId w:val="3"/>
  </w:num>
  <w:num w:numId="7">
    <w:abstractNumId w:val="15"/>
  </w:num>
  <w:num w:numId="8">
    <w:abstractNumId w:val="17"/>
  </w:num>
  <w:num w:numId="9">
    <w:abstractNumId w:val="11"/>
  </w:num>
  <w:num w:numId="10">
    <w:abstractNumId w:val="21"/>
  </w:num>
  <w:num w:numId="11">
    <w:abstractNumId w:val="12"/>
  </w:num>
  <w:num w:numId="12">
    <w:abstractNumId w:val="0"/>
  </w:num>
  <w:num w:numId="13">
    <w:abstractNumId w:val="2"/>
  </w:num>
  <w:num w:numId="14">
    <w:abstractNumId w:val="2"/>
  </w:num>
  <w:num w:numId="15">
    <w:abstractNumId w:val="4"/>
  </w:num>
  <w:num w:numId="16">
    <w:abstractNumId w:val="13"/>
  </w:num>
  <w:num w:numId="17">
    <w:abstractNumId w:val="6"/>
  </w:num>
  <w:num w:numId="18">
    <w:abstractNumId w:val="2"/>
  </w:num>
  <w:num w:numId="19">
    <w:abstractNumId w:val="19"/>
  </w:num>
  <w:num w:numId="20">
    <w:abstractNumId w:val="5"/>
  </w:num>
  <w:num w:numId="21">
    <w:abstractNumId w:val="2"/>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2"/>
  </w:num>
  <w:num w:numId="25">
    <w:abstractNumId w:val="2"/>
  </w:num>
  <w:num w:numId="26">
    <w:abstractNumId w:val="10"/>
  </w:num>
  <w:num w:numId="27">
    <w:abstractNumId w:val="8"/>
  </w:num>
  <w:num w:numId="28">
    <w:abstractNumId w:val="14"/>
  </w:num>
  <w:num w:numId="29">
    <w:abstractNumId w:val="20"/>
  </w:num>
  <w:num w:numId="30">
    <w:abstractNumId w:val="2"/>
  </w:num>
  <w:num w:numId="31">
    <w:abstractNumId w:val="7"/>
    <w:lvlOverride w:ilvl="0">
      <w:startOverride w:val="1"/>
    </w:lvlOverride>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1054E"/>
    <w:rsid w:val="00017EAE"/>
    <w:rsid w:val="00061E2F"/>
    <w:rsid w:val="000A3A63"/>
    <w:rsid w:val="000B49C1"/>
    <w:rsid w:val="000E721A"/>
    <w:rsid w:val="000F18B4"/>
    <w:rsid w:val="001C3FEF"/>
    <w:rsid w:val="002354D9"/>
    <w:rsid w:val="00266D0A"/>
    <w:rsid w:val="00283BEF"/>
    <w:rsid w:val="00296EFE"/>
    <w:rsid w:val="002D4D77"/>
    <w:rsid w:val="003300D6"/>
    <w:rsid w:val="00331254"/>
    <w:rsid w:val="00354C33"/>
    <w:rsid w:val="00367BA3"/>
    <w:rsid w:val="00381BC1"/>
    <w:rsid w:val="003E1420"/>
    <w:rsid w:val="004D664A"/>
    <w:rsid w:val="00555A8A"/>
    <w:rsid w:val="00587B20"/>
    <w:rsid w:val="005B227D"/>
    <w:rsid w:val="005C11A7"/>
    <w:rsid w:val="005F4D8B"/>
    <w:rsid w:val="006260D6"/>
    <w:rsid w:val="00685D9F"/>
    <w:rsid w:val="006D425A"/>
    <w:rsid w:val="006E568C"/>
    <w:rsid w:val="007349F0"/>
    <w:rsid w:val="00807807"/>
    <w:rsid w:val="00836567"/>
    <w:rsid w:val="00844AAA"/>
    <w:rsid w:val="0085065D"/>
    <w:rsid w:val="00894CBC"/>
    <w:rsid w:val="008B401C"/>
    <w:rsid w:val="008D1AE5"/>
    <w:rsid w:val="008E105C"/>
    <w:rsid w:val="009647CA"/>
    <w:rsid w:val="009F7F0C"/>
    <w:rsid w:val="00A3569F"/>
    <w:rsid w:val="00A73D85"/>
    <w:rsid w:val="00A92050"/>
    <w:rsid w:val="00AA6C5A"/>
    <w:rsid w:val="00AF24B6"/>
    <w:rsid w:val="00BC3413"/>
    <w:rsid w:val="00BE45E9"/>
    <w:rsid w:val="00C0300B"/>
    <w:rsid w:val="00C2702A"/>
    <w:rsid w:val="00C7258D"/>
    <w:rsid w:val="00CB12CC"/>
    <w:rsid w:val="00D432B4"/>
    <w:rsid w:val="00DD5D66"/>
    <w:rsid w:val="00E31F5E"/>
    <w:rsid w:val="00E511D6"/>
    <w:rsid w:val="00E519BB"/>
    <w:rsid w:val="00EB71BA"/>
    <w:rsid w:val="00F05FC4"/>
    <w:rsid w:val="00F244EA"/>
    <w:rsid w:val="00F341B1"/>
    <w:rsid w:val="00F405F5"/>
    <w:rsid w:val="00F820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E98096"/>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qFormat/>
    <w:rsid w:val="00331254"/>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customStyle="1" w:styleId="PS-hlavika1">
    <w:name w:val="PS-hlavička 1"/>
    <w:basedOn w:val="Normln"/>
    <w:next w:val="Bezmezer"/>
    <w:qFormat/>
    <w:rsid w:val="002D4D77"/>
    <w:pPr>
      <w:jc w:val="center"/>
    </w:pPr>
    <w:rPr>
      <w:rFonts w:eastAsia="Calibri"/>
      <w:b/>
      <w:i/>
      <w:szCs w:val="22"/>
      <w:lang w:eastAsia="en-US"/>
    </w:rPr>
  </w:style>
  <w:style w:type="paragraph" w:customStyle="1" w:styleId="PS-slousnesen">
    <w:name w:val="PS-číslo usnesení"/>
    <w:basedOn w:val="Normln"/>
    <w:next w:val="Bezmezer"/>
    <w:qFormat/>
    <w:rsid w:val="002D4D77"/>
    <w:pPr>
      <w:spacing w:before="360" w:after="360"/>
      <w:jc w:val="center"/>
    </w:pPr>
    <w:rPr>
      <w:rFonts w:eastAsia="Calibri"/>
      <w:b/>
      <w:i/>
      <w:szCs w:val="22"/>
      <w:lang w:eastAsia="en-US"/>
    </w:rPr>
  </w:style>
  <w:style w:type="paragraph" w:customStyle="1" w:styleId="PS-hlavika3">
    <w:name w:val="PS-hlavička 3"/>
    <w:basedOn w:val="Normln"/>
    <w:next w:val="PS-hlavika1"/>
    <w:qFormat/>
    <w:rsid w:val="002D4D77"/>
    <w:pPr>
      <w:jc w:val="center"/>
    </w:pPr>
    <w:rPr>
      <w:rFonts w:eastAsia="Calibri"/>
      <w:b/>
      <w:i/>
      <w:caps/>
      <w:sz w:val="32"/>
      <w:szCs w:val="22"/>
      <w:lang w:eastAsia="en-US"/>
    </w:rPr>
  </w:style>
  <w:style w:type="paragraph" w:styleId="Bezmezer">
    <w:name w:val="No Spacing"/>
    <w:uiPriority w:val="1"/>
    <w:qFormat/>
    <w:rsid w:val="002D4D77"/>
    <w:rPr>
      <w:rFonts w:ascii="Calibri" w:eastAsia="Calibri" w:hAnsi="Calibri"/>
      <w:sz w:val="22"/>
      <w:szCs w:val="22"/>
      <w:lang w:eastAsia="en-US"/>
    </w:rPr>
  </w:style>
  <w:style w:type="paragraph" w:styleId="Normlnweb">
    <w:name w:val="Normal (Web)"/>
    <w:basedOn w:val="Normln"/>
    <w:uiPriority w:val="99"/>
    <w:unhideWhenUsed/>
    <w:rsid w:val="002D4D77"/>
    <w:pPr>
      <w:spacing w:before="100" w:beforeAutospacing="1" w:after="119"/>
      <w:jc w:val="left"/>
    </w:pPr>
  </w:style>
  <w:style w:type="paragraph" w:customStyle="1" w:styleId="PS-uvodnodstavec">
    <w:name w:val="PS-uvodní odstavec"/>
    <w:basedOn w:val="Normln"/>
    <w:next w:val="Normln"/>
    <w:qFormat/>
    <w:rsid w:val="002D4D77"/>
    <w:pPr>
      <w:spacing w:after="360" w:line="259" w:lineRule="auto"/>
      <w:ind w:firstLine="709"/>
    </w:pPr>
    <w:rPr>
      <w:rFonts w:eastAsia="Calibri"/>
      <w:szCs w:val="22"/>
      <w:lang w:eastAsia="en-US"/>
    </w:rPr>
  </w:style>
  <w:style w:type="paragraph" w:styleId="Odstavecseseznamem">
    <w:name w:val="List Paragraph"/>
    <w:aliases w:val="Číslo přílohy"/>
    <w:basedOn w:val="Normln"/>
    <w:link w:val="OdstavecseseznamemChar"/>
    <w:uiPriority w:val="34"/>
    <w:qFormat/>
    <w:rsid w:val="002D4D77"/>
    <w:pPr>
      <w:ind w:left="720"/>
      <w:contextualSpacing/>
      <w:jc w:val="left"/>
    </w:pPr>
  </w:style>
  <w:style w:type="character" w:customStyle="1" w:styleId="apple-converted-space">
    <w:name w:val="apple-converted-space"/>
    <w:basedOn w:val="Standardnpsmoodstavce"/>
    <w:rsid w:val="002D4D77"/>
  </w:style>
  <w:style w:type="paragraph" w:customStyle="1" w:styleId="Standard">
    <w:name w:val="Standard"/>
    <w:rsid w:val="002D4D77"/>
    <w:pPr>
      <w:suppressAutoHyphens/>
      <w:autoSpaceDN w:val="0"/>
      <w:textAlignment w:val="baseline"/>
    </w:pPr>
    <w:rPr>
      <w:rFonts w:ascii="Arial" w:eastAsia="Calibri" w:hAnsi="Arial" w:cs="Arial"/>
      <w:kern w:val="3"/>
      <w:sz w:val="22"/>
      <w:szCs w:val="22"/>
      <w:lang w:eastAsia="zh-CN"/>
    </w:rPr>
  </w:style>
  <w:style w:type="paragraph" w:customStyle="1" w:styleId="BodyText1">
    <w:name w:val="Body Text1"/>
    <w:qFormat/>
    <w:rsid w:val="002D4D77"/>
    <w:pPr>
      <w:jc w:val="both"/>
    </w:pPr>
    <w:rPr>
      <w:rFonts w:ascii="Arial" w:hAnsi="Arial"/>
      <w:color w:val="000000"/>
      <w:sz w:val="22"/>
      <w:szCs w:val="48"/>
      <w:lang w:eastAsia="en-US"/>
    </w:rPr>
  </w:style>
  <w:style w:type="character" w:customStyle="1" w:styleId="proloenChar">
    <w:name w:val="proložení Char"/>
    <w:basedOn w:val="Standardnpsmoodstavce"/>
    <w:qFormat/>
    <w:rsid w:val="00CB12CC"/>
    <w:rPr>
      <w:rFonts w:ascii="Times New Roman" w:hAnsi="Times New Roman"/>
      <w:spacing w:val="60"/>
      <w:sz w:val="24"/>
      <w:szCs w:val="22"/>
      <w:lang w:eastAsia="en-US"/>
    </w:rPr>
  </w:style>
  <w:style w:type="paragraph" w:customStyle="1" w:styleId="PS-pedmtusnesen">
    <w:name w:val="PS-předmět usnesení"/>
    <w:basedOn w:val="Normln"/>
    <w:qFormat/>
    <w:rsid w:val="00CB12CC"/>
    <w:pPr>
      <w:pBdr>
        <w:bottom w:val="single" w:sz="4" w:space="12" w:color="00000A"/>
      </w:pBdr>
      <w:spacing w:before="240" w:after="400"/>
      <w:jc w:val="center"/>
    </w:pPr>
    <w:rPr>
      <w:rFonts w:eastAsia="Calibri"/>
      <w:color w:val="00000A"/>
      <w:szCs w:val="22"/>
      <w:lang w:eastAsia="en-US"/>
    </w:rPr>
  </w:style>
  <w:style w:type="paragraph" w:customStyle="1" w:styleId="PS-slovanseznam">
    <w:name w:val="PS-číslovaný seznam"/>
    <w:basedOn w:val="Normln"/>
    <w:qFormat/>
    <w:rsid w:val="00CB12CC"/>
    <w:pPr>
      <w:tabs>
        <w:tab w:val="left" w:pos="0"/>
      </w:tabs>
      <w:spacing w:after="400" w:line="259" w:lineRule="auto"/>
      <w:ind w:left="357" w:hanging="357"/>
    </w:pPr>
    <w:rPr>
      <w:rFonts w:eastAsia="Calibri"/>
      <w:color w:val="00000A"/>
      <w:szCs w:val="22"/>
      <w:lang w:eastAsia="en-US"/>
    </w:rPr>
  </w:style>
  <w:style w:type="paragraph" w:customStyle="1" w:styleId="PShlavika1">
    <w:name w:val="PS hlavička 1"/>
    <w:basedOn w:val="Normln"/>
    <w:next w:val="Normln"/>
    <w:qFormat/>
    <w:rsid w:val="006D425A"/>
    <w:pPr>
      <w:spacing w:line="259" w:lineRule="auto"/>
      <w:jc w:val="center"/>
    </w:pPr>
    <w:rPr>
      <w:rFonts w:eastAsia="Calibri"/>
      <w:b/>
      <w:i/>
      <w:lang w:eastAsia="en-US"/>
    </w:rPr>
  </w:style>
  <w:style w:type="paragraph" w:customStyle="1" w:styleId="PSslousnesen">
    <w:name w:val="PS číslo usnesení"/>
    <w:basedOn w:val="Normln"/>
    <w:next w:val="Normln"/>
    <w:qFormat/>
    <w:rsid w:val="006D425A"/>
    <w:pPr>
      <w:spacing w:before="120" w:after="120" w:line="259" w:lineRule="auto"/>
      <w:jc w:val="center"/>
    </w:pPr>
    <w:rPr>
      <w:rFonts w:eastAsia="Calibri"/>
      <w:b/>
      <w:bCs/>
      <w:i/>
      <w:iCs/>
      <w:szCs w:val="22"/>
      <w:lang w:eastAsia="en-US"/>
    </w:rPr>
  </w:style>
  <w:style w:type="paragraph" w:customStyle="1" w:styleId="PShlavika3">
    <w:name w:val="PS hlavička 3"/>
    <w:basedOn w:val="Normln"/>
    <w:next w:val="Normln"/>
    <w:rsid w:val="006D425A"/>
    <w:pPr>
      <w:spacing w:line="259" w:lineRule="auto"/>
      <w:jc w:val="center"/>
    </w:pPr>
    <w:rPr>
      <w:rFonts w:eastAsia="Calibri"/>
      <w:b/>
      <w:bCs/>
      <w:i/>
      <w:iCs/>
      <w:sz w:val="32"/>
      <w:szCs w:val="32"/>
      <w:lang w:eastAsia="en-US"/>
    </w:rPr>
  </w:style>
  <w:style w:type="paragraph" w:customStyle="1" w:styleId="PSnzevzkona">
    <w:name w:val="PS název zákona"/>
    <w:basedOn w:val="Normln"/>
    <w:next w:val="Normln"/>
    <w:qFormat/>
    <w:rsid w:val="006D425A"/>
    <w:pPr>
      <w:pBdr>
        <w:bottom w:val="single" w:sz="4" w:space="12" w:color="auto"/>
      </w:pBdr>
      <w:spacing w:before="360" w:after="120" w:line="259" w:lineRule="auto"/>
      <w:jc w:val="center"/>
    </w:pPr>
    <w:rPr>
      <w:rFonts w:eastAsia="Calibri"/>
      <w:lang w:eastAsia="en-US"/>
    </w:rPr>
  </w:style>
  <w:style w:type="character" w:customStyle="1" w:styleId="OdstavecseseznamemChar">
    <w:name w:val="Odstavec se seznamem Char"/>
    <w:aliases w:val="Číslo přílohy Char"/>
    <w:link w:val="Odstavecseseznamem"/>
    <w:uiPriority w:val="34"/>
    <w:locked/>
    <w:rsid w:val="006D425A"/>
    <w:rPr>
      <w:sz w:val="24"/>
      <w:szCs w:val="24"/>
    </w:rPr>
  </w:style>
  <w:style w:type="character" w:customStyle="1" w:styleId="NovelizanbodChar">
    <w:name w:val="Novelizační bod Char"/>
    <w:link w:val="Novelizanbod"/>
    <w:rsid w:val="00A3569F"/>
    <w:rPr>
      <w:sz w:val="24"/>
      <w:szCs w:val="24"/>
    </w:rPr>
  </w:style>
  <w:style w:type="paragraph" w:customStyle="1" w:styleId="Default">
    <w:name w:val="Default"/>
    <w:rsid w:val="00807807"/>
    <w:pPr>
      <w:suppressAutoHyphens/>
      <w:autoSpaceDN w:val="0"/>
      <w:textAlignment w:val="baseline"/>
    </w:pPr>
    <w:rPr>
      <w:rFonts w:eastAsia="Calibri"/>
      <w:color w:val="000000"/>
      <w:sz w:val="24"/>
      <w:szCs w:val="24"/>
      <w:lang w:eastAsia="en-US"/>
    </w:rPr>
  </w:style>
  <w:style w:type="paragraph" w:styleId="Textbubliny">
    <w:name w:val="Balloon Text"/>
    <w:basedOn w:val="Normln"/>
    <w:link w:val="TextbublinyChar"/>
    <w:uiPriority w:val="99"/>
    <w:semiHidden/>
    <w:unhideWhenUsed/>
    <w:rsid w:val="0068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85D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02027">
      <w:bodyDiv w:val="1"/>
      <w:marLeft w:val="0"/>
      <w:marRight w:val="0"/>
      <w:marTop w:val="0"/>
      <w:marBottom w:val="0"/>
      <w:divBdr>
        <w:top w:val="none" w:sz="0" w:space="0" w:color="auto"/>
        <w:left w:val="none" w:sz="0" w:space="0" w:color="auto"/>
        <w:bottom w:val="none" w:sz="0" w:space="0" w:color="auto"/>
        <w:right w:val="none" w:sz="0" w:space="0" w:color="auto"/>
      </w:divBdr>
    </w:div>
    <w:div w:id="464860359">
      <w:bodyDiv w:val="1"/>
      <w:marLeft w:val="0"/>
      <w:marRight w:val="0"/>
      <w:marTop w:val="0"/>
      <w:marBottom w:val="0"/>
      <w:divBdr>
        <w:top w:val="none" w:sz="0" w:space="0" w:color="auto"/>
        <w:left w:val="none" w:sz="0" w:space="0" w:color="auto"/>
        <w:bottom w:val="none" w:sz="0" w:space="0" w:color="auto"/>
        <w:right w:val="none" w:sz="0" w:space="0" w:color="auto"/>
      </w:divBdr>
    </w:div>
    <w:div w:id="522322548">
      <w:bodyDiv w:val="1"/>
      <w:marLeft w:val="0"/>
      <w:marRight w:val="0"/>
      <w:marTop w:val="0"/>
      <w:marBottom w:val="0"/>
      <w:divBdr>
        <w:top w:val="none" w:sz="0" w:space="0" w:color="auto"/>
        <w:left w:val="none" w:sz="0" w:space="0" w:color="auto"/>
        <w:bottom w:val="none" w:sz="0" w:space="0" w:color="auto"/>
        <w:right w:val="none" w:sz="0" w:space="0" w:color="auto"/>
      </w:divBdr>
    </w:div>
    <w:div w:id="578713072">
      <w:bodyDiv w:val="1"/>
      <w:marLeft w:val="0"/>
      <w:marRight w:val="0"/>
      <w:marTop w:val="0"/>
      <w:marBottom w:val="0"/>
      <w:divBdr>
        <w:top w:val="none" w:sz="0" w:space="0" w:color="auto"/>
        <w:left w:val="none" w:sz="0" w:space="0" w:color="auto"/>
        <w:bottom w:val="none" w:sz="0" w:space="0" w:color="auto"/>
        <w:right w:val="none" w:sz="0" w:space="0" w:color="auto"/>
      </w:divBdr>
    </w:div>
    <w:div w:id="837698756">
      <w:bodyDiv w:val="1"/>
      <w:marLeft w:val="0"/>
      <w:marRight w:val="0"/>
      <w:marTop w:val="0"/>
      <w:marBottom w:val="0"/>
      <w:divBdr>
        <w:top w:val="none" w:sz="0" w:space="0" w:color="auto"/>
        <w:left w:val="none" w:sz="0" w:space="0" w:color="auto"/>
        <w:bottom w:val="none" w:sz="0" w:space="0" w:color="auto"/>
        <w:right w:val="none" w:sz="0" w:space="0" w:color="auto"/>
      </w:divBdr>
    </w:div>
    <w:div w:id="1119254603">
      <w:bodyDiv w:val="1"/>
      <w:marLeft w:val="0"/>
      <w:marRight w:val="0"/>
      <w:marTop w:val="0"/>
      <w:marBottom w:val="0"/>
      <w:divBdr>
        <w:top w:val="none" w:sz="0" w:space="0" w:color="auto"/>
        <w:left w:val="none" w:sz="0" w:space="0" w:color="auto"/>
        <w:bottom w:val="none" w:sz="0" w:space="0" w:color="auto"/>
        <w:right w:val="none" w:sz="0" w:space="0" w:color="auto"/>
      </w:divBdr>
    </w:div>
    <w:div w:id="1202325659">
      <w:bodyDiv w:val="1"/>
      <w:marLeft w:val="0"/>
      <w:marRight w:val="0"/>
      <w:marTop w:val="0"/>
      <w:marBottom w:val="0"/>
      <w:divBdr>
        <w:top w:val="none" w:sz="0" w:space="0" w:color="auto"/>
        <w:left w:val="none" w:sz="0" w:space="0" w:color="auto"/>
        <w:bottom w:val="none" w:sz="0" w:space="0" w:color="auto"/>
        <w:right w:val="none" w:sz="0" w:space="0" w:color="auto"/>
      </w:divBdr>
    </w:div>
    <w:div w:id="1524437513">
      <w:bodyDiv w:val="1"/>
      <w:marLeft w:val="0"/>
      <w:marRight w:val="0"/>
      <w:marTop w:val="0"/>
      <w:marBottom w:val="0"/>
      <w:divBdr>
        <w:top w:val="none" w:sz="0" w:space="0" w:color="auto"/>
        <w:left w:val="none" w:sz="0" w:space="0" w:color="auto"/>
        <w:bottom w:val="none" w:sz="0" w:space="0" w:color="auto"/>
        <w:right w:val="none" w:sz="0" w:space="0" w:color="auto"/>
      </w:divBdr>
    </w:div>
    <w:div w:id="1666007188">
      <w:bodyDiv w:val="1"/>
      <w:marLeft w:val="0"/>
      <w:marRight w:val="0"/>
      <w:marTop w:val="0"/>
      <w:marBottom w:val="0"/>
      <w:divBdr>
        <w:top w:val="none" w:sz="0" w:space="0" w:color="auto"/>
        <w:left w:val="none" w:sz="0" w:space="0" w:color="auto"/>
        <w:bottom w:val="none" w:sz="0" w:space="0" w:color="auto"/>
        <w:right w:val="none" w:sz="0" w:space="0" w:color="auto"/>
      </w:divBdr>
    </w:div>
    <w:div w:id="1811171053">
      <w:bodyDiv w:val="1"/>
      <w:marLeft w:val="0"/>
      <w:marRight w:val="0"/>
      <w:marTop w:val="0"/>
      <w:marBottom w:val="0"/>
      <w:divBdr>
        <w:top w:val="none" w:sz="0" w:space="0" w:color="auto"/>
        <w:left w:val="none" w:sz="0" w:space="0" w:color="auto"/>
        <w:bottom w:val="none" w:sz="0" w:space="0" w:color="auto"/>
        <w:right w:val="none" w:sz="0" w:space="0" w:color="auto"/>
      </w:divBdr>
    </w:div>
    <w:div w:id="205338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141C-81FF-462C-A419-229F67CFB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2</TotalTime>
  <Pages>25</Pages>
  <Words>9063</Words>
  <Characters>45714</Characters>
  <Application>Microsoft Office Word</Application>
  <DocSecurity>0</DocSecurity>
  <Lines>380</Lines>
  <Paragraphs>109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54668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4</cp:revision>
  <cp:lastPrinted>2020-06-19T09:28:00Z</cp:lastPrinted>
  <dcterms:created xsi:type="dcterms:W3CDTF">2020-06-19T07:51:00Z</dcterms:created>
  <dcterms:modified xsi:type="dcterms:W3CDTF">2020-06-19T09:29:00Z</dcterms:modified>
  <cp:category/>
</cp:coreProperties>
</file>