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A92050" w:rsidRDefault="00A92050" w:rsidP="00671CAC">
      <w:pPr>
        <w:spacing w:before="120" w:after="120"/>
        <w:jc w:val="center"/>
        <w:rPr>
          <w:b/>
        </w:rPr>
      </w:pPr>
      <w:r>
        <w:rPr>
          <w:b/>
        </w:rPr>
        <w:t>k</w:t>
      </w:r>
      <w:r w:rsidR="009647CA">
        <w:rPr>
          <w:b/>
        </w:rPr>
        <w:t xml:space="preserve"> vládnímu </w:t>
      </w:r>
      <w:r w:rsidRPr="0036252D">
        <w:rPr>
          <w:b/>
        </w:rPr>
        <w:t xml:space="preserve">návrhu </w:t>
      </w:r>
      <w:r w:rsidR="0036252D" w:rsidRPr="0036252D">
        <w:rPr>
          <w:b/>
          <w:color w:val="000000"/>
          <w:spacing w:val="-4"/>
        </w:rPr>
        <w:t>zákona, kterým se mění zákon č. 139/2002 Sb., o pozemkových úpravách a pozemkových úřadech a o změně zákona č. 229/1991 Sb., o úpravě vlastnických vztahů k půdě a jinému zemědělskému majetku, ve znění pozdějších předpisů, ve znění pozdějších předpisů, a zákon č. 256/2013 Sb., o katastru nemovitostí (katastrální zákon), ve</w:t>
      </w:r>
      <w:r w:rsidR="00671CAC">
        <w:rPr>
          <w:b/>
          <w:color w:val="000000"/>
          <w:spacing w:val="-4"/>
        </w:rPr>
        <w:t> </w:t>
      </w:r>
      <w:r w:rsidR="0036252D" w:rsidRPr="0036252D">
        <w:rPr>
          <w:b/>
          <w:color w:val="000000"/>
          <w:spacing w:val="-4"/>
        </w:rPr>
        <w:t>znění pozdějších předpisů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36252D">
        <w:rPr>
          <w:b/>
        </w:rPr>
        <w:t>734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Pozměňovací návrhy obsažené v usnesení garančního</w:t>
      </w:r>
      <w:r w:rsidR="0036252D">
        <w:t xml:space="preserve"> zemědělského</w:t>
      </w:r>
      <w:r>
        <w:t xml:space="preserve"> výboru č. </w:t>
      </w:r>
      <w:r w:rsidR="0036252D">
        <w:t>167</w:t>
      </w:r>
      <w:r w:rsidR="00AF24B6">
        <w:t xml:space="preserve"> z</w:t>
      </w:r>
      <w:r w:rsidR="0036252D">
        <w:t> 35.</w:t>
      </w:r>
      <w:r>
        <w:t xml:space="preserve"> schůze konané dne </w:t>
      </w:r>
      <w:r w:rsidR="0036252D">
        <w:t>13. května 2020</w:t>
      </w:r>
      <w:r>
        <w:t xml:space="preserve"> (tisk </w:t>
      </w:r>
      <w:r w:rsidR="0036252D">
        <w:t>734</w:t>
      </w:r>
      <w:r>
        <w:t>/</w:t>
      </w:r>
      <w:r w:rsidR="0036252D">
        <w:t>3</w:t>
      </w:r>
      <w:r>
        <w:t>)</w:t>
      </w:r>
    </w:p>
    <w:p w:rsidR="00A92050" w:rsidRPr="00A92050" w:rsidRDefault="00A92050" w:rsidP="00A92050"/>
    <w:p w:rsidR="0036252D" w:rsidRPr="00293FC1" w:rsidRDefault="0036252D" w:rsidP="0036252D">
      <w:pPr>
        <w:pStyle w:val="Standard"/>
        <w:numPr>
          <w:ilvl w:val="0"/>
          <w:numId w:val="8"/>
        </w:numPr>
        <w:spacing w:after="120"/>
        <w:ind w:left="425" w:hanging="425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Název zákona zní: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„N</w:t>
      </w:r>
      <w:r w:rsidRPr="00293FC1">
        <w:rPr>
          <w:rFonts w:ascii="Times New Roman" w:hAnsi="Times New Roman" w:cs="Times New Roman"/>
          <w:bCs/>
          <w:sz w:val="23"/>
          <w:szCs w:val="23"/>
          <w:lang w:eastAsia="cs-CZ"/>
        </w:rPr>
        <w:t xml:space="preserve">ávrh zákona, </w:t>
      </w:r>
      <w:r w:rsidRPr="00293FC1">
        <w:rPr>
          <w:rFonts w:ascii="Times New Roman" w:hAnsi="Times New Roman" w:cs="Times New Roman"/>
          <w:sz w:val="23"/>
          <w:szCs w:val="23"/>
        </w:rPr>
        <w:t>kterým se mění zákon č. 139/2002 Sb., o pozemkových úpravách a pozemkových úřadech a o změně zákona č. 229/1991 Sb., o úpravě vlastnických vztahů k půdě a jinému zemědělskému majetku, ve znění pozdějších předpisů, ve znění pozdějších předpisů</w:t>
      </w:r>
      <w:r w:rsidRPr="00293FC1">
        <w:rPr>
          <w:rFonts w:ascii="Times New Roman" w:hAnsi="Times New Roman" w:cs="Times New Roman"/>
          <w:bCs/>
          <w:kern w:val="0"/>
          <w:sz w:val="23"/>
          <w:szCs w:val="23"/>
        </w:rPr>
        <w:t>, a další související zákony</w:t>
      </w:r>
      <w:r w:rsidRPr="00293FC1">
        <w:rPr>
          <w:rFonts w:ascii="Times New Roman" w:hAnsi="Times New Roman" w:cs="Times New Roman"/>
          <w:sz w:val="23"/>
          <w:szCs w:val="23"/>
        </w:rPr>
        <w:t>“.</w:t>
      </w:r>
      <w:r w:rsidRPr="00293FC1">
        <w:rPr>
          <w:rFonts w:ascii="Times New Roman" w:hAnsi="Times New Roman" w:cs="Times New Roman"/>
          <w:bCs/>
          <w:kern w:val="0"/>
          <w:sz w:val="23"/>
          <w:szCs w:val="23"/>
        </w:rPr>
        <w:t xml:space="preserve"> </w:t>
      </w:r>
    </w:p>
    <w:p w:rsidR="0036252D" w:rsidRPr="00293FC1" w:rsidRDefault="0036252D" w:rsidP="0036252D">
      <w:pPr>
        <w:tabs>
          <w:tab w:val="left" w:pos="426"/>
        </w:tabs>
        <w:ind w:left="425" w:hanging="425"/>
        <w:rPr>
          <w:bCs/>
          <w:sz w:val="23"/>
          <w:szCs w:val="23"/>
        </w:rPr>
      </w:pPr>
    </w:p>
    <w:p w:rsidR="0036252D" w:rsidRPr="00293FC1" w:rsidRDefault="0036252D" w:rsidP="0036252D">
      <w:pPr>
        <w:pStyle w:val="Standard"/>
        <w:numPr>
          <w:ilvl w:val="0"/>
          <w:numId w:val="8"/>
        </w:numPr>
        <w:spacing w:after="120"/>
        <w:ind w:left="425" w:hanging="425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V části první čl. I bod 3 zní: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 xml:space="preserve">„3. V § 3 odst. 3 větě první se </w:t>
      </w:r>
      <w:proofErr w:type="gramStart"/>
      <w:r w:rsidRPr="00293FC1">
        <w:rPr>
          <w:rFonts w:ascii="Times New Roman" w:hAnsi="Times New Roman" w:cs="Times New Roman"/>
          <w:bCs/>
          <w:sz w:val="23"/>
          <w:szCs w:val="23"/>
        </w:rPr>
        <w:t>slova „ , pozemky</w:t>
      </w:r>
      <w:proofErr w:type="gramEnd"/>
      <w:r w:rsidRPr="00293FC1">
        <w:rPr>
          <w:rFonts w:ascii="Times New Roman" w:hAnsi="Times New Roman" w:cs="Times New Roman"/>
          <w:bCs/>
          <w:sz w:val="23"/>
          <w:szCs w:val="23"/>
        </w:rPr>
        <w:t xml:space="preserve"> vodních toků a pozemky chráněné podle zvláštních předpisů</w:t>
      </w:r>
      <w:r w:rsidRPr="00293FC1">
        <w:rPr>
          <w:rFonts w:ascii="Times New Roman" w:hAnsi="Times New Roman" w:cs="Times New Roman"/>
          <w:bCs/>
          <w:sz w:val="23"/>
          <w:szCs w:val="23"/>
          <w:vertAlign w:val="superscript"/>
        </w:rPr>
        <w:t>6)</w:t>
      </w:r>
      <w:r w:rsidRPr="00293FC1">
        <w:rPr>
          <w:rFonts w:ascii="Times New Roman" w:hAnsi="Times New Roman" w:cs="Times New Roman"/>
          <w:bCs/>
          <w:sz w:val="23"/>
          <w:szCs w:val="23"/>
        </w:rPr>
        <w:t>“ zrušují, za větu první se vkládá věta „Pozemky zařazené do rezervy státních pozemků k uskutečnění rozvojových programů státu schválených vládou</w:t>
      </w:r>
      <w:r w:rsidRPr="00293FC1">
        <w:rPr>
          <w:rFonts w:ascii="Times New Roman" w:hAnsi="Times New Roman" w:cs="Times New Roman"/>
          <w:bCs/>
          <w:sz w:val="23"/>
          <w:szCs w:val="23"/>
          <w:vertAlign w:val="superscript"/>
        </w:rPr>
        <w:t xml:space="preserve">56) </w:t>
      </w:r>
      <w:r w:rsidRPr="00293FC1">
        <w:rPr>
          <w:rFonts w:ascii="Times New Roman" w:hAnsi="Times New Roman" w:cs="Times New Roman"/>
          <w:bCs/>
          <w:sz w:val="23"/>
          <w:szCs w:val="23"/>
        </w:rPr>
        <w:t>lze řešit v pozemkových úpravách jen se souhlasem příslušného správního úřadu.“, slova „druhu původních pozemků; nelze-li toto zjistit, oceňují se podle“ se zrušují a na konci odstavce se doplňuje věta „Souhlas s řešením pozemků se nevyžaduje u pozemků, které jsou v obvodu pozemkových úprav v katastru nemovitostí evidovány se způsobem využití pozemku jako ostatní komunikace.“.</w:t>
      </w:r>
    </w:p>
    <w:p w:rsidR="0036252D" w:rsidRPr="00293FC1" w:rsidRDefault="0036252D" w:rsidP="0036252D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</w:p>
    <w:p w:rsidR="0036252D" w:rsidRPr="00293FC1" w:rsidRDefault="0036252D" w:rsidP="0036252D">
      <w:pPr>
        <w:pStyle w:val="Standard"/>
        <w:ind w:left="425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Poznámka pod čarou č. 56 zní:</w:t>
      </w:r>
    </w:p>
    <w:p w:rsidR="0036252D" w:rsidRPr="00293FC1" w:rsidRDefault="0036252D" w:rsidP="0036252D">
      <w:pPr>
        <w:pStyle w:val="Standard"/>
        <w:spacing w:after="120"/>
        <w:ind w:left="425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________________</w:t>
      </w:r>
    </w:p>
    <w:p w:rsidR="0036252D" w:rsidRPr="00293FC1" w:rsidRDefault="0036252D" w:rsidP="0036252D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„</w:t>
      </w:r>
      <w:r w:rsidRPr="00293FC1">
        <w:rPr>
          <w:rFonts w:ascii="Times New Roman" w:hAnsi="Times New Roman" w:cs="Times New Roman"/>
          <w:bCs/>
          <w:sz w:val="23"/>
          <w:szCs w:val="23"/>
          <w:vertAlign w:val="superscript"/>
        </w:rPr>
        <w:t>56)</w:t>
      </w:r>
      <w:r w:rsidRPr="00293FC1">
        <w:rPr>
          <w:rFonts w:ascii="Times New Roman" w:hAnsi="Times New Roman" w:cs="Times New Roman"/>
          <w:bCs/>
          <w:sz w:val="23"/>
          <w:szCs w:val="23"/>
        </w:rPr>
        <w:t xml:space="preserve"> § 3 odst. 1 písm. b) zákona č. 503/2012 Sb., ve znění pozdějších předpisů.“.</w:t>
      </w:r>
    </w:p>
    <w:p w:rsidR="0036252D" w:rsidRPr="00293FC1" w:rsidRDefault="0036252D" w:rsidP="0036252D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</w:p>
    <w:p w:rsidR="0036252D" w:rsidRPr="00293FC1" w:rsidRDefault="0036252D" w:rsidP="0036252D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Poznámka pod čarou č. 6 se zrušuje.“.“.</w:t>
      </w:r>
    </w:p>
    <w:p w:rsidR="0036252D" w:rsidRPr="00293FC1" w:rsidRDefault="0036252D" w:rsidP="0036252D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</w:p>
    <w:p w:rsidR="0036252D" w:rsidRPr="00293FC1" w:rsidRDefault="0036252D" w:rsidP="0036252D">
      <w:pPr>
        <w:pStyle w:val="Standard"/>
        <w:numPr>
          <w:ilvl w:val="0"/>
          <w:numId w:val="8"/>
        </w:numPr>
        <w:spacing w:after="120"/>
        <w:ind w:left="425" w:hanging="425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V části první čl. I se za bod 8 vkládá nový bod X, který zní: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 xml:space="preserve">„X. V § 5 odst. 4 se </w:t>
      </w:r>
      <w:proofErr w:type="gramStart"/>
      <w:r w:rsidRPr="00293FC1">
        <w:rPr>
          <w:rFonts w:ascii="Times New Roman" w:hAnsi="Times New Roman" w:cs="Times New Roman"/>
          <w:bCs/>
          <w:sz w:val="23"/>
          <w:szCs w:val="23"/>
        </w:rPr>
        <w:t>slova „ , kterým</w:t>
      </w:r>
      <w:proofErr w:type="gramEnd"/>
      <w:r w:rsidRPr="00293FC1">
        <w:rPr>
          <w:rFonts w:ascii="Times New Roman" w:hAnsi="Times New Roman" w:cs="Times New Roman"/>
          <w:bCs/>
          <w:sz w:val="23"/>
          <w:szCs w:val="23"/>
        </w:rPr>
        <w:t xml:space="preserve"> může být i obec“ zrušují a na konci odstavce se doplňuje věta „Opatrovníkem v řízení o pozemkových úpravách může být i obec.“.“.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Následující body se přečíslují.</w:t>
      </w:r>
    </w:p>
    <w:p w:rsidR="0036252D" w:rsidRPr="00293FC1" w:rsidRDefault="0036252D" w:rsidP="0036252D">
      <w:pPr>
        <w:tabs>
          <w:tab w:val="left" w:pos="426"/>
        </w:tabs>
        <w:ind w:left="426" w:hanging="426"/>
        <w:rPr>
          <w:bCs/>
          <w:sz w:val="23"/>
          <w:szCs w:val="23"/>
        </w:rPr>
      </w:pPr>
    </w:p>
    <w:p w:rsidR="0036252D" w:rsidRPr="00293FC1" w:rsidRDefault="0036252D" w:rsidP="0036252D">
      <w:pPr>
        <w:pStyle w:val="Standard"/>
        <w:numPr>
          <w:ilvl w:val="0"/>
          <w:numId w:val="8"/>
        </w:numPr>
        <w:spacing w:after="120"/>
        <w:ind w:left="425" w:hanging="425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V části první čl. I bod 16 zní:</w:t>
      </w:r>
    </w:p>
    <w:p w:rsidR="0036252D" w:rsidRPr="00293FC1" w:rsidRDefault="0036252D" w:rsidP="0036252D">
      <w:pPr>
        <w:widowControl w:val="0"/>
        <w:ind w:left="425"/>
        <w:rPr>
          <w:bCs/>
          <w:sz w:val="23"/>
          <w:szCs w:val="23"/>
        </w:rPr>
      </w:pPr>
      <w:r w:rsidRPr="00293FC1">
        <w:rPr>
          <w:sz w:val="23"/>
          <w:szCs w:val="23"/>
        </w:rPr>
        <w:t xml:space="preserve">„16. V § 8 odst. 1 se za slovo „průběhu“ vkládá slovo „zpracování“, za větu třetí se vkládá věta „O případný přebytek výměry v obvodu pozemkových úprav se navýší nárok státu.“ a na konci odstavce se doplňují věty „Současně s vyložením soupisu nároků vyzve pozemkový úřad veřejnou vyhláškou, vyvěšenou na úřední desce pozemkového úřadu po dobu 1 roku, osoby </w:t>
      </w:r>
      <w:r w:rsidRPr="00293FC1">
        <w:rPr>
          <w:sz w:val="23"/>
          <w:szCs w:val="23"/>
        </w:rPr>
        <w:lastRenderedPageBreak/>
        <w:t>oprávněné z věcných břemen, jejichž zápis byl do katastru nemovitostí převzat z pozemkové knihy, zemských desek nebo železniční knihy, které jsou v katastru nemovitostí zapsány s údaji neumožňujícími jejich dostatečnou identifikaci, aby se pozemkovému úřadu přihlásily nejpozději do jednoho roku od zveřejnění výzvy. Dále se postupuje podle § 11 odst. 15.“.</w:t>
      </w:r>
      <w:r w:rsidRPr="00293FC1">
        <w:rPr>
          <w:bCs/>
          <w:sz w:val="23"/>
          <w:szCs w:val="23"/>
        </w:rPr>
        <w:t>“.</w:t>
      </w:r>
    </w:p>
    <w:p w:rsidR="0036252D" w:rsidRPr="00293FC1" w:rsidRDefault="0036252D" w:rsidP="0036252D">
      <w:pPr>
        <w:tabs>
          <w:tab w:val="left" w:pos="426"/>
        </w:tabs>
        <w:rPr>
          <w:bCs/>
          <w:sz w:val="23"/>
          <w:szCs w:val="23"/>
        </w:rPr>
      </w:pPr>
    </w:p>
    <w:p w:rsidR="0036252D" w:rsidRPr="00293FC1" w:rsidRDefault="0036252D" w:rsidP="0036252D">
      <w:pPr>
        <w:pStyle w:val="Standard"/>
        <w:numPr>
          <w:ilvl w:val="0"/>
          <w:numId w:val="8"/>
        </w:numPr>
        <w:spacing w:after="120"/>
        <w:ind w:left="425" w:hanging="425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 xml:space="preserve">V části první čl. I bod 31 zní: 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„31. V § 9 odst. 18 se věta druhá zrušuje, slova „Takto zatížené pozemky“ se nahrazují slovy „Pozemky zatížené stávajícími věcnými břemeny“ a na konci odstavce se doplňují věty „Pokud se vlastníci ve lhůtě stanovené pozemkovým úřadem nevyjádří, má se za to, že se směnou souhlasí. Stávající věcná břemena související s inženýrskými sítěmi, vrty, důlními díly a stavbami nebo dočasnými stavbami se neoceňují a nejsou pozemkovými úpravami dotčena. Postup podle § 11 odst. 15 se nepoužije pro věcná břemena uvedená v předchozí větě.“.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Poznámka pod čarou č. 26 zní: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________________</w:t>
      </w:r>
    </w:p>
    <w:p w:rsidR="0036252D" w:rsidRPr="00293FC1" w:rsidRDefault="0036252D" w:rsidP="0036252D">
      <w:pPr>
        <w:pStyle w:val="Standard"/>
        <w:spacing w:before="120"/>
        <w:ind w:left="425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</w:t>
      </w:r>
      <w:r w:rsidRPr="00293FC1">
        <w:rPr>
          <w:rFonts w:ascii="Times New Roman" w:hAnsi="Times New Roman" w:cs="Times New Roman"/>
          <w:sz w:val="23"/>
          <w:szCs w:val="23"/>
          <w:vertAlign w:val="superscript"/>
        </w:rPr>
        <w:t>26)</w:t>
      </w:r>
      <w:r w:rsidRPr="00293FC1">
        <w:rPr>
          <w:rFonts w:ascii="Times New Roman" w:hAnsi="Times New Roman" w:cs="Times New Roman"/>
          <w:sz w:val="23"/>
          <w:szCs w:val="23"/>
        </w:rPr>
        <w:t xml:space="preserve"> § 16b zákona č. 151/1997 Sb., ve znění pozdějších předpisů.“.“.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36252D" w:rsidRPr="00293FC1" w:rsidRDefault="0036252D" w:rsidP="0036252D">
      <w:pPr>
        <w:pStyle w:val="Standard"/>
        <w:numPr>
          <w:ilvl w:val="0"/>
          <w:numId w:val="8"/>
        </w:numPr>
        <w:spacing w:after="120"/>
        <w:ind w:left="425" w:hanging="425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V části první čl. I se za bod 37 vkládá nový bod X, který zní: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„X. V § 11 odst. 8 se za větu sedmou vkládá věta „Usnesení vydaná podle § 80 správního řádu doručuje odvolací orgán veřejnou vyhláškou.“.“.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Následující body se přečíslují.</w:t>
      </w: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36252D" w:rsidRPr="00293FC1" w:rsidRDefault="0036252D" w:rsidP="0036252D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36252D" w:rsidRPr="00293FC1" w:rsidRDefault="0036252D" w:rsidP="0036252D">
      <w:pPr>
        <w:pStyle w:val="Standard"/>
        <w:numPr>
          <w:ilvl w:val="0"/>
          <w:numId w:val="8"/>
        </w:numPr>
        <w:spacing w:after="120"/>
        <w:ind w:left="425" w:hanging="425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V části první čl. I bod 42 zní:</w:t>
      </w:r>
    </w:p>
    <w:p w:rsidR="0036252D" w:rsidRPr="00293FC1" w:rsidRDefault="0036252D" w:rsidP="0036252D">
      <w:pPr>
        <w:pStyle w:val="Standard"/>
        <w:spacing w:after="120"/>
        <w:ind w:left="425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„42. V § 11 se doplňují odstavce 15 a 16, které znějí:</w:t>
      </w:r>
    </w:p>
    <w:p w:rsidR="0036252D" w:rsidRPr="00293FC1" w:rsidRDefault="0036252D" w:rsidP="0036252D">
      <w:pPr>
        <w:pStyle w:val="Standard"/>
        <w:ind w:left="425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 xml:space="preserve">„(15) Stávající osobní věcné břemeno, které vázne na pozemku zahrnutém do pozemkových úprav, a jehož povaha to umožňuje, přechází podle tohoto zákona na pozemek, který přešel do vlastnictví povinné osoby podle schváleného návrhu. Nepřihlásí-li se osoba oprávněná z osobního věcného břemene, která byla vyzvána podle § 8 odst. 1, pozemkovému úřadu ve stanovené lhůtě, věcné břemeno do nově navrhovaného stavu nepřechází. Stávající osobní věcná břemena se pro účely pozemkových úprav neoceňují. </w:t>
      </w:r>
    </w:p>
    <w:p w:rsidR="0036252D" w:rsidRPr="00293FC1" w:rsidRDefault="0036252D" w:rsidP="0036252D">
      <w:pPr>
        <w:widowControl w:val="0"/>
        <w:autoSpaceDE w:val="0"/>
        <w:autoSpaceDN w:val="0"/>
        <w:adjustRightInd w:val="0"/>
        <w:ind w:left="567"/>
        <w:rPr>
          <w:sz w:val="23"/>
          <w:szCs w:val="23"/>
        </w:rPr>
      </w:pPr>
    </w:p>
    <w:p w:rsidR="0036252D" w:rsidRPr="00293FC1" w:rsidRDefault="0036252D" w:rsidP="0036252D">
      <w:pPr>
        <w:pStyle w:val="Standard"/>
        <w:ind w:left="425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(16) Rozhodnutí o schválení plánu společných zařízení (§ 4 odst. 3) pozemkový úřad doručí účastníkům řízení a současně veřejnou vyhláškou. Přílohou tohoto rozhodnutí je grafická část plánu společných zařízení.“.“.</w:t>
      </w:r>
    </w:p>
    <w:p w:rsidR="0036252D" w:rsidRPr="00293FC1" w:rsidRDefault="0036252D" w:rsidP="0036252D">
      <w:pPr>
        <w:pStyle w:val="Standard"/>
        <w:ind w:left="425"/>
        <w:jc w:val="both"/>
        <w:rPr>
          <w:rFonts w:ascii="Times New Roman" w:hAnsi="Times New Roman" w:cs="Times New Roman"/>
          <w:sz w:val="23"/>
          <w:szCs w:val="23"/>
        </w:rPr>
      </w:pPr>
    </w:p>
    <w:p w:rsidR="0036252D" w:rsidRPr="00293FC1" w:rsidRDefault="0036252D" w:rsidP="0036252D">
      <w:pPr>
        <w:pStyle w:val="Normlnweb"/>
        <w:numPr>
          <w:ilvl w:val="0"/>
          <w:numId w:val="8"/>
        </w:numPr>
        <w:spacing w:after="100" w:afterAutospacing="1"/>
        <w:ind w:left="425" w:hanging="425"/>
        <w:jc w:val="both"/>
        <w:rPr>
          <w:sz w:val="23"/>
          <w:szCs w:val="23"/>
        </w:rPr>
      </w:pPr>
      <w:r w:rsidRPr="00293FC1">
        <w:rPr>
          <w:sz w:val="23"/>
          <w:szCs w:val="23"/>
        </w:rPr>
        <w:t xml:space="preserve">V části první čl. I bodu 56 se slova „rozpočtovaných v kapitole ministerstva“ nahrazují </w:t>
      </w:r>
      <w:proofErr w:type="gramStart"/>
      <w:r w:rsidRPr="00293FC1">
        <w:rPr>
          <w:sz w:val="23"/>
          <w:szCs w:val="23"/>
        </w:rPr>
        <w:t>slovy „ , rozpočtovaných</w:t>
      </w:r>
      <w:proofErr w:type="gramEnd"/>
      <w:r w:rsidRPr="00293FC1">
        <w:rPr>
          <w:sz w:val="23"/>
          <w:szCs w:val="23"/>
        </w:rPr>
        <w:t xml:space="preserve"> v kapitole ministerstva a případně z rozpočtů Ministerstva životního prostředí nebo Ministerstva pro místní rozvoj či Všeobecné pokladní správy“.</w:t>
      </w:r>
    </w:p>
    <w:p w:rsidR="00671CAC" w:rsidRDefault="00671CAC">
      <w:pPr>
        <w:jc w:val="left"/>
        <w:rPr>
          <w:rFonts w:eastAsia="Calibri"/>
          <w:bCs/>
          <w:kern w:val="3"/>
          <w:sz w:val="23"/>
          <w:szCs w:val="23"/>
          <w:lang w:eastAsia="zh-CN"/>
        </w:rPr>
      </w:pPr>
    </w:p>
    <w:p w:rsidR="00671CAC" w:rsidRDefault="00671CAC">
      <w:pPr>
        <w:jc w:val="left"/>
        <w:rPr>
          <w:rFonts w:eastAsia="Calibri"/>
          <w:bCs/>
          <w:kern w:val="3"/>
          <w:sz w:val="23"/>
          <w:szCs w:val="23"/>
          <w:lang w:eastAsia="zh-CN"/>
        </w:rPr>
      </w:pPr>
      <w:r>
        <w:rPr>
          <w:bCs/>
          <w:sz w:val="23"/>
          <w:szCs w:val="23"/>
        </w:rPr>
        <w:br w:type="page"/>
      </w:r>
    </w:p>
    <w:p w:rsidR="0036252D" w:rsidRPr="00293FC1" w:rsidRDefault="0036252D" w:rsidP="0036252D">
      <w:pPr>
        <w:pStyle w:val="Standard"/>
        <w:numPr>
          <w:ilvl w:val="0"/>
          <w:numId w:val="8"/>
        </w:numPr>
        <w:ind w:left="426" w:hanging="426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lastRenderedPageBreak/>
        <w:t>Za část druhou se vkládají nové části třetí a čtvrtá, které včetně nadpisů znějí:</w:t>
      </w:r>
    </w:p>
    <w:p w:rsidR="0036252D" w:rsidRPr="00293FC1" w:rsidRDefault="0036252D" w:rsidP="0036252D">
      <w:pPr>
        <w:rPr>
          <w:sz w:val="23"/>
          <w:szCs w:val="23"/>
        </w:rPr>
      </w:pPr>
    </w:p>
    <w:p w:rsidR="0036252D" w:rsidRPr="00293FC1" w:rsidRDefault="0036252D" w:rsidP="0036252D">
      <w:pPr>
        <w:tabs>
          <w:tab w:val="left" w:pos="426"/>
        </w:tabs>
        <w:ind w:left="425" w:hanging="425"/>
        <w:jc w:val="center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„ČÁST TŘETÍ</w:t>
      </w:r>
    </w:p>
    <w:p w:rsidR="0036252D" w:rsidRPr="00293FC1" w:rsidRDefault="0036252D" w:rsidP="00671CAC">
      <w:pPr>
        <w:tabs>
          <w:tab w:val="left" w:pos="426"/>
        </w:tabs>
        <w:spacing w:after="120"/>
        <w:ind w:left="425" w:hanging="425"/>
        <w:jc w:val="center"/>
        <w:rPr>
          <w:b/>
          <w:bCs/>
          <w:sz w:val="23"/>
          <w:szCs w:val="23"/>
        </w:rPr>
      </w:pPr>
      <w:r w:rsidRPr="00293FC1">
        <w:rPr>
          <w:b/>
          <w:bCs/>
          <w:sz w:val="23"/>
          <w:szCs w:val="23"/>
        </w:rPr>
        <w:t>Změna zákona o Státním pozemkovém úřadu a o změně některých souvisejících zákonů</w:t>
      </w:r>
    </w:p>
    <w:p w:rsidR="0036252D" w:rsidRPr="00293FC1" w:rsidRDefault="0036252D" w:rsidP="0036252D">
      <w:pPr>
        <w:tabs>
          <w:tab w:val="left" w:pos="426"/>
        </w:tabs>
        <w:ind w:left="425" w:hanging="425"/>
        <w:jc w:val="center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Čl. IV</w:t>
      </w:r>
    </w:p>
    <w:p w:rsidR="0036252D" w:rsidRPr="00293FC1" w:rsidRDefault="0036252D" w:rsidP="0036252D">
      <w:pPr>
        <w:autoSpaceDE w:val="0"/>
        <w:autoSpaceDN w:val="0"/>
        <w:adjustRightInd w:val="0"/>
        <w:ind w:left="425" w:firstLine="567"/>
        <w:rPr>
          <w:sz w:val="23"/>
          <w:szCs w:val="23"/>
        </w:rPr>
      </w:pPr>
      <w:r w:rsidRPr="00293FC1">
        <w:rPr>
          <w:sz w:val="23"/>
          <w:szCs w:val="23"/>
        </w:rPr>
        <w:t>Zákon č. 503/2012 Sb., o Státním pozemkovém úřadu a o změně některých souvisejících zákonů, ve znění zákona č. 256/2013 Sb., zákona č. 280/2013 Sb., zákonného opatření Senátu č. 340/2013 Sb., zákonného opatření Senátu č. 344/2013 Sb., zákona č. 250/2014 Sb., zákona č. 185/2016 Sb., zákona č. 225/2017 Sb., zákona č. 295/2017 Sb. a zákona č. 229/2019 Sb., se mění takto:</w:t>
      </w:r>
    </w:p>
    <w:p w:rsidR="0036252D" w:rsidRPr="00293FC1" w:rsidRDefault="0036252D" w:rsidP="0036252D">
      <w:pPr>
        <w:autoSpaceDE w:val="0"/>
        <w:autoSpaceDN w:val="0"/>
        <w:adjustRightInd w:val="0"/>
        <w:ind w:left="426"/>
        <w:rPr>
          <w:sz w:val="23"/>
          <w:szCs w:val="23"/>
        </w:rPr>
      </w:pPr>
    </w:p>
    <w:p w:rsidR="0036252D" w:rsidRPr="00293FC1" w:rsidRDefault="0036252D" w:rsidP="0036252D">
      <w:pPr>
        <w:numPr>
          <w:ilvl w:val="0"/>
          <w:numId w:val="9"/>
        </w:numPr>
        <w:spacing w:after="120"/>
        <w:ind w:left="782" w:hanging="357"/>
        <w:jc w:val="left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V § 10a se odstavec 2 zrušuje.</w:t>
      </w:r>
    </w:p>
    <w:p w:rsidR="0036252D" w:rsidRPr="00293FC1" w:rsidRDefault="0036252D" w:rsidP="0036252D">
      <w:pPr>
        <w:spacing w:after="360"/>
        <w:ind w:left="794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Dosavadní odstavec 3 se označuje jako odstavec 2.</w:t>
      </w:r>
    </w:p>
    <w:p w:rsidR="0036252D" w:rsidRPr="00293FC1" w:rsidRDefault="0036252D" w:rsidP="0036252D">
      <w:pPr>
        <w:numPr>
          <w:ilvl w:val="0"/>
          <w:numId w:val="9"/>
        </w:numPr>
        <w:jc w:val="left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V § 10a odst. 2 se slova „nebo 2“ zrušují.</w:t>
      </w:r>
    </w:p>
    <w:p w:rsidR="0036252D" w:rsidRPr="00293FC1" w:rsidRDefault="0036252D" w:rsidP="0036252D">
      <w:pPr>
        <w:ind w:left="426"/>
        <w:rPr>
          <w:bCs/>
          <w:sz w:val="23"/>
          <w:szCs w:val="23"/>
        </w:rPr>
      </w:pPr>
    </w:p>
    <w:p w:rsidR="0036252D" w:rsidRPr="00293FC1" w:rsidRDefault="0036252D" w:rsidP="0036252D">
      <w:pPr>
        <w:ind w:left="425"/>
        <w:jc w:val="center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Čl. V</w:t>
      </w:r>
    </w:p>
    <w:p w:rsidR="0036252D" w:rsidRPr="00293FC1" w:rsidRDefault="0036252D" w:rsidP="0036252D">
      <w:pPr>
        <w:ind w:left="425"/>
        <w:jc w:val="center"/>
        <w:rPr>
          <w:b/>
          <w:bCs/>
          <w:sz w:val="23"/>
          <w:szCs w:val="23"/>
        </w:rPr>
      </w:pPr>
      <w:r w:rsidRPr="00293FC1">
        <w:rPr>
          <w:b/>
          <w:bCs/>
          <w:sz w:val="23"/>
          <w:szCs w:val="23"/>
        </w:rPr>
        <w:t>Přechodné ustanovení</w:t>
      </w:r>
    </w:p>
    <w:p w:rsidR="0036252D" w:rsidRPr="00293FC1" w:rsidRDefault="0036252D" w:rsidP="0036252D">
      <w:pPr>
        <w:ind w:left="425" w:firstLine="567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Převody pozemků na základě žádostí podaných přede dnem nabytí účinnosti tohoto zákona podle § 10a odst. 2 zákona č. 503/2012 Sb., ve znění účinném přede dnem nabytí účinnosti tohoto zákona, se dokončí podle zákona č. 503/2012 Sb., ve znění účinném přede dnem nabytí účinnosti tohoto zákona, pokud byly splněny podmínky stanovené zákonem č. 503/2012 Sb., ve znění účinném přede dnem nabytí účinnosti tohoto zákona.</w:t>
      </w:r>
    </w:p>
    <w:p w:rsidR="0036252D" w:rsidRPr="00293FC1" w:rsidRDefault="0036252D" w:rsidP="0036252D">
      <w:pPr>
        <w:tabs>
          <w:tab w:val="left" w:pos="426"/>
        </w:tabs>
        <w:ind w:left="426"/>
        <w:rPr>
          <w:bCs/>
          <w:sz w:val="23"/>
          <w:szCs w:val="23"/>
        </w:rPr>
      </w:pPr>
    </w:p>
    <w:p w:rsidR="0036252D" w:rsidRPr="00293FC1" w:rsidRDefault="0036252D" w:rsidP="0036252D">
      <w:pPr>
        <w:tabs>
          <w:tab w:val="left" w:pos="426"/>
        </w:tabs>
        <w:ind w:left="425"/>
        <w:jc w:val="center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ČÁST ČTVRTÁ</w:t>
      </w:r>
    </w:p>
    <w:p w:rsidR="0036252D" w:rsidRDefault="0036252D" w:rsidP="00671CAC">
      <w:pPr>
        <w:tabs>
          <w:tab w:val="left" w:pos="426"/>
        </w:tabs>
        <w:spacing w:after="120"/>
        <w:ind w:left="425"/>
        <w:jc w:val="center"/>
        <w:rPr>
          <w:b/>
          <w:bCs/>
          <w:sz w:val="23"/>
          <w:szCs w:val="23"/>
        </w:rPr>
      </w:pPr>
      <w:r w:rsidRPr="00293FC1">
        <w:rPr>
          <w:b/>
          <w:bCs/>
          <w:sz w:val="23"/>
          <w:szCs w:val="23"/>
        </w:rPr>
        <w:t>Změna zákona o úpravě vlastnických vztahů k půdě a jinému zemědělskému majetku</w:t>
      </w:r>
    </w:p>
    <w:p w:rsidR="0036252D" w:rsidRPr="00293FC1" w:rsidRDefault="0036252D" w:rsidP="0036252D">
      <w:pPr>
        <w:tabs>
          <w:tab w:val="left" w:pos="426"/>
        </w:tabs>
        <w:ind w:left="425"/>
        <w:jc w:val="center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Čl. VI</w:t>
      </w:r>
    </w:p>
    <w:p w:rsidR="0036252D" w:rsidRPr="00293FC1" w:rsidRDefault="0036252D" w:rsidP="0036252D">
      <w:pPr>
        <w:tabs>
          <w:tab w:val="left" w:pos="426"/>
        </w:tabs>
        <w:ind w:left="425" w:firstLine="567"/>
        <w:rPr>
          <w:sz w:val="23"/>
          <w:szCs w:val="23"/>
        </w:rPr>
      </w:pPr>
      <w:r w:rsidRPr="00293FC1">
        <w:rPr>
          <w:sz w:val="23"/>
          <w:szCs w:val="23"/>
        </w:rPr>
        <w:t>Zákon č. 229/1991 Sb., o úpravě vlastnických vztahů k půdě a jinému zemědělskému majetku, ve znění zákona č. 42/1992 Sb., zákona č. 93/1992 Sb., zákona č. 39/1993 Sb., zákona č. 183/1993 Sb., nálezu Ústavního soudu, vyhlášeného pod č. 131/1994 Sb., nálezu Ústavního soudu, vyhlášeného pod č. 166/1995 Sb., nálezu Ústavního soudu, vyhlášeného pod č. 29/1996 Sb., zákona č. 30/1996 Sb., zákona č. 139/2002 Sb., zákona č. 320/2002 Sb., zákona č. 253/2003 Sb., zákona č. 354/2004 Sb., nálezu Ústavního soudu, vyhlášeného pod č. 272/2005 Sb., nálezu Ústavního soudu, vyhlášeného pod č. 531/2005 Sb., zákona č. 131/2006 Sb., zákona č. 178/2006 Sb., zákona č. 254/2011 Sb., zákona č. 75/2012 Sb., zákona č. 89/2012 Sb., zákona č. 428/2012 Sb., zákona č. 503/2012 Sb., zákona č. 280/2013 Sb., zákona č. 185/2016 Sb., zákona č. 193/2017 Sb. a zákona č. 229/2019 Sb., se mění takto:</w:t>
      </w:r>
    </w:p>
    <w:p w:rsidR="0036252D" w:rsidRPr="00293FC1" w:rsidRDefault="0036252D" w:rsidP="0036252D">
      <w:pPr>
        <w:tabs>
          <w:tab w:val="left" w:pos="426"/>
        </w:tabs>
        <w:ind w:left="426"/>
        <w:rPr>
          <w:sz w:val="23"/>
          <w:szCs w:val="23"/>
        </w:rPr>
      </w:pPr>
    </w:p>
    <w:p w:rsidR="0036252D" w:rsidRPr="00293FC1" w:rsidRDefault="0036252D" w:rsidP="0036252D">
      <w:pPr>
        <w:numPr>
          <w:ilvl w:val="0"/>
          <w:numId w:val="10"/>
        </w:numPr>
        <w:ind w:left="709" w:hanging="284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V § 11a odst. 8 se věta první nahrazuje větou „Oprávněné osobě, která o nabídnutý pozemek požádá, zašle bez zbytečného prodlení pozemkový úřad potřebný počet vyhotovení textu smlouvy o bezúplatném převodu.“ a za větu první se vkládají věty „Oprávněná osoba je povinna požadovaným způsobem podepsat stejnopisy textu smlouvy o bezúplatném převodu do 14 dnů od převzetí textu smlouvy nebo od jeho doručení do vlastních rukou na adresu uvedenou oprávněnou osobou. V případě porušení této povinnosti není pozemkový úřad povinen smlouvu o bezúplatném převodu uzavřít a vůči oprávněné osobě není předchozími návrhy vázán.“.</w:t>
      </w:r>
    </w:p>
    <w:p w:rsidR="0036252D" w:rsidRPr="00293FC1" w:rsidRDefault="0036252D" w:rsidP="0036252D">
      <w:pPr>
        <w:ind w:left="709"/>
        <w:rPr>
          <w:bCs/>
          <w:sz w:val="23"/>
          <w:szCs w:val="23"/>
        </w:rPr>
      </w:pPr>
    </w:p>
    <w:p w:rsidR="0036252D" w:rsidRPr="00293FC1" w:rsidRDefault="0036252D" w:rsidP="0036252D">
      <w:pPr>
        <w:numPr>
          <w:ilvl w:val="0"/>
          <w:numId w:val="10"/>
        </w:numPr>
        <w:ind w:left="709" w:hanging="283"/>
        <w:rPr>
          <w:bCs/>
          <w:sz w:val="23"/>
          <w:szCs w:val="23"/>
        </w:rPr>
      </w:pPr>
      <w:r w:rsidRPr="00293FC1">
        <w:rPr>
          <w:bCs/>
          <w:sz w:val="23"/>
          <w:szCs w:val="23"/>
        </w:rPr>
        <w:t>V § 17 odst. 4 se slova „</w:t>
      </w:r>
      <w:r w:rsidRPr="00293FC1">
        <w:rPr>
          <w:color w:val="000000"/>
          <w:sz w:val="23"/>
          <w:szCs w:val="23"/>
        </w:rPr>
        <w:t>rozhodují příslušné ústřední správní úřady“ nahrazují slovy „</w:t>
      </w:r>
      <w:r w:rsidRPr="00293FC1">
        <w:rPr>
          <w:sz w:val="23"/>
          <w:szCs w:val="23"/>
        </w:rPr>
        <w:t>vydává vyjádření Ministerstvo zemědělství; soudní přezkum tohoto vyjádření je vyloučen“.“.</w:t>
      </w:r>
    </w:p>
    <w:p w:rsidR="0036252D" w:rsidRPr="00293FC1" w:rsidRDefault="0036252D" w:rsidP="0036252D">
      <w:pPr>
        <w:ind w:left="426"/>
        <w:rPr>
          <w:bCs/>
          <w:sz w:val="23"/>
          <w:szCs w:val="23"/>
        </w:rPr>
      </w:pPr>
    </w:p>
    <w:p w:rsidR="0036252D" w:rsidRPr="00293FC1" w:rsidRDefault="0036252D" w:rsidP="0036252D">
      <w:pPr>
        <w:ind w:left="426"/>
        <w:rPr>
          <w:sz w:val="23"/>
          <w:szCs w:val="23"/>
        </w:rPr>
      </w:pPr>
      <w:r w:rsidRPr="00293FC1">
        <w:rPr>
          <w:bCs/>
          <w:sz w:val="23"/>
          <w:szCs w:val="23"/>
        </w:rPr>
        <w:t>Dosavadní část třetí se označuje jako část pátá a dosavadní čl. IV  se označuje jako čl. VII.“.“.</w:t>
      </w:r>
    </w:p>
    <w:p w:rsidR="0036252D" w:rsidRPr="00293FC1" w:rsidRDefault="0036252D" w:rsidP="0036252D">
      <w:pPr>
        <w:rPr>
          <w:sz w:val="23"/>
          <w:szCs w:val="23"/>
        </w:rPr>
      </w:pPr>
    </w:p>
    <w:p w:rsidR="00671CAC" w:rsidRDefault="00671CAC">
      <w:pPr>
        <w:jc w:val="left"/>
        <w:rPr>
          <w:b/>
          <w:sz w:val="28"/>
          <w:szCs w:val="28"/>
        </w:rPr>
      </w:pPr>
    </w:p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</w:t>
      </w:r>
      <w:r w:rsidR="008F7F66">
        <w:rPr>
          <w:b/>
          <w:sz w:val="28"/>
          <w:szCs w:val="28"/>
        </w:rPr>
        <w:t xml:space="preserve">přednesené ve druhém čtení dne </w:t>
      </w:r>
      <w:r w:rsidR="00CE196B">
        <w:rPr>
          <w:b/>
          <w:sz w:val="28"/>
          <w:szCs w:val="28"/>
        </w:rPr>
        <w:t>18</w:t>
      </w:r>
      <w:r w:rsidRPr="00A92050">
        <w:rPr>
          <w:b/>
          <w:sz w:val="28"/>
          <w:szCs w:val="28"/>
        </w:rPr>
        <w:t xml:space="preserve">. </w:t>
      </w:r>
      <w:r w:rsidR="0036252D">
        <w:rPr>
          <w:b/>
          <w:sz w:val="28"/>
          <w:szCs w:val="28"/>
        </w:rPr>
        <w:t>června 2020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</w:t>
      </w:r>
      <w:r w:rsidR="00CE196B">
        <w:t>kyně Monika Jarošová</w:t>
      </w:r>
    </w:p>
    <w:p w:rsidR="00A92050" w:rsidRPr="00CE196B" w:rsidRDefault="00CE196B" w:rsidP="00A92050">
      <w:pPr>
        <w:rPr>
          <w:i/>
        </w:rPr>
      </w:pPr>
      <w:r w:rsidRPr="00CE196B">
        <w:rPr>
          <w:i/>
        </w:rPr>
        <w:t>SD 5828</w:t>
      </w:r>
    </w:p>
    <w:p w:rsidR="00CE196B" w:rsidRDefault="008F7F66" w:rsidP="00CE196B">
      <w:r>
        <w:t>V č</w:t>
      </w:r>
      <w:r w:rsidR="00CE196B">
        <w:t xml:space="preserve">ásti první (Změna zákona o pozemkových úpravách a pozemkových úřadech) </w:t>
      </w:r>
      <w:r>
        <w:t>č</w:t>
      </w:r>
      <w:r w:rsidR="00CE196B">
        <w:t>l. I se za bod 1 vkládá</w:t>
      </w:r>
      <w:r>
        <w:t xml:space="preserve"> nový</w:t>
      </w:r>
      <w:r w:rsidR="00CE196B">
        <w:t xml:space="preserve"> bod X., který zní:</w:t>
      </w:r>
    </w:p>
    <w:p w:rsidR="00CE196B" w:rsidRDefault="00CE196B" w:rsidP="00CE196B"/>
    <w:p w:rsidR="00CE196B" w:rsidRPr="00DC0316" w:rsidRDefault="00CE196B" w:rsidP="008F7F66">
      <w:pPr>
        <w:ind w:left="397" w:hanging="397"/>
      </w:pPr>
      <w:r>
        <w:t xml:space="preserve">„X. </w:t>
      </w:r>
      <w:r w:rsidR="008F7F66">
        <w:t>V</w:t>
      </w:r>
      <w:r>
        <w:t xml:space="preserve"> § 2 </w:t>
      </w:r>
      <w:r w:rsidR="008F7F66">
        <w:t xml:space="preserve">se za větu třetí vkládá věta </w:t>
      </w:r>
      <w:r w:rsidRPr="00DC0316">
        <w:t xml:space="preserve">„V městských i venkovských oblastech se pozemkové úpravy vykonávají </w:t>
      </w:r>
      <w:r>
        <w:t xml:space="preserve">rovněž </w:t>
      </w:r>
      <w:r w:rsidRPr="00DC0316">
        <w:t>ve prospěch zahrádkářské činnosti a s ohledem na ni.</w:t>
      </w:r>
      <w:r w:rsidR="008F7F66">
        <w:t>“</w:t>
      </w:r>
      <w:r w:rsidRPr="00DC0316">
        <w:t>.</w:t>
      </w:r>
      <w:r w:rsidR="008F7F66">
        <w:t>“</w:t>
      </w:r>
      <w:r w:rsidRPr="00DC0316">
        <w:t>.</w:t>
      </w:r>
    </w:p>
    <w:p w:rsidR="00A92050" w:rsidRPr="00A92050" w:rsidRDefault="00A92050" w:rsidP="00A92050"/>
    <w:p w:rsidR="00A92050" w:rsidRDefault="00A92050" w:rsidP="00A92050"/>
    <w:p w:rsidR="00CE196B" w:rsidRDefault="00CE196B" w:rsidP="00CE196B">
      <w:pPr>
        <w:pStyle w:val="Oznaenpozmn"/>
        <w:tabs>
          <w:tab w:val="clear" w:pos="425"/>
        </w:tabs>
        <w:ind w:left="567" w:hanging="567"/>
      </w:pPr>
      <w:r>
        <w:t xml:space="preserve">Poslankyně Pavla </w:t>
      </w:r>
      <w:proofErr w:type="spellStart"/>
      <w:r>
        <w:t>Golasowská</w:t>
      </w:r>
      <w:proofErr w:type="spellEnd"/>
    </w:p>
    <w:p w:rsidR="00CE196B" w:rsidRPr="00CE196B" w:rsidRDefault="00CE196B" w:rsidP="00A92050">
      <w:pPr>
        <w:rPr>
          <w:i/>
        </w:rPr>
      </w:pPr>
      <w:r w:rsidRPr="00CE196B">
        <w:rPr>
          <w:i/>
        </w:rPr>
        <w:t>SD 5827</w:t>
      </w:r>
    </w:p>
    <w:p w:rsidR="00CE196B" w:rsidRPr="00E5292A" w:rsidRDefault="00CE196B" w:rsidP="00CE196B">
      <w:pPr>
        <w:spacing w:after="120"/>
        <w:rPr>
          <w:rFonts w:eastAsia="Calibri"/>
          <w:bCs/>
        </w:rPr>
      </w:pPr>
      <w:r w:rsidRPr="00035947">
        <w:rPr>
          <w:rFonts w:eastAsia="Calibri"/>
          <w:b/>
          <w:bCs/>
        </w:rPr>
        <w:t>1.</w:t>
      </w:r>
      <w:r w:rsidRPr="00E5292A">
        <w:rPr>
          <w:rFonts w:eastAsia="Calibri"/>
          <w:bCs/>
        </w:rPr>
        <w:t xml:space="preserve"> V části druhé čl. III bod 1 zní:</w:t>
      </w:r>
    </w:p>
    <w:p w:rsidR="00CE196B" w:rsidRPr="00E5292A" w:rsidRDefault="00CE196B" w:rsidP="00CE196B">
      <w:pPr>
        <w:spacing w:after="120"/>
        <w:ind w:left="142"/>
        <w:rPr>
          <w:rFonts w:eastAsia="Calibri"/>
          <w:bCs/>
        </w:rPr>
      </w:pPr>
      <w:r w:rsidRPr="00E5292A">
        <w:rPr>
          <w:rFonts w:eastAsia="Calibri"/>
          <w:bCs/>
        </w:rPr>
        <w:t xml:space="preserve">„1. V § 23 se na konci odstavce 2 tečka nahrazuje </w:t>
      </w:r>
      <w:r w:rsidR="008F7F66">
        <w:rPr>
          <w:rFonts w:eastAsia="Calibri"/>
          <w:bCs/>
        </w:rPr>
        <w:t xml:space="preserve">čárkou a doplňují se písmena i) </w:t>
      </w:r>
      <w:r w:rsidRPr="00E5292A">
        <w:rPr>
          <w:rFonts w:eastAsia="Calibri"/>
          <w:bCs/>
        </w:rPr>
        <w:t>a</w:t>
      </w:r>
      <w:r w:rsidR="008F7F66">
        <w:rPr>
          <w:rFonts w:eastAsia="Calibri"/>
          <w:bCs/>
        </w:rPr>
        <w:t>ž</w:t>
      </w:r>
      <w:r>
        <w:rPr>
          <w:rFonts w:eastAsia="Calibri"/>
          <w:bCs/>
        </w:rPr>
        <w:t> </w:t>
      </w:r>
      <w:r w:rsidRPr="00E5292A">
        <w:rPr>
          <w:rFonts w:eastAsia="Calibri"/>
          <w:bCs/>
        </w:rPr>
        <w:t>k), která znějí:</w:t>
      </w:r>
    </w:p>
    <w:p w:rsidR="00CE196B" w:rsidRPr="00E5292A" w:rsidRDefault="00CE196B" w:rsidP="00CE196B">
      <w:pPr>
        <w:spacing w:after="120"/>
        <w:ind w:left="142"/>
        <w:rPr>
          <w:rFonts w:eastAsia="Calibri"/>
          <w:bCs/>
        </w:rPr>
      </w:pPr>
      <w:r w:rsidRPr="00E5292A">
        <w:rPr>
          <w:rFonts w:eastAsia="Calibri"/>
          <w:bCs/>
        </w:rPr>
        <w:t>„i) společném zařízení ve veřejném zájmu,</w:t>
      </w:r>
    </w:p>
    <w:p w:rsidR="00CE196B" w:rsidRPr="00E5292A" w:rsidRDefault="00CE196B" w:rsidP="00CE196B">
      <w:pPr>
        <w:spacing w:after="120"/>
        <w:ind w:left="142"/>
        <w:rPr>
          <w:rFonts w:eastAsia="Calibri"/>
          <w:bCs/>
        </w:rPr>
      </w:pPr>
      <w:r w:rsidRPr="00E5292A">
        <w:rPr>
          <w:rFonts w:eastAsia="Calibri"/>
          <w:bCs/>
        </w:rPr>
        <w:t>j) zákazu změny druhu nebo způsobu využití pozemku bez souhlasu pozemkového úřadu,</w:t>
      </w:r>
    </w:p>
    <w:p w:rsidR="00CE196B" w:rsidRDefault="00CE196B" w:rsidP="00CE196B">
      <w:pPr>
        <w:spacing w:after="120"/>
        <w:ind w:left="142"/>
        <w:rPr>
          <w:rFonts w:eastAsia="Calibri"/>
          <w:bCs/>
        </w:rPr>
      </w:pPr>
      <w:r w:rsidRPr="00E5292A">
        <w:rPr>
          <w:rFonts w:eastAsia="Calibri"/>
          <w:bCs/>
        </w:rPr>
        <w:t>k) stavbě sloužící k vodohospodářské melioraci pozemku.</w:t>
      </w:r>
      <w:r w:rsidR="008F7F66">
        <w:rPr>
          <w:rFonts w:eastAsia="Calibri"/>
          <w:bCs/>
        </w:rPr>
        <w:t>“.“</w:t>
      </w:r>
      <w:r w:rsidRPr="00E5292A">
        <w:rPr>
          <w:rFonts w:eastAsia="Calibri"/>
          <w:bCs/>
        </w:rPr>
        <w:t>.</w:t>
      </w:r>
    </w:p>
    <w:p w:rsidR="00CE196B" w:rsidRPr="00E5292A" w:rsidRDefault="00CE196B" w:rsidP="00CE196B">
      <w:pPr>
        <w:spacing w:after="120"/>
        <w:ind w:left="142"/>
        <w:rPr>
          <w:rFonts w:eastAsia="Calibri"/>
          <w:bCs/>
        </w:rPr>
      </w:pPr>
    </w:p>
    <w:p w:rsidR="00CE196B" w:rsidRPr="00E5292A" w:rsidRDefault="00CE196B" w:rsidP="00CE196B">
      <w:pPr>
        <w:spacing w:after="120"/>
        <w:rPr>
          <w:rFonts w:eastAsia="Calibri"/>
          <w:bCs/>
        </w:rPr>
      </w:pPr>
      <w:r w:rsidRPr="00035947">
        <w:rPr>
          <w:rFonts w:eastAsia="Calibri"/>
          <w:b/>
          <w:bCs/>
        </w:rPr>
        <w:t>2.</w:t>
      </w:r>
      <w:r w:rsidRPr="00E5292A">
        <w:rPr>
          <w:rFonts w:eastAsia="Calibri"/>
          <w:bCs/>
        </w:rPr>
        <w:t xml:space="preserve"> Za část druhou se vkládají část</w:t>
      </w:r>
      <w:r w:rsidR="00CC505A">
        <w:rPr>
          <w:rFonts w:eastAsia="Calibri"/>
          <w:bCs/>
        </w:rPr>
        <w:t>i</w:t>
      </w:r>
      <w:r w:rsidRPr="00E5292A">
        <w:rPr>
          <w:rFonts w:eastAsia="Calibri"/>
          <w:bCs/>
        </w:rPr>
        <w:t xml:space="preserve"> třetí a čtvrtá, které </w:t>
      </w:r>
      <w:r w:rsidR="00CC505A">
        <w:rPr>
          <w:rFonts w:eastAsia="Calibri"/>
          <w:bCs/>
        </w:rPr>
        <w:t xml:space="preserve">včetně nadpisů </w:t>
      </w:r>
      <w:r w:rsidRPr="00E5292A">
        <w:rPr>
          <w:rFonts w:eastAsia="Calibri"/>
          <w:bCs/>
        </w:rPr>
        <w:t>znějí:</w:t>
      </w:r>
    </w:p>
    <w:p w:rsidR="00CE196B" w:rsidRPr="00E5292A" w:rsidRDefault="00CE196B" w:rsidP="00035947">
      <w:pPr>
        <w:spacing w:after="120"/>
        <w:jc w:val="center"/>
        <w:rPr>
          <w:rFonts w:eastAsia="Calibri"/>
          <w:bCs/>
        </w:rPr>
      </w:pPr>
      <w:r w:rsidRPr="00E5292A">
        <w:rPr>
          <w:rFonts w:eastAsia="Calibri"/>
          <w:bCs/>
        </w:rPr>
        <w:t>„ČÁST TŘETÍ</w:t>
      </w:r>
    </w:p>
    <w:p w:rsidR="00CE196B" w:rsidRPr="008F7F66" w:rsidRDefault="00CE196B" w:rsidP="00035947">
      <w:pPr>
        <w:spacing w:after="120"/>
        <w:jc w:val="center"/>
        <w:rPr>
          <w:rFonts w:eastAsia="Calibri"/>
          <w:b/>
          <w:bCs/>
        </w:rPr>
      </w:pPr>
      <w:r w:rsidRPr="008F7F66">
        <w:rPr>
          <w:rFonts w:eastAsia="Calibri"/>
          <w:b/>
          <w:bCs/>
        </w:rPr>
        <w:t>Změna zákona o Státním pozemkovém úřadu</w:t>
      </w:r>
    </w:p>
    <w:p w:rsidR="00CE196B" w:rsidRPr="00E5292A" w:rsidRDefault="00CE196B" w:rsidP="00035947">
      <w:pPr>
        <w:spacing w:after="120"/>
        <w:jc w:val="center"/>
        <w:rPr>
          <w:rFonts w:eastAsia="Calibri"/>
          <w:bCs/>
        </w:rPr>
      </w:pPr>
      <w:r w:rsidRPr="00E5292A">
        <w:rPr>
          <w:rFonts w:eastAsia="Calibri"/>
          <w:bCs/>
        </w:rPr>
        <w:t>Čl. IV</w:t>
      </w:r>
    </w:p>
    <w:p w:rsidR="00CE196B" w:rsidRPr="00E5292A" w:rsidRDefault="00CE196B" w:rsidP="00035947">
      <w:pPr>
        <w:spacing w:after="120"/>
        <w:ind w:firstLine="708"/>
        <w:rPr>
          <w:rFonts w:eastAsia="Calibri"/>
          <w:bCs/>
        </w:rPr>
      </w:pPr>
      <w:r w:rsidRPr="00E5292A">
        <w:rPr>
          <w:rFonts w:eastAsia="Calibri"/>
          <w:bCs/>
        </w:rPr>
        <w:t>V zákoně č. 503/2012 Sb., o Státním pozemkovém úřadu a o změně některých souvisejících zákonů, ve znění zákona č. 256/2013 Sb., zákona č. 280/2013 Sb., zákonného opatření Senátu č. 340/2013 Sb., zákonného opatření Senátu č. 344/2013 Sb., zákona č. 250/2014 Sb., zákona č. 185/2016 Sb., zákona č. 225/2017 Sb., zákona č. 295/2017 Sb. a zákona č. 229/2019 Sb., se za § 3a vkládá</w:t>
      </w:r>
      <w:r w:rsidR="008F7F66">
        <w:rPr>
          <w:rFonts w:eastAsia="Calibri"/>
          <w:bCs/>
        </w:rPr>
        <w:t xml:space="preserve"> nový</w:t>
      </w:r>
      <w:r w:rsidRPr="00E5292A">
        <w:rPr>
          <w:rFonts w:eastAsia="Calibri"/>
          <w:bCs/>
        </w:rPr>
        <w:t xml:space="preserve"> § 3b, který zní:</w:t>
      </w:r>
    </w:p>
    <w:p w:rsidR="00CE196B" w:rsidRPr="00E5292A" w:rsidRDefault="00CE196B" w:rsidP="00035947">
      <w:pPr>
        <w:spacing w:after="120"/>
        <w:jc w:val="center"/>
        <w:rPr>
          <w:rFonts w:eastAsia="Calibri"/>
          <w:bCs/>
        </w:rPr>
      </w:pPr>
      <w:r w:rsidRPr="00E5292A">
        <w:rPr>
          <w:rFonts w:eastAsia="Calibri"/>
          <w:bCs/>
        </w:rPr>
        <w:t>„§ 3b</w:t>
      </w:r>
    </w:p>
    <w:p w:rsidR="00CE196B" w:rsidRPr="00E5292A" w:rsidRDefault="00CE196B" w:rsidP="00035947">
      <w:pPr>
        <w:spacing w:after="120"/>
        <w:ind w:firstLine="708"/>
        <w:rPr>
          <w:rFonts w:eastAsia="Calibri"/>
          <w:bCs/>
        </w:rPr>
      </w:pPr>
      <w:r w:rsidRPr="00E5292A">
        <w:rPr>
          <w:rFonts w:eastAsia="Calibri"/>
          <w:bCs/>
        </w:rPr>
        <w:t>(1) Státní pozemkový úřad zjišťuje existenci staveb sloužících k vodohospodářské melioraci pozemků a zajišťuje vedení a aktualizaci celostátní evidence těchto staveb.</w:t>
      </w:r>
    </w:p>
    <w:p w:rsidR="00CE196B" w:rsidRPr="00E5292A" w:rsidRDefault="00CE196B" w:rsidP="00035947">
      <w:pPr>
        <w:spacing w:after="120"/>
        <w:ind w:firstLine="708"/>
        <w:rPr>
          <w:rFonts w:eastAsia="Calibri"/>
          <w:bCs/>
        </w:rPr>
      </w:pPr>
      <w:r w:rsidRPr="00E5292A">
        <w:rPr>
          <w:rFonts w:eastAsia="Calibri"/>
          <w:bCs/>
        </w:rPr>
        <w:t xml:space="preserve">(2) Na žádost vlastníka zemědělsky obhospodařovaného pozemku provede státní pozemkový úřad šetření, zda se na pozemku nachází stavba sloužící k vodohospodářské melioraci pozemku. </w:t>
      </w:r>
    </w:p>
    <w:p w:rsidR="00CE196B" w:rsidRPr="00E5292A" w:rsidRDefault="00CE196B" w:rsidP="00035947">
      <w:pPr>
        <w:spacing w:after="120"/>
        <w:ind w:firstLine="708"/>
        <w:rPr>
          <w:rFonts w:eastAsia="Calibri"/>
          <w:bCs/>
        </w:rPr>
      </w:pPr>
      <w:r w:rsidRPr="00E5292A">
        <w:rPr>
          <w:rFonts w:eastAsia="Calibri"/>
          <w:bCs/>
        </w:rPr>
        <w:t>(3) Zjistí-li státní pozemkový úřad, že se na pozemku nachází stavba sloužící k vodohospodářské melioraci pozemku, zašle oznámení k zápisu příslušné poznámky do katastru katastrálnímu úřadu.“.</w:t>
      </w:r>
    </w:p>
    <w:p w:rsidR="00035947" w:rsidRDefault="00035947" w:rsidP="00035947">
      <w:pPr>
        <w:spacing w:after="120"/>
        <w:jc w:val="center"/>
        <w:rPr>
          <w:rFonts w:eastAsia="Calibri"/>
          <w:bCs/>
        </w:rPr>
      </w:pPr>
    </w:p>
    <w:p w:rsidR="00CE196B" w:rsidRPr="00E5292A" w:rsidRDefault="00CE196B" w:rsidP="00035947">
      <w:pPr>
        <w:spacing w:after="120"/>
        <w:jc w:val="center"/>
        <w:rPr>
          <w:rFonts w:eastAsia="Calibri"/>
          <w:bCs/>
        </w:rPr>
      </w:pPr>
      <w:r w:rsidRPr="00E5292A">
        <w:rPr>
          <w:rFonts w:eastAsia="Calibri"/>
          <w:bCs/>
        </w:rPr>
        <w:lastRenderedPageBreak/>
        <w:t>ČÁST ČTVRTÁ</w:t>
      </w:r>
    </w:p>
    <w:p w:rsidR="00CE196B" w:rsidRPr="008F7F66" w:rsidRDefault="00CE196B" w:rsidP="00035947">
      <w:pPr>
        <w:spacing w:after="120"/>
        <w:jc w:val="center"/>
        <w:rPr>
          <w:rFonts w:eastAsia="Calibri"/>
          <w:b/>
          <w:bCs/>
        </w:rPr>
      </w:pPr>
      <w:r w:rsidRPr="008F7F66">
        <w:rPr>
          <w:rFonts w:eastAsia="Calibri"/>
          <w:b/>
          <w:bCs/>
        </w:rPr>
        <w:t>Změna vodního zákona</w:t>
      </w:r>
    </w:p>
    <w:p w:rsidR="00CE196B" w:rsidRPr="00E5292A" w:rsidRDefault="00CE196B" w:rsidP="00035947">
      <w:pPr>
        <w:spacing w:after="120"/>
        <w:jc w:val="center"/>
        <w:rPr>
          <w:rFonts w:eastAsia="Calibri"/>
          <w:bCs/>
        </w:rPr>
      </w:pPr>
      <w:r w:rsidRPr="00E5292A">
        <w:rPr>
          <w:rFonts w:eastAsia="Calibri"/>
          <w:bCs/>
        </w:rPr>
        <w:t>Čl. V</w:t>
      </w:r>
    </w:p>
    <w:p w:rsidR="00CE196B" w:rsidRPr="00E5292A" w:rsidRDefault="00CE196B" w:rsidP="00035947">
      <w:pPr>
        <w:spacing w:after="120"/>
        <w:ind w:firstLine="708"/>
        <w:rPr>
          <w:rFonts w:eastAsia="Calibri"/>
          <w:bCs/>
        </w:rPr>
      </w:pPr>
      <w:r w:rsidRPr="00E5292A">
        <w:rPr>
          <w:rFonts w:eastAsia="Calibri"/>
          <w:bCs/>
        </w:rPr>
        <w:t>Zákon č. 254/2001 Sb., o vodách a o změně některých zákonů (vodní zákon), ve znění zákona č. 76/2002 Sb., zákona č. 320/2002 Sb., zákona č. 274/2003 Sb., zákona č. 20/2004 Sb., zákona č. 413/2005 Sb., zákona č. 444/2005 Sb., zákona č. 186/2006 Sb., zákona č. 222/2006 Sb., zákona č. 342/2006 Sb., zákona č. 25/2008 Sb., zákona č. 167/2008 Sb., zákona č. 181/2008 Sb., zákona č. 157/2009 Sb., zákona č. 227/2009 Sb., zákona č. 281/2009 Sb., zákona č. 150/2010 Sb., zákona č. 77/2011 Sb., zákona č. 151/2011 Sb., zákona č. 85/2012 Sb., zákona č. 350/2012 Sb., zákona č. 501/2012 Sb., zákona č. 275/2013 Sb., zákona č. 303/2013 Sb., zákona č. 61/2014 Sb., zákona č. 64/2014 Sb., zákona č. 187/2014 Sb., zákona č. 39/2015 Sb., zákona č. 250/2016 Sb., zákona č. 183/2017 Sb., zákona č. 225/2017 Sb.</w:t>
      </w:r>
      <w:r w:rsidR="008F7F66">
        <w:rPr>
          <w:rFonts w:eastAsia="Calibri"/>
          <w:bCs/>
        </w:rPr>
        <w:t xml:space="preserve">, </w:t>
      </w:r>
      <w:r w:rsidRPr="00E5292A">
        <w:rPr>
          <w:rFonts w:eastAsia="Calibri"/>
          <w:bCs/>
        </w:rPr>
        <w:t>zákona č</w:t>
      </w:r>
      <w:r w:rsidR="008F7F66">
        <w:rPr>
          <w:rFonts w:eastAsia="Calibri"/>
          <w:bCs/>
        </w:rPr>
        <w:t>. 113/2018 Sb. a zákona č. 312/2019 Sb.,</w:t>
      </w:r>
      <w:r w:rsidRPr="00E5292A">
        <w:rPr>
          <w:rFonts w:eastAsia="Calibri"/>
          <w:bCs/>
        </w:rPr>
        <w:t xml:space="preserve"> se mění takto:</w:t>
      </w:r>
    </w:p>
    <w:p w:rsidR="00CE196B" w:rsidRPr="00E5292A" w:rsidRDefault="00CE196B" w:rsidP="0035685D">
      <w:pPr>
        <w:ind w:left="340" w:hanging="340"/>
        <w:rPr>
          <w:rFonts w:eastAsia="Calibri"/>
          <w:bCs/>
        </w:rPr>
      </w:pPr>
      <w:r w:rsidRPr="00E5292A">
        <w:rPr>
          <w:rFonts w:eastAsia="Calibri"/>
          <w:bCs/>
        </w:rPr>
        <w:t xml:space="preserve">1. V § 56 </w:t>
      </w:r>
      <w:r w:rsidR="0035685D">
        <w:rPr>
          <w:rFonts w:eastAsia="Calibri"/>
          <w:bCs/>
        </w:rPr>
        <w:t xml:space="preserve">se na konci </w:t>
      </w:r>
      <w:r w:rsidRPr="00E5292A">
        <w:rPr>
          <w:rFonts w:eastAsia="Calibri"/>
          <w:bCs/>
        </w:rPr>
        <w:t>odst</w:t>
      </w:r>
      <w:r w:rsidR="0035685D">
        <w:rPr>
          <w:rFonts w:eastAsia="Calibri"/>
          <w:bCs/>
        </w:rPr>
        <w:t>avce</w:t>
      </w:r>
      <w:r w:rsidRPr="00E5292A">
        <w:rPr>
          <w:rFonts w:eastAsia="Calibri"/>
          <w:bCs/>
        </w:rPr>
        <w:t xml:space="preserve"> 4 tečka nahrazuje</w:t>
      </w:r>
      <w:r w:rsidR="0035685D">
        <w:rPr>
          <w:rFonts w:eastAsia="Calibri"/>
          <w:bCs/>
        </w:rPr>
        <w:t xml:space="preserve"> čárkou a doplňuje se písmeno</w:t>
      </w:r>
      <w:r w:rsidRPr="00E5292A">
        <w:rPr>
          <w:rFonts w:eastAsia="Calibri"/>
          <w:bCs/>
        </w:rPr>
        <w:t xml:space="preserve"> e), které zní:</w:t>
      </w:r>
    </w:p>
    <w:p w:rsidR="00CE196B" w:rsidRPr="00E5292A" w:rsidRDefault="00CE196B" w:rsidP="0035685D">
      <w:pPr>
        <w:spacing w:after="100" w:afterAutospacing="1"/>
        <w:ind w:left="340"/>
      </w:pPr>
      <w:r w:rsidRPr="00E5292A">
        <w:t>„e) ohlásit Státnímu pozemkovému úřadu, že se na pozemku nachází stavba k vodohospodářské melioraci pozemku.“.</w:t>
      </w:r>
    </w:p>
    <w:p w:rsidR="00CE196B" w:rsidRPr="00E5292A" w:rsidRDefault="00CE196B" w:rsidP="0035685D">
      <w:pPr>
        <w:spacing w:before="100" w:beforeAutospacing="1"/>
        <w:ind w:left="340" w:hanging="340"/>
      </w:pPr>
      <w:r w:rsidRPr="00E5292A">
        <w:t>2. V § 120</w:t>
      </w:r>
      <w:r w:rsidR="0035685D">
        <w:t xml:space="preserve"> </w:t>
      </w:r>
      <w:r w:rsidRPr="00E5292A">
        <w:t>odst</w:t>
      </w:r>
      <w:r w:rsidR="00CC505A">
        <w:t>.</w:t>
      </w:r>
      <w:r w:rsidRPr="00E5292A">
        <w:t xml:space="preserve"> 6</w:t>
      </w:r>
      <w:r w:rsidR="00CC505A">
        <w:t xml:space="preserve"> a v § 125e odst. 6 se na konci textu písmene d) tečka </w:t>
      </w:r>
      <w:r w:rsidRPr="00E5292A">
        <w:t>nahrazuje čárkou a doplňuje se písm</w:t>
      </w:r>
      <w:r w:rsidR="0035685D">
        <w:t>eno</w:t>
      </w:r>
      <w:r w:rsidRPr="00E5292A">
        <w:t xml:space="preserve"> e), které zní:</w:t>
      </w:r>
    </w:p>
    <w:p w:rsidR="00CE196B" w:rsidRPr="00E5292A" w:rsidRDefault="00CE196B" w:rsidP="0035685D">
      <w:pPr>
        <w:spacing w:after="100" w:afterAutospacing="1"/>
        <w:ind w:left="340"/>
      </w:pPr>
      <w:r w:rsidRPr="00E5292A">
        <w:t>„e) v rozporu s § 56 odst. 4 písm. e) neohlásí Státnímu pozemkovému úřadu, že se na pozemku nachází stavba k vodohospodářské melioraci pozemku.“.</w:t>
      </w:r>
    </w:p>
    <w:p w:rsidR="00CE196B" w:rsidRDefault="00CC505A" w:rsidP="0035685D">
      <w:pPr>
        <w:ind w:left="340" w:hanging="340"/>
      </w:pPr>
      <w:r>
        <w:t>3</w:t>
      </w:r>
      <w:r w:rsidR="0035685D">
        <w:t xml:space="preserve">. </w:t>
      </w:r>
      <w:r w:rsidR="00CE196B" w:rsidRPr="00E5292A">
        <w:t>V § 120 odst. 8 a v § 125</w:t>
      </w:r>
      <w:r w:rsidR="0035685D">
        <w:t>e odst. 8 se na konci textu písmene</w:t>
      </w:r>
      <w:r w:rsidR="00CE196B" w:rsidRPr="00E5292A">
        <w:t xml:space="preserve"> b) doplňují slova „nebo e)“.“.</w:t>
      </w:r>
    </w:p>
    <w:p w:rsidR="00035947" w:rsidRPr="00E5292A" w:rsidRDefault="00035947" w:rsidP="00035947">
      <w:pPr>
        <w:rPr>
          <w:rFonts w:eastAsia="Calibri"/>
          <w:bCs/>
        </w:rPr>
      </w:pPr>
    </w:p>
    <w:p w:rsidR="00CE196B" w:rsidRDefault="00CE196B" w:rsidP="00035947">
      <w:pPr>
        <w:rPr>
          <w:rFonts w:eastAsia="Calibri"/>
          <w:bCs/>
        </w:rPr>
      </w:pPr>
      <w:r w:rsidRPr="00E5292A">
        <w:rPr>
          <w:rFonts w:eastAsia="Calibri"/>
          <w:bCs/>
        </w:rPr>
        <w:t>Dosavadní část třetí se označuje jako část pátá</w:t>
      </w:r>
      <w:r w:rsidR="0035685D">
        <w:rPr>
          <w:rFonts w:eastAsia="Calibri"/>
          <w:bCs/>
        </w:rPr>
        <w:t xml:space="preserve"> a d</w:t>
      </w:r>
      <w:r w:rsidRPr="00E5292A">
        <w:rPr>
          <w:rFonts w:eastAsia="Calibri"/>
          <w:bCs/>
        </w:rPr>
        <w:t>osavadní čl. IV se označuje jako čl. VI.</w:t>
      </w:r>
    </w:p>
    <w:p w:rsidR="00035947" w:rsidRPr="00E5292A" w:rsidRDefault="00035947" w:rsidP="00035947">
      <w:pPr>
        <w:rPr>
          <w:rFonts w:eastAsia="Calibri"/>
          <w:bCs/>
        </w:rPr>
      </w:pPr>
    </w:p>
    <w:p w:rsidR="00CE196B" w:rsidRPr="00E5292A" w:rsidRDefault="00CE196B" w:rsidP="00CE196B">
      <w:pPr>
        <w:spacing w:after="120"/>
        <w:rPr>
          <w:rFonts w:eastAsia="Calibri"/>
          <w:bCs/>
        </w:rPr>
      </w:pPr>
      <w:r w:rsidRPr="00035947">
        <w:rPr>
          <w:rFonts w:eastAsia="Calibri"/>
          <w:b/>
          <w:bCs/>
        </w:rPr>
        <w:t>3.</w:t>
      </w:r>
      <w:r w:rsidRPr="00E5292A">
        <w:rPr>
          <w:rFonts w:eastAsia="Calibri"/>
          <w:bCs/>
        </w:rPr>
        <w:t xml:space="preserve"> Část pátá zní:</w:t>
      </w:r>
    </w:p>
    <w:p w:rsidR="00CE196B" w:rsidRPr="00E5292A" w:rsidRDefault="00CE196B" w:rsidP="00CE196B">
      <w:pPr>
        <w:spacing w:after="120"/>
        <w:jc w:val="center"/>
        <w:rPr>
          <w:rFonts w:eastAsia="Calibri"/>
          <w:bCs/>
        </w:rPr>
      </w:pPr>
      <w:r w:rsidRPr="00E5292A">
        <w:t>„</w:t>
      </w:r>
      <w:r w:rsidRPr="00E5292A">
        <w:rPr>
          <w:rFonts w:eastAsia="Calibri"/>
          <w:bCs/>
        </w:rPr>
        <w:t>ČÁST PÁTÁ</w:t>
      </w:r>
    </w:p>
    <w:p w:rsidR="00CE196B" w:rsidRPr="0035685D" w:rsidRDefault="00CE196B" w:rsidP="00CE196B">
      <w:pPr>
        <w:spacing w:after="120"/>
        <w:jc w:val="center"/>
        <w:rPr>
          <w:rFonts w:eastAsia="Calibri"/>
          <w:b/>
          <w:bCs/>
        </w:rPr>
      </w:pPr>
      <w:r w:rsidRPr="0035685D">
        <w:rPr>
          <w:rFonts w:eastAsia="Calibri"/>
          <w:b/>
          <w:bCs/>
        </w:rPr>
        <w:t>ÚČINNOST</w:t>
      </w:r>
    </w:p>
    <w:p w:rsidR="00CE196B" w:rsidRPr="00E5292A" w:rsidRDefault="00CE196B" w:rsidP="00CE196B">
      <w:pPr>
        <w:spacing w:after="120"/>
        <w:jc w:val="center"/>
        <w:rPr>
          <w:rFonts w:eastAsia="Calibri"/>
          <w:bCs/>
        </w:rPr>
      </w:pPr>
      <w:r w:rsidRPr="00E5292A">
        <w:rPr>
          <w:rFonts w:eastAsia="Calibri"/>
          <w:bCs/>
        </w:rPr>
        <w:t>Čl. VI</w:t>
      </w:r>
    </w:p>
    <w:p w:rsidR="00CE196B" w:rsidRPr="00E5292A" w:rsidRDefault="00CE196B" w:rsidP="00035947">
      <w:pPr>
        <w:spacing w:after="120"/>
        <w:ind w:firstLine="708"/>
        <w:rPr>
          <w:rFonts w:eastAsia="Calibri"/>
          <w:bCs/>
        </w:rPr>
      </w:pPr>
      <w:r w:rsidRPr="00E5292A">
        <w:rPr>
          <w:rFonts w:eastAsia="Calibri"/>
          <w:bCs/>
        </w:rPr>
        <w:t xml:space="preserve">Tento zákon nabývá účinnosti prvním dnem druhého kalendářního měsíce následujícího po jeho vyhlášení, </w:t>
      </w:r>
      <w:r w:rsidR="00CC59F0">
        <w:rPr>
          <w:rFonts w:eastAsia="Calibri"/>
          <w:bCs/>
        </w:rPr>
        <w:t>s výjimkou ustanovení</w:t>
      </w:r>
      <w:r w:rsidRPr="00E5292A">
        <w:rPr>
          <w:rFonts w:eastAsia="Calibri"/>
          <w:bCs/>
        </w:rPr>
        <w:t xml:space="preserve"> čl. V bodů 2 </w:t>
      </w:r>
      <w:r w:rsidR="0035685D">
        <w:rPr>
          <w:rFonts w:eastAsia="Calibri"/>
          <w:bCs/>
        </w:rPr>
        <w:t>a</w:t>
      </w:r>
      <w:r w:rsidR="00AB0948">
        <w:rPr>
          <w:rFonts w:eastAsia="Calibri"/>
          <w:bCs/>
        </w:rPr>
        <w:t xml:space="preserve"> 3</w:t>
      </w:r>
      <w:r w:rsidRPr="00E5292A">
        <w:rPr>
          <w:rFonts w:eastAsia="Calibri"/>
          <w:bCs/>
        </w:rPr>
        <w:t>, kter</w:t>
      </w:r>
      <w:r w:rsidR="00CC59F0">
        <w:rPr>
          <w:rFonts w:eastAsia="Calibri"/>
          <w:bCs/>
        </w:rPr>
        <w:t>á</w:t>
      </w:r>
      <w:r w:rsidRPr="00E5292A">
        <w:rPr>
          <w:rFonts w:eastAsia="Calibri"/>
          <w:bCs/>
        </w:rPr>
        <w:t xml:space="preserve"> nabývají účinnosti dne 1. ledna 2025.</w:t>
      </w:r>
      <w:r w:rsidR="0035685D">
        <w:rPr>
          <w:rFonts w:eastAsia="Calibri"/>
          <w:bCs/>
        </w:rPr>
        <w:t>“</w:t>
      </w:r>
      <w:r w:rsidRPr="00E5292A">
        <w:rPr>
          <w:rFonts w:eastAsia="Calibri"/>
          <w:bCs/>
        </w:rPr>
        <w:t>.</w:t>
      </w:r>
    </w:p>
    <w:p w:rsidR="00CE196B" w:rsidRDefault="00CE196B" w:rsidP="00A92050"/>
    <w:p w:rsidR="00216408" w:rsidRDefault="00216408" w:rsidP="00A92050"/>
    <w:p w:rsidR="00216408" w:rsidRPr="00A92050" w:rsidRDefault="00216408" w:rsidP="00A92050"/>
    <w:p w:rsidR="00A92050" w:rsidRPr="00A92050" w:rsidRDefault="00A92050" w:rsidP="00A92050">
      <w:pPr>
        <w:jc w:val="center"/>
      </w:pPr>
      <w:r w:rsidRPr="00A92050">
        <w:t>V Praze dne</w:t>
      </w:r>
      <w:r w:rsidR="00035947">
        <w:t xml:space="preserve"> </w:t>
      </w:r>
      <w:r w:rsidR="004A6860">
        <w:t>19.</w:t>
      </w:r>
      <w:r w:rsidR="00C03D84">
        <w:t xml:space="preserve"> června 2020</w:t>
      </w:r>
    </w:p>
    <w:p w:rsidR="00035947" w:rsidRDefault="00035947" w:rsidP="00A92050">
      <w:pPr>
        <w:jc w:val="center"/>
      </w:pPr>
    </w:p>
    <w:p w:rsidR="00035947" w:rsidRPr="00A92050" w:rsidRDefault="00035947" w:rsidP="00A92050">
      <w:pPr>
        <w:jc w:val="center"/>
      </w:pPr>
    </w:p>
    <w:p w:rsidR="00A92050" w:rsidRPr="00C03D84" w:rsidRDefault="00C03D84" w:rsidP="00A92050">
      <w:pPr>
        <w:jc w:val="center"/>
        <w:rPr>
          <w:b/>
        </w:rPr>
      </w:pPr>
      <w:r w:rsidRPr="00C03D84">
        <w:rPr>
          <w:b/>
        </w:rPr>
        <w:t xml:space="preserve">Ing. </w:t>
      </w:r>
      <w:proofErr w:type="gramStart"/>
      <w:r w:rsidRPr="00C03D84">
        <w:rPr>
          <w:b/>
        </w:rPr>
        <w:t xml:space="preserve">Josef    K o t </w:t>
      </w:r>
      <w:proofErr w:type="spellStart"/>
      <w:r w:rsidRPr="00C03D84">
        <w:rPr>
          <w:b/>
        </w:rPr>
        <w:t>t</w:t>
      </w:r>
      <w:proofErr w:type="spellEnd"/>
      <w:r w:rsidR="004A6860">
        <w:rPr>
          <w:b/>
        </w:rPr>
        <w:t xml:space="preserve">, </w:t>
      </w:r>
      <w:r w:rsidR="004A6860" w:rsidRPr="004A6860">
        <w:t>v.</w:t>
      </w:r>
      <w:proofErr w:type="gramEnd"/>
      <w:r w:rsidR="004A6860" w:rsidRPr="004A6860">
        <w:t xml:space="preserve"> r.</w:t>
      </w:r>
      <w:r w:rsidRPr="00C03D84">
        <w:rPr>
          <w:b/>
        </w:rPr>
        <w:t xml:space="preserve"> </w:t>
      </w:r>
    </w:p>
    <w:p w:rsidR="00A92050" w:rsidRDefault="00A92050" w:rsidP="00A92050">
      <w:pPr>
        <w:jc w:val="center"/>
      </w:pPr>
      <w:r w:rsidRPr="00A92050">
        <w:t xml:space="preserve">zpravodaj garančního </w:t>
      </w:r>
      <w:r w:rsidR="00C03D84">
        <w:t xml:space="preserve">zemědělského </w:t>
      </w:r>
      <w:r w:rsidRPr="00A92050">
        <w:t>výboru</w:t>
      </w:r>
      <w:r w:rsidR="00AF24B6">
        <w:t xml:space="preserve"> </w:t>
      </w:r>
    </w:p>
    <w:p w:rsidR="00C03D84" w:rsidRDefault="00C03D84" w:rsidP="00A92050">
      <w:pPr>
        <w:jc w:val="center"/>
      </w:pPr>
    </w:p>
    <w:p w:rsidR="00C03D84" w:rsidRDefault="00C03D84" w:rsidP="00A92050">
      <w:pPr>
        <w:jc w:val="center"/>
      </w:pPr>
    </w:p>
    <w:p w:rsidR="00C03D84" w:rsidRPr="00C03D84" w:rsidRDefault="00C03D84" w:rsidP="00A92050">
      <w:pPr>
        <w:jc w:val="center"/>
        <w:rPr>
          <w:b/>
        </w:rPr>
      </w:pPr>
      <w:r w:rsidRPr="00C03D84">
        <w:rPr>
          <w:b/>
        </w:rPr>
        <w:t xml:space="preserve">Ing. </w:t>
      </w:r>
      <w:proofErr w:type="gramStart"/>
      <w:r w:rsidRPr="00C03D84">
        <w:rPr>
          <w:b/>
        </w:rPr>
        <w:t>Stanislav   J u r á n e k</w:t>
      </w:r>
      <w:proofErr w:type="gramEnd"/>
      <w:r w:rsidRPr="00C03D84">
        <w:rPr>
          <w:b/>
        </w:rPr>
        <w:t xml:space="preserve"> </w:t>
      </w:r>
    </w:p>
    <w:p w:rsidR="00C03D84" w:rsidRDefault="00C03D84" w:rsidP="00A92050">
      <w:pPr>
        <w:jc w:val="center"/>
      </w:pPr>
      <w:r>
        <w:t>zpravodaj výboru pro veřejnou správu a regionální rozvoj</w:t>
      </w:r>
    </w:p>
    <w:p w:rsidR="004A6860" w:rsidRPr="00A92050" w:rsidRDefault="004A6860" w:rsidP="00A92050">
      <w:pPr>
        <w:jc w:val="center"/>
      </w:pPr>
      <w:r>
        <w:t xml:space="preserve">v z. </w:t>
      </w:r>
      <w:r w:rsidRPr="004A6860">
        <w:rPr>
          <w:b/>
        </w:rPr>
        <w:t>Mgr.</w:t>
      </w:r>
      <w:r>
        <w:t xml:space="preserve"> </w:t>
      </w:r>
      <w:r w:rsidRPr="004A6860">
        <w:rPr>
          <w:b/>
        </w:rPr>
        <w:t>Martin K</w:t>
      </w:r>
      <w:r>
        <w:rPr>
          <w:b/>
        </w:rPr>
        <w:t> </w:t>
      </w:r>
      <w:r w:rsidRPr="004A6860">
        <w:rPr>
          <w:b/>
        </w:rPr>
        <w:t>u</w:t>
      </w:r>
      <w:r>
        <w:rPr>
          <w:b/>
        </w:rPr>
        <w:t xml:space="preserve"> </w:t>
      </w:r>
      <w:bookmarkStart w:id="0" w:name="_GoBack"/>
      <w:bookmarkEnd w:id="0"/>
      <w:r w:rsidRPr="004A6860">
        <w:rPr>
          <w:b/>
        </w:rPr>
        <w:t>p</w:t>
      </w:r>
      <w:r>
        <w:rPr>
          <w:b/>
        </w:rPr>
        <w:t xml:space="preserve"> </w:t>
      </w:r>
      <w:r w:rsidRPr="004A6860">
        <w:rPr>
          <w:b/>
        </w:rPr>
        <w:t>k</w:t>
      </w:r>
      <w:r>
        <w:rPr>
          <w:b/>
        </w:rPr>
        <w:t xml:space="preserve"> </w:t>
      </w:r>
      <w:r w:rsidRPr="004A6860">
        <w:rPr>
          <w:b/>
        </w:rPr>
        <w:t>a</w:t>
      </w:r>
      <w:r>
        <w:t>, v. r.</w:t>
      </w:r>
    </w:p>
    <w:sectPr w:rsidR="004A6860" w:rsidRPr="00A92050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81F" w:rsidRDefault="0029481F">
      <w:r>
        <w:separator/>
      </w:r>
    </w:p>
  </w:endnote>
  <w:endnote w:type="continuationSeparator" w:id="0">
    <w:p w:rsidR="0029481F" w:rsidRDefault="0029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81F" w:rsidRDefault="0029481F">
      <w:r>
        <w:separator/>
      </w:r>
    </w:p>
  </w:footnote>
  <w:footnote w:type="continuationSeparator" w:id="0">
    <w:p w:rsidR="0029481F" w:rsidRDefault="00294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A6860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D0E267C"/>
    <w:multiLevelType w:val="hybridMultilevel"/>
    <w:tmpl w:val="30EAED68"/>
    <w:lvl w:ilvl="0" w:tplc="2BD63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FBE1746"/>
    <w:multiLevelType w:val="hybridMultilevel"/>
    <w:tmpl w:val="AA5AE688"/>
    <w:lvl w:ilvl="0" w:tplc="74126554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1" w:hanging="360"/>
      </w:pPr>
    </w:lvl>
    <w:lvl w:ilvl="2" w:tplc="0405001B" w:tentative="1">
      <w:start w:val="1"/>
      <w:numFmt w:val="lowerRoman"/>
      <w:lvlText w:val="%3."/>
      <w:lvlJc w:val="right"/>
      <w:pPr>
        <w:ind w:left="3641" w:hanging="180"/>
      </w:pPr>
    </w:lvl>
    <w:lvl w:ilvl="3" w:tplc="0405000F" w:tentative="1">
      <w:start w:val="1"/>
      <w:numFmt w:val="decimal"/>
      <w:lvlText w:val="%4."/>
      <w:lvlJc w:val="left"/>
      <w:pPr>
        <w:ind w:left="4361" w:hanging="360"/>
      </w:pPr>
    </w:lvl>
    <w:lvl w:ilvl="4" w:tplc="04050019" w:tentative="1">
      <w:start w:val="1"/>
      <w:numFmt w:val="lowerLetter"/>
      <w:lvlText w:val="%5."/>
      <w:lvlJc w:val="left"/>
      <w:pPr>
        <w:ind w:left="5081" w:hanging="360"/>
      </w:pPr>
    </w:lvl>
    <w:lvl w:ilvl="5" w:tplc="0405001B" w:tentative="1">
      <w:start w:val="1"/>
      <w:numFmt w:val="lowerRoman"/>
      <w:lvlText w:val="%6."/>
      <w:lvlJc w:val="right"/>
      <w:pPr>
        <w:ind w:left="5801" w:hanging="180"/>
      </w:pPr>
    </w:lvl>
    <w:lvl w:ilvl="6" w:tplc="0405000F" w:tentative="1">
      <w:start w:val="1"/>
      <w:numFmt w:val="decimal"/>
      <w:lvlText w:val="%7."/>
      <w:lvlJc w:val="left"/>
      <w:pPr>
        <w:ind w:left="6521" w:hanging="360"/>
      </w:pPr>
    </w:lvl>
    <w:lvl w:ilvl="7" w:tplc="04050019" w:tentative="1">
      <w:start w:val="1"/>
      <w:numFmt w:val="lowerLetter"/>
      <w:lvlText w:val="%8."/>
      <w:lvlJc w:val="left"/>
      <w:pPr>
        <w:ind w:left="7241" w:hanging="360"/>
      </w:pPr>
    </w:lvl>
    <w:lvl w:ilvl="8" w:tplc="0405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9" w15:restartNumberingAfterBreak="0">
    <w:nsid w:val="76F32B47"/>
    <w:multiLevelType w:val="hybridMultilevel"/>
    <w:tmpl w:val="41BE84A6"/>
    <w:lvl w:ilvl="0" w:tplc="682A6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35947"/>
    <w:rsid w:val="00216408"/>
    <w:rsid w:val="00266D0A"/>
    <w:rsid w:val="0029481F"/>
    <w:rsid w:val="00331254"/>
    <w:rsid w:val="0035685D"/>
    <w:rsid w:val="0036252D"/>
    <w:rsid w:val="00381BC1"/>
    <w:rsid w:val="004A6860"/>
    <w:rsid w:val="00671CAC"/>
    <w:rsid w:val="006C5612"/>
    <w:rsid w:val="008F7F66"/>
    <w:rsid w:val="009647CA"/>
    <w:rsid w:val="00A73D85"/>
    <w:rsid w:val="00A92050"/>
    <w:rsid w:val="00AB0948"/>
    <w:rsid w:val="00AF24B6"/>
    <w:rsid w:val="00C03D84"/>
    <w:rsid w:val="00CC505A"/>
    <w:rsid w:val="00CC59F0"/>
    <w:rsid w:val="00CE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73D65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Normlnweb">
    <w:name w:val="Normal (Web)"/>
    <w:basedOn w:val="Normln"/>
    <w:uiPriority w:val="99"/>
    <w:unhideWhenUsed/>
    <w:rsid w:val="0036252D"/>
    <w:pPr>
      <w:spacing w:before="100" w:beforeAutospacing="1" w:after="119"/>
      <w:jc w:val="left"/>
    </w:pPr>
  </w:style>
  <w:style w:type="paragraph" w:customStyle="1" w:styleId="Standard">
    <w:name w:val="Standard"/>
    <w:rsid w:val="0036252D"/>
    <w:pPr>
      <w:suppressAutoHyphens/>
      <w:autoSpaceDN w:val="0"/>
      <w:textAlignment w:val="baseline"/>
    </w:pPr>
    <w:rPr>
      <w:rFonts w:ascii="Arial" w:eastAsia="Calibri" w:hAnsi="Arial" w:cs="Arial"/>
      <w:kern w:val="3"/>
      <w:sz w:val="22"/>
      <w:szCs w:val="22"/>
      <w:lang w:eastAsia="zh-CN"/>
    </w:rPr>
  </w:style>
  <w:style w:type="paragraph" w:styleId="Odstavecseseznamem">
    <w:name w:val="List Paragraph"/>
    <w:basedOn w:val="Normln"/>
    <w:uiPriority w:val="34"/>
    <w:qFormat/>
    <w:rsid w:val="0035685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64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0492E-1A4E-471D-BDBB-94CD94A9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5</Pages>
  <Words>1890</Words>
  <Characters>9701</Characters>
  <Application>Microsoft Office Word</Application>
  <DocSecurity>0</DocSecurity>
  <Lines>80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3</cp:revision>
  <cp:lastPrinted>2020-06-19T07:52:00Z</cp:lastPrinted>
  <dcterms:created xsi:type="dcterms:W3CDTF">2020-06-19T07:52:00Z</dcterms:created>
  <dcterms:modified xsi:type="dcterms:W3CDTF">2020-06-19T09:04:00Z</dcterms:modified>
  <cp:category/>
</cp:coreProperties>
</file>