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236D64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F60425">
        <w:rPr>
          <w:b w:val="0"/>
          <w:i w:val="0"/>
        </w:rPr>
        <w:t>118188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6619A5" w:rsidP="000E730C">
      <w:pPr>
        <w:pStyle w:val="PS-slousnesen"/>
      </w:pPr>
      <w:r>
        <w:t>203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8C3C54">
        <w:t xml:space="preserve"> 63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BB265D">
        <w:t>1</w:t>
      </w:r>
      <w:r w:rsidR="008C3C54">
        <w:t>0. června</w:t>
      </w:r>
      <w:r w:rsidR="00E4075F">
        <w:t xml:space="preserve"> </w:t>
      </w:r>
      <w:r w:rsidR="000C399A">
        <w:t>20</w:t>
      </w:r>
      <w:r w:rsidR="008C3C54">
        <w:t>20</w:t>
      </w:r>
    </w:p>
    <w:p w:rsidR="004A4F60" w:rsidRDefault="004A4F60" w:rsidP="005C2180">
      <w:pPr>
        <w:pStyle w:val="Bezmezer"/>
      </w:pPr>
    </w:p>
    <w:p w:rsidR="00B44231" w:rsidRPr="00B44231" w:rsidRDefault="00B44231" w:rsidP="00B44231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B44231">
        <w:rPr>
          <w:rFonts w:ascii="Times New Roman" w:hAnsi="Times New Roman"/>
          <w:sz w:val="24"/>
          <w:szCs w:val="24"/>
          <w:shd w:val="clear" w:color="auto" w:fill="FFFFFF"/>
        </w:rPr>
        <w:t>Návrh poslanců Jany Černochové, Andreje Babiše, Jana Hamáčka, Petra Fialy a dalších na vydání ústavního zákona, kterým se mění ústavní zákon č. 1/1993 Sb., Ústava České republiky, ve znění pozdějších ústavních zákonů</w:t>
      </w:r>
      <w:r w:rsidRPr="00B44231">
        <w:rPr>
          <w:rFonts w:ascii="Times New Roman" w:hAnsi="Times New Roman"/>
          <w:sz w:val="24"/>
          <w:szCs w:val="24"/>
        </w:rPr>
        <w:t xml:space="preserve"> (tisk 557)</w:t>
      </w:r>
    </w:p>
    <w:p w:rsidR="003F73C2" w:rsidRDefault="003F73C2" w:rsidP="00B44231">
      <w:pPr>
        <w:pStyle w:val="PS-pedmtusnesen"/>
        <w:pBdr>
          <w:bottom w:val="single" w:sz="4" w:space="7" w:color="auto"/>
        </w:pBdr>
        <w:spacing w:before="0" w:after="0"/>
        <w:jc w:val="left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8C3C54">
        <w:t xml:space="preserve">odůvodnění člena návrhové skupiny poslanců posl. </w:t>
      </w:r>
      <w:r w:rsidR="00B44231">
        <w:t>Marka Bendy,</w:t>
      </w:r>
      <w:r w:rsidR="008C3C54">
        <w:t xml:space="preserve"> zpravodajské zprávě posl. </w:t>
      </w:r>
      <w:r w:rsidR="00B44231">
        <w:t>Dominika Feriho</w:t>
      </w:r>
      <w:r w:rsidR="008C3C54">
        <w:t xml:space="preserve"> </w:t>
      </w:r>
      <w:r w:rsidR="005F357B">
        <w:rPr>
          <w:bCs/>
        </w:rPr>
        <w:t xml:space="preserve">a </w:t>
      </w:r>
      <w:r w:rsidR="00920BB2">
        <w:rPr>
          <w:bCs/>
        </w:rPr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920BB2" w:rsidRDefault="00920BB2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20BB2" w:rsidRDefault="00920BB2" w:rsidP="00C64738"/>
    <w:p w:rsidR="009E5BB6" w:rsidRDefault="00D932ED" w:rsidP="00D932ED">
      <w:pPr>
        <w:pStyle w:val="PS-slovanseznam"/>
        <w:numPr>
          <w:ilvl w:val="0"/>
          <w:numId w:val="21"/>
        </w:numPr>
        <w:ind w:left="567" w:hanging="567"/>
      </w:pPr>
      <w:r>
        <w:rPr>
          <w:rStyle w:val="proloenChar"/>
        </w:rPr>
        <w:t xml:space="preserve">přerušuje </w:t>
      </w:r>
      <w:r>
        <w:t xml:space="preserve">projednávání </w:t>
      </w:r>
      <w:r w:rsidR="00DF5C9F">
        <w:t xml:space="preserve">sněmovního </w:t>
      </w:r>
      <w:r>
        <w:t xml:space="preserve">tisku 557 do doby, než tento </w:t>
      </w:r>
      <w:r w:rsidR="00A76B69">
        <w:t xml:space="preserve">sněmovní </w:t>
      </w:r>
      <w:r>
        <w:t xml:space="preserve">tisk projedná </w:t>
      </w:r>
      <w:r w:rsidR="00920BB2">
        <w:t>S</w:t>
      </w:r>
      <w:r>
        <w:t xml:space="preserve">tálá komise </w:t>
      </w:r>
      <w:r w:rsidR="00920BB2">
        <w:t xml:space="preserve">Poslanecké sněmovny </w:t>
      </w:r>
      <w:r>
        <w:t xml:space="preserve">pro Ústavu České republiky spolu </w:t>
      </w:r>
      <w:r w:rsidRPr="00920BB2">
        <w:rPr>
          <w:szCs w:val="24"/>
        </w:rPr>
        <w:t xml:space="preserve">se </w:t>
      </w:r>
      <w:hyperlink r:id="rId8" w:history="1">
        <w:r w:rsidR="00920BB2" w:rsidRPr="00920BB2">
          <w:rPr>
            <w:rStyle w:val="Hypertextovodkaz"/>
            <w:color w:val="auto"/>
            <w:szCs w:val="24"/>
            <w:u w:val="none"/>
          </w:rPr>
          <w:t>Stál</w:t>
        </w:r>
        <w:r w:rsidR="00920BB2">
          <w:rPr>
            <w:rStyle w:val="Hypertextovodkaz"/>
            <w:color w:val="auto"/>
            <w:szCs w:val="24"/>
            <w:u w:val="none"/>
          </w:rPr>
          <w:t>ou</w:t>
        </w:r>
        <w:r w:rsidR="00920BB2" w:rsidRPr="00920BB2">
          <w:rPr>
            <w:rStyle w:val="Hypertextovodkaz"/>
            <w:color w:val="auto"/>
            <w:szCs w:val="24"/>
            <w:u w:val="none"/>
          </w:rPr>
          <w:t xml:space="preserve"> komis</w:t>
        </w:r>
        <w:r w:rsidR="00920BB2">
          <w:rPr>
            <w:rStyle w:val="Hypertextovodkaz"/>
            <w:color w:val="auto"/>
            <w:szCs w:val="24"/>
            <w:u w:val="none"/>
          </w:rPr>
          <w:t>í</w:t>
        </w:r>
        <w:r w:rsidR="00920BB2" w:rsidRPr="00920BB2">
          <w:rPr>
            <w:rStyle w:val="Hypertextovodkaz"/>
            <w:color w:val="auto"/>
            <w:szCs w:val="24"/>
            <w:u w:val="none"/>
          </w:rPr>
          <w:t xml:space="preserve"> Senátu</w:t>
        </w:r>
        <w:r w:rsidR="00920BB2">
          <w:rPr>
            <w:rStyle w:val="Hypertextovodkaz"/>
            <w:color w:val="auto"/>
            <w:szCs w:val="24"/>
            <w:u w:val="none"/>
          </w:rPr>
          <w:t xml:space="preserve"> </w:t>
        </w:r>
        <w:r w:rsidR="00920BB2" w:rsidRPr="00920BB2">
          <w:rPr>
            <w:rStyle w:val="Hypertextovodkaz"/>
            <w:color w:val="auto"/>
            <w:szCs w:val="24"/>
            <w:u w:val="none"/>
          </w:rPr>
          <w:t>pro Ústavu České republiky a parlamentní procedury</w:t>
        </w:r>
      </w:hyperlink>
      <w:r>
        <w:t>.</w:t>
      </w:r>
    </w:p>
    <w:p w:rsidR="009E5BB6" w:rsidRDefault="009E5BB6" w:rsidP="004759C5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920BB2" w:rsidRDefault="00920BB2" w:rsidP="009E5BB6">
      <w:pPr>
        <w:tabs>
          <w:tab w:val="center" w:pos="1843"/>
        </w:tabs>
        <w:spacing w:after="0" w:line="240" w:lineRule="auto"/>
        <w:ind w:left="357"/>
      </w:pPr>
    </w:p>
    <w:p w:rsidR="00920BB2" w:rsidRDefault="00920BB2" w:rsidP="009E5BB6">
      <w:pPr>
        <w:tabs>
          <w:tab w:val="center" w:pos="1843"/>
        </w:tabs>
        <w:spacing w:after="0" w:line="240" w:lineRule="auto"/>
        <w:ind w:left="357"/>
      </w:pPr>
    </w:p>
    <w:p w:rsidR="00920BB2" w:rsidRDefault="00920BB2" w:rsidP="009E5BB6">
      <w:pPr>
        <w:tabs>
          <w:tab w:val="center" w:pos="1843"/>
        </w:tabs>
        <w:spacing w:after="0" w:line="240" w:lineRule="auto"/>
        <w:ind w:left="357"/>
      </w:pPr>
    </w:p>
    <w:p w:rsidR="00920BB2" w:rsidRDefault="00920BB2" w:rsidP="009E5BB6">
      <w:pPr>
        <w:tabs>
          <w:tab w:val="center" w:pos="1843"/>
        </w:tabs>
        <w:spacing w:after="0" w:line="240" w:lineRule="auto"/>
        <w:ind w:left="357"/>
      </w:pPr>
    </w:p>
    <w:p w:rsidR="00920BB2" w:rsidRDefault="00920BB2" w:rsidP="009E5BB6">
      <w:pPr>
        <w:tabs>
          <w:tab w:val="center" w:pos="1843"/>
        </w:tabs>
        <w:spacing w:after="0" w:line="240" w:lineRule="auto"/>
        <w:ind w:left="357"/>
      </w:pPr>
    </w:p>
    <w:p w:rsidR="00920BB2" w:rsidRDefault="00920BB2" w:rsidP="009E5BB6">
      <w:pPr>
        <w:tabs>
          <w:tab w:val="center" w:pos="1843"/>
        </w:tabs>
        <w:spacing w:after="0" w:line="240" w:lineRule="auto"/>
        <w:ind w:left="357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424F0D" w:rsidP="00236D64">
      <w:pPr>
        <w:tabs>
          <w:tab w:val="center" w:pos="1985"/>
        </w:tabs>
        <w:spacing w:after="0" w:line="240" w:lineRule="auto"/>
        <w:ind w:right="-995"/>
      </w:pPr>
      <w:r>
        <w:t xml:space="preserve"> </w:t>
      </w:r>
      <w:r w:rsidR="00B44231">
        <w:tab/>
      </w:r>
      <w:r>
        <w:t xml:space="preserve"> </w:t>
      </w:r>
      <w:r w:rsidR="00B44231">
        <w:t>Dominik FERI</w:t>
      </w:r>
      <w:r>
        <w:tab/>
      </w:r>
      <w:r w:rsidR="00F60425">
        <w:t xml:space="preserve">v. r. </w:t>
      </w:r>
      <w:r w:rsidR="00D932ED">
        <w:tab/>
      </w:r>
      <w:r w:rsidR="00D932ED">
        <w:tab/>
      </w:r>
      <w:r w:rsidR="00D932ED">
        <w:tab/>
      </w:r>
      <w:r w:rsidR="00D932ED">
        <w:tab/>
        <w:t>Mgr. Marek VÝBORNÝ</w:t>
      </w:r>
      <w:r w:rsidR="00F60425">
        <w:t xml:space="preserve"> v. r.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DF5C9F">
        <w:tab/>
      </w:r>
      <w:r w:rsidR="00F60425">
        <w:t xml:space="preserve">  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</w:t>
      </w:r>
      <w:r w:rsidR="00DF5C9F">
        <w:t xml:space="preserve">   </w:t>
      </w:r>
      <w:r w:rsidR="003F73C2">
        <w:t xml:space="preserve"> 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F60425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9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BB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4F262D"/>
    <w:multiLevelType w:val="hybridMultilevel"/>
    <w:tmpl w:val="7A36EDD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4B3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36D64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2FC7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51971"/>
    <w:rsid w:val="00451C05"/>
    <w:rsid w:val="004668BF"/>
    <w:rsid w:val="004759C5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619A5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C3C54"/>
    <w:rsid w:val="00903269"/>
    <w:rsid w:val="00917A79"/>
    <w:rsid w:val="00920BB2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6B69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44231"/>
    <w:rsid w:val="00B53E8D"/>
    <w:rsid w:val="00B6470E"/>
    <w:rsid w:val="00B715B6"/>
    <w:rsid w:val="00B71741"/>
    <w:rsid w:val="00B82461"/>
    <w:rsid w:val="00BB265D"/>
    <w:rsid w:val="00BD5033"/>
    <w:rsid w:val="00BF7C20"/>
    <w:rsid w:val="00C0044D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932ED"/>
    <w:rsid w:val="00DA7D64"/>
    <w:rsid w:val="00DC29E4"/>
    <w:rsid w:val="00DF5C9F"/>
    <w:rsid w:val="00DF7105"/>
    <w:rsid w:val="00E07BC0"/>
    <w:rsid w:val="00E149E9"/>
    <w:rsid w:val="00E1670F"/>
    <w:rsid w:val="00E22C6E"/>
    <w:rsid w:val="00E4075F"/>
    <w:rsid w:val="00E56C7F"/>
    <w:rsid w:val="00E97283"/>
    <w:rsid w:val="00EA3461"/>
    <w:rsid w:val="00EA6BAD"/>
    <w:rsid w:val="00EC0DD8"/>
    <w:rsid w:val="00EC32C6"/>
    <w:rsid w:val="00ED15A8"/>
    <w:rsid w:val="00EF3B15"/>
    <w:rsid w:val="00EF679B"/>
    <w:rsid w:val="00F123EA"/>
    <w:rsid w:val="00F2482C"/>
    <w:rsid w:val="00F443EA"/>
    <w:rsid w:val="00F545FE"/>
    <w:rsid w:val="00F60425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49B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at.cz/organy/index.php?lng=cz&amp;ke_dni=11.06.2020&amp;O=12&amp;par_2=4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6B0A8-7036-452C-AE6C-0563441F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18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13</cp:revision>
  <cp:lastPrinted>2020-06-11T14:36:00Z</cp:lastPrinted>
  <dcterms:created xsi:type="dcterms:W3CDTF">2020-06-11T07:20:00Z</dcterms:created>
  <dcterms:modified xsi:type="dcterms:W3CDTF">2020-06-15T09:58:00Z</dcterms:modified>
</cp:coreProperties>
</file>