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4F626B">
        <w:rPr>
          <w:b w:val="0"/>
          <w:i w:val="0"/>
        </w:rPr>
        <w:t>0118194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027D6" w:rsidP="000E730C">
      <w:pPr>
        <w:pStyle w:val="PS-slousnesen"/>
      </w:pPr>
      <w:r>
        <w:t>209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684F52">
        <w:t xml:space="preserve"> 63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684F52">
        <w:t xml:space="preserve">10. června </w:t>
      </w:r>
      <w:r w:rsidR="00D5440C">
        <w:t>2020</w:t>
      </w:r>
    </w:p>
    <w:p w:rsidR="004A4F60" w:rsidRDefault="004A4F60" w:rsidP="005C2180">
      <w:pPr>
        <w:pStyle w:val="Bezmezer"/>
      </w:pPr>
    </w:p>
    <w:p w:rsidR="00A13EE8" w:rsidRPr="00A13EE8" w:rsidRDefault="00684F52" w:rsidP="00A13EE8">
      <w:pPr>
        <w:spacing w:after="0" w:line="240" w:lineRule="auto"/>
        <w:jc w:val="center"/>
        <w:rPr>
          <w:szCs w:val="24"/>
        </w:rPr>
      </w:pPr>
      <w:r w:rsidRPr="00C13B96">
        <w:rPr>
          <w:shd w:val="clear" w:color="auto" w:fill="FFFFFF"/>
        </w:rPr>
        <w:t>Vládní návrh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</w:t>
      </w:r>
      <w:r w:rsidRPr="00C13B96">
        <w:t xml:space="preserve"> (tisk 545)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684F52">
        <w:t xml:space="preserve">odůvodnění </w:t>
      </w:r>
      <w:r>
        <w:t>náměstka ministr</w:t>
      </w:r>
      <w:r w:rsidR="00D14353">
        <w:t>yně</w:t>
      </w:r>
      <w:r>
        <w:t xml:space="preserve"> spravedlnosti Mgr. Michala Fraňka, zpravodaj</w:t>
      </w:r>
      <w:r w:rsidR="00684F52">
        <w:t xml:space="preserve">ské zprávě posl. JUDr. Jana Chvojky </w:t>
      </w:r>
      <w:r>
        <w:t>a</w:t>
      </w:r>
      <w:r w:rsidR="004F626B">
        <w:t xml:space="preserve"> v obecné</w:t>
      </w:r>
      <w:r w:rsidR="009E5BB6">
        <w:t xml:space="preserve">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F027D6">
      <w:pPr>
        <w:spacing w:after="0"/>
      </w:pPr>
    </w:p>
    <w:p w:rsidR="009E5BB6" w:rsidRDefault="00F027D6" w:rsidP="00F027D6">
      <w:pPr>
        <w:pStyle w:val="PS-slovanseznam"/>
        <w:spacing w:after="0"/>
        <w:ind w:left="567" w:hanging="567"/>
      </w:pPr>
      <w:r>
        <w:rPr>
          <w:rStyle w:val="proloenChar"/>
        </w:rPr>
        <w:t>přerušuje</w:t>
      </w:r>
      <w:r w:rsidR="00A5284F">
        <w:t xml:space="preserve"> </w:t>
      </w:r>
      <w:r>
        <w:t xml:space="preserve"> projednávání </w:t>
      </w:r>
      <w:r w:rsidR="00A5284F">
        <w:t xml:space="preserve">sněmovního </w:t>
      </w:r>
      <w:r>
        <w:t>tisku 545 do zářijové schůze výboru</w:t>
      </w:r>
      <w:r w:rsidR="009E5BB6" w:rsidRPr="00FC2A3C">
        <w:t>,</w:t>
      </w:r>
    </w:p>
    <w:p w:rsidR="00F027D6" w:rsidRDefault="00F027D6" w:rsidP="00F027D6">
      <w:pPr>
        <w:pStyle w:val="PS-slovanseznam"/>
        <w:numPr>
          <w:ilvl w:val="0"/>
          <w:numId w:val="0"/>
        </w:numPr>
        <w:spacing w:after="0"/>
        <w:ind w:left="567"/>
      </w:pPr>
    </w:p>
    <w:p w:rsidR="00F545FE" w:rsidRPr="00F027D6" w:rsidRDefault="009E5BB6" w:rsidP="00F027D6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doporučuje</w:t>
      </w:r>
      <w:r w:rsidR="004F626B">
        <w:rPr>
          <w:rStyle w:val="proloenChar"/>
        </w:rPr>
        <w:t xml:space="preserve"> </w:t>
      </w:r>
      <w:r w:rsidR="00F027D6">
        <w:t>v </w:t>
      </w:r>
      <w:r w:rsidR="00A5284F">
        <w:t xml:space="preserve"> </w:t>
      </w:r>
      <w:r w:rsidR="00F027D6">
        <w:t xml:space="preserve">prvním </w:t>
      </w:r>
      <w:r w:rsidR="00F027D6">
        <w:rPr>
          <w:szCs w:val="24"/>
        </w:rPr>
        <w:t>zářijovém týdnu uskutečnit seminář s představiteli Ministerstva spravedlnosti Slovenské republiky,</w:t>
      </w:r>
    </w:p>
    <w:p w:rsidR="00F027D6" w:rsidRPr="00F027D6" w:rsidRDefault="00F027D6" w:rsidP="00F027D6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B82461" w:rsidRPr="00F027D6" w:rsidRDefault="004F626B" w:rsidP="00F027D6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se</w:t>
      </w:r>
      <w:r w:rsidR="00A5284F">
        <w:rPr>
          <w:rStyle w:val="proloenChar"/>
        </w:rPr>
        <w:t xml:space="preserve"> zavazuje</w:t>
      </w:r>
      <w:r w:rsidR="00F027D6">
        <w:rPr>
          <w:rStyle w:val="proloenChar"/>
        </w:rPr>
        <w:t>,</w:t>
      </w:r>
      <w:r w:rsidR="009E5BB6" w:rsidRPr="00FC2A3C">
        <w:t xml:space="preserve"> </w:t>
      </w:r>
      <w:r w:rsidR="00F027D6">
        <w:t xml:space="preserve">že </w:t>
      </w:r>
      <w:r w:rsidR="00F027D6" w:rsidRPr="00F027D6">
        <w:rPr>
          <w:szCs w:val="24"/>
        </w:rPr>
        <w:t xml:space="preserve">ukončí projednávání </w:t>
      </w:r>
      <w:r w:rsidR="00043DB5">
        <w:rPr>
          <w:szCs w:val="24"/>
        </w:rPr>
        <w:t xml:space="preserve">sněmovního </w:t>
      </w:r>
      <w:bookmarkStart w:id="0" w:name="_GoBack"/>
      <w:bookmarkEnd w:id="0"/>
      <w:r w:rsidR="00F027D6" w:rsidRPr="00F027D6">
        <w:rPr>
          <w:szCs w:val="24"/>
        </w:rPr>
        <w:t xml:space="preserve">tisku 545 nejpozději </w:t>
      </w:r>
      <w:r w:rsidR="00A5284F">
        <w:rPr>
          <w:szCs w:val="24"/>
        </w:rPr>
        <w:t xml:space="preserve">do zahájení </w:t>
      </w:r>
      <w:r w:rsidR="00B6212B">
        <w:rPr>
          <w:szCs w:val="24"/>
        </w:rPr>
        <w:t xml:space="preserve">řádné </w:t>
      </w:r>
      <w:r w:rsidR="00A5284F">
        <w:rPr>
          <w:szCs w:val="24"/>
        </w:rPr>
        <w:t xml:space="preserve">schůze Poslanecké sněmovny </w:t>
      </w:r>
      <w:r w:rsidR="00F027D6" w:rsidRPr="00F027D6">
        <w:rPr>
          <w:szCs w:val="24"/>
        </w:rPr>
        <w:t>v září 2020</w:t>
      </w:r>
      <w:r w:rsidR="00F027D6">
        <w:rPr>
          <w:szCs w:val="24"/>
        </w:rPr>
        <w:t>,</w:t>
      </w:r>
    </w:p>
    <w:p w:rsidR="00F027D6" w:rsidRPr="00FC2A3C" w:rsidRDefault="00F027D6" w:rsidP="00F027D6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B82461" w:rsidRDefault="00F027D6" w:rsidP="00F027D6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 xml:space="preserve">prodlužuje </w:t>
      </w:r>
      <w:r w:rsidR="009E5BB6" w:rsidRPr="00FC2A3C">
        <w:t xml:space="preserve"> </w:t>
      </w:r>
      <w:r>
        <w:t xml:space="preserve">termín </w:t>
      </w:r>
      <w:r w:rsidR="009E5BB6" w:rsidRPr="00FC2A3C">
        <w:t xml:space="preserve"> </w:t>
      </w:r>
      <w:r>
        <w:rPr>
          <w:szCs w:val="24"/>
        </w:rPr>
        <w:t>pro podávání pozměňovacích návrhů do 31. července 2020 s tím, že k později podaným návrhům nebude výbor přihlížet,</w:t>
      </w:r>
    </w:p>
    <w:p w:rsidR="00B82461" w:rsidRPr="00FC2A3C" w:rsidRDefault="00B82461" w:rsidP="00F027D6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9E5BB6" w:rsidRDefault="00F027D6" w:rsidP="00F027D6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žádá</w:t>
      </w:r>
      <w:r w:rsidRPr="00F027D6">
        <w:rPr>
          <w:szCs w:val="24"/>
        </w:rPr>
        <w:t xml:space="preserve"> </w:t>
      </w:r>
      <w:r>
        <w:rPr>
          <w:szCs w:val="24"/>
        </w:rPr>
        <w:t xml:space="preserve">  podvýbor pro problematiku exekucí, insolvencí a oddlužení, aby se </w:t>
      </w:r>
      <w:r w:rsidR="00A5284F">
        <w:rPr>
          <w:szCs w:val="24"/>
        </w:rPr>
        <w:t xml:space="preserve">vyjádřil do zářijové schůze výboru k pozměňovacím návrhům, </w:t>
      </w:r>
      <w:r>
        <w:rPr>
          <w:szCs w:val="24"/>
        </w:rPr>
        <w:t>které budou podány do 31. července 2020</w:t>
      </w:r>
      <w:r w:rsidR="004F626B">
        <w:t>,</w:t>
      </w:r>
    </w:p>
    <w:p w:rsidR="00F027D6" w:rsidRDefault="00F027D6" w:rsidP="00F027D6">
      <w:pPr>
        <w:pStyle w:val="Odstavecseseznamem"/>
        <w:spacing w:after="0"/>
        <w:ind w:left="567" w:hanging="567"/>
      </w:pPr>
    </w:p>
    <w:p w:rsidR="00F027D6" w:rsidRDefault="00F027D6" w:rsidP="00F027D6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žádá</w:t>
      </w:r>
      <w:r w:rsidRPr="00F027D6">
        <w:rPr>
          <w:szCs w:val="24"/>
        </w:rPr>
        <w:t xml:space="preserve"> </w:t>
      </w:r>
      <w:r>
        <w:rPr>
          <w:szCs w:val="24"/>
        </w:rPr>
        <w:t xml:space="preserve"> podvýbor pro problematiku exekucí, insolvencí a oddlužení, aby uspořádal ve vhodném termínu seminář s možností účasti veřejnosti</w:t>
      </w:r>
      <w:r w:rsidR="00A5284F">
        <w:rPr>
          <w:szCs w:val="24"/>
        </w:rPr>
        <w:t>.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684F5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JUDr. Jan  CHVOJKA</w:t>
      </w:r>
      <w:r w:rsidR="004F626B">
        <w:t xml:space="preserve"> v. r. </w:t>
      </w:r>
      <w:r w:rsidR="00424F0D">
        <w:tab/>
      </w:r>
      <w:r w:rsidR="004F626B">
        <w:t xml:space="preserve">            </w:t>
      </w:r>
      <w:r w:rsidR="00F027D6">
        <w:tab/>
        <w:t xml:space="preserve">     Mgr. Marek VÝBORNÝ</w:t>
      </w:r>
      <w:r w:rsidR="004F626B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4F626B">
        <w:t xml:space="preserve">    </w:t>
      </w:r>
      <w:r>
        <w:t>zpravodaj</w:t>
      </w:r>
      <w:r w:rsidR="00684F52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</w:t>
      </w:r>
      <w:r w:rsidR="00F027D6">
        <w:t xml:space="preserve">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4F626B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84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3DB5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4B6D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2C71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4F626B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84F52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284F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212B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D5B0F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027D6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D67D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646E3-F39B-4C79-83B3-4004535E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28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7</cp:revision>
  <cp:lastPrinted>2020-06-15T10:19:00Z</cp:lastPrinted>
  <dcterms:created xsi:type="dcterms:W3CDTF">2020-06-11T09:21:00Z</dcterms:created>
  <dcterms:modified xsi:type="dcterms:W3CDTF">2020-06-15T12:55:00Z</dcterms:modified>
</cp:coreProperties>
</file>