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22CFD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305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F558B">
        <w:t>e</w:t>
      </w:r>
      <w:r w:rsidR="00D87B3C">
        <w:t xml:space="preserve"> </w:t>
      </w:r>
      <w:r w:rsidR="008F558B">
        <w:t>42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F558B">
        <w:rPr>
          <w:bCs/>
          <w:iCs/>
        </w:rPr>
        <w:t>10</w:t>
      </w:r>
      <w:r>
        <w:rPr>
          <w:bCs/>
          <w:iCs/>
        </w:rPr>
        <w:t xml:space="preserve">. </w:t>
      </w:r>
      <w:r w:rsidR="008F558B">
        <w:rPr>
          <w:bCs/>
          <w:iCs/>
        </w:rPr>
        <w:t>červn</w:t>
      </w:r>
      <w:r w:rsidR="00EF638C">
        <w:rPr>
          <w:bCs/>
          <w:iCs/>
        </w:rPr>
        <w:t>a</w:t>
      </w:r>
      <w:r>
        <w:rPr>
          <w:bCs/>
          <w:iCs/>
        </w:rPr>
        <w:t xml:space="preserve"> </w:t>
      </w:r>
      <w:r w:rsidR="00EF638C">
        <w:rPr>
          <w:bCs/>
          <w:iCs/>
        </w:rPr>
        <w:t>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0A2852" w:rsidRPr="00624DFA">
        <w:t>návrh</w:t>
      </w:r>
      <w:r w:rsidR="000A2852">
        <w:t>u</w:t>
      </w:r>
      <w:r w:rsidR="000A2852" w:rsidRPr="00624DFA">
        <w:t xml:space="preserve"> zákona, </w:t>
      </w:r>
      <w:r w:rsidR="008F558B" w:rsidRPr="008F558B">
        <w:t xml:space="preserve">kterým se mění zákon č. 416/2009 Sb., o urychlení výstavby dopravní, vodní a energetické infrastruktury a infrastruktury elektronických komunikací, ve znění pozdějších předpisů, a další související zákony – </w:t>
      </w:r>
      <w:r w:rsidR="008F558B" w:rsidRPr="008F558B">
        <w:rPr>
          <w:b/>
        </w:rPr>
        <w:t>sněmovní tisk 673</w:t>
      </w:r>
    </w:p>
    <w:p w:rsidR="00EF638C" w:rsidRPr="00282A9E" w:rsidRDefault="00EF638C" w:rsidP="00021222">
      <w:pPr>
        <w:suppressAutoHyphens/>
        <w:spacing w:before="48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EF638C" w:rsidRPr="00234153" w:rsidRDefault="00EF638C" w:rsidP="00021222">
      <w:pPr>
        <w:pStyle w:val="Odstavecseseznamem"/>
        <w:numPr>
          <w:ilvl w:val="0"/>
          <w:numId w:val="27"/>
        </w:numPr>
        <w:suppressAutoHyphens/>
        <w:spacing w:before="480" w:after="48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8F558B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673</w:t>
      </w:r>
      <w:r w:rsidR="00C54959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EF638C" w:rsidRDefault="00EF638C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 w:line="259" w:lineRule="auto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EF638C" w:rsidRPr="007315D8" w:rsidRDefault="00EF638C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CC7DE7">
        <w:t xml:space="preserve">M.1  </w:t>
      </w:r>
      <w:r w:rsidR="00CE0075">
        <w:t>posl. Černohorského</w:t>
      </w:r>
    </w:p>
    <w:p w:rsidR="00CE0075" w:rsidRPr="00CE0075" w:rsidRDefault="00CC7DE7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AF3579">
        <w:t>I</w:t>
      </w:r>
      <w:r>
        <w:t xml:space="preserve">.4 </w:t>
      </w:r>
      <w:r w:rsidR="00CE0075">
        <w:t>posl. Kolovratníka</w:t>
      </w:r>
      <w:r>
        <w:t xml:space="preserve"> </w:t>
      </w:r>
    </w:p>
    <w:p w:rsidR="00CC7DE7" w:rsidRDefault="00CE0075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ind w:left="1429" w:hanging="357"/>
        <w:jc w:val="both"/>
        <w:textAlignment w:val="baseline"/>
        <w:rPr>
          <w:i/>
        </w:rPr>
      </w:pPr>
      <w:r>
        <w:rPr>
          <w:i/>
        </w:rPr>
        <w:t>v případě odhlasování</w:t>
      </w:r>
      <w:r w:rsidR="00CC7DE7" w:rsidRPr="00CC7DE7">
        <w:rPr>
          <w:i/>
        </w:rPr>
        <w:t xml:space="preserve"> je</w:t>
      </w:r>
      <w:r>
        <w:rPr>
          <w:i/>
        </w:rPr>
        <w:t xml:space="preserve"> pozměňovací návrh HV</w:t>
      </w:r>
      <w:r w:rsidR="00CC7DE7" w:rsidRPr="00CC7DE7">
        <w:rPr>
          <w:i/>
        </w:rPr>
        <w:t xml:space="preserve"> A.1 nehlasovatelný</w:t>
      </w:r>
    </w:p>
    <w:p w:rsidR="00CE0075" w:rsidRDefault="00CE0075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ind w:left="1429" w:hanging="357"/>
        <w:jc w:val="both"/>
        <w:textAlignment w:val="baseline"/>
        <w:rPr>
          <w:i/>
        </w:rPr>
      </w:pPr>
      <w:r>
        <w:rPr>
          <w:i/>
        </w:rPr>
        <w:t>v případě neodhlasování pozměňovacího návrhu I.4 hlasovat pozměňovací návrh A.1</w:t>
      </w:r>
    </w:p>
    <w:p w:rsidR="00CC7DE7" w:rsidRDefault="00CC7DE7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t xml:space="preserve">pozměňovací návrh </w:t>
      </w:r>
      <w:r w:rsidR="00CE0075">
        <w:t xml:space="preserve"> </w:t>
      </w:r>
      <w:r w:rsidRPr="00CC7DE7">
        <w:t>A.2</w:t>
      </w:r>
      <w:r w:rsidR="00CE0075">
        <w:t xml:space="preserve"> hospodářského výboru</w:t>
      </w:r>
      <w:r w:rsidRPr="00CC7DE7">
        <w:t xml:space="preserve"> </w:t>
      </w:r>
    </w:p>
    <w:p w:rsidR="00EF638C" w:rsidRDefault="00CC7DE7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t>pozměňovací návrh</w:t>
      </w:r>
      <w:r>
        <w:t xml:space="preserve"> M.3 </w:t>
      </w:r>
      <w:r w:rsidR="00CE0075">
        <w:t>pos</w:t>
      </w:r>
      <w:r w:rsidR="00304D59">
        <w:t>l.</w:t>
      </w:r>
      <w:r w:rsidR="00CE0075">
        <w:t xml:space="preserve"> Černohorského</w:t>
      </w:r>
    </w:p>
    <w:p w:rsidR="00CE0075" w:rsidRDefault="00CE0075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  <w:rPr>
          <w:i/>
        </w:rPr>
      </w:pPr>
      <w:r w:rsidRPr="00CE0075">
        <w:rPr>
          <w:i/>
        </w:rPr>
        <w:t xml:space="preserve">v případě odhlasování je pozměňovací návrh HV </w:t>
      </w:r>
      <w:r w:rsidR="007011CF">
        <w:rPr>
          <w:i/>
        </w:rPr>
        <w:t xml:space="preserve">A.3 </w:t>
      </w:r>
      <w:r w:rsidRPr="00CE0075">
        <w:rPr>
          <w:i/>
        </w:rPr>
        <w:t>nehlasovatelný</w:t>
      </w:r>
    </w:p>
    <w:p w:rsidR="00CE0075" w:rsidRPr="00CE0075" w:rsidRDefault="00CE0075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  <w:rPr>
          <w:i/>
        </w:rPr>
      </w:pPr>
      <w:r>
        <w:rPr>
          <w:i/>
        </w:rPr>
        <w:t>v případě neodhlasování pozměňovací</w:t>
      </w:r>
      <w:r w:rsidR="00304D59">
        <w:rPr>
          <w:i/>
        </w:rPr>
        <w:t xml:space="preserve">ho návrhu M.3 hlasovat pozměňovací návrh A.3 </w:t>
      </w:r>
    </w:p>
    <w:p w:rsidR="00CC7DE7" w:rsidRDefault="00CC7DE7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t>pozměňovací návrh</w:t>
      </w:r>
      <w:r>
        <w:t xml:space="preserve"> M.4 </w:t>
      </w:r>
      <w:r w:rsidR="00304D59">
        <w:t>posl. Černohorského</w:t>
      </w:r>
    </w:p>
    <w:p w:rsidR="00304D59" w:rsidRDefault="00304D59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  <w:rPr>
          <w:i/>
        </w:rPr>
      </w:pPr>
      <w:r w:rsidRPr="00304D59">
        <w:rPr>
          <w:i/>
        </w:rPr>
        <w:t>v případě odhlasování je pozměňovací návrh HV A.4 nehlasovatelný</w:t>
      </w:r>
    </w:p>
    <w:p w:rsidR="00304D59" w:rsidRPr="00304D59" w:rsidRDefault="00304D59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  <w:rPr>
          <w:i/>
        </w:rPr>
      </w:pPr>
      <w:r>
        <w:rPr>
          <w:i/>
        </w:rPr>
        <w:t>v případě neodhlasování pozměňovacího návrhu M.4 hlasovat pozměňovací návrh A.4</w:t>
      </w:r>
    </w:p>
    <w:p w:rsidR="00CC7DE7" w:rsidRDefault="00CC7DE7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lastRenderedPageBreak/>
        <w:t>pozměňovací návrh</w:t>
      </w:r>
      <w:r>
        <w:t xml:space="preserve"> </w:t>
      </w:r>
      <w:r w:rsidR="00304D59">
        <w:t>M</w:t>
      </w:r>
      <w:r>
        <w:t>.</w:t>
      </w:r>
      <w:r w:rsidR="00304D59">
        <w:t>5 posl. Černohorského</w:t>
      </w:r>
    </w:p>
    <w:p w:rsidR="00CC7DE7" w:rsidRDefault="00CC7DE7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t>pozměňovací návrh</w:t>
      </w:r>
      <w:r>
        <w:t xml:space="preserve"> A.5 </w:t>
      </w:r>
      <w:r w:rsidR="00304D59">
        <w:t>hospodářského výboru</w:t>
      </w:r>
    </w:p>
    <w:p w:rsidR="00CC7DE7" w:rsidRDefault="00CC7DE7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t>pozměňovací návrh</w:t>
      </w:r>
      <w:r>
        <w:t xml:space="preserve"> A.6 </w:t>
      </w:r>
      <w:r w:rsidR="00304D59">
        <w:t>hospodářského výboru</w:t>
      </w:r>
    </w:p>
    <w:p w:rsidR="00CC7DE7" w:rsidRDefault="00CC7DE7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t>pozměňovací návrh</w:t>
      </w:r>
      <w:r>
        <w:t xml:space="preserve"> A.7 </w:t>
      </w:r>
      <w:r w:rsidR="00304D59">
        <w:t>hospodářského výboru</w:t>
      </w:r>
    </w:p>
    <w:p w:rsidR="00304D59" w:rsidRDefault="00CC7DE7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t>pozměňovací návrh</w:t>
      </w:r>
      <w:r>
        <w:t xml:space="preserve"> </w:t>
      </w:r>
      <w:r w:rsidR="006A2A0B">
        <w:t xml:space="preserve">L.1 </w:t>
      </w:r>
      <w:r>
        <w:t xml:space="preserve">posl. Jurečky </w:t>
      </w:r>
    </w:p>
    <w:p w:rsidR="00CC7DE7" w:rsidRPr="006A2A0B" w:rsidRDefault="006A2A0B" w:rsidP="00021222">
      <w:pPr>
        <w:pStyle w:val="Normlnweb"/>
        <w:widowControl w:val="0"/>
        <w:numPr>
          <w:ilvl w:val="0"/>
          <w:numId w:val="34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</w:pPr>
      <w:r>
        <w:rPr>
          <w:i/>
        </w:rPr>
        <w:t xml:space="preserve">v případě </w:t>
      </w:r>
      <w:r w:rsidR="00304D59">
        <w:rPr>
          <w:i/>
        </w:rPr>
        <w:t>o</w:t>
      </w:r>
      <w:r w:rsidR="00CC7DE7" w:rsidRPr="00CC7DE7">
        <w:rPr>
          <w:i/>
        </w:rPr>
        <w:t>dhlasování</w:t>
      </w:r>
      <w:r>
        <w:rPr>
          <w:i/>
        </w:rPr>
        <w:t xml:space="preserve"> jsou pozměňovací návrhy poslance Jurečky L.2 a L.3 nehlaso</w:t>
      </w:r>
      <w:r w:rsidR="00CC7DE7" w:rsidRPr="00CC7DE7">
        <w:rPr>
          <w:i/>
        </w:rPr>
        <w:t>vatelné</w:t>
      </w:r>
    </w:p>
    <w:p w:rsidR="006A2A0B" w:rsidRPr="006A2A0B" w:rsidRDefault="006A2A0B" w:rsidP="00021222">
      <w:pPr>
        <w:pStyle w:val="Normlnweb"/>
        <w:widowControl w:val="0"/>
        <w:numPr>
          <w:ilvl w:val="0"/>
          <w:numId w:val="34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</w:pPr>
      <w:r>
        <w:rPr>
          <w:i/>
        </w:rPr>
        <w:t>v případě neodhlasování pozměňovacího návrhu L.1 hlasovat pozměňovací návrh L.2</w:t>
      </w:r>
    </w:p>
    <w:p w:rsidR="006A2A0B" w:rsidRPr="006A2A0B" w:rsidRDefault="006A2A0B" w:rsidP="00021222">
      <w:pPr>
        <w:pStyle w:val="Normlnweb"/>
        <w:widowControl w:val="0"/>
        <w:numPr>
          <w:ilvl w:val="0"/>
          <w:numId w:val="34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</w:pPr>
      <w:r>
        <w:rPr>
          <w:i/>
        </w:rPr>
        <w:t>v případě odhlasování je pozměňovací návrh poslance Jurečky L.3 nehlasovatelný</w:t>
      </w:r>
    </w:p>
    <w:p w:rsidR="006A2A0B" w:rsidRPr="00CC7DE7" w:rsidRDefault="006A2A0B" w:rsidP="00021222">
      <w:pPr>
        <w:pStyle w:val="Normlnweb"/>
        <w:widowControl w:val="0"/>
        <w:numPr>
          <w:ilvl w:val="0"/>
          <w:numId w:val="34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</w:pPr>
      <w:r>
        <w:rPr>
          <w:i/>
        </w:rPr>
        <w:t>v případě neodhlasování pozměňovacího návrhu L.2 hlasovat pozměňovací návrh L.3</w:t>
      </w:r>
    </w:p>
    <w:p w:rsidR="00CC7DE7" w:rsidRDefault="00CC7DE7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t>pozměňovací návrh</w:t>
      </w:r>
      <w:r w:rsidR="006A2A0B">
        <w:t>y A.8 až A.26</w:t>
      </w:r>
      <w:r w:rsidR="002C3BD3">
        <w:t xml:space="preserve"> hospodářského výboru</w:t>
      </w:r>
    </w:p>
    <w:p w:rsidR="006A2A0B" w:rsidRDefault="006A2A0B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>
        <w:t>pozměňovací návrhy A.27 až A.34 hospodářského výboru</w:t>
      </w:r>
    </w:p>
    <w:p w:rsidR="006A2A0B" w:rsidRDefault="006A2A0B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>
        <w:t>pozměňovací návrhy A.35 až A.37 hospodářského výboru</w:t>
      </w:r>
    </w:p>
    <w:p w:rsidR="006A2A0B" w:rsidRDefault="006A2A0B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>
        <w:t>pozměňovací návrh A.38 hospodářského výboru</w:t>
      </w:r>
    </w:p>
    <w:p w:rsidR="006A2A0B" w:rsidRDefault="006A2A0B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>
        <w:t>pozměňovací návrh A.39 hospodářského výboru</w:t>
      </w:r>
    </w:p>
    <w:p w:rsidR="00442138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t>pozměňovací návrh</w:t>
      </w:r>
      <w:r>
        <w:t xml:space="preserve"> B </w:t>
      </w:r>
      <w:r w:rsidR="002C3BD3">
        <w:t>posl. Ožanové</w:t>
      </w:r>
    </w:p>
    <w:p w:rsidR="002C3BD3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t>pozměňovací návrh</w:t>
      </w:r>
      <w:r>
        <w:t xml:space="preserve"> C </w:t>
      </w:r>
      <w:r w:rsidR="002C3BD3">
        <w:t>posl. Dolínka</w:t>
      </w:r>
    </w:p>
    <w:p w:rsidR="002C3BD3" w:rsidRPr="002C3BD3" w:rsidRDefault="00442138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</w:pPr>
      <w:r w:rsidRPr="00442138">
        <w:rPr>
          <w:i/>
        </w:rPr>
        <w:t xml:space="preserve">v případě odhlasování je </w:t>
      </w:r>
      <w:r w:rsidR="002C3BD3">
        <w:rPr>
          <w:i/>
        </w:rPr>
        <w:t xml:space="preserve">pozměňovací návrh </w:t>
      </w:r>
      <w:r w:rsidRPr="00442138">
        <w:rPr>
          <w:i/>
        </w:rPr>
        <w:t xml:space="preserve"> </w:t>
      </w:r>
      <w:r w:rsidR="00906F53">
        <w:rPr>
          <w:i/>
        </w:rPr>
        <w:t xml:space="preserve">poslance Třešňáka </w:t>
      </w:r>
      <w:r w:rsidRPr="00442138">
        <w:rPr>
          <w:i/>
        </w:rPr>
        <w:t>F.2 nehlasovatelný</w:t>
      </w:r>
    </w:p>
    <w:p w:rsidR="00442138" w:rsidRPr="00442138" w:rsidRDefault="002C3BD3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</w:pPr>
      <w:r>
        <w:rPr>
          <w:i/>
        </w:rPr>
        <w:t>v </w:t>
      </w:r>
      <w:r w:rsidR="00442138">
        <w:rPr>
          <w:i/>
        </w:rPr>
        <w:t>případě</w:t>
      </w:r>
      <w:r>
        <w:rPr>
          <w:i/>
        </w:rPr>
        <w:t xml:space="preserve"> neodhlasování pozměňovacího návrhu C hlasovat pozměňovací návrh F.2 </w:t>
      </w:r>
    </w:p>
    <w:p w:rsidR="002C3BD3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</w:pPr>
      <w:r w:rsidRPr="00CC7DE7">
        <w:t>pozměňovací návrh</w:t>
      </w:r>
      <w:r>
        <w:t xml:space="preserve"> D.1</w:t>
      </w:r>
      <w:r w:rsidR="002C3BD3">
        <w:t xml:space="preserve"> posl. Polanského</w:t>
      </w:r>
    </w:p>
    <w:p w:rsidR="002C3BD3" w:rsidRPr="002C3BD3" w:rsidRDefault="00442138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</w:pPr>
      <w:r w:rsidRPr="00442138">
        <w:rPr>
          <w:i/>
        </w:rPr>
        <w:t xml:space="preserve">v případě </w:t>
      </w:r>
      <w:r w:rsidR="002C3BD3">
        <w:rPr>
          <w:i/>
        </w:rPr>
        <w:t>odhlasování jsou pozměňovací návrhy</w:t>
      </w:r>
      <w:r w:rsidRPr="00442138">
        <w:rPr>
          <w:i/>
        </w:rPr>
        <w:t xml:space="preserve"> </w:t>
      </w:r>
      <w:r w:rsidR="002C3BD3">
        <w:rPr>
          <w:i/>
        </w:rPr>
        <w:t xml:space="preserve">poslance Kupky </w:t>
      </w:r>
      <w:r w:rsidRPr="00442138">
        <w:rPr>
          <w:i/>
        </w:rPr>
        <w:t>K.4 a K.6 nehlasovatelné</w:t>
      </w:r>
    </w:p>
    <w:p w:rsidR="00442138" w:rsidRPr="002C3BD3" w:rsidRDefault="002C3BD3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</w:pPr>
      <w:r>
        <w:rPr>
          <w:i/>
        </w:rPr>
        <w:t>v</w:t>
      </w:r>
      <w:r w:rsidR="00442138">
        <w:rPr>
          <w:i/>
        </w:rPr>
        <w:t xml:space="preserve"> případě neodhlasování </w:t>
      </w:r>
      <w:r>
        <w:rPr>
          <w:i/>
        </w:rPr>
        <w:t xml:space="preserve"> pozměňovacího návrhu D.1 </w:t>
      </w:r>
      <w:r w:rsidR="00442138">
        <w:rPr>
          <w:i/>
        </w:rPr>
        <w:t xml:space="preserve">hlasovat </w:t>
      </w:r>
      <w:r>
        <w:rPr>
          <w:i/>
        </w:rPr>
        <w:t>pozměňovací návrh</w:t>
      </w:r>
      <w:r w:rsidR="00442138">
        <w:rPr>
          <w:i/>
        </w:rPr>
        <w:t xml:space="preserve"> K.4 </w:t>
      </w:r>
    </w:p>
    <w:p w:rsidR="002C3BD3" w:rsidRPr="002C3BD3" w:rsidRDefault="002C3BD3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</w:pPr>
      <w:r>
        <w:rPr>
          <w:i/>
        </w:rPr>
        <w:t>v případě odhlasování pozměňovacího návrhu je pozměňovací návrh K.6 nehlasovatelný</w:t>
      </w:r>
    </w:p>
    <w:p w:rsidR="002C3BD3" w:rsidRPr="00442138" w:rsidRDefault="002C3BD3" w:rsidP="00021222">
      <w:pPr>
        <w:pStyle w:val="Normlnweb"/>
        <w:widowControl w:val="0"/>
        <w:numPr>
          <w:ilvl w:val="0"/>
          <w:numId w:val="33"/>
        </w:numPr>
        <w:tabs>
          <w:tab w:val="left" w:pos="1134"/>
        </w:tabs>
        <w:suppressAutoHyphens/>
        <w:spacing w:before="120" w:beforeAutospacing="0" w:line="259" w:lineRule="auto"/>
        <w:jc w:val="both"/>
        <w:textAlignment w:val="baseline"/>
      </w:pPr>
      <w:r>
        <w:rPr>
          <w:i/>
        </w:rPr>
        <w:t>v případě neodhlasování pozměňovacího návrhu K.4</w:t>
      </w:r>
      <w:r w:rsidR="00906F53">
        <w:rPr>
          <w:i/>
        </w:rPr>
        <w:t xml:space="preserve"> hlasovat pozměňovací návrh K.6</w:t>
      </w:r>
    </w:p>
    <w:p w:rsidR="00442138" w:rsidRPr="00442138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 w:rsidRPr="00CC7DE7">
        <w:t>pozměňovací návrh</w:t>
      </w:r>
      <w:r>
        <w:t xml:space="preserve"> D.2 </w:t>
      </w:r>
      <w:r w:rsidR="00906F53">
        <w:t>posl. Polanského</w:t>
      </w:r>
    </w:p>
    <w:p w:rsidR="00442138" w:rsidRPr="00442138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 w:rsidRPr="00CC7DE7">
        <w:t>pozměňovací návrh</w:t>
      </w:r>
      <w:r>
        <w:t xml:space="preserve"> D.3 </w:t>
      </w:r>
      <w:r w:rsidR="00906F53">
        <w:t>posl. Polanského</w:t>
      </w:r>
    </w:p>
    <w:p w:rsidR="00442138" w:rsidRPr="00442138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 w:rsidRPr="00CC7DE7">
        <w:t>pozměňovací návrh</w:t>
      </w:r>
      <w:r>
        <w:t xml:space="preserve"> D.4 </w:t>
      </w:r>
      <w:r w:rsidR="00906F53">
        <w:t>posl. Polanského</w:t>
      </w:r>
    </w:p>
    <w:p w:rsidR="00906F53" w:rsidRPr="00906F53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 w:rsidRPr="00CC7DE7">
        <w:t>pozměňovací návrh</w:t>
      </w:r>
      <w:r>
        <w:t xml:space="preserve"> G </w:t>
      </w:r>
      <w:r w:rsidR="00906F53">
        <w:t>posl. Birkeho</w:t>
      </w:r>
    </w:p>
    <w:p w:rsidR="00442138" w:rsidRDefault="00906F53" w:rsidP="00021222">
      <w:pPr>
        <w:pStyle w:val="Normlnweb"/>
        <w:widowControl w:val="0"/>
        <w:tabs>
          <w:tab w:val="left" w:pos="1418"/>
        </w:tabs>
        <w:suppressAutoHyphens/>
        <w:spacing w:before="120" w:beforeAutospacing="0" w:line="259" w:lineRule="auto"/>
        <w:ind w:left="1276" w:hanging="204"/>
        <w:jc w:val="both"/>
        <w:textAlignment w:val="baseline"/>
        <w:rPr>
          <w:i/>
        </w:rPr>
      </w:pPr>
      <w:r>
        <w:lastRenderedPageBreak/>
        <w:t>-</w:t>
      </w:r>
      <w:r>
        <w:rPr>
          <w:i/>
        </w:rPr>
        <w:t xml:space="preserve"> v případě odhlasování</w:t>
      </w:r>
      <w:r w:rsidR="00442138" w:rsidRPr="00442138">
        <w:rPr>
          <w:i/>
        </w:rPr>
        <w:t xml:space="preserve"> jsou </w:t>
      </w:r>
      <w:r>
        <w:rPr>
          <w:i/>
        </w:rPr>
        <w:t>pozměňovací návrhy poslance Polanského</w:t>
      </w:r>
      <w:r w:rsidR="00442138" w:rsidRPr="00442138">
        <w:rPr>
          <w:i/>
        </w:rPr>
        <w:t xml:space="preserve"> D.5 a D.6 </w:t>
      </w:r>
      <w:r>
        <w:rPr>
          <w:i/>
        </w:rPr>
        <w:t>nehlasovatelné</w:t>
      </w:r>
    </w:p>
    <w:p w:rsidR="00906F53" w:rsidRPr="00442138" w:rsidRDefault="00906F53" w:rsidP="00021222">
      <w:pPr>
        <w:pStyle w:val="Normlnweb"/>
        <w:widowControl w:val="0"/>
        <w:tabs>
          <w:tab w:val="left" w:pos="1418"/>
        </w:tabs>
        <w:suppressAutoHyphens/>
        <w:spacing w:before="120" w:beforeAutospacing="0" w:line="259" w:lineRule="auto"/>
        <w:ind w:left="1276" w:hanging="204"/>
        <w:jc w:val="both"/>
        <w:textAlignment w:val="baseline"/>
        <w:rPr>
          <w:i/>
          <w:u w:val="single"/>
        </w:rPr>
      </w:pPr>
      <w:r>
        <w:rPr>
          <w:i/>
        </w:rPr>
        <w:t>- v případě neodhlasování pozměňovacího návrhu G hlasovat pozmě</w:t>
      </w:r>
      <w:r w:rsidR="00DD40E9">
        <w:rPr>
          <w:i/>
        </w:rPr>
        <w:t xml:space="preserve">ňovací návrhy </w:t>
      </w:r>
      <w:r>
        <w:rPr>
          <w:i/>
        </w:rPr>
        <w:t>D.5</w:t>
      </w:r>
      <w:r w:rsidR="00DD40E9">
        <w:rPr>
          <w:i/>
        </w:rPr>
        <w:t xml:space="preserve"> a D.6 samostatně </w:t>
      </w:r>
    </w:p>
    <w:p w:rsidR="00442138" w:rsidRPr="00442138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 w:rsidRPr="00CC7DE7">
        <w:t>pozměňovací návrh</w:t>
      </w:r>
      <w:r>
        <w:t xml:space="preserve"> E </w:t>
      </w:r>
      <w:r w:rsidR="00906F53">
        <w:t>posl. Balcarové</w:t>
      </w:r>
    </w:p>
    <w:p w:rsidR="00442138" w:rsidRPr="00442138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 w:rsidRPr="00CC7DE7">
        <w:t>pozměňovací návrh</w:t>
      </w:r>
      <w:r>
        <w:t xml:space="preserve"> F.1 </w:t>
      </w:r>
      <w:r w:rsidR="00906F53">
        <w:t>posl. Třešňáka</w:t>
      </w:r>
    </w:p>
    <w:p w:rsidR="00442138" w:rsidRPr="00442138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 w:rsidRPr="00CC7DE7">
        <w:t>pozměňovací návrh</w:t>
      </w:r>
      <w:r w:rsidR="00906F53">
        <w:t xml:space="preserve"> I.1 posl. Kolovratníka</w:t>
      </w:r>
    </w:p>
    <w:p w:rsidR="00442138" w:rsidRPr="00442138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 w:rsidRPr="00CC7DE7">
        <w:t>pozměňovací návrh</w:t>
      </w:r>
      <w:r>
        <w:t xml:space="preserve"> I.2 </w:t>
      </w:r>
      <w:r w:rsidR="00906F53">
        <w:t>posl. Kolovratníka</w:t>
      </w:r>
    </w:p>
    <w:p w:rsidR="00442138" w:rsidRPr="00442138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 w:rsidRPr="00CC7DE7">
        <w:t>pozměňovací návrh</w:t>
      </w:r>
      <w:r>
        <w:t xml:space="preserve"> I.3 </w:t>
      </w:r>
      <w:r w:rsidR="00F77F5F">
        <w:t>posl. Kolovratníka</w:t>
      </w:r>
    </w:p>
    <w:p w:rsidR="00442138" w:rsidRPr="00DD40E9" w:rsidRDefault="00442138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 w:rsidRPr="00CC7DE7">
        <w:t>pozměňovací návrh</w:t>
      </w:r>
      <w:r>
        <w:t xml:space="preserve"> J </w:t>
      </w:r>
      <w:r w:rsidR="00F77F5F">
        <w:t>posl. Matušovské</w:t>
      </w:r>
    </w:p>
    <w:p w:rsidR="00DD40E9" w:rsidRPr="00DD40E9" w:rsidRDefault="00DD40E9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 w:rsidRPr="00CC7DE7">
        <w:t>pozměňovací</w:t>
      </w:r>
      <w:r>
        <w:t xml:space="preserve"> návrh K.5 posl. Kupky</w:t>
      </w:r>
    </w:p>
    <w:p w:rsidR="00DD40E9" w:rsidRPr="00DD40E9" w:rsidRDefault="00DD40E9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>
        <w:t>pozměňovací návrh K.1 posl. Kupky</w:t>
      </w:r>
    </w:p>
    <w:p w:rsidR="00DD40E9" w:rsidRPr="00DD40E9" w:rsidRDefault="00DD40E9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>
        <w:t>pozměňovací návrh K.2 posl. Kupky</w:t>
      </w:r>
    </w:p>
    <w:p w:rsidR="00DD40E9" w:rsidRPr="00DD40E9" w:rsidRDefault="00DD40E9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>
        <w:t>pozměňovací návrh K.3 posl. Kupky</w:t>
      </w:r>
    </w:p>
    <w:p w:rsidR="00DD40E9" w:rsidRPr="00DD40E9" w:rsidRDefault="00DD40E9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>
        <w:t>pozměňovací návrh K.7 posl. Kupky</w:t>
      </w:r>
    </w:p>
    <w:p w:rsidR="00DD40E9" w:rsidRPr="00DD40E9" w:rsidRDefault="00DD40E9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>
        <w:t>pozměňovací návrh M.2 posl. Černohorského</w:t>
      </w:r>
    </w:p>
    <w:p w:rsidR="00DD40E9" w:rsidRPr="005A5729" w:rsidRDefault="00DD40E9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line="259" w:lineRule="auto"/>
        <w:ind w:left="1072" w:hanging="363"/>
        <w:jc w:val="both"/>
        <w:textAlignment w:val="baseline"/>
        <w:rPr>
          <w:i/>
          <w:u w:val="single"/>
        </w:rPr>
      </w:pPr>
      <w:r>
        <w:t>pozměňovací návrh N posl. Ferjenčíka</w:t>
      </w:r>
    </w:p>
    <w:p w:rsidR="00EF638C" w:rsidRPr="00234153" w:rsidRDefault="00EF638C" w:rsidP="0002122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after="480" w:line="259" w:lineRule="auto"/>
        <w:ind w:left="1072" w:hanging="363"/>
        <w:jc w:val="both"/>
        <w:textAlignment w:val="baseline"/>
        <w:rPr>
          <w:i/>
        </w:rPr>
      </w:pPr>
      <w:r>
        <w:t>návrh zákona jako celek;</w:t>
      </w:r>
    </w:p>
    <w:p w:rsidR="00EF638C" w:rsidRPr="008C3CC4" w:rsidRDefault="00EF638C" w:rsidP="00021222">
      <w:pPr>
        <w:pStyle w:val="Odstavecseseznamem"/>
        <w:numPr>
          <w:ilvl w:val="0"/>
          <w:numId w:val="27"/>
        </w:numPr>
        <w:suppressAutoHyphens/>
        <w:spacing w:before="480" w:after="360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EF638C" w:rsidRPr="000755EB" w:rsidRDefault="00EF638C" w:rsidP="00021222">
      <w:pPr>
        <w:suppressAutoHyphens/>
        <w:spacing w:before="120" w:after="120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návrh </w:t>
      </w:r>
      <w:r w:rsidR="00DD40E9">
        <w:rPr>
          <w:rFonts w:ascii="Times New Roman" w:hAnsi="Times New Roman"/>
          <w:sz w:val="24"/>
          <w:szCs w:val="24"/>
        </w:rPr>
        <w:t>M.1</w:t>
      </w:r>
      <w:r w:rsidR="00DD40E9">
        <w:rPr>
          <w:rFonts w:ascii="Times New Roman" w:hAnsi="Times New Roman"/>
          <w:sz w:val="24"/>
          <w:szCs w:val="24"/>
        </w:rPr>
        <w:tab/>
      </w:r>
      <w:r w:rsidR="00DD40E9">
        <w:rPr>
          <w:rFonts w:ascii="Times New Roman" w:hAnsi="Times New Roman"/>
          <w:sz w:val="24"/>
          <w:szCs w:val="24"/>
        </w:rPr>
        <w:tab/>
      </w:r>
      <w:r w:rsidR="00CE5214">
        <w:rPr>
          <w:rFonts w:ascii="Times New Roman" w:hAnsi="Times New Roman"/>
          <w:b/>
          <w:sz w:val="24"/>
          <w:szCs w:val="24"/>
        </w:rPr>
        <w:t>nedoporučuje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F638C" w:rsidRDefault="00EF638C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 w:rsidR="00DD40E9">
        <w:rPr>
          <w:rFonts w:ascii="Times New Roman" w:hAnsi="Times New Roman"/>
          <w:sz w:val="24"/>
          <w:szCs w:val="24"/>
        </w:rPr>
        <w:t>návrh I.4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E5214">
        <w:rPr>
          <w:rFonts w:ascii="Times New Roman" w:hAnsi="Times New Roman"/>
          <w:b/>
          <w:sz w:val="24"/>
          <w:szCs w:val="24"/>
        </w:rPr>
        <w:t>doporučuje</w:t>
      </w:r>
    </w:p>
    <w:p w:rsidR="00DD40E9" w:rsidRDefault="00DD40E9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A.1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doporučuje</w:t>
      </w:r>
    </w:p>
    <w:p w:rsidR="00DD40E9" w:rsidRDefault="00DD40E9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A.2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DD40E9" w:rsidRDefault="00DD40E9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M.3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A.3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M.4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A.4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M.5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A.5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A.6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A.7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L.1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L.2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lastRenderedPageBreak/>
        <w:t xml:space="preserve">pozměňovací </w:t>
      </w:r>
      <w:r>
        <w:rPr>
          <w:rFonts w:ascii="Times New Roman" w:hAnsi="Times New Roman"/>
          <w:sz w:val="24"/>
          <w:szCs w:val="24"/>
        </w:rPr>
        <w:t>návrh L.3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návrhy A.8 až A.26</w:t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návrhy A.27 až A.34</w:t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návrhy A.35 až A.37</w:t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A.38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A.39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B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C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F.2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D.1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K.4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bez stanoviska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K.6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D.2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D.3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D.4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D.5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D.6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F.1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bez stanoviska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I.1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I.2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I.3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K.5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K.1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K.2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bez stanoviska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K.3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K.7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 M.2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604535" w:rsidRPr="00DD40E9" w:rsidRDefault="00604535" w:rsidP="00021222">
      <w:pPr>
        <w:suppressAutoHyphens/>
        <w:spacing w:before="120" w:after="12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 xml:space="preserve">pozměňovací </w:t>
      </w:r>
      <w:r>
        <w:rPr>
          <w:rFonts w:ascii="Times New Roman" w:hAnsi="Times New Roman"/>
          <w:sz w:val="24"/>
          <w:szCs w:val="24"/>
        </w:rPr>
        <w:t>návrh</w:t>
      </w:r>
      <w:r w:rsidR="00A22CFD">
        <w:rPr>
          <w:rFonts w:ascii="Times New Roman" w:hAnsi="Times New Roman"/>
          <w:sz w:val="24"/>
          <w:szCs w:val="24"/>
        </w:rPr>
        <w:t xml:space="preserve"> N</w:t>
      </w:r>
      <w:r w:rsidR="00A22CFD">
        <w:rPr>
          <w:rFonts w:ascii="Times New Roman" w:hAnsi="Times New Roman"/>
          <w:sz w:val="24"/>
          <w:szCs w:val="24"/>
        </w:rPr>
        <w:tab/>
      </w:r>
      <w:r w:rsidR="00A22CFD">
        <w:rPr>
          <w:rFonts w:ascii="Times New Roman" w:hAnsi="Times New Roman"/>
          <w:sz w:val="24"/>
          <w:szCs w:val="24"/>
        </w:rPr>
        <w:tab/>
      </w:r>
      <w:r w:rsidR="00A22CFD">
        <w:rPr>
          <w:rFonts w:ascii="Times New Roman" w:hAnsi="Times New Roman"/>
          <w:sz w:val="24"/>
          <w:szCs w:val="24"/>
        </w:rPr>
        <w:tab/>
      </w:r>
      <w:r w:rsidR="00A22CFD" w:rsidRPr="00A22CFD">
        <w:rPr>
          <w:rFonts w:ascii="Times New Roman" w:hAnsi="Times New Roman"/>
          <w:b/>
          <w:sz w:val="24"/>
          <w:szCs w:val="24"/>
        </w:rPr>
        <w:t>nedoporučuje</w:t>
      </w:r>
    </w:p>
    <w:p w:rsidR="00EF638C" w:rsidRPr="000755EB" w:rsidRDefault="00EF638C" w:rsidP="00021222">
      <w:pPr>
        <w:suppressAutoHyphens/>
        <w:spacing w:before="120" w:after="120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A22CFD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F638C" w:rsidRPr="00C03BB5" w:rsidRDefault="00EF638C" w:rsidP="00021222">
      <w:pPr>
        <w:pStyle w:val="Odstavecseseznamem"/>
        <w:numPr>
          <w:ilvl w:val="0"/>
          <w:numId w:val="29"/>
        </w:numPr>
        <w:spacing w:before="480" w:after="360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EF638C" w:rsidRDefault="00EF638C" w:rsidP="00021222">
      <w:pPr>
        <w:pStyle w:val="Odstavecseseznamem"/>
        <w:numPr>
          <w:ilvl w:val="0"/>
          <w:numId w:val="30"/>
        </w:numPr>
        <w:suppressAutoHyphens/>
        <w:spacing w:before="480" w:after="360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EF638C" w:rsidRDefault="00EF638C" w:rsidP="00021222">
      <w:pPr>
        <w:pStyle w:val="PStextHV"/>
        <w:numPr>
          <w:ilvl w:val="0"/>
          <w:numId w:val="30"/>
        </w:numPr>
        <w:spacing w:before="480" w:after="960" w:line="259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C3035B" w:rsidRPr="00524661" w:rsidRDefault="00744C47" w:rsidP="00021222">
      <w:pPr>
        <w:tabs>
          <w:tab w:val="center" w:pos="1418"/>
          <w:tab w:val="center" w:pos="4536"/>
          <w:tab w:val="center" w:pos="7655"/>
        </w:tabs>
        <w:spacing w:before="27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A417D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F558B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A417D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02122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EF638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A417DB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F2F69"/>
    <w:multiLevelType w:val="hybridMultilevel"/>
    <w:tmpl w:val="5218DECC"/>
    <w:lvl w:ilvl="0" w:tplc="FF0CF66C">
      <w:numFmt w:val="bullet"/>
      <w:lvlText w:val="–"/>
      <w:lvlJc w:val="left"/>
      <w:pPr>
        <w:ind w:left="143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5" w15:restartNumberingAfterBreak="0">
    <w:nsid w:val="247978A3"/>
    <w:multiLevelType w:val="hybridMultilevel"/>
    <w:tmpl w:val="452AD4F2"/>
    <w:lvl w:ilvl="0" w:tplc="F8F45826">
      <w:numFmt w:val="bullet"/>
      <w:lvlText w:val="-"/>
      <w:lvlJc w:val="left"/>
      <w:pPr>
        <w:ind w:left="143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8"/>
  </w:num>
  <w:num w:numId="13">
    <w:abstractNumId w:val="29"/>
  </w:num>
  <w:num w:numId="14">
    <w:abstractNumId w:val="31"/>
  </w:num>
  <w:num w:numId="15">
    <w:abstractNumId w:val="13"/>
  </w:num>
  <w:num w:numId="16">
    <w:abstractNumId w:val="27"/>
  </w:num>
  <w:num w:numId="17">
    <w:abstractNumId w:val="22"/>
  </w:num>
  <w:num w:numId="18">
    <w:abstractNumId w:val="26"/>
  </w:num>
  <w:num w:numId="19">
    <w:abstractNumId w:val="20"/>
  </w:num>
  <w:num w:numId="20">
    <w:abstractNumId w:val="28"/>
  </w:num>
  <w:num w:numId="21">
    <w:abstractNumId w:val="33"/>
  </w:num>
  <w:num w:numId="22">
    <w:abstractNumId w:val="21"/>
  </w:num>
  <w:num w:numId="23">
    <w:abstractNumId w:val="10"/>
  </w:num>
  <w:num w:numId="24">
    <w:abstractNumId w:val="11"/>
  </w:num>
  <w:num w:numId="25">
    <w:abstractNumId w:val="32"/>
  </w:num>
  <w:num w:numId="26">
    <w:abstractNumId w:val="16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25"/>
  </w:num>
  <w:num w:numId="30">
    <w:abstractNumId w:val="30"/>
  </w:num>
  <w:num w:numId="31">
    <w:abstractNumId w:val="17"/>
  </w:num>
  <w:num w:numId="32">
    <w:abstractNumId w:val="23"/>
  </w:num>
  <w:num w:numId="33">
    <w:abstractNumId w:val="15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1222"/>
    <w:rsid w:val="00023F61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1377"/>
    <w:rsid w:val="000F3F85"/>
    <w:rsid w:val="00141E53"/>
    <w:rsid w:val="001D31DB"/>
    <w:rsid w:val="001D480E"/>
    <w:rsid w:val="001D62A9"/>
    <w:rsid w:val="001E2E72"/>
    <w:rsid w:val="00216D4E"/>
    <w:rsid w:val="002214A3"/>
    <w:rsid w:val="00234536"/>
    <w:rsid w:val="002C3BD3"/>
    <w:rsid w:val="002C5CAA"/>
    <w:rsid w:val="002F496A"/>
    <w:rsid w:val="00304D59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2138"/>
    <w:rsid w:val="00444ABC"/>
    <w:rsid w:val="0047485A"/>
    <w:rsid w:val="00476F64"/>
    <w:rsid w:val="004952BA"/>
    <w:rsid w:val="004A2BEB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A5729"/>
    <w:rsid w:val="005A6FA8"/>
    <w:rsid w:val="00604535"/>
    <w:rsid w:val="00616FD9"/>
    <w:rsid w:val="006571DB"/>
    <w:rsid w:val="006817ED"/>
    <w:rsid w:val="00681EC1"/>
    <w:rsid w:val="00684000"/>
    <w:rsid w:val="006933ED"/>
    <w:rsid w:val="006964AB"/>
    <w:rsid w:val="006A2A0B"/>
    <w:rsid w:val="006B2EE6"/>
    <w:rsid w:val="006C62FB"/>
    <w:rsid w:val="006C7E89"/>
    <w:rsid w:val="006D02C4"/>
    <w:rsid w:val="006E41C4"/>
    <w:rsid w:val="006E430E"/>
    <w:rsid w:val="006F5BB3"/>
    <w:rsid w:val="007011CF"/>
    <w:rsid w:val="00704CD8"/>
    <w:rsid w:val="007169B9"/>
    <w:rsid w:val="00744C47"/>
    <w:rsid w:val="0077108E"/>
    <w:rsid w:val="00771BFD"/>
    <w:rsid w:val="00782325"/>
    <w:rsid w:val="007958F9"/>
    <w:rsid w:val="00797D48"/>
    <w:rsid w:val="007B1C49"/>
    <w:rsid w:val="007B5DE5"/>
    <w:rsid w:val="007B6DE0"/>
    <w:rsid w:val="007D5AF0"/>
    <w:rsid w:val="007F2C7C"/>
    <w:rsid w:val="007F3B14"/>
    <w:rsid w:val="00815047"/>
    <w:rsid w:val="008163FA"/>
    <w:rsid w:val="00822FAC"/>
    <w:rsid w:val="0083658A"/>
    <w:rsid w:val="00837AA7"/>
    <w:rsid w:val="008471D6"/>
    <w:rsid w:val="00850610"/>
    <w:rsid w:val="008A29E6"/>
    <w:rsid w:val="008B75CE"/>
    <w:rsid w:val="008D02DE"/>
    <w:rsid w:val="008E3EAF"/>
    <w:rsid w:val="008F558B"/>
    <w:rsid w:val="00906F53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557D"/>
    <w:rsid w:val="00A22CFD"/>
    <w:rsid w:val="00A371B0"/>
    <w:rsid w:val="00A417DB"/>
    <w:rsid w:val="00A47BEA"/>
    <w:rsid w:val="00A640F6"/>
    <w:rsid w:val="00A84635"/>
    <w:rsid w:val="00AA1BEC"/>
    <w:rsid w:val="00AB30C2"/>
    <w:rsid w:val="00AD6905"/>
    <w:rsid w:val="00AF156A"/>
    <w:rsid w:val="00AF3579"/>
    <w:rsid w:val="00B04998"/>
    <w:rsid w:val="00B17153"/>
    <w:rsid w:val="00B21021"/>
    <w:rsid w:val="00B35523"/>
    <w:rsid w:val="00B611EE"/>
    <w:rsid w:val="00B70335"/>
    <w:rsid w:val="00B823B4"/>
    <w:rsid w:val="00B85113"/>
    <w:rsid w:val="00BE35FA"/>
    <w:rsid w:val="00BF61D7"/>
    <w:rsid w:val="00BF65D9"/>
    <w:rsid w:val="00C06E69"/>
    <w:rsid w:val="00C150FE"/>
    <w:rsid w:val="00C23D8E"/>
    <w:rsid w:val="00C3035B"/>
    <w:rsid w:val="00C54849"/>
    <w:rsid w:val="00C54959"/>
    <w:rsid w:val="00C60195"/>
    <w:rsid w:val="00C67A97"/>
    <w:rsid w:val="00C907C5"/>
    <w:rsid w:val="00C92E3F"/>
    <w:rsid w:val="00C97BAC"/>
    <w:rsid w:val="00CB4AA3"/>
    <w:rsid w:val="00CB5879"/>
    <w:rsid w:val="00CC7DE7"/>
    <w:rsid w:val="00CE0075"/>
    <w:rsid w:val="00CE5214"/>
    <w:rsid w:val="00D16CDC"/>
    <w:rsid w:val="00D300A9"/>
    <w:rsid w:val="00D42F9F"/>
    <w:rsid w:val="00D70B05"/>
    <w:rsid w:val="00D87B3C"/>
    <w:rsid w:val="00DA1A01"/>
    <w:rsid w:val="00DD40E9"/>
    <w:rsid w:val="00E22264"/>
    <w:rsid w:val="00E31117"/>
    <w:rsid w:val="00E31D3B"/>
    <w:rsid w:val="00E50212"/>
    <w:rsid w:val="00E73024"/>
    <w:rsid w:val="00E83F84"/>
    <w:rsid w:val="00EA0554"/>
    <w:rsid w:val="00EA70E0"/>
    <w:rsid w:val="00EB2343"/>
    <w:rsid w:val="00EE0020"/>
    <w:rsid w:val="00EE2C12"/>
    <w:rsid w:val="00EE7105"/>
    <w:rsid w:val="00EF638C"/>
    <w:rsid w:val="00EF6829"/>
    <w:rsid w:val="00F061AC"/>
    <w:rsid w:val="00F43A5F"/>
    <w:rsid w:val="00F55AFD"/>
    <w:rsid w:val="00F6673C"/>
    <w:rsid w:val="00F67053"/>
    <w:rsid w:val="00F77F5F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DE2E5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940BA-ECFE-4D76-8310-39B24F74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9</TotalTime>
  <Pages>5</Pages>
  <Words>864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2020-06-10T15:57:00Z</cp:lastPrinted>
  <dcterms:created xsi:type="dcterms:W3CDTF">2020-06-10T14:14:00Z</dcterms:created>
  <dcterms:modified xsi:type="dcterms:W3CDTF">2020-06-10T15:58:00Z</dcterms:modified>
</cp:coreProperties>
</file>