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2BD" w:rsidRDefault="00BA62BD" w:rsidP="00BA62BD">
      <w:pPr>
        <w:pStyle w:val="ZKON"/>
      </w:pPr>
      <w:r>
        <w:t>ZÁKON</w:t>
      </w:r>
    </w:p>
    <w:p w:rsidR="00BA62BD" w:rsidRPr="00BA62BD" w:rsidRDefault="00BA62BD" w:rsidP="00BA62BD">
      <w:pPr>
        <w:pStyle w:val="nadpiszkona"/>
        <w:rPr>
          <w:b w:val="0"/>
        </w:rPr>
      </w:pPr>
      <w:r w:rsidRPr="00BA62BD">
        <w:rPr>
          <w:b w:val="0"/>
        </w:rPr>
        <w:t xml:space="preserve">ze </w:t>
      </w:r>
      <w:proofErr w:type="gramStart"/>
      <w:r w:rsidRPr="00BA62BD">
        <w:rPr>
          <w:b w:val="0"/>
        </w:rPr>
        <w:t>dne               2020</w:t>
      </w:r>
      <w:proofErr w:type="gramEnd"/>
    </w:p>
    <w:p w:rsidR="00A760F0" w:rsidRPr="00B231A6" w:rsidRDefault="00A760F0" w:rsidP="00BA62BD">
      <w:pPr>
        <w:pStyle w:val="nadpiszkona"/>
      </w:pPr>
      <w:r w:rsidRPr="00B231A6">
        <w:t>o kompenzacích osobám poskytujícím hrazené zdravotní služby zohledňujících dopady epidemie onemocnění COVID-19 v roce 2020</w:t>
      </w:r>
    </w:p>
    <w:p w:rsidR="00A760F0" w:rsidRDefault="00BA62BD" w:rsidP="00BA62BD">
      <w:pPr>
        <w:pStyle w:val="Parlament"/>
      </w:pPr>
      <w:r>
        <w:t>Parlament se usnesl na tomto zákoně České republiky:</w:t>
      </w:r>
    </w:p>
    <w:p w:rsidR="00A760F0" w:rsidRPr="00B231A6" w:rsidRDefault="00A760F0" w:rsidP="00A760F0">
      <w:pPr>
        <w:jc w:val="center"/>
      </w:pPr>
      <w:r w:rsidRPr="00B231A6">
        <w:t>§ 1</w:t>
      </w:r>
    </w:p>
    <w:p w:rsidR="00A760F0" w:rsidRPr="00B231A6" w:rsidRDefault="00A760F0" w:rsidP="00BA62BD">
      <w:pPr>
        <w:pStyle w:val="Nadpisparagrafu"/>
      </w:pPr>
      <w:r w:rsidRPr="00B231A6">
        <w:t>Kompenzace osobám poskytujícím hrazené zdravotní služby</w:t>
      </w:r>
    </w:p>
    <w:p w:rsidR="00A760F0" w:rsidRPr="00B231A6" w:rsidRDefault="00A760F0" w:rsidP="001A306A">
      <w:pPr>
        <w:pStyle w:val="Textodstavce"/>
      </w:pPr>
      <w:r w:rsidRPr="00B231A6">
        <w:t xml:space="preserve">Zdravotní pojišťovny vyplatí poskytovatelům zdravotních služeb, s nimiž mají uzavřenou smlouvu o poskytování a úhradě hrazených služeb podle zákona o veřejném zdravotním pojištění, a poskytovatelům sociálních služeb, s nimiž mají uzavřenou zvláštní smlouvu podle zákona o veřejném zdravotním pojištění, (dále jen „poskytovatel“), kompenzaci zohledňující náklady a výpadky v poskytování hrazených služeb vzniklé v důsledku epidemie onemocnění COVID-19 způsobené novým </w:t>
      </w:r>
      <w:proofErr w:type="spellStart"/>
      <w:r w:rsidRPr="00B231A6">
        <w:t>koronavirem</w:t>
      </w:r>
      <w:proofErr w:type="spellEnd"/>
      <w:r w:rsidRPr="00B231A6">
        <w:t xml:space="preserve"> označovaným jako SARS-CoV-2 (dále jen „epidemie COVID-19“) v roce 2020 (dále jen „kompenzace“). Kompenzaci zdravotní pojišťovna poskytovateli vyplatí v rámci vyúčtování zdravotních služeb hrazených zdravotní pojišťovnou z veřejného zdravotního pojištění (dále jen „hrazené služby“) poskytnutých v roce 2020 nebo formou záloh na kompenzaci před provedením tohoto vyúčtování.</w:t>
      </w:r>
    </w:p>
    <w:p w:rsidR="00A760F0" w:rsidRPr="00B231A6" w:rsidRDefault="00A760F0" w:rsidP="00BA62BD">
      <w:pPr>
        <w:pStyle w:val="Textodstavce"/>
      </w:pPr>
      <w:r w:rsidRPr="00B231A6">
        <w:t>Ministerstvo zdravotnictví stanoví vyhláškou způsob zahrnutí kompenzace do výše úhrad za hrazené služby poskytnuté v roce 2020 (dále jen „způsob kompenzace“), přičemž zohlední zejména předpokládané snížení objemu hrazených služeb poskytnutých v roce 2020, ke kterému došlo v souvislosti s epidemií COVID-19, a dále náklady vzniklé poskytovatelům v roce 2020 v důsledku péče o osoby zdravotně pojištěné podle zákona o veřejném zdravotním pojištění s onemocněním COVID-19; způsob kompenzace zahrnuje stanovení kompenzačních hodnot bodu, kompenzační výše úhrad za hrazené služby, kompenzačních regulačních omezení a výše záloh na kompenzaci.</w:t>
      </w:r>
    </w:p>
    <w:p w:rsidR="00A760F0" w:rsidRDefault="00A760F0" w:rsidP="00BA62BD">
      <w:pPr>
        <w:pStyle w:val="Textodstavce"/>
      </w:pPr>
      <w:r w:rsidRPr="00B231A6">
        <w:t>Poskytovatel a zdravotní pojišťovna se mohou do 31. března 2021 dohodnout ohledně způsobu kompenzace odlišně od vyhlášky podle odstavce 2 (dále jen „dohoda“). Dohoda podle věty první se zveřejní podle § 17 odst. 9 zákona o veřejném zdravotním pojištění a nabývá účinnosti dnem tohoto zveřejnění. Účinná dohoda se při postupu podle § 2 použije místo vyhlášky podle odstavce 2 v rozsahu, v němž byla uzavřena.</w:t>
      </w:r>
    </w:p>
    <w:p w:rsidR="001A306A" w:rsidRPr="00B231A6" w:rsidRDefault="001A306A" w:rsidP="00B82B3F">
      <w:pPr>
        <w:pStyle w:val="Textodstavce"/>
        <w:numPr>
          <w:ilvl w:val="0"/>
          <w:numId w:val="0"/>
        </w:numPr>
        <w:spacing w:after="0"/>
        <w:ind w:left="425"/>
      </w:pPr>
    </w:p>
    <w:p w:rsidR="00A760F0" w:rsidRPr="00B231A6" w:rsidRDefault="00A760F0" w:rsidP="00A760F0">
      <w:pPr>
        <w:jc w:val="center"/>
      </w:pPr>
      <w:r w:rsidRPr="00B231A6">
        <w:t>§ 2</w:t>
      </w:r>
    </w:p>
    <w:p w:rsidR="00A760F0" w:rsidRPr="00B231A6" w:rsidRDefault="00A760F0" w:rsidP="001A306A">
      <w:pPr>
        <w:pStyle w:val="Nadpisparagrafu"/>
      </w:pPr>
      <w:r w:rsidRPr="00B231A6">
        <w:t>Vyúčtování zdravotních služeb hrazených zdravotní pojišťovnou poskytnutých</w:t>
      </w:r>
      <w:r w:rsidR="001A306A">
        <w:br/>
      </w:r>
      <w:r w:rsidRPr="00B231A6">
        <w:t xml:space="preserve"> v roce 2020</w:t>
      </w:r>
    </w:p>
    <w:p w:rsidR="00A760F0" w:rsidRPr="00B231A6" w:rsidRDefault="00A760F0" w:rsidP="001A306A">
      <w:pPr>
        <w:pStyle w:val="Textodstavce"/>
        <w:numPr>
          <w:ilvl w:val="0"/>
          <w:numId w:val="6"/>
        </w:numPr>
      </w:pPr>
      <w:r w:rsidRPr="00B231A6">
        <w:t xml:space="preserve">Vyúčtování hrazených služeb poskytnutých v roce 2020 zahrnující kompenzace provede zdravotní pojišťovna u poskytovatelů poskytujících pouze ambulantní hrazené služby nebo hrazené služby poskytované ve vlastním sociálním prostředí pacienta do 30. června 2021 a u ostatních poskytovatelů do 31. srpna 2021. </w:t>
      </w:r>
    </w:p>
    <w:p w:rsidR="00A760F0" w:rsidRPr="00B231A6" w:rsidRDefault="00A760F0" w:rsidP="001A306A">
      <w:pPr>
        <w:pStyle w:val="Textodstavce"/>
        <w:numPr>
          <w:ilvl w:val="0"/>
          <w:numId w:val="6"/>
        </w:numPr>
      </w:pPr>
      <w:r w:rsidRPr="00B231A6">
        <w:t>V rámci vyúčtování podle odstavce 1 zdravotní pojišťovna vypočítá finanční nárok poskytovatele na úhradu za hrazené služby poskytnuté v roce 2020 (dále jen „finanční nárok poskytovatele“) podle</w:t>
      </w:r>
    </w:p>
    <w:p w:rsidR="00A760F0" w:rsidRPr="00B231A6" w:rsidRDefault="00A760F0" w:rsidP="001A306A">
      <w:pPr>
        <w:pStyle w:val="Textpsmene"/>
      </w:pPr>
      <w:r w:rsidRPr="00B231A6">
        <w:lastRenderedPageBreak/>
        <w:t xml:space="preserve">zákona o veřejném zdravotním pojištění a </w:t>
      </w:r>
    </w:p>
    <w:p w:rsidR="00A760F0" w:rsidRPr="00B231A6" w:rsidRDefault="00A760F0" w:rsidP="001A306A">
      <w:pPr>
        <w:pStyle w:val="Textpsmene"/>
      </w:pPr>
      <w:r w:rsidRPr="00B231A6">
        <w:t xml:space="preserve">tohoto zákona, přičemž ve věcech neupravených tímto zákonem při výpočtu použije zákon o veřejném zdravotním pojištění. </w:t>
      </w:r>
    </w:p>
    <w:p w:rsidR="00A760F0" w:rsidRPr="00B231A6" w:rsidRDefault="00A760F0" w:rsidP="001A306A">
      <w:pPr>
        <w:pStyle w:val="Textodstavce"/>
      </w:pPr>
      <w:r w:rsidRPr="00B231A6">
        <w:t>Zdravotní pojišťovna provede vyúčtování podle odstavce 1 podle toho z výpočtů podle odstavce 2 písm. a) a b), ze kterého vyplývá vyšší finanční nárok poskytovatele.</w:t>
      </w:r>
    </w:p>
    <w:p w:rsidR="00A760F0" w:rsidRPr="00B231A6" w:rsidRDefault="00A760F0" w:rsidP="001A306A">
      <w:pPr>
        <w:pStyle w:val="Textodstavce"/>
      </w:pPr>
      <w:r w:rsidRPr="00B231A6">
        <w:t>Výše kompenzace odpovídá rozdílu mezi finančním nárokem poskytovatele vypočítaným podle tohoto zákona a finančním nárokem poskytovatele podle zákona o veřejném zdravotním pojištění, přičemž k záporné výši kompenzace se nepřihlíží.</w:t>
      </w:r>
    </w:p>
    <w:p w:rsidR="001A306A" w:rsidRDefault="001A306A" w:rsidP="00A760F0">
      <w:pPr>
        <w:jc w:val="center"/>
      </w:pPr>
    </w:p>
    <w:p w:rsidR="00A760F0" w:rsidRPr="00B231A6" w:rsidRDefault="00A760F0" w:rsidP="00A760F0">
      <w:pPr>
        <w:jc w:val="center"/>
      </w:pPr>
      <w:r w:rsidRPr="00B231A6">
        <w:t>§ 3</w:t>
      </w:r>
    </w:p>
    <w:p w:rsidR="00A760F0" w:rsidRPr="00B231A6" w:rsidRDefault="00A760F0" w:rsidP="001A306A">
      <w:pPr>
        <w:pStyle w:val="Nadpisparagrafu"/>
      </w:pPr>
      <w:r w:rsidRPr="00B231A6">
        <w:t>Výjimky z pravidel pro hospodaření zdravotních pojišťoven</w:t>
      </w:r>
    </w:p>
    <w:p w:rsidR="00A760F0" w:rsidRDefault="00A760F0" w:rsidP="001A306A">
      <w:pPr>
        <w:pStyle w:val="Textparagrafu"/>
      </w:pPr>
      <w:r w:rsidRPr="00B231A6">
        <w:t>Při postupu podle tohoto zákona se neuplatní povinnost zdravotní pojišťovny hospodařit v souladu se schváleným zdravotně pojistným plánem nebo provizoriem stanoveným podle jiného právního předpisu.</w:t>
      </w:r>
    </w:p>
    <w:p w:rsidR="001A306A" w:rsidRDefault="001A306A" w:rsidP="00B82B3F">
      <w:pPr>
        <w:pStyle w:val="Textparagrafu"/>
        <w:spacing w:before="120"/>
      </w:pPr>
    </w:p>
    <w:p w:rsidR="00694E74" w:rsidRPr="00694E74" w:rsidRDefault="00694E74" w:rsidP="00694E74">
      <w:pPr>
        <w:pStyle w:val="Bezmezer"/>
        <w:jc w:val="center"/>
        <w:rPr>
          <w:rFonts w:ascii="Times New Roman" w:hAnsi="Times New Roman"/>
          <w:iCs/>
          <w:sz w:val="24"/>
          <w:szCs w:val="24"/>
        </w:rPr>
      </w:pPr>
      <w:r w:rsidRPr="00694E74">
        <w:rPr>
          <w:rFonts w:ascii="Times New Roman" w:hAnsi="Times New Roman"/>
          <w:iCs/>
          <w:sz w:val="24"/>
          <w:szCs w:val="24"/>
        </w:rPr>
        <w:t xml:space="preserve">§ </w:t>
      </w:r>
      <w:r>
        <w:rPr>
          <w:rFonts w:ascii="Times New Roman" w:hAnsi="Times New Roman"/>
          <w:iCs/>
          <w:sz w:val="24"/>
          <w:szCs w:val="24"/>
        </w:rPr>
        <w:t>4</w:t>
      </w:r>
    </w:p>
    <w:p w:rsidR="00694E74" w:rsidRPr="00694E74" w:rsidRDefault="00694E74" w:rsidP="00694E74">
      <w:pPr>
        <w:pStyle w:val="Textodstavce"/>
        <w:numPr>
          <w:ilvl w:val="0"/>
          <w:numId w:val="8"/>
        </w:numPr>
      </w:pPr>
      <w:r w:rsidRPr="00694E74">
        <w:t xml:space="preserve">Ustanovení § </w:t>
      </w:r>
      <w:r w:rsidR="0011618E">
        <w:t>4</w:t>
      </w:r>
      <w:r w:rsidRPr="00694E74">
        <w:t xml:space="preserve"> až </w:t>
      </w:r>
      <w:r w:rsidR="0011618E">
        <w:t>8</w:t>
      </w:r>
      <w:r w:rsidRPr="00694E74">
        <w:t xml:space="preserve"> upravují jako kompenzaci některých hospodářských následků </w:t>
      </w:r>
      <w:r w:rsidR="000D6102" w:rsidRPr="00B231A6">
        <w:t>epidemie COVID-19</w:t>
      </w:r>
      <w:r w:rsidR="000D6102">
        <w:t xml:space="preserve"> </w:t>
      </w:r>
      <w:r w:rsidRPr="00694E74">
        <w:t xml:space="preserve">prominutí pojistného na sociální zabezpečení a příspěvku na státní politiku zaměstnanosti (dále jen „pojistné“), které jsou podle zákona o pojistném na sociální zabezpečení a příspěvku na státní politiku zaměstnanosti (dále jen „zákon o pojistném“) povinni platit poskytovatelé lékárenských služeb jako zaměstnavatelé a poplatníci pojistného za červen, červenec a srpen 2020 (dále jen „zaměstnavatelé“). Prominutím pojistného se rozumí snížení vyměřovacího základu zaměstnavatele podle </w:t>
      </w:r>
      <w:r w:rsidR="0011618E">
        <w:t xml:space="preserve">ustanovení </w:t>
      </w:r>
      <w:r w:rsidRPr="00694E74">
        <w:t xml:space="preserve">§ </w:t>
      </w:r>
      <w:r w:rsidR="0011618E">
        <w:t>6</w:t>
      </w:r>
      <w:r w:rsidRPr="00694E74">
        <w:t>.</w:t>
      </w:r>
    </w:p>
    <w:p w:rsidR="00694E74" w:rsidRPr="00694E74" w:rsidRDefault="00694E74" w:rsidP="00694E74">
      <w:pPr>
        <w:pStyle w:val="Textodstavce"/>
      </w:pPr>
      <w:r w:rsidRPr="00694E74">
        <w:t>Podmínky prominutí pojistného se posuzují samostatně za každý kalendářní měsíc uvedený v odstavci 1 větě první.</w:t>
      </w:r>
    </w:p>
    <w:p w:rsidR="00694E74" w:rsidRPr="00694E74" w:rsidRDefault="00694E74" w:rsidP="00694E74">
      <w:pPr>
        <w:pStyle w:val="Bezmezer"/>
        <w:ind w:left="142" w:hanging="1080"/>
        <w:jc w:val="center"/>
        <w:rPr>
          <w:rFonts w:ascii="Times New Roman" w:hAnsi="Times New Roman"/>
          <w:iCs/>
          <w:sz w:val="24"/>
          <w:szCs w:val="24"/>
        </w:rPr>
      </w:pPr>
    </w:p>
    <w:p w:rsidR="00694E74" w:rsidRPr="00694E74" w:rsidRDefault="00694E74" w:rsidP="00694E74">
      <w:pPr>
        <w:pStyle w:val="Bezmezer"/>
        <w:ind w:left="142" w:hanging="142"/>
        <w:jc w:val="center"/>
        <w:rPr>
          <w:rFonts w:ascii="Times New Roman" w:hAnsi="Times New Roman"/>
          <w:iCs/>
          <w:sz w:val="24"/>
          <w:szCs w:val="24"/>
        </w:rPr>
      </w:pPr>
      <w:r w:rsidRPr="00694E74">
        <w:rPr>
          <w:rFonts w:ascii="Times New Roman" w:hAnsi="Times New Roman"/>
          <w:iCs/>
          <w:sz w:val="24"/>
          <w:szCs w:val="24"/>
        </w:rPr>
        <w:t xml:space="preserve">§ </w:t>
      </w:r>
      <w:r>
        <w:rPr>
          <w:rFonts w:ascii="Times New Roman" w:hAnsi="Times New Roman"/>
          <w:iCs/>
          <w:sz w:val="24"/>
          <w:szCs w:val="24"/>
        </w:rPr>
        <w:t>5</w:t>
      </w:r>
    </w:p>
    <w:p w:rsidR="00694E74" w:rsidRPr="00694E74" w:rsidRDefault="00694E74" w:rsidP="00694E74">
      <w:pPr>
        <w:pStyle w:val="Textodstavce"/>
        <w:numPr>
          <w:ilvl w:val="0"/>
          <w:numId w:val="9"/>
        </w:numPr>
      </w:pPr>
      <w:r w:rsidRPr="00694E74">
        <w:t xml:space="preserve">Nárok na prominutí pojistného za kalendářní měsíc má zaměstnavatel, jestliže </w:t>
      </w:r>
    </w:p>
    <w:p w:rsidR="00694E74" w:rsidRPr="00694E74" w:rsidRDefault="00694E74" w:rsidP="00694E74">
      <w:pPr>
        <w:pStyle w:val="Textpsmene"/>
      </w:pPr>
      <w:r w:rsidRPr="00694E74">
        <w:t xml:space="preserve">přepočtený počet úvazků jeho zaměstnanců v pracovním poměru, kteří jsou účastni nemocenského pojištění, nepřesahuje v posledním dni kalendářního měsíce 15, </w:t>
      </w:r>
    </w:p>
    <w:p w:rsidR="00694E74" w:rsidRPr="00694E74" w:rsidRDefault="00694E74" w:rsidP="00694E74">
      <w:pPr>
        <w:pStyle w:val="Textpsmene"/>
      </w:pPr>
      <w:r w:rsidRPr="00694E74">
        <w:t>počet jeho zaměstnanců v pracovním poměru, kteří jsou účastni nemocenského pojištění, činí v  posledním dni kalendářního měsíce aspoň 90 % počtu těchto zaměstnanců v posledním dni března 2020,</w:t>
      </w:r>
    </w:p>
    <w:p w:rsidR="00694E74" w:rsidRPr="00694E74" w:rsidRDefault="00694E74" w:rsidP="00694E74">
      <w:pPr>
        <w:pStyle w:val="Textpsmene"/>
      </w:pPr>
      <w:r w:rsidRPr="00694E74">
        <w:t>úhrn vyměřovacích základů zaměstnanců v pracovním poměru za kalendářní měsíc činí aspoň 90 % úhrnu vyměřovacích základů zaměstnanců v pracovním poměru za březen 2020,</w:t>
      </w:r>
    </w:p>
    <w:p w:rsidR="00694E74" w:rsidRPr="00694E74" w:rsidRDefault="00694E74" w:rsidP="00694E74">
      <w:pPr>
        <w:pStyle w:val="Textpsmene"/>
      </w:pPr>
      <w:r w:rsidRPr="00694E74">
        <w:t>odvedl pojistné, které jsou povinni platit jeho zaměstnanci, ve stanovené lhůtě a ve výši uvedené na přehledu podle § 9 zákona o pojistném, a</w:t>
      </w:r>
    </w:p>
    <w:p w:rsidR="00694E74" w:rsidRPr="00694E74" w:rsidRDefault="00694E74" w:rsidP="00694E74">
      <w:pPr>
        <w:pStyle w:val="Textpsmene"/>
      </w:pPr>
      <w:r w:rsidRPr="00694E74">
        <w:t xml:space="preserve">za kalendářní měsíc nečerpá prostředky na částečnou úhradu mzdových nákladů poskytovaných zaměstnavatelům z  Cíleného programu podpory zaměstnanosti, který jako cílený program k řešení zaměstnanosti podle § 120 zákona o zaměstnanosti byl schválen vládou České republiky ke zmírnění negativních dopadů onemocnění COVID-19 způsobeného novým </w:t>
      </w:r>
      <w:proofErr w:type="spellStart"/>
      <w:r w:rsidRPr="00694E74">
        <w:t>koronavirem</w:t>
      </w:r>
      <w:proofErr w:type="spellEnd"/>
      <w:r w:rsidRPr="00694E74">
        <w:t xml:space="preserve"> označovaným jako SARS-CoV-2 na zaměstnanost v České republice.   </w:t>
      </w:r>
    </w:p>
    <w:p w:rsidR="00694E74" w:rsidRPr="00694E74" w:rsidRDefault="00694E74" w:rsidP="00694E74">
      <w:pPr>
        <w:pStyle w:val="Textodstavce"/>
      </w:pPr>
      <w:r w:rsidRPr="00694E74">
        <w:t>Nárok na prominutí pojistného nemá poskytovatel lékárenských služeb, který nebyl ke</w:t>
      </w:r>
      <w:r w:rsidR="00837B52">
        <w:t> </w:t>
      </w:r>
      <w:r w:rsidRPr="00694E74">
        <w:t xml:space="preserve">dni 1. června 2020 daňovým rezidentem </w:t>
      </w:r>
    </w:p>
    <w:p w:rsidR="00694E74" w:rsidRPr="00694E74" w:rsidRDefault="00694E74" w:rsidP="000D6102">
      <w:pPr>
        <w:pStyle w:val="Textpsmene"/>
      </w:pPr>
      <w:r w:rsidRPr="00694E74">
        <w:t xml:space="preserve">České republiky, nebo </w:t>
      </w:r>
    </w:p>
    <w:p w:rsidR="00694E74" w:rsidRPr="00694E74" w:rsidRDefault="00694E74" w:rsidP="000D6102">
      <w:pPr>
        <w:pStyle w:val="Textpsmene"/>
      </w:pPr>
      <w:r w:rsidRPr="00694E74">
        <w:t>jiného členského státu Evropské unie nebo Evropského hospodářského prostoru a nedosáhl většiny svých příjmů za poslední skončené zdaňovací období daně z příjmů ze zdrojů na území České republiky.</w:t>
      </w:r>
    </w:p>
    <w:p w:rsidR="00694E74" w:rsidRPr="00694E74" w:rsidRDefault="00694E74" w:rsidP="00694E74">
      <w:pPr>
        <w:pStyle w:val="Bezmezer"/>
        <w:rPr>
          <w:rFonts w:ascii="Times New Roman" w:hAnsi="Times New Roman"/>
          <w:iCs/>
          <w:sz w:val="24"/>
          <w:szCs w:val="24"/>
        </w:rPr>
      </w:pPr>
    </w:p>
    <w:p w:rsidR="00694E74" w:rsidRPr="00694E74" w:rsidRDefault="00694E74" w:rsidP="00694E74">
      <w:pPr>
        <w:pStyle w:val="Bezmezer"/>
        <w:jc w:val="center"/>
        <w:rPr>
          <w:rFonts w:ascii="Times New Roman" w:hAnsi="Times New Roman"/>
          <w:iCs/>
          <w:sz w:val="24"/>
          <w:szCs w:val="24"/>
        </w:rPr>
      </w:pPr>
      <w:r w:rsidRPr="00694E74">
        <w:rPr>
          <w:rFonts w:ascii="Times New Roman" w:hAnsi="Times New Roman"/>
          <w:iCs/>
          <w:sz w:val="24"/>
          <w:szCs w:val="24"/>
        </w:rPr>
        <w:t xml:space="preserve">§ </w:t>
      </w:r>
      <w:r>
        <w:rPr>
          <w:rFonts w:ascii="Times New Roman" w:hAnsi="Times New Roman"/>
          <w:iCs/>
          <w:sz w:val="24"/>
          <w:szCs w:val="24"/>
        </w:rPr>
        <w:t>6</w:t>
      </w:r>
    </w:p>
    <w:p w:rsidR="00694E74" w:rsidRPr="00694E74" w:rsidRDefault="00694E74" w:rsidP="00694E74">
      <w:pPr>
        <w:pStyle w:val="Textodstavce"/>
        <w:numPr>
          <w:ilvl w:val="0"/>
          <w:numId w:val="10"/>
        </w:numPr>
      </w:pPr>
      <w:r w:rsidRPr="00694E74">
        <w:t xml:space="preserve">Do vyměřovacího základu zaměstnavatele za kalendářní měsíc uvedený v § </w:t>
      </w:r>
      <w:r w:rsidR="0011618E">
        <w:t>4</w:t>
      </w:r>
      <w:r w:rsidRPr="00694E74">
        <w:t xml:space="preserve"> </w:t>
      </w:r>
      <w:r w:rsidR="000E6EA5">
        <w:t xml:space="preserve">odst. 1 </w:t>
      </w:r>
      <w:r w:rsidRPr="00694E74">
        <w:t>větě první se nezahrnují vyměřovací základy zaměstnanců v pracovním poměru, jejichž pracovní poměr trvá v posledním dni kalendářního měsíce. Pokud vyměřovací základ zaměstnance uvedeného ve větě první převyšuje 1,5</w:t>
      </w:r>
      <w:bookmarkStart w:id="0" w:name="_GoBack"/>
      <w:bookmarkEnd w:id="0"/>
      <w:r w:rsidRPr="00694E74">
        <w:t>násobek průměrné mzdy, nezahrnuje se do vyměřovacího základu zaměstnavatele podle věty první jen ta část vyměřovacího základu zaměstnance, která nepřevyšuje 1,5násobek průměrné mzdy; průměrná mzda se stanoví podle § 23b odst. 4 zákona o pojistném a 1,5násobek průměrné mzdy se zaokrouhluje na celé koruny směrem nahoru.</w:t>
      </w:r>
    </w:p>
    <w:p w:rsidR="00694E74" w:rsidRPr="00694E74" w:rsidRDefault="00694E74" w:rsidP="00694E74">
      <w:pPr>
        <w:pStyle w:val="Textodstavce"/>
        <w:numPr>
          <w:ilvl w:val="0"/>
          <w:numId w:val="10"/>
        </w:numPr>
      </w:pPr>
      <w:r w:rsidRPr="00694E74">
        <w:t>Ustanovení odstavce 1 neplatí, pokud se jedná o vyměřovací základ zaměstnance, jemuž byla dána zaměstnavatelem výpověď z důvodů uvedených v § 52 písm. a) až c) zákoníku práce.</w:t>
      </w:r>
    </w:p>
    <w:p w:rsidR="00694E74" w:rsidRPr="00694E74" w:rsidRDefault="00694E74" w:rsidP="00694E74">
      <w:pPr>
        <w:pStyle w:val="Bezmezer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</w:p>
    <w:p w:rsidR="00694E74" w:rsidRPr="00694E74" w:rsidRDefault="00694E74" w:rsidP="00694E74">
      <w:pPr>
        <w:pStyle w:val="Bezmezer"/>
        <w:jc w:val="center"/>
        <w:rPr>
          <w:rFonts w:ascii="Times New Roman" w:hAnsi="Times New Roman"/>
          <w:iCs/>
          <w:sz w:val="24"/>
          <w:szCs w:val="24"/>
        </w:rPr>
      </w:pPr>
      <w:r w:rsidRPr="00694E74">
        <w:rPr>
          <w:rFonts w:ascii="Times New Roman" w:hAnsi="Times New Roman"/>
          <w:iCs/>
          <w:sz w:val="24"/>
          <w:szCs w:val="24"/>
        </w:rPr>
        <w:t xml:space="preserve">§ </w:t>
      </w:r>
      <w:r>
        <w:rPr>
          <w:rFonts w:ascii="Times New Roman" w:hAnsi="Times New Roman"/>
          <w:iCs/>
          <w:sz w:val="24"/>
          <w:szCs w:val="24"/>
        </w:rPr>
        <w:t>7</w:t>
      </w:r>
    </w:p>
    <w:p w:rsidR="00694E74" w:rsidRPr="00694E74" w:rsidRDefault="00694E74" w:rsidP="00694E74">
      <w:pPr>
        <w:pStyle w:val="Textodstavce"/>
        <w:numPr>
          <w:ilvl w:val="0"/>
          <w:numId w:val="11"/>
        </w:numPr>
      </w:pPr>
      <w:r w:rsidRPr="00694E74">
        <w:t xml:space="preserve">Zaměstnavatel, který stanoví vyměřovací základ podle § </w:t>
      </w:r>
      <w:r w:rsidR="0011618E">
        <w:t>6</w:t>
      </w:r>
      <w:r w:rsidRPr="00694E74">
        <w:t xml:space="preserve">, uvádí na předepsaném tiskopisu podle § 9 odst. 2 zákona o pojistném vyměřovací základ zaměstnavatele stanovený podle § 5a zákona o pojistném a vyměřovací základ zaměstnavatele snížený podle § </w:t>
      </w:r>
      <w:r w:rsidR="0011618E">
        <w:t>6</w:t>
      </w:r>
      <w:r w:rsidRPr="00694E74">
        <w:t>.</w:t>
      </w:r>
    </w:p>
    <w:p w:rsidR="00694E74" w:rsidRPr="00694E74" w:rsidRDefault="00694E74" w:rsidP="00694E74">
      <w:pPr>
        <w:pStyle w:val="Textodstavce"/>
        <w:numPr>
          <w:ilvl w:val="0"/>
          <w:numId w:val="11"/>
        </w:numPr>
      </w:pPr>
      <w:r w:rsidRPr="00694E74">
        <w:t xml:space="preserve">Snížení vyměřovacího základu zaměstnavatele podle § </w:t>
      </w:r>
      <w:r w:rsidR="0011618E">
        <w:t>6</w:t>
      </w:r>
      <w:r w:rsidRPr="00694E74">
        <w:t xml:space="preserve"> se uplatňuje na předepsaném tiskopisu podle § 9 odst. 2 zákona o pojistném; toto snížení nelze uplatnit zpětně.</w:t>
      </w:r>
    </w:p>
    <w:p w:rsidR="00694E74" w:rsidRPr="00694E74" w:rsidRDefault="00694E74" w:rsidP="00694E74">
      <w:pPr>
        <w:pStyle w:val="Bezmezer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</w:p>
    <w:p w:rsidR="00694E74" w:rsidRPr="00694E74" w:rsidRDefault="00694E74" w:rsidP="00694E74">
      <w:pPr>
        <w:pStyle w:val="Bezmezer"/>
        <w:ind w:left="284" w:hanging="284"/>
        <w:jc w:val="center"/>
        <w:rPr>
          <w:rFonts w:ascii="Times New Roman" w:hAnsi="Times New Roman"/>
          <w:iCs/>
          <w:sz w:val="24"/>
          <w:szCs w:val="24"/>
        </w:rPr>
      </w:pPr>
      <w:r w:rsidRPr="00694E74">
        <w:rPr>
          <w:rFonts w:ascii="Times New Roman" w:hAnsi="Times New Roman"/>
          <w:iCs/>
          <w:sz w:val="24"/>
          <w:szCs w:val="24"/>
        </w:rPr>
        <w:t xml:space="preserve">§ </w:t>
      </w:r>
      <w:r>
        <w:rPr>
          <w:rFonts w:ascii="Times New Roman" w:hAnsi="Times New Roman"/>
          <w:iCs/>
          <w:sz w:val="24"/>
          <w:szCs w:val="24"/>
        </w:rPr>
        <w:t>8</w:t>
      </w:r>
    </w:p>
    <w:p w:rsidR="00694E74" w:rsidRPr="00694E74" w:rsidRDefault="00694E74" w:rsidP="00694E74">
      <w:pPr>
        <w:pStyle w:val="Textodstavce"/>
        <w:numPr>
          <w:ilvl w:val="0"/>
          <w:numId w:val="12"/>
        </w:numPr>
      </w:pPr>
      <w:r w:rsidRPr="00694E74">
        <w:t xml:space="preserve">Úřad práce České republiky sděluje na žádost okresní správy sociálního zabezpečení údaje potřebné pro účely kontroly splnění podmínky podle § </w:t>
      </w:r>
      <w:r w:rsidR="0011618E">
        <w:t>5</w:t>
      </w:r>
      <w:r w:rsidRPr="00694E74">
        <w:t xml:space="preserve"> odst. 1 písm. e). Správce daně sděluje na žádost okresní správy sociálního zabezpečení údaje potřebné pro účely ověření skutečností uvedených v § </w:t>
      </w:r>
      <w:r w:rsidR="0011618E">
        <w:t>5</w:t>
      </w:r>
      <w:r w:rsidRPr="00694E74">
        <w:t xml:space="preserve"> odst. </w:t>
      </w:r>
      <w:r w:rsidR="008D779F">
        <w:t>2</w:t>
      </w:r>
      <w:r w:rsidRPr="00694E74">
        <w:t>. Žádosti se podávají a údaje se sdělují v elektronické podobě způsobem umožňující dálkový přístup, nedojde-li mezi příslušnými orgány k jiné dohodě.</w:t>
      </w:r>
    </w:p>
    <w:p w:rsidR="00694E74" w:rsidRDefault="00694E74" w:rsidP="00694E74">
      <w:pPr>
        <w:pStyle w:val="Textodstavce"/>
      </w:pPr>
      <w:r w:rsidRPr="00694E74">
        <w:t>Není-li v tomto zákoně stanoveno jinak, postupuje se podle zákona o pojistném.</w:t>
      </w:r>
    </w:p>
    <w:p w:rsidR="00694E74" w:rsidRPr="00B231A6" w:rsidRDefault="00694E74" w:rsidP="00694E74">
      <w:pPr>
        <w:pStyle w:val="Textodstavce"/>
        <w:numPr>
          <w:ilvl w:val="0"/>
          <w:numId w:val="0"/>
        </w:numPr>
        <w:ind w:left="425"/>
      </w:pPr>
    </w:p>
    <w:p w:rsidR="00A760F0" w:rsidRPr="00B231A6" w:rsidRDefault="00A760F0" w:rsidP="00A760F0">
      <w:pPr>
        <w:jc w:val="center"/>
      </w:pPr>
      <w:r w:rsidRPr="00B231A6">
        <w:t xml:space="preserve">§ </w:t>
      </w:r>
      <w:r w:rsidR="00694E74">
        <w:t>9</w:t>
      </w:r>
    </w:p>
    <w:p w:rsidR="00A760F0" w:rsidRPr="00B231A6" w:rsidRDefault="00A760F0" w:rsidP="00917BD9">
      <w:pPr>
        <w:pStyle w:val="Nadpisparagrafu"/>
      </w:pPr>
      <w:r w:rsidRPr="00B231A6">
        <w:t>Účinnost</w:t>
      </w:r>
    </w:p>
    <w:p w:rsidR="00A760F0" w:rsidRPr="00B231A6" w:rsidRDefault="00A760F0" w:rsidP="001A306A">
      <w:pPr>
        <w:pStyle w:val="Textparagrafu"/>
        <w:rPr>
          <w:b/>
        </w:rPr>
      </w:pPr>
      <w:r w:rsidRPr="000E4238">
        <w:t>Tento zákon nabývá účinnosti prvním dnem po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0F0" w:rsidRDefault="00A760F0">
      <w:r>
        <w:separator/>
      </w:r>
    </w:p>
  </w:endnote>
  <w:endnote w:type="continuationSeparator" w:id="0">
    <w:p w:rsidR="00A760F0" w:rsidRDefault="00A7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0F0" w:rsidRDefault="00A760F0">
      <w:r>
        <w:separator/>
      </w:r>
    </w:p>
  </w:footnote>
  <w:footnote w:type="continuationSeparator" w:id="0">
    <w:p w:rsidR="00A760F0" w:rsidRDefault="00A76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76C39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760F0"/>
    <w:rsid w:val="000D6102"/>
    <w:rsid w:val="000E6EA5"/>
    <w:rsid w:val="0011618E"/>
    <w:rsid w:val="001536E3"/>
    <w:rsid w:val="001A306A"/>
    <w:rsid w:val="00266D0A"/>
    <w:rsid w:val="005D7B7C"/>
    <w:rsid w:val="00694E74"/>
    <w:rsid w:val="00837B52"/>
    <w:rsid w:val="008D779F"/>
    <w:rsid w:val="00917BD9"/>
    <w:rsid w:val="00A43DEB"/>
    <w:rsid w:val="00A73D85"/>
    <w:rsid w:val="00A760F0"/>
    <w:rsid w:val="00A76C39"/>
    <w:rsid w:val="00B16C4B"/>
    <w:rsid w:val="00B82B3F"/>
    <w:rsid w:val="00BA62BD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A85B9"/>
  <w15:chartTrackingRefBased/>
  <w15:docId w15:val="{2766041E-B5F0-4927-AE35-6081B3E4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6EA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0E6EA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306A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306A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306A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306A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306A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306A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0E6EA5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0E6EA5"/>
  </w:style>
  <w:style w:type="paragraph" w:styleId="Zhlav">
    <w:name w:val="header"/>
    <w:basedOn w:val="Normln"/>
    <w:semiHidden/>
    <w:rsid w:val="000E6EA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E6EA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E6EA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E6EA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E6EA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E6EA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E6EA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E6EA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E6EA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E6EA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E6EA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E6EA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E6EA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E6EA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E6EA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E6EA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E6EA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E6EA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E6EA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E6EA5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E6EA5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0E6EA5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E6EA5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E6EA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E6EA5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0E6EA5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0E6EA5"/>
    <w:rPr>
      <w:vertAlign w:val="superscript"/>
    </w:rPr>
  </w:style>
  <w:style w:type="paragraph" w:customStyle="1" w:styleId="Textodstavce">
    <w:name w:val="Text odstavce"/>
    <w:basedOn w:val="Normln"/>
    <w:rsid w:val="000E6EA5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E6EA5"/>
    <w:pPr>
      <w:ind w:left="567" w:hanging="567"/>
    </w:pPr>
  </w:style>
  <w:style w:type="character" w:styleId="slostrnky">
    <w:name w:val="page number"/>
    <w:basedOn w:val="Standardnpsmoodstavce"/>
    <w:semiHidden/>
    <w:rsid w:val="000E6EA5"/>
  </w:style>
  <w:style w:type="paragraph" w:styleId="Zpat">
    <w:name w:val="footer"/>
    <w:basedOn w:val="Normln"/>
    <w:semiHidden/>
    <w:rsid w:val="000E6EA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0E6EA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E6EA5"/>
    <w:rPr>
      <w:vertAlign w:val="superscript"/>
    </w:rPr>
  </w:style>
  <w:style w:type="paragraph" w:styleId="Titulek">
    <w:name w:val="caption"/>
    <w:basedOn w:val="Normln"/>
    <w:next w:val="Normln"/>
    <w:qFormat/>
    <w:rsid w:val="000E6EA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E6EA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E6EA5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0E6EA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E6EA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E6EA5"/>
    <w:rPr>
      <w:b/>
    </w:rPr>
  </w:style>
  <w:style w:type="paragraph" w:customStyle="1" w:styleId="Nadpislnku">
    <w:name w:val="Nadpis článku"/>
    <w:basedOn w:val="lnek"/>
    <w:next w:val="Textodstavce"/>
    <w:rsid w:val="000E6EA5"/>
    <w:rPr>
      <w:b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306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306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30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306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30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30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694E74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C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48</TotalTime>
  <Pages>3</Pages>
  <Words>1087</Words>
  <Characters>6537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7</cp:revision>
  <cp:lastPrinted>2020-06-05T13:59:00Z</cp:lastPrinted>
  <dcterms:created xsi:type="dcterms:W3CDTF">2020-06-05T09:20:00Z</dcterms:created>
  <dcterms:modified xsi:type="dcterms:W3CDTF">2020-06-05T14:01:00Z</dcterms:modified>
  <cp:category/>
</cp:coreProperties>
</file>