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93" w:rsidRDefault="000C6893">
      <w:pPr>
        <w:pStyle w:val="Nadpis"/>
        <w:spacing w:before="0" w:after="0"/>
        <w:jc w:val="center"/>
        <w:rPr>
          <w:b/>
          <w:bCs/>
          <w:sz w:val="24"/>
        </w:rPr>
      </w:pPr>
      <w:r>
        <w:rPr>
          <w:b/>
          <w:bCs/>
          <w:sz w:val="24"/>
        </w:rPr>
        <w:t xml:space="preserve">Pozměňovací a jiné návrhy </w:t>
      </w:r>
    </w:p>
    <w:p w:rsidR="000C6893" w:rsidRPr="008C77C1" w:rsidRDefault="000C6893" w:rsidP="008C77C1">
      <w:pPr>
        <w:pStyle w:val="Nadpis"/>
        <w:spacing w:before="120"/>
        <w:jc w:val="center"/>
        <w:rPr>
          <w:b/>
          <w:bCs/>
          <w:sz w:val="22"/>
        </w:rPr>
      </w:pPr>
      <w:r w:rsidRPr="008C77C1">
        <w:rPr>
          <w:b/>
          <w:bCs/>
          <w:sz w:val="22"/>
        </w:rPr>
        <w:t xml:space="preserve">k </w:t>
      </w:r>
      <w:r w:rsidR="008C77C1">
        <w:rPr>
          <w:b/>
          <w:bCs/>
          <w:sz w:val="22"/>
        </w:rPr>
        <w:t>v</w:t>
      </w:r>
      <w:r w:rsidR="008C77C1" w:rsidRPr="008C77C1">
        <w:rPr>
          <w:b/>
          <w:color w:val="000000"/>
          <w:spacing w:val="-4"/>
          <w:sz w:val="24"/>
          <w:szCs w:val="24"/>
        </w:rPr>
        <w:t>ládní</w:t>
      </w:r>
      <w:r w:rsidR="008C77C1">
        <w:rPr>
          <w:b/>
          <w:color w:val="000000"/>
          <w:spacing w:val="-4"/>
          <w:sz w:val="24"/>
          <w:szCs w:val="24"/>
        </w:rPr>
        <w:t>mu</w:t>
      </w:r>
      <w:r w:rsidR="008C77C1" w:rsidRPr="008C77C1">
        <w:rPr>
          <w:b/>
          <w:color w:val="000000"/>
          <w:spacing w:val="-4"/>
          <w:sz w:val="24"/>
          <w:szCs w:val="24"/>
        </w:rPr>
        <w:t xml:space="preserve"> návrh</w:t>
      </w:r>
      <w:r w:rsidR="008C77C1">
        <w:rPr>
          <w:b/>
          <w:color w:val="000000"/>
          <w:spacing w:val="-4"/>
          <w:sz w:val="24"/>
          <w:szCs w:val="24"/>
        </w:rPr>
        <w:t>u</w:t>
      </w:r>
      <w:r w:rsidR="008C77C1" w:rsidRPr="008C77C1">
        <w:rPr>
          <w:b/>
          <w:color w:val="000000"/>
          <w:spacing w:val="-4"/>
          <w:sz w:val="24"/>
          <w:szCs w:val="24"/>
        </w:rPr>
        <w:t xml:space="preserve"> zákona, kterým se mění zákon č. 246/1992 Sb., na ochranu zvířat proti týrání, ve znění pozdějších předpisů, a zákon č. 634/2004 Sb., o správních poplatcích, ve znění pozdějších předpisů</w:t>
      </w:r>
    </w:p>
    <w:p w:rsidR="000C6893" w:rsidRDefault="000C6893">
      <w:pPr>
        <w:pStyle w:val="Nadpis"/>
        <w:spacing w:before="0" w:after="0"/>
        <w:jc w:val="center"/>
        <w:rPr>
          <w:b/>
          <w:bCs/>
        </w:rPr>
      </w:pPr>
      <w:r>
        <w:rPr>
          <w:b/>
          <w:bCs/>
          <w:sz w:val="24"/>
        </w:rPr>
        <w:t xml:space="preserve">(tisk </w:t>
      </w:r>
      <w:r w:rsidR="008C77C1">
        <w:rPr>
          <w:b/>
          <w:bCs/>
          <w:sz w:val="24"/>
        </w:rPr>
        <w:t>514)</w:t>
      </w:r>
    </w:p>
    <w:p w:rsidR="000C6893" w:rsidRDefault="000C6893">
      <w:pPr>
        <w:pStyle w:val="Paragraf"/>
        <w:keepNext w:val="0"/>
        <w:keepLines w:val="0"/>
        <w:spacing w:before="0"/>
        <w:rPr>
          <w:b/>
          <w:bCs/>
        </w:rPr>
      </w:pPr>
    </w:p>
    <w:p w:rsidR="000C6893" w:rsidRDefault="000C6893">
      <w:pPr>
        <w:pStyle w:val="Textodstavce"/>
        <w:numPr>
          <w:ilvl w:val="0"/>
          <w:numId w:val="0"/>
        </w:numPr>
      </w:pPr>
    </w:p>
    <w:p w:rsidR="000C6893" w:rsidRDefault="000C6893">
      <w:pPr>
        <w:pStyle w:val="Paragraf"/>
        <w:keepNext w:val="0"/>
        <w:keepLines w:val="0"/>
        <w:spacing w:before="0"/>
        <w:jc w:val="both"/>
      </w:pPr>
      <w:r>
        <w:rPr>
          <w:b/>
        </w:rPr>
        <w:t>Návrh na zamítnutí návrhu zákona nebyl podán.</w:t>
      </w:r>
    </w:p>
    <w:p w:rsidR="000C6893" w:rsidRDefault="000C6893"/>
    <w:p w:rsidR="000C6893" w:rsidRDefault="000C6893">
      <w:pPr>
        <w:tabs>
          <w:tab w:val="left" w:pos="420"/>
        </w:tabs>
      </w:pPr>
    </w:p>
    <w:p w:rsidR="000C6893" w:rsidRDefault="000C6893">
      <w:pPr>
        <w:pStyle w:val="Oznaenpozmn"/>
        <w:jc w:val="both"/>
      </w:pPr>
      <w:r>
        <w:t>Pozměňovací návrhy obsažené v usnesení garančního</w:t>
      </w:r>
      <w:r w:rsidR="008C77C1">
        <w:t xml:space="preserve"> zemědělského</w:t>
      </w:r>
      <w:r>
        <w:t xml:space="preserve"> výboru č. </w:t>
      </w:r>
      <w:r w:rsidR="008C77C1">
        <w:t>156</w:t>
      </w:r>
      <w:r>
        <w:t xml:space="preserve"> z</w:t>
      </w:r>
      <w:r w:rsidR="008C77C1">
        <w:t> 32</w:t>
      </w:r>
      <w:r>
        <w:t>.</w:t>
      </w:r>
      <w:r w:rsidR="008C77C1">
        <w:t> </w:t>
      </w:r>
      <w:r>
        <w:t xml:space="preserve">schůze konané dne </w:t>
      </w:r>
      <w:r w:rsidR="008C77C1">
        <w:t>19. února 2020</w:t>
      </w:r>
      <w:r>
        <w:t xml:space="preserve"> (tisk </w:t>
      </w:r>
      <w:r w:rsidR="008C77C1">
        <w:t>514</w:t>
      </w:r>
      <w:r>
        <w:t>/</w:t>
      </w:r>
      <w:r w:rsidR="008C77C1">
        <w:t>3</w:t>
      </w:r>
      <w:r>
        <w:t>)</w:t>
      </w:r>
    </w:p>
    <w:p w:rsidR="008C77C1" w:rsidRDefault="008C77C1" w:rsidP="008C77C1">
      <w:pPr>
        <w:rPr>
          <w:rFonts w:eastAsia="Times New Roman"/>
          <w:lang w:eastAsia="cs-CZ"/>
        </w:rPr>
      </w:pPr>
    </w:p>
    <w:p w:rsidR="008C77C1" w:rsidRPr="00FD27FB" w:rsidRDefault="008C77C1" w:rsidP="008C77C1">
      <w:pPr>
        <w:pStyle w:val="Normlnweb"/>
        <w:numPr>
          <w:ilvl w:val="0"/>
          <w:numId w:val="3"/>
        </w:numPr>
        <w:spacing w:before="0" w:beforeAutospacing="0" w:after="0" w:line="276" w:lineRule="auto"/>
        <w:jc w:val="both"/>
        <w:rPr>
          <w:iCs/>
        </w:rPr>
      </w:pPr>
      <w:r w:rsidRPr="00FD27FB">
        <w:rPr>
          <w:iCs/>
        </w:rPr>
        <w:t>K části první, Čl. I, dosavadní bod 2 zní:</w:t>
      </w:r>
    </w:p>
    <w:p w:rsidR="008C77C1" w:rsidRPr="00FD27FB" w:rsidRDefault="008C77C1" w:rsidP="008C77C1">
      <w:pPr>
        <w:autoSpaceDE w:val="0"/>
        <w:autoSpaceDN w:val="0"/>
        <w:adjustRightInd w:val="0"/>
        <w:spacing w:line="276" w:lineRule="auto"/>
        <w:ind w:left="851" w:hanging="425"/>
        <w:jc w:val="both"/>
      </w:pPr>
      <w:r w:rsidRPr="00FD27FB">
        <w:t>„2.</w:t>
      </w:r>
      <w:r w:rsidRPr="00FD27FB">
        <w:tab/>
        <w:t xml:space="preserve">Na konci textu poznámky pod čarou č. 1a se na samostatné řádky doplňují věty „Nařízení Evropského parlamentu a Rady (EU) 2017/625 ze dne 15. března 2017 o úředních kontrolách a jiných úředních činnostech prováděných s cílem zajistit uplatňování potravinového a krmivového práva a pravidel týkajících se zdraví zvířat a dobrých životních podmínek zvířat, zdraví rostlin a přípravků na ochranu rostlin, o změně nařízení Evropského parlamentu a Rady (ES) č. 999/2001, (ES) č. 396/2005, (ES) č. 1069/2009, (ES) č. 1107/2009, (EU) č. 1151/2012, (EU) č. 652/2014, (EU) 2016/429 a (EU) 2016/2031, nařízení Rady (ES) č. 1/2005 a (ES) č. 1099/2009 a směrnic Rady 98/58/ES, 1999/74/ES, 2007/43/ES, 2008/119/ES a 2008/120/ES a o zrušení nařízení Evropského parlamentu a Rady (ES) č. 854/2004 a (ES) č. 882/2004, směrnic Rady 89/608/EHS, 89/662/EHS, 90/425/EHS, 91/496/EHS, 96/23/ES, 96/93/ES a 97/78/ES a rozhodnutí Rady 92/438/EHS (nařízení o úředních kontrolách). </w:t>
      </w:r>
      <w:r w:rsidRPr="00FD27FB">
        <w:rPr>
          <w:iCs/>
        </w:rPr>
        <w:t>Nařízení Evropského parlamentu a Rady (EU) 2019/1010 ze dne 5. června 2019 o sladění povinností podávání zpráv v oblasti právních předpisů souvisejících s politikou životního prostředí a o změně nařízení Evropského parlamentu a Rady (ES) č. 166/2006 a (EU) č. 995/2010, směrnic Evropského parlamentu a Rady 2002/49/ES, 2004/35/ES, 2007/2/ES, 2009/147/ES a 2010/63/EU, nařízení Rady (ES) č. 338/97 a (ES) č. 2173/2005 a směrnice Rady 86/278/EHS.“.</w:t>
      </w:r>
    </w:p>
    <w:p w:rsidR="008C77C1" w:rsidRPr="00FD27FB" w:rsidRDefault="008C77C1" w:rsidP="008C77C1">
      <w:pPr>
        <w:pStyle w:val="Odstavecseseznamem"/>
        <w:numPr>
          <w:ilvl w:val="0"/>
          <w:numId w:val="3"/>
        </w:numPr>
        <w:spacing w:before="240" w:line="276" w:lineRule="auto"/>
        <w:jc w:val="both"/>
      </w:pPr>
      <w:r w:rsidRPr="00FD27FB">
        <w:t>V části první čl. I se vkládá nový bod 4, který zní:</w:t>
      </w:r>
    </w:p>
    <w:p w:rsidR="008C77C1" w:rsidRPr="00FD27FB" w:rsidRDefault="008C77C1" w:rsidP="008C77C1">
      <w:pPr>
        <w:pStyle w:val="Odstavecseseznamem"/>
        <w:spacing w:before="240" w:line="276" w:lineRule="auto"/>
        <w:ind w:left="426"/>
        <w:jc w:val="both"/>
      </w:pPr>
      <w:r w:rsidRPr="00FD27FB">
        <w:t>„4. V § 4 odst. 1 písm. g) se za slovo „provádět“ doplňují slova „nebo nechat provést“.“</w:t>
      </w:r>
      <w:r>
        <w:t>.</w:t>
      </w:r>
    </w:p>
    <w:p w:rsidR="008C77C1" w:rsidRPr="00FD27FB" w:rsidRDefault="008C77C1" w:rsidP="008C77C1">
      <w:pPr>
        <w:pStyle w:val="Odstavecseseznamem"/>
        <w:spacing w:before="240" w:line="276" w:lineRule="auto"/>
        <w:ind w:left="426"/>
        <w:jc w:val="both"/>
      </w:pPr>
      <w:r w:rsidRPr="00FD27FB">
        <w:t>Dosavadní body se přečíslují.</w:t>
      </w:r>
    </w:p>
    <w:p w:rsidR="008C77C1" w:rsidRPr="00FD27FB" w:rsidRDefault="008C77C1" w:rsidP="008C77C1">
      <w:pPr>
        <w:pStyle w:val="Normlnweb"/>
        <w:spacing w:before="0" w:beforeAutospacing="0" w:after="0" w:line="276" w:lineRule="auto"/>
        <w:jc w:val="both"/>
        <w:rPr>
          <w:iCs/>
        </w:rPr>
      </w:pPr>
    </w:p>
    <w:p w:rsidR="008C77C1" w:rsidRPr="00FD27FB" w:rsidRDefault="008C77C1" w:rsidP="008C77C1">
      <w:pPr>
        <w:pStyle w:val="Odstavecseseznamem"/>
        <w:widowControl w:val="0"/>
        <w:numPr>
          <w:ilvl w:val="0"/>
          <w:numId w:val="3"/>
        </w:numPr>
        <w:autoSpaceDE w:val="0"/>
        <w:autoSpaceDN w:val="0"/>
        <w:adjustRightInd w:val="0"/>
        <w:spacing w:before="120" w:after="120" w:line="276" w:lineRule="auto"/>
        <w:jc w:val="both"/>
      </w:pPr>
      <w:r w:rsidRPr="00FD27FB">
        <w:t xml:space="preserve">Za stávající novelizační bod 3. se vkládá nový </w:t>
      </w:r>
      <w:r>
        <w:t xml:space="preserve">novelizační bod 4, který </w:t>
      </w:r>
      <w:r w:rsidRPr="00FD27FB">
        <w:t>zní:</w:t>
      </w:r>
    </w:p>
    <w:p w:rsidR="008C77C1" w:rsidRPr="00FD27FB" w:rsidRDefault="008C77C1" w:rsidP="008C77C1">
      <w:pPr>
        <w:autoSpaceDE w:val="0"/>
        <w:autoSpaceDN w:val="0"/>
        <w:adjustRightInd w:val="0"/>
        <w:spacing w:before="120" w:after="120" w:line="276" w:lineRule="auto"/>
        <w:ind w:left="720"/>
        <w:jc w:val="both"/>
      </w:pPr>
      <w:r>
        <w:t xml:space="preserve">„4. V § 4 odst. </w:t>
      </w:r>
      <w:r w:rsidRPr="00FD27FB">
        <w:t xml:space="preserve">1 se </w:t>
      </w:r>
      <w:r>
        <w:t>vkládá</w:t>
      </w:r>
      <w:r w:rsidRPr="00FD27FB">
        <w:t xml:space="preserve"> nové písmeno h)</w:t>
      </w:r>
      <w:r>
        <w:t>, které zní</w:t>
      </w:r>
      <w:r w:rsidRPr="00FD27FB">
        <w:t>:</w:t>
      </w:r>
    </w:p>
    <w:p w:rsidR="008C77C1" w:rsidRPr="00FD27FB" w:rsidRDefault="008C77C1" w:rsidP="008C77C1">
      <w:pPr>
        <w:autoSpaceDE w:val="0"/>
        <w:autoSpaceDN w:val="0"/>
        <w:adjustRightInd w:val="0"/>
        <w:spacing w:line="276" w:lineRule="auto"/>
        <w:jc w:val="both"/>
        <w:rPr>
          <w:bCs/>
        </w:rPr>
      </w:pPr>
      <w:r w:rsidRPr="00FD27FB">
        <w:t xml:space="preserve">„h) </w:t>
      </w:r>
      <w:r w:rsidRPr="00FD27FB">
        <w:rPr>
          <w:bCs/>
        </w:rPr>
        <w:t>„provést technický zákrok, který vyvolá bolest, utrpení nebo poškození zdraví zvířete, nebo chirurgický zákrok za účelem znemožnění nebo změny trvalého označení zvířete čipem nebo tetováním,“.</w:t>
      </w:r>
      <w:r>
        <w:rPr>
          <w:bCs/>
        </w:rPr>
        <w:t>“.</w:t>
      </w:r>
    </w:p>
    <w:p w:rsidR="008C77C1" w:rsidRPr="00FD27FB" w:rsidRDefault="008C77C1" w:rsidP="008C77C1">
      <w:pPr>
        <w:autoSpaceDE w:val="0"/>
        <w:autoSpaceDN w:val="0"/>
        <w:adjustRightInd w:val="0"/>
        <w:spacing w:before="120" w:after="120" w:line="276" w:lineRule="auto"/>
        <w:ind w:left="720" w:hanging="720"/>
        <w:jc w:val="both"/>
      </w:pPr>
      <w:r w:rsidRPr="00FD27FB">
        <w:t>Následující písmena se p</w:t>
      </w:r>
      <w:r>
        <w:t>řeznačí</w:t>
      </w:r>
      <w:r w:rsidRPr="00FD27FB">
        <w:t>.</w:t>
      </w:r>
    </w:p>
    <w:p w:rsidR="008C77C1" w:rsidRPr="00FD27FB" w:rsidRDefault="008C77C1" w:rsidP="008C77C1">
      <w:pPr>
        <w:autoSpaceDE w:val="0"/>
        <w:autoSpaceDN w:val="0"/>
        <w:adjustRightInd w:val="0"/>
        <w:spacing w:before="120" w:after="120" w:line="276" w:lineRule="auto"/>
        <w:ind w:left="720" w:hanging="720"/>
        <w:jc w:val="both"/>
      </w:pPr>
      <w:r w:rsidRPr="00FD27FB">
        <w:t>Následující novelizační body se přečíslují.</w:t>
      </w:r>
    </w:p>
    <w:p w:rsidR="008C77C1" w:rsidRPr="00FD27FB" w:rsidRDefault="008C77C1" w:rsidP="008C77C1">
      <w:pPr>
        <w:pStyle w:val="Normlnweb"/>
        <w:numPr>
          <w:ilvl w:val="0"/>
          <w:numId w:val="3"/>
        </w:numPr>
        <w:spacing w:before="0" w:beforeAutospacing="0" w:after="0" w:line="276" w:lineRule="auto"/>
        <w:jc w:val="both"/>
        <w:rPr>
          <w:iCs/>
        </w:rPr>
      </w:pPr>
      <w:r w:rsidRPr="00FD27FB">
        <w:rPr>
          <w:iCs/>
        </w:rPr>
        <w:lastRenderedPageBreak/>
        <w:t>K části první, Čl. I, dosavadnímu bodu 8:</w:t>
      </w:r>
    </w:p>
    <w:p w:rsidR="008C77C1" w:rsidRPr="00FD27FB" w:rsidRDefault="008C77C1" w:rsidP="008C77C1">
      <w:pPr>
        <w:pStyle w:val="Normlnweb"/>
        <w:spacing w:before="0" w:beforeAutospacing="0" w:after="0" w:line="276" w:lineRule="auto"/>
        <w:ind w:left="360"/>
        <w:jc w:val="both"/>
        <w:rPr>
          <w:iCs/>
        </w:rPr>
      </w:pPr>
      <w:r w:rsidRPr="00FD27FB">
        <w:rPr>
          <w:iCs/>
        </w:rPr>
        <w:t>V § 4 odst. 4 se na konci textu věty druhé doplňují slova „a dále v případě pasteveckých psů při ochraně hospodářských zvířat“.</w:t>
      </w:r>
    </w:p>
    <w:p w:rsidR="008C77C1" w:rsidRPr="00FD27FB" w:rsidRDefault="008C77C1" w:rsidP="008C77C1">
      <w:pPr>
        <w:pStyle w:val="Normlnweb"/>
        <w:spacing w:before="0" w:beforeAutospacing="0" w:after="0" w:line="276" w:lineRule="auto"/>
        <w:ind w:left="360"/>
        <w:jc w:val="both"/>
        <w:rPr>
          <w:iCs/>
        </w:rPr>
      </w:pPr>
    </w:p>
    <w:p w:rsidR="008C77C1" w:rsidRPr="00FD27FB" w:rsidRDefault="008C77C1" w:rsidP="008C77C1">
      <w:pPr>
        <w:pStyle w:val="Normlnweb"/>
        <w:numPr>
          <w:ilvl w:val="0"/>
          <w:numId w:val="3"/>
        </w:numPr>
        <w:spacing w:before="0" w:beforeAutospacing="0" w:after="0" w:line="276" w:lineRule="auto"/>
        <w:jc w:val="both"/>
        <w:rPr>
          <w:iCs/>
        </w:rPr>
      </w:pPr>
      <w:r w:rsidRPr="00FD27FB">
        <w:rPr>
          <w:iCs/>
        </w:rPr>
        <w:t>K části první, Čl. I, se za dosavadní novelizační bod 8 vkládá nový novelizační bod, který zní:</w:t>
      </w:r>
    </w:p>
    <w:p w:rsidR="008C77C1" w:rsidRPr="00FD27FB" w:rsidRDefault="008C77C1" w:rsidP="008C77C1">
      <w:pPr>
        <w:pStyle w:val="Normlnweb"/>
        <w:spacing w:before="0" w:beforeAutospacing="0" w:after="0" w:line="276" w:lineRule="auto"/>
        <w:ind w:left="709" w:hanging="349"/>
        <w:jc w:val="both"/>
        <w:rPr>
          <w:iCs/>
        </w:rPr>
      </w:pPr>
      <w:r w:rsidRPr="00FD27FB">
        <w:rPr>
          <w:iCs/>
        </w:rPr>
        <w:t>„X.</w:t>
      </w:r>
      <w:r w:rsidRPr="00FD27FB">
        <w:rPr>
          <w:iCs/>
        </w:rPr>
        <w:tab/>
        <w:t>V § 5 odst. 2 se na konci písmene e) doplňují slova „nebo simulační cvičení organizované Státní veterinární správou týkající se pohotovostních plánů pro případ výskytu nebezpečných nákaz a nemocí přenosných ze zvířat na člověka,“.</w:t>
      </w:r>
    </w:p>
    <w:p w:rsidR="008C77C1" w:rsidRPr="00FD27FB" w:rsidRDefault="008C77C1" w:rsidP="008C77C1">
      <w:pPr>
        <w:pStyle w:val="Normlnweb"/>
        <w:spacing w:before="0" w:beforeAutospacing="0" w:after="0" w:line="276" w:lineRule="auto"/>
        <w:jc w:val="both"/>
        <w:rPr>
          <w:iCs/>
        </w:rPr>
      </w:pPr>
    </w:p>
    <w:p w:rsidR="008C77C1" w:rsidRPr="00FD27FB" w:rsidRDefault="008C77C1" w:rsidP="008C77C1">
      <w:pPr>
        <w:pStyle w:val="Normlnweb"/>
        <w:spacing w:before="0" w:beforeAutospacing="0" w:after="0" w:line="276" w:lineRule="auto"/>
        <w:ind w:left="360"/>
        <w:jc w:val="both"/>
        <w:rPr>
          <w:iCs/>
        </w:rPr>
      </w:pPr>
      <w:r w:rsidRPr="00FD27FB">
        <w:rPr>
          <w:iCs/>
        </w:rPr>
        <w:t>Dosavadní novelizační body se přečíslují.</w:t>
      </w:r>
    </w:p>
    <w:p w:rsidR="008C77C1" w:rsidRPr="00FD27FB" w:rsidRDefault="008C77C1" w:rsidP="008C77C1">
      <w:pPr>
        <w:pStyle w:val="Normlnweb"/>
        <w:spacing w:before="0" w:beforeAutospacing="0" w:after="0" w:line="276" w:lineRule="auto"/>
        <w:jc w:val="both"/>
        <w:rPr>
          <w:iCs/>
        </w:rPr>
      </w:pPr>
    </w:p>
    <w:p w:rsidR="008C77C1" w:rsidRPr="00FD27FB" w:rsidRDefault="008C77C1" w:rsidP="008C77C1">
      <w:pPr>
        <w:pStyle w:val="Odstavecseseznamem"/>
        <w:numPr>
          <w:ilvl w:val="0"/>
          <w:numId w:val="3"/>
        </w:numPr>
        <w:spacing w:line="276" w:lineRule="auto"/>
        <w:jc w:val="both"/>
      </w:pPr>
      <w:r w:rsidRPr="00FD27FB">
        <w:t xml:space="preserve">V § 5 se na konci odstavce 5 tečka nahrazuje čárkou a doplňuje se písmeno f), které zní:                      </w:t>
      </w:r>
    </w:p>
    <w:p w:rsidR="008C77C1" w:rsidRPr="00FD27FB" w:rsidRDefault="008C77C1" w:rsidP="008C77C1">
      <w:pPr>
        <w:spacing w:line="276" w:lineRule="auto"/>
        <w:jc w:val="both"/>
        <w:rPr>
          <w:rFonts w:eastAsia="Times New Roman"/>
        </w:rPr>
      </w:pPr>
      <w:r w:rsidRPr="00FD27FB">
        <w:rPr>
          <w:rFonts w:eastAsia="Times New Roman"/>
        </w:rPr>
        <w:t xml:space="preserve"> „f) zmrazení, s výjimkou postupného zmrazování u hadů.“.</w:t>
      </w:r>
    </w:p>
    <w:p w:rsidR="008C77C1" w:rsidRPr="00FD27FB" w:rsidRDefault="008C77C1" w:rsidP="008C77C1">
      <w:pPr>
        <w:pStyle w:val="Normlnweb"/>
        <w:spacing w:before="0" w:beforeAutospacing="0" w:after="0" w:line="276" w:lineRule="auto"/>
        <w:jc w:val="both"/>
        <w:rPr>
          <w:iCs/>
        </w:rPr>
      </w:pPr>
    </w:p>
    <w:p w:rsidR="008C77C1" w:rsidRPr="00FD27FB" w:rsidRDefault="008C77C1" w:rsidP="008C77C1">
      <w:pPr>
        <w:pStyle w:val="Normlnweb"/>
        <w:numPr>
          <w:ilvl w:val="0"/>
          <w:numId w:val="3"/>
        </w:numPr>
        <w:spacing w:before="0" w:beforeAutospacing="0" w:after="0" w:line="276" w:lineRule="auto"/>
        <w:jc w:val="both"/>
        <w:rPr>
          <w:iCs/>
        </w:rPr>
      </w:pPr>
      <w:r w:rsidRPr="00FD27FB">
        <w:rPr>
          <w:iCs/>
        </w:rPr>
        <w:t>K části první, Čl. I, se za dosavadní novelizační bod 10 vkládají nové novelizační body, které znějí:</w:t>
      </w:r>
    </w:p>
    <w:p w:rsidR="008C77C1" w:rsidRPr="00FD27FB" w:rsidRDefault="008C77C1" w:rsidP="008C77C1">
      <w:pPr>
        <w:pStyle w:val="Normlnweb"/>
        <w:spacing w:before="0" w:beforeAutospacing="0" w:after="0" w:line="276" w:lineRule="auto"/>
        <w:ind w:left="709" w:hanging="349"/>
        <w:jc w:val="both"/>
        <w:rPr>
          <w:iCs/>
        </w:rPr>
      </w:pPr>
      <w:r w:rsidRPr="00FD27FB">
        <w:rPr>
          <w:iCs/>
        </w:rPr>
        <w:t>„X.</w:t>
      </w:r>
      <w:r w:rsidRPr="00FD27FB">
        <w:rPr>
          <w:iCs/>
        </w:rPr>
        <w:tab/>
        <w:t>V § 5a odst. 1 se za slova „podle čl. 7 odst. 2 písm. c) až g)“ vkládají slova „a činnost pracovníka pro řádné zacházení se zvířaty podle čl. 17“ a slova „na jatkách“ se zrušují.</w:t>
      </w:r>
    </w:p>
    <w:p w:rsidR="008C77C1" w:rsidRPr="00FD27FB" w:rsidRDefault="008C77C1" w:rsidP="008C77C1">
      <w:pPr>
        <w:pStyle w:val="Normlnweb"/>
        <w:spacing w:before="0" w:beforeAutospacing="0" w:after="0" w:line="276" w:lineRule="auto"/>
        <w:ind w:left="709" w:hanging="349"/>
        <w:jc w:val="both"/>
        <w:rPr>
          <w:iCs/>
        </w:rPr>
      </w:pPr>
      <w:r w:rsidRPr="00FD27FB">
        <w:rPr>
          <w:iCs/>
        </w:rPr>
        <w:t>X.</w:t>
      </w:r>
      <w:r w:rsidRPr="00FD27FB">
        <w:rPr>
          <w:iCs/>
        </w:rPr>
        <w:tab/>
        <w:t>V § 5a se na konci odstavce 2 doplňuje věta „Věta první se nevztahuje na pracovníka pro řádné zacházení se zvířaty podle čl. 17 přímo použitelného předpisu Evropské unie upravujícího ochranu zvířat při usmrcování</w:t>
      </w:r>
      <w:r w:rsidRPr="00FD27FB">
        <w:rPr>
          <w:iCs/>
          <w:vertAlign w:val="superscript"/>
        </w:rPr>
        <w:t>13</w:t>
      </w:r>
      <w:r w:rsidRPr="00FD27FB">
        <w:rPr>
          <w:iCs/>
        </w:rPr>
        <w:t>), kterému se osvědčení o způsobilosti pro osoby podílející se na úkonech souvisejících s porážením zvířat podle přímo použitelného předpisu Evropské unie upravujícího ochranu zvířat při usmrcování</w:t>
      </w:r>
      <w:r w:rsidRPr="00FD27FB">
        <w:rPr>
          <w:iCs/>
          <w:vertAlign w:val="superscript"/>
        </w:rPr>
        <w:t>13)</w:t>
      </w:r>
      <w:r w:rsidRPr="00FD27FB">
        <w:rPr>
          <w:iCs/>
        </w:rPr>
        <w:t xml:space="preserve"> vydává na dobu 7 let.“.</w:t>
      </w:r>
    </w:p>
    <w:p w:rsidR="008C77C1" w:rsidRPr="00FD27FB" w:rsidRDefault="008C77C1" w:rsidP="008C77C1">
      <w:pPr>
        <w:pStyle w:val="Normlnweb"/>
        <w:spacing w:before="0" w:beforeAutospacing="0" w:after="0" w:line="276" w:lineRule="auto"/>
        <w:ind w:left="709" w:hanging="349"/>
        <w:jc w:val="both"/>
        <w:rPr>
          <w:iCs/>
        </w:rPr>
      </w:pPr>
      <w:r w:rsidRPr="00FD27FB">
        <w:rPr>
          <w:iCs/>
        </w:rPr>
        <w:t xml:space="preserve">X. </w:t>
      </w:r>
      <w:r w:rsidRPr="00FD27FB">
        <w:rPr>
          <w:iCs/>
        </w:rPr>
        <w:tab/>
        <w:t>V § 5a odst. 7 se za slova „nejvyššího dosaženého vzdělání,“ vkládají slova „požadavky na zkušebního komisaře, rozsah a průběh zkoušky,“.</w:t>
      </w:r>
    </w:p>
    <w:p w:rsidR="008C77C1" w:rsidRPr="00FD27FB" w:rsidRDefault="008C77C1" w:rsidP="008C77C1">
      <w:pPr>
        <w:pStyle w:val="Normlnweb"/>
        <w:spacing w:before="0" w:beforeAutospacing="0" w:after="0" w:line="276" w:lineRule="auto"/>
        <w:ind w:left="709" w:hanging="349"/>
        <w:jc w:val="both"/>
        <w:rPr>
          <w:iCs/>
        </w:rPr>
      </w:pPr>
      <w:r w:rsidRPr="00FD27FB">
        <w:rPr>
          <w:iCs/>
        </w:rPr>
        <w:t>X.</w:t>
      </w:r>
      <w:r w:rsidRPr="00FD27FB">
        <w:rPr>
          <w:iCs/>
        </w:rPr>
        <w:tab/>
      </w:r>
      <w:r w:rsidRPr="00FD27FB">
        <w:t xml:space="preserve">V § 5b odst. 2 se slova „se zvláštním právním </w:t>
      </w:r>
      <w:proofErr w:type="gramStart"/>
      <w:r w:rsidRPr="00FD27FB">
        <w:t>předpisem,</w:t>
      </w:r>
      <w:r w:rsidRPr="00FD27FB">
        <w:rPr>
          <w:vertAlign w:val="superscript"/>
        </w:rPr>
        <w:t>2)</w:t>
      </w:r>
      <w:r w:rsidRPr="00FD27FB">
        <w:t>“ nahrazují</w:t>
      </w:r>
      <w:proofErr w:type="gramEnd"/>
      <w:r w:rsidRPr="00FD27FB">
        <w:t xml:space="preserve"> slovy „s požadavky nařízení Rady (ES) č. 1/2005,“, za slova „jeho stavu“ se vkládá slovo „soukromým“ a slova „dokumentaci vydané podle zvláštního právního předpisu</w:t>
      </w:r>
      <w:r w:rsidRPr="00FD27FB">
        <w:rPr>
          <w:vertAlign w:val="superscript"/>
        </w:rPr>
        <w:t>2)“</w:t>
      </w:r>
      <w:r w:rsidRPr="00FD27FB">
        <w:t xml:space="preserve"> se nahrazují slovy „doprovodné dokumentaci podle oddílu III přílohy II nařízení Evropského parlamentu a Rady (ES) č. 853/2004</w:t>
      </w:r>
      <w:r w:rsidRPr="00FD27FB">
        <w:rPr>
          <w:vertAlign w:val="superscript"/>
        </w:rPr>
        <w:t>3c)</w:t>
      </w:r>
      <w:r w:rsidRPr="00FD27FB">
        <w:t>“.</w:t>
      </w:r>
      <w:r w:rsidRPr="00FD27FB">
        <w:rPr>
          <w:iCs/>
        </w:rPr>
        <w:t>“.</w:t>
      </w:r>
    </w:p>
    <w:p w:rsidR="008C77C1" w:rsidRDefault="008C77C1" w:rsidP="008C77C1">
      <w:pPr>
        <w:spacing w:line="276" w:lineRule="auto"/>
        <w:ind w:left="360"/>
        <w:jc w:val="both"/>
      </w:pPr>
    </w:p>
    <w:p w:rsidR="008C77C1" w:rsidRPr="00FD27FB" w:rsidRDefault="008C77C1" w:rsidP="008C77C1">
      <w:pPr>
        <w:spacing w:line="276" w:lineRule="auto"/>
        <w:ind w:left="360"/>
        <w:jc w:val="both"/>
        <w:rPr>
          <w:iCs/>
        </w:rPr>
      </w:pPr>
      <w:r w:rsidRPr="00FD27FB">
        <w:t>Dosavadní novelizační body se přečíslují.</w:t>
      </w:r>
    </w:p>
    <w:p w:rsidR="008C77C1" w:rsidRPr="00FD27FB" w:rsidRDefault="008C77C1" w:rsidP="008C77C1">
      <w:pPr>
        <w:pStyle w:val="Normlnweb"/>
        <w:spacing w:before="0" w:beforeAutospacing="0" w:after="0" w:line="276" w:lineRule="auto"/>
        <w:ind w:left="993" w:hanging="633"/>
        <w:jc w:val="both"/>
        <w:rPr>
          <w:iCs/>
        </w:rPr>
      </w:pPr>
    </w:p>
    <w:p w:rsidR="008C77C1" w:rsidRPr="00FD27FB" w:rsidRDefault="008C77C1" w:rsidP="008C77C1">
      <w:pPr>
        <w:pStyle w:val="Normlnweb"/>
        <w:numPr>
          <w:ilvl w:val="0"/>
          <w:numId w:val="3"/>
        </w:numPr>
        <w:spacing w:before="0" w:beforeAutospacing="0" w:after="0" w:line="276" w:lineRule="auto"/>
        <w:jc w:val="both"/>
        <w:rPr>
          <w:iCs/>
        </w:rPr>
      </w:pPr>
      <w:r w:rsidRPr="00FD27FB">
        <w:rPr>
          <w:iCs/>
        </w:rPr>
        <w:t>K části první, Čl. I, dosavadnímu bodu 18:</w:t>
      </w:r>
    </w:p>
    <w:p w:rsidR="008C77C1" w:rsidRPr="00FD27FB" w:rsidRDefault="008C77C1" w:rsidP="008C77C1">
      <w:pPr>
        <w:pStyle w:val="Normlnweb"/>
        <w:spacing w:before="0" w:beforeAutospacing="0" w:after="0" w:line="276" w:lineRule="auto"/>
        <w:ind w:left="360"/>
        <w:jc w:val="both"/>
        <w:rPr>
          <w:iCs/>
        </w:rPr>
      </w:pPr>
      <w:r w:rsidRPr="00FD27FB">
        <w:rPr>
          <w:iCs/>
        </w:rPr>
        <w:t>V § 7a odst. 4 úvodní část ustanovení zní: „Sdružení právnických nebo fyzických osob, která se zabývají chovem zvířat, a chovatelé, kteří jsou jejich členy, podnikatelé, kteří se v rámci podnikatelské činnosti zabývají chovem zvířat, případně jiné osoby, které se zabývají chovem zvířat za účelem dosažení zisku, nebo chovatelé, kteří chovají 3 a více fen psa, jsou povinni“.</w:t>
      </w:r>
    </w:p>
    <w:p w:rsidR="008C77C1" w:rsidRPr="00FD27FB" w:rsidRDefault="008C77C1" w:rsidP="008C77C1">
      <w:pPr>
        <w:pStyle w:val="Normlnweb"/>
        <w:spacing w:before="0" w:beforeAutospacing="0" w:after="0" w:line="276" w:lineRule="auto"/>
        <w:jc w:val="both"/>
        <w:rPr>
          <w:iCs/>
        </w:rPr>
      </w:pPr>
    </w:p>
    <w:p w:rsidR="008C77C1" w:rsidRPr="00FD27FB" w:rsidRDefault="008C77C1" w:rsidP="008C77C1">
      <w:pPr>
        <w:pStyle w:val="Normlnweb"/>
        <w:numPr>
          <w:ilvl w:val="0"/>
          <w:numId w:val="3"/>
        </w:numPr>
        <w:spacing w:before="0" w:beforeAutospacing="0" w:after="0" w:line="276" w:lineRule="auto"/>
        <w:jc w:val="both"/>
        <w:rPr>
          <w:iCs/>
        </w:rPr>
      </w:pPr>
      <w:r w:rsidRPr="00FD27FB">
        <w:rPr>
          <w:iCs/>
        </w:rPr>
        <w:t>K části první, Čl. I, dosavadnímu bodu 18:</w:t>
      </w:r>
    </w:p>
    <w:p w:rsidR="008C77C1" w:rsidRPr="00FD27FB" w:rsidRDefault="008C77C1" w:rsidP="008C77C1">
      <w:pPr>
        <w:pStyle w:val="Normlnweb"/>
        <w:spacing w:before="0" w:beforeAutospacing="0" w:after="0" w:line="276" w:lineRule="auto"/>
        <w:ind w:left="360"/>
        <w:jc w:val="both"/>
        <w:rPr>
          <w:iCs/>
        </w:rPr>
      </w:pPr>
      <w:r w:rsidRPr="00FD27FB">
        <w:rPr>
          <w:iCs/>
        </w:rPr>
        <w:t>V § 7a odst. 4 písm. b) se slova „, pokud nedošlo před označením štěněte čipem ke změně jeho chovatele,“ zrušují.</w:t>
      </w:r>
    </w:p>
    <w:p w:rsidR="008C77C1" w:rsidRDefault="008C77C1" w:rsidP="008C77C1">
      <w:pPr>
        <w:pStyle w:val="Normlnweb"/>
        <w:spacing w:before="0" w:beforeAutospacing="0" w:after="0" w:line="276" w:lineRule="auto"/>
        <w:ind w:left="360"/>
        <w:jc w:val="both"/>
        <w:rPr>
          <w:iCs/>
        </w:rPr>
      </w:pPr>
    </w:p>
    <w:p w:rsidR="008C77C1" w:rsidRPr="00FD27FB" w:rsidRDefault="008C77C1" w:rsidP="008C77C1">
      <w:pPr>
        <w:pStyle w:val="Normlnweb"/>
        <w:numPr>
          <w:ilvl w:val="0"/>
          <w:numId w:val="3"/>
        </w:numPr>
        <w:spacing w:before="0" w:beforeAutospacing="0" w:after="0" w:line="276" w:lineRule="auto"/>
        <w:jc w:val="both"/>
        <w:rPr>
          <w:iCs/>
        </w:rPr>
      </w:pPr>
      <w:r w:rsidRPr="00FD27FB">
        <w:rPr>
          <w:iCs/>
        </w:rPr>
        <w:t>K části první, Čl. I, dosavadnímu bodu 18:</w:t>
      </w:r>
    </w:p>
    <w:p w:rsidR="008C77C1" w:rsidRPr="00FD27FB" w:rsidRDefault="008C77C1" w:rsidP="008C77C1">
      <w:pPr>
        <w:pStyle w:val="Normlnweb"/>
        <w:spacing w:before="0" w:beforeAutospacing="0" w:after="0" w:line="276" w:lineRule="auto"/>
        <w:ind w:left="357"/>
        <w:jc w:val="both"/>
        <w:rPr>
          <w:iCs/>
        </w:rPr>
      </w:pPr>
      <w:r w:rsidRPr="00FD27FB">
        <w:rPr>
          <w:iCs/>
        </w:rPr>
        <w:t>V § 7a odst. 5 písm. d) se slova „s výjimkou uvedenou v odstavci 4 písm. b),“ zrušují.</w:t>
      </w:r>
    </w:p>
    <w:p w:rsidR="008C77C1" w:rsidRPr="00FD27FB" w:rsidRDefault="008C77C1" w:rsidP="008C77C1">
      <w:pPr>
        <w:pStyle w:val="Normlnweb"/>
        <w:spacing w:before="0" w:beforeAutospacing="0" w:after="0" w:line="276" w:lineRule="auto"/>
        <w:jc w:val="both"/>
        <w:rPr>
          <w:iCs/>
        </w:rPr>
      </w:pPr>
    </w:p>
    <w:p w:rsidR="008C77C1" w:rsidRPr="00FD27FB" w:rsidRDefault="008C77C1" w:rsidP="008C77C1">
      <w:pPr>
        <w:pStyle w:val="Normlnweb"/>
        <w:numPr>
          <w:ilvl w:val="0"/>
          <w:numId w:val="3"/>
        </w:numPr>
        <w:spacing w:before="0" w:beforeAutospacing="0" w:after="0" w:line="276" w:lineRule="auto"/>
        <w:jc w:val="both"/>
        <w:rPr>
          <w:iCs/>
        </w:rPr>
      </w:pPr>
      <w:r w:rsidRPr="00FD27FB">
        <w:rPr>
          <w:iCs/>
        </w:rPr>
        <w:t>K části první, Čl. I, dosavadnímu bodu 18:</w:t>
      </w:r>
    </w:p>
    <w:p w:rsidR="008C77C1" w:rsidRPr="00FD27FB" w:rsidRDefault="008C77C1" w:rsidP="008C77C1">
      <w:pPr>
        <w:pStyle w:val="Normlnweb"/>
        <w:spacing w:before="0" w:beforeAutospacing="0" w:after="0" w:line="276" w:lineRule="auto"/>
        <w:ind w:left="360"/>
        <w:jc w:val="both"/>
        <w:rPr>
          <w:iCs/>
        </w:rPr>
      </w:pPr>
      <w:r w:rsidRPr="00FD27FB">
        <w:rPr>
          <w:iCs/>
        </w:rPr>
        <w:t>V § 7a odst. 8 se za slovo „zajistit“ vkládají slova „podmínky při chovu za účelem rozmnožování a“.</w:t>
      </w:r>
    </w:p>
    <w:p w:rsidR="008C77C1" w:rsidRPr="00FD27FB" w:rsidRDefault="008C77C1" w:rsidP="008C77C1">
      <w:pPr>
        <w:pStyle w:val="Normlnweb"/>
        <w:spacing w:before="0" w:beforeAutospacing="0" w:after="0" w:line="276" w:lineRule="auto"/>
        <w:ind w:left="360"/>
        <w:jc w:val="both"/>
        <w:rPr>
          <w:iCs/>
        </w:rPr>
      </w:pPr>
    </w:p>
    <w:p w:rsidR="008C77C1" w:rsidRPr="00FD27FB" w:rsidRDefault="008C77C1" w:rsidP="008C77C1">
      <w:pPr>
        <w:pStyle w:val="Normlnweb"/>
        <w:numPr>
          <w:ilvl w:val="0"/>
          <w:numId w:val="3"/>
        </w:numPr>
        <w:spacing w:before="0" w:beforeAutospacing="0" w:after="0" w:line="276" w:lineRule="auto"/>
        <w:jc w:val="both"/>
        <w:rPr>
          <w:iCs/>
        </w:rPr>
      </w:pPr>
      <w:r w:rsidRPr="00FD27FB">
        <w:rPr>
          <w:iCs/>
        </w:rPr>
        <w:t>K části první, Čl. I, dosavadnímu bodu 18:</w:t>
      </w:r>
    </w:p>
    <w:p w:rsidR="008C77C1" w:rsidRPr="00FD27FB" w:rsidRDefault="008C77C1" w:rsidP="008C77C1">
      <w:pPr>
        <w:pStyle w:val="Normlnweb"/>
        <w:spacing w:before="0" w:beforeAutospacing="0" w:after="0" w:line="276" w:lineRule="auto"/>
        <w:ind w:left="360"/>
        <w:jc w:val="both"/>
        <w:rPr>
          <w:iCs/>
        </w:rPr>
      </w:pPr>
      <w:r w:rsidRPr="00FD27FB">
        <w:rPr>
          <w:iCs/>
        </w:rPr>
        <w:t>V § 7a odst. 9 se za slova „Požadavky na“ vkládají slova „podmínky při chovu za účelem rozmnožování a požadavky na“.</w:t>
      </w:r>
    </w:p>
    <w:p w:rsidR="008C77C1" w:rsidRPr="00FD27FB" w:rsidRDefault="008C77C1" w:rsidP="008C77C1">
      <w:pPr>
        <w:pStyle w:val="Normlnweb"/>
        <w:spacing w:before="0" w:beforeAutospacing="0" w:after="0" w:line="276" w:lineRule="auto"/>
        <w:ind w:left="357"/>
        <w:jc w:val="both"/>
      </w:pPr>
    </w:p>
    <w:p w:rsidR="008C77C1" w:rsidRPr="00FD27FB" w:rsidRDefault="008C77C1" w:rsidP="008C77C1">
      <w:pPr>
        <w:autoSpaceDE w:val="0"/>
        <w:autoSpaceDN w:val="0"/>
        <w:adjustRightInd w:val="0"/>
        <w:spacing w:line="276" w:lineRule="auto"/>
        <w:ind w:left="284" w:hanging="284"/>
        <w:contextualSpacing/>
        <w:mirrorIndents/>
        <w:jc w:val="both"/>
      </w:pPr>
      <w:r w:rsidRPr="00FD27FB">
        <w:t>13. V čl. I se za bod 18 vkládá nový bod 19, který zní:</w:t>
      </w:r>
    </w:p>
    <w:p w:rsidR="008C77C1" w:rsidRPr="00FD27FB" w:rsidRDefault="008C77C1" w:rsidP="008C77C1">
      <w:pPr>
        <w:autoSpaceDE w:val="0"/>
        <w:autoSpaceDN w:val="0"/>
        <w:adjustRightInd w:val="0"/>
        <w:spacing w:line="276" w:lineRule="auto"/>
        <w:contextualSpacing/>
        <w:mirrorIndents/>
        <w:jc w:val="both"/>
      </w:pPr>
    </w:p>
    <w:p w:rsidR="008C77C1" w:rsidRPr="00FD27FB" w:rsidRDefault="008C77C1" w:rsidP="008C77C1">
      <w:pPr>
        <w:autoSpaceDE w:val="0"/>
        <w:autoSpaceDN w:val="0"/>
        <w:adjustRightInd w:val="0"/>
        <w:spacing w:line="276" w:lineRule="auto"/>
        <w:ind w:left="284"/>
        <w:contextualSpacing/>
        <w:mirrorIndents/>
        <w:jc w:val="both"/>
      </w:pPr>
      <w:r w:rsidRPr="00FD27FB">
        <w:t>„19. Za § 7a se vkládá nový § 7b, který včetně nadpisu zní:</w:t>
      </w:r>
    </w:p>
    <w:p w:rsidR="008C77C1" w:rsidRPr="00FD27FB" w:rsidRDefault="008C77C1" w:rsidP="008C77C1">
      <w:pPr>
        <w:autoSpaceDE w:val="0"/>
        <w:autoSpaceDN w:val="0"/>
        <w:adjustRightInd w:val="0"/>
        <w:spacing w:line="276" w:lineRule="auto"/>
        <w:contextualSpacing/>
        <w:mirrorIndents/>
        <w:jc w:val="both"/>
      </w:pPr>
    </w:p>
    <w:p w:rsidR="008C77C1" w:rsidRPr="00FD27FB" w:rsidRDefault="008C77C1" w:rsidP="008C77C1">
      <w:pPr>
        <w:autoSpaceDE w:val="0"/>
        <w:autoSpaceDN w:val="0"/>
        <w:adjustRightInd w:val="0"/>
        <w:spacing w:line="276" w:lineRule="auto"/>
        <w:ind w:left="284"/>
        <w:contextualSpacing/>
        <w:mirrorIndents/>
        <w:jc w:val="center"/>
      </w:pPr>
      <w:r w:rsidRPr="00FD27FB">
        <w:t>„§ 7b</w:t>
      </w:r>
    </w:p>
    <w:p w:rsidR="008C77C1" w:rsidRPr="00FD27FB" w:rsidRDefault="008C77C1" w:rsidP="008C77C1">
      <w:pPr>
        <w:autoSpaceDE w:val="0"/>
        <w:autoSpaceDN w:val="0"/>
        <w:adjustRightInd w:val="0"/>
        <w:spacing w:line="276" w:lineRule="auto"/>
        <w:ind w:left="284"/>
        <w:contextualSpacing/>
        <w:mirrorIndents/>
        <w:jc w:val="both"/>
      </w:pPr>
    </w:p>
    <w:p w:rsidR="008C77C1" w:rsidRPr="00FD27FB" w:rsidRDefault="008C77C1" w:rsidP="008C77C1">
      <w:pPr>
        <w:autoSpaceDE w:val="0"/>
        <w:autoSpaceDN w:val="0"/>
        <w:adjustRightInd w:val="0"/>
        <w:spacing w:line="276" w:lineRule="auto"/>
        <w:ind w:left="284"/>
        <w:contextualSpacing/>
        <w:mirrorIndents/>
        <w:jc w:val="both"/>
      </w:pPr>
      <w:r w:rsidRPr="00FD27FB">
        <w:t>Prodej nebo předání psa nebo kočky novému chovateli</w:t>
      </w:r>
    </w:p>
    <w:p w:rsidR="008C77C1" w:rsidRPr="00FD27FB" w:rsidRDefault="008C77C1" w:rsidP="008C77C1">
      <w:pPr>
        <w:autoSpaceDE w:val="0"/>
        <w:autoSpaceDN w:val="0"/>
        <w:adjustRightInd w:val="0"/>
        <w:spacing w:line="276" w:lineRule="auto"/>
        <w:ind w:left="284"/>
        <w:contextualSpacing/>
        <w:mirrorIndents/>
        <w:jc w:val="both"/>
      </w:pPr>
    </w:p>
    <w:p w:rsidR="008C77C1" w:rsidRPr="00FD27FB" w:rsidRDefault="008C77C1" w:rsidP="008C77C1">
      <w:pPr>
        <w:autoSpaceDE w:val="0"/>
        <w:autoSpaceDN w:val="0"/>
        <w:adjustRightInd w:val="0"/>
        <w:spacing w:line="276" w:lineRule="auto"/>
        <w:ind w:left="284" w:firstLine="567"/>
        <w:contextualSpacing/>
        <w:mirrorIndents/>
        <w:jc w:val="both"/>
      </w:pPr>
      <w:r w:rsidRPr="00FD27FB">
        <w:t xml:space="preserve">Je zakázán prodej nebo předání psa nebo kočky novému chovateli </w:t>
      </w:r>
    </w:p>
    <w:p w:rsidR="008C77C1" w:rsidRPr="00FD27FB" w:rsidRDefault="008C77C1" w:rsidP="008C77C1">
      <w:pPr>
        <w:autoSpaceDE w:val="0"/>
        <w:autoSpaceDN w:val="0"/>
        <w:adjustRightInd w:val="0"/>
        <w:spacing w:line="276" w:lineRule="auto"/>
        <w:ind w:left="709" w:hanging="425"/>
        <w:contextualSpacing/>
        <w:mirrorIndents/>
        <w:jc w:val="both"/>
      </w:pPr>
      <w:r w:rsidRPr="00FD27FB">
        <w:t xml:space="preserve">a) </w:t>
      </w:r>
      <w:r w:rsidRPr="00FD27FB">
        <w:tab/>
        <w:t>na veřejném prostranství, s výjimkou prodeje nebo předání těchto zvířat v rámci veřejného vystoupení zvířat, nebo</w:t>
      </w:r>
    </w:p>
    <w:p w:rsidR="008C77C1" w:rsidRPr="00FD27FB" w:rsidRDefault="008C77C1" w:rsidP="008C77C1">
      <w:pPr>
        <w:autoSpaceDE w:val="0"/>
        <w:autoSpaceDN w:val="0"/>
        <w:adjustRightInd w:val="0"/>
        <w:spacing w:line="276" w:lineRule="auto"/>
        <w:ind w:left="709" w:hanging="425"/>
        <w:contextualSpacing/>
        <w:mirrorIndents/>
        <w:jc w:val="both"/>
      </w:pPr>
      <w:r w:rsidRPr="00FD27FB">
        <w:t xml:space="preserve">b) </w:t>
      </w:r>
      <w:r w:rsidRPr="00FD27FB">
        <w:tab/>
        <w:t>na místech uvedených v § 13a odst. 5.“.“.</w:t>
      </w:r>
    </w:p>
    <w:p w:rsidR="008C77C1" w:rsidRPr="00FD27FB" w:rsidRDefault="008C77C1" w:rsidP="008C77C1">
      <w:pPr>
        <w:pStyle w:val="1Novelizanbod"/>
        <w:numPr>
          <w:ilvl w:val="0"/>
          <w:numId w:val="0"/>
        </w:numPr>
        <w:spacing w:before="0" w:after="0" w:line="276" w:lineRule="auto"/>
        <w:contextualSpacing/>
        <w:mirrorIndents/>
        <w:rPr>
          <w:rFonts w:ascii="Times New Roman" w:hAnsi="Times New Roman" w:cs="Times New Roman"/>
          <w:sz w:val="24"/>
          <w:szCs w:val="24"/>
        </w:rPr>
      </w:pPr>
    </w:p>
    <w:p w:rsidR="008C77C1" w:rsidRPr="00FD27FB" w:rsidRDefault="008C77C1" w:rsidP="008C77C1">
      <w:pPr>
        <w:spacing w:before="120" w:after="120" w:line="276" w:lineRule="auto"/>
        <w:jc w:val="both"/>
        <w:rPr>
          <w:rFonts w:eastAsia="Times New Roman"/>
        </w:rPr>
      </w:pPr>
      <w:r w:rsidRPr="00FD27FB">
        <w:rPr>
          <w:rFonts w:eastAsia="Times New Roman"/>
        </w:rPr>
        <w:t>Následující body se přečíslují.</w:t>
      </w:r>
    </w:p>
    <w:p w:rsidR="008C77C1" w:rsidRPr="00FD27FB" w:rsidRDefault="008C77C1" w:rsidP="008C77C1">
      <w:pPr>
        <w:pStyle w:val="Normlnweb"/>
        <w:spacing w:before="0" w:beforeAutospacing="0" w:after="0" w:line="276" w:lineRule="auto"/>
        <w:jc w:val="both"/>
      </w:pPr>
    </w:p>
    <w:p w:rsidR="008C77C1" w:rsidRPr="00FD27FB" w:rsidRDefault="008C77C1" w:rsidP="008C77C1">
      <w:pPr>
        <w:autoSpaceDE w:val="0"/>
        <w:autoSpaceDN w:val="0"/>
        <w:adjustRightInd w:val="0"/>
        <w:spacing w:line="276" w:lineRule="auto"/>
        <w:jc w:val="both"/>
      </w:pPr>
      <w:r w:rsidRPr="00FD27FB">
        <w:t>14.  V novelizačním bodu č. 22, v § 9 odst. 1 písm. f) nově zní:</w:t>
      </w:r>
    </w:p>
    <w:p w:rsidR="008C77C1" w:rsidRPr="00FD27FB" w:rsidRDefault="008C77C1" w:rsidP="008C77C1">
      <w:pPr>
        <w:pStyle w:val="2Psmeno"/>
        <w:widowControl/>
        <w:spacing w:line="276" w:lineRule="auto"/>
        <w:ind w:left="0" w:firstLine="0"/>
        <w:rPr>
          <w:rFonts w:ascii="Times New Roman" w:hAnsi="Times New Roman" w:cs="Times New Roman"/>
          <w:sz w:val="24"/>
          <w:szCs w:val="24"/>
        </w:rPr>
      </w:pPr>
      <w:r w:rsidRPr="00FD27FB">
        <w:rPr>
          <w:rFonts w:ascii="Times New Roman" w:hAnsi="Times New Roman" w:cs="Times New Roman"/>
          <w:sz w:val="24"/>
          <w:szCs w:val="24"/>
        </w:rPr>
        <w:t>„f)</w:t>
      </w:r>
      <w:r w:rsidRPr="00FD27FB">
        <w:rPr>
          <w:rFonts w:ascii="Times New Roman" w:hAnsi="Times New Roman" w:cs="Times New Roman"/>
          <w:sz w:val="24"/>
          <w:szCs w:val="24"/>
        </w:rPr>
        <w:tab/>
        <w:t>chovat zvířata ve vazném ustájení s výjimkou nezbytně nutné doby po trvání jeho ošetření.“.</w:t>
      </w:r>
    </w:p>
    <w:p w:rsidR="008C77C1" w:rsidRPr="00FD27FB" w:rsidRDefault="008C77C1" w:rsidP="008C77C1">
      <w:pPr>
        <w:pStyle w:val="Normlnweb"/>
        <w:spacing w:before="0" w:beforeAutospacing="0" w:after="0" w:line="276" w:lineRule="auto"/>
        <w:jc w:val="both"/>
      </w:pPr>
    </w:p>
    <w:p w:rsidR="008C77C1" w:rsidRPr="00FD27FB" w:rsidRDefault="008C77C1" w:rsidP="008C77C1">
      <w:pPr>
        <w:autoSpaceDE w:val="0"/>
        <w:autoSpaceDN w:val="0"/>
        <w:adjustRightInd w:val="0"/>
        <w:jc w:val="both"/>
      </w:pPr>
      <w:r w:rsidRPr="00FD27FB">
        <w:t xml:space="preserve"> 15.     Za dosavadní novelizační bod č. 33 se vkládá nový bod 34, který zní:</w:t>
      </w:r>
    </w:p>
    <w:p w:rsidR="008C77C1" w:rsidRPr="00FD27FB" w:rsidRDefault="008C77C1" w:rsidP="008C77C1">
      <w:pPr>
        <w:autoSpaceDE w:val="0"/>
        <w:autoSpaceDN w:val="0"/>
        <w:adjustRightInd w:val="0"/>
        <w:jc w:val="both"/>
      </w:pPr>
      <w:r w:rsidRPr="00FD27FB">
        <w:t>„34 V § 13a odst. 4 se za slova „o podmínkách chovu“ vkládají slova „včetně způsobu krmení“.</w:t>
      </w:r>
    </w:p>
    <w:p w:rsidR="008C77C1" w:rsidRPr="00FD27FB" w:rsidRDefault="008C77C1" w:rsidP="008C77C1">
      <w:pPr>
        <w:pStyle w:val="Normlnweb"/>
        <w:spacing w:before="0" w:beforeAutospacing="0" w:after="0"/>
        <w:jc w:val="both"/>
      </w:pPr>
    </w:p>
    <w:p w:rsidR="008C77C1" w:rsidRPr="00FD27FB" w:rsidRDefault="008C77C1" w:rsidP="008C77C1">
      <w:pPr>
        <w:pStyle w:val="Odstavecseseznamem"/>
        <w:widowControl w:val="0"/>
        <w:numPr>
          <w:ilvl w:val="0"/>
          <w:numId w:val="7"/>
        </w:numPr>
        <w:autoSpaceDE w:val="0"/>
        <w:autoSpaceDN w:val="0"/>
        <w:adjustRightInd w:val="0"/>
        <w:spacing w:before="120" w:after="120"/>
        <w:ind w:left="284" w:hanging="284"/>
        <w:jc w:val="both"/>
      </w:pPr>
      <w:r w:rsidRPr="00FD27FB">
        <w:t>Za stávající novelizační bod 35. se doplňuje nový novelizační bod 36</w:t>
      </w:r>
      <w:r>
        <w:t xml:space="preserve">, který </w:t>
      </w:r>
      <w:r w:rsidRPr="00FD27FB">
        <w:t>zní:</w:t>
      </w:r>
    </w:p>
    <w:p w:rsidR="008C77C1" w:rsidRPr="00FD27FB" w:rsidRDefault="008C77C1" w:rsidP="008C77C1">
      <w:pPr>
        <w:autoSpaceDE w:val="0"/>
        <w:autoSpaceDN w:val="0"/>
        <w:adjustRightInd w:val="0"/>
        <w:spacing w:before="120" w:after="120"/>
        <w:ind w:left="284"/>
        <w:jc w:val="both"/>
      </w:pPr>
      <w:r>
        <w:t xml:space="preserve">„36. V § 13b odst. </w:t>
      </w:r>
      <w:r w:rsidRPr="00FD27FB">
        <w:t>3</w:t>
      </w:r>
      <w:r>
        <w:t xml:space="preserve"> větě první se slova</w:t>
      </w:r>
      <w:r w:rsidRPr="00FD27FB">
        <w:t xml:space="preserve"> „může nechat“ nahrazují slovem „nechá“.</w:t>
      </w:r>
    </w:p>
    <w:p w:rsidR="008C77C1" w:rsidRPr="00FD27FB" w:rsidRDefault="008C77C1" w:rsidP="008C77C1">
      <w:pPr>
        <w:autoSpaceDE w:val="0"/>
        <w:autoSpaceDN w:val="0"/>
        <w:adjustRightInd w:val="0"/>
        <w:spacing w:before="120" w:after="120"/>
        <w:jc w:val="both"/>
      </w:pPr>
      <w:r w:rsidRPr="00FD27FB">
        <w:t xml:space="preserve">      Následující novelizační body se přečíslují.</w:t>
      </w:r>
    </w:p>
    <w:p w:rsidR="008C77C1" w:rsidRPr="00FD27FB" w:rsidRDefault="008C77C1" w:rsidP="008C77C1">
      <w:pPr>
        <w:pStyle w:val="Normlnweb"/>
        <w:spacing w:before="0" w:beforeAutospacing="0" w:after="0" w:line="276" w:lineRule="auto"/>
        <w:jc w:val="both"/>
      </w:pPr>
    </w:p>
    <w:p w:rsidR="008C77C1" w:rsidRPr="00FD27FB" w:rsidRDefault="008C77C1" w:rsidP="008C77C1">
      <w:pPr>
        <w:pStyle w:val="LO-normal"/>
        <w:spacing w:after="0"/>
        <w:jc w:val="both"/>
        <w:rPr>
          <w:rFonts w:ascii="Times New Roman" w:hAnsi="Times New Roman" w:cs="Times New Roman"/>
          <w:sz w:val="24"/>
          <w:szCs w:val="24"/>
        </w:rPr>
      </w:pPr>
      <w:r w:rsidRPr="00FD27FB">
        <w:rPr>
          <w:rFonts w:ascii="Times New Roman" w:eastAsia="Times New Roman" w:hAnsi="Times New Roman" w:cs="Times New Roman"/>
          <w:color w:val="000000"/>
          <w:sz w:val="24"/>
          <w:szCs w:val="24"/>
        </w:rPr>
        <w:t>17. V článku I se před novelizační bod č. 37 doplňuje nový novelizační bod, který zní:</w:t>
      </w:r>
    </w:p>
    <w:p w:rsidR="008C77C1" w:rsidRPr="00FD27FB" w:rsidRDefault="008C77C1" w:rsidP="008C77C1">
      <w:pPr>
        <w:pStyle w:val="LO-normal"/>
        <w:spacing w:after="0"/>
        <w:jc w:val="both"/>
        <w:rPr>
          <w:rFonts w:ascii="Times New Roman" w:hAnsi="Times New Roman" w:cs="Times New Roman"/>
          <w:sz w:val="24"/>
          <w:szCs w:val="24"/>
        </w:rPr>
      </w:pPr>
      <w:r w:rsidRPr="00FD27FB">
        <w:rPr>
          <w:rFonts w:ascii="Times New Roman" w:eastAsia="Times New Roman" w:hAnsi="Times New Roman" w:cs="Times New Roman"/>
          <w:color w:val="000000"/>
          <w:sz w:val="24"/>
          <w:szCs w:val="24"/>
        </w:rPr>
        <w:t>„37. V § 14a odst. 1 písm. a) se slova „s výjimkou zvířat, se kterými je pracováno v cirkusové manéži,“ zrušují.“</w:t>
      </w:r>
    </w:p>
    <w:p w:rsidR="008C77C1" w:rsidRPr="00FD27FB" w:rsidRDefault="008C77C1" w:rsidP="008C77C1">
      <w:pPr>
        <w:pStyle w:val="LO-normal"/>
        <w:spacing w:after="0"/>
        <w:jc w:val="both"/>
        <w:rPr>
          <w:rFonts w:ascii="Times New Roman" w:hAnsi="Times New Roman" w:cs="Times New Roman"/>
          <w:sz w:val="24"/>
          <w:szCs w:val="24"/>
        </w:rPr>
      </w:pPr>
    </w:p>
    <w:p w:rsidR="008C77C1" w:rsidRPr="00FD27FB" w:rsidRDefault="008C77C1" w:rsidP="008C77C1">
      <w:pPr>
        <w:pStyle w:val="LO-normal"/>
        <w:widowControl/>
        <w:spacing w:after="0"/>
        <w:jc w:val="both"/>
        <w:rPr>
          <w:rFonts w:ascii="Times New Roman" w:eastAsia="Liberation Serif" w:hAnsi="Times New Roman" w:cs="Times New Roman"/>
          <w:color w:val="00000A"/>
          <w:sz w:val="24"/>
          <w:szCs w:val="24"/>
        </w:rPr>
      </w:pPr>
      <w:r w:rsidRPr="00FD27FB">
        <w:rPr>
          <w:rFonts w:ascii="Times New Roman" w:eastAsia="Times New Roman" w:hAnsi="Times New Roman" w:cs="Times New Roman"/>
          <w:color w:val="000000"/>
          <w:sz w:val="24"/>
          <w:szCs w:val="24"/>
        </w:rPr>
        <w:t>Novelizační body následující za doplněným novelizačním bodem se přečíslují.</w:t>
      </w:r>
    </w:p>
    <w:p w:rsidR="008C77C1" w:rsidRPr="00FD27FB" w:rsidRDefault="008C77C1" w:rsidP="008C77C1">
      <w:pPr>
        <w:pStyle w:val="Normlnweb"/>
        <w:spacing w:before="0" w:beforeAutospacing="0" w:after="0" w:line="276" w:lineRule="auto"/>
        <w:jc w:val="both"/>
      </w:pPr>
    </w:p>
    <w:p w:rsidR="008C77C1" w:rsidRPr="00FD27FB" w:rsidRDefault="008C77C1" w:rsidP="008C77C1">
      <w:pPr>
        <w:pStyle w:val="LO-normal"/>
        <w:widowControl/>
        <w:numPr>
          <w:ilvl w:val="0"/>
          <w:numId w:val="13"/>
        </w:numPr>
        <w:shd w:val="clear" w:color="auto" w:fill="FFFFFF"/>
        <w:spacing w:after="0"/>
        <w:ind w:left="284" w:hanging="284"/>
        <w:jc w:val="both"/>
        <w:rPr>
          <w:rFonts w:ascii="Times New Roman" w:hAnsi="Times New Roman" w:cs="Times New Roman"/>
          <w:sz w:val="24"/>
          <w:szCs w:val="24"/>
        </w:rPr>
      </w:pPr>
      <w:r w:rsidRPr="00FD27FB">
        <w:rPr>
          <w:rFonts w:ascii="Times New Roman" w:eastAsia="Times New Roman" w:hAnsi="Times New Roman" w:cs="Times New Roman"/>
          <w:color w:val="000000"/>
          <w:sz w:val="24"/>
          <w:szCs w:val="24"/>
        </w:rPr>
        <w:t>V článku I návrhu zákona novelizační bod č. 38 zní:</w:t>
      </w:r>
    </w:p>
    <w:p w:rsidR="008C77C1" w:rsidRPr="00FD27FB" w:rsidRDefault="008C77C1" w:rsidP="008C77C1">
      <w:pPr>
        <w:pStyle w:val="LO-normal"/>
        <w:widowControl/>
        <w:shd w:val="clear" w:color="auto" w:fill="FFFFFF"/>
        <w:spacing w:after="0"/>
        <w:jc w:val="both"/>
        <w:rPr>
          <w:rFonts w:ascii="Times New Roman" w:hAnsi="Times New Roman" w:cs="Times New Roman"/>
          <w:sz w:val="24"/>
          <w:szCs w:val="24"/>
        </w:rPr>
      </w:pPr>
    </w:p>
    <w:p w:rsidR="008C77C1" w:rsidRPr="00FD27FB" w:rsidRDefault="008C77C1" w:rsidP="008C77C1">
      <w:pPr>
        <w:pStyle w:val="LO-normal"/>
        <w:widowControl/>
        <w:shd w:val="clear" w:color="auto" w:fill="FFFFFF"/>
        <w:spacing w:after="0"/>
        <w:jc w:val="both"/>
        <w:rPr>
          <w:rFonts w:ascii="Times New Roman" w:hAnsi="Times New Roman" w:cs="Times New Roman"/>
          <w:sz w:val="24"/>
          <w:szCs w:val="24"/>
        </w:rPr>
      </w:pPr>
      <w:r w:rsidRPr="00FD27FB">
        <w:rPr>
          <w:rFonts w:ascii="Times New Roman" w:eastAsia="Times New Roman" w:hAnsi="Times New Roman" w:cs="Times New Roman"/>
          <w:color w:val="000000"/>
          <w:sz w:val="24"/>
          <w:szCs w:val="24"/>
        </w:rPr>
        <w:t>„38. Ustanovení § 14a odst. 1 písm. b) včetně poznámky pod čarou č. 26 zní:</w:t>
      </w:r>
    </w:p>
    <w:p w:rsidR="008C77C1" w:rsidRPr="00FD27FB" w:rsidRDefault="008C77C1" w:rsidP="008C77C1">
      <w:pPr>
        <w:pStyle w:val="LO-normal"/>
        <w:widowControl/>
        <w:shd w:val="clear" w:color="auto" w:fill="FFFFFF"/>
        <w:spacing w:after="0"/>
        <w:ind w:left="397" w:hanging="397"/>
        <w:jc w:val="both"/>
        <w:rPr>
          <w:rFonts w:ascii="Times New Roman" w:eastAsia="Times New Roman" w:hAnsi="Times New Roman" w:cs="Times New Roman"/>
          <w:color w:val="000000"/>
          <w:sz w:val="24"/>
          <w:szCs w:val="24"/>
        </w:rPr>
      </w:pPr>
    </w:p>
    <w:p w:rsidR="008C77C1" w:rsidRPr="00FD27FB" w:rsidRDefault="008C77C1" w:rsidP="008C77C1">
      <w:pPr>
        <w:pStyle w:val="LO-normal"/>
        <w:widowControl/>
        <w:shd w:val="clear" w:color="auto" w:fill="FFFFFF"/>
        <w:spacing w:after="0"/>
        <w:ind w:left="397" w:hanging="397"/>
        <w:jc w:val="both"/>
        <w:rPr>
          <w:rFonts w:ascii="Times New Roman" w:hAnsi="Times New Roman" w:cs="Times New Roman"/>
          <w:sz w:val="24"/>
          <w:szCs w:val="24"/>
        </w:rPr>
      </w:pPr>
      <w:r w:rsidRPr="00FD27FB">
        <w:rPr>
          <w:rFonts w:ascii="Times New Roman" w:eastAsia="Times New Roman" w:hAnsi="Times New Roman" w:cs="Times New Roman"/>
          <w:color w:val="000000"/>
          <w:sz w:val="24"/>
          <w:szCs w:val="24"/>
        </w:rPr>
        <w:t>„b) provádět zvláštní způsob výcviku pro přípravu a provedení triků nebo výkonu v cirkuse, divadelním a varietním představení, filmu, televizním programu nebo podobném veřejném představení (dále jen „drezúra“), s výjimkou výcviku loveckého dravce chovaného k sokolnickému využití a cílených pohybových aktivit zvířat v zoologických zahradách s platnou licencí podle zvláštního právního předpisu</w:t>
      </w:r>
      <w:r w:rsidRPr="00FD27FB">
        <w:rPr>
          <w:rFonts w:ascii="Times New Roman" w:eastAsia="Times New Roman" w:hAnsi="Times New Roman" w:cs="Times New Roman"/>
          <w:color w:val="000000"/>
          <w:sz w:val="24"/>
          <w:szCs w:val="24"/>
          <w:vertAlign w:val="superscript"/>
        </w:rPr>
        <w:t>26</w:t>
      </w:r>
      <w:r w:rsidRPr="00FD27FB">
        <w:rPr>
          <w:rFonts w:ascii="Times New Roman" w:eastAsia="Times New Roman" w:hAnsi="Times New Roman" w:cs="Times New Roman"/>
          <w:color w:val="000000"/>
          <w:sz w:val="24"/>
          <w:szCs w:val="24"/>
        </w:rPr>
        <w:t xml:space="preserve"> konaných za účelem vzdělávacím či v zájmu zvířat,</w:t>
      </w:r>
    </w:p>
    <w:p w:rsidR="008C77C1" w:rsidRPr="00FD27FB" w:rsidRDefault="008C77C1" w:rsidP="008C77C1">
      <w:pPr>
        <w:pStyle w:val="LO-normal"/>
        <w:widowControl/>
        <w:shd w:val="clear" w:color="auto" w:fill="FFFFFF"/>
        <w:spacing w:after="0"/>
        <w:ind w:left="397" w:hanging="397"/>
        <w:jc w:val="both"/>
        <w:rPr>
          <w:rFonts w:ascii="Times New Roman" w:eastAsia="Times New Roman" w:hAnsi="Times New Roman" w:cs="Times New Roman"/>
          <w:strike/>
          <w:color w:val="000000"/>
          <w:sz w:val="24"/>
          <w:szCs w:val="24"/>
        </w:rPr>
      </w:pPr>
    </w:p>
    <w:p w:rsidR="008C77C1" w:rsidRPr="00FD27FB" w:rsidRDefault="008C77C1" w:rsidP="008C77C1">
      <w:pPr>
        <w:pStyle w:val="LO-normal"/>
        <w:widowControl/>
        <w:shd w:val="clear" w:color="auto" w:fill="FFFFFF"/>
        <w:spacing w:after="0"/>
        <w:ind w:left="708"/>
        <w:jc w:val="both"/>
        <w:rPr>
          <w:rFonts w:ascii="Times New Roman" w:hAnsi="Times New Roman" w:cs="Times New Roman"/>
          <w:sz w:val="24"/>
          <w:szCs w:val="24"/>
        </w:rPr>
      </w:pPr>
      <w:r w:rsidRPr="00FD27FB">
        <w:rPr>
          <w:rFonts w:ascii="Times New Roman" w:eastAsia="Times New Roman" w:hAnsi="Times New Roman" w:cs="Times New Roman"/>
          <w:color w:val="000000"/>
          <w:sz w:val="24"/>
          <w:szCs w:val="24"/>
        </w:rPr>
        <w:t>1. u primátů, ploutvonožců, kytovců, nosorožců, hrochů a žiraf narozených od 1. března 2004 včetně,</w:t>
      </w:r>
    </w:p>
    <w:p w:rsidR="008C77C1" w:rsidRPr="00FD27FB" w:rsidRDefault="008C77C1" w:rsidP="008C77C1">
      <w:pPr>
        <w:pStyle w:val="LO-normal"/>
        <w:widowControl/>
        <w:shd w:val="clear" w:color="auto" w:fill="FFFFFF"/>
        <w:spacing w:after="0"/>
        <w:ind w:left="708"/>
        <w:jc w:val="both"/>
        <w:rPr>
          <w:rFonts w:ascii="Times New Roman" w:eastAsia="Times New Roman" w:hAnsi="Times New Roman" w:cs="Times New Roman"/>
          <w:color w:val="000000"/>
          <w:sz w:val="24"/>
          <w:szCs w:val="24"/>
        </w:rPr>
      </w:pPr>
    </w:p>
    <w:p w:rsidR="008C77C1" w:rsidRPr="00FD27FB" w:rsidRDefault="008C77C1" w:rsidP="008C77C1">
      <w:pPr>
        <w:pStyle w:val="LO-normal"/>
        <w:widowControl/>
        <w:shd w:val="clear" w:color="auto" w:fill="FFFFFF"/>
        <w:spacing w:after="0"/>
        <w:ind w:left="708"/>
        <w:jc w:val="both"/>
        <w:rPr>
          <w:rFonts w:ascii="Times New Roman" w:hAnsi="Times New Roman" w:cs="Times New Roman"/>
          <w:sz w:val="24"/>
          <w:szCs w:val="24"/>
        </w:rPr>
      </w:pPr>
      <w:r w:rsidRPr="00FD27FB">
        <w:rPr>
          <w:rFonts w:ascii="Times New Roman" w:eastAsia="Times New Roman" w:hAnsi="Times New Roman" w:cs="Times New Roman"/>
          <w:color w:val="000000"/>
          <w:sz w:val="24"/>
          <w:szCs w:val="24"/>
        </w:rPr>
        <w:t xml:space="preserve">2. u jedinců ostatních volně žijících druhů narozených od 1. ledna 2021 včetně, </w:t>
      </w:r>
    </w:p>
    <w:p w:rsidR="008C77C1" w:rsidRPr="00FD27FB" w:rsidRDefault="008C77C1" w:rsidP="008C77C1">
      <w:pPr>
        <w:pStyle w:val="LO-normal"/>
        <w:widowControl/>
        <w:shd w:val="clear" w:color="auto" w:fill="FFFFFF"/>
        <w:spacing w:after="0"/>
        <w:ind w:left="397" w:hanging="397"/>
        <w:jc w:val="both"/>
        <w:rPr>
          <w:rFonts w:ascii="Times New Roman" w:eastAsia="Times New Roman" w:hAnsi="Times New Roman" w:cs="Times New Roman"/>
          <w:color w:val="000000"/>
          <w:sz w:val="24"/>
          <w:szCs w:val="24"/>
        </w:rPr>
      </w:pPr>
    </w:p>
    <w:p w:rsidR="008C77C1" w:rsidRPr="00FD27FB" w:rsidRDefault="008C77C1" w:rsidP="008C77C1">
      <w:pPr>
        <w:pStyle w:val="LO-normal"/>
        <w:widowControl/>
        <w:shd w:val="clear" w:color="auto" w:fill="FFFFFF"/>
        <w:spacing w:after="0"/>
        <w:ind w:left="397"/>
        <w:jc w:val="both"/>
        <w:rPr>
          <w:rFonts w:ascii="Times New Roman" w:hAnsi="Times New Roman" w:cs="Times New Roman"/>
          <w:sz w:val="24"/>
          <w:szCs w:val="24"/>
        </w:rPr>
      </w:pPr>
      <w:r w:rsidRPr="00FD27FB">
        <w:rPr>
          <w:rFonts w:ascii="Times New Roman" w:eastAsia="Times New Roman" w:hAnsi="Times New Roman" w:cs="Times New Roman"/>
          <w:color w:val="000000"/>
          <w:sz w:val="24"/>
          <w:szCs w:val="24"/>
        </w:rPr>
        <w:t>a k těmto účelům s nimi vstupovat na území státu,</w:t>
      </w:r>
    </w:p>
    <w:p w:rsidR="008C77C1" w:rsidRPr="00FD27FB" w:rsidRDefault="008C77C1" w:rsidP="008C77C1">
      <w:pPr>
        <w:pStyle w:val="LO-normal"/>
        <w:keepLines/>
        <w:spacing w:after="0"/>
        <w:jc w:val="both"/>
        <w:rPr>
          <w:rFonts w:ascii="Times New Roman" w:hAnsi="Times New Roman" w:cs="Times New Roman"/>
          <w:sz w:val="24"/>
          <w:szCs w:val="24"/>
        </w:rPr>
      </w:pPr>
      <w:r w:rsidRPr="00FD27FB">
        <w:rPr>
          <w:rFonts w:ascii="Times New Roman" w:eastAsia="Times New Roman" w:hAnsi="Times New Roman" w:cs="Times New Roman"/>
          <w:sz w:val="24"/>
          <w:szCs w:val="24"/>
        </w:rPr>
        <w:t>_____________</w:t>
      </w:r>
    </w:p>
    <w:p w:rsidR="008C77C1" w:rsidRPr="00FD27FB" w:rsidRDefault="008C77C1" w:rsidP="008C77C1">
      <w:pPr>
        <w:pStyle w:val="LO-normal"/>
        <w:keepLines/>
        <w:spacing w:after="0"/>
        <w:jc w:val="both"/>
        <w:rPr>
          <w:rFonts w:ascii="Times New Roman" w:hAnsi="Times New Roman" w:cs="Times New Roman"/>
          <w:sz w:val="24"/>
          <w:szCs w:val="24"/>
        </w:rPr>
      </w:pPr>
      <w:r w:rsidRPr="00FD27FB">
        <w:rPr>
          <w:rFonts w:ascii="Times New Roman" w:eastAsia="Times New Roman" w:hAnsi="Times New Roman" w:cs="Times New Roman"/>
          <w:sz w:val="24"/>
          <w:szCs w:val="24"/>
          <w:vertAlign w:val="superscript"/>
        </w:rPr>
        <w:t xml:space="preserve">26) </w:t>
      </w:r>
      <w:r w:rsidRPr="00FD27FB">
        <w:rPr>
          <w:rFonts w:ascii="Times New Roman" w:eastAsia="Times New Roman" w:hAnsi="Times New Roman" w:cs="Times New Roman"/>
          <w:sz w:val="24"/>
          <w:szCs w:val="24"/>
        </w:rPr>
        <w:t>Zákon č. 162/2003 Sb., o podmínkách provozování zoologických zahrad.</w:t>
      </w:r>
      <w:r w:rsidRPr="00FD27FB">
        <w:rPr>
          <w:rFonts w:ascii="Times New Roman" w:eastAsia="Times New Roman" w:hAnsi="Times New Roman" w:cs="Times New Roman"/>
          <w:color w:val="000000"/>
          <w:sz w:val="24"/>
          <w:szCs w:val="24"/>
        </w:rPr>
        <w:t>“.“</w:t>
      </w:r>
    </w:p>
    <w:p w:rsidR="008C77C1" w:rsidRPr="00FD27FB" w:rsidRDefault="008C77C1" w:rsidP="008C77C1">
      <w:pPr>
        <w:pStyle w:val="LO-normal"/>
        <w:keepNext/>
        <w:keepLines/>
        <w:spacing w:after="0"/>
        <w:jc w:val="both"/>
        <w:rPr>
          <w:rFonts w:ascii="Times New Roman" w:eastAsia="Times New Roman" w:hAnsi="Times New Roman" w:cs="Times New Roman"/>
          <w:sz w:val="24"/>
          <w:szCs w:val="24"/>
        </w:rPr>
      </w:pPr>
    </w:p>
    <w:p w:rsidR="008C77C1" w:rsidRPr="00FD27FB" w:rsidRDefault="008C77C1" w:rsidP="008C77C1">
      <w:pPr>
        <w:pStyle w:val="LO-normal"/>
        <w:keepNext/>
        <w:keepLines/>
        <w:spacing w:after="0"/>
        <w:jc w:val="both"/>
        <w:rPr>
          <w:rFonts w:ascii="Times New Roman" w:eastAsia="Times New Roman" w:hAnsi="Times New Roman" w:cs="Times New Roman"/>
          <w:sz w:val="24"/>
          <w:szCs w:val="24"/>
        </w:rPr>
      </w:pPr>
    </w:p>
    <w:p w:rsidR="008C77C1" w:rsidRPr="00FD27FB" w:rsidRDefault="008C77C1" w:rsidP="008C77C1">
      <w:pPr>
        <w:pStyle w:val="LO-normal"/>
        <w:spacing w:after="0"/>
        <w:jc w:val="both"/>
        <w:rPr>
          <w:rFonts w:ascii="Times New Roman" w:eastAsia="Times New Roman" w:hAnsi="Times New Roman" w:cs="Times New Roman"/>
          <w:sz w:val="24"/>
          <w:szCs w:val="24"/>
        </w:rPr>
      </w:pPr>
    </w:p>
    <w:p w:rsidR="008C77C1" w:rsidRPr="00FD27FB" w:rsidRDefault="008C77C1" w:rsidP="008C77C1">
      <w:pPr>
        <w:pStyle w:val="LO-normal"/>
        <w:keepNext/>
        <w:keepLines/>
        <w:numPr>
          <w:ilvl w:val="0"/>
          <w:numId w:val="13"/>
        </w:numPr>
        <w:spacing w:after="0"/>
        <w:ind w:left="284" w:hanging="284"/>
        <w:jc w:val="both"/>
        <w:rPr>
          <w:rFonts w:ascii="Times New Roman" w:eastAsia="Times New Roman" w:hAnsi="Times New Roman" w:cs="Times New Roman"/>
          <w:color w:val="000000"/>
          <w:sz w:val="24"/>
          <w:szCs w:val="24"/>
        </w:rPr>
      </w:pPr>
      <w:r w:rsidRPr="00FD27FB">
        <w:rPr>
          <w:rFonts w:ascii="Times New Roman" w:eastAsia="Times New Roman" w:hAnsi="Times New Roman" w:cs="Times New Roman"/>
          <w:color w:val="000000"/>
          <w:sz w:val="24"/>
          <w:szCs w:val="24"/>
        </w:rPr>
        <w:t>V článku I návrhu zákona novelizační bod č. 39 zní:</w:t>
      </w:r>
    </w:p>
    <w:p w:rsidR="008C77C1" w:rsidRPr="00FD27FB" w:rsidRDefault="008C77C1" w:rsidP="008C77C1">
      <w:pPr>
        <w:pStyle w:val="LO-normal"/>
        <w:keepNext/>
        <w:keepLines/>
        <w:spacing w:after="0"/>
        <w:jc w:val="both"/>
        <w:rPr>
          <w:rFonts w:ascii="Times New Roman" w:hAnsi="Times New Roman" w:cs="Times New Roman"/>
          <w:sz w:val="24"/>
          <w:szCs w:val="24"/>
        </w:rPr>
      </w:pPr>
    </w:p>
    <w:p w:rsidR="008C77C1" w:rsidRPr="00FD27FB" w:rsidRDefault="008C77C1" w:rsidP="008C77C1">
      <w:pPr>
        <w:pStyle w:val="LO-normal"/>
        <w:spacing w:after="0"/>
        <w:jc w:val="both"/>
        <w:rPr>
          <w:rFonts w:ascii="Times New Roman" w:hAnsi="Times New Roman" w:cs="Times New Roman"/>
          <w:sz w:val="24"/>
          <w:szCs w:val="24"/>
        </w:rPr>
      </w:pPr>
      <w:r w:rsidRPr="00FD27FB">
        <w:rPr>
          <w:rFonts w:ascii="Times New Roman" w:eastAsia="Times New Roman" w:hAnsi="Times New Roman" w:cs="Times New Roman"/>
          <w:color w:val="000000"/>
          <w:sz w:val="24"/>
          <w:szCs w:val="24"/>
        </w:rPr>
        <w:t xml:space="preserve">„39. </w:t>
      </w:r>
      <w:r w:rsidRPr="00FD27FB">
        <w:rPr>
          <w:rFonts w:ascii="Times New Roman" w:eastAsia="Arial" w:hAnsi="Times New Roman" w:cs="Times New Roman"/>
          <w:color w:val="000000"/>
          <w:sz w:val="24"/>
          <w:szCs w:val="24"/>
        </w:rPr>
        <w:t xml:space="preserve">V </w:t>
      </w:r>
      <w:r w:rsidRPr="00FD27FB">
        <w:rPr>
          <w:rFonts w:ascii="Times New Roman" w:eastAsia="Arial" w:hAnsi="Times New Roman" w:cs="Times New Roman"/>
          <w:sz w:val="24"/>
          <w:szCs w:val="24"/>
        </w:rPr>
        <w:t xml:space="preserve">§ 14a se na konci odstavce 1 se doplňuje písmeno c), které zní: </w:t>
      </w:r>
      <w:r w:rsidRPr="00FD27FB">
        <w:rPr>
          <w:rFonts w:ascii="Times New Roman" w:eastAsia="Times New Roman" w:hAnsi="Times New Roman" w:cs="Times New Roman"/>
          <w:sz w:val="24"/>
          <w:szCs w:val="24"/>
        </w:rPr>
        <w:t>„množit nebo jinak nabývat nové jedince volně žijících druhů za účelem jejich drezúry či veřejného předvádění v delfináriích, cirkusech a podobných zařízeních zaměřených na předvádění drezúry zvířat, s výjimkou výcviku loveckého dravce chovaného k sokolnickému využití.“</w:t>
      </w:r>
    </w:p>
    <w:p w:rsidR="008C77C1" w:rsidRPr="00FD27FB" w:rsidRDefault="008C77C1" w:rsidP="008C77C1">
      <w:pPr>
        <w:pStyle w:val="LO-normal"/>
        <w:keepNext/>
        <w:keepLines/>
        <w:spacing w:after="0"/>
        <w:jc w:val="both"/>
        <w:rPr>
          <w:rFonts w:ascii="Times New Roman" w:eastAsia="Times New Roman" w:hAnsi="Times New Roman" w:cs="Times New Roman"/>
          <w:sz w:val="24"/>
          <w:szCs w:val="24"/>
        </w:rPr>
      </w:pPr>
    </w:p>
    <w:p w:rsidR="008C77C1" w:rsidRPr="00FD27FB" w:rsidRDefault="008C77C1" w:rsidP="008C77C1">
      <w:pPr>
        <w:pStyle w:val="LO-normal"/>
        <w:keepNext/>
        <w:keepLines/>
        <w:spacing w:after="0"/>
        <w:jc w:val="both"/>
        <w:rPr>
          <w:rFonts w:ascii="Times New Roman" w:eastAsia="Times New Roman" w:hAnsi="Times New Roman" w:cs="Times New Roman"/>
          <w:color w:val="000000"/>
          <w:sz w:val="24"/>
          <w:szCs w:val="24"/>
        </w:rPr>
      </w:pPr>
      <w:r w:rsidRPr="00FD27FB">
        <w:rPr>
          <w:rFonts w:ascii="Times New Roman" w:eastAsia="Times New Roman" w:hAnsi="Times New Roman" w:cs="Times New Roman"/>
          <w:sz w:val="24"/>
          <w:szCs w:val="24"/>
        </w:rPr>
        <w:t xml:space="preserve">20. </w:t>
      </w:r>
      <w:r w:rsidRPr="00FD27FB">
        <w:rPr>
          <w:rFonts w:ascii="Times New Roman" w:eastAsia="Times New Roman" w:hAnsi="Times New Roman" w:cs="Times New Roman"/>
          <w:color w:val="000000"/>
          <w:sz w:val="24"/>
          <w:szCs w:val="24"/>
        </w:rPr>
        <w:t>V článku I návrhu zákona ve stávajícím novelizačním bodě č. 39 doplňované ustanovení § 14a odst. 5 zní:</w:t>
      </w:r>
    </w:p>
    <w:p w:rsidR="008C77C1" w:rsidRPr="00FD27FB" w:rsidRDefault="008C77C1" w:rsidP="008C77C1">
      <w:pPr>
        <w:pStyle w:val="LO-normal"/>
        <w:keepNext/>
        <w:keepLines/>
        <w:spacing w:after="0"/>
        <w:jc w:val="both"/>
        <w:rPr>
          <w:rFonts w:ascii="Times New Roman" w:eastAsia="Times New Roman" w:hAnsi="Times New Roman" w:cs="Times New Roman"/>
          <w:color w:val="000000"/>
          <w:sz w:val="24"/>
          <w:szCs w:val="24"/>
        </w:rPr>
      </w:pPr>
    </w:p>
    <w:p w:rsidR="008C77C1" w:rsidRPr="00FD27FB" w:rsidRDefault="008C77C1" w:rsidP="008C77C1">
      <w:pPr>
        <w:pStyle w:val="LO-normal"/>
        <w:keepNext/>
        <w:keepLines/>
        <w:spacing w:after="0"/>
        <w:jc w:val="both"/>
        <w:rPr>
          <w:rFonts w:ascii="Times New Roman" w:eastAsia="Times New Roman" w:hAnsi="Times New Roman" w:cs="Times New Roman"/>
          <w:color w:val="000000"/>
          <w:sz w:val="24"/>
          <w:szCs w:val="24"/>
        </w:rPr>
      </w:pPr>
      <w:r w:rsidRPr="00FD27FB">
        <w:rPr>
          <w:rFonts w:ascii="Times New Roman" w:eastAsia="Times New Roman" w:hAnsi="Times New Roman" w:cs="Times New Roman"/>
          <w:color w:val="000000"/>
          <w:sz w:val="24"/>
          <w:szCs w:val="24"/>
        </w:rPr>
        <w:t>„(5)</w:t>
      </w:r>
      <w:r w:rsidRPr="00FD27FB">
        <w:rPr>
          <w:rFonts w:ascii="Times New Roman" w:eastAsia="Times New Roman" w:hAnsi="Times New Roman" w:cs="Times New Roman"/>
          <w:color w:val="000000"/>
          <w:sz w:val="24"/>
          <w:szCs w:val="24"/>
        </w:rPr>
        <w:tab/>
        <w:t>U jedinců druhů uvedených v odstavci 4 se dále zakazuje jejich</w:t>
      </w:r>
    </w:p>
    <w:p w:rsidR="008C77C1" w:rsidRPr="00FD27FB" w:rsidRDefault="008C77C1" w:rsidP="008C77C1">
      <w:pPr>
        <w:pStyle w:val="LO-normal"/>
        <w:keepNext/>
        <w:keepLines/>
        <w:spacing w:after="0"/>
        <w:jc w:val="both"/>
        <w:rPr>
          <w:rFonts w:ascii="Times New Roman" w:eastAsia="Times New Roman" w:hAnsi="Times New Roman" w:cs="Times New Roman"/>
          <w:color w:val="000000"/>
          <w:sz w:val="24"/>
          <w:szCs w:val="24"/>
        </w:rPr>
      </w:pPr>
    </w:p>
    <w:p w:rsidR="008C77C1" w:rsidRPr="00FD27FB" w:rsidRDefault="008C77C1" w:rsidP="008C77C1">
      <w:pPr>
        <w:pStyle w:val="LO-normal"/>
        <w:keepNext/>
        <w:keepLines/>
        <w:numPr>
          <w:ilvl w:val="0"/>
          <w:numId w:val="5"/>
        </w:numPr>
        <w:spacing w:after="0"/>
        <w:ind w:left="709" w:hanging="578"/>
        <w:jc w:val="both"/>
        <w:rPr>
          <w:rFonts w:ascii="Times New Roman" w:eastAsia="Times New Roman" w:hAnsi="Times New Roman" w:cs="Times New Roman"/>
          <w:color w:val="000000"/>
          <w:sz w:val="24"/>
          <w:szCs w:val="24"/>
        </w:rPr>
      </w:pPr>
      <w:r w:rsidRPr="00FD27FB">
        <w:rPr>
          <w:rFonts w:ascii="Times New Roman" w:eastAsia="Times New Roman" w:hAnsi="Times New Roman" w:cs="Times New Roman"/>
          <w:color w:val="000000"/>
          <w:sz w:val="24"/>
          <w:szCs w:val="24"/>
        </w:rPr>
        <w:t>rozmnožování, s výjimkou rozmnožování v rámci chovu v zoologické zahradě s platnou licencí podle zákona o podmínkách provozování zoologických zahrad a chovu provozovaného za účelem ochrany druhu v souladu se zákonem o ochraně přírody a krajiny,</w:t>
      </w:r>
    </w:p>
    <w:p w:rsidR="008C77C1" w:rsidRPr="00FD27FB" w:rsidRDefault="008C77C1" w:rsidP="008C77C1">
      <w:pPr>
        <w:pStyle w:val="LO-normal"/>
        <w:keepNext/>
        <w:keepLines/>
        <w:numPr>
          <w:ilvl w:val="0"/>
          <w:numId w:val="5"/>
        </w:numPr>
        <w:spacing w:after="0"/>
        <w:ind w:left="709" w:hanging="578"/>
        <w:jc w:val="both"/>
        <w:rPr>
          <w:rFonts w:ascii="Times New Roman" w:eastAsia="Times New Roman" w:hAnsi="Times New Roman" w:cs="Times New Roman"/>
          <w:color w:val="000000"/>
          <w:sz w:val="24"/>
          <w:szCs w:val="24"/>
        </w:rPr>
      </w:pPr>
      <w:r w:rsidRPr="00FD27FB">
        <w:rPr>
          <w:rFonts w:ascii="Times New Roman" w:eastAsia="Times New Roman" w:hAnsi="Times New Roman" w:cs="Times New Roman"/>
          <w:color w:val="000000"/>
          <w:sz w:val="24"/>
          <w:szCs w:val="24"/>
        </w:rPr>
        <w:t>přesun ze zahraničí na území České republiky, s výjimkou přesunu za účelem chovu v zoologické zahradě s platnou licencí podle zákona o podmínkách provozování zoologických zahrad.“.“.</w:t>
      </w:r>
    </w:p>
    <w:p w:rsidR="008C77C1" w:rsidRPr="00FD27FB" w:rsidRDefault="008C77C1" w:rsidP="008C77C1">
      <w:pPr>
        <w:pStyle w:val="LO-normal"/>
        <w:spacing w:after="0"/>
        <w:jc w:val="both"/>
        <w:rPr>
          <w:rFonts w:ascii="Times New Roman" w:eastAsia="Times New Roman" w:hAnsi="Times New Roman" w:cs="Times New Roman"/>
          <w:sz w:val="24"/>
          <w:szCs w:val="24"/>
        </w:rPr>
      </w:pPr>
    </w:p>
    <w:p w:rsidR="008C77C1" w:rsidRPr="00FD27FB" w:rsidRDefault="008C77C1" w:rsidP="008C77C1">
      <w:pPr>
        <w:pStyle w:val="Normlnweb"/>
        <w:numPr>
          <w:ilvl w:val="0"/>
          <w:numId w:val="8"/>
        </w:numPr>
        <w:spacing w:before="0" w:beforeAutospacing="0" w:after="0" w:line="276" w:lineRule="auto"/>
        <w:ind w:left="0" w:firstLine="0"/>
        <w:jc w:val="both"/>
      </w:pPr>
      <w:r w:rsidRPr="00FD27FB">
        <w:rPr>
          <w:color w:val="000000"/>
        </w:rPr>
        <w:t>V článku I se v novelizačním bodě č. 41 ustanovení § 14e až 14g zrušují</w:t>
      </w:r>
      <w:r>
        <w:rPr>
          <w:color w:val="000000"/>
        </w:rPr>
        <w:t>.</w:t>
      </w:r>
    </w:p>
    <w:p w:rsidR="008C77C1" w:rsidRPr="00FD27FB" w:rsidRDefault="008C77C1" w:rsidP="008C77C1">
      <w:pPr>
        <w:pStyle w:val="Normlnweb"/>
        <w:spacing w:before="0" w:beforeAutospacing="0" w:after="0" w:line="276" w:lineRule="auto"/>
        <w:ind w:left="357"/>
        <w:jc w:val="both"/>
      </w:pPr>
    </w:p>
    <w:p w:rsidR="008C77C1" w:rsidRPr="00FD27FB" w:rsidRDefault="008C77C1" w:rsidP="008C77C1">
      <w:pPr>
        <w:pStyle w:val="Normln1"/>
        <w:numPr>
          <w:ilvl w:val="0"/>
          <w:numId w:val="8"/>
        </w:numPr>
        <w:ind w:left="426" w:hanging="426"/>
        <w:jc w:val="both"/>
        <w:rPr>
          <w:rFonts w:ascii="Times New Roman" w:hAnsi="Times New Roman" w:cs="Times New Roman"/>
          <w:sz w:val="24"/>
          <w:szCs w:val="24"/>
        </w:rPr>
      </w:pPr>
      <w:r w:rsidRPr="00FD27FB">
        <w:rPr>
          <w:rFonts w:ascii="Times New Roman" w:hAnsi="Times New Roman" w:cs="Times New Roman"/>
          <w:sz w:val="24"/>
          <w:szCs w:val="24"/>
          <w:lang w:val="cs-CZ"/>
        </w:rPr>
        <w:t xml:space="preserve">V bodě 49, §15d odst. 7 se poslední věta nahrazuje větou </w:t>
      </w:r>
      <w:r w:rsidRPr="00FD27FB">
        <w:rPr>
          <w:rFonts w:ascii="Times New Roman" w:hAnsi="Times New Roman" w:cs="Times New Roman"/>
          <w:sz w:val="24"/>
          <w:szCs w:val="24"/>
        </w:rPr>
        <w:t>“</w:t>
      </w:r>
      <w:proofErr w:type="spellStart"/>
      <w:r w:rsidRPr="00FD27FB">
        <w:rPr>
          <w:rFonts w:ascii="Times New Roman" w:hAnsi="Times New Roman" w:cs="Times New Roman"/>
          <w:sz w:val="24"/>
          <w:szCs w:val="24"/>
        </w:rPr>
        <w:t>Výjimka</w:t>
      </w:r>
      <w:proofErr w:type="spellEnd"/>
      <w:r w:rsidRPr="00FD27FB">
        <w:rPr>
          <w:rFonts w:ascii="Times New Roman" w:hAnsi="Times New Roman" w:cs="Times New Roman"/>
          <w:sz w:val="24"/>
          <w:szCs w:val="24"/>
        </w:rPr>
        <w:t xml:space="preserve"> z </w:t>
      </w:r>
      <w:proofErr w:type="spellStart"/>
      <w:r w:rsidRPr="00FD27FB">
        <w:rPr>
          <w:rFonts w:ascii="Times New Roman" w:hAnsi="Times New Roman" w:cs="Times New Roman"/>
          <w:sz w:val="24"/>
          <w:szCs w:val="24"/>
        </w:rPr>
        <w:t>povinnosti</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absolvovat</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kurz</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odborné</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přípravy</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podle</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věty</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první</w:t>
      </w:r>
      <w:proofErr w:type="spellEnd"/>
      <w:r w:rsidRPr="00FD27FB">
        <w:rPr>
          <w:rFonts w:ascii="Times New Roman" w:hAnsi="Times New Roman" w:cs="Times New Roman"/>
          <w:sz w:val="24"/>
          <w:szCs w:val="24"/>
        </w:rPr>
        <w:t xml:space="preserve"> se </w:t>
      </w:r>
      <w:proofErr w:type="spellStart"/>
      <w:r w:rsidRPr="00FD27FB">
        <w:rPr>
          <w:rFonts w:ascii="Times New Roman" w:hAnsi="Times New Roman" w:cs="Times New Roman"/>
          <w:sz w:val="24"/>
          <w:szCs w:val="24"/>
        </w:rPr>
        <w:t>při</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splnění</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podmínek</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uvedených</w:t>
      </w:r>
      <w:proofErr w:type="spellEnd"/>
      <w:r w:rsidRPr="00FD27FB">
        <w:rPr>
          <w:rFonts w:ascii="Times New Roman" w:hAnsi="Times New Roman" w:cs="Times New Roman"/>
          <w:sz w:val="24"/>
          <w:szCs w:val="24"/>
        </w:rPr>
        <w:t xml:space="preserve"> v </w:t>
      </w:r>
      <w:proofErr w:type="spellStart"/>
      <w:r w:rsidRPr="00FD27FB">
        <w:rPr>
          <w:rFonts w:ascii="Times New Roman" w:hAnsi="Times New Roman" w:cs="Times New Roman"/>
          <w:sz w:val="24"/>
          <w:szCs w:val="24"/>
        </w:rPr>
        <w:t>tomto</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odstavci</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vztahuje</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na</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studenty</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postgraduálního</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studia</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po</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dobu</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prvních</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šesti</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měsíců</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od</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zahájení</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jejich</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postgraduálního</w:t>
      </w:r>
      <w:proofErr w:type="spellEnd"/>
      <w:r w:rsidRPr="00FD27FB">
        <w:rPr>
          <w:rFonts w:ascii="Times New Roman" w:hAnsi="Times New Roman" w:cs="Times New Roman"/>
          <w:sz w:val="24"/>
          <w:szCs w:val="24"/>
        </w:rPr>
        <w:t xml:space="preserve"> </w:t>
      </w:r>
      <w:proofErr w:type="spellStart"/>
      <w:r w:rsidRPr="00FD27FB">
        <w:rPr>
          <w:rFonts w:ascii="Times New Roman" w:hAnsi="Times New Roman" w:cs="Times New Roman"/>
          <w:sz w:val="24"/>
          <w:szCs w:val="24"/>
        </w:rPr>
        <w:t>studia</w:t>
      </w:r>
      <w:proofErr w:type="spellEnd"/>
      <w:r w:rsidRPr="00FD27FB">
        <w:rPr>
          <w:rFonts w:ascii="Times New Roman" w:hAnsi="Times New Roman" w:cs="Times New Roman"/>
          <w:sz w:val="24"/>
          <w:szCs w:val="24"/>
        </w:rPr>
        <w:t>.“.</w:t>
      </w:r>
    </w:p>
    <w:p w:rsidR="008C77C1" w:rsidRPr="00FD27FB" w:rsidRDefault="008C77C1" w:rsidP="008C77C1">
      <w:pPr>
        <w:pStyle w:val="Normlnweb"/>
        <w:spacing w:before="0" w:beforeAutospacing="0" w:after="0" w:line="276" w:lineRule="auto"/>
        <w:ind w:left="357"/>
        <w:jc w:val="both"/>
      </w:pPr>
    </w:p>
    <w:p w:rsidR="00D5677C" w:rsidRDefault="00D5677C">
      <w:pPr>
        <w:widowControl/>
        <w:suppressAutoHyphens w:val="0"/>
        <w:rPr>
          <w:rFonts w:eastAsia="Times New Roman" w:cs="Times New Roman"/>
          <w:iCs/>
          <w:kern w:val="0"/>
          <w:lang w:eastAsia="cs-CZ" w:bidi="ar-SA"/>
        </w:rPr>
      </w:pPr>
      <w:r>
        <w:rPr>
          <w:iCs/>
        </w:rPr>
        <w:br w:type="page"/>
      </w:r>
    </w:p>
    <w:p w:rsidR="008C77C1" w:rsidRPr="00FD27FB" w:rsidRDefault="008C77C1" w:rsidP="008C77C1">
      <w:pPr>
        <w:pStyle w:val="Normlnweb"/>
        <w:numPr>
          <w:ilvl w:val="0"/>
          <w:numId w:val="8"/>
        </w:numPr>
        <w:spacing w:before="0" w:beforeAutospacing="0" w:after="0" w:line="276" w:lineRule="auto"/>
        <w:ind w:left="426" w:hanging="426"/>
        <w:jc w:val="both"/>
      </w:pPr>
      <w:r w:rsidRPr="00FD27FB">
        <w:rPr>
          <w:iCs/>
        </w:rPr>
        <w:t>V části první, Čl. I se za dosavadní novelizační bod 55 vkládá nový novelizační bod, který zní:</w:t>
      </w:r>
    </w:p>
    <w:p w:rsidR="008C77C1" w:rsidRPr="00FD27FB" w:rsidRDefault="008C77C1" w:rsidP="008C77C1">
      <w:pPr>
        <w:pStyle w:val="Normlnweb"/>
        <w:spacing w:before="0" w:beforeAutospacing="0" w:after="0" w:line="276" w:lineRule="auto"/>
        <w:ind w:left="360"/>
        <w:jc w:val="both"/>
      </w:pPr>
      <w:r w:rsidRPr="00FD27FB">
        <w:t xml:space="preserve">„X. </w:t>
      </w:r>
      <w:r w:rsidRPr="00FD27FB">
        <w:rPr>
          <w:iCs/>
        </w:rPr>
        <w:t>V § 16a se doplňuje odstavec 4, který zní:</w:t>
      </w:r>
    </w:p>
    <w:p w:rsidR="008C77C1" w:rsidRPr="00FD27FB" w:rsidRDefault="008C77C1" w:rsidP="008C77C1">
      <w:pPr>
        <w:spacing w:line="276" w:lineRule="auto"/>
        <w:ind w:left="360"/>
        <w:jc w:val="both"/>
        <w:rPr>
          <w:iCs/>
        </w:rPr>
      </w:pPr>
      <w:r w:rsidRPr="00FD27FB">
        <w:rPr>
          <w:iCs/>
        </w:rPr>
        <w:tab/>
        <w:t>„(4) Státní orgán příslušný ke schvalování projektů pokusů od 1. ledna 2021 předkládá Evropské komisi (dále jen „Komise“) prostřednictvím elektronického přenosu netechnická shrnutí projektů pokusů za účelem zveřejnění do šesti měsíců od jejich schválení, jakož i jejich případné aktualizace.“.“.</w:t>
      </w:r>
    </w:p>
    <w:p w:rsidR="008C77C1" w:rsidRDefault="008C77C1" w:rsidP="008C77C1">
      <w:pPr>
        <w:spacing w:line="276" w:lineRule="auto"/>
        <w:ind w:left="360"/>
        <w:jc w:val="both"/>
      </w:pPr>
      <w:r w:rsidRPr="00FD27FB">
        <w:t>Dosavadní novelizační body se přečíslují.</w:t>
      </w:r>
    </w:p>
    <w:p w:rsidR="008C77C1" w:rsidRPr="00FD27FB" w:rsidRDefault="008C77C1" w:rsidP="008C77C1">
      <w:pPr>
        <w:spacing w:line="276" w:lineRule="auto"/>
        <w:ind w:left="360"/>
        <w:jc w:val="both"/>
        <w:rPr>
          <w:iCs/>
        </w:rPr>
      </w:pPr>
    </w:p>
    <w:p w:rsidR="008C77C1" w:rsidRPr="00FD27FB" w:rsidRDefault="008C77C1" w:rsidP="008C77C1">
      <w:pPr>
        <w:pStyle w:val="Odstavecseseznamem"/>
        <w:keepNext/>
        <w:numPr>
          <w:ilvl w:val="0"/>
          <w:numId w:val="8"/>
        </w:numPr>
        <w:spacing w:line="276" w:lineRule="auto"/>
        <w:ind w:left="284" w:hanging="284"/>
        <w:jc w:val="both"/>
      </w:pPr>
      <w:r w:rsidRPr="00FD27FB">
        <w:rPr>
          <w:iCs/>
        </w:rPr>
        <w:t>V části první, Čl. I se za dosavadní novelizační bod 68 vkládá nový novelizační bod, který zní:</w:t>
      </w:r>
    </w:p>
    <w:p w:rsidR="008C77C1" w:rsidRPr="00FD27FB" w:rsidRDefault="008C77C1" w:rsidP="008C77C1">
      <w:pPr>
        <w:pStyle w:val="1Novelizanbod"/>
        <w:numPr>
          <w:ilvl w:val="0"/>
          <w:numId w:val="0"/>
        </w:numPr>
        <w:spacing w:before="0" w:after="0" w:line="276" w:lineRule="auto"/>
        <w:ind w:left="714" w:hanging="357"/>
        <w:rPr>
          <w:rFonts w:ascii="Times New Roman" w:hAnsi="Times New Roman" w:cs="Times New Roman"/>
          <w:sz w:val="24"/>
          <w:szCs w:val="24"/>
        </w:rPr>
      </w:pPr>
      <w:r w:rsidRPr="00FD27FB">
        <w:rPr>
          <w:rFonts w:ascii="Times New Roman" w:eastAsia="Arial" w:hAnsi="Times New Roman" w:cs="Times New Roman"/>
          <w:color w:val="000000"/>
          <w:sz w:val="24"/>
          <w:szCs w:val="24"/>
        </w:rPr>
        <w:t xml:space="preserve">„X. </w:t>
      </w:r>
      <w:r w:rsidRPr="00FD27FB">
        <w:rPr>
          <w:rFonts w:ascii="Times New Roman" w:hAnsi="Times New Roman" w:cs="Times New Roman"/>
          <w:sz w:val="24"/>
          <w:szCs w:val="24"/>
        </w:rPr>
        <w:t>V § 20 odst. 1 písmeno i</w:t>
      </w:r>
      <w:r>
        <w:rPr>
          <w:rFonts w:ascii="Times New Roman" w:hAnsi="Times New Roman" w:cs="Times New Roman"/>
          <w:sz w:val="24"/>
          <w:szCs w:val="24"/>
        </w:rPr>
        <w:t>)</w:t>
      </w:r>
      <w:r w:rsidRPr="00FD27FB">
        <w:rPr>
          <w:rFonts w:ascii="Times New Roman" w:hAnsi="Times New Roman" w:cs="Times New Roman"/>
          <w:sz w:val="24"/>
          <w:szCs w:val="24"/>
        </w:rPr>
        <w:t xml:space="preserve"> včetně poznámky pod čarou č. x zní:</w:t>
      </w:r>
    </w:p>
    <w:p w:rsidR="008C77C1" w:rsidRPr="00FD27FB" w:rsidRDefault="008C77C1" w:rsidP="008C77C1">
      <w:pPr>
        <w:pStyle w:val="1Novelizanbod"/>
        <w:numPr>
          <w:ilvl w:val="0"/>
          <w:numId w:val="0"/>
        </w:numPr>
        <w:spacing w:before="0" w:after="0" w:line="276" w:lineRule="auto"/>
        <w:ind w:left="454" w:hanging="454"/>
        <w:rPr>
          <w:rFonts w:ascii="Times New Roman" w:hAnsi="Times New Roman" w:cs="Times New Roman"/>
          <w:sz w:val="24"/>
          <w:szCs w:val="24"/>
        </w:rPr>
      </w:pPr>
    </w:p>
    <w:p w:rsidR="008C77C1" w:rsidRPr="00FD27FB" w:rsidRDefault="008C77C1" w:rsidP="008C77C1">
      <w:pPr>
        <w:pStyle w:val="5Textpsmenevnovelbodu"/>
        <w:spacing w:line="276" w:lineRule="auto"/>
        <w:rPr>
          <w:rFonts w:ascii="Times New Roman" w:hAnsi="Times New Roman" w:cs="Times New Roman"/>
          <w:sz w:val="24"/>
          <w:szCs w:val="24"/>
        </w:rPr>
      </w:pPr>
      <w:r w:rsidRPr="00FD27FB">
        <w:rPr>
          <w:rFonts w:ascii="Times New Roman" w:hAnsi="Times New Roman" w:cs="Times New Roman"/>
          <w:sz w:val="24"/>
          <w:szCs w:val="24"/>
        </w:rPr>
        <w:t>„i)</w:t>
      </w:r>
      <w:r w:rsidRPr="00FD27FB">
        <w:rPr>
          <w:rFonts w:ascii="Times New Roman" w:hAnsi="Times New Roman" w:cs="Times New Roman"/>
          <w:sz w:val="24"/>
          <w:szCs w:val="24"/>
        </w:rPr>
        <w:tab/>
        <w:t xml:space="preserve">na úseku ochrany pokusných zvířat </w:t>
      </w:r>
    </w:p>
    <w:p w:rsidR="008C77C1" w:rsidRPr="00FD27FB" w:rsidRDefault="008C77C1" w:rsidP="008C77C1">
      <w:pPr>
        <w:pStyle w:val="6Textboduvnovele"/>
        <w:spacing w:line="276" w:lineRule="auto"/>
        <w:rPr>
          <w:rFonts w:ascii="Times New Roman" w:hAnsi="Times New Roman" w:cs="Times New Roman"/>
          <w:sz w:val="24"/>
          <w:szCs w:val="24"/>
        </w:rPr>
      </w:pPr>
      <w:r w:rsidRPr="00FD27FB">
        <w:rPr>
          <w:rFonts w:ascii="Times New Roman" w:hAnsi="Times New Roman" w:cs="Times New Roman"/>
          <w:sz w:val="24"/>
          <w:szCs w:val="24"/>
        </w:rPr>
        <w:t>1.</w:t>
      </w:r>
      <w:r w:rsidRPr="00FD27FB">
        <w:rPr>
          <w:rFonts w:ascii="Times New Roman" w:hAnsi="Times New Roman" w:cs="Times New Roman"/>
          <w:sz w:val="24"/>
          <w:szCs w:val="24"/>
        </w:rPr>
        <w:tab/>
        <w:t xml:space="preserve">do 10. listopadu 2023 a poté každých 5 let zasílá Komisi informace o provádění tohoto zákona, zejména jeho § 15g, § 16a odst. 2 a 3, § 16b, 16c, § 17c odst. 4, § 17f, § 20b odst. 2 písm. b) a § 22 odst. 1 písm. s); tyto údaje poskytuje a zveřejňuje prostřednictvím elektronického přenosu ve formátu, který stanoví </w:t>
      </w:r>
      <w:proofErr w:type="spellStart"/>
      <w:r w:rsidRPr="00FD27FB">
        <w:rPr>
          <w:rFonts w:ascii="Times New Roman" w:hAnsi="Times New Roman" w:cs="Times New Roman"/>
          <w:sz w:val="24"/>
          <w:szCs w:val="24"/>
        </w:rPr>
        <w:t>Komise</w:t>
      </w:r>
      <w:r w:rsidRPr="00FD27FB">
        <w:rPr>
          <w:rFonts w:ascii="Times New Roman" w:hAnsi="Times New Roman" w:cs="Times New Roman"/>
          <w:sz w:val="24"/>
          <w:szCs w:val="24"/>
          <w:vertAlign w:val="superscript"/>
        </w:rPr>
        <w:t>x</w:t>
      </w:r>
      <w:proofErr w:type="spellEnd"/>
      <w:r w:rsidRPr="00FD27FB">
        <w:rPr>
          <w:rFonts w:ascii="Times New Roman" w:hAnsi="Times New Roman" w:cs="Times New Roman"/>
          <w:sz w:val="24"/>
          <w:szCs w:val="24"/>
          <w:vertAlign w:val="superscript"/>
        </w:rPr>
        <w:t>)</w:t>
      </w:r>
      <w:r w:rsidRPr="00FD27FB">
        <w:rPr>
          <w:rFonts w:ascii="Times New Roman" w:hAnsi="Times New Roman" w:cs="Times New Roman"/>
          <w:sz w:val="24"/>
          <w:szCs w:val="24"/>
        </w:rPr>
        <w:t xml:space="preserve">, </w:t>
      </w:r>
    </w:p>
    <w:p w:rsidR="008C77C1" w:rsidRPr="00FD27FB" w:rsidRDefault="008C77C1" w:rsidP="008C77C1">
      <w:pPr>
        <w:pStyle w:val="6Textboduvnovele"/>
        <w:spacing w:line="276" w:lineRule="auto"/>
        <w:rPr>
          <w:rFonts w:ascii="Times New Roman" w:hAnsi="Times New Roman" w:cs="Times New Roman"/>
          <w:sz w:val="24"/>
          <w:szCs w:val="24"/>
        </w:rPr>
      </w:pPr>
      <w:r w:rsidRPr="00FD27FB">
        <w:rPr>
          <w:rFonts w:ascii="Times New Roman" w:hAnsi="Times New Roman" w:cs="Times New Roman"/>
          <w:sz w:val="24"/>
          <w:szCs w:val="24"/>
        </w:rPr>
        <w:t>2.</w:t>
      </w:r>
      <w:r w:rsidRPr="00FD27FB">
        <w:rPr>
          <w:rFonts w:ascii="Times New Roman" w:hAnsi="Times New Roman" w:cs="Times New Roman"/>
          <w:sz w:val="24"/>
          <w:szCs w:val="24"/>
        </w:rPr>
        <w:tab/>
        <w:t xml:space="preserve">každoročně shromažďuje a zveřejňuje statistické informace o používání pokusných zvířat k pokusům, včetně informací o skutečné závažnosti pokusů a původu a druzích </w:t>
      </w:r>
      <w:proofErr w:type="spellStart"/>
      <w:r w:rsidRPr="00FD27FB">
        <w:rPr>
          <w:rFonts w:ascii="Times New Roman" w:hAnsi="Times New Roman" w:cs="Times New Roman"/>
          <w:sz w:val="24"/>
          <w:szCs w:val="24"/>
        </w:rPr>
        <w:t>subhumánních</w:t>
      </w:r>
      <w:proofErr w:type="spellEnd"/>
      <w:r w:rsidRPr="00FD27FB">
        <w:rPr>
          <w:rFonts w:ascii="Times New Roman" w:hAnsi="Times New Roman" w:cs="Times New Roman"/>
          <w:sz w:val="24"/>
          <w:szCs w:val="24"/>
        </w:rPr>
        <w:t xml:space="preserve"> primátů, kteří byli k pokusům použiti; </w:t>
      </w:r>
      <w:r w:rsidRPr="00FD27FB">
        <w:rPr>
          <w:rFonts w:ascii="Times New Roman" w:eastAsia="Arial" w:hAnsi="Times New Roman" w:cs="Times New Roman"/>
          <w:color w:val="000000"/>
          <w:sz w:val="24"/>
          <w:szCs w:val="24"/>
        </w:rPr>
        <w:t xml:space="preserve">do 10. listopadu následujícího roku poskytuje tyto statistické informace Komisi prostřednictvím elektronického přenosu v nesouhrnném formátu, který stanoví </w:t>
      </w:r>
      <w:proofErr w:type="spellStart"/>
      <w:r w:rsidRPr="00FD27FB">
        <w:rPr>
          <w:rFonts w:ascii="Times New Roman" w:eastAsia="Arial" w:hAnsi="Times New Roman" w:cs="Times New Roman"/>
          <w:color w:val="000000"/>
          <w:sz w:val="24"/>
          <w:szCs w:val="24"/>
        </w:rPr>
        <w:t>Komise</w:t>
      </w:r>
      <w:r w:rsidRPr="00FD27FB">
        <w:rPr>
          <w:rFonts w:ascii="Times New Roman" w:eastAsia="Arial" w:hAnsi="Times New Roman" w:cs="Times New Roman"/>
          <w:color w:val="000000"/>
          <w:sz w:val="24"/>
          <w:szCs w:val="24"/>
          <w:vertAlign w:val="superscript"/>
        </w:rPr>
        <w:t>x</w:t>
      </w:r>
      <w:proofErr w:type="spellEnd"/>
      <w:r w:rsidRPr="00FD27FB">
        <w:rPr>
          <w:rFonts w:ascii="Times New Roman" w:eastAsia="Arial" w:hAnsi="Times New Roman" w:cs="Times New Roman"/>
          <w:color w:val="000000"/>
          <w:sz w:val="24"/>
          <w:szCs w:val="24"/>
          <w:vertAlign w:val="superscript"/>
        </w:rPr>
        <w:t>)</w:t>
      </w:r>
      <w:r w:rsidRPr="00FD27FB">
        <w:rPr>
          <w:rFonts w:ascii="Times New Roman" w:eastAsia="Arial" w:hAnsi="Times New Roman" w:cs="Times New Roman"/>
          <w:color w:val="000000"/>
          <w:sz w:val="24"/>
          <w:szCs w:val="24"/>
        </w:rPr>
        <w:t>,</w:t>
      </w:r>
    </w:p>
    <w:p w:rsidR="008C77C1" w:rsidRPr="00FD27FB" w:rsidRDefault="008C77C1" w:rsidP="008C77C1">
      <w:pPr>
        <w:pStyle w:val="6Textboduvnovele"/>
        <w:spacing w:line="276" w:lineRule="auto"/>
        <w:rPr>
          <w:rFonts w:ascii="Times New Roman" w:hAnsi="Times New Roman" w:cs="Times New Roman"/>
          <w:sz w:val="24"/>
          <w:szCs w:val="24"/>
        </w:rPr>
      </w:pPr>
      <w:r w:rsidRPr="00FD27FB">
        <w:rPr>
          <w:rFonts w:ascii="Times New Roman" w:hAnsi="Times New Roman" w:cs="Times New Roman"/>
          <w:sz w:val="24"/>
          <w:szCs w:val="24"/>
        </w:rPr>
        <w:t>3.</w:t>
      </w:r>
      <w:r w:rsidRPr="00FD27FB">
        <w:rPr>
          <w:rFonts w:ascii="Times New Roman" w:hAnsi="Times New Roman" w:cs="Times New Roman"/>
          <w:sz w:val="24"/>
          <w:szCs w:val="24"/>
        </w:rPr>
        <w:tab/>
        <w:t>předkládá každý rok Komisi podrobné informace o výjimkách udělených podle § 18g odst. 6 a 7,</w:t>
      </w:r>
    </w:p>
    <w:p w:rsidR="008C77C1" w:rsidRPr="00FD27FB" w:rsidRDefault="008C77C1" w:rsidP="008C77C1">
      <w:pPr>
        <w:spacing w:line="276" w:lineRule="auto"/>
        <w:ind w:left="284" w:hanging="284"/>
        <w:jc w:val="both"/>
      </w:pPr>
    </w:p>
    <w:p w:rsidR="008C77C1" w:rsidRPr="00FD27FB" w:rsidRDefault="008C77C1" w:rsidP="008C77C1">
      <w:pPr>
        <w:spacing w:line="276" w:lineRule="auto"/>
        <w:ind w:left="567" w:hanging="283"/>
        <w:jc w:val="both"/>
      </w:pPr>
      <w:r w:rsidRPr="00FD27FB">
        <w:rPr>
          <w:vertAlign w:val="superscript"/>
        </w:rPr>
        <w:t>x)</w:t>
      </w:r>
      <w:r w:rsidRPr="00FD27FB">
        <w:t xml:space="preserve"> </w:t>
      </w:r>
      <w:r w:rsidRPr="00FD27FB">
        <w:tab/>
        <w:t xml:space="preserve">Článek 6 </w:t>
      </w:r>
      <w:r w:rsidRPr="00FD27FB">
        <w:rPr>
          <w:rFonts w:eastAsia="Arial"/>
        </w:rPr>
        <w:t xml:space="preserve">nařízení Evropského parlamentu a Rady </w:t>
      </w:r>
      <w:r w:rsidRPr="00FD27FB">
        <w:rPr>
          <w:rFonts w:eastAsia="Arial"/>
          <w:color w:val="000000"/>
        </w:rPr>
        <w:t>(EU) 2019/1010 ze dne 5. června 2019 o sladění povinností podávání zpráv v oblasti právních předpisů souvisejících s politikou životního prostředí a o změně nařízení Evropského parlamentu a Rady (ES) č. 166/2006 a</w:t>
      </w:r>
      <w:r w:rsidRPr="00FD27FB">
        <w:t> </w:t>
      </w:r>
      <w:r w:rsidRPr="00FD27FB">
        <w:rPr>
          <w:rFonts w:eastAsia="Arial"/>
          <w:color w:val="000000"/>
        </w:rPr>
        <w:t>(EU) č. 995/2010, směrnic Evropského parlamentu a Rady 2002/49/ES, 2004/35/ES, 2007/2/ES, 2009/147/ES a 2010/63/EU, nařízení Rady (ES) č. 338/97 a (ES) č. 2173/2005 a směrnice Rady 86/278/EHS.“.</w:t>
      </w:r>
    </w:p>
    <w:p w:rsidR="008C77C1" w:rsidRPr="00FD27FB" w:rsidRDefault="008C77C1" w:rsidP="008C77C1">
      <w:pPr>
        <w:spacing w:line="276" w:lineRule="auto"/>
        <w:ind w:firstLine="708"/>
        <w:jc w:val="both"/>
      </w:pPr>
      <w:r w:rsidRPr="00FD27FB">
        <w:t>Dosavadní novelizační body se přečíslují.</w:t>
      </w:r>
    </w:p>
    <w:p w:rsidR="008C77C1" w:rsidRPr="00FD27FB" w:rsidRDefault="008C77C1" w:rsidP="008C77C1">
      <w:pPr>
        <w:spacing w:line="276" w:lineRule="auto"/>
        <w:ind w:firstLine="708"/>
        <w:jc w:val="both"/>
      </w:pPr>
    </w:p>
    <w:p w:rsidR="008C77C1" w:rsidRPr="00FD27FB" w:rsidRDefault="008C77C1" w:rsidP="008C77C1">
      <w:pPr>
        <w:pStyle w:val="Odstavecseseznamem"/>
        <w:numPr>
          <w:ilvl w:val="0"/>
          <w:numId w:val="8"/>
        </w:numPr>
        <w:spacing w:line="276" w:lineRule="auto"/>
        <w:ind w:left="567" w:hanging="567"/>
        <w:jc w:val="both"/>
      </w:pPr>
      <w:r w:rsidRPr="00FD27FB">
        <w:rPr>
          <w:iCs/>
        </w:rPr>
        <w:t>K části první, Čl. I, dosavadní bod 75 zní:</w:t>
      </w:r>
    </w:p>
    <w:p w:rsidR="008C77C1" w:rsidRPr="00FD27FB" w:rsidRDefault="008C77C1" w:rsidP="008C77C1">
      <w:pPr>
        <w:spacing w:line="276" w:lineRule="auto"/>
        <w:ind w:left="709" w:hanging="349"/>
        <w:jc w:val="both"/>
      </w:pPr>
      <w:r w:rsidRPr="00FD27FB">
        <w:t>„75. V § 20 odst. 3 se slova „až g)“ nahrazují slovy „až h)“ a na konci t</w:t>
      </w:r>
      <w:r>
        <w:t xml:space="preserve">extu odstavce se doplňují </w:t>
      </w:r>
      <w:proofErr w:type="gramStart"/>
      <w:r>
        <w:t>slova „ ,</w:t>
      </w:r>
      <w:r w:rsidRPr="00FD27FB">
        <w:t>který</w:t>
      </w:r>
      <w:proofErr w:type="gramEnd"/>
      <w:r w:rsidRPr="00FD27FB">
        <w:t xml:space="preserve"> je určen pro osoby, které provádějí manipulaci se zvířaty a péči o ně před jejich znehybněním a znehybnění zvířat pro účely omráčení nebo usmrcení“.</w:t>
      </w:r>
    </w:p>
    <w:p w:rsidR="008C77C1" w:rsidRPr="00FD27FB" w:rsidRDefault="008C77C1" w:rsidP="008C77C1">
      <w:pPr>
        <w:spacing w:line="276" w:lineRule="auto"/>
        <w:ind w:left="709" w:hanging="349"/>
        <w:jc w:val="both"/>
      </w:pPr>
    </w:p>
    <w:p w:rsidR="008C77C1" w:rsidRPr="00FD27FB" w:rsidRDefault="008C77C1" w:rsidP="008C77C1">
      <w:pPr>
        <w:pStyle w:val="Odstavecseseznamem"/>
        <w:numPr>
          <w:ilvl w:val="0"/>
          <w:numId w:val="8"/>
        </w:numPr>
        <w:spacing w:before="240" w:line="276" w:lineRule="auto"/>
        <w:ind w:left="567" w:hanging="567"/>
        <w:jc w:val="both"/>
      </w:pPr>
      <w:r w:rsidRPr="00FD27FB">
        <w:t>V části první čl. I dosavadní bod 85 zní:</w:t>
      </w:r>
    </w:p>
    <w:p w:rsidR="008C77C1" w:rsidRPr="00FD27FB" w:rsidRDefault="008C77C1" w:rsidP="008C77C1">
      <w:pPr>
        <w:pStyle w:val="Odstavecseseznamem"/>
        <w:spacing w:before="240" w:line="276" w:lineRule="auto"/>
        <w:ind w:left="426"/>
        <w:jc w:val="both"/>
      </w:pPr>
    </w:p>
    <w:p w:rsidR="008C77C1" w:rsidRPr="00FD27FB" w:rsidRDefault="008C77C1" w:rsidP="008C77C1">
      <w:pPr>
        <w:pStyle w:val="Odstavecseseznamem"/>
        <w:spacing w:before="240" w:line="276" w:lineRule="auto"/>
        <w:ind w:left="426"/>
        <w:jc w:val="both"/>
      </w:pPr>
      <w:r w:rsidRPr="00FD27FB">
        <w:t>„85. V § 24a se doplňuje odstavec 4, který zní:</w:t>
      </w:r>
    </w:p>
    <w:p w:rsidR="008C77C1" w:rsidRPr="00FD27FB" w:rsidRDefault="008C77C1" w:rsidP="008C77C1">
      <w:pPr>
        <w:pStyle w:val="Odstavecseseznamem"/>
        <w:spacing w:before="240" w:line="276" w:lineRule="auto"/>
        <w:ind w:left="426"/>
        <w:jc w:val="both"/>
      </w:pPr>
    </w:p>
    <w:p w:rsidR="008C77C1" w:rsidRPr="00FD27FB" w:rsidRDefault="008C77C1" w:rsidP="008C77C1">
      <w:pPr>
        <w:pStyle w:val="Odstavecseseznamem"/>
        <w:spacing w:before="240" w:line="276" w:lineRule="auto"/>
        <w:ind w:left="0" w:firstLine="708"/>
        <w:jc w:val="both"/>
      </w:pPr>
      <w:r w:rsidRPr="00FD27FB">
        <w:t>„(4) Odborné vyjádření podle odstavce 3 se nevyžaduje v řízení o přestupku spočívajícím v porušení</w:t>
      </w:r>
    </w:p>
    <w:p w:rsidR="008C77C1" w:rsidRPr="00FD27FB" w:rsidRDefault="008C77C1" w:rsidP="00D5677C">
      <w:pPr>
        <w:pStyle w:val="Odstavecseseznamem"/>
        <w:numPr>
          <w:ilvl w:val="0"/>
          <w:numId w:val="6"/>
        </w:numPr>
        <w:autoSpaceDE w:val="0"/>
        <w:autoSpaceDN w:val="0"/>
        <w:adjustRightInd w:val="0"/>
        <w:spacing w:line="276" w:lineRule="auto"/>
        <w:ind w:left="782" w:hanging="357"/>
        <w:contextualSpacing w:val="0"/>
        <w:jc w:val="both"/>
        <w:rPr>
          <w:bCs/>
        </w:rPr>
      </w:pPr>
      <w:r w:rsidRPr="00FD27FB">
        <w:rPr>
          <w:bCs/>
        </w:rPr>
        <w:t>zákazu opustit zvíře podle § 4 odst. 1 písm. s),</w:t>
      </w:r>
    </w:p>
    <w:p w:rsidR="008C77C1" w:rsidRPr="00FD27FB" w:rsidRDefault="008C77C1" w:rsidP="008C77C1">
      <w:pPr>
        <w:pStyle w:val="Odstavecseseznamem"/>
        <w:numPr>
          <w:ilvl w:val="0"/>
          <w:numId w:val="6"/>
        </w:numPr>
        <w:spacing w:before="240" w:after="160" w:line="276" w:lineRule="auto"/>
        <w:jc w:val="both"/>
      </w:pPr>
      <w:r w:rsidRPr="00FD27FB">
        <w:t>povinnosti mít osvědčení o odborné způsobilosti nebo osvědčení o způsobilosti,</w:t>
      </w:r>
    </w:p>
    <w:p w:rsidR="008C77C1" w:rsidRPr="00FD27FB" w:rsidRDefault="008C77C1" w:rsidP="008C77C1">
      <w:pPr>
        <w:pStyle w:val="Odstavecseseznamem"/>
        <w:numPr>
          <w:ilvl w:val="0"/>
          <w:numId w:val="6"/>
        </w:numPr>
        <w:spacing w:before="240" w:after="160" w:line="276" w:lineRule="auto"/>
        <w:jc w:val="both"/>
      </w:pPr>
      <w:r w:rsidRPr="00FD27FB">
        <w:t xml:space="preserve">povinnosti vést a uchovávat záznamy nebo evidenci podle § 5a odst. 6, § 8b odst. 3, § 12f odst. 4, § 13 odst. 10, § 13a odst. 3, § 14b odst. 3, § 14c odst. 3, § 14d odst. 3, § 15d odst. 8, § 15g odst. 6, § 17g odst. 1 a 2, § 17h odst. 1 a 2, § 18h odst. 3 a 4, </w:t>
      </w:r>
    </w:p>
    <w:p w:rsidR="008C77C1" w:rsidRPr="00FD27FB" w:rsidRDefault="008C77C1" w:rsidP="008C77C1">
      <w:pPr>
        <w:pStyle w:val="Odstavecseseznamem"/>
        <w:numPr>
          <w:ilvl w:val="0"/>
          <w:numId w:val="6"/>
        </w:numPr>
        <w:spacing w:before="240" w:after="160" w:line="276" w:lineRule="auto"/>
        <w:jc w:val="both"/>
      </w:pPr>
      <w:r w:rsidRPr="00FD27FB">
        <w:rPr>
          <w:bCs/>
        </w:rPr>
        <w:t>povinnosti zajistit, aby zvíře jednoho chovatele nezranilo ani neusmrtilo zvíře jiného chovatele,</w:t>
      </w:r>
    </w:p>
    <w:p w:rsidR="008C77C1" w:rsidRPr="00FD27FB" w:rsidRDefault="008C77C1" w:rsidP="008C77C1">
      <w:pPr>
        <w:pStyle w:val="Odstavecseseznamem"/>
        <w:numPr>
          <w:ilvl w:val="0"/>
          <w:numId w:val="6"/>
        </w:numPr>
        <w:spacing w:before="240" w:after="160" w:line="276" w:lineRule="auto"/>
        <w:jc w:val="both"/>
      </w:pPr>
      <w:r w:rsidRPr="00FD27FB">
        <w:t>povinnosti podle § 7a odst. 2 a 4,</w:t>
      </w:r>
    </w:p>
    <w:p w:rsidR="008C77C1" w:rsidRPr="00FD27FB" w:rsidRDefault="008C77C1" w:rsidP="008C77C1">
      <w:pPr>
        <w:pStyle w:val="Odstavecseseznamem"/>
        <w:numPr>
          <w:ilvl w:val="0"/>
          <w:numId w:val="6"/>
        </w:numPr>
        <w:spacing w:before="240" w:after="160" w:line="276" w:lineRule="auto"/>
        <w:jc w:val="both"/>
      </w:pPr>
      <w:r w:rsidRPr="00FD27FB">
        <w:t xml:space="preserve">povinností pořadatele podle § 8 odst. 3, </w:t>
      </w:r>
    </w:p>
    <w:p w:rsidR="008C77C1" w:rsidRPr="00FD27FB" w:rsidRDefault="008C77C1" w:rsidP="008C77C1">
      <w:pPr>
        <w:pStyle w:val="Odstavecseseznamem"/>
        <w:numPr>
          <w:ilvl w:val="0"/>
          <w:numId w:val="6"/>
        </w:numPr>
        <w:spacing w:before="240" w:after="160" w:line="276" w:lineRule="auto"/>
        <w:jc w:val="both"/>
      </w:pPr>
      <w:r w:rsidRPr="00FD27FB">
        <w:t>povinnosti učinit opatření proti úniku zvířete podle § 11 odst. 2 nebo § 13 odst. 1,</w:t>
      </w:r>
    </w:p>
    <w:p w:rsidR="008C77C1" w:rsidRPr="00FD27FB" w:rsidRDefault="008C77C1" w:rsidP="008C77C1">
      <w:pPr>
        <w:pStyle w:val="Odstavecseseznamem"/>
        <w:numPr>
          <w:ilvl w:val="0"/>
          <w:numId w:val="6"/>
        </w:numPr>
        <w:spacing w:before="240" w:after="160" w:line="276" w:lineRule="auto"/>
        <w:jc w:val="both"/>
      </w:pPr>
      <w:r w:rsidRPr="00FD27FB">
        <w:t>povinnosti oznámit nejpozději 30 dnů před zahájením nebo ukončením podnikání výkon živnosti, druhy a počty zvířat příslušné krajské veterinární správě a doložit, jakým způsobem bude zabezpečena péče o zvířata, jejich zdraví a pohodu v případě zahájení činnosti podle § 13a odst. 1, nebo</w:t>
      </w:r>
    </w:p>
    <w:p w:rsidR="008C77C1" w:rsidRPr="00FD27FB" w:rsidRDefault="008C77C1" w:rsidP="008C77C1">
      <w:pPr>
        <w:pStyle w:val="Odstavecseseznamem"/>
        <w:numPr>
          <w:ilvl w:val="0"/>
          <w:numId w:val="6"/>
        </w:numPr>
        <w:spacing w:before="240" w:after="160" w:line="276" w:lineRule="auto"/>
        <w:jc w:val="both"/>
      </w:pPr>
      <w:r w:rsidRPr="00FD27FB">
        <w:t>povinnosti poskytnout bezplatně kupujícímu v písemné podobě správné a podrobné informace o podmínkách chovu a péči o zdraví a pohodu kupovaného zvířete podle § 13a odst. 4.“.“</w:t>
      </w:r>
    </w:p>
    <w:p w:rsidR="008C77C1" w:rsidRPr="00FD27FB" w:rsidRDefault="008C77C1" w:rsidP="008C77C1">
      <w:pPr>
        <w:spacing w:line="276" w:lineRule="auto"/>
        <w:ind w:left="709" w:hanging="349"/>
        <w:jc w:val="both"/>
      </w:pPr>
    </w:p>
    <w:p w:rsidR="008C77C1" w:rsidRPr="00FD27FB" w:rsidRDefault="008C77C1" w:rsidP="008C77C1">
      <w:pPr>
        <w:pStyle w:val="Odstavecseseznamem"/>
        <w:widowControl w:val="0"/>
        <w:numPr>
          <w:ilvl w:val="0"/>
          <w:numId w:val="8"/>
        </w:numPr>
        <w:autoSpaceDE w:val="0"/>
        <w:autoSpaceDN w:val="0"/>
        <w:adjustRightInd w:val="0"/>
        <w:spacing w:before="120" w:after="120" w:line="276" w:lineRule="auto"/>
        <w:ind w:left="426" w:hanging="426"/>
        <w:jc w:val="both"/>
      </w:pPr>
      <w:r w:rsidRPr="00FD27FB">
        <w:t>Ve stávajícím novelizačním bod</w:t>
      </w:r>
      <w:r>
        <w:t>u č.</w:t>
      </w:r>
      <w:r w:rsidRPr="00FD27FB">
        <w:t xml:space="preserve"> 87 se v </w:t>
      </w:r>
      <w:r>
        <w:t xml:space="preserve">§ 25 odst. 4 </w:t>
      </w:r>
      <w:r w:rsidRPr="00FD27FB">
        <w:t>slova „číslem čipu nebo tetování, pokud je zvíře označeno“ nahrazují slovy „datem a místem nálezu“.</w:t>
      </w:r>
    </w:p>
    <w:p w:rsidR="008C77C1" w:rsidRPr="00FD27FB" w:rsidRDefault="008C77C1" w:rsidP="008C77C1">
      <w:pPr>
        <w:spacing w:line="276" w:lineRule="auto"/>
        <w:ind w:left="709" w:hanging="349"/>
        <w:jc w:val="both"/>
      </w:pPr>
    </w:p>
    <w:p w:rsidR="008C77C1" w:rsidRPr="00FD27FB" w:rsidRDefault="008C77C1" w:rsidP="008C77C1">
      <w:pPr>
        <w:pStyle w:val="LO-normal"/>
        <w:keepNext/>
        <w:keepLines/>
        <w:numPr>
          <w:ilvl w:val="0"/>
          <w:numId w:val="8"/>
        </w:numPr>
        <w:spacing w:after="0"/>
        <w:ind w:left="426" w:hanging="426"/>
        <w:jc w:val="both"/>
        <w:rPr>
          <w:rFonts w:ascii="Times New Roman" w:hAnsi="Times New Roman" w:cs="Times New Roman"/>
          <w:sz w:val="24"/>
          <w:szCs w:val="24"/>
        </w:rPr>
      </w:pPr>
      <w:r w:rsidRPr="00FD27FB">
        <w:rPr>
          <w:rFonts w:ascii="Times New Roman" w:eastAsia="Times New Roman" w:hAnsi="Times New Roman" w:cs="Times New Roman"/>
          <w:sz w:val="24"/>
          <w:szCs w:val="24"/>
        </w:rPr>
        <w:t xml:space="preserve"> </w:t>
      </w:r>
      <w:r w:rsidRPr="00FD27FB">
        <w:rPr>
          <w:rFonts w:ascii="Times New Roman" w:eastAsia="Times New Roman" w:hAnsi="Times New Roman" w:cs="Times New Roman"/>
          <w:color w:val="000000"/>
          <w:sz w:val="24"/>
          <w:szCs w:val="24"/>
        </w:rPr>
        <w:t>V článku I se novelizační bod č. 99 zrušuje.</w:t>
      </w:r>
    </w:p>
    <w:p w:rsidR="008C77C1" w:rsidRPr="00FD27FB" w:rsidRDefault="008C77C1" w:rsidP="008C77C1">
      <w:pPr>
        <w:pStyle w:val="LO-normal"/>
        <w:spacing w:after="0"/>
        <w:jc w:val="both"/>
        <w:rPr>
          <w:rFonts w:ascii="Times New Roman" w:hAnsi="Times New Roman" w:cs="Times New Roman"/>
          <w:sz w:val="24"/>
          <w:szCs w:val="24"/>
        </w:rPr>
      </w:pPr>
      <w:r w:rsidRPr="00FD27FB">
        <w:rPr>
          <w:rFonts w:ascii="Times New Roman" w:eastAsia="Times New Roman" w:hAnsi="Times New Roman" w:cs="Times New Roman"/>
          <w:color w:val="000000"/>
          <w:sz w:val="24"/>
          <w:szCs w:val="24"/>
        </w:rPr>
        <w:t>Následující body se přečíslují.</w:t>
      </w:r>
    </w:p>
    <w:p w:rsidR="008C77C1" w:rsidRPr="00FD27FB" w:rsidRDefault="008C77C1" w:rsidP="008C77C1">
      <w:pPr>
        <w:pStyle w:val="Odstavecseseznamem"/>
        <w:spacing w:line="276" w:lineRule="auto"/>
        <w:ind w:left="360"/>
        <w:jc w:val="both"/>
      </w:pPr>
    </w:p>
    <w:p w:rsidR="008C77C1" w:rsidRPr="00FD27FB" w:rsidRDefault="008C77C1" w:rsidP="008C77C1">
      <w:pPr>
        <w:pStyle w:val="1Novelizanbod"/>
        <w:numPr>
          <w:ilvl w:val="0"/>
          <w:numId w:val="0"/>
        </w:numPr>
        <w:spacing w:before="0" w:after="0" w:line="276" w:lineRule="auto"/>
        <w:contextualSpacing/>
        <w:mirrorIndents/>
        <w:rPr>
          <w:rFonts w:ascii="Times New Roman" w:hAnsi="Times New Roman" w:cs="Times New Roman"/>
          <w:sz w:val="24"/>
          <w:szCs w:val="24"/>
        </w:rPr>
      </w:pPr>
      <w:r w:rsidRPr="00FD27FB">
        <w:rPr>
          <w:rFonts w:ascii="Times New Roman" w:hAnsi="Times New Roman" w:cs="Times New Roman"/>
          <w:sz w:val="24"/>
          <w:szCs w:val="24"/>
        </w:rPr>
        <w:t>29. V čl. I dosavadním bodu 101 § 27 odst. 2 se za písm. c) doplňuje nové písm. d), které zní:</w:t>
      </w:r>
    </w:p>
    <w:p w:rsidR="008C77C1" w:rsidRPr="00FD27FB" w:rsidRDefault="008C77C1" w:rsidP="008C77C1">
      <w:pPr>
        <w:pStyle w:val="1Novelizanbod"/>
        <w:numPr>
          <w:ilvl w:val="0"/>
          <w:numId w:val="0"/>
        </w:numPr>
        <w:spacing w:before="0" w:after="0" w:line="276" w:lineRule="auto"/>
        <w:contextualSpacing/>
        <w:mirrorIndents/>
        <w:rPr>
          <w:rFonts w:ascii="Times New Roman" w:hAnsi="Times New Roman" w:cs="Times New Roman"/>
          <w:sz w:val="24"/>
          <w:szCs w:val="24"/>
        </w:rPr>
      </w:pPr>
    </w:p>
    <w:p w:rsidR="008C77C1" w:rsidRPr="00FD27FB" w:rsidRDefault="008C77C1" w:rsidP="008C77C1">
      <w:pPr>
        <w:pStyle w:val="1Novelizanbod"/>
        <w:numPr>
          <w:ilvl w:val="0"/>
          <w:numId w:val="0"/>
        </w:numPr>
        <w:spacing w:before="0" w:after="0" w:line="276" w:lineRule="auto"/>
        <w:contextualSpacing/>
        <w:mirrorIndents/>
        <w:rPr>
          <w:rFonts w:ascii="Times New Roman" w:hAnsi="Times New Roman" w:cs="Times New Roman"/>
          <w:sz w:val="24"/>
          <w:szCs w:val="24"/>
        </w:rPr>
      </w:pPr>
      <w:r w:rsidRPr="00FD27FB">
        <w:rPr>
          <w:rFonts w:ascii="Times New Roman" w:hAnsi="Times New Roman" w:cs="Times New Roman"/>
          <w:sz w:val="24"/>
          <w:szCs w:val="24"/>
        </w:rPr>
        <w:tab/>
        <w:t>„d) poruší zákaz prodeje nebo předání psa nebo kočky novému chovateli na veřejném prostranství podle § 7b písm. a),“.</w:t>
      </w:r>
    </w:p>
    <w:p w:rsidR="008C77C1" w:rsidRPr="00FD27FB" w:rsidRDefault="008C77C1" w:rsidP="008C77C1">
      <w:pPr>
        <w:pStyle w:val="1Novelizanbod"/>
        <w:numPr>
          <w:ilvl w:val="0"/>
          <w:numId w:val="0"/>
        </w:numPr>
        <w:spacing w:before="0" w:after="0" w:line="276" w:lineRule="auto"/>
        <w:contextualSpacing/>
        <w:mirrorIndents/>
        <w:rPr>
          <w:rFonts w:ascii="Times New Roman" w:hAnsi="Times New Roman" w:cs="Times New Roman"/>
          <w:sz w:val="24"/>
          <w:szCs w:val="24"/>
        </w:rPr>
      </w:pPr>
    </w:p>
    <w:p w:rsidR="008C77C1" w:rsidRPr="00FD27FB" w:rsidRDefault="008C77C1" w:rsidP="008C77C1">
      <w:pPr>
        <w:pStyle w:val="1Novelizanbod"/>
        <w:numPr>
          <w:ilvl w:val="0"/>
          <w:numId w:val="0"/>
        </w:numPr>
        <w:spacing w:before="0" w:after="0" w:line="276" w:lineRule="auto"/>
        <w:contextualSpacing/>
        <w:mirrorIndents/>
        <w:rPr>
          <w:rFonts w:ascii="Times New Roman" w:hAnsi="Times New Roman" w:cs="Times New Roman"/>
          <w:sz w:val="24"/>
          <w:szCs w:val="24"/>
        </w:rPr>
      </w:pPr>
      <w:r w:rsidRPr="00FD27FB">
        <w:rPr>
          <w:rFonts w:ascii="Times New Roman" w:hAnsi="Times New Roman" w:cs="Times New Roman"/>
          <w:sz w:val="24"/>
          <w:szCs w:val="24"/>
        </w:rPr>
        <w:t xml:space="preserve">Dosavadní písmena d) až l) se označují jako písm. e) až m).  </w:t>
      </w:r>
    </w:p>
    <w:p w:rsidR="008C77C1" w:rsidRPr="00FD27FB" w:rsidRDefault="008C77C1" w:rsidP="008C77C1">
      <w:pPr>
        <w:pStyle w:val="Odstavecseseznamem"/>
        <w:spacing w:line="276" w:lineRule="auto"/>
        <w:ind w:left="360"/>
        <w:jc w:val="both"/>
      </w:pPr>
    </w:p>
    <w:p w:rsidR="008C77C1" w:rsidRPr="00FD27FB" w:rsidRDefault="008C77C1" w:rsidP="008C77C1">
      <w:pPr>
        <w:pStyle w:val="Odstavecseseznamem"/>
        <w:spacing w:line="276" w:lineRule="auto"/>
        <w:ind w:left="360"/>
        <w:jc w:val="both"/>
      </w:pPr>
    </w:p>
    <w:p w:rsidR="008C77C1" w:rsidRPr="00FD27FB" w:rsidRDefault="008C77C1" w:rsidP="008C77C1">
      <w:pPr>
        <w:pStyle w:val="Odstavecseseznamem"/>
        <w:numPr>
          <w:ilvl w:val="0"/>
          <w:numId w:val="9"/>
        </w:numPr>
        <w:autoSpaceDE w:val="0"/>
        <w:autoSpaceDN w:val="0"/>
        <w:adjustRightInd w:val="0"/>
        <w:spacing w:line="276" w:lineRule="auto"/>
        <w:ind w:left="426" w:hanging="426"/>
        <w:jc w:val="both"/>
      </w:pPr>
      <w:r w:rsidRPr="00FD27FB">
        <w:t>V části první, Čl. I se za dosavadní novelizační bod 101 se vkládá nový novelizační bod, který zní:</w:t>
      </w:r>
    </w:p>
    <w:p w:rsidR="008C77C1" w:rsidRPr="00FD27FB" w:rsidRDefault="008C77C1" w:rsidP="008C77C1">
      <w:pPr>
        <w:pStyle w:val="1Novelizanbod"/>
        <w:numPr>
          <w:ilvl w:val="0"/>
          <w:numId w:val="0"/>
        </w:numPr>
        <w:spacing w:before="0" w:after="0" w:line="276" w:lineRule="auto"/>
        <w:ind w:left="360"/>
        <w:rPr>
          <w:rFonts w:ascii="Times New Roman" w:hAnsi="Times New Roman" w:cs="Times New Roman"/>
          <w:sz w:val="24"/>
          <w:szCs w:val="24"/>
        </w:rPr>
      </w:pPr>
      <w:r w:rsidRPr="00FD27FB">
        <w:rPr>
          <w:rFonts w:ascii="Times New Roman" w:hAnsi="Times New Roman" w:cs="Times New Roman"/>
          <w:sz w:val="24"/>
          <w:szCs w:val="24"/>
        </w:rPr>
        <w:t>„X. V § 27 odst. 3 písm. a) se za slovo „zvířete“ vkládá slovo „soukromým“.“.</w:t>
      </w:r>
    </w:p>
    <w:p w:rsidR="008C77C1" w:rsidRPr="00FD27FB" w:rsidRDefault="008C77C1" w:rsidP="008C77C1">
      <w:pPr>
        <w:pStyle w:val="1Novelizanbod"/>
        <w:numPr>
          <w:ilvl w:val="0"/>
          <w:numId w:val="0"/>
        </w:numPr>
        <w:spacing w:before="0" w:after="0" w:line="276" w:lineRule="auto"/>
        <w:ind w:left="360"/>
        <w:contextualSpacing/>
        <w:mirrorIndents/>
        <w:rPr>
          <w:rFonts w:ascii="Times New Roman" w:hAnsi="Times New Roman" w:cs="Times New Roman"/>
          <w:sz w:val="24"/>
          <w:szCs w:val="24"/>
        </w:rPr>
      </w:pPr>
    </w:p>
    <w:p w:rsidR="008C77C1" w:rsidRPr="00FD27FB" w:rsidRDefault="008C77C1" w:rsidP="008C77C1">
      <w:pPr>
        <w:pStyle w:val="1Novelizanbod"/>
        <w:numPr>
          <w:ilvl w:val="0"/>
          <w:numId w:val="0"/>
        </w:numPr>
        <w:spacing w:before="0" w:after="0" w:line="276" w:lineRule="auto"/>
        <w:ind w:left="360"/>
        <w:contextualSpacing/>
        <w:mirrorIndents/>
        <w:rPr>
          <w:rFonts w:ascii="Times New Roman" w:hAnsi="Times New Roman" w:cs="Times New Roman"/>
          <w:sz w:val="24"/>
          <w:szCs w:val="24"/>
        </w:rPr>
      </w:pPr>
      <w:r w:rsidRPr="00FD27FB">
        <w:rPr>
          <w:rFonts w:ascii="Times New Roman" w:hAnsi="Times New Roman" w:cs="Times New Roman"/>
          <w:sz w:val="24"/>
          <w:szCs w:val="24"/>
        </w:rPr>
        <w:t>Dosavadní novelizační body se přečíslují.</w:t>
      </w:r>
    </w:p>
    <w:p w:rsidR="008C77C1" w:rsidRPr="00FD27FB" w:rsidRDefault="008C77C1" w:rsidP="008C77C1">
      <w:pPr>
        <w:pStyle w:val="1Novelizanbod"/>
        <w:numPr>
          <w:ilvl w:val="0"/>
          <w:numId w:val="0"/>
        </w:numPr>
        <w:spacing w:before="0" w:after="0" w:line="276" w:lineRule="auto"/>
        <w:ind w:left="360"/>
        <w:contextualSpacing/>
        <w:mirrorIndents/>
        <w:rPr>
          <w:rFonts w:ascii="Times New Roman" w:hAnsi="Times New Roman" w:cs="Times New Roman"/>
          <w:sz w:val="24"/>
          <w:szCs w:val="24"/>
        </w:rPr>
      </w:pPr>
    </w:p>
    <w:p w:rsidR="008C77C1" w:rsidRPr="00FD27FB" w:rsidRDefault="008C77C1" w:rsidP="008C77C1">
      <w:pPr>
        <w:pStyle w:val="5Textpsmenevnovelbodu"/>
        <w:spacing w:line="276" w:lineRule="auto"/>
        <w:ind w:left="284" w:hanging="284"/>
        <w:contextualSpacing/>
        <w:mirrorIndents/>
        <w:rPr>
          <w:rFonts w:ascii="Times New Roman" w:hAnsi="Times New Roman" w:cs="Times New Roman"/>
          <w:sz w:val="24"/>
          <w:szCs w:val="24"/>
        </w:rPr>
      </w:pPr>
      <w:r w:rsidRPr="00FD27FB">
        <w:rPr>
          <w:rFonts w:ascii="Times New Roman" w:hAnsi="Times New Roman" w:cs="Times New Roman"/>
          <w:sz w:val="24"/>
          <w:szCs w:val="24"/>
        </w:rPr>
        <w:t xml:space="preserve">31. V čl. I dosavadním bodu 106 § 27 odst. 12 písm. a) se písmena h) až j) označují jako písmena i) až k), v písm. b) se písmena e) nebo l) označují jako písmena f) nebo m), v písm. c) se písmena f), g) nebo k) označují jako písmena g), h) nebo l).  </w:t>
      </w:r>
    </w:p>
    <w:p w:rsidR="008C77C1" w:rsidRPr="00FD27FB" w:rsidRDefault="008C77C1" w:rsidP="008C77C1">
      <w:pPr>
        <w:pStyle w:val="1Novelizanbod"/>
        <w:numPr>
          <w:ilvl w:val="0"/>
          <w:numId w:val="0"/>
        </w:numPr>
        <w:spacing w:before="0" w:after="0" w:line="276" w:lineRule="auto"/>
        <w:contextualSpacing/>
        <w:mirrorIndents/>
        <w:rPr>
          <w:rFonts w:ascii="Times New Roman" w:hAnsi="Times New Roman" w:cs="Times New Roman"/>
          <w:sz w:val="24"/>
          <w:szCs w:val="24"/>
        </w:rPr>
      </w:pPr>
    </w:p>
    <w:p w:rsidR="008C77C1" w:rsidRPr="00FD27FB" w:rsidRDefault="008C77C1" w:rsidP="008C77C1">
      <w:pPr>
        <w:pStyle w:val="1Novelizanbod"/>
        <w:numPr>
          <w:ilvl w:val="0"/>
          <w:numId w:val="0"/>
        </w:numPr>
        <w:spacing w:before="0" w:after="0" w:line="276" w:lineRule="auto"/>
        <w:contextualSpacing/>
        <w:mirrorIndents/>
        <w:rPr>
          <w:rFonts w:ascii="Times New Roman" w:hAnsi="Times New Roman" w:cs="Times New Roman"/>
          <w:sz w:val="24"/>
          <w:szCs w:val="24"/>
        </w:rPr>
      </w:pPr>
    </w:p>
    <w:p w:rsidR="008C77C1" w:rsidRPr="00FD27FB" w:rsidRDefault="008C77C1" w:rsidP="008C77C1">
      <w:pPr>
        <w:pStyle w:val="5Textpsmenevnovelbodu"/>
        <w:spacing w:line="276" w:lineRule="auto"/>
        <w:ind w:left="284" w:hanging="284"/>
        <w:contextualSpacing/>
        <w:mirrorIndents/>
        <w:rPr>
          <w:rFonts w:ascii="Times New Roman" w:hAnsi="Times New Roman" w:cs="Times New Roman"/>
          <w:sz w:val="24"/>
          <w:szCs w:val="24"/>
        </w:rPr>
      </w:pPr>
      <w:r w:rsidRPr="00FD27FB">
        <w:rPr>
          <w:rFonts w:ascii="Times New Roman" w:hAnsi="Times New Roman" w:cs="Times New Roman"/>
          <w:sz w:val="24"/>
          <w:szCs w:val="24"/>
        </w:rPr>
        <w:t xml:space="preserve">32. V čl. I dosavadním bodu 107 § 27 odst. 13 se písm. h) až j) označují jako písmena i) až k). </w:t>
      </w:r>
    </w:p>
    <w:p w:rsidR="008C77C1" w:rsidRPr="00FD27FB" w:rsidRDefault="008C77C1" w:rsidP="008C77C1">
      <w:pPr>
        <w:pStyle w:val="5Textpsmenevnovelbodu"/>
        <w:spacing w:line="276" w:lineRule="auto"/>
        <w:ind w:left="284" w:hanging="284"/>
        <w:contextualSpacing/>
        <w:mirrorIndents/>
        <w:rPr>
          <w:rFonts w:ascii="Times New Roman" w:hAnsi="Times New Roman" w:cs="Times New Roman"/>
          <w:sz w:val="24"/>
          <w:szCs w:val="24"/>
        </w:rPr>
      </w:pPr>
    </w:p>
    <w:p w:rsidR="008C77C1" w:rsidRPr="00FD27FB" w:rsidRDefault="008C77C1" w:rsidP="008C77C1">
      <w:pPr>
        <w:pStyle w:val="5Textpsmenevnovelbodu"/>
        <w:spacing w:line="276" w:lineRule="auto"/>
        <w:ind w:left="284" w:hanging="284"/>
        <w:contextualSpacing/>
        <w:mirrorIndents/>
        <w:rPr>
          <w:rFonts w:ascii="Times New Roman" w:hAnsi="Times New Roman" w:cs="Times New Roman"/>
          <w:sz w:val="24"/>
          <w:szCs w:val="24"/>
        </w:rPr>
      </w:pPr>
    </w:p>
    <w:p w:rsidR="008C77C1" w:rsidRPr="00FD27FB" w:rsidRDefault="008C77C1" w:rsidP="008C77C1">
      <w:pPr>
        <w:pStyle w:val="5Textpsmenevnovelbodu"/>
        <w:spacing w:line="276" w:lineRule="auto"/>
        <w:ind w:left="284" w:hanging="284"/>
        <w:contextualSpacing/>
        <w:mirrorIndents/>
        <w:rPr>
          <w:rFonts w:ascii="Times New Roman" w:hAnsi="Times New Roman" w:cs="Times New Roman"/>
          <w:sz w:val="24"/>
          <w:szCs w:val="24"/>
        </w:rPr>
      </w:pPr>
      <w:r w:rsidRPr="00FD27FB">
        <w:rPr>
          <w:rFonts w:ascii="Times New Roman" w:hAnsi="Times New Roman" w:cs="Times New Roman"/>
          <w:sz w:val="24"/>
          <w:szCs w:val="24"/>
        </w:rPr>
        <w:t xml:space="preserve">33. V čl. I dosavadním bodu 108 § 27 odst. 14 se písmena h) až j) označují jako písmena i) až k). </w:t>
      </w:r>
    </w:p>
    <w:p w:rsidR="008C77C1" w:rsidRPr="00FD27FB" w:rsidRDefault="008C77C1" w:rsidP="008C77C1">
      <w:pPr>
        <w:pStyle w:val="1Novelizanbod"/>
        <w:numPr>
          <w:ilvl w:val="0"/>
          <w:numId w:val="0"/>
        </w:numPr>
        <w:spacing w:before="0" w:after="0" w:line="276" w:lineRule="auto"/>
        <w:ind w:left="360"/>
        <w:contextualSpacing/>
        <w:mirrorIndents/>
        <w:rPr>
          <w:rFonts w:ascii="Times New Roman" w:hAnsi="Times New Roman" w:cs="Times New Roman"/>
          <w:sz w:val="24"/>
          <w:szCs w:val="24"/>
        </w:rPr>
      </w:pPr>
    </w:p>
    <w:p w:rsidR="008C77C1" w:rsidRPr="00FD27FB" w:rsidRDefault="008C77C1" w:rsidP="008C77C1">
      <w:pPr>
        <w:pStyle w:val="1Novelizanbod"/>
        <w:numPr>
          <w:ilvl w:val="0"/>
          <w:numId w:val="0"/>
        </w:numPr>
        <w:spacing w:before="0" w:after="0" w:line="276" w:lineRule="auto"/>
        <w:ind w:left="360"/>
        <w:contextualSpacing/>
        <w:mirrorIndents/>
        <w:rPr>
          <w:rFonts w:ascii="Times New Roman" w:hAnsi="Times New Roman" w:cs="Times New Roman"/>
          <w:sz w:val="24"/>
          <w:szCs w:val="24"/>
        </w:rPr>
      </w:pPr>
    </w:p>
    <w:p w:rsidR="008C77C1" w:rsidRPr="00FD27FB" w:rsidRDefault="008C77C1" w:rsidP="008C77C1">
      <w:pPr>
        <w:pStyle w:val="LO-normal"/>
        <w:spacing w:after="0"/>
        <w:jc w:val="both"/>
        <w:rPr>
          <w:rFonts w:ascii="Times New Roman" w:hAnsi="Times New Roman" w:cs="Times New Roman"/>
          <w:sz w:val="24"/>
          <w:szCs w:val="24"/>
        </w:rPr>
      </w:pPr>
      <w:r w:rsidRPr="00FD27FB">
        <w:rPr>
          <w:rFonts w:ascii="Times New Roman" w:eastAsia="Times New Roman" w:hAnsi="Times New Roman" w:cs="Times New Roman"/>
          <w:color w:val="000000"/>
          <w:sz w:val="24"/>
          <w:szCs w:val="24"/>
        </w:rPr>
        <w:t>34.  V článku I se</w:t>
      </w:r>
      <w:r>
        <w:rPr>
          <w:rFonts w:ascii="Times New Roman" w:eastAsia="Times New Roman" w:hAnsi="Times New Roman" w:cs="Times New Roman"/>
          <w:color w:val="000000"/>
          <w:sz w:val="24"/>
          <w:szCs w:val="24"/>
        </w:rPr>
        <w:t xml:space="preserve"> dosavadní</w:t>
      </w:r>
      <w:r w:rsidRPr="00FD27FB">
        <w:rPr>
          <w:rFonts w:ascii="Times New Roman" w:eastAsia="Times New Roman" w:hAnsi="Times New Roman" w:cs="Times New Roman"/>
          <w:color w:val="000000"/>
          <w:sz w:val="24"/>
          <w:szCs w:val="24"/>
        </w:rPr>
        <w:t xml:space="preserve"> novelizační bod č. 111 zrušuje.</w:t>
      </w:r>
    </w:p>
    <w:p w:rsidR="008C77C1" w:rsidRPr="00FD27FB" w:rsidRDefault="008C77C1" w:rsidP="008C77C1">
      <w:pPr>
        <w:pStyle w:val="LO-normal"/>
        <w:spacing w:after="0"/>
        <w:jc w:val="both"/>
        <w:rPr>
          <w:rFonts w:ascii="Times New Roman" w:eastAsia="Times New Roman" w:hAnsi="Times New Roman" w:cs="Times New Roman"/>
          <w:color w:val="000000"/>
          <w:sz w:val="24"/>
          <w:szCs w:val="24"/>
        </w:rPr>
      </w:pPr>
      <w:r w:rsidRPr="00FD27FB">
        <w:rPr>
          <w:rFonts w:ascii="Times New Roman" w:eastAsia="Times New Roman" w:hAnsi="Times New Roman" w:cs="Times New Roman"/>
          <w:color w:val="000000"/>
          <w:sz w:val="24"/>
          <w:szCs w:val="24"/>
        </w:rPr>
        <w:t>Následující body se přečíslují.</w:t>
      </w:r>
    </w:p>
    <w:p w:rsidR="008C77C1" w:rsidRPr="00FD27FB" w:rsidRDefault="008C77C1" w:rsidP="008C77C1">
      <w:pPr>
        <w:pStyle w:val="1Novelizanbod"/>
        <w:numPr>
          <w:ilvl w:val="0"/>
          <w:numId w:val="0"/>
        </w:numPr>
        <w:spacing w:before="0" w:after="0" w:line="276" w:lineRule="auto"/>
        <w:ind w:left="360"/>
        <w:contextualSpacing/>
        <w:mirrorIndents/>
        <w:rPr>
          <w:rFonts w:ascii="Times New Roman" w:hAnsi="Times New Roman" w:cs="Times New Roman"/>
          <w:sz w:val="24"/>
          <w:szCs w:val="24"/>
        </w:rPr>
      </w:pPr>
    </w:p>
    <w:p w:rsidR="008C77C1" w:rsidRPr="00FD27FB" w:rsidRDefault="008C77C1" w:rsidP="008C77C1">
      <w:pPr>
        <w:pStyle w:val="1Novelizanbod"/>
        <w:numPr>
          <w:ilvl w:val="0"/>
          <w:numId w:val="0"/>
        </w:numPr>
        <w:spacing w:before="0" w:after="0" w:line="276" w:lineRule="auto"/>
        <w:ind w:left="360"/>
        <w:contextualSpacing/>
        <w:mirrorIndents/>
        <w:rPr>
          <w:rFonts w:ascii="Times New Roman" w:hAnsi="Times New Roman" w:cs="Times New Roman"/>
          <w:sz w:val="24"/>
          <w:szCs w:val="24"/>
        </w:rPr>
      </w:pPr>
    </w:p>
    <w:p w:rsidR="008C77C1" w:rsidRPr="00FD27FB" w:rsidRDefault="008C77C1" w:rsidP="008C77C1">
      <w:pPr>
        <w:pStyle w:val="Odstavecseseznamem"/>
        <w:numPr>
          <w:ilvl w:val="0"/>
          <w:numId w:val="10"/>
        </w:numPr>
        <w:autoSpaceDE w:val="0"/>
        <w:autoSpaceDN w:val="0"/>
        <w:adjustRightInd w:val="0"/>
        <w:spacing w:line="276" w:lineRule="auto"/>
        <w:ind w:left="426" w:hanging="426"/>
        <w:jc w:val="both"/>
      </w:pPr>
      <w:r w:rsidRPr="00FD27FB">
        <w:t>V části první, Čl. I se za dosavadní novelizační bod</w:t>
      </w:r>
      <w:r>
        <w:t xml:space="preserve"> č.</w:t>
      </w:r>
      <w:r w:rsidRPr="00FD27FB">
        <w:t xml:space="preserve"> 113 vkládá nový novelizační bod, který zní:</w:t>
      </w:r>
    </w:p>
    <w:p w:rsidR="008C77C1" w:rsidRPr="00FD27FB" w:rsidRDefault="008C77C1" w:rsidP="008C77C1">
      <w:pPr>
        <w:pStyle w:val="1Novelizanbod"/>
        <w:numPr>
          <w:ilvl w:val="0"/>
          <w:numId w:val="0"/>
        </w:numPr>
        <w:spacing w:before="0" w:after="0" w:line="276" w:lineRule="auto"/>
        <w:ind w:left="360"/>
        <w:rPr>
          <w:rFonts w:ascii="Times New Roman" w:hAnsi="Times New Roman" w:cs="Times New Roman"/>
          <w:sz w:val="24"/>
          <w:szCs w:val="24"/>
        </w:rPr>
      </w:pPr>
      <w:r w:rsidRPr="00FD27FB">
        <w:rPr>
          <w:rFonts w:ascii="Times New Roman" w:hAnsi="Times New Roman" w:cs="Times New Roman"/>
          <w:sz w:val="24"/>
          <w:szCs w:val="24"/>
        </w:rPr>
        <w:t>„X. V § 27a odst. 4 písm. a) se za slovo „zvířete“ vkládá slovo „soukromým“.“.</w:t>
      </w:r>
    </w:p>
    <w:p w:rsidR="008C77C1" w:rsidRPr="00FD27FB" w:rsidRDefault="008C77C1" w:rsidP="008C77C1">
      <w:pPr>
        <w:pStyle w:val="1Novelizanbod"/>
        <w:numPr>
          <w:ilvl w:val="0"/>
          <w:numId w:val="0"/>
        </w:numPr>
        <w:spacing w:before="0" w:after="0" w:line="276" w:lineRule="auto"/>
        <w:ind w:left="360"/>
        <w:contextualSpacing/>
        <w:mirrorIndents/>
        <w:rPr>
          <w:rFonts w:ascii="Times New Roman" w:hAnsi="Times New Roman" w:cs="Times New Roman"/>
          <w:sz w:val="24"/>
          <w:szCs w:val="24"/>
        </w:rPr>
      </w:pPr>
    </w:p>
    <w:p w:rsidR="008C77C1" w:rsidRPr="00FD27FB" w:rsidRDefault="008C77C1" w:rsidP="008C77C1">
      <w:pPr>
        <w:pStyle w:val="1Novelizanbod"/>
        <w:numPr>
          <w:ilvl w:val="0"/>
          <w:numId w:val="0"/>
        </w:numPr>
        <w:spacing w:before="0" w:after="0" w:line="276" w:lineRule="auto"/>
        <w:ind w:left="360"/>
        <w:contextualSpacing/>
        <w:mirrorIndents/>
        <w:rPr>
          <w:rFonts w:ascii="Times New Roman" w:hAnsi="Times New Roman" w:cs="Times New Roman"/>
          <w:sz w:val="24"/>
          <w:szCs w:val="24"/>
        </w:rPr>
      </w:pPr>
      <w:r w:rsidRPr="00FD27FB">
        <w:rPr>
          <w:rFonts w:ascii="Times New Roman" w:hAnsi="Times New Roman" w:cs="Times New Roman"/>
          <w:sz w:val="24"/>
          <w:szCs w:val="24"/>
        </w:rPr>
        <w:t>Dosavadní novelizační body se přečíslují.</w:t>
      </w:r>
    </w:p>
    <w:p w:rsidR="008C77C1" w:rsidRPr="00FD27FB" w:rsidRDefault="008C77C1" w:rsidP="008C77C1">
      <w:pPr>
        <w:pStyle w:val="Odstavecseseznamem"/>
        <w:autoSpaceDE w:val="0"/>
        <w:autoSpaceDN w:val="0"/>
        <w:adjustRightInd w:val="0"/>
        <w:spacing w:line="276" w:lineRule="auto"/>
        <w:ind w:left="360"/>
        <w:jc w:val="both"/>
      </w:pPr>
    </w:p>
    <w:p w:rsidR="008C77C1" w:rsidRPr="00FD27FB" w:rsidRDefault="008C77C1" w:rsidP="008C77C1">
      <w:pPr>
        <w:pStyle w:val="LO-normal"/>
        <w:spacing w:after="0"/>
        <w:jc w:val="both"/>
        <w:rPr>
          <w:rFonts w:ascii="Times New Roman" w:hAnsi="Times New Roman" w:cs="Times New Roman"/>
          <w:sz w:val="24"/>
          <w:szCs w:val="24"/>
        </w:rPr>
      </w:pPr>
      <w:r w:rsidRPr="00FD27FB">
        <w:rPr>
          <w:rFonts w:ascii="Times New Roman" w:eastAsia="Times New Roman" w:hAnsi="Times New Roman" w:cs="Times New Roman"/>
          <w:color w:val="000000"/>
          <w:sz w:val="24"/>
          <w:szCs w:val="24"/>
        </w:rPr>
        <w:t xml:space="preserve">36.  V článku I návrhu zákona se </w:t>
      </w:r>
      <w:r>
        <w:rPr>
          <w:rFonts w:ascii="Times New Roman" w:eastAsia="Times New Roman" w:hAnsi="Times New Roman" w:cs="Times New Roman"/>
          <w:color w:val="000000"/>
          <w:sz w:val="24"/>
          <w:szCs w:val="24"/>
        </w:rPr>
        <w:t xml:space="preserve">dosavadní </w:t>
      </w:r>
      <w:r w:rsidRPr="00FD27FB">
        <w:rPr>
          <w:rFonts w:ascii="Times New Roman" w:eastAsia="Times New Roman" w:hAnsi="Times New Roman" w:cs="Times New Roman"/>
          <w:color w:val="000000"/>
          <w:sz w:val="24"/>
          <w:szCs w:val="24"/>
        </w:rPr>
        <w:t>novelizační bod č. 117 zrušuje.</w:t>
      </w:r>
    </w:p>
    <w:p w:rsidR="008C77C1" w:rsidRPr="00FD27FB" w:rsidRDefault="008C77C1" w:rsidP="008C77C1">
      <w:pPr>
        <w:pStyle w:val="LO-normal"/>
        <w:spacing w:after="0"/>
        <w:jc w:val="both"/>
        <w:rPr>
          <w:rFonts w:ascii="Times New Roman" w:hAnsi="Times New Roman" w:cs="Times New Roman"/>
          <w:sz w:val="24"/>
          <w:szCs w:val="24"/>
        </w:rPr>
      </w:pPr>
      <w:r w:rsidRPr="00FD27FB">
        <w:rPr>
          <w:rFonts w:ascii="Times New Roman" w:eastAsia="Times New Roman" w:hAnsi="Times New Roman" w:cs="Times New Roman"/>
          <w:color w:val="000000"/>
          <w:sz w:val="24"/>
          <w:szCs w:val="24"/>
        </w:rPr>
        <w:t>Následující body se přečíslují.</w:t>
      </w:r>
    </w:p>
    <w:p w:rsidR="008C77C1" w:rsidRPr="00FD27FB" w:rsidRDefault="008C77C1" w:rsidP="008C77C1">
      <w:pPr>
        <w:pStyle w:val="Odstavecseseznamem"/>
        <w:autoSpaceDE w:val="0"/>
        <w:autoSpaceDN w:val="0"/>
        <w:adjustRightInd w:val="0"/>
        <w:spacing w:line="276" w:lineRule="auto"/>
        <w:ind w:left="360"/>
        <w:jc w:val="both"/>
      </w:pPr>
    </w:p>
    <w:p w:rsidR="008C77C1" w:rsidRPr="00FD27FB" w:rsidRDefault="008C77C1" w:rsidP="008C77C1">
      <w:pPr>
        <w:pStyle w:val="1Novelizanbod"/>
        <w:numPr>
          <w:ilvl w:val="0"/>
          <w:numId w:val="0"/>
        </w:numPr>
        <w:spacing w:before="0" w:after="0" w:line="276" w:lineRule="auto"/>
        <w:contextualSpacing/>
        <w:mirrorIndents/>
        <w:rPr>
          <w:rFonts w:ascii="Times New Roman" w:hAnsi="Times New Roman" w:cs="Times New Roman"/>
          <w:sz w:val="24"/>
          <w:szCs w:val="24"/>
        </w:rPr>
      </w:pPr>
      <w:r w:rsidRPr="00FD27FB">
        <w:rPr>
          <w:rFonts w:ascii="Times New Roman" w:hAnsi="Times New Roman" w:cs="Times New Roman"/>
          <w:sz w:val="24"/>
          <w:szCs w:val="24"/>
        </w:rPr>
        <w:t>37. V čl. I dosavadním bodu 115 § 27a odst. 7 se v písm. a) vypouští slovo „nebo“, v písm. b) se na konci textu tečka nahrazuje čárkou a doplňuje se slovo „nebo“ a za písmeno b) se doplňuje nové písmeno c), které zní:</w:t>
      </w:r>
    </w:p>
    <w:p w:rsidR="008C77C1" w:rsidRPr="00FD27FB" w:rsidRDefault="008C77C1" w:rsidP="008C77C1">
      <w:pPr>
        <w:pStyle w:val="1Novelizanbod"/>
        <w:numPr>
          <w:ilvl w:val="0"/>
          <w:numId w:val="0"/>
        </w:numPr>
        <w:spacing w:before="0" w:after="0" w:line="276" w:lineRule="auto"/>
        <w:contextualSpacing/>
        <w:mirrorIndents/>
        <w:rPr>
          <w:rFonts w:ascii="Times New Roman" w:hAnsi="Times New Roman" w:cs="Times New Roman"/>
          <w:sz w:val="24"/>
          <w:szCs w:val="24"/>
        </w:rPr>
      </w:pPr>
    </w:p>
    <w:p w:rsidR="008C77C1" w:rsidRPr="00FD27FB" w:rsidRDefault="008C77C1" w:rsidP="008C77C1">
      <w:pPr>
        <w:pStyle w:val="1Novelizanbod"/>
        <w:numPr>
          <w:ilvl w:val="0"/>
          <w:numId w:val="0"/>
        </w:numPr>
        <w:spacing w:before="0" w:after="0" w:line="276" w:lineRule="auto"/>
        <w:contextualSpacing/>
        <w:mirrorIndents/>
        <w:rPr>
          <w:rFonts w:ascii="Times New Roman" w:hAnsi="Times New Roman" w:cs="Times New Roman"/>
          <w:sz w:val="24"/>
          <w:szCs w:val="24"/>
        </w:rPr>
      </w:pPr>
      <w:r w:rsidRPr="00FD27FB">
        <w:rPr>
          <w:rFonts w:ascii="Times New Roman" w:hAnsi="Times New Roman" w:cs="Times New Roman"/>
          <w:sz w:val="24"/>
          <w:szCs w:val="24"/>
        </w:rPr>
        <w:t>„c) poruší zákaz prodeje nebo předání psa nebo kočky novému chovateli na veřejném prostranství podle § 7b písm. a)“.</w:t>
      </w:r>
    </w:p>
    <w:p w:rsidR="008C77C1" w:rsidRPr="00FD27FB" w:rsidRDefault="008C77C1" w:rsidP="008C77C1">
      <w:pPr>
        <w:pStyle w:val="Odstavecseseznamem"/>
        <w:autoSpaceDE w:val="0"/>
        <w:autoSpaceDN w:val="0"/>
        <w:adjustRightInd w:val="0"/>
        <w:spacing w:line="276" w:lineRule="auto"/>
        <w:ind w:left="360"/>
        <w:jc w:val="both"/>
      </w:pPr>
    </w:p>
    <w:p w:rsidR="008C77C1" w:rsidRPr="00FD27FB" w:rsidRDefault="008C77C1" w:rsidP="008C77C1">
      <w:pPr>
        <w:pStyle w:val="Odstavecseseznamem"/>
        <w:autoSpaceDE w:val="0"/>
        <w:autoSpaceDN w:val="0"/>
        <w:adjustRightInd w:val="0"/>
        <w:spacing w:line="276" w:lineRule="auto"/>
        <w:ind w:left="360"/>
        <w:jc w:val="both"/>
      </w:pPr>
    </w:p>
    <w:p w:rsidR="008C77C1" w:rsidRPr="00FD27FB" w:rsidRDefault="008C77C1" w:rsidP="008C77C1">
      <w:pPr>
        <w:pStyle w:val="Odstavecseseznamem"/>
        <w:numPr>
          <w:ilvl w:val="0"/>
          <w:numId w:val="11"/>
        </w:numPr>
        <w:autoSpaceDE w:val="0"/>
        <w:autoSpaceDN w:val="0"/>
        <w:adjustRightInd w:val="0"/>
        <w:spacing w:line="276" w:lineRule="auto"/>
        <w:ind w:left="426" w:hanging="426"/>
        <w:jc w:val="both"/>
      </w:pPr>
      <w:r w:rsidRPr="00FD27FB">
        <w:t>V části první, Čl. I se za dosavadní novelizační bod 118 se vkládá nový novelizační bod, který zní:</w:t>
      </w:r>
    </w:p>
    <w:p w:rsidR="008C77C1" w:rsidRPr="00FD27FB" w:rsidRDefault="008C77C1" w:rsidP="008C77C1">
      <w:pPr>
        <w:autoSpaceDE w:val="0"/>
        <w:autoSpaceDN w:val="0"/>
        <w:adjustRightInd w:val="0"/>
        <w:spacing w:line="276" w:lineRule="auto"/>
        <w:ind w:left="360"/>
        <w:jc w:val="both"/>
      </w:pPr>
      <w:r>
        <w:t xml:space="preserve">„X. </w:t>
      </w:r>
      <w:r w:rsidRPr="00FD27FB">
        <w:t>V § 27a odst. 12 se za písmeno b) vkládá nové písmeno c), které zní:</w:t>
      </w:r>
    </w:p>
    <w:p w:rsidR="008C77C1" w:rsidRPr="00FD27FB" w:rsidRDefault="008C77C1" w:rsidP="008C77C1">
      <w:pPr>
        <w:autoSpaceDE w:val="0"/>
        <w:autoSpaceDN w:val="0"/>
        <w:adjustRightInd w:val="0"/>
        <w:spacing w:line="276" w:lineRule="auto"/>
        <w:ind w:left="1134" w:hanging="708"/>
        <w:jc w:val="both"/>
      </w:pPr>
      <w:r w:rsidRPr="00FD27FB">
        <w:t>„c)</w:t>
      </w:r>
      <w:r w:rsidRPr="00FD27FB">
        <w:tab/>
        <w:t>nezajistí, aby činnost pracovníka pro řádné zacházení se zvířaty podle čl. 17 přímo použitelného předpisu Evropské unie upravujícího ochranu zvířat při usmrcování</w:t>
      </w:r>
      <w:r w:rsidRPr="00FD27FB">
        <w:rPr>
          <w:vertAlign w:val="superscript"/>
        </w:rPr>
        <w:t>13)</w:t>
      </w:r>
      <w:r w:rsidRPr="00FD27FB">
        <w:t xml:space="preserve"> prováděla osoba, která získala osvědčení o způsobilosti pro osoby podílející se na úkonech souvisejících s porážením zvířat podle přímo použitelného předpisu Evropské unie upravujícího ochranu zvířat při usmrcování</w:t>
      </w:r>
      <w:r w:rsidRPr="00FD27FB">
        <w:rPr>
          <w:vertAlign w:val="superscript"/>
        </w:rPr>
        <w:t>13)</w:t>
      </w:r>
      <w:r w:rsidRPr="00FD27FB">
        <w:t>,“.</w:t>
      </w:r>
    </w:p>
    <w:p w:rsidR="008C77C1" w:rsidRPr="00FD27FB" w:rsidRDefault="008C77C1" w:rsidP="008C77C1">
      <w:pPr>
        <w:pStyle w:val="Odstavecseseznamem"/>
        <w:autoSpaceDE w:val="0"/>
        <w:autoSpaceDN w:val="0"/>
        <w:adjustRightInd w:val="0"/>
        <w:spacing w:line="276" w:lineRule="auto"/>
        <w:ind w:left="360"/>
        <w:jc w:val="both"/>
      </w:pPr>
    </w:p>
    <w:p w:rsidR="008C77C1" w:rsidRPr="00FD27FB" w:rsidRDefault="008C77C1" w:rsidP="008C77C1">
      <w:pPr>
        <w:pStyle w:val="Odstavecseseznamem"/>
        <w:autoSpaceDE w:val="0"/>
        <w:autoSpaceDN w:val="0"/>
        <w:adjustRightInd w:val="0"/>
        <w:spacing w:line="276" w:lineRule="auto"/>
        <w:ind w:left="708" w:hanging="282"/>
        <w:jc w:val="both"/>
      </w:pPr>
      <w:r w:rsidRPr="00FD27FB">
        <w:t>Dosavadní písmena c) a d) se označují jako písmena d) a e).“.</w:t>
      </w:r>
    </w:p>
    <w:p w:rsidR="008C77C1" w:rsidRPr="00FD27FB" w:rsidRDefault="008C77C1" w:rsidP="008C77C1">
      <w:pPr>
        <w:pStyle w:val="Odstavecseseznamem"/>
        <w:autoSpaceDE w:val="0"/>
        <w:autoSpaceDN w:val="0"/>
        <w:adjustRightInd w:val="0"/>
        <w:spacing w:line="276" w:lineRule="auto"/>
        <w:ind w:left="360"/>
        <w:jc w:val="both"/>
      </w:pPr>
    </w:p>
    <w:p w:rsidR="008C77C1" w:rsidRPr="00FD27FB" w:rsidRDefault="008C77C1" w:rsidP="008C77C1">
      <w:pPr>
        <w:pStyle w:val="Odstavecseseznamem"/>
        <w:autoSpaceDE w:val="0"/>
        <w:autoSpaceDN w:val="0"/>
        <w:adjustRightInd w:val="0"/>
        <w:spacing w:line="276" w:lineRule="auto"/>
        <w:ind w:left="360"/>
        <w:jc w:val="both"/>
      </w:pPr>
      <w:r w:rsidRPr="00FD27FB">
        <w:t>Dosavadní novelizační body se přečíslují.</w:t>
      </w:r>
    </w:p>
    <w:p w:rsidR="008C77C1" w:rsidRPr="00FD27FB" w:rsidRDefault="008C77C1" w:rsidP="008C77C1">
      <w:pPr>
        <w:pStyle w:val="Odstavecseseznamem"/>
        <w:autoSpaceDE w:val="0"/>
        <w:autoSpaceDN w:val="0"/>
        <w:adjustRightInd w:val="0"/>
        <w:spacing w:line="276" w:lineRule="auto"/>
        <w:ind w:left="360"/>
        <w:jc w:val="both"/>
      </w:pPr>
    </w:p>
    <w:p w:rsidR="008C77C1" w:rsidRPr="00FD27FB" w:rsidRDefault="008C77C1" w:rsidP="008C77C1">
      <w:pPr>
        <w:pStyle w:val="5Textpsmenevnovelbodu"/>
        <w:spacing w:line="276" w:lineRule="auto"/>
        <w:ind w:left="0" w:firstLine="0"/>
        <w:contextualSpacing/>
        <w:mirrorIndents/>
        <w:rPr>
          <w:rFonts w:ascii="Times New Roman" w:hAnsi="Times New Roman" w:cs="Times New Roman"/>
          <w:sz w:val="24"/>
          <w:szCs w:val="24"/>
        </w:rPr>
      </w:pPr>
      <w:r w:rsidRPr="00FD27FB">
        <w:rPr>
          <w:rFonts w:ascii="Times New Roman" w:hAnsi="Times New Roman" w:cs="Times New Roman"/>
          <w:sz w:val="24"/>
          <w:szCs w:val="24"/>
        </w:rPr>
        <w:t>39. V čl. I dosavadním bodu 128 § 27a odst. 20 písm. b) se za slova „podle odstavce 7 písm. b)“ vkládají slova „nebo c)“.</w:t>
      </w:r>
    </w:p>
    <w:p w:rsidR="008C77C1" w:rsidRPr="00FD27FB" w:rsidRDefault="008C77C1" w:rsidP="008C77C1">
      <w:pPr>
        <w:pStyle w:val="Odstavecseseznamem"/>
        <w:autoSpaceDE w:val="0"/>
        <w:autoSpaceDN w:val="0"/>
        <w:adjustRightInd w:val="0"/>
        <w:spacing w:line="276" w:lineRule="auto"/>
        <w:ind w:left="360"/>
        <w:jc w:val="both"/>
      </w:pPr>
    </w:p>
    <w:p w:rsidR="008C77C1" w:rsidRPr="00FD27FB" w:rsidRDefault="008C77C1" w:rsidP="008C77C1">
      <w:pPr>
        <w:pStyle w:val="Odstavecseseznamem"/>
        <w:autoSpaceDE w:val="0"/>
        <w:autoSpaceDN w:val="0"/>
        <w:adjustRightInd w:val="0"/>
        <w:spacing w:line="276" w:lineRule="auto"/>
        <w:ind w:left="360"/>
        <w:jc w:val="both"/>
      </w:pPr>
    </w:p>
    <w:p w:rsidR="00D5677C" w:rsidRDefault="00D5677C">
      <w:pPr>
        <w:widowControl/>
        <w:suppressAutoHyphens w:val="0"/>
        <w:rPr>
          <w:rFonts w:eastAsia="Times New Roman" w:cs="Times New Roman"/>
          <w:kern w:val="0"/>
          <w:lang w:eastAsia="cs-CZ" w:bidi="ar-SA"/>
        </w:rPr>
      </w:pPr>
      <w:r>
        <w:br w:type="page"/>
      </w:r>
    </w:p>
    <w:p w:rsidR="008C77C1" w:rsidRPr="00FD27FB" w:rsidRDefault="008C77C1" w:rsidP="008C77C1">
      <w:pPr>
        <w:pStyle w:val="Odstavecseseznamem"/>
        <w:numPr>
          <w:ilvl w:val="0"/>
          <w:numId w:val="14"/>
        </w:numPr>
        <w:autoSpaceDE w:val="0"/>
        <w:autoSpaceDN w:val="0"/>
        <w:adjustRightInd w:val="0"/>
        <w:spacing w:line="276" w:lineRule="auto"/>
        <w:ind w:left="426" w:hanging="426"/>
        <w:jc w:val="both"/>
      </w:pPr>
      <w:r w:rsidRPr="00FD27FB">
        <w:t>K části první, Čl. I, dosavadnímu bodu 128:</w:t>
      </w:r>
    </w:p>
    <w:p w:rsidR="008C77C1" w:rsidRPr="00FD27FB" w:rsidRDefault="008C77C1" w:rsidP="008C77C1">
      <w:pPr>
        <w:spacing w:line="276" w:lineRule="auto"/>
        <w:ind w:left="360"/>
        <w:jc w:val="both"/>
      </w:pPr>
      <w:r w:rsidRPr="00FD27FB">
        <w:t>V § 27a odst. 20 písm. b) se slova „podle odstavce 12 písm. a), b) nebo d)“ nahrazují slovy „podle odstavce 12 písm. a) až c) nebo e)“.</w:t>
      </w:r>
    </w:p>
    <w:p w:rsidR="008C77C1" w:rsidRPr="00FD27FB" w:rsidRDefault="008C77C1" w:rsidP="008C77C1">
      <w:pPr>
        <w:spacing w:line="276" w:lineRule="auto"/>
        <w:ind w:left="360"/>
        <w:jc w:val="both"/>
      </w:pPr>
      <w:r w:rsidRPr="00FD27FB">
        <w:t>V § 27a odst. 20 písm. c) se slova „podle odstavce 12 písm. c)“ nahrazují slovy „ podle odstavce 12 písm. d)“.</w:t>
      </w:r>
    </w:p>
    <w:p w:rsidR="008C77C1" w:rsidRPr="00FD27FB" w:rsidRDefault="008C77C1" w:rsidP="008C77C1">
      <w:pPr>
        <w:spacing w:line="276" w:lineRule="auto"/>
        <w:ind w:left="360"/>
        <w:jc w:val="both"/>
      </w:pPr>
    </w:p>
    <w:p w:rsidR="008C77C1" w:rsidRPr="00FD27FB" w:rsidRDefault="008C77C1" w:rsidP="008C77C1">
      <w:pPr>
        <w:autoSpaceDE w:val="0"/>
        <w:autoSpaceDN w:val="0"/>
        <w:adjustRightInd w:val="0"/>
        <w:spacing w:line="276" w:lineRule="auto"/>
        <w:jc w:val="both"/>
      </w:pPr>
      <w:r w:rsidRPr="00FD27FB">
        <w:t>41. V čl. I dosavadní bod 129 zní:</w:t>
      </w:r>
    </w:p>
    <w:p w:rsidR="008C77C1" w:rsidRPr="00FD27FB" w:rsidRDefault="008C77C1" w:rsidP="008C77C1">
      <w:pPr>
        <w:pStyle w:val="5Textpsmenevnovelbodu"/>
        <w:spacing w:line="276" w:lineRule="auto"/>
        <w:ind w:left="0" w:firstLine="0"/>
        <w:contextualSpacing/>
        <w:mirrorIndents/>
        <w:rPr>
          <w:rFonts w:ascii="Times New Roman" w:hAnsi="Times New Roman" w:cs="Times New Roman"/>
          <w:sz w:val="24"/>
          <w:szCs w:val="24"/>
        </w:rPr>
      </w:pPr>
    </w:p>
    <w:p w:rsidR="008C77C1" w:rsidRPr="00FD27FB" w:rsidRDefault="008C77C1" w:rsidP="008C77C1">
      <w:pPr>
        <w:autoSpaceDE w:val="0"/>
        <w:autoSpaceDN w:val="0"/>
        <w:adjustRightInd w:val="0"/>
        <w:spacing w:line="276" w:lineRule="auto"/>
        <w:ind w:left="284"/>
        <w:jc w:val="both"/>
      </w:pPr>
      <w:r w:rsidRPr="00FD27FB">
        <w:t>„129. V § 27a odstavec 21 zní:</w:t>
      </w:r>
    </w:p>
    <w:p w:rsidR="008C77C1" w:rsidRPr="00FD27FB" w:rsidRDefault="008C77C1" w:rsidP="008C77C1">
      <w:pPr>
        <w:autoSpaceDE w:val="0"/>
        <w:autoSpaceDN w:val="0"/>
        <w:adjustRightInd w:val="0"/>
        <w:spacing w:line="276" w:lineRule="auto"/>
        <w:ind w:left="284"/>
        <w:jc w:val="both"/>
      </w:pPr>
    </w:p>
    <w:p w:rsidR="008C77C1" w:rsidRPr="00FD27FB" w:rsidRDefault="008C77C1" w:rsidP="008C77C1">
      <w:pPr>
        <w:autoSpaceDE w:val="0"/>
        <w:autoSpaceDN w:val="0"/>
        <w:adjustRightInd w:val="0"/>
        <w:spacing w:line="276" w:lineRule="auto"/>
        <w:ind w:left="284" w:firstLine="567"/>
        <w:jc w:val="both"/>
      </w:pPr>
      <w:r w:rsidRPr="00FD27FB">
        <w:t>„(21) Spolu s pokutou lze za přestupek podle odstavce 1 písm. a), b), d), g), k) nebo q), podle odstavce 4 písm. h), podle odstavce 6 anebo podle odstavce 7 písm. a) nebo b), podle odstavce 11 písm. a) nebo b), podle odstavce 13 písm. a) nebo p) anebo podle odstavce 15 písm. a), b), e) až g) nebo i) až m) uložit zákaz činnosti nebo zveřejnění rozhodnutí o přestupku, a za přestupek podle odstavce 1 písm. b) nebo j), podle odstavce 3 písm. f) až g), podle odstavce 4 písm. h), podle odstavce 6 anebo podle odstavce 7 písm. a) nebo b) propadnutí zvířete nebo zákaz chovu na dobu až 5 let nebo zveřejnění rozhodnutí o přestupku.“.“.</w:t>
      </w:r>
    </w:p>
    <w:p w:rsidR="008C77C1" w:rsidRPr="00FD27FB" w:rsidRDefault="008C77C1" w:rsidP="008C77C1">
      <w:pPr>
        <w:pStyle w:val="5Textpsmenevnovelbodu"/>
        <w:spacing w:line="276" w:lineRule="auto"/>
        <w:ind w:left="0" w:firstLine="0"/>
        <w:contextualSpacing/>
        <w:mirrorIndents/>
        <w:rPr>
          <w:rFonts w:ascii="Times New Roman" w:hAnsi="Times New Roman" w:cs="Times New Roman"/>
          <w:sz w:val="24"/>
          <w:szCs w:val="24"/>
        </w:rPr>
      </w:pPr>
    </w:p>
    <w:p w:rsidR="008C77C1" w:rsidRPr="00FD27FB" w:rsidRDefault="008C77C1" w:rsidP="008C77C1">
      <w:pPr>
        <w:pStyle w:val="5Textpsmenevnovelbodu"/>
        <w:spacing w:line="276" w:lineRule="auto"/>
        <w:ind w:left="0" w:firstLine="0"/>
        <w:contextualSpacing/>
        <w:mirrorIndents/>
        <w:rPr>
          <w:rFonts w:ascii="Times New Roman" w:hAnsi="Times New Roman" w:cs="Times New Roman"/>
          <w:sz w:val="24"/>
          <w:szCs w:val="24"/>
        </w:rPr>
      </w:pPr>
    </w:p>
    <w:p w:rsidR="008C77C1" w:rsidRPr="00FD27FB" w:rsidRDefault="008C77C1" w:rsidP="008C77C1">
      <w:pPr>
        <w:pStyle w:val="5Textpsmenevnovelbodu"/>
        <w:spacing w:line="276" w:lineRule="auto"/>
        <w:ind w:left="0" w:firstLine="0"/>
        <w:contextualSpacing/>
        <w:mirrorIndents/>
        <w:rPr>
          <w:rFonts w:ascii="Times New Roman" w:hAnsi="Times New Roman" w:cs="Times New Roman"/>
          <w:sz w:val="24"/>
          <w:szCs w:val="24"/>
        </w:rPr>
      </w:pPr>
      <w:r w:rsidRPr="00FD27FB">
        <w:rPr>
          <w:rFonts w:ascii="Times New Roman" w:hAnsi="Times New Roman" w:cs="Times New Roman"/>
          <w:sz w:val="24"/>
          <w:szCs w:val="24"/>
        </w:rPr>
        <w:t>42. V čl. I dosavadním bodu 130 § 27a odst. 22 se za slova „podle odstavce 7“ vkládají slova „písm. a) nebo b)“</w:t>
      </w:r>
    </w:p>
    <w:p w:rsidR="008C77C1" w:rsidRPr="00FD27FB" w:rsidRDefault="008C77C1" w:rsidP="008C77C1">
      <w:pPr>
        <w:spacing w:line="276" w:lineRule="auto"/>
        <w:jc w:val="both"/>
      </w:pPr>
    </w:p>
    <w:p w:rsidR="008C77C1" w:rsidRPr="00FD27FB" w:rsidRDefault="008C77C1" w:rsidP="008C77C1">
      <w:pPr>
        <w:spacing w:before="240" w:line="276" w:lineRule="auto"/>
        <w:jc w:val="both"/>
      </w:pPr>
      <w:r w:rsidRPr="00FD27FB">
        <w:t>43. V části první čl. I bod 137 zní:</w:t>
      </w:r>
    </w:p>
    <w:p w:rsidR="008C77C1" w:rsidRPr="00FD27FB" w:rsidRDefault="008C77C1" w:rsidP="008C77C1">
      <w:pPr>
        <w:pStyle w:val="Odstavecseseznamem"/>
        <w:spacing w:before="240" w:line="276" w:lineRule="auto"/>
        <w:ind w:left="426"/>
        <w:jc w:val="both"/>
      </w:pPr>
      <w:r w:rsidRPr="00FD27FB">
        <w:t>„137. Za § 27c se vkládá nový § 27d, který včetně nadpisu zní:</w:t>
      </w:r>
    </w:p>
    <w:p w:rsidR="008C77C1" w:rsidRPr="00FD27FB" w:rsidRDefault="008C77C1" w:rsidP="008C77C1">
      <w:pPr>
        <w:pStyle w:val="Odstavecseseznamem"/>
        <w:spacing w:before="240" w:line="276" w:lineRule="auto"/>
        <w:ind w:left="0"/>
        <w:jc w:val="center"/>
      </w:pPr>
      <w:r w:rsidRPr="00FD27FB">
        <w:t>„§ 27d</w:t>
      </w:r>
    </w:p>
    <w:p w:rsidR="008C77C1" w:rsidRPr="00FD27FB" w:rsidRDefault="008C77C1" w:rsidP="008C77C1">
      <w:pPr>
        <w:pStyle w:val="Odstavecseseznamem"/>
        <w:spacing w:before="240" w:line="276" w:lineRule="auto"/>
        <w:ind w:left="0"/>
        <w:jc w:val="center"/>
        <w:rPr>
          <w:b/>
        </w:rPr>
      </w:pPr>
      <w:r w:rsidRPr="00FD27FB">
        <w:rPr>
          <w:b/>
        </w:rPr>
        <w:t>Zabrání zvířete</w:t>
      </w:r>
    </w:p>
    <w:p w:rsidR="008C77C1" w:rsidRPr="00FD27FB" w:rsidRDefault="008C77C1" w:rsidP="008C77C1">
      <w:pPr>
        <w:pStyle w:val="Odstavecseseznamem"/>
        <w:spacing w:before="240" w:line="276" w:lineRule="auto"/>
        <w:ind w:left="0" w:firstLine="708"/>
        <w:jc w:val="both"/>
      </w:pPr>
      <w:r w:rsidRPr="00FD27FB">
        <w:t>(1) Obecní úřad obce s rozšířenou působností může rozhodnout o zabrání zvířete, pokud zvíře chová osoba, které byl pravomocným rozhodnutím nebo rozsudkem uložen zákaz chovu nebo zákaz činnosti.</w:t>
      </w:r>
    </w:p>
    <w:p w:rsidR="008C77C1" w:rsidRPr="00FD27FB" w:rsidRDefault="008C77C1" w:rsidP="008C77C1">
      <w:pPr>
        <w:pStyle w:val="Odstavecseseznamem"/>
        <w:spacing w:before="240" w:line="276" w:lineRule="auto"/>
        <w:ind w:left="0" w:firstLine="708"/>
        <w:jc w:val="both"/>
      </w:pPr>
    </w:p>
    <w:p w:rsidR="008C77C1" w:rsidRPr="00FD27FB" w:rsidRDefault="008C77C1" w:rsidP="008C77C1">
      <w:pPr>
        <w:pStyle w:val="Odstavecseseznamem"/>
        <w:spacing w:before="240" w:line="276" w:lineRule="auto"/>
        <w:ind w:left="0" w:firstLine="708"/>
        <w:jc w:val="both"/>
      </w:pPr>
      <w:r w:rsidRPr="00FD27FB">
        <w:t>(2) Ustanovení § 27c odst. 3 až 5 platí pro zabrání zvířete obdobně.“.“</w:t>
      </w:r>
    </w:p>
    <w:p w:rsidR="008C77C1" w:rsidRPr="00FD27FB" w:rsidRDefault="008C77C1" w:rsidP="008C77C1">
      <w:pPr>
        <w:spacing w:line="276" w:lineRule="auto"/>
        <w:jc w:val="both"/>
      </w:pPr>
    </w:p>
    <w:p w:rsidR="008C77C1" w:rsidRPr="00FD27FB" w:rsidRDefault="008C77C1" w:rsidP="008C77C1">
      <w:pPr>
        <w:spacing w:before="240" w:line="276" w:lineRule="auto"/>
        <w:jc w:val="both"/>
      </w:pPr>
      <w:r w:rsidRPr="00FD27FB">
        <w:t>44. V části první čl. I se vkládá nový bod 140, který zní:</w:t>
      </w:r>
    </w:p>
    <w:p w:rsidR="008C77C1" w:rsidRPr="00FD27FB" w:rsidRDefault="008C77C1" w:rsidP="008C77C1">
      <w:pPr>
        <w:pStyle w:val="Odstavecseseznamem"/>
        <w:spacing w:before="240" w:line="276" w:lineRule="auto"/>
        <w:ind w:left="426"/>
        <w:jc w:val="both"/>
      </w:pPr>
      <w:r w:rsidRPr="00FD27FB">
        <w:t>„140. V § 28a odst. 1 písm. a) se slova „vyžaduje-li to jeho zdravotní stav, nebo pokud je opakovaně týráno,“ zrušují.“</w:t>
      </w:r>
    </w:p>
    <w:p w:rsidR="008C77C1" w:rsidRPr="00FD27FB" w:rsidRDefault="008C77C1" w:rsidP="008C77C1">
      <w:pPr>
        <w:pStyle w:val="Odstavecseseznamem"/>
        <w:spacing w:before="240" w:line="276" w:lineRule="auto"/>
        <w:ind w:left="426"/>
        <w:jc w:val="both"/>
      </w:pPr>
      <w:r w:rsidRPr="00FD27FB">
        <w:t>Dosavadní body se přečíslují.</w:t>
      </w:r>
    </w:p>
    <w:p w:rsidR="008C77C1" w:rsidRPr="00FD27FB" w:rsidRDefault="008C77C1" w:rsidP="008C77C1">
      <w:pPr>
        <w:spacing w:line="276" w:lineRule="auto"/>
        <w:jc w:val="both"/>
      </w:pPr>
    </w:p>
    <w:p w:rsidR="008C77C1" w:rsidRPr="00FD27FB" w:rsidRDefault="008C77C1" w:rsidP="008C77C1">
      <w:pPr>
        <w:spacing w:line="276" w:lineRule="auto"/>
        <w:jc w:val="both"/>
      </w:pPr>
      <w:r w:rsidRPr="00FD27FB">
        <w:t>45. V části první Čl. I se vkládá nový bod, který zní:</w:t>
      </w:r>
    </w:p>
    <w:p w:rsidR="008C77C1" w:rsidRPr="00FD27FB" w:rsidRDefault="008C77C1" w:rsidP="008C77C1">
      <w:pPr>
        <w:spacing w:line="276" w:lineRule="auto"/>
        <w:jc w:val="both"/>
      </w:pPr>
    </w:p>
    <w:p w:rsidR="008C77C1" w:rsidRPr="00FD27FB" w:rsidRDefault="008C77C1" w:rsidP="008C77C1">
      <w:pPr>
        <w:spacing w:line="276" w:lineRule="auto"/>
        <w:jc w:val="both"/>
      </w:pPr>
      <w:r>
        <w:t>„X. V § 29c odstav</w:t>
      </w:r>
      <w:r w:rsidRPr="00FD27FB">
        <w:t>c</w:t>
      </w:r>
      <w:r>
        <w:t>e</w:t>
      </w:r>
      <w:r w:rsidRPr="00FD27FB">
        <w:t xml:space="preserve"> 3 a 4 zn</w:t>
      </w:r>
      <w:r>
        <w:t>ějí</w:t>
      </w:r>
      <w:r w:rsidRPr="00FD27FB">
        <w:t>:</w:t>
      </w:r>
    </w:p>
    <w:p w:rsidR="008C77C1" w:rsidRPr="00FD27FB" w:rsidRDefault="008C77C1" w:rsidP="008C77C1">
      <w:pPr>
        <w:spacing w:line="276" w:lineRule="auto"/>
        <w:jc w:val="both"/>
      </w:pPr>
    </w:p>
    <w:p w:rsidR="008C77C1" w:rsidRPr="00FD27FB" w:rsidRDefault="008C77C1" w:rsidP="008C77C1">
      <w:pPr>
        <w:autoSpaceDE w:val="0"/>
        <w:autoSpaceDN w:val="0"/>
        <w:adjustRightInd w:val="0"/>
        <w:spacing w:line="276" w:lineRule="auto"/>
        <w:jc w:val="both"/>
        <w:rPr>
          <w:rFonts w:eastAsia="Times New Roman"/>
          <w:lang w:eastAsia="cs-CZ"/>
        </w:rPr>
      </w:pPr>
      <w:r w:rsidRPr="00FD27FB">
        <w:t>„</w:t>
      </w:r>
      <w:r w:rsidRPr="00FD27FB">
        <w:rPr>
          <w:rFonts w:eastAsia="Times New Roman"/>
          <w:lang w:eastAsia="cs-CZ"/>
        </w:rPr>
        <w:t>(3) Žádost o poskytnutí kompenzačního příspěvku chovateli, který v rámci podnikatelské činnosti provozoval chov zvířat pro kožešiny a svou činnost ukončil do 31. ledna 2019, (dále jen „žádost“) se podává ministerstvu na formuláři, jehož závazný vzor uveřejní ministerstvo na svých internetových stránkách. Žádost kromě obecných náležitostí stanovených správním řádem obsahuje</w:t>
      </w:r>
    </w:p>
    <w:p w:rsidR="008C77C1" w:rsidRPr="00FD27FB" w:rsidRDefault="008C77C1" w:rsidP="008C77C1">
      <w:pPr>
        <w:autoSpaceDE w:val="0"/>
        <w:autoSpaceDN w:val="0"/>
        <w:adjustRightInd w:val="0"/>
        <w:spacing w:line="276" w:lineRule="auto"/>
        <w:ind w:left="284" w:hanging="284"/>
        <w:jc w:val="both"/>
        <w:rPr>
          <w:rFonts w:eastAsia="Times New Roman"/>
          <w:lang w:eastAsia="cs-CZ"/>
        </w:rPr>
      </w:pPr>
      <w:r w:rsidRPr="00FD27FB">
        <w:rPr>
          <w:rFonts w:eastAsia="Times New Roman"/>
          <w:lang w:eastAsia="cs-CZ"/>
        </w:rPr>
        <w:t>a)</w:t>
      </w:r>
      <w:r w:rsidRPr="00FD27FB">
        <w:rPr>
          <w:rFonts w:eastAsia="Times New Roman"/>
          <w:lang w:eastAsia="cs-CZ"/>
        </w:rPr>
        <w:tab/>
        <w:t xml:space="preserve">adresu místa nebo míst, kde žadatel provozoval chov zvířat pro kožešiny, </w:t>
      </w:r>
    </w:p>
    <w:p w:rsidR="008C77C1" w:rsidRPr="00FD27FB" w:rsidRDefault="008C77C1" w:rsidP="008C77C1">
      <w:pPr>
        <w:autoSpaceDE w:val="0"/>
        <w:autoSpaceDN w:val="0"/>
        <w:adjustRightInd w:val="0"/>
        <w:spacing w:line="276" w:lineRule="auto"/>
        <w:ind w:left="284" w:hanging="284"/>
        <w:jc w:val="both"/>
        <w:rPr>
          <w:rFonts w:eastAsia="Times New Roman"/>
          <w:lang w:eastAsia="cs-CZ"/>
        </w:rPr>
      </w:pPr>
      <w:r w:rsidRPr="00FD27FB">
        <w:rPr>
          <w:rFonts w:eastAsia="Times New Roman"/>
          <w:lang w:eastAsia="cs-CZ"/>
        </w:rPr>
        <w:t>b)</w:t>
      </w:r>
      <w:r w:rsidRPr="00FD27FB">
        <w:rPr>
          <w:rFonts w:eastAsia="Times New Roman"/>
          <w:lang w:eastAsia="cs-CZ"/>
        </w:rPr>
        <w:tab/>
        <w:t>druhy zvířat chovaných žadatelem výhradně nebo převážně za účelem získání kožešin,</w:t>
      </w:r>
    </w:p>
    <w:p w:rsidR="008C77C1" w:rsidRPr="00FD27FB" w:rsidRDefault="008C77C1" w:rsidP="008C77C1">
      <w:pPr>
        <w:autoSpaceDE w:val="0"/>
        <w:autoSpaceDN w:val="0"/>
        <w:adjustRightInd w:val="0"/>
        <w:spacing w:line="276" w:lineRule="auto"/>
        <w:ind w:left="284" w:hanging="284"/>
        <w:jc w:val="both"/>
        <w:rPr>
          <w:rFonts w:eastAsia="Times New Roman"/>
          <w:lang w:eastAsia="cs-CZ"/>
        </w:rPr>
      </w:pPr>
      <w:r w:rsidRPr="00FD27FB">
        <w:rPr>
          <w:rFonts w:eastAsia="Times New Roman"/>
          <w:lang w:eastAsia="cs-CZ"/>
        </w:rPr>
        <w:t>c)</w:t>
      </w:r>
      <w:r w:rsidRPr="00FD27FB">
        <w:rPr>
          <w:rFonts w:eastAsia="Times New Roman"/>
          <w:lang w:eastAsia="cs-CZ"/>
        </w:rPr>
        <w:tab/>
        <w:t>počet chovaných zvířat v letech 2014, 2015, 2016, 2017 a 2018,</w:t>
      </w:r>
    </w:p>
    <w:p w:rsidR="008C77C1" w:rsidRPr="00FD27FB" w:rsidRDefault="008C77C1" w:rsidP="008C77C1">
      <w:pPr>
        <w:autoSpaceDE w:val="0"/>
        <w:autoSpaceDN w:val="0"/>
        <w:adjustRightInd w:val="0"/>
        <w:spacing w:line="276" w:lineRule="auto"/>
        <w:ind w:left="284" w:hanging="284"/>
        <w:jc w:val="both"/>
        <w:rPr>
          <w:rFonts w:eastAsia="Times New Roman"/>
          <w:lang w:eastAsia="cs-CZ"/>
        </w:rPr>
      </w:pPr>
      <w:r w:rsidRPr="00FD27FB">
        <w:rPr>
          <w:rFonts w:eastAsia="Times New Roman"/>
          <w:lang w:eastAsia="cs-CZ"/>
        </w:rPr>
        <w:t>d)</w:t>
      </w:r>
      <w:r w:rsidRPr="00FD27FB">
        <w:rPr>
          <w:rFonts w:eastAsia="Times New Roman"/>
          <w:lang w:eastAsia="cs-CZ"/>
        </w:rPr>
        <w:tab/>
        <w:t xml:space="preserve">datum ukončení chovu zvířat pro kožešiny žadatelem, </w:t>
      </w:r>
    </w:p>
    <w:p w:rsidR="008C77C1" w:rsidRPr="00FD27FB" w:rsidRDefault="008C77C1" w:rsidP="008C77C1">
      <w:pPr>
        <w:autoSpaceDE w:val="0"/>
        <w:autoSpaceDN w:val="0"/>
        <w:adjustRightInd w:val="0"/>
        <w:spacing w:line="276" w:lineRule="auto"/>
        <w:ind w:left="284" w:hanging="284"/>
        <w:jc w:val="both"/>
        <w:rPr>
          <w:rFonts w:eastAsia="Times New Roman"/>
          <w:lang w:eastAsia="cs-CZ"/>
        </w:rPr>
      </w:pPr>
      <w:r w:rsidRPr="00FD27FB">
        <w:rPr>
          <w:rFonts w:eastAsia="Times New Roman"/>
          <w:lang w:eastAsia="cs-CZ"/>
        </w:rPr>
        <w:t>e)</w:t>
      </w:r>
      <w:r w:rsidRPr="00FD27FB">
        <w:rPr>
          <w:rFonts w:eastAsia="Times New Roman"/>
          <w:lang w:eastAsia="cs-CZ"/>
        </w:rPr>
        <w:tab/>
        <w:t>celkovou výši kompenzačního příspěvku požadovanou žadatelem,</w:t>
      </w:r>
    </w:p>
    <w:p w:rsidR="008C77C1" w:rsidRPr="00FD27FB" w:rsidRDefault="008C77C1" w:rsidP="008C77C1">
      <w:pPr>
        <w:tabs>
          <w:tab w:val="left" w:pos="708"/>
          <w:tab w:val="left" w:pos="1416"/>
          <w:tab w:val="left" w:pos="2124"/>
          <w:tab w:val="left" w:pos="2832"/>
          <w:tab w:val="left" w:pos="6840"/>
        </w:tabs>
        <w:autoSpaceDE w:val="0"/>
        <w:autoSpaceDN w:val="0"/>
        <w:adjustRightInd w:val="0"/>
        <w:spacing w:line="276" w:lineRule="auto"/>
        <w:ind w:left="284" w:hanging="284"/>
        <w:jc w:val="both"/>
        <w:rPr>
          <w:rFonts w:eastAsia="Times New Roman"/>
          <w:lang w:eastAsia="cs-CZ"/>
        </w:rPr>
      </w:pPr>
      <w:r w:rsidRPr="00FD27FB">
        <w:rPr>
          <w:rFonts w:eastAsia="Times New Roman"/>
          <w:lang w:eastAsia="cs-CZ"/>
        </w:rPr>
        <w:t>f)</w:t>
      </w:r>
      <w:r w:rsidRPr="00FD27FB">
        <w:rPr>
          <w:rFonts w:eastAsia="Times New Roman"/>
          <w:lang w:eastAsia="cs-CZ"/>
        </w:rPr>
        <w:tab/>
        <w:t>bankovní spojení žadatele.</w:t>
      </w:r>
    </w:p>
    <w:p w:rsidR="008C77C1" w:rsidRPr="00FD27FB" w:rsidRDefault="008C77C1" w:rsidP="008C77C1">
      <w:pPr>
        <w:autoSpaceDE w:val="0"/>
        <w:autoSpaceDN w:val="0"/>
        <w:adjustRightInd w:val="0"/>
        <w:spacing w:line="276" w:lineRule="auto"/>
        <w:ind w:firstLine="708"/>
        <w:jc w:val="both"/>
        <w:rPr>
          <w:rFonts w:eastAsia="Times New Roman"/>
          <w:lang w:eastAsia="cs-CZ"/>
        </w:rPr>
      </w:pPr>
    </w:p>
    <w:p w:rsidR="008C77C1" w:rsidRPr="00FD27FB" w:rsidRDefault="008C77C1" w:rsidP="008C77C1">
      <w:pPr>
        <w:autoSpaceDE w:val="0"/>
        <w:autoSpaceDN w:val="0"/>
        <w:adjustRightInd w:val="0"/>
        <w:spacing w:line="276" w:lineRule="auto"/>
        <w:jc w:val="both"/>
        <w:rPr>
          <w:rFonts w:eastAsia="Times New Roman"/>
          <w:lang w:eastAsia="cs-CZ"/>
        </w:rPr>
      </w:pPr>
      <w:r w:rsidRPr="00FD27FB">
        <w:rPr>
          <w:rFonts w:eastAsia="Times New Roman"/>
          <w:lang w:eastAsia="cs-CZ"/>
        </w:rPr>
        <w:t>(4) Ministerstvo si od krajské veterinární správy vyžádá</w:t>
      </w:r>
    </w:p>
    <w:p w:rsidR="008C77C1" w:rsidRPr="00FD27FB" w:rsidRDefault="008C77C1" w:rsidP="008C77C1">
      <w:pPr>
        <w:autoSpaceDE w:val="0"/>
        <w:autoSpaceDN w:val="0"/>
        <w:adjustRightInd w:val="0"/>
        <w:spacing w:line="276" w:lineRule="auto"/>
        <w:ind w:left="284" w:hanging="284"/>
        <w:jc w:val="both"/>
        <w:rPr>
          <w:rFonts w:eastAsia="Times New Roman"/>
          <w:lang w:eastAsia="cs-CZ"/>
        </w:rPr>
      </w:pPr>
      <w:r w:rsidRPr="00FD27FB">
        <w:rPr>
          <w:rFonts w:eastAsia="Times New Roman"/>
          <w:lang w:eastAsia="cs-CZ"/>
        </w:rPr>
        <w:t xml:space="preserve">a) vyjádření vydané krajskou veterinární správou potvrzující, že </w:t>
      </w:r>
      <w:r w:rsidRPr="00FD27FB">
        <w:rPr>
          <w:rFonts w:eastAsia="Times New Roman"/>
          <w:bCs/>
          <w:lang w:eastAsia="cs-CZ"/>
        </w:rPr>
        <w:t>byl u žadatele proveden výkon dozoru podle § 22 odst. 1 písm. a) zákona, při kterém bylo ověřeno nebo zjištěno, že žadatel provozuje chov zvířat pro kožešiny</w:t>
      </w:r>
      <w:r w:rsidRPr="00FD27FB">
        <w:rPr>
          <w:rFonts w:eastAsia="Times New Roman"/>
          <w:lang w:eastAsia="cs-CZ"/>
        </w:rPr>
        <w:t xml:space="preserve">, </w:t>
      </w:r>
    </w:p>
    <w:p w:rsidR="008C77C1" w:rsidRPr="00FD27FB" w:rsidRDefault="008C77C1" w:rsidP="008C77C1">
      <w:pPr>
        <w:autoSpaceDE w:val="0"/>
        <w:autoSpaceDN w:val="0"/>
        <w:adjustRightInd w:val="0"/>
        <w:spacing w:line="276" w:lineRule="auto"/>
        <w:ind w:left="284" w:hanging="284"/>
        <w:jc w:val="both"/>
        <w:rPr>
          <w:rFonts w:eastAsia="Times New Roman"/>
          <w:lang w:eastAsia="cs-CZ"/>
        </w:rPr>
      </w:pPr>
      <w:r w:rsidRPr="00FD27FB">
        <w:rPr>
          <w:rFonts w:eastAsia="Times New Roman"/>
          <w:lang w:eastAsia="cs-CZ"/>
        </w:rPr>
        <w:t xml:space="preserve">b) doklad potvrzující, že žadatel podal </w:t>
      </w:r>
      <w:r w:rsidRPr="00FD27FB">
        <w:rPr>
          <w:rFonts w:eastAsia="Times New Roman"/>
          <w:color w:val="000000"/>
          <w:lang w:eastAsia="cs-CZ"/>
        </w:rPr>
        <w:t>oznámení o ukončení podnikatelské činnosti podle § 5 odst. 4 písm. a) veterinárního zákona</w:t>
      </w:r>
      <w:r w:rsidRPr="00FD27FB">
        <w:rPr>
          <w:rFonts w:eastAsia="Times New Roman"/>
          <w:color w:val="000000"/>
          <w:vertAlign w:val="superscript"/>
          <w:lang w:eastAsia="cs-CZ"/>
        </w:rPr>
        <w:t>2)</w:t>
      </w:r>
      <w:r w:rsidRPr="00FD27FB">
        <w:rPr>
          <w:rFonts w:eastAsia="Times New Roman"/>
          <w:color w:val="000000"/>
          <w:lang w:eastAsia="cs-CZ"/>
        </w:rPr>
        <w:t xml:space="preserve"> s uvedením data ukončení podnikatelské činnosti v oblasti chovu zvířat pro kožešiny, potvrzený krajskou veterinární správou, nebo kopii tohoto oznámení</w:t>
      </w:r>
      <w:r w:rsidRPr="00FD27FB">
        <w:rPr>
          <w:rFonts w:eastAsia="Times New Roman"/>
          <w:lang w:eastAsia="cs-CZ"/>
        </w:rPr>
        <w:t>,</w:t>
      </w:r>
    </w:p>
    <w:p w:rsidR="008C77C1" w:rsidRPr="00FD27FB" w:rsidRDefault="008C77C1" w:rsidP="008C77C1">
      <w:pPr>
        <w:autoSpaceDE w:val="0"/>
        <w:autoSpaceDN w:val="0"/>
        <w:adjustRightInd w:val="0"/>
        <w:spacing w:line="276" w:lineRule="auto"/>
        <w:ind w:left="284" w:hanging="284"/>
        <w:jc w:val="both"/>
        <w:rPr>
          <w:rFonts w:eastAsia="Times New Roman"/>
          <w:lang w:eastAsia="cs-CZ"/>
        </w:rPr>
      </w:pPr>
      <w:r w:rsidRPr="00FD27FB">
        <w:rPr>
          <w:rFonts w:eastAsia="Times New Roman"/>
          <w:lang w:eastAsia="cs-CZ"/>
        </w:rPr>
        <w:t>c) </w:t>
      </w:r>
      <w:r w:rsidRPr="00FD27FB">
        <w:rPr>
          <w:rFonts w:eastAsia="Times New Roman"/>
          <w:color w:val="000000"/>
          <w:lang w:eastAsia="cs-CZ"/>
        </w:rPr>
        <w:t>doklad</w:t>
      </w:r>
      <w:r w:rsidRPr="00FD27FB">
        <w:rPr>
          <w:rFonts w:eastAsia="Times New Roman"/>
          <w:lang w:eastAsia="cs-CZ"/>
        </w:rPr>
        <w:t xml:space="preserve"> vydaný krajskou veterinární správou potvrzující počet chovaných zvířat zjištěný u žadatele při kontrolách krajské veterinární správy provedených v letech </w:t>
      </w:r>
      <w:r>
        <w:rPr>
          <w:rFonts w:eastAsia="Times New Roman"/>
          <w:lang w:eastAsia="cs-CZ"/>
        </w:rPr>
        <w:t>2014, 2015, 2016, 2017 a 2018.“.</w:t>
      </w:r>
    </w:p>
    <w:p w:rsidR="008C77C1" w:rsidRPr="00FD27FB" w:rsidRDefault="008C77C1" w:rsidP="008C77C1">
      <w:pPr>
        <w:spacing w:line="276" w:lineRule="auto"/>
        <w:jc w:val="both"/>
      </w:pPr>
    </w:p>
    <w:p w:rsidR="008C77C1" w:rsidRPr="00FD27FB" w:rsidRDefault="008C77C1" w:rsidP="008C77C1">
      <w:pPr>
        <w:spacing w:line="276" w:lineRule="auto"/>
        <w:jc w:val="both"/>
      </w:pPr>
      <w:r w:rsidRPr="00FD27FB">
        <w:t>Ostatní body se přečíslují.</w:t>
      </w:r>
    </w:p>
    <w:p w:rsidR="008C77C1" w:rsidRPr="00FD27FB" w:rsidRDefault="008C77C1" w:rsidP="008C77C1">
      <w:pPr>
        <w:autoSpaceDE w:val="0"/>
        <w:autoSpaceDN w:val="0"/>
        <w:adjustRightInd w:val="0"/>
        <w:spacing w:line="276" w:lineRule="auto"/>
        <w:ind w:left="284" w:hanging="284"/>
        <w:jc w:val="both"/>
        <w:rPr>
          <w:rFonts w:eastAsia="Times New Roman"/>
          <w:lang w:eastAsia="cs-CZ"/>
        </w:rPr>
      </w:pPr>
    </w:p>
    <w:p w:rsidR="008C77C1" w:rsidRPr="00FD27FB" w:rsidRDefault="008C77C1" w:rsidP="008C77C1">
      <w:pPr>
        <w:spacing w:line="276" w:lineRule="auto"/>
        <w:jc w:val="both"/>
      </w:pPr>
      <w:r w:rsidRPr="00FD27FB">
        <w:t>46. V části první Čl. I se vkládá nový bod, který zní:</w:t>
      </w:r>
    </w:p>
    <w:p w:rsidR="008C77C1" w:rsidRPr="00FD27FB" w:rsidRDefault="008C77C1" w:rsidP="008C77C1">
      <w:pPr>
        <w:spacing w:line="276" w:lineRule="auto"/>
        <w:jc w:val="both"/>
      </w:pPr>
    </w:p>
    <w:p w:rsidR="008C77C1" w:rsidRPr="00FD27FB" w:rsidRDefault="008C77C1" w:rsidP="008C77C1">
      <w:pPr>
        <w:spacing w:line="276" w:lineRule="auto"/>
        <w:jc w:val="both"/>
      </w:pPr>
      <w:r>
        <w:t xml:space="preserve">„X. </w:t>
      </w:r>
      <w:r w:rsidRPr="00FD27FB">
        <w:t>V § 29c odstavec 6 zní:</w:t>
      </w:r>
    </w:p>
    <w:p w:rsidR="008C77C1" w:rsidRPr="00FD27FB" w:rsidRDefault="008C77C1" w:rsidP="008C77C1">
      <w:pPr>
        <w:spacing w:line="276" w:lineRule="auto"/>
        <w:jc w:val="both"/>
      </w:pPr>
    </w:p>
    <w:p w:rsidR="008C77C1" w:rsidRPr="00FD27FB" w:rsidRDefault="008C77C1" w:rsidP="008C77C1">
      <w:pPr>
        <w:spacing w:line="276" w:lineRule="auto"/>
        <w:jc w:val="both"/>
        <w:rPr>
          <w:rFonts w:eastAsia="Times New Roman"/>
          <w:lang w:eastAsia="cs-CZ"/>
        </w:rPr>
      </w:pPr>
      <w:r w:rsidRPr="00FD27FB">
        <w:t>„</w:t>
      </w:r>
      <w:r w:rsidRPr="00FD27FB">
        <w:rPr>
          <w:rFonts w:eastAsia="Times New Roman"/>
          <w:lang w:eastAsia="cs-CZ"/>
        </w:rPr>
        <w:t xml:space="preserve">(6) Žadatel může podat žádost až poté, co </w:t>
      </w:r>
      <w:r w:rsidRPr="00FD27FB">
        <w:rPr>
          <w:rFonts w:eastAsia="Times New Roman"/>
          <w:color w:val="000000"/>
          <w:lang w:eastAsia="cs-CZ"/>
        </w:rPr>
        <w:t xml:space="preserve">oznámil </w:t>
      </w:r>
      <w:r w:rsidRPr="00FD27FB">
        <w:rPr>
          <w:rFonts w:eastAsia="Times New Roman"/>
          <w:lang w:eastAsia="cs-CZ"/>
        </w:rPr>
        <w:t>krajské veterinární správě ukončení podnikatelské činnosti podle § 5 odst. 4 písm. a) veterinárního zákona</w:t>
      </w:r>
      <w:r w:rsidRPr="00FD27FB">
        <w:rPr>
          <w:rFonts w:eastAsia="Times New Roman"/>
          <w:vertAlign w:val="superscript"/>
          <w:lang w:eastAsia="cs-CZ"/>
        </w:rPr>
        <w:t>2)</w:t>
      </w:r>
      <w:r w:rsidRPr="00FD27FB">
        <w:rPr>
          <w:rFonts w:eastAsia="Times New Roman"/>
          <w:lang w:eastAsia="cs-CZ"/>
        </w:rPr>
        <w:t xml:space="preserve"> s uvedením konkrétního data. Žadatel může podat žádost nejpozději do 30 měsíců ode dne ukončení chovu zvířat pro kožešiny.““</w:t>
      </w:r>
    </w:p>
    <w:p w:rsidR="008C77C1" w:rsidRPr="00FD27FB" w:rsidRDefault="008C77C1" w:rsidP="008C77C1">
      <w:pPr>
        <w:spacing w:line="276" w:lineRule="auto"/>
        <w:jc w:val="both"/>
      </w:pPr>
    </w:p>
    <w:p w:rsidR="008C77C1" w:rsidRPr="00FD27FB" w:rsidRDefault="008C77C1" w:rsidP="008C77C1">
      <w:pPr>
        <w:spacing w:line="276" w:lineRule="auto"/>
        <w:jc w:val="both"/>
      </w:pPr>
      <w:r w:rsidRPr="00FD27FB">
        <w:t>Ostatní body se přečíslují.</w:t>
      </w:r>
    </w:p>
    <w:p w:rsidR="008C77C1" w:rsidRPr="00FD27FB" w:rsidRDefault="008C77C1" w:rsidP="008C77C1">
      <w:pPr>
        <w:spacing w:line="276" w:lineRule="auto"/>
        <w:jc w:val="both"/>
        <w:rPr>
          <w:rFonts w:eastAsia="Times New Roman"/>
          <w:lang w:eastAsia="cs-CZ"/>
        </w:rPr>
      </w:pPr>
    </w:p>
    <w:p w:rsidR="008C77C1" w:rsidRPr="00FD27FB" w:rsidRDefault="008C77C1" w:rsidP="008C77C1">
      <w:pPr>
        <w:spacing w:line="276" w:lineRule="auto"/>
        <w:jc w:val="both"/>
      </w:pPr>
      <w:r w:rsidRPr="00FD27FB">
        <w:t>47. V části první Čl. I se vkládá nový bod, který zní:</w:t>
      </w:r>
    </w:p>
    <w:p w:rsidR="008C77C1" w:rsidRPr="00FD27FB" w:rsidRDefault="008C77C1" w:rsidP="008C77C1">
      <w:pPr>
        <w:spacing w:line="276" w:lineRule="auto"/>
        <w:jc w:val="both"/>
      </w:pPr>
    </w:p>
    <w:p w:rsidR="008C77C1" w:rsidRPr="00FD27FB" w:rsidRDefault="008C77C1" w:rsidP="008C77C1">
      <w:pPr>
        <w:spacing w:line="276" w:lineRule="auto"/>
        <w:jc w:val="both"/>
      </w:pPr>
      <w:r>
        <w:t xml:space="preserve">„X. </w:t>
      </w:r>
      <w:r w:rsidRPr="00FD27FB">
        <w:t xml:space="preserve">V § 29c se za odstavec 6 </w:t>
      </w:r>
      <w:r>
        <w:t>doplňují</w:t>
      </w:r>
      <w:r w:rsidRPr="00FD27FB">
        <w:t xml:space="preserve"> nové odstavce 7 až 9, které zn</w:t>
      </w:r>
      <w:r>
        <w:t>ějí</w:t>
      </w:r>
      <w:r w:rsidRPr="00FD27FB">
        <w:t>:</w:t>
      </w:r>
    </w:p>
    <w:p w:rsidR="008C77C1" w:rsidRPr="00FD27FB" w:rsidRDefault="008C77C1" w:rsidP="008C77C1">
      <w:pPr>
        <w:autoSpaceDE w:val="0"/>
        <w:autoSpaceDN w:val="0"/>
        <w:adjustRightInd w:val="0"/>
        <w:spacing w:line="276" w:lineRule="auto"/>
        <w:ind w:left="284" w:hanging="284"/>
        <w:jc w:val="both"/>
        <w:rPr>
          <w:rFonts w:eastAsia="Times New Roman"/>
          <w:lang w:eastAsia="cs-CZ"/>
        </w:rPr>
      </w:pPr>
    </w:p>
    <w:p w:rsidR="008C77C1" w:rsidRPr="00FD27FB" w:rsidRDefault="008C77C1" w:rsidP="008C77C1">
      <w:pPr>
        <w:spacing w:line="276" w:lineRule="auto"/>
        <w:jc w:val="both"/>
        <w:rPr>
          <w:rFonts w:eastAsia="Times New Roman"/>
          <w:lang w:eastAsia="cs-CZ"/>
        </w:rPr>
      </w:pPr>
      <w:r w:rsidRPr="00FD27FB">
        <w:rPr>
          <w:rFonts w:eastAsia="Times New Roman"/>
          <w:lang w:eastAsia="cs-CZ"/>
        </w:rPr>
        <w:t>„(7) Výše kompenzačního příspěvku, který je určen k úhradě skutečné škody, činí 6 900 Kč za každého chovaného norka a 5 400 Kč za každou chovanou lišku. Kompenzační příspěvek za náhradu ušlého zisku se neposkytuje.</w:t>
      </w:r>
    </w:p>
    <w:p w:rsidR="008C77C1" w:rsidRPr="00FD27FB" w:rsidRDefault="008C77C1" w:rsidP="008C77C1">
      <w:pPr>
        <w:spacing w:line="276" w:lineRule="auto"/>
        <w:jc w:val="both"/>
        <w:rPr>
          <w:rFonts w:eastAsia="Times New Roman"/>
          <w:lang w:eastAsia="cs-CZ"/>
        </w:rPr>
      </w:pPr>
    </w:p>
    <w:p w:rsidR="008C77C1" w:rsidRPr="00FD27FB" w:rsidRDefault="008C77C1" w:rsidP="008C77C1">
      <w:pPr>
        <w:spacing w:line="276" w:lineRule="auto"/>
        <w:jc w:val="both"/>
        <w:rPr>
          <w:rFonts w:eastAsia="Times New Roman"/>
          <w:lang w:eastAsia="cs-CZ"/>
        </w:rPr>
      </w:pPr>
      <w:r w:rsidRPr="00FD27FB">
        <w:rPr>
          <w:rFonts w:eastAsia="Times New Roman"/>
          <w:lang w:eastAsia="cs-CZ"/>
        </w:rPr>
        <w:t>(8) Počet chovaných zvířat pro výpočet podle odstavce 7 se stanoví jako nejvyšší počet zvířat zjištěný u chovatele při kontrolách krajské veterinární správy provedených v letech 2014, 2015, 2016, 2017 a 2018. V případě právního nástupce podle odstavce 5 věty třetí se započítávají počty zvířat zjištěných u původního chovatele podle věty první.</w:t>
      </w:r>
    </w:p>
    <w:p w:rsidR="008C77C1" w:rsidRPr="00FD27FB" w:rsidRDefault="008C77C1" w:rsidP="008C77C1">
      <w:pPr>
        <w:spacing w:line="276" w:lineRule="auto"/>
        <w:jc w:val="both"/>
        <w:rPr>
          <w:rFonts w:eastAsia="Times New Roman"/>
          <w:lang w:eastAsia="cs-CZ"/>
        </w:rPr>
      </w:pPr>
    </w:p>
    <w:p w:rsidR="008C77C1" w:rsidRPr="00FD27FB" w:rsidRDefault="008C77C1" w:rsidP="008C77C1">
      <w:pPr>
        <w:spacing w:line="276" w:lineRule="auto"/>
        <w:jc w:val="both"/>
        <w:rPr>
          <w:rFonts w:eastAsia="Times New Roman"/>
          <w:lang w:eastAsia="cs-CZ"/>
        </w:rPr>
      </w:pPr>
      <w:r w:rsidRPr="00FD27FB">
        <w:rPr>
          <w:rFonts w:eastAsia="Times New Roman"/>
          <w:lang w:eastAsia="cs-CZ"/>
        </w:rPr>
        <w:t>(9) Kompenzační příspěvek se vyplácí bezhotovostním převodem na b</w:t>
      </w:r>
      <w:r>
        <w:rPr>
          <w:rFonts w:eastAsia="Times New Roman"/>
          <w:lang w:eastAsia="cs-CZ"/>
        </w:rPr>
        <w:t>ankovní účet žadatele.“.</w:t>
      </w:r>
    </w:p>
    <w:p w:rsidR="008C77C1" w:rsidRPr="00FD27FB" w:rsidRDefault="008C77C1" w:rsidP="008C77C1">
      <w:pPr>
        <w:spacing w:line="276" w:lineRule="auto"/>
        <w:jc w:val="both"/>
      </w:pPr>
    </w:p>
    <w:p w:rsidR="008C77C1" w:rsidRPr="00FD27FB" w:rsidRDefault="008C77C1" w:rsidP="008C77C1">
      <w:pPr>
        <w:spacing w:line="276" w:lineRule="auto"/>
        <w:jc w:val="both"/>
      </w:pPr>
      <w:r w:rsidRPr="00FD27FB">
        <w:t>Ostatní body se přečíslují.</w:t>
      </w:r>
    </w:p>
    <w:p w:rsidR="008C77C1" w:rsidRPr="00FD27FB" w:rsidRDefault="008C77C1" w:rsidP="008C77C1">
      <w:pPr>
        <w:pStyle w:val="Odstavecseseznamem"/>
        <w:autoSpaceDE w:val="0"/>
        <w:autoSpaceDN w:val="0"/>
        <w:adjustRightInd w:val="0"/>
        <w:spacing w:line="276" w:lineRule="auto"/>
        <w:ind w:left="360"/>
        <w:jc w:val="both"/>
      </w:pPr>
    </w:p>
    <w:p w:rsidR="008C77C1" w:rsidRPr="00FD27FB" w:rsidRDefault="008C77C1" w:rsidP="008C77C1">
      <w:pPr>
        <w:pStyle w:val="LO-normal"/>
        <w:spacing w:after="0"/>
        <w:jc w:val="both"/>
        <w:rPr>
          <w:rFonts w:ascii="Times New Roman" w:hAnsi="Times New Roman" w:cs="Times New Roman"/>
          <w:sz w:val="24"/>
          <w:szCs w:val="24"/>
        </w:rPr>
      </w:pPr>
      <w:r w:rsidRPr="00FD27FB">
        <w:rPr>
          <w:rFonts w:ascii="Times New Roman" w:eastAsia="Times New Roman" w:hAnsi="Times New Roman" w:cs="Times New Roman"/>
          <w:sz w:val="24"/>
          <w:szCs w:val="24"/>
        </w:rPr>
        <w:t xml:space="preserve">48. </w:t>
      </w:r>
      <w:r w:rsidRPr="00FD27FB">
        <w:rPr>
          <w:rFonts w:ascii="Times New Roman" w:eastAsia="Times New Roman" w:hAnsi="Times New Roman" w:cs="Times New Roman"/>
          <w:color w:val="000000"/>
          <w:sz w:val="24"/>
          <w:szCs w:val="24"/>
        </w:rPr>
        <w:t>V článku I návrhu zákona se před novelizační bod č. 149 doplňuje nový novelizační bod, který zní:</w:t>
      </w:r>
    </w:p>
    <w:p w:rsidR="008C77C1" w:rsidRPr="00FD27FB" w:rsidRDefault="008C77C1" w:rsidP="008C77C1">
      <w:pPr>
        <w:pStyle w:val="LO-normal"/>
        <w:spacing w:after="0"/>
        <w:jc w:val="both"/>
        <w:rPr>
          <w:rFonts w:ascii="Times New Roman" w:hAnsi="Times New Roman" w:cs="Times New Roman"/>
          <w:sz w:val="24"/>
          <w:szCs w:val="24"/>
        </w:rPr>
      </w:pPr>
      <w:r w:rsidRPr="00FD27FB">
        <w:rPr>
          <w:rFonts w:ascii="Times New Roman" w:eastAsia="Times New Roman" w:hAnsi="Times New Roman" w:cs="Times New Roman"/>
          <w:color w:val="000000"/>
          <w:sz w:val="24"/>
          <w:szCs w:val="24"/>
        </w:rPr>
        <w:t xml:space="preserve">„149. </w:t>
      </w:r>
      <w:r w:rsidRPr="00FD27FB">
        <w:rPr>
          <w:rFonts w:ascii="Times New Roman" w:eastAsia="Times New Roman" w:hAnsi="Times New Roman" w:cs="Times New Roman"/>
          <w:sz w:val="24"/>
          <w:szCs w:val="24"/>
        </w:rPr>
        <w:t xml:space="preserve">Za </w:t>
      </w:r>
      <w:r w:rsidRPr="00FD27FB">
        <w:rPr>
          <w:rFonts w:ascii="Times New Roman" w:eastAsia="Times New Roman" w:hAnsi="Times New Roman" w:cs="Times New Roman"/>
          <w:color w:val="000000"/>
          <w:sz w:val="24"/>
          <w:szCs w:val="24"/>
        </w:rPr>
        <w:t>§ 29c se vkládá nový § 29d, který zní:</w:t>
      </w:r>
    </w:p>
    <w:p w:rsidR="008C77C1" w:rsidRPr="00FD27FB" w:rsidRDefault="008C77C1" w:rsidP="008C77C1">
      <w:pPr>
        <w:pStyle w:val="LO-normal"/>
        <w:spacing w:after="0"/>
        <w:jc w:val="both"/>
        <w:rPr>
          <w:rFonts w:ascii="Times New Roman" w:eastAsia="Times New Roman" w:hAnsi="Times New Roman" w:cs="Times New Roman"/>
          <w:color w:val="000000"/>
          <w:sz w:val="24"/>
          <w:szCs w:val="24"/>
        </w:rPr>
      </w:pPr>
    </w:p>
    <w:p w:rsidR="008C77C1" w:rsidRPr="00FD27FB" w:rsidRDefault="008C77C1" w:rsidP="008C77C1">
      <w:pPr>
        <w:pStyle w:val="LO-normal"/>
        <w:spacing w:after="0"/>
        <w:jc w:val="center"/>
        <w:rPr>
          <w:rFonts w:ascii="Times New Roman" w:hAnsi="Times New Roman" w:cs="Times New Roman"/>
          <w:sz w:val="24"/>
          <w:szCs w:val="24"/>
        </w:rPr>
      </w:pPr>
      <w:r w:rsidRPr="00FD27FB">
        <w:rPr>
          <w:rFonts w:ascii="Times New Roman" w:eastAsia="Times New Roman" w:hAnsi="Times New Roman" w:cs="Times New Roman"/>
          <w:color w:val="000000"/>
          <w:sz w:val="24"/>
          <w:szCs w:val="24"/>
        </w:rPr>
        <w:t>„§ 29d</w:t>
      </w:r>
    </w:p>
    <w:p w:rsidR="008C77C1" w:rsidRPr="00FD27FB" w:rsidRDefault="008C77C1" w:rsidP="008C77C1">
      <w:pPr>
        <w:pStyle w:val="LO-normal"/>
        <w:spacing w:after="0"/>
        <w:jc w:val="both"/>
        <w:rPr>
          <w:rFonts w:ascii="Times New Roman" w:eastAsia="Times New Roman" w:hAnsi="Times New Roman" w:cs="Times New Roman"/>
          <w:color w:val="000000"/>
          <w:sz w:val="24"/>
          <w:szCs w:val="24"/>
        </w:rPr>
      </w:pPr>
    </w:p>
    <w:p w:rsidR="008C77C1" w:rsidRPr="00FD27FB" w:rsidRDefault="008C77C1" w:rsidP="008C77C1">
      <w:pPr>
        <w:pStyle w:val="LO-normal"/>
        <w:spacing w:after="0"/>
        <w:ind w:firstLine="720"/>
        <w:jc w:val="both"/>
        <w:rPr>
          <w:rFonts w:ascii="Times New Roman" w:hAnsi="Times New Roman" w:cs="Times New Roman"/>
          <w:sz w:val="24"/>
          <w:szCs w:val="24"/>
        </w:rPr>
      </w:pPr>
      <w:r w:rsidRPr="00FD27FB">
        <w:rPr>
          <w:rFonts w:ascii="Times New Roman" w:eastAsia="Times New Roman" w:hAnsi="Times New Roman" w:cs="Times New Roman"/>
          <w:color w:val="000000"/>
          <w:sz w:val="24"/>
          <w:szCs w:val="24"/>
        </w:rPr>
        <w:t>(1) Provozuje-li chovatel ke dni nabytí účinnosti § 14a odst. 1 písm. a) tohoto zákona s vědomím krajské veterinární správy mobilní zařízení, v nichž jsou jedinci volně žijících druhů zvířat umístěni převážně v prostoru dopravního prostředku, ukončí jeho činnost v souladu s dosavadními předpisy do 1. ledna 2025.</w:t>
      </w:r>
    </w:p>
    <w:p w:rsidR="008C77C1" w:rsidRPr="00FD27FB" w:rsidRDefault="008C77C1" w:rsidP="008C77C1">
      <w:pPr>
        <w:pStyle w:val="LO-normal"/>
        <w:spacing w:after="0"/>
        <w:ind w:firstLine="720"/>
        <w:jc w:val="both"/>
        <w:rPr>
          <w:rFonts w:ascii="Times New Roman" w:eastAsia="Times New Roman" w:hAnsi="Times New Roman" w:cs="Times New Roman"/>
          <w:color w:val="000000"/>
          <w:sz w:val="24"/>
          <w:szCs w:val="24"/>
        </w:rPr>
      </w:pPr>
    </w:p>
    <w:p w:rsidR="008C77C1" w:rsidRPr="00FD27FB" w:rsidRDefault="008C77C1" w:rsidP="008C77C1">
      <w:pPr>
        <w:pStyle w:val="LO-normal"/>
        <w:spacing w:after="0"/>
        <w:ind w:firstLine="720"/>
        <w:jc w:val="both"/>
        <w:rPr>
          <w:rFonts w:ascii="Times New Roman" w:hAnsi="Times New Roman" w:cs="Times New Roman"/>
          <w:sz w:val="24"/>
          <w:szCs w:val="24"/>
        </w:rPr>
      </w:pPr>
      <w:r w:rsidRPr="00FD27FB">
        <w:rPr>
          <w:rFonts w:ascii="Times New Roman" w:eastAsia="Times New Roman" w:hAnsi="Times New Roman" w:cs="Times New Roman"/>
          <w:sz w:val="24"/>
          <w:szCs w:val="24"/>
        </w:rPr>
        <w:t xml:space="preserve">(2) Chovatel provozující mobilní zařízení podle § 14a odst. 1 písm. a) tohoto zákona, zajistí po skončení jeho činnosti </w:t>
      </w:r>
      <w:r w:rsidRPr="00FD27FB">
        <w:rPr>
          <w:rFonts w:ascii="Times New Roman" w:eastAsia="Times New Roman" w:hAnsi="Times New Roman" w:cs="Times New Roman"/>
          <w:color w:val="000000"/>
          <w:sz w:val="24"/>
          <w:szCs w:val="24"/>
        </w:rPr>
        <w:t xml:space="preserve">jedincům volně žijících druhů zvířat </w:t>
      </w:r>
      <w:r w:rsidRPr="00FD27FB">
        <w:rPr>
          <w:rFonts w:ascii="Times New Roman" w:eastAsia="Times New Roman" w:hAnsi="Times New Roman" w:cs="Times New Roman"/>
          <w:sz w:val="24"/>
          <w:szCs w:val="24"/>
        </w:rPr>
        <w:t>vhodné podmínky pro život. Pro zajištění péče o tato zvířata se ustanovení § 28e použije obdobně.“.“</w:t>
      </w:r>
      <w:r>
        <w:rPr>
          <w:rFonts w:ascii="Times New Roman" w:eastAsia="Times New Roman" w:hAnsi="Times New Roman" w:cs="Times New Roman"/>
          <w:sz w:val="24"/>
          <w:szCs w:val="24"/>
        </w:rPr>
        <w:t>.</w:t>
      </w:r>
    </w:p>
    <w:p w:rsidR="008C77C1" w:rsidRPr="00FD27FB" w:rsidRDefault="008C77C1" w:rsidP="008C77C1">
      <w:pPr>
        <w:pStyle w:val="LO-normal"/>
        <w:spacing w:after="0"/>
        <w:jc w:val="both"/>
        <w:rPr>
          <w:rFonts w:ascii="Times New Roman" w:eastAsia="Times New Roman" w:hAnsi="Times New Roman" w:cs="Times New Roman"/>
          <w:sz w:val="24"/>
          <w:szCs w:val="24"/>
        </w:rPr>
      </w:pPr>
    </w:p>
    <w:p w:rsidR="008C77C1" w:rsidRPr="00FD27FB" w:rsidRDefault="008C77C1" w:rsidP="008C77C1">
      <w:pPr>
        <w:pStyle w:val="LO-normal"/>
        <w:spacing w:after="0"/>
        <w:jc w:val="both"/>
        <w:rPr>
          <w:rFonts w:ascii="Times New Roman" w:hAnsi="Times New Roman" w:cs="Times New Roman"/>
          <w:sz w:val="24"/>
          <w:szCs w:val="24"/>
        </w:rPr>
      </w:pPr>
      <w:r w:rsidRPr="00FD27FB">
        <w:rPr>
          <w:rFonts w:ascii="Times New Roman" w:eastAsia="Times New Roman" w:hAnsi="Times New Roman" w:cs="Times New Roman"/>
          <w:color w:val="000000"/>
          <w:sz w:val="24"/>
          <w:szCs w:val="24"/>
        </w:rPr>
        <w:t>Následující body se přečíslují.</w:t>
      </w:r>
    </w:p>
    <w:p w:rsidR="008C77C1" w:rsidRPr="00FD27FB" w:rsidRDefault="008C77C1" w:rsidP="008C77C1">
      <w:pPr>
        <w:spacing w:after="200" w:line="276" w:lineRule="auto"/>
        <w:jc w:val="both"/>
      </w:pPr>
    </w:p>
    <w:p w:rsidR="008C77C1" w:rsidRPr="00FD27FB" w:rsidRDefault="008C77C1" w:rsidP="008C77C1">
      <w:pPr>
        <w:spacing w:line="276" w:lineRule="auto"/>
        <w:jc w:val="both"/>
      </w:pPr>
      <w:r w:rsidRPr="00FD27FB">
        <w:t>49. V části první Čl. II se vkládá nový bod, který zní:</w:t>
      </w:r>
    </w:p>
    <w:p w:rsidR="008C77C1" w:rsidRPr="00FD27FB" w:rsidRDefault="008C77C1" w:rsidP="008C77C1">
      <w:pPr>
        <w:spacing w:line="276" w:lineRule="auto"/>
        <w:jc w:val="both"/>
      </w:pPr>
    </w:p>
    <w:p w:rsidR="008C77C1" w:rsidRPr="00FD27FB" w:rsidRDefault="008C77C1" w:rsidP="008C77C1">
      <w:pPr>
        <w:spacing w:line="276" w:lineRule="auto"/>
        <w:jc w:val="both"/>
        <w:rPr>
          <w:rFonts w:eastAsia="Times New Roman"/>
          <w:lang w:eastAsia="cs-CZ"/>
        </w:rPr>
      </w:pPr>
      <w:r>
        <w:rPr>
          <w:rFonts w:eastAsia="Times New Roman"/>
          <w:lang w:eastAsia="cs-CZ"/>
        </w:rPr>
        <w:t xml:space="preserve">„X. </w:t>
      </w:r>
      <w:r w:rsidRPr="00FD27FB">
        <w:rPr>
          <w:rFonts w:eastAsia="Times New Roman"/>
          <w:lang w:eastAsia="cs-CZ"/>
        </w:rPr>
        <w:t>Správní řízení, která byla zahájena na základě § 29c zákona č. 246/1992 Sb., ve znění účinném přede dnem nabytí účinnosti tohoto zákona, a nebyla přede dnem nabytí účinnosti tohoto zákona pravomocně ukončena, ministerstvo usnesením zastaví podle § 66 odst. 1 písm. g) zákona č. 500/2004 Sb.“</w:t>
      </w:r>
    </w:p>
    <w:p w:rsidR="008C77C1" w:rsidRPr="00FD27FB" w:rsidRDefault="008C77C1" w:rsidP="008C77C1">
      <w:pPr>
        <w:spacing w:line="276" w:lineRule="auto"/>
        <w:jc w:val="both"/>
        <w:rPr>
          <w:rFonts w:eastAsia="Times New Roman"/>
          <w:lang w:eastAsia="cs-CZ"/>
        </w:rPr>
      </w:pPr>
    </w:p>
    <w:p w:rsidR="008C77C1" w:rsidRPr="00FD27FB" w:rsidRDefault="008C77C1" w:rsidP="008C77C1">
      <w:pPr>
        <w:spacing w:line="276" w:lineRule="auto"/>
        <w:jc w:val="both"/>
      </w:pPr>
      <w:r w:rsidRPr="00FD27FB">
        <w:t>50. V části první Čl. II se vkládá nový bod, který zní:</w:t>
      </w:r>
    </w:p>
    <w:p w:rsidR="008C77C1" w:rsidRPr="00FD27FB" w:rsidRDefault="008C77C1" w:rsidP="008C77C1">
      <w:pPr>
        <w:spacing w:line="276" w:lineRule="auto"/>
        <w:jc w:val="both"/>
      </w:pPr>
    </w:p>
    <w:p w:rsidR="008C77C1" w:rsidRPr="00FD27FB" w:rsidRDefault="008C77C1" w:rsidP="008C77C1">
      <w:pPr>
        <w:spacing w:line="276" w:lineRule="auto"/>
        <w:jc w:val="both"/>
        <w:rPr>
          <w:rFonts w:eastAsia="Times New Roman"/>
          <w:lang w:eastAsia="cs-CZ"/>
        </w:rPr>
      </w:pPr>
      <w:r>
        <w:rPr>
          <w:rFonts w:eastAsia="Times New Roman"/>
          <w:lang w:eastAsia="cs-CZ"/>
        </w:rPr>
        <w:t xml:space="preserve">„X. </w:t>
      </w:r>
      <w:r w:rsidRPr="00FD27FB">
        <w:rPr>
          <w:rFonts w:eastAsia="Times New Roman"/>
          <w:lang w:eastAsia="cs-CZ"/>
        </w:rPr>
        <w:t>Pokud byl žadateli poskytnut kompenzační příspěvek podle § 29c zákona č. 246/1992 Sb., ve znění účinném přede dnem nabytí účinnosti tohoto zákona, snižuje se kompenzační příspěvek, který má být žadateli poskytnut podle § 29c zákona č. 246/1992 Sb., ve znění účinném ode dne nabytí účinnosti tohoto zákona, o částku, která byla žadateli poskytnuta podle § 29c zákona č. 246/1992 Sb., ve znění účinném přede dnem nabytí účinnosti tohoto zákona.“</w:t>
      </w:r>
    </w:p>
    <w:p w:rsidR="008C77C1" w:rsidRPr="00FD27FB" w:rsidRDefault="008C77C1" w:rsidP="008C77C1">
      <w:pPr>
        <w:spacing w:line="276" w:lineRule="auto"/>
        <w:jc w:val="both"/>
        <w:rPr>
          <w:rFonts w:eastAsia="Times New Roman"/>
          <w:lang w:eastAsia="cs-CZ"/>
        </w:rPr>
      </w:pPr>
    </w:p>
    <w:p w:rsidR="008C77C1" w:rsidRPr="00FD27FB" w:rsidRDefault="008C77C1" w:rsidP="008C77C1">
      <w:pPr>
        <w:spacing w:before="240" w:after="240" w:line="276" w:lineRule="auto"/>
        <w:jc w:val="both"/>
        <w:rPr>
          <w:rFonts w:eastAsia="Arial"/>
        </w:rPr>
      </w:pPr>
      <w:r w:rsidRPr="00FD27FB">
        <w:rPr>
          <w:rFonts w:eastAsia="Arial"/>
        </w:rPr>
        <w:t>51. V části první, čl. II (Přechodná ustanovení), bod 6 nově zní:</w:t>
      </w:r>
    </w:p>
    <w:p w:rsidR="008C77C1" w:rsidRPr="00FD27FB" w:rsidRDefault="008C77C1" w:rsidP="008C77C1">
      <w:pPr>
        <w:spacing w:before="240" w:after="240" w:line="276" w:lineRule="auto"/>
        <w:jc w:val="both"/>
      </w:pPr>
      <w:r>
        <w:rPr>
          <w:rFonts w:eastAsia="Arial"/>
        </w:rPr>
        <w:t>„</w:t>
      </w:r>
      <w:r w:rsidRPr="00FD27FB">
        <w:rPr>
          <w:rFonts w:eastAsia="Arial"/>
        </w:rPr>
        <w:t>6. Na stavby pro zvířata postavené, rekonstruované nebo poprvé do provozu uvedené před nabytím účinnosti tohoto zákona se ustanovení § 9 odst. 1 písm. f) zákona č. 246/1992 Sb., ve znění účinném ode dne nabytí účinnosti tohoto zákona, použije od 1. ledna 2030.”.</w:t>
      </w:r>
    </w:p>
    <w:p w:rsidR="00D5677C" w:rsidRDefault="00D5677C">
      <w:pPr>
        <w:widowControl/>
        <w:suppressAutoHyphens w:val="0"/>
        <w:rPr>
          <w:rFonts w:eastAsia="Times New Roman" w:cs="Times New Roman"/>
          <w:kern w:val="0"/>
          <w:lang w:eastAsia="cs-CZ" w:bidi="ar-SA"/>
        </w:rPr>
      </w:pPr>
      <w:r>
        <w:br w:type="page"/>
      </w:r>
    </w:p>
    <w:p w:rsidR="008C77C1" w:rsidRPr="00FD27FB" w:rsidRDefault="008C77C1" w:rsidP="008C77C1">
      <w:pPr>
        <w:pStyle w:val="Odstavecseseznamem"/>
        <w:numPr>
          <w:ilvl w:val="0"/>
          <w:numId w:val="12"/>
        </w:numPr>
        <w:spacing w:line="276" w:lineRule="auto"/>
        <w:ind w:left="426" w:hanging="426"/>
        <w:jc w:val="both"/>
      </w:pPr>
      <w:r w:rsidRPr="00FD27FB">
        <w:t>V části první se na konci Čl. II doplňují přechodná ustanovení, která znějí:</w:t>
      </w:r>
    </w:p>
    <w:p w:rsidR="008C77C1" w:rsidRPr="00FD27FB" w:rsidRDefault="008C77C1" w:rsidP="008C77C1">
      <w:pPr>
        <w:spacing w:line="276" w:lineRule="auto"/>
        <w:ind w:left="709" w:hanging="425"/>
        <w:jc w:val="both"/>
      </w:pPr>
      <w:r w:rsidRPr="00FD27FB">
        <w:t>„7.</w:t>
      </w:r>
      <w:r w:rsidRPr="00FD27FB">
        <w:tab/>
        <w:t>Provozovatel podniku je povinen zajistit, aby nejpozději do dvou let ode dne nabytí účinnosti tohoto zákona činnosti pracovníka pro řádné zacházení se zvířaty podle čl. 17 přímo použitelného předpisu Evropské unie upravujícího ochranu zvířat při usmrcování</w:t>
      </w:r>
      <w:r w:rsidRPr="00FD27FB">
        <w:rPr>
          <w:vertAlign w:val="superscript"/>
        </w:rPr>
        <w:t>13)</w:t>
      </w:r>
      <w:r w:rsidRPr="00FD27FB">
        <w:t xml:space="preserve"> vykonávala osoba, která úspěšně vykonala zkoušku v kurzu odborné přípravy pro získání osvědčení o způsobilosti pro osoby podílející se na úkonech souvisejících s porážením zvířat, který je určen pro pracovníky pro řádné zacházení se zvířaty podle čl. 17 přímo použitelného předpisu Evropské unie upravujícího ochranu zvířat při usmrcování</w:t>
      </w:r>
      <w:r w:rsidRPr="00FD27FB">
        <w:rPr>
          <w:vertAlign w:val="superscript"/>
        </w:rPr>
        <w:t>13)</w:t>
      </w:r>
      <w:r w:rsidRPr="00FD27FB">
        <w:t>.</w:t>
      </w:r>
    </w:p>
    <w:p w:rsidR="008C77C1" w:rsidRPr="00FD27FB" w:rsidRDefault="008C77C1" w:rsidP="008C77C1">
      <w:pPr>
        <w:spacing w:line="276" w:lineRule="auto"/>
        <w:ind w:left="709" w:hanging="425"/>
        <w:jc w:val="both"/>
      </w:pPr>
      <w:r w:rsidRPr="00FD27FB">
        <w:t>8.</w:t>
      </w:r>
      <w:r w:rsidRPr="00FD27FB">
        <w:tab/>
      </w:r>
      <w:r w:rsidRPr="00FD27FB">
        <w:rPr>
          <w:bCs/>
        </w:rPr>
        <w:t>Osvědčení o způsobilosti pro osoby podílející se na úkonech souvisejících s porážením zvířat, která byla udělena pracovníkům pro řádné zacházení se zvířaty podle čl. 17 přímo použitelného předpisu Evropské unie upravujícího ochranu zvířat při usmrcování</w:t>
      </w:r>
      <w:r w:rsidRPr="00FD27FB">
        <w:rPr>
          <w:bCs/>
          <w:vertAlign w:val="superscript"/>
        </w:rPr>
        <w:t>13)</w:t>
      </w:r>
      <w:r w:rsidRPr="00FD27FB">
        <w:rPr>
          <w:bCs/>
        </w:rPr>
        <w:t>, podle zákona č. 246/1992 Sb., ve znění účinném přede dnem nabytí účinnosti tohoto zákona, pozbývají platnosti uplynutím dvou let ode dne nabytí účinnosti tohoto zákona.</w:t>
      </w:r>
      <w:r w:rsidRPr="00FD27FB">
        <w:t xml:space="preserve">“. </w:t>
      </w:r>
    </w:p>
    <w:p w:rsidR="008C77C1" w:rsidRPr="00FD27FB" w:rsidRDefault="008C77C1" w:rsidP="008C77C1">
      <w:pPr>
        <w:spacing w:line="276" w:lineRule="auto"/>
        <w:jc w:val="both"/>
      </w:pPr>
      <w:r w:rsidRPr="00FD27FB">
        <w:rPr>
          <w:rFonts w:eastAsia="Times New Roman"/>
          <w:lang w:eastAsia="cs-CZ"/>
        </w:rPr>
        <w:t xml:space="preserve">53. </w:t>
      </w:r>
      <w:r w:rsidRPr="00FD27FB">
        <w:t>V části první Čl. III se vkládá nový bod, který zní:</w:t>
      </w:r>
    </w:p>
    <w:p w:rsidR="008C77C1" w:rsidRPr="00FD27FB" w:rsidRDefault="008C77C1" w:rsidP="008C77C1">
      <w:pPr>
        <w:spacing w:line="276" w:lineRule="auto"/>
        <w:jc w:val="both"/>
      </w:pPr>
    </w:p>
    <w:p w:rsidR="008C77C1" w:rsidRPr="00FD27FB" w:rsidRDefault="008C77C1" w:rsidP="008C77C1">
      <w:pPr>
        <w:spacing w:line="276" w:lineRule="auto"/>
        <w:jc w:val="both"/>
        <w:rPr>
          <w:rFonts w:eastAsia="Times New Roman"/>
          <w:lang w:eastAsia="cs-CZ"/>
        </w:rPr>
      </w:pPr>
      <w:r>
        <w:rPr>
          <w:rFonts w:eastAsia="Times New Roman"/>
          <w:lang w:eastAsia="cs-CZ"/>
        </w:rPr>
        <w:t xml:space="preserve">„X. </w:t>
      </w:r>
      <w:r w:rsidRPr="00FD27FB">
        <w:rPr>
          <w:rFonts w:eastAsia="Times New Roman"/>
          <w:lang w:eastAsia="cs-CZ"/>
        </w:rPr>
        <w:t>Vyhláška č. 34/2019 Sb., o kompenzačním příspěvku chovatelům, kteří provozují chov zvířat pro kožešiny, se zrušuje.“</w:t>
      </w:r>
    </w:p>
    <w:p w:rsidR="008C77C1" w:rsidRDefault="008C77C1" w:rsidP="008C77C1">
      <w:pPr>
        <w:spacing w:line="276" w:lineRule="auto"/>
        <w:jc w:val="both"/>
      </w:pPr>
    </w:p>
    <w:p w:rsidR="008C77C1" w:rsidRPr="00FD27FB" w:rsidRDefault="008C77C1" w:rsidP="008C77C1">
      <w:pPr>
        <w:spacing w:line="276" w:lineRule="auto"/>
        <w:jc w:val="both"/>
      </w:pPr>
      <w:r w:rsidRPr="00FD27FB">
        <w:t>5</w:t>
      </w:r>
      <w:r>
        <w:t>4</w:t>
      </w:r>
      <w:r w:rsidRPr="00FD27FB">
        <w:t>. V</w:t>
      </w:r>
      <w:r>
        <w:t> části druhé</w:t>
      </w:r>
      <w:r w:rsidRPr="00FD27FB">
        <w:t>, Čl. IV, bodě 4, písm</w:t>
      </w:r>
      <w:r>
        <w:t>.</w:t>
      </w:r>
      <w:r w:rsidRPr="00FD27FB">
        <w:t xml:space="preserve"> b) se číslo “2000” nahrazuje číslem “1000”.</w:t>
      </w:r>
    </w:p>
    <w:p w:rsidR="008C77C1" w:rsidRPr="00FD27FB" w:rsidRDefault="008C77C1" w:rsidP="008C77C1">
      <w:pPr>
        <w:spacing w:line="276" w:lineRule="auto"/>
        <w:jc w:val="both"/>
      </w:pPr>
    </w:p>
    <w:p w:rsidR="008C77C1" w:rsidRPr="00FD27FB" w:rsidRDefault="008C77C1" w:rsidP="008C77C1">
      <w:pPr>
        <w:pStyle w:val="LO-normal"/>
        <w:spacing w:after="0"/>
        <w:jc w:val="both"/>
        <w:rPr>
          <w:rFonts w:ascii="Times New Roman" w:hAnsi="Times New Roman" w:cs="Times New Roman"/>
          <w:sz w:val="24"/>
          <w:szCs w:val="24"/>
        </w:rPr>
      </w:pPr>
      <w:r w:rsidRPr="00FD27FB">
        <w:rPr>
          <w:rFonts w:ascii="Times New Roman" w:eastAsia="Times New Roman" w:hAnsi="Times New Roman" w:cs="Times New Roman"/>
          <w:sz w:val="24"/>
          <w:szCs w:val="24"/>
        </w:rPr>
        <w:t>5</w:t>
      </w:r>
      <w:r>
        <w:rPr>
          <w:rFonts w:ascii="Times New Roman" w:eastAsia="Times New Roman" w:hAnsi="Times New Roman" w:cs="Times New Roman"/>
          <w:sz w:val="24"/>
          <w:szCs w:val="24"/>
        </w:rPr>
        <w:t>5</w:t>
      </w:r>
      <w:r w:rsidRPr="00FD27FB">
        <w:rPr>
          <w:rFonts w:ascii="Times New Roman" w:eastAsia="Times New Roman" w:hAnsi="Times New Roman" w:cs="Times New Roman"/>
          <w:sz w:val="24"/>
          <w:szCs w:val="24"/>
        </w:rPr>
        <w:t xml:space="preserve">. V článku VI </w:t>
      </w:r>
      <w:r w:rsidRPr="00FD27FB">
        <w:rPr>
          <w:rFonts w:ascii="Times New Roman" w:eastAsia="Times New Roman" w:hAnsi="Times New Roman" w:cs="Times New Roman"/>
          <w:color w:val="000000"/>
          <w:sz w:val="24"/>
          <w:szCs w:val="24"/>
        </w:rPr>
        <w:t xml:space="preserve">návrhu zákona v </w:t>
      </w:r>
      <w:r w:rsidRPr="00FD27FB">
        <w:rPr>
          <w:rFonts w:ascii="Times New Roman" w:eastAsia="Times New Roman" w:hAnsi="Times New Roman" w:cs="Times New Roman"/>
          <w:sz w:val="24"/>
          <w:szCs w:val="24"/>
        </w:rPr>
        <w:t>písm. b) se slova „vyhlášení, a“ nahrazují slovem „vyhlášení,“.</w:t>
      </w:r>
    </w:p>
    <w:p w:rsidR="008C77C1" w:rsidRPr="00FD27FB" w:rsidRDefault="008C77C1" w:rsidP="008C77C1">
      <w:pPr>
        <w:pStyle w:val="LO-normal"/>
        <w:spacing w:after="0"/>
        <w:jc w:val="both"/>
        <w:rPr>
          <w:rFonts w:ascii="Times New Roman" w:eastAsia="Times New Roman" w:hAnsi="Times New Roman" w:cs="Times New Roman"/>
          <w:sz w:val="24"/>
          <w:szCs w:val="24"/>
        </w:rPr>
      </w:pPr>
    </w:p>
    <w:p w:rsidR="008C77C1" w:rsidRPr="00FD27FB" w:rsidRDefault="008C77C1" w:rsidP="008C77C1">
      <w:pPr>
        <w:pStyle w:val="LO-normal"/>
        <w:spacing w:after="0"/>
        <w:jc w:val="both"/>
        <w:rPr>
          <w:rFonts w:ascii="Times New Roman" w:eastAsia="Times New Roman" w:hAnsi="Times New Roman" w:cs="Times New Roman"/>
          <w:sz w:val="24"/>
          <w:szCs w:val="24"/>
        </w:rPr>
      </w:pPr>
    </w:p>
    <w:p w:rsidR="008C77C1" w:rsidRPr="00FD27FB" w:rsidRDefault="008C77C1" w:rsidP="008C77C1">
      <w:pPr>
        <w:pStyle w:val="LO-normal"/>
        <w:spacing w:after="0"/>
        <w:jc w:val="both"/>
        <w:rPr>
          <w:rFonts w:ascii="Times New Roman" w:hAnsi="Times New Roman" w:cs="Times New Roman"/>
          <w:sz w:val="24"/>
          <w:szCs w:val="24"/>
        </w:rPr>
      </w:pPr>
      <w:r w:rsidRPr="00FD27FB">
        <w:rPr>
          <w:rFonts w:ascii="Times New Roman" w:eastAsia="Times New Roman" w:hAnsi="Times New Roman" w:cs="Times New Roman"/>
          <w:bCs/>
          <w:sz w:val="24"/>
          <w:szCs w:val="24"/>
        </w:rPr>
        <w:t>5</w:t>
      </w:r>
      <w:r>
        <w:rPr>
          <w:rFonts w:ascii="Times New Roman" w:eastAsia="Times New Roman" w:hAnsi="Times New Roman" w:cs="Times New Roman"/>
          <w:bCs/>
          <w:sz w:val="24"/>
          <w:szCs w:val="24"/>
        </w:rPr>
        <w:t>6</w:t>
      </w:r>
      <w:r w:rsidRPr="00FD27FB">
        <w:rPr>
          <w:rFonts w:ascii="Times New Roman" w:eastAsia="Times New Roman" w:hAnsi="Times New Roman" w:cs="Times New Roman"/>
          <w:bCs/>
          <w:sz w:val="24"/>
          <w:szCs w:val="24"/>
        </w:rPr>
        <w:t xml:space="preserve">. </w:t>
      </w:r>
      <w:r w:rsidRPr="00FD27FB">
        <w:rPr>
          <w:rFonts w:ascii="Times New Roman" w:eastAsia="Times New Roman" w:hAnsi="Times New Roman" w:cs="Times New Roman"/>
          <w:sz w:val="24"/>
          <w:szCs w:val="24"/>
        </w:rPr>
        <w:t xml:space="preserve">V článku VI </w:t>
      </w:r>
      <w:r w:rsidRPr="00FD27FB">
        <w:rPr>
          <w:rFonts w:ascii="Times New Roman" w:eastAsia="Times New Roman" w:hAnsi="Times New Roman" w:cs="Times New Roman"/>
          <w:color w:val="000000"/>
          <w:sz w:val="24"/>
          <w:szCs w:val="24"/>
        </w:rPr>
        <w:t xml:space="preserve">návrhu zákona </w:t>
      </w:r>
      <w:r w:rsidRPr="00FD27FB">
        <w:rPr>
          <w:rFonts w:ascii="Times New Roman" w:eastAsia="Times New Roman" w:hAnsi="Times New Roman" w:cs="Times New Roman"/>
          <w:sz w:val="24"/>
          <w:szCs w:val="24"/>
        </w:rPr>
        <w:t>se na konci p</w:t>
      </w:r>
      <w:r>
        <w:rPr>
          <w:rFonts w:ascii="Times New Roman" w:eastAsia="Times New Roman" w:hAnsi="Times New Roman" w:cs="Times New Roman"/>
          <w:sz w:val="24"/>
          <w:szCs w:val="24"/>
        </w:rPr>
        <w:t xml:space="preserve">ísmene c) tečka nahrazuje </w:t>
      </w:r>
      <w:proofErr w:type="gramStart"/>
      <w:r>
        <w:rPr>
          <w:rFonts w:ascii="Times New Roman" w:eastAsia="Times New Roman" w:hAnsi="Times New Roman" w:cs="Times New Roman"/>
          <w:sz w:val="24"/>
          <w:szCs w:val="24"/>
        </w:rPr>
        <w:t>písmenem „ ,</w:t>
      </w:r>
      <w:r w:rsidRPr="00FD27FB">
        <w:rPr>
          <w:rFonts w:ascii="Times New Roman" w:eastAsia="Times New Roman" w:hAnsi="Times New Roman" w:cs="Times New Roman"/>
          <w:sz w:val="24"/>
          <w:szCs w:val="24"/>
        </w:rPr>
        <w:t>a“ a doplňuje</w:t>
      </w:r>
      <w:proofErr w:type="gramEnd"/>
      <w:r w:rsidRPr="00FD27FB">
        <w:rPr>
          <w:rFonts w:ascii="Times New Roman" w:eastAsia="Times New Roman" w:hAnsi="Times New Roman" w:cs="Times New Roman"/>
          <w:sz w:val="24"/>
          <w:szCs w:val="24"/>
        </w:rPr>
        <w:t xml:space="preserve"> se písmeno d), které zní:</w:t>
      </w:r>
    </w:p>
    <w:p w:rsidR="008C77C1" w:rsidRPr="00FD27FB" w:rsidRDefault="008C77C1" w:rsidP="008C77C1">
      <w:pPr>
        <w:pStyle w:val="LO-normal"/>
        <w:spacing w:after="0"/>
        <w:jc w:val="both"/>
        <w:rPr>
          <w:rFonts w:ascii="Times New Roman" w:eastAsia="Times New Roman" w:hAnsi="Times New Roman" w:cs="Times New Roman"/>
          <w:sz w:val="24"/>
          <w:szCs w:val="24"/>
        </w:rPr>
      </w:pPr>
    </w:p>
    <w:p w:rsidR="008C77C1" w:rsidRPr="00FD27FB" w:rsidRDefault="008C77C1" w:rsidP="008C77C1">
      <w:pPr>
        <w:pStyle w:val="LO-normal"/>
        <w:spacing w:after="0"/>
        <w:jc w:val="both"/>
        <w:rPr>
          <w:rFonts w:ascii="Times New Roman" w:hAnsi="Times New Roman" w:cs="Times New Roman"/>
          <w:sz w:val="24"/>
          <w:szCs w:val="24"/>
        </w:rPr>
      </w:pPr>
      <w:r w:rsidRPr="00FD27FB">
        <w:rPr>
          <w:rFonts w:ascii="Times New Roman" w:eastAsia="Times New Roman" w:hAnsi="Times New Roman" w:cs="Times New Roman"/>
          <w:sz w:val="24"/>
          <w:szCs w:val="24"/>
        </w:rPr>
        <w:t>„d) bodu 39, který nabývá účinnosti dnem 1. ledna 2021.“</w:t>
      </w:r>
      <w:r w:rsidR="00D5677C">
        <w:rPr>
          <w:rFonts w:ascii="Times New Roman" w:eastAsia="Times New Roman" w:hAnsi="Times New Roman" w:cs="Times New Roman"/>
          <w:sz w:val="24"/>
          <w:szCs w:val="24"/>
        </w:rPr>
        <w:t>.</w:t>
      </w:r>
    </w:p>
    <w:p w:rsidR="008C77C1" w:rsidRPr="00FD27FB" w:rsidRDefault="008C77C1" w:rsidP="008C77C1">
      <w:pPr>
        <w:pStyle w:val="LO-normal"/>
        <w:spacing w:after="0"/>
        <w:jc w:val="both"/>
        <w:rPr>
          <w:rFonts w:ascii="Times New Roman" w:eastAsia="Times New Roman" w:hAnsi="Times New Roman" w:cs="Times New Roman"/>
          <w:sz w:val="24"/>
          <w:szCs w:val="24"/>
        </w:rPr>
      </w:pPr>
    </w:p>
    <w:p w:rsidR="008C77C1" w:rsidRPr="00FD27FB" w:rsidRDefault="008C77C1" w:rsidP="008C77C1">
      <w:pPr>
        <w:pStyle w:val="LO-normal"/>
        <w:spacing w:after="0"/>
        <w:jc w:val="both"/>
        <w:rPr>
          <w:rFonts w:ascii="Times New Roman" w:hAnsi="Times New Roman" w:cs="Times New Roman"/>
          <w:sz w:val="24"/>
          <w:szCs w:val="24"/>
        </w:rPr>
      </w:pPr>
      <w:r w:rsidRPr="00FD27FB">
        <w:rPr>
          <w:rFonts w:ascii="Times New Roman" w:eastAsia="Times New Roman" w:hAnsi="Times New Roman" w:cs="Times New Roman"/>
          <w:color w:val="000000"/>
          <w:sz w:val="24"/>
          <w:szCs w:val="24"/>
        </w:rPr>
        <w:t>Následující body se přečíslují.</w:t>
      </w:r>
    </w:p>
    <w:p w:rsidR="000C6893" w:rsidRDefault="000C6893"/>
    <w:p w:rsidR="000C6893" w:rsidRDefault="000C6893"/>
    <w:p w:rsidR="000C6893" w:rsidRDefault="000C6893"/>
    <w:p w:rsidR="000C6893" w:rsidRDefault="000C6893"/>
    <w:p w:rsidR="000C6893" w:rsidRDefault="000C6893">
      <w:pPr>
        <w:pStyle w:val="Nadpis4"/>
        <w:jc w:val="center"/>
      </w:pPr>
      <w:r>
        <w:rPr>
          <w:b/>
        </w:rPr>
        <w:t xml:space="preserve">Pozměňovací návrhy přednesené ve druhém čtení dne </w:t>
      </w:r>
      <w:r w:rsidR="00D5677C">
        <w:rPr>
          <w:b/>
        </w:rPr>
        <w:t>3. června 2020</w:t>
      </w:r>
    </w:p>
    <w:p w:rsidR="000C6893" w:rsidRDefault="000C6893"/>
    <w:p w:rsidR="000C6893" w:rsidRDefault="000C6893"/>
    <w:p w:rsidR="000C6893" w:rsidRDefault="000C6893"/>
    <w:p w:rsidR="000C6893" w:rsidRDefault="000C6893" w:rsidP="00511F8C">
      <w:pPr>
        <w:pStyle w:val="PNposlanec"/>
      </w:pPr>
      <w:r>
        <w:t>Poslanec</w:t>
      </w:r>
      <w:r w:rsidR="004D2CF0">
        <w:t xml:space="preserve"> Jan </w:t>
      </w:r>
      <w:proofErr w:type="spellStart"/>
      <w:r w:rsidR="004D2CF0">
        <w:t>Pošvář</w:t>
      </w:r>
      <w:proofErr w:type="spellEnd"/>
    </w:p>
    <w:p w:rsidR="004D2CF0" w:rsidRPr="00E86145" w:rsidRDefault="00E86145" w:rsidP="004D2CF0">
      <w:pPr>
        <w:rPr>
          <w:i/>
        </w:rPr>
      </w:pPr>
      <w:r w:rsidRPr="00E86145">
        <w:rPr>
          <w:i/>
        </w:rPr>
        <w:t>SD 5515</w:t>
      </w:r>
    </w:p>
    <w:p w:rsidR="00E86145" w:rsidRPr="00E86145" w:rsidRDefault="00E86145" w:rsidP="00E86145">
      <w:pPr>
        <w:pStyle w:val="LO-normal"/>
        <w:rPr>
          <w:rFonts w:ascii="Times New Roman" w:eastAsia="Arial" w:hAnsi="Times New Roman" w:cs="Times New Roman"/>
          <w:sz w:val="24"/>
        </w:rPr>
      </w:pPr>
      <w:r w:rsidRPr="00E86145">
        <w:rPr>
          <w:rFonts w:ascii="Times New Roman" w:eastAsia="Arial" w:hAnsi="Times New Roman" w:cs="Times New Roman"/>
          <w:sz w:val="24"/>
        </w:rPr>
        <w:t xml:space="preserve">V novelizačním bodě 47 se v § 29c odst. 7 částka „6 900 Kč“ nahrazuje částkou „3 000 Kč“ a částka „5 400 Kč“ se nahrazuje </w:t>
      </w:r>
      <w:proofErr w:type="gramStart"/>
      <w:r w:rsidRPr="00E86145">
        <w:rPr>
          <w:rFonts w:ascii="Times New Roman" w:eastAsia="Arial" w:hAnsi="Times New Roman" w:cs="Times New Roman"/>
          <w:sz w:val="24"/>
        </w:rPr>
        <w:t>částkou „,3 900</w:t>
      </w:r>
      <w:proofErr w:type="gramEnd"/>
      <w:r w:rsidRPr="00E86145">
        <w:rPr>
          <w:rFonts w:ascii="Times New Roman" w:eastAsia="Arial" w:hAnsi="Times New Roman" w:cs="Times New Roman"/>
          <w:sz w:val="24"/>
        </w:rPr>
        <w:t xml:space="preserve"> Kč“. </w:t>
      </w:r>
    </w:p>
    <w:p w:rsidR="00E86145" w:rsidRDefault="00E86145"/>
    <w:p w:rsidR="00E86145" w:rsidRPr="00E86145" w:rsidRDefault="00E86145">
      <w:pPr>
        <w:rPr>
          <w:i/>
        </w:rPr>
      </w:pPr>
      <w:r w:rsidRPr="00E86145">
        <w:rPr>
          <w:i/>
        </w:rPr>
        <w:t>SD 5525</w:t>
      </w:r>
    </w:p>
    <w:p w:rsidR="00DF795E" w:rsidRPr="004148D7" w:rsidRDefault="00DF795E" w:rsidP="00DF795E">
      <w:pPr>
        <w:pStyle w:val="Odstavecseseznamem"/>
        <w:numPr>
          <w:ilvl w:val="0"/>
          <w:numId w:val="15"/>
        </w:numPr>
        <w:spacing w:after="200" w:line="360" w:lineRule="auto"/>
      </w:pPr>
      <w:r w:rsidRPr="004148D7">
        <w:t xml:space="preserve">V části první čl. I se za dosavadní bod 3 vkládá nový bod, který zní: </w:t>
      </w:r>
      <w:r w:rsidRPr="004148D7">
        <w:br/>
        <w:t xml:space="preserve">„4. V § 3 se na konci písmene </w:t>
      </w:r>
      <w:proofErr w:type="spellStart"/>
      <w:r w:rsidRPr="004148D7">
        <w:t>aa</w:t>
      </w:r>
      <w:proofErr w:type="spellEnd"/>
      <w:r w:rsidRPr="004148D7">
        <w:t xml:space="preserve">) tečka nahrazuje čárkou a doplňuje se písmeno ab), které </w:t>
      </w:r>
      <w:proofErr w:type="gramStart"/>
      <w:r w:rsidRPr="004148D7">
        <w:t>zní:</w:t>
      </w:r>
      <w:r w:rsidRPr="004148D7">
        <w:br/>
        <w:t>,ab</w:t>
      </w:r>
      <w:proofErr w:type="gramEnd"/>
      <w:r w:rsidRPr="004148D7">
        <w:t>) nosnicí samice druhu kur domácí (</w:t>
      </w:r>
      <w:proofErr w:type="spellStart"/>
      <w:r w:rsidRPr="004148D7">
        <w:t>Gallus</w:t>
      </w:r>
      <w:proofErr w:type="spellEnd"/>
      <w:r w:rsidRPr="004148D7">
        <w:t xml:space="preserve"> </w:t>
      </w:r>
      <w:proofErr w:type="spellStart"/>
      <w:r w:rsidRPr="004148D7">
        <w:t>gallus</w:t>
      </w:r>
      <w:proofErr w:type="spellEnd"/>
      <w:r w:rsidRPr="004148D7">
        <w:t>), která dosáhla snáškové zralosti a je chována pro produkci vajec nezamýšlených k vylíhnutí.‘“</w:t>
      </w:r>
      <w:r w:rsidRPr="004148D7">
        <w:br/>
      </w:r>
      <w:r w:rsidRPr="004148D7">
        <w:br/>
        <w:t>Následující body se přečíslují.</w:t>
      </w:r>
    </w:p>
    <w:p w:rsidR="00DF795E" w:rsidRPr="004148D7" w:rsidRDefault="00DF795E" w:rsidP="00DF795E">
      <w:pPr>
        <w:pStyle w:val="Odstavecseseznamem"/>
        <w:ind w:left="360"/>
      </w:pPr>
    </w:p>
    <w:p w:rsidR="00DF795E" w:rsidRPr="004148D7" w:rsidRDefault="00DF795E" w:rsidP="00DF795E">
      <w:pPr>
        <w:pStyle w:val="Odstavecseseznamem"/>
        <w:numPr>
          <w:ilvl w:val="0"/>
          <w:numId w:val="15"/>
        </w:numPr>
        <w:spacing w:after="200" w:line="360" w:lineRule="auto"/>
        <w:jc w:val="both"/>
      </w:pPr>
      <w:r w:rsidRPr="004148D7">
        <w:t xml:space="preserve">V části první čl. I se za dosavadní bod 22 vkládá nový bod, který zní: </w:t>
      </w:r>
    </w:p>
    <w:p w:rsidR="00DF795E" w:rsidRPr="004148D7" w:rsidRDefault="00DF795E" w:rsidP="00DF795E">
      <w:pPr>
        <w:pStyle w:val="Odstavecseseznamem"/>
        <w:ind w:left="360"/>
        <w:jc w:val="both"/>
      </w:pPr>
      <w:r w:rsidRPr="004148D7">
        <w:t>„24. § 12c odst. 2 se zrušuje. Dosavadní odstavec 3 se označuje jako odstavec 2.“</w:t>
      </w:r>
    </w:p>
    <w:p w:rsidR="00DF795E" w:rsidRPr="004148D7" w:rsidRDefault="00DF795E" w:rsidP="00DF795E">
      <w:pPr>
        <w:pStyle w:val="Odstavecseseznamem"/>
        <w:ind w:left="360"/>
        <w:jc w:val="both"/>
      </w:pPr>
      <w:r w:rsidRPr="004148D7">
        <w:br/>
        <w:t>Následující body se přečíslují.</w:t>
      </w:r>
    </w:p>
    <w:p w:rsidR="00DF795E" w:rsidRPr="004148D7" w:rsidRDefault="00DF795E" w:rsidP="00DF795E">
      <w:pPr>
        <w:pStyle w:val="Odstavecseseznamem"/>
        <w:ind w:left="360"/>
        <w:jc w:val="both"/>
      </w:pPr>
    </w:p>
    <w:p w:rsidR="00DF795E" w:rsidRPr="004148D7" w:rsidRDefault="00DF795E" w:rsidP="00DF795E">
      <w:pPr>
        <w:pStyle w:val="Odstavecseseznamem"/>
        <w:numPr>
          <w:ilvl w:val="0"/>
          <w:numId w:val="15"/>
        </w:numPr>
        <w:spacing w:after="200" w:line="360" w:lineRule="auto"/>
        <w:jc w:val="both"/>
      </w:pPr>
      <w:r w:rsidRPr="004148D7">
        <w:t>V části první čl. I se v dosavadním bodu 23 text „§ 12c odst. 2 a “ zrušuje.</w:t>
      </w:r>
    </w:p>
    <w:p w:rsidR="00DF795E" w:rsidRPr="004148D7" w:rsidRDefault="00DF795E" w:rsidP="00DF795E">
      <w:pPr>
        <w:pStyle w:val="Odstavecseseznamem"/>
        <w:ind w:left="360"/>
        <w:jc w:val="both"/>
      </w:pPr>
    </w:p>
    <w:p w:rsidR="00DF795E" w:rsidRPr="004148D7" w:rsidRDefault="00DF795E" w:rsidP="00DF795E">
      <w:pPr>
        <w:pStyle w:val="Odstavecseseznamem"/>
        <w:numPr>
          <w:ilvl w:val="0"/>
          <w:numId w:val="15"/>
        </w:numPr>
        <w:spacing w:after="200" w:line="360" w:lineRule="auto"/>
        <w:jc w:val="both"/>
      </w:pPr>
      <w:r w:rsidRPr="004148D7">
        <w:t>V části první čl. I se za dosavadní bod 24 vkládá nový bod, který zní:</w:t>
      </w:r>
    </w:p>
    <w:p w:rsidR="00DF795E" w:rsidRPr="004148D7" w:rsidRDefault="00DF795E" w:rsidP="00DF795E">
      <w:pPr>
        <w:pStyle w:val="Odstavecseseznamem"/>
        <w:ind w:left="360"/>
        <w:jc w:val="both"/>
      </w:pPr>
      <w:r w:rsidRPr="004148D7">
        <w:t>„27. Za § 12g se vkládá nový § 12h, který včetně poznámky pod čarou č. 34) zní:</w:t>
      </w:r>
    </w:p>
    <w:p w:rsidR="00DF795E" w:rsidRPr="004148D7" w:rsidRDefault="00DF795E" w:rsidP="00DF795E">
      <w:pPr>
        <w:pStyle w:val="Odstavecseseznamem"/>
        <w:ind w:left="360"/>
        <w:jc w:val="both"/>
      </w:pPr>
      <w:r w:rsidRPr="004148D7">
        <w:t>,§ 12h Zakazuje se klecový chov nosnic, včetně chovu v obohacených klecových systémech</w:t>
      </w:r>
      <w:r w:rsidRPr="004148D7">
        <w:rPr>
          <w:vertAlign w:val="superscript"/>
        </w:rPr>
        <w:t>34)</w:t>
      </w:r>
      <w:r w:rsidRPr="004148D7">
        <w:t>.</w:t>
      </w:r>
    </w:p>
    <w:p w:rsidR="00DF795E" w:rsidRPr="004148D7" w:rsidRDefault="00DF795E" w:rsidP="00DF795E">
      <w:pPr>
        <w:pStyle w:val="Odstavecseseznamem"/>
        <w:ind w:left="360"/>
        <w:jc w:val="both"/>
      </w:pPr>
      <w:r w:rsidRPr="004148D7">
        <w:t>____________________</w:t>
      </w:r>
    </w:p>
    <w:p w:rsidR="00DF795E" w:rsidRPr="004148D7" w:rsidRDefault="00DF795E" w:rsidP="00DF795E">
      <w:pPr>
        <w:pStyle w:val="Odstavecseseznamem"/>
        <w:ind w:left="360"/>
        <w:jc w:val="both"/>
      </w:pPr>
      <w:r w:rsidRPr="004148D7">
        <w:t xml:space="preserve">34) Čl. 6 směrnice Rady 1999/74/ES ze dne 19. července 1999, </w:t>
      </w:r>
      <w:proofErr w:type="gramStart"/>
      <w:r w:rsidRPr="004148D7">
        <w:t>kterou  se</w:t>
      </w:r>
      <w:proofErr w:type="gramEnd"/>
      <w:r w:rsidRPr="004148D7">
        <w:t xml:space="preserve">  stanoví  minimální  požadavky  na  ochranu  nosnic.‘“</w:t>
      </w:r>
    </w:p>
    <w:p w:rsidR="00DF795E" w:rsidRPr="004148D7" w:rsidRDefault="00DF795E" w:rsidP="00DF795E">
      <w:pPr>
        <w:pStyle w:val="Odstavecseseznamem"/>
        <w:ind w:left="360"/>
        <w:jc w:val="both"/>
      </w:pPr>
      <w:r w:rsidRPr="004148D7">
        <w:br/>
        <w:t>Následující body se přečíslují.</w:t>
      </w:r>
    </w:p>
    <w:p w:rsidR="00DF795E" w:rsidRPr="004148D7" w:rsidRDefault="00DF795E" w:rsidP="00DF795E">
      <w:pPr>
        <w:pStyle w:val="Odstavecseseznamem"/>
        <w:ind w:left="360"/>
        <w:jc w:val="both"/>
      </w:pPr>
    </w:p>
    <w:p w:rsidR="00DF795E" w:rsidRPr="004148D7" w:rsidRDefault="00DF795E" w:rsidP="00DF795E">
      <w:pPr>
        <w:pStyle w:val="Odstavecseseznamem"/>
        <w:numPr>
          <w:ilvl w:val="0"/>
          <w:numId w:val="15"/>
        </w:numPr>
        <w:spacing w:after="200" w:line="360" w:lineRule="auto"/>
        <w:jc w:val="both"/>
      </w:pPr>
      <w:r w:rsidRPr="004148D7">
        <w:t xml:space="preserve">V části první čl. I se za dosavadní bod 101 vkládají nové body, které zní: </w:t>
      </w:r>
    </w:p>
    <w:p w:rsidR="00DF795E" w:rsidRPr="004148D7" w:rsidRDefault="00DF795E" w:rsidP="00DF795E">
      <w:pPr>
        <w:pStyle w:val="Odstavecseseznamem"/>
        <w:ind w:left="360"/>
        <w:jc w:val="both"/>
      </w:pPr>
      <w:r w:rsidRPr="004148D7">
        <w:t xml:space="preserve">„105. V § 27 odst. 3 písm. h) se </w:t>
      </w:r>
      <w:proofErr w:type="gramStart"/>
      <w:r w:rsidRPr="004148D7">
        <w:t>text ,§ 12c</w:t>
      </w:r>
      <w:proofErr w:type="gramEnd"/>
      <w:r w:rsidRPr="004148D7">
        <w:t xml:space="preserve"> odst. 3 nahrazuje textem ,§ 12c odst. 2.</w:t>
      </w:r>
    </w:p>
    <w:p w:rsidR="00DF795E" w:rsidRPr="004148D7" w:rsidRDefault="00DF795E" w:rsidP="00DF795E">
      <w:pPr>
        <w:pStyle w:val="Odstavecseseznamem"/>
        <w:ind w:left="360"/>
        <w:jc w:val="both"/>
      </w:pPr>
      <w:r w:rsidRPr="004148D7">
        <w:t>106. V § 27 odst. 3 se za písmeno h) vkládá nové písmeno i), které zní:</w:t>
      </w:r>
    </w:p>
    <w:p w:rsidR="00DF795E" w:rsidRPr="004148D7" w:rsidRDefault="00DF795E" w:rsidP="00DF795E">
      <w:pPr>
        <w:pStyle w:val="Odstavecseseznamem"/>
        <w:ind w:left="360"/>
        <w:jc w:val="both"/>
      </w:pPr>
      <w:r w:rsidRPr="004148D7">
        <w:t>,i)</w:t>
      </w:r>
      <w:r w:rsidRPr="004148D7">
        <w:tab/>
        <w:t xml:space="preserve">v rozporu s § 12h chová nosnice v klecovém </w:t>
      </w:r>
      <w:proofErr w:type="gramStart"/>
      <w:r w:rsidRPr="004148D7">
        <w:t>chovu,.¨</w:t>
      </w:r>
      <w:proofErr w:type="gramEnd"/>
    </w:p>
    <w:p w:rsidR="00DF795E" w:rsidRPr="004148D7" w:rsidRDefault="00DF795E" w:rsidP="00DF795E">
      <w:pPr>
        <w:pStyle w:val="Odstavecseseznamem"/>
        <w:ind w:left="360"/>
        <w:jc w:val="both"/>
      </w:pPr>
    </w:p>
    <w:p w:rsidR="00DF795E" w:rsidRPr="004148D7" w:rsidRDefault="00DF795E" w:rsidP="00DF795E">
      <w:pPr>
        <w:pStyle w:val="Odstavecseseznamem"/>
        <w:ind w:left="360"/>
        <w:jc w:val="both"/>
      </w:pPr>
      <w:r w:rsidRPr="004148D7">
        <w:t>Dosavadní písmena i) až l) se označují jako písmena j) až m).</w:t>
      </w:r>
    </w:p>
    <w:p w:rsidR="00DF795E" w:rsidRPr="004148D7" w:rsidRDefault="00DF795E" w:rsidP="00DF795E">
      <w:pPr>
        <w:pStyle w:val="Odstavecseseznamem"/>
        <w:ind w:left="360"/>
        <w:jc w:val="both"/>
      </w:pPr>
    </w:p>
    <w:p w:rsidR="00DF795E" w:rsidRPr="004148D7" w:rsidRDefault="00DF795E" w:rsidP="00DF795E">
      <w:pPr>
        <w:pStyle w:val="Odstavecseseznamem"/>
        <w:ind w:left="360"/>
        <w:jc w:val="both"/>
      </w:pPr>
      <w:r w:rsidRPr="004148D7">
        <w:t>Následující body se přečíslují.</w:t>
      </w:r>
    </w:p>
    <w:p w:rsidR="00DF795E" w:rsidRPr="004148D7" w:rsidRDefault="00DF795E" w:rsidP="00DF795E">
      <w:pPr>
        <w:pStyle w:val="Odstavecseseznamem"/>
        <w:ind w:left="360"/>
        <w:jc w:val="both"/>
      </w:pPr>
    </w:p>
    <w:p w:rsidR="00DF795E" w:rsidRPr="004148D7" w:rsidRDefault="00DF795E" w:rsidP="00DF795E">
      <w:pPr>
        <w:pStyle w:val="Odstavecseseznamem"/>
        <w:numPr>
          <w:ilvl w:val="0"/>
          <w:numId w:val="15"/>
        </w:numPr>
        <w:spacing w:after="200" w:line="360" w:lineRule="auto"/>
        <w:jc w:val="both"/>
      </w:pPr>
      <w:r w:rsidRPr="004148D7">
        <w:t xml:space="preserve">V části první čl. I se za dosavadní bod 106 vkládají nové body, které zní: </w:t>
      </w:r>
    </w:p>
    <w:p w:rsidR="00DF795E" w:rsidRPr="004148D7" w:rsidRDefault="00DF795E" w:rsidP="00DF795E">
      <w:pPr>
        <w:pStyle w:val="Odstavecseseznamem"/>
        <w:ind w:left="360"/>
      </w:pPr>
      <w:r w:rsidRPr="004148D7">
        <w:t xml:space="preserve">„112. V § 27 odst. 12 písm. b) se </w:t>
      </w:r>
      <w:proofErr w:type="gramStart"/>
      <w:r w:rsidRPr="004148D7">
        <w:t>text  ,podle</w:t>
      </w:r>
      <w:proofErr w:type="gramEnd"/>
      <w:r w:rsidRPr="004148D7">
        <w:t xml:space="preserve"> odstavce 3 písm. g) až i) nahrazuje textem ,podle odstavce 3 písm. g) až j)‘.</w:t>
      </w:r>
      <w:r w:rsidRPr="004148D7">
        <w:br/>
        <w:t xml:space="preserve">113. V § 27 odst. 12 písm. c) se </w:t>
      </w:r>
      <w:proofErr w:type="gramStart"/>
      <w:r w:rsidRPr="004148D7">
        <w:t>text  „ j), k) nebo</w:t>
      </w:r>
      <w:proofErr w:type="gramEnd"/>
      <w:r w:rsidRPr="004148D7">
        <w:t xml:space="preserve"> l)” nahrazuje textem „k), l) nebo m)“.“</w:t>
      </w:r>
    </w:p>
    <w:p w:rsidR="00DF795E" w:rsidRPr="004148D7" w:rsidRDefault="00DF795E" w:rsidP="00DF795E">
      <w:pPr>
        <w:pStyle w:val="Odstavecseseznamem"/>
        <w:ind w:left="360"/>
        <w:jc w:val="both"/>
      </w:pPr>
    </w:p>
    <w:p w:rsidR="00DF795E" w:rsidRPr="004148D7" w:rsidRDefault="00DF795E" w:rsidP="00DF795E">
      <w:pPr>
        <w:pStyle w:val="Odstavecseseznamem"/>
        <w:ind w:left="360"/>
        <w:jc w:val="both"/>
      </w:pPr>
      <w:r w:rsidRPr="004148D7">
        <w:t>Následující body se přečíslují.</w:t>
      </w:r>
    </w:p>
    <w:p w:rsidR="00DF795E" w:rsidRPr="004148D7" w:rsidRDefault="00DF795E" w:rsidP="00DF795E">
      <w:pPr>
        <w:pStyle w:val="Odstavecseseznamem"/>
        <w:ind w:left="360"/>
        <w:jc w:val="both"/>
      </w:pPr>
    </w:p>
    <w:p w:rsidR="00DF795E" w:rsidRPr="004148D7" w:rsidRDefault="00DF795E" w:rsidP="00DF795E">
      <w:pPr>
        <w:pStyle w:val="Odstavecseseznamem"/>
        <w:numPr>
          <w:ilvl w:val="0"/>
          <w:numId w:val="15"/>
        </w:numPr>
        <w:spacing w:after="200" w:line="360" w:lineRule="auto"/>
        <w:jc w:val="both"/>
      </w:pPr>
      <w:r w:rsidRPr="004148D7">
        <w:t xml:space="preserve">V části první čl. I se za dosavadní bod 113 vkládají nové body, které zní: </w:t>
      </w:r>
    </w:p>
    <w:p w:rsidR="00DF795E" w:rsidRPr="004148D7" w:rsidRDefault="00DF795E" w:rsidP="00DF795E">
      <w:pPr>
        <w:pStyle w:val="Odstavecseseznamem"/>
        <w:ind w:left="360"/>
        <w:jc w:val="both"/>
      </w:pPr>
      <w:r w:rsidRPr="004148D7">
        <w:t xml:space="preserve">„121. V § 27a odst. 4 písm. h) se </w:t>
      </w:r>
      <w:proofErr w:type="gramStart"/>
      <w:r w:rsidRPr="004148D7">
        <w:t>text ,§ 12c</w:t>
      </w:r>
      <w:proofErr w:type="gramEnd"/>
      <w:r w:rsidRPr="004148D7">
        <w:t xml:space="preserve"> odst. 3‘ nahrazuje textem ,§ 12c odst. 2’.</w:t>
      </w:r>
    </w:p>
    <w:p w:rsidR="00DF795E" w:rsidRPr="004148D7" w:rsidRDefault="00DF795E" w:rsidP="00DF795E">
      <w:pPr>
        <w:pStyle w:val="Odstavecseseznamem"/>
        <w:ind w:left="360"/>
        <w:jc w:val="both"/>
      </w:pPr>
      <w:r w:rsidRPr="004148D7">
        <w:t>122. V § 27a odst. 4 se za písmeno h) vkládá nové písmeno i), které zní:</w:t>
      </w:r>
    </w:p>
    <w:p w:rsidR="00DF795E" w:rsidRPr="004148D7" w:rsidRDefault="00DF795E" w:rsidP="00DF795E">
      <w:pPr>
        <w:pStyle w:val="Odstavecseseznamem"/>
        <w:ind w:left="360"/>
        <w:jc w:val="both"/>
      </w:pPr>
      <w:r w:rsidRPr="004148D7">
        <w:t>,i)</w:t>
      </w:r>
      <w:r w:rsidRPr="004148D7">
        <w:tab/>
        <w:t>v rozporu s § 12h chová nosnice v klecovém chovu,‘.</w:t>
      </w:r>
    </w:p>
    <w:p w:rsidR="00DF795E" w:rsidRPr="004148D7" w:rsidRDefault="00DF795E" w:rsidP="00DF795E">
      <w:pPr>
        <w:pStyle w:val="Odstavecseseznamem"/>
        <w:ind w:left="360"/>
        <w:jc w:val="both"/>
      </w:pPr>
    </w:p>
    <w:p w:rsidR="00DF795E" w:rsidRPr="004148D7" w:rsidRDefault="00DF795E" w:rsidP="00DF795E">
      <w:pPr>
        <w:pStyle w:val="Odstavecseseznamem"/>
        <w:ind w:left="360"/>
        <w:jc w:val="both"/>
      </w:pPr>
      <w:r w:rsidRPr="004148D7">
        <w:t>Dosavadní písmena i) až l) se označují jako písmena j) až m).</w:t>
      </w:r>
    </w:p>
    <w:p w:rsidR="00DF795E" w:rsidRPr="004148D7" w:rsidRDefault="00DF795E" w:rsidP="00DF795E">
      <w:pPr>
        <w:pStyle w:val="Odstavecseseznamem"/>
        <w:ind w:left="360"/>
        <w:jc w:val="both"/>
      </w:pPr>
    </w:p>
    <w:p w:rsidR="00DF795E" w:rsidRPr="004148D7" w:rsidRDefault="00DF795E" w:rsidP="00DF795E">
      <w:pPr>
        <w:pStyle w:val="Odstavecseseznamem"/>
        <w:ind w:left="360"/>
        <w:jc w:val="both"/>
      </w:pPr>
      <w:r w:rsidRPr="004148D7">
        <w:t>Následující body se přečíslují.</w:t>
      </w:r>
    </w:p>
    <w:p w:rsidR="00DF795E" w:rsidRPr="004148D7" w:rsidRDefault="00DF795E" w:rsidP="00DF795E">
      <w:pPr>
        <w:pStyle w:val="Odstavecseseznamem"/>
        <w:ind w:left="360"/>
        <w:jc w:val="both"/>
      </w:pPr>
    </w:p>
    <w:p w:rsidR="00DF795E" w:rsidRPr="004148D7" w:rsidRDefault="00DF795E" w:rsidP="00DF795E">
      <w:pPr>
        <w:pStyle w:val="Odstavecseseznamem"/>
        <w:numPr>
          <w:ilvl w:val="0"/>
          <w:numId w:val="15"/>
        </w:numPr>
        <w:spacing w:after="200" w:line="360" w:lineRule="auto"/>
        <w:jc w:val="both"/>
      </w:pPr>
      <w:r w:rsidRPr="004148D7">
        <w:t xml:space="preserve">V části první čl. I se za dosavadní bod 128 vkládají nové body, které zní: </w:t>
      </w:r>
    </w:p>
    <w:p w:rsidR="00DF795E" w:rsidRPr="004148D7" w:rsidRDefault="00DF795E" w:rsidP="00DF795E">
      <w:pPr>
        <w:pStyle w:val="Odstavecseseznamem"/>
        <w:ind w:left="360"/>
        <w:jc w:val="both"/>
      </w:pPr>
      <w:r w:rsidRPr="004148D7">
        <w:t xml:space="preserve">„138. V § 27a se v odst. 20 písm. b) </w:t>
      </w:r>
      <w:proofErr w:type="gramStart"/>
      <w:r w:rsidRPr="004148D7">
        <w:t>text ,podle</w:t>
      </w:r>
      <w:proofErr w:type="gramEnd"/>
      <w:r w:rsidRPr="004148D7">
        <w:t xml:space="preserve"> odstavce 4 písm. g) až i)‘ nahrazuje textem ,podle odstavce 4 písm. g) až j)‘.</w:t>
      </w:r>
    </w:p>
    <w:p w:rsidR="00DF795E" w:rsidRPr="004148D7" w:rsidRDefault="00DF795E" w:rsidP="00DF795E">
      <w:pPr>
        <w:pStyle w:val="Odstavecseseznamem"/>
        <w:ind w:left="360"/>
        <w:jc w:val="both"/>
      </w:pPr>
      <w:r w:rsidRPr="004148D7">
        <w:t xml:space="preserve">139. V § 27a se v odst. 20 písm. c) </w:t>
      </w:r>
      <w:proofErr w:type="gramStart"/>
      <w:r w:rsidRPr="004148D7">
        <w:t>text  „ j), k) nebo</w:t>
      </w:r>
      <w:proofErr w:type="gramEnd"/>
      <w:r w:rsidRPr="004148D7">
        <w:t xml:space="preserve"> l)” nahrazuje textem “k), l) nebo m)“.“</w:t>
      </w:r>
    </w:p>
    <w:p w:rsidR="00DF795E" w:rsidRPr="004148D7" w:rsidRDefault="00DF795E" w:rsidP="00DF795E">
      <w:pPr>
        <w:pStyle w:val="Odstavecseseznamem"/>
        <w:ind w:left="360"/>
        <w:jc w:val="both"/>
      </w:pPr>
    </w:p>
    <w:p w:rsidR="00DF795E" w:rsidRPr="004148D7" w:rsidRDefault="00DF795E" w:rsidP="00DF795E">
      <w:pPr>
        <w:pStyle w:val="Odstavecseseznamem"/>
        <w:ind w:left="360"/>
        <w:jc w:val="both"/>
      </w:pPr>
      <w:r w:rsidRPr="004148D7">
        <w:t>Následující body se přečíslují.</w:t>
      </w:r>
    </w:p>
    <w:p w:rsidR="00DF795E" w:rsidRPr="004148D7" w:rsidRDefault="00DF795E" w:rsidP="00DF795E">
      <w:pPr>
        <w:pStyle w:val="Odstavecseseznamem"/>
        <w:ind w:left="360"/>
        <w:jc w:val="both"/>
      </w:pPr>
    </w:p>
    <w:p w:rsidR="00DF795E" w:rsidRPr="004148D7" w:rsidRDefault="00DF795E" w:rsidP="00DF795E">
      <w:pPr>
        <w:pStyle w:val="Odstavecseseznamem"/>
        <w:numPr>
          <w:ilvl w:val="0"/>
          <w:numId w:val="15"/>
        </w:numPr>
        <w:spacing w:after="200" w:line="360" w:lineRule="auto"/>
        <w:jc w:val="both"/>
      </w:pPr>
      <w:r w:rsidRPr="004148D7">
        <w:t>V části první čl. I se v dosavadním bodu 147 za text „„§ 7a odst. 9““ vkládá text: „, text „§ 12c odst. 3“ se nahrazuje textem „§ 12c odst. 2””.</w:t>
      </w:r>
    </w:p>
    <w:p w:rsidR="00DF795E" w:rsidRPr="004148D7" w:rsidRDefault="00DF795E" w:rsidP="00DF795E">
      <w:pPr>
        <w:pStyle w:val="Odstavecseseznamem"/>
        <w:ind w:left="360"/>
        <w:jc w:val="both"/>
      </w:pPr>
    </w:p>
    <w:p w:rsidR="00DF795E" w:rsidRPr="004148D7" w:rsidRDefault="00DF795E" w:rsidP="00DF795E">
      <w:pPr>
        <w:pStyle w:val="Odstavecseseznamem"/>
        <w:numPr>
          <w:ilvl w:val="0"/>
          <w:numId w:val="15"/>
        </w:numPr>
        <w:spacing w:after="200" w:line="360" w:lineRule="auto"/>
        <w:jc w:val="both"/>
      </w:pPr>
      <w:r w:rsidRPr="004148D7">
        <w:t xml:space="preserve">V části třetí čl. VI se na konci písmene b) slovo „a“ zrušuje a na konci písmene c) tečka nahrazuje </w:t>
      </w:r>
      <w:proofErr w:type="gramStart"/>
      <w:r w:rsidRPr="004148D7">
        <w:t>slovem „ , a“ a doplňuje</w:t>
      </w:r>
      <w:proofErr w:type="gramEnd"/>
      <w:r w:rsidRPr="004148D7">
        <w:t xml:space="preserve"> se písmeno d), které zní:</w:t>
      </w:r>
    </w:p>
    <w:p w:rsidR="00DF795E" w:rsidRPr="004148D7" w:rsidRDefault="00DF795E" w:rsidP="00DF795E">
      <w:pPr>
        <w:pStyle w:val="Odstavecseseznamem"/>
        <w:ind w:left="360"/>
        <w:jc w:val="both"/>
      </w:pPr>
      <w:r w:rsidRPr="004148D7">
        <w:t xml:space="preserve">„d) bodů 27, 106, 112, 113, 122, 138 a 139, které nabývají účinnosti dnem 1. ledna 2027.“ </w:t>
      </w:r>
    </w:p>
    <w:p w:rsidR="000C6893" w:rsidRDefault="000C6893"/>
    <w:p w:rsidR="00E86145" w:rsidRDefault="00E86145"/>
    <w:p w:rsidR="000C6893" w:rsidRDefault="004D2CF0" w:rsidP="004D2CF0">
      <w:pPr>
        <w:pStyle w:val="PNposlanec"/>
      </w:pPr>
      <w:r>
        <w:t xml:space="preserve">Poslanec František </w:t>
      </w:r>
      <w:proofErr w:type="spellStart"/>
      <w:r>
        <w:t>Elfmark</w:t>
      </w:r>
      <w:proofErr w:type="spellEnd"/>
    </w:p>
    <w:p w:rsidR="000C6893" w:rsidRPr="00DF795E" w:rsidRDefault="00DF795E">
      <w:pPr>
        <w:rPr>
          <w:i/>
        </w:rPr>
      </w:pPr>
      <w:r w:rsidRPr="00DF795E">
        <w:rPr>
          <w:i/>
        </w:rPr>
        <w:t>SD 5118</w:t>
      </w:r>
    </w:p>
    <w:p w:rsidR="00DF795E" w:rsidRPr="00DF795E" w:rsidRDefault="00DF795E" w:rsidP="00DF795E">
      <w:pPr>
        <w:pBdr>
          <w:top w:val="nil"/>
          <w:left w:val="nil"/>
          <w:bottom w:val="nil"/>
          <w:right w:val="nil"/>
          <w:between w:val="nil"/>
        </w:pBdr>
        <w:jc w:val="both"/>
        <w:rPr>
          <w:rFonts w:eastAsia="Arial" w:cs="Times New Roman"/>
          <w:color w:val="000000"/>
        </w:rPr>
      </w:pPr>
    </w:p>
    <w:p w:rsidR="00DF795E" w:rsidRPr="00DF795E" w:rsidRDefault="00DF795E" w:rsidP="00C23FCC">
      <w:pPr>
        <w:widowControl/>
        <w:numPr>
          <w:ilvl w:val="0"/>
          <w:numId w:val="16"/>
        </w:numPr>
        <w:pBdr>
          <w:top w:val="nil"/>
          <w:left w:val="nil"/>
          <w:bottom w:val="nil"/>
          <w:right w:val="nil"/>
          <w:between w:val="nil"/>
        </w:pBdr>
        <w:suppressAutoHyphens w:val="0"/>
        <w:ind w:hanging="720"/>
        <w:jc w:val="both"/>
        <w:rPr>
          <w:rFonts w:eastAsia="Arial" w:cs="Times New Roman"/>
          <w:b/>
          <w:color w:val="000000"/>
        </w:rPr>
      </w:pPr>
      <w:r w:rsidRPr="00DF795E">
        <w:rPr>
          <w:rFonts w:eastAsia="Arial" w:cs="Times New Roman"/>
          <w:b/>
        </w:rPr>
        <w:t>V části první, čl. I se novelizační bod 8 zrušuje.</w:t>
      </w:r>
    </w:p>
    <w:p w:rsidR="00DF795E" w:rsidRPr="00DF795E" w:rsidRDefault="00DF795E" w:rsidP="00DF795E">
      <w:pPr>
        <w:pBdr>
          <w:top w:val="nil"/>
          <w:left w:val="nil"/>
          <w:bottom w:val="nil"/>
          <w:right w:val="nil"/>
          <w:between w:val="nil"/>
        </w:pBdr>
        <w:jc w:val="both"/>
        <w:rPr>
          <w:rFonts w:eastAsia="Arial" w:cs="Times New Roman"/>
          <w:b/>
        </w:rPr>
      </w:pPr>
    </w:p>
    <w:p w:rsidR="00DF795E" w:rsidRPr="00DF795E" w:rsidRDefault="00DF795E" w:rsidP="00DF795E">
      <w:pPr>
        <w:pBdr>
          <w:top w:val="nil"/>
          <w:left w:val="nil"/>
          <w:bottom w:val="nil"/>
          <w:right w:val="nil"/>
          <w:between w:val="nil"/>
        </w:pBdr>
        <w:jc w:val="both"/>
        <w:rPr>
          <w:rFonts w:eastAsia="Arial" w:cs="Times New Roman"/>
        </w:rPr>
      </w:pPr>
      <w:r w:rsidRPr="00DF795E">
        <w:rPr>
          <w:rFonts w:eastAsia="Arial" w:cs="Times New Roman"/>
        </w:rPr>
        <w:t>Následující novelizační body se přečíslují.</w:t>
      </w:r>
    </w:p>
    <w:p w:rsidR="00DF795E" w:rsidRPr="00DF795E" w:rsidRDefault="00DF795E" w:rsidP="00DF795E">
      <w:pPr>
        <w:pBdr>
          <w:top w:val="nil"/>
          <w:left w:val="nil"/>
          <w:bottom w:val="nil"/>
          <w:right w:val="nil"/>
          <w:between w:val="nil"/>
        </w:pBdr>
        <w:ind w:left="720"/>
        <w:jc w:val="both"/>
        <w:rPr>
          <w:rFonts w:eastAsia="Arial" w:cs="Times New Roman"/>
          <w:b/>
        </w:rPr>
      </w:pPr>
    </w:p>
    <w:p w:rsidR="00DF795E" w:rsidRPr="00DF795E" w:rsidRDefault="00DF795E" w:rsidP="00C23FCC">
      <w:pPr>
        <w:widowControl/>
        <w:numPr>
          <w:ilvl w:val="0"/>
          <w:numId w:val="16"/>
        </w:numPr>
        <w:pBdr>
          <w:top w:val="nil"/>
          <w:left w:val="nil"/>
          <w:bottom w:val="nil"/>
          <w:right w:val="nil"/>
          <w:between w:val="nil"/>
        </w:pBdr>
        <w:suppressAutoHyphens w:val="0"/>
        <w:ind w:hanging="720"/>
        <w:jc w:val="both"/>
        <w:rPr>
          <w:rFonts w:eastAsia="Arial" w:cs="Times New Roman"/>
          <w:b/>
        </w:rPr>
      </w:pPr>
      <w:r w:rsidRPr="00DF795E">
        <w:rPr>
          <w:rFonts w:eastAsia="Arial" w:cs="Times New Roman"/>
          <w:b/>
        </w:rPr>
        <w:t>V části první, čl. I novelizační bod 84 (původně 85) zní:</w:t>
      </w:r>
    </w:p>
    <w:p w:rsidR="00DF795E" w:rsidRPr="00DF795E" w:rsidRDefault="00DF795E" w:rsidP="00DF795E">
      <w:pPr>
        <w:pBdr>
          <w:top w:val="nil"/>
          <w:left w:val="nil"/>
          <w:bottom w:val="nil"/>
          <w:right w:val="nil"/>
          <w:between w:val="nil"/>
        </w:pBdr>
        <w:jc w:val="both"/>
        <w:rPr>
          <w:rFonts w:eastAsia="Arial" w:cs="Times New Roman"/>
        </w:rPr>
      </w:pPr>
    </w:p>
    <w:p w:rsidR="00DF795E" w:rsidRPr="00DF795E" w:rsidRDefault="00DF795E" w:rsidP="00DF795E">
      <w:pPr>
        <w:pBdr>
          <w:top w:val="nil"/>
          <w:left w:val="nil"/>
          <w:bottom w:val="nil"/>
          <w:right w:val="nil"/>
          <w:between w:val="nil"/>
        </w:pBdr>
        <w:jc w:val="both"/>
        <w:rPr>
          <w:rFonts w:eastAsia="Arial" w:cs="Times New Roman"/>
        </w:rPr>
      </w:pPr>
      <w:r w:rsidRPr="00DF795E">
        <w:rPr>
          <w:rFonts w:eastAsia="Arial" w:cs="Times New Roman"/>
        </w:rPr>
        <w:t>„84. V § 24a se doplňuje odstavec 4, který zní:</w:t>
      </w:r>
    </w:p>
    <w:p w:rsidR="00DF795E" w:rsidRPr="00DF795E" w:rsidRDefault="00DF795E" w:rsidP="00DF795E">
      <w:pPr>
        <w:pBdr>
          <w:top w:val="nil"/>
          <w:left w:val="nil"/>
          <w:bottom w:val="nil"/>
          <w:right w:val="nil"/>
          <w:between w:val="nil"/>
        </w:pBdr>
        <w:jc w:val="both"/>
        <w:rPr>
          <w:rFonts w:eastAsia="Arial" w:cs="Times New Roman"/>
        </w:rPr>
      </w:pPr>
    </w:p>
    <w:p w:rsidR="00DF795E" w:rsidRPr="00DF795E" w:rsidRDefault="00DF795E" w:rsidP="00DF795E">
      <w:pPr>
        <w:pBdr>
          <w:top w:val="nil"/>
          <w:left w:val="nil"/>
          <w:bottom w:val="nil"/>
          <w:right w:val="nil"/>
          <w:between w:val="nil"/>
        </w:pBdr>
        <w:jc w:val="both"/>
        <w:rPr>
          <w:rFonts w:eastAsia="Arial" w:cs="Times New Roman"/>
        </w:rPr>
      </w:pPr>
      <w:r w:rsidRPr="00DF795E">
        <w:rPr>
          <w:rFonts w:eastAsia="Arial" w:cs="Times New Roman"/>
        </w:rPr>
        <w:t xml:space="preserve">    „(4) Odborné vyjádření podle odstavce 3 se nevyžaduje v řízení o přestupku spočívajícím v porušení</w:t>
      </w:r>
    </w:p>
    <w:p w:rsidR="00DF795E" w:rsidRPr="00DF795E" w:rsidRDefault="00DF795E" w:rsidP="00DF795E">
      <w:pPr>
        <w:pBdr>
          <w:top w:val="nil"/>
          <w:left w:val="nil"/>
          <w:bottom w:val="nil"/>
          <w:right w:val="nil"/>
          <w:between w:val="nil"/>
        </w:pBdr>
        <w:jc w:val="both"/>
        <w:rPr>
          <w:rFonts w:eastAsia="Arial" w:cs="Times New Roman"/>
        </w:rPr>
      </w:pPr>
      <w:r w:rsidRPr="00DF795E">
        <w:rPr>
          <w:rFonts w:eastAsia="Arial" w:cs="Times New Roman"/>
        </w:rPr>
        <w:t xml:space="preserve">    a)</w:t>
      </w:r>
      <w:r w:rsidRPr="00DF795E">
        <w:rPr>
          <w:rFonts w:eastAsia="Arial" w:cs="Times New Roman"/>
        </w:rPr>
        <w:tab/>
        <w:t>zákazu opustit zvíře podle § 4 odst. 1 písm. s),</w:t>
      </w:r>
    </w:p>
    <w:p w:rsidR="00DF795E" w:rsidRPr="00DF795E" w:rsidRDefault="00DF795E" w:rsidP="00DF795E">
      <w:pPr>
        <w:pBdr>
          <w:top w:val="nil"/>
          <w:left w:val="nil"/>
          <w:bottom w:val="nil"/>
          <w:right w:val="nil"/>
          <w:between w:val="nil"/>
        </w:pBdr>
        <w:jc w:val="both"/>
        <w:rPr>
          <w:rFonts w:eastAsia="Arial" w:cs="Times New Roman"/>
        </w:rPr>
      </w:pPr>
      <w:r w:rsidRPr="00DF795E">
        <w:rPr>
          <w:rFonts w:eastAsia="Arial" w:cs="Times New Roman"/>
        </w:rPr>
        <w:t xml:space="preserve">    b)</w:t>
      </w:r>
      <w:r w:rsidRPr="00DF795E">
        <w:rPr>
          <w:rFonts w:eastAsia="Arial" w:cs="Times New Roman"/>
        </w:rPr>
        <w:tab/>
        <w:t>povinností pořadatele podle § 8 odst. 3, nebo</w:t>
      </w:r>
    </w:p>
    <w:p w:rsidR="00DF795E" w:rsidRPr="00DF795E" w:rsidRDefault="00DF795E" w:rsidP="00DF795E">
      <w:pPr>
        <w:pBdr>
          <w:top w:val="nil"/>
          <w:left w:val="nil"/>
          <w:bottom w:val="nil"/>
          <w:right w:val="nil"/>
          <w:between w:val="nil"/>
        </w:pBdr>
        <w:jc w:val="both"/>
        <w:rPr>
          <w:rFonts w:eastAsia="Arial" w:cs="Times New Roman"/>
        </w:rPr>
      </w:pPr>
      <w:r w:rsidRPr="00DF795E">
        <w:rPr>
          <w:rFonts w:eastAsia="Arial" w:cs="Times New Roman"/>
        </w:rPr>
        <w:t xml:space="preserve">    c)</w:t>
      </w:r>
      <w:r w:rsidRPr="00DF795E">
        <w:rPr>
          <w:rFonts w:eastAsia="Arial" w:cs="Times New Roman"/>
        </w:rPr>
        <w:tab/>
        <w:t>povinnosti učinit opatření proti úniku zvířete.“.“.</w:t>
      </w:r>
    </w:p>
    <w:p w:rsidR="00DF795E" w:rsidRPr="00DF795E" w:rsidRDefault="00DF795E" w:rsidP="00DF795E">
      <w:pPr>
        <w:pBdr>
          <w:top w:val="nil"/>
          <w:left w:val="nil"/>
          <w:bottom w:val="nil"/>
          <w:right w:val="nil"/>
          <w:between w:val="nil"/>
        </w:pBdr>
        <w:jc w:val="both"/>
        <w:rPr>
          <w:rFonts w:eastAsia="Arial" w:cs="Times New Roman"/>
        </w:rPr>
      </w:pPr>
    </w:p>
    <w:p w:rsidR="00DF795E" w:rsidRPr="00DF795E" w:rsidRDefault="00DF795E" w:rsidP="00DF795E">
      <w:pPr>
        <w:pBdr>
          <w:top w:val="nil"/>
          <w:left w:val="nil"/>
          <w:bottom w:val="nil"/>
          <w:right w:val="nil"/>
          <w:between w:val="nil"/>
        </w:pBdr>
        <w:jc w:val="both"/>
        <w:rPr>
          <w:rFonts w:eastAsia="Arial" w:cs="Times New Roman"/>
          <w:b/>
        </w:rPr>
      </w:pPr>
      <w:r w:rsidRPr="00DF795E">
        <w:rPr>
          <w:rFonts w:eastAsia="Arial" w:cs="Times New Roman"/>
          <w:b/>
        </w:rPr>
        <w:t xml:space="preserve">3. </w:t>
      </w:r>
      <w:r w:rsidR="00C23FCC">
        <w:rPr>
          <w:rFonts w:eastAsia="Arial" w:cs="Times New Roman"/>
          <w:b/>
        </w:rPr>
        <w:tab/>
      </w:r>
      <w:r w:rsidRPr="00DF795E">
        <w:rPr>
          <w:rFonts w:eastAsia="Arial" w:cs="Times New Roman"/>
          <w:b/>
        </w:rPr>
        <w:t>V části první, čl. I novelizační bod 100 (původně 101) zní:</w:t>
      </w:r>
    </w:p>
    <w:p w:rsidR="00DF795E" w:rsidRPr="00DF795E" w:rsidRDefault="00DF795E" w:rsidP="00DF795E">
      <w:pPr>
        <w:pBdr>
          <w:top w:val="nil"/>
          <w:left w:val="nil"/>
          <w:bottom w:val="nil"/>
          <w:right w:val="nil"/>
          <w:between w:val="nil"/>
        </w:pBdr>
        <w:jc w:val="both"/>
        <w:rPr>
          <w:rFonts w:eastAsia="Arial" w:cs="Times New Roman"/>
        </w:rPr>
      </w:pPr>
    </w:p>
    <w:p w:rsidR="00DF795E" w:rsidRPr="00DF795E" w:rsidRDefault="00DF795E" w:rsidP="00DF795E">
      <w:pPr>
        <w:pBdr>
          <w:top w:val="nil"/>
          <w:left w:val="nil"/>
          <w:bottom w:val="nil"/>
          <w:right w:val="nil"/>
          <w:between w:val="nil"/>
        </w:pBdr>
        <w:jc w:val="both"/>
        <w:rPr>
          <w:rFonts w:eastAsia="Arial" w:cs="Times New Roman"/>
        </w:rPr>
      </w:pPr>
      <w:r w:rsidRPr="00DF795E">
        <w:rPr>
          <w:rFonts w:eastAsia="Arial" w:cs="Times New Roman"/>
        </w:rPr>
        <w:t>„100. V § 27 odstavec 2 zní:</w:t>
      </w:r>
    </w:p>
    <w:p w:rsidR="00DF795E" w:rsidRPr="00DF795E" w:rsidRDefault="00DF795E" w:rsidP="00DF795E">
      <w:pPr>
        <w:pBdr>
          <w:top w:val="nil"/>
          <w:left w:val="nil"/>
          <w:bottom w:val="nil"/>
          <w:right w:val="nil"/>
          <w:between w:val="nil"/>
        </w:pBdr>
        <w:jc w:val="both"/>
        <w:rPr>
          <w:rFonts w:eastAsia="Arial" w:cs="Times New Roman"/>
        </w:rPr>
      </w:pPr>
    </w:p>
    <w:p w:rsidR="00DF795E" w:rsidRPr="00DF795E" w:rsidRDefault="00DF795E" w:rsidP="00DF795E">
      <w:pPr>
        <w:pBdr>
          <w:top w:val="nil"/>
          <w:left w:val="nil"/>
          <w:bottom w:val="nil"/>
          <w:right w:val="nil"/>
          <w:between w:val="nil"/>
        </w:pBdr>
        <w:jc w:val="both"/>
        <w:rPr>
          <w:rFonts w:eastAsia="Arial" w:cs="Times New Roman"/>
        </w:rPr>
      </w:pPr>
      <w:r w:rsidRPr="00DF795E">
        <w:rPr>
          <w:rFonts w:eastAsia="Arial" w:cs="Times New Roman"/>
        </w:rPr>
        <w:t xml:space="preserve">„(2) Fyzická osoba se jako chovatel dopustí přestupku tím, že </w:t>
      </w:r>
    </w:p>
    <w:p w:rsidR="00DF795E" w:rsidRPr="00DF795E" w:rsidRDefault="00DF795E" w:rsidP="00DF795E">
      <w:pPr>
        <w:pBdr>
          <w:top w:val="nil"/>
          <w:left w:val="nil"/>
          <w:bottom w:val="nil"/>
          <w:right w:val="nil"/>
          <w:between w:val="nil"/>
        </w:pBdr>
        <w:jc w:val="both"/>
        <w:rPr>
          <w:rFonts w:eastAsia="Arial" w:cs="Times New Roman"/>
        </w:rPr>
      </w:pPr>
      <w:r w:rsidRPr="00DF795E">
        <w:rPr>
          <w:rFonts w:eastAsia="Arial" w:cs="Times New Roman"/>
        </w:rPr>
        <w:t xml:space="preserve">    a)</w:t>
      </w:r>
      <w:r w:rsidRPr="00DF795E">
        <w:rPr>
          <w:rFonts w:eastAsia="Arial" w:cs="Times New Roman"/>
        </w:rPr>
        <w:tab/>
        <w:t>poruší povinnost chovatele psa uvedenou v § 7a odst. 2 nebo 4,</w:t>
      </w:r>
    </w:p>
    <w:p w:rsidR="00DF795E" w:rsidRPr="00DF795E" w:rsidRDefault="00DF795E" w:rsidP="00DF795E">
      <w:pPr>
        <w:pBdr>
          <w:top w:val="nil"/>
          <w:left w:val="nil"/>
          <w:bottom w:val="nil"/>
          <w:right w:val="nil"/>
          <w:between w:val="nil"/>
        </w:pBdr>
        <w:jc w:val="both"/>
        <w:rPr>
          <w:rFonts w:eastAsia="Arial" w:cs="Times New Roman"/>
        </w:rPr>
      </w:pPr>
      <w:r w:rsidRPr="00DF795E">
        <w:rPr>
          <w:rFonts w:eastAsia="Arial" w:cs="Times New Roman"/>
        </w:rPr>
        <w:t xml:space="preserve">    b)</w:t>
      </w:r>
      <w:r w:rsidRPr="00DF795E">
        <w:rPr>
          <w:rFonts w:eastAsia="Arial" w:cs="Times New Roman"/>
        </w:rPr>
        <w:tab/>
        <w:t xml:space="preserve">poruší povinnost týkající se podmínek chovu psa nebo kočky stanovenou v § 7a odst. 6, 7 nebo 8, </w:t>
      </w:r>
    </w:p>
    <w:p w:rsidR="00DF795E" w:rsidRPr="00DF795E" w:rsidRDefault="00DF795E" w:rsidP="00DF795E">
      <w:pPr>
        <w:pBdr>
          <w:top w:val="nil"/>
          <w:left w:val="nil"/>
          <w:bottom w:val="nil"/>
          <w:right w:val="nil"/>
          <w:between w:val="nil"/>
        </w:pBdr>
        <w:jc w:val="both"/>
        <w:rPr>
          <w:rFonts w:eastAsia="Arial" w:cs="Times New Roman"/>
        </w:rPr>
      </w:pPr>
      <w:r w:rsidRPr="00DF795E">
        <w:rPr>
          <w:rFonts w:eastAsia="Arial" w:cs="Times New Roman"/>
        </w:rPr>
        <w:t xml:space="preserve">    c)</w:t>
      </w:r>
      <w:r w:rsidRPr="00DF795E">
        <w:rPr>
          <w:rFonts w:eastAsia="Arial" w:cs="Times New Roman"/>
        </w:rPr>
        <w:tab/>
        <w:t>přepravuje zvíře v rozporu s § 8a, § 8c, 8d, 8e nebo 8f,</w:t>
      </w:r>
    </w:p>
    <w:p w:rsidR="00DF795E" w:rsidRPr="00DF795E" w:rsidRDefault="00DF795E" w:rsidP="00DF795E">
      <w:pPr>
        <w:pBdr>
          <w:top w:val="nil"/>
          <w:left w:val="nil"/>
          <w:bottom w:val="nil"/>
          <w:right w:val="nil"/>
          <w:between w:val="nil"/>
        </w:pBdr>
        <w:jc w:val="both"/>
        <w:rPr>
          <w:rFonts w:eastAsia="Arial" w:cs="Times New Roman"/>
        </w:rPr>
      </w:pPr>
      <w:r w:rsidRPr="00DF795E">
        <w:rPr>
          <w:rFonts w:eastAsia="Arial" w:cs="Times New Roman"/>
        </w:rPr>
        <w:t xml:space="preserve">    d)</w:t>
      </w:r>
      <w:r w:rsidRPr="00DF795E">
        <w:rPr>
          <w:rFonts w:eastAsia="Arial" w:cs="Times New Roman"/>
        </w:rPr>
        <w:tab/>
        <w:t xml:space="preserve">poruší povinnosti uvedené v § 12g, </w:t>
      </w:r>
    </w:p>
    <w:p w:rsidR="00DF795E" w:rsidRPr="00DF795E" w:rsidRDefault="00DF795E" w:rsidP="00DF795E">
      <w:pPr>
        <w:pBdr>
          <w:top w:val="nil"/>
          <w:left w:val="nil"/>
          <w:bottom w:val="nil"/>
          <w:right w:val="nil"/>
          <w:between w:val="nil"/>
        </w:pBdr>
        <w:jc w:val="both"/>
        <w:rPr>
          <w:rFonts w:eastAsia="Arial" w:cs="Times New Roman"/>
        </w:rPr>
      </w:pPr>
      <w:r w:rsidRPr="00DF795E">
        <w:rPr>
          <w:rFonts w:eastAsia="Arial" w:cs="Times New Roman"/>
        </w:rPr>
        <w:t xml:space="preserve">    e)</w:t>
      </w:r>
      <w:r w:rsidRPr="00DF795E">
        <w:rPr>
          <w:rFonts w:eastAsia="Arial" w:cs="Times New Roman"/>
        </w:rPr>
        <w:tab/>
        <w:t>neučiní opatření proti úniku zvířat podle § 13 odst. 1,</w:t>
      </w:r>
    </w:p>
    <w:p w:rsidR="00DF795E" w:rsidRPr="00DF795E" w:rsidRDefault="00DF795E" w:rsidP="00DF795E">
      <w:pPr>
        <w:pBdr>
          <w:top w:val="nil"/>
          <w:left w:val="nil"/>
          <w:bottom w:val="nil"/>
          <w:right w:val="nil"/>
          <w:between w:val="nil"/>
        </w:pBdr>
        <w:jc w:val="both"/>
        <w:rPr>
          <w:rFonts w:eastAsia="Arial" w:cs="Times New Roman"/>
        </w:rPr>
      </w:pPr>
      <w:r w:rsidRPr="00DF795E">
        <w:rPr>
          <w:rFonts w:eastAsia="Arial" w:cs="Times New Roman"/>
        </w:rPr>
        <w:t xml:space="preserve">    f)</w:t>
      </w:r>
      <w:r w:rsidRPr="00DF795E">
        <w:rPr>
          <w:rFonts w:eastAsia="Arial" w:cs="Times New Roman"/>
        </w:rPr>
        <w:tab/>
        <w:t xml:space="preserve">prodá nebo daruje zvíře v zájmovém chovu osobě uvedené v § 13 odst. 4, </w:t>
      </w:r>
    </w:p>
    <w:p w:rsidR="00DF795E" w:rsidRPr="00DF795E" w:rsidRDefault="00DF795E" w:rsidP="00DF795E">
      <w:pPr>
        <w:pBdr>
          <w:top w:val="nil"/>
          <w:left w:val="nil"/>
          <w:bottom w:val="nil"/>
          <w:right w:val="nil"/>
          <w:between w:val="nil"/>
        </w:pBdr>
        <w:jc w:val="both"/>
        <w:rPr>
          <w:rFonts w:eastAsia="Arial" w:cs="Times New Roman"/>
        </w:rPr>
      </w:pPr>
      <w:r w:rsidRPr="00DF795E">
        <w:rPr>
          <w:rFonts w:eastAsia="Arial" w:cs="Times New Roman"/>
        </w:rPr>
        <w:t xml:space="preserve">    g)</w:t>
      </w:r>
      <w:r w:rsidRPr="00DF795E">
        <w:rPr>
          <w:rFonts w:eastAsia="Arial" w:cs="Times New Roman"/>
        </w:rPr>
        <w:tab/>
        <w:t xml:space="preserve">chová druh zvířete vyžadující zvláštní péči v rozporu s § 13 odst. 5,  </w:t>
      </w:r>
    </w:p>
    <w:p w:rsidR="00DF795E" w:rsidRPr="00DF795E" w:rsidRDefault="00DF795E" w:rsidP="00DF795E">
      <w:pPr>
        <w:pBdr>
          <w:top w:val="nil"/>
          <w:left w:val="nil"/>
          <w:bottom w:val="nil"/>
          <w:right w:val="nil"/>
          <w:between w:val="nil"/>
        </w:pBdr>
        <w:jc w:val="both"/>
        <w:rPr>
          <w:rFonts w:eastAsia="Arial" w:cs="Times New Roman"/>
        </w:rPr>
      </w:pPr>
      <w:r w:rsidRPr="00DF795E">
        <w:rPr>
          <w:rFonts w:eastAsia="Arial" w:cs="Times New Roman"/>
        </w:rPr>
        <w:t xml:space="preserve">    h)</w:t>
      </w:r>
      <w:r w:rsidRPr="00DF795E">
        <w:rPr>
          <w:rFonts w:eastAsia="Arial" w:cs="Times New Roman"/>
        </w:rPr>
        <w:tab/>
        <w:t xml:space="preserve">poruší zákaz činnosti s volně žijícími zvířaty podle § 14a odst. 1, 4 nebo 5, </w:t>
      </w:r>
    </w:p>
    <w:p w:rsidR="00DF795E" w:rsidRPr="00DF795E" w:rsidRDefault="00DF795E" w:rsidP="00DF795E">
      <w:pPr>
        <w:pBdr>
          <w:top w:val="nil"/>
          <w:left w:val="nil"/>
          <w:bottom w:val="nil"/>
          <w:right w:val="nil"/>
          <w:between w:val="nil"/>
        </w:pBdr>
        <w:jc w:val="both"/>
        <w:rPr>
          <w:rFonts w:eastAsia="Arial" w:cs="Times New Roman"/>
        </w:rPr>
      </w:pPr>
      <w:r w:rsidRPr="00DF795E">
        <w:rPr>
          <w:rFonts w:eastAsia="Arial" w:cs="Times New Roman"/>
        </w:rPr>
        <w:t xml:space="preserve">    i)</w:t>
      </w:r>
      <w:r w:rsidRPr="00DF795E">
        <w:rPr>
          <w:rFonts w:eastAsia="Arial" w:cs="Times New Roman"/>
        </w:rPr>
        <w:tab/>
        <w:t>při chovu vybraných druhů šelem nebo lidoopů poruší povinnosti uvedené v § 14c odst. 1 písm. a) nebo c),</w:t>
      </w:r>
    </w:p>
    <w:p w:rsidR="00DF795E" w:rsidRPr="00DF795E" w:rsidRDefault="00DF795E" w:rsidP="00DF795E">
      <w:pPr>
        <w:pBdr>
          <w:top w:val="nil"/>
          <w:left w:val="nil"/>
          <w:bottom w:val="nil"/>
          <w:right w:val="nil"/>
          <w:between w:val="nil"/>
        </w:pBdr>
        <w:jc w:val="both"/>
        <w:rPr>
          <w:rFonts w:eastAsia="Arial" w:cs="Times New Roman"/>
        </w:rPr>
      </w:pPr>
      <w:r w:rsidRPr="00DF795E">
        <w:rPr>
          <w:rFonts w:eastAsia="Arial" w:cs="Times New Roman"/>
        </w:rPr>
        <w:t xml:space="preserve">    j)</w:t>
      </w:r>
      <w:r w:rsidRPr="00DF795E">
        <w:rPr>
          <w:rFonts w:eastAsia="Arial" w:cs="Times New Roman"/>
        </w:rPr>
        <w:tab/>
        <w:t>při chovu vybraných druhů šelem nebo lidoopů poruší povinnosti uvedené v § 14c odst. 1 písm. b) nebo d) nebo nevede evidenci podle § 14c odst. 3, nebo</w:t>
      </w:r>
    </w:p>
    <w:p w:rsidR="00DF795E" w:rsidRPr="00DF795E" w:rsidRDefault="00DF795E" w:rsidP="00DF795E">
      <w:pPr>
        <w:pBdr>
          <w:top w:val="nil"/>
          <w:left w:val="nil"/>
          <w:bottom w:val="nil"/>
          <w:right w:val="nil"/>
          <w:between w:val="nil"/>
        </w:pBdr>
        <w:jc w:val="both"/>
        <w:rPr>
          <w:rFonts w:eastAsia="Arial" w:cs="Times New Roman"/>
        </w:rPr>
      </w:pPr>
      <w:r w:rsidRPr="00DF795E">
        <w:rPr>
          <w:rFonts w:eastAsia="Arial" w:cs="Times New Roman"/>
        </w:rPr>
        <w:t xml:space="preserve">    k)</w:t>
      </w:r>
      <w:r w:rsidRPr="00DF795E">
        <w:rPr>
          <w:rFonts w:eastAsia="Arial" w:cs="Times New Roman"/>
        </w:rPr>
        <w:tab/>
        <w:t>při chovu vybraných druhů šelem nebo lidoopů poruší povinnosti uvedené v § 14d odst. 1, 2 nebo 3.“.“.</w:t>
      </w:r>
    </w:p>
    <w:p w:rsidR="00DF795E" w:rsidRPr="00DF795E" w:rsidRDefault="00DF795E" w:rsidP="00DF795E">
      <w:pPr>
        <w:pBdr>
          <w:top w:val="nil"/>
          <w:left w:val="nil"/>
          <w:bottom w:val="nil"/>
          <w:right w:val="nil"/>
          <w:between w:val="nil"/>
        </w:pBdr>
        <w:jc w:val="both"/>
        <w:rPr>
          <w:rFonts w:eastAsia="Arial" w:cs="Times New Roman"/>
        </w:rPr>
      </w:pPr>
    </w:p>
    <w:p w:rsidR="00DF795E" w:rsidRPr="00DF795E" w:rsidRDefault="00DF795E" w:rsidP="00DF795E">
      <w:pPr>
        <w:rPr>
          <w:rFonts w:eastAsia="Arial" w:cs="Times New Roman"/>
        </w:rPr>
      </w:pPr>
      <w:r w:rsidRPr="00DF795E">
        <w:rPr>
          <w:rFonts w:eastAsia="Arial" w:cs="Times New Roman"/>
          <w:b/>
        </w:rPr>
        <w:t>4. V části první, čl. I novelizační body 105 až 107 (původně 106 až 108) znějí:</w:t>
      </w:r>
      <w:r w:rsidRPr="00DF795E">
        <w:rPr>
          <w:rFonts w:eastAsia="Arial" w:cs="Times New Roman"/>
        </w:rPr>
        <w:t xml:space="preserve"> </w:t>
      </w:r>
    </w:p>
    <w:p w:rsidR="00DF795E" w:rsidRDefault="00DF795E" w:rsidP="00DF795E">
      <w:pPr>
        <w:rPr>
          <w:rFonts w:eastAsia="Arial" w:cs="Times New Roman"/>
        </w:rPr>
      </w:pPr>
      <w:r w:rsidRPr="00DF795E">
        <w:rPr>
          <w:rFonts w:eastAsia="Arial" w:cs="Times New Roman"/>
        </w:rPr>
        <w:t xml:space="preserve">   „105. V § 27 odstavec 12 zní:</w:t>
      </w:r>
    </w:p>
    <w:p w:rsidR="00DF795E" w:rsidRPr="00DF795E" w:rsidRDefault="00DF795E" w:rsidP="00DF795E">
      <w:pPr>
        <w:rPr>
          <w:rFonts w:eastAsia="Arial" w:cs="Times New Roman"/>
        </w:rPr>
      </w:pPr>
    </w:p>
    <w:p w:rsidR="00DF795E" w:rsidRPr="00DF795E" w:rsidRDefault="00DF795E" w:rsidP="00DF795E">
      <w:pPr>
        <w:ind w:firstLine="709"/>
        <w:rPr>
          <w:rFonts w:eastAsia="Arial" w:cs="Times New Roman"/>
        </w:rPr>
      </w:pPr>
      <w:r w:rsidRPr="00DF795E">
        <w:rPr>
          <w:rFonts w:eastAsia="Arial" w:cs="Times New Roman"/>
        </w:rPr>
        <w:t xml:space="preserve">„(12) Za přestupek lze uložit pokutu </w:t>
      </w:r>
    </w:p>
    <w:p w:rsidR="00DF795E" w:rsidRPr="00DF795E" w:rsidRDefault="00DF795E" w:rsidP="00DF795E">
      <w:pPr>
        <w:rPr>
          <w:rFonts w:eastAsia="Arial" w:cs="Times New Roman"/>
        </w:rPr>
      </w:pPr>
      <w:r w:rsidRPr="00DF795E">
        <w:rPr>
          <w:rFonts w:eastAsia="Arial" w:cs="Times New Roman"/>
        </w:rPr>
        <w:t>a)</w:t>
      </w:r>
      <w:r w:rsidRPr="00DF795E">
        <w:rPr>
          <w:rFonts w:eastAsia="Arial" w:cs="Times New Roman"/>
        </w:rPr>
        <w:tab/>
        <w:t>do 500 000 Kč, jde-li o přestupek podle odstavce 1 písm. b) až d), f) až n), p), t), nebo u) anebo podle odstavce 2 písm. g) až i),</w:t>
      </w:r>
    </w:p>
    <w:p w:rsidR="00DF795E" w:rsidRPr="00DF795E" w:rsidRDefault="00DF795E" w:rsidP="00DF795E">
      <w:pPr>
        <w:rPr>
          <w:rFonts w:eastAsia="Arial" w:cs="Times New Roman"/>
        </w:rPr>
      </w:pPr>
      <w:r w:rsidRPr="00DF795E">
        <w:rPr>
          <w:rFonts w:eastAsia="Arial" w:cs="Times New Roman"/>
        </w:rPr>
        <w:t xml:space="preserve">    b) </w:t>
      </w:r>
      <w:r w:rsidRPr="00DF795E">
        <w:rPr>
          <w:rFonts w:eastAsia="Arial" w:cs="Times New Roman"/>
        </w:rPr>
        <w:tab/>
        <w:t>do 200 000 Kč, jde-li o přestupek podle odstavce 1 písm. a), e) nebo r), podle odstavce 2 písm. b) až d) nebo k), podle odstavce 3 písm. g) až i), podle odstavce 5 až 8 nebo 10, nebo</w:t>
      </w:r>
    </w:p>
    <w:p w:rsidR="00DF795E" w:rsidRDefault="00DF795E" w:rsidP="00DF795E">
      <w:pPr>
        <w:rPr>
          <w:rFonts w:eastAsia="Arial" w:cs="Times New Roman"/>
        </w:rPr>
      </w:pPr>
      <w:r w:rsidRPr="00DF795E">
        <w:rPr>
          <w:rFonts w:eastAsia="Arial" w:cs="Times New Roman"/>
        </w:rPr>
        <w:t xml:space="preserve">    c) </w:t>
      </w:r>
      <w:r w:rsidRPr="00DF795E">
        <w:rPr>
          <w:rFonts w:eastAsia="Arial" w:cs="Times New Roman"/>
        </w:rPr>
        <w:tab/>
        <w:t xml:space="preserve">do 50 000 Kč, jde-li o přestupek podle odstavce 1 písm. o), q) nebo s), podle odstavce 2 písm. a), e), f) nebo j), podle odstavce 3 písm. a) až f), j) až l) nebo podle odstavce 4, 9 nebo 11.“. </w:t>
      </w:r>
    </w:p>
    <w:p w:rsidR="00DF795E" w:rsidRPr="00DF795E" w:rsidRDefault="00DF795E" w:rsidP="00DF795E">
      <w:pPr>
        <w:rPr>
          <w:rFonts w:eastAsia="Arial" w:cs="Times New Roman"/>
        </w:rPr>
      </w:pPr>
    </w:p>
    <w:p w:rsidR="00DF795E" w:rsidRPr="00DF795E" w:rsidRDefault="00DF795E" w:rsidP="00DF795E">
      <w:pPr>
        <w:rPr>
          <w:rFonts w:eastAsia="Arial" w:cs="Times New Roman"/>
        </w:rPr>
      </w:pPr>
      <w:r w:rsidRPr="00DF795E">
        <w:rPr>
          <w:rFonts w:eastAsia="Arial" w:cs="Times New Roman"/>
        </w:rPr>
        <w:t xml:space="preserve">    106. V § 27 odstavec 13 zní:</w:t>
      </w:r>
    </w:p>
    <w:p w:rsidR="00DF795E" w:rsidRDefault="00DF795E" w:rsidP="00DF795E">
      <w:pPr>
        <w:rPr>
          <w:rFonts w:eastAsia="Arial" w:cs="Times New Roman"/>
        </w:rPr>
      </w:pPr>
    </w:p>
    <w:p w:rsidR="00DF795E" w:rsidRPr="00DF795E" w:rsidRDefault="00DF795E" w:rsidP="00DF795E">
      <w:pPr>
        <w:ind w:firstLine="709"/>
        <w:rPr>
          <w:rFonts w:eastAsia="Arial" w:cs="Times New Roman"/>
        </w:rPr>
      </w:pPr>
      <w:r w:rsidRPr="00DF795E">
        <w:rPr>
          <w:rFonts w:eastAsia="Arial" w:cs="Times New Roman"/>
        </w:rPr>
        <w:t>„(13) Spolu s pokutou lze za přestupek podle odstavce 1 písm. a), b), f), i), n), p) nebo t), podle odstavce 2 písm. b), podle odstavce 3 písm. h) nebo podle odstavce 5 uložit zákaz činnosti, a za přestupek podle odstavce 1 písm. b) nebo c), podle odstavce 2 písm. b), g) až i), podle odstavce 3 písm. h) nebo podle odstavce 5 propadnutí zvířete nebo zákaz chovu zvířat na dobu až 5 let.“.</w:t>
      </w:r>
    </w:p>
    <w:p w:rsidR="00DF795E" w:rsidRDefault="00DF795E" w:rsidP="00DF795E">
      <w:pPr>
        <w:rPr>
          <w:rFonts w:eastAsia="Arial" w:cs="Times New Roman"/>
        </w:rPr>
      </w:pPr>
    </w:p>
    <w:p w:rsidR="00DF795E" w:rsidRPr="00DF795E" w:rsidRDefault="00DF795E" w:rsidP="00DF795E">
      <w:pPr>
        <w:rPr>
          <w:rFonts w:eastAsia="Arial" w:cs="Times New Roman"/>
        </w:rPr>
      </w:pPr>
      <w:r w:rsidRPr="00DF795E">
        <w:rPr>
          <w:rFonts w:eastAsia="Arial" w:cs="Times New Roman"/>
        </w:rPr>
        <w:t xml:space="preserve">    107. V § 27 se doplňuje odstavec 14, který zní:</w:t>
      </w:r>
    </w:p>
    <w:p w:rsidR="00DF795E" w:rsidRPr="00DF795E" w:rsidRDefault="00DF795E" w:rsidP="00DF795E">
      <w:pPr>
        <w:ind w:firstLine="709"/>
        <w:rPr>
          <w:rFonts w:eastAsia="Arial" w:cs="Times New Roman"/>
        </w:rPr>
      </w:pPr>
      <w:r w:rsidRPr="00DF795E">
        <w:rPr>
          <w:rFonts w:eastAsia="Arial" w:cs="Times New Roman"/>
        </w:rPr>
        <w:t xml:space="preserve"> „(14) Přestupky podle odstavce 1 písm. b), d), f) až k), n), p), t) nebo u) nebo podle odstavce 2 písm. b), g) až i) se zapisují do evidence přestupků vedené Rejstříkem trestů.“.“.</w:t>
      </w:r>
    </w:p>
    <w:p w:rsidR="000C6893" w:rsidRPr="00DF795E" w:rsidRDefault="000C6893" w:rsidP="00DF795E">
      <w:pPr>
        <w:rPr>
          <w:rFonts w:cs="Times New Roman"/>
        </w:rPr>
      </w:pPr>
    </w:p>
    <w:p w:rsidR="000C6893" w:rsidRDefault="000C6893"/>
    <w:p w:rsidR="000C6893" w:rsidRDefault="004D2CF0" w:rsidP="004D2CF0">
      <w:pPr>
        <w:pStyle w:val="PNposlanec"/>
      </w:pPr>
      <w:r>
        <w:t>Poslanec David Pražák</w:t>
      </w:r>
    </w:p>
    <w:p w:rsidR="000C6893" w:rsidRPr="00DF795E" w:rsidRDefault="00DF795E">
      <w:pPr>
        <w:rPr>
          <w:i/>
        </w:rPr>
      </w:pPr>
      <w:r w:rsidRPr="00DF795E">
        <w:rPr>
          <w:i/>
        </w:rPr>
        <w:t>SD 5121</w:t>
      </w:r>
    </w:p>
    <w:p w:rsidR="00336FD6" w:rsidRDefault="00336FD6" w:rsidP="00336FD6">
      <w:pPr>
        <w:pStyle w:val="Odstavecseseznamem"/>
        <w:ind w:left="360"/>
      </w:pPr>
    </w:p>
    <w:p w:rsidR="00336FD6" w:rsidRPr="00B01B4F" w:rsidRDefault="00336FD6" w:rsidP="00336FD6">
      <w:pPr>
        <w:pStyle w:val="Odstavecseseznamem"/>
        <w:numPr>
          <w:ilvl w:val="0"/>
          <w:numId w:val="17"/>
        </w:numPr>
      </w:pPr>
      <w:r w:rsidRPr="00B01B4F">
        <w:t>V § 8 odst. 3 písm. a) se slovo „oznámit“ nahrazuje slovy „</w:t>
      </w:r>
      <w:r w:rsidRPr="00004369">
        <w:rPr>
          <w:b/>
        </w:rPr>
        <w:t>osobně, písemně nebo elektronickou poštou oznámit“</w:t>
      </w:r>
      <w:r w:rsidRPr="00B01B4F">
        <w:t xml:space="preserve"> a číslo „14“ se nahrazuje číslem </w:t>
      </w:r>
      <w:r w:rsidRPr="00004369">
        <w:rPr>
          <w:b/>
        </w:rPr>
        <w:t>„7“.</w:t>
      </w:r>
    </w:p>
    <w:p w:rsidR="00336FD6" w:rsidRPr="00B01B4F" w:rsidRDefault="00336FD6" w:rsidP="00336FD6">
      <w:pPr>
        <w:pStyle w:val="Odstavecseseznamem"/>
        <w:ind w:left="360"/>
      </w:pPr>
    </w:p>
    <w:p w:rsidR="00336FD6" w:rsidRPr="00004369" w:rsidRDefault="00336FD6" w:rsidP="00336FD6">
      <w:pPr>
        <w:pStyle w:val="Odstavecseseznamem"/>
        <w:numPr>
          <w:ilvl w:val="0"/>
          <w:numId w:val="17"/>
        </w:numPr>
        <w:rPr>
          <w:b/>
        </w:rPr>
      </w:pPr>
      <w:r w:rsidRPr="00B01B4F">
        <w:t xml:space="preserve">V § 8 odst. 3 písm. e) se slovo „oznámit“ nahrazuje slovy </w:t>
      </w:r>
      <w:r w:rsidRPr="00004369">
        <w:rPr>
          <w:b/>
        </w:rPr>
        <w:t>„osobně, písemně nebo elektronickou poštou oznámit“.</w:t>
      </w:r>
    </w:p>
    <w:p w:rsidR="00336FD6" w:rsidRPr="00B01B4F" w:rsidRDefault="00336FD6" w:rsidP="00336FD6">
      <w:pPr>
        <w:pStyle w:val="Odstavecseseznamem"/>
        <w:ind w:left="360"/>
      </w:pPr>
    </w:p>
    <w:p w:rsidR="00336FD6" w:rsidRPr="00004369" w:rsidRDefault="00336FD6" w:rsidP="00336FD6">
      <w:pPr>
        <w:pStyle w:val="Odstavecseseznamem"/>
        <w:numPr>
          <w:ilvl w:val="0"/>
          <w:numId w:val="17"/>
        </w:numPr>
        <w:rPr>
          <w:b/>
        </w:rPr>
      </w:pPr>
      <w:r w:rsidRPr="00B01B4F">
        <w:t>V § 14c odst.</w:t>
      </w:r>
      <w:r>
        <w:t xml:space="preserve"> </w:t>
      </w:r>
      <w:r w:rsidRPr="00B01B4F">
        <w:t xml:space="preserve">3 písm. e) se slova „původ zvířete“ nahrazují slovy </w:t>
      </w:r>
      <w:r w:rsidRPr="00004369">
        <w:rPr>
          <w:b/>
        </w:rPr>
        <w:t>„doklady o původu zvířete“.</w:t>
      </w:r>
    </w:p>
    <w:p w:rsidR="00336FD6" w:rsidRDefault="00336FD6" w:rsidP="00336FD6">
      <w:pPr>
        <w:pStyle w:val="Odstavecseseznamem"/>
        <w:ind w:left="360"/>
      </w:pPr>
    </w:p>
    <w:p w:rsidR="00336FD6" w:rsidRPr="00336FD6" w:rsidRDefault="00336FD6" w:rsidP="00336FD6">
      <w:pPr>
        <w:pStyle w:val="Odstavecseseznamem"/>
        <w:numPr>
          <w:ilvl w:val="0"/>
          <w:numId w:val="17"/>
        </w:numPr>
        <w:jc w:val="both"/>
        <w:rPr>
          <w:b/>
        </w:rPr>
      </w:pPr>
      <w:r>
        <w:t xml:space="preserve">Na konci </w:t>
      </w:r>
      <w:r w:rsidRPr="00B01B4F">
        <w:t>§ 27 se doplňuje odstavec 15, který zní:</w:t>
      </w:r>
      <w:r>
        <w:t xml:space="preserve"> </w:t>
      </w:r>
    </w:p>
    <w:p w:rsidR="00336FD6" w:rsidRDefault="00336FD6" w:rsidP="00336FD6">
      <w:pPr>
        <w:rPr>
          <w:highlight w:val="yellow"/>
        </w:rPr>
      </w:pPr>
    </w:p>
    <w:p w:rsidR="00336FD6" w:rsidRPr="00B01B4F" w:rsidRDefault="00336FD6" w:rsidP="00336FD6">
      <w:r>
        <w:t xml:space="preserve">„(15) </w:t>
      </w:r>
      <w:r w:rsidRPr="00283D36">
        <w:t>Za přestupek podle odstavce 1 písm. a) nebo b) spáchaný na dvou nebo více zvířatech se uloží pokuta vyšší než 5000 Kč</w:t>
      </w:r>
    </w:p>
    <w:p w:rsidR="00336FD6" w:rsidRPr="00B01B4F" w:rsidRDefault="00336FD6" w:rsidP="00336FD6"/>
    <w:p w:rsidR="00336FD6" w:rsidRPr="00336FD6" w:rsidRDefault="00336FD6" w:rsidP="00336FD6">
      <w:pPr>
        <w:pStyle w:val="Odstavecseseznamem"/>
        <w:numPr>
          <w:ilvl w:val="0"/>
          <w:numId w:val="17"/>
        </w:numPr>
        <w:jc w:val="both"/>
        <w:rPr>
          <w:b/>
        </w:rPr>
      </w:pPr>
      <w:r>
        <w:t>Na konci</w:t>
      </w:r>
      <w:r w:rsidRPr="00B01B4F">
        <w:t xml:space="preserve"> § 27a se doplňuje odstavec 23, který zní:</w:t>
      </w:r>
    </w:p>
    <w:p w:rsidR="00336FD6" w:rsidRDefault="00336FD6" w:rsidP="00336FD6">
      <w:pPr>
        <w:ind w:left="426"/>
        <w:rPr>
          <w:highlight w:val="lightGray"/>
        </w:rPr>
      </w:pPr>
    </w:p>
    <w:p w:rsidR="00336FD6" w:rsidRDefault="00336FD6" w:rsidP="00336FD6">
      <w:r w:rsidRPr="00283D36">
        <w:t>„(23) Za přestupek podle odstavce 1 písm. a) nebo b) spáchaný na dvou nebo více zvířatech se uloží pokuta vyšší než 10000 Kč…</w:t>
      </w:r>
    </w:p>
    <w:p w:rsidR="00336FD6" w:rsidRDefault="00336FD6" w:rsidP="00336FD6"/>
    <w:p w:rsidR="000C6893" w:rsidRDefault="000C6893"/>
    <w:p w:rsidR="005A53C7" w:rsidRDefault="005A53C7">
      <w:pPr>
        <w:widowControl/>
        <w:suppressAutoHyphens w:val="0"/>
        <w:rPr>
          <w:b/>
        </w:rPr>
      </w:pPr>
      <w:r>
        <w:br w:type="page"/>
      </w:r>
    </w:p>
    <w:p w:rsidR="000C6893" w:rsidRDefault="004D2CF0" w:rsidP="004D2CF0">
      <w:pPr>
        <w:pStyle w:val="PNposlanec"/>
      </w:pPr>
      <w:r>
        <w:t xml:space="preserve">Poslankyně Jana </w:t>
      </w:r>
      <w:proofErr w:type="spellStart"/>
      <w:r>
        <w:t>Krutáková</w:t>
      </w:r>
      <w:proofErr w:type="spellEnd"/>
    </w:p>
    <w:p w:rsidR="004D2CF0" w:rsidRPr="00336FD6" w:rsidRDefault="00336FD6" w:rsidP="004D2CF0">
      <w:pPr>
        <w:rPr>
          <w:i/>
        </w:rPr>
      </w:pPr>
      <w:r w:rsidRPr="00336FD6">
        <w:rPr>
          <w:i/>
        </w:rPr>
        <w:t>SD 4563</w:t>
      </w:r>
    </w:p>
    <w:p w:rsidR="005A53C7" w:rsidRPr="002C6956" w:rsidRDefault="005A53C7" w:rsidP="005A53C7">
      <w:pPr>
        <w:pStyle w:val="Normlnweb"/>
        <w:numPr>
          <w:ilvl w:val="0"/>
          <w:numId w:val="18"/>
        </w:numPr>
        <w:spacing w:after="100" w:afterAutospacing="1"/>
        <w:jc w:val="both"/>
      </w:pPr>
      <w:r w:rsidRPr="002C6956">
        <w:t xml:space="preserve">V části první v čl. I se novelizační bod č. 8 mění tak, že odstavec (4) zní takto:  </w:t>
      </w:r>
      <w:r>
        <w:t>„</w:t>
      </w:r>
      <w:proofErr w:type="spellStart"/>
      <w:r w:rsidRPr="002C6956">
        <w:t>Každy</w:t>
      </w:r>
      <w:proofErr w:type="spellEnd"/>
      <w:r w:rsidRPr="002C6956">
        <w:t xml:space="preserve">́ je povinen zajistit, aby </w:t>
      </w:r>
      <w:proofErr w:type="spellStart"/>
      <w:r w:rsidRPr="002C6956">
        <w:t>zvíře</w:t>
      </w:r>
      <w:proofErr w:type="spellEnd"/>
      <w:r w:rsidRPr="002C6956">
        <w:t xml:space="preserve">, </w:t>
      </w:r>
      <w:proofErr w:type="spellStart"/>
      <w:r w:rsidRPr="002C6956">
        <w:t>ktere</w:t>
      </w:r>
      <w:proofErr w:type="spellEnd"/>
      <w:r w:rsidRPr="002C6956">
        <w:t xml:space="preserve">́ chová, nezranilo ani neusmrtilo </w:t>
      </w:r>
      <w:proofErr w:type="spellStart"/>
      <w:r w:rsidRPr="002C6956">
        <w:t>zvíře</w:t>
      </w:r>
      <w:proofErr w:type="spellEnd"/>
      <w:r w:rsidRPr="002C6956">
        <w:t xml:space="preserve"> </w:t>
      </w:r>
      <w:proofErr w:type="spellStart"/>
      <w:r w:rsidRPr="002C6956">
        <w:t>jiného</w:t>
      </w:r>
      <w:proofErr w:type="spellEnd"/>
      <w:r w:rsidRPr="002C6956">
        <w:t xml:space="preserve"> chovatele. To </w:t>
      </w:r>
      <w:proofErr w:type="spellStart"/>
      <w:r w:rsidRPr="002C6956">
        <w:t>neplati</w:t>
      </w:r>
      <w:proofErr w:type="spellEnd"/>
      <w:r w:rsidRPr="002C6956">
        <w:t xml:space="preserve">́, pokud se </w:t>
      </w:r>
      <w:proofErr w:type="spellStart"/>
      <w:r w:rsidRPr="002C6956">
        <w:t>zvíře</w:t>
      </w:r>
      <w:proofErr w:type="spellEnd"/>
      <w:r w:rsidRPr="002C6956">
        <w:t xml:space="preserve"> jednoho chovatele </w:t>
      </w:r>
      <w:proofErr w:type="spellStart"/>
      <w:r w:rsidRPr="002C6956">
        <w:t>bráni</w:t>
      </w:r>
      <w:proofErr w:type="spellEnd"/>
      <w:r w:rsidRPr="002C6956">
        <w:t xml:space="preserve">́ </w:t>
      </w:r>
      <w:proofErr w:type="spellStart"/>
      <w:r w:rsidRPr="002C6956">
        <w:t>útoku</w:t>
      </w:r>
      <w:proofErr w:type="spellEnd"/>
      <w:r w:rsidRPr="002C6956">
        <w:t xml:space="preserve"> </w:t>
      </w:r>
      <w:proofErr w:type="spellStart"/>
      <w:r w:rsidRPr="002C6956">
        <w:t>zvířete</w:t>
      </w:r>
      <w:proofErr w:type="spellEnd"/>
      <w:r w:rsidRPr="002C6956">
        <w:t xml:space="preserve"> </w:t>
      </w:r>
      <w:proofErr w:type="spellStart"/>
      <w:r w:rsidRPr="002C6956">
        <w:t>jiného</w:t>
      </w:r>
      <w:proofErr w:type="spellEnd"/>
      <w:r w:rsidRPr="002C6956">
        <w:t xml:space="preserve"> chovatele</w:t>
      </w:r>
      <w:r>
        <w:t>,</w:t>
      </w:r>
      <w:r w:rsidRPr="002C6956">
        <w:t xml:space="preserve"> pokud </w:t>
      </w:r>
      <w:proofErr w:type="spellStart"/>
      <w:r w:rsidRPr="002C6956">
        <w:t>zvíře</w:t>
      </w:r>
      <w:proofErr w:type="spellEnd"/>
      <w:r w:rsidRPr="002C6956">
        <w:t xml:space="preserve"> chovatele </w:t>
      </w:r>
      <w:proofErr w:type="spellStart"/>
      <w:r w:rsidRPr="002C6956">
        <w:t>bráni</w:t>
      </w:r>
      <w:proofErr w:type="spellEnd"/>
      <w:r w:rsidRPr="002C6956">
        <w:t xml:space="preserve">́ prostor </w:t>
      </w:r>
      <w:proofErr w:type="spellStart"/>
      <w:r w:rsidRPr="002C6956">
        <w:t>určeny</w:t>
      </w:r>
      <w:proofErr w:type="spellEnd"/>
      <w:r w:rsidRPr="002C6956">
        <w:t>́ k jeho chovu</w:t>
      </w:r>
      <w:r>
        <w:t>, nebo pokud chovatel prokáže, že vynaložil veškeré úsilí, které bylo možno požadovat, aby porušení zákonné povinnosti zabránil</w:t>
      </w:r>
      <w:r w:rsidRPr="002C6956">
        <w:t xml:space="preserve">. Toto </w:t>
      </w:r>
      <w:proofErr w:type="gramStart"/>
      <w:r w:rsidRPr="002C6956">
        <w:t>ustanoveni</w:t>
      </w:r>
      <w:proofErr w:type="gramEnd"/>
      <w:r w:rsidRPr="002C6956">
        <w:t xml:space="preserve">́ se vztahuje na </w:t>
      </w:r>
      <w:proofErr w:type="spellStart"/>
      <w:r w:rsidRPr="002C6956">
        <w:t>volne</w:t>
      </w:r>
      <w:proofErr w:type="spellEnd"/>
      <w:r w:rsidRPr="002C6956">
        <w:t xml:space="preserve">̌ </w:t>
      </w:r>
      <w:proofErr w:type="spellStart"/>
      <w:r w:rsidRPr="002C6956">
        <w:t>žijíci</w:t>
      </w:r>
      <w:proofErr w:type="spellEnd"/>
      <w:r w:rsidRPr="002C6956">
        <w:t xml:space="preserve">́ </w:t>
      </w:r>
      <w:proofErr w:type="spellStart"/>
      <w:r w:rsidRPr="002C6956">
        <w:t>zvíře</w:t>
      </w:r>
      <w:proofErr w:type="spellEnd"/>
      <w:r w:rsidRPr="002C6956">
        <w:t xml:space="preserve">, pouze pokud je </w:t>
      </w:r>
      <w:proofErr w:type="spellStart"/>
      <w:r w:rsidRPr="002C6956">
        <w:t>chováno</w:t>
      </w:r>
      <w:proofErr w:type="spellEnd"/>
      <w:r w:rsidRPr="002C6956">
        <w:t xml:space="preserve"> v zajetí. Toto </w:t>
      </w:r>
      <w:proofErr w:type="gramStart"/>
      <w:r w:rsidRPr="002C6956">
        <w:t>ustanoveni</w:t>
      </w:r>
      <w:proofErr w:type="gramEnd"/>
      <w:r w:rsidRPr="002C6956">
        <w:t xml:space="preserve">́ se nevztahuje na </w:t>
      </w:r>
      <w:proofErr w:type="spellStart"/>
      <w:r w:rsidRPr="002C6956">
        <w:t>zvíře</w:t>
      </w:r>
      <w:proofErr w:type="spellEnd"/>
      <w:r w:rsidRPr="002C6956">
        <w:t xml:space="preserve"> </w:t>
      </w:r>
      <w:proofErr w:type="spellStart"/>
      <w:r w:rsidRPr="002C6956">
        <w:t>chovane</w:t>
      </w:r>
      <w:proofErr w:type="spellEnd"/>
      <w:r w:rsidRPr="002C6956">
        <w:t xml:space="preserve">́ v </w:t>
      </w:r>
      <w:proofErr w:type="spellStart"/>
      <w:r w:rsidRPr="002C6956">
        <w:t>honitbe</w:t>
      </w:r>
      <w:proofErr w:type="spellEnd"/>
      <w:r w:rsidRPr="002C6956">
        <w:t xml:space="preserve">̌ podle </w:t>
      </w:r>
      <w:proofErr w:type="spellStart"/>
      <w:r w:rsidRPr="002C6956">
        <w:t>zákona</w:t>
      </w:r>
      <w:proofErr w:type="spellEnd"/>
      <w:r w:rsidRPr="002C6956">
        <w:t xml:space="preserve"> o myslivosti a na </w:t>
      </w:r>
      <w:proofErr w:type="spellStart"/>
      <w:r w:rsidRPr="002C6956">
        <w:t>loveckého</w:t>
      </w:r>
      <w:proofErr w:type="spellEnd"/>
      <w:r w:rsidRPr="002C6956">
        <w:t xml:space="preserve"> dravce, pokud je </w:t>
      </w:r>
      <w:proofErr w:type="spellStart"/>
      <w:r w:rsidRPr="002C6956">
        <w:t>používán</w:t>
      </w:r>
      <w:proofErr w:type="spellEnd"/>
      <w:r w:rsidRPr="002C6956">
        <w:t xml:space="preserve"> podle </w:t>
      </w:r>
      <w:proofErr w:type="spellStart"/>
      <w:r w:rsidRPr="002C6956">
        <w:t>zákona</w:t>
      </w:r>
      <w:proofErr w:type="spellEnd"/>
      <w:r w:rsidRPr="002C6956">
        <w:t xml:space="preserve"> o myslivosti.“.</w:t>
      </w:r>
    </w:p>
    <w:p w:rsidR="000C6893" w:rsidRDefault="000C6893"/>
    <w:p w:rsidR="005A53C7" w:rsidRPr="002C6956" w:rsidRDefault="005A53C7" w:rsidP="005A53C7">
      <w:pPr>
        <w:pStyle w:val="Normlnweb"/>
        <w:numPr>
          <w:ilvl w:val="0"/>
          <w:numId w:val="18"/>
        </w:numPr>
        <w:spacing w:after="100" w:afterAutospacing="1"/>
        <w:jc w:val="both"/>
      </w:pPr>
      <w:r w:rsidRPr="002C6956">
        <w:t xml:space="preserve">V části první v čl. I se novelizační bod č. </w:t>
      </w:r>
      <w:r>
        <w:t>101</w:t>
      </w:r>
      <w:r w:rsidRPr="002C6956">
        <w:t xml:space="preserve"> mění tak, že</w:t>
      </w:r>
      <w:r>
        <w:t xml:space="preserve"> § 27 v </w:t>
      </w:r>
      <w:r w:rsidRPr="002C6956">
        <w:t>odstavc</w:t>
      </w:r>
      <w:r>
        <w:t>i</w:t>
      </w:r>
      <w:r w:rsidRPr="002C6956">
        <w:t xml:space="preserve"> (</w:t>
      </w:r>
      <w:r>
        <w:t>2</w:t>
      </w:r>
      <w:r w:rsidRPr="002C6956">
        <w:t>)</w:t>
      </w:r>
      <w:r>
        <w:t>, písm. f)</w:t>
      </w:r>
      <w:r w:rsidRPr="002C6956">
        <w:t xml:space="preserve"> </w:t>
      </w:r>
      <w:r>
        <w:t xml:space="preserve">se za slovo zvířat doplňuje čárka a vkládají se slova </w:t>
      </w:r>
      <w:r>
        <w:rPr>
          <w:b/>
          <w:bCs/>
        </w:rPr>
        <w:t>„</w:t>
      </w:r>
      <w:r w:rsidRPr="004F4AB9">
        <w:rPr>
          <w:b/>
          <w:bCs/>
        </w:rPr>
        <w:t>jejichž únik představuje v konečném důsledku ohrožení zdraví a života lidí a zvířat nebo majetku lidí,</w:t>
      </w:r>
      <w:r>
        <w:rPr>
          <w:b/>
          <w:bCs/>
        </w:rPr>
        <w:t>“</w:t>
      </w:r>
      <w:r>
        <w:t xml:space="preserve">. </w:t>
      </w:r>
    </w:p>
    <w:p w:rsidR="000C6893" w:rsidRDefault="000C6893"/>
    <w:p w:rsidR="005A53C7" w:rsidRPr="002C6956" w:rsidRDefault="005A53C7" w:rsidP="005A53C7">
      <w:pPr>
        <w:pStyle w:val="Normlnweb"/>
        <w:numPr>
          <w:ilvl w:val="0"/>
          <w:numId w:val="18"/>
        </w:numPr>
        <w:spacing w:after="100" w:afterAutospacing="1"/>
        <w:jc w:val="both"/>
      </w:pPr>
      <w:r w:rsidRPr="002C6956">
        <w:t xml:space="preserve">V části první v čl. I se novelizační bod č. </w:t>
      </w:r>
      <w:r>
        <w:t>26 se</w:t>
      </w:r>
      <w:r w:rsidRPr="002C6956">
        <w:t xml:space="preserve"> mění tak, že </w:t>
      </w:r>
      <w:r>
        <w:t xml:space="preserve">se § 13 v </w:t>
      </w:r>
      <w:r w:rsidRPr="002C6956">
        <w:t>odstavc</w:t>
      </w:r>
      <w:r>
        <w:t>i</w:t>
      </w:r>
      <w:r w:rsidRPr="002C6956">
        <w:t xml:space="preserve"> (</w:t>
      </w:r>
      <w:r>
        <w:t>6</w:t>
      </w:r>
      <w:r w:rsidRPr="002C6956">
        <w:t xml:space="preserve">) </w:t>
      </w:r>
      <w:r>
        <w:t xml:space="preserve">přidává písmeno h), které </w:t>
      </w:r>
      <w:r w:rsidRPr="00106B4B">
        <w:t>zní „potvrzení o tom, že byla obec</w:t>
      </w:r>
      <w:r>
        <w:t>,</w:t>
      </w:r>
      <w:r w:rsidRPr="00106B4B">
        <w:t xml:space="preserve"> na jejímž území bude probíhat chov zvířete vyžadujícího zvláštní péči</w:t>
      </w:r>
      <w:r>
        <w:t xml:space="preserve"> a</w:t>
      </w:r>
      <w:r w:rsidRPr="00106B4B">
        <w:t xml:space="preserve"> které by v případě úniku představovalo obecné ohrožení</w:t>
      </w:r>
      <w:r>
        <w:t>,</w:t>
      </w:r>
      <w:r w:rsidRPr="00106B4B">
        <w:t xml:space="preserve"> informována o záměru chovatele“.</w:t>
      </w:r>
    </w:p>
    <w:p w:rsidR="005A53C7" w:rsidRDefault="005A53C7"/>
    <w:p w:rsidR="005A53C7" w:rsidRDefault="005A53C7"/>
    <w:p w:rsidR="004D2CF0" w:rsidRDefault="004D2CF0" w:rsidP="004D2CF0">
      <w:pPr>
        <w:pStyle w:val="PNposlanec"/>
      </w:pPr>
      <w:r>
        <w:t>Poslanec František Vácha</w:t>
      </w:r>
    </w:p>
    <w:p w:rsidR="004D2CF0" w:rsidRPr="005A53C7" w:rsidRDefault="005A53C7">
      <w:pPr>
        <w:rPr>
          <w:i/>
        </w:rPr>
      </w:pPr>
      <w:r w:rsidRPr="005A53C7">
        <w:rPr>
          <w:i/>
        </w:rPr>
        <w:t>SD 4953</w:t>
      </w:r>
    </w:p>
    <w:p w:rsidR="004D2CF0" w:rsidRDefault="004D2CF0"/>
    <w:p w:rsidR="005A53C7" w:rsidRDefault="005A53C7" w:rsidP="005A53C7">
      <w:pPr>
        <w:pStyle w:val="LO-normal"/>
        <w:widowControl/>
        <w:numPr>
          <w:ilvl w:val="0"/>
          <w:numId w:val="19"/>
        </w:numPr>
        <w:shd w:val="clear" w:color="auto" w:fill="FFFFFF"/>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rPr>
        <w:t>V bodě 18 se slova „loveckého dravce chovaného“</w:t>
      </w:r>
      <w:r w:rsidRPr="00496C0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nahrazují slovy „sokolů, dravců a sov chovaných</w:t>
      </w:r>
      <w:r>
        <w:rPr>
          <w:rFonts w:ascii="Times New Roman" w:hAnsi="Times New Roman" w:cs="Times New Roman"/>
          <w:sz w:val="24"/>
          <w:szCs w:val="24"/>
        </w:rPr>
        <w:t>“.</w:t>
      </w:r>
    </w:p>
    <w:p w:rsidR="005A53C7" w:rsidRDefault="005A53C7" w:rsidP="005A53C7">
      <w:pPr>
        <w:pStyle w:val="LO-normal"/>
        <w:widowControl/>
        <w:numPr>
          <w:ilvl w:val="0"/>
          <w:numId w:val="19"/>
        </w:numPr>
        <w:shd w:val="clear" w:color="auto" w:fill="FFFFFF"/>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rPr>
        <w:t>V bodě 19 se slova „loveckého dravce chovaného“</w:t>
      </w:r>
      <w:r w:rsidRPr="00496C0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nahrazují slovy „sokolů, dravců a sov chovaných</w:t>
      </w:r>
      <w:r>
        <w:rPr>
          <w:rFonts w:ascii="Times New Roman" w:hAnsi="Times New Roman" w:cs="Times New Roman"/>
          <w:sz w:val="24"/>
          <w:szCs w:val="24"/>
        </w:rPr>
        <w:t>“.</w:t>
      </w:r>
    </w:p>
    <w:p w:rsidR="004D2CF0" w:rsidRDefault="004D2CF0"/>
    <w:p w:rsidR="005A53C7" w:rsidRDefault="005A53C7"/>
    <w:p w:rsidR="004D2CF0" w:rsidRDefault="008C0FCE" w:rsidP="005A53C7">
      <w:pPr>
        <w:pStyle w:val="PNposlanec"/>
      </w:pPr>
      <w:r>
        <w:t>Poslankyně Dana Balcarová</w:t>
      </w:r>
    </w:p>
    <w:p w:rsidR="004D2CF0" w:rsidRPr="008C0FCE" w:rsidRDefault="008C0FCE">
      <w:pPr>
        <w:rPr>
          <w:i/>
        </w:rPr>
      </w:pPr>
      <w:r w:rsidRPr="008C0FCE">
        <w:rPr>
          <w:i/>
        </w:rPr>
        <w:t>SD 4966</w:t>
      </w:r>
    </w:p>
    <w:p w:rsidR="008C0FCE" w:rsidRDefault="008C0FCE" w:rsidP="008C0FCE">
      <w:pPr>
        <w:widowControl/>
        <w:numPr>
          <w:ilvl w:val="0"/>
          <w:numId w:val="20"/>
        </w:numPr>
        <w:suppressAutoHyphens w:val="0"/>
        <w:spacing w:line="360" w:lineRule="auto"/>
        <w:rPr>
          <w:b/>
        </w:rPr>
      </w:pPr>
      <w:r>
        <w:rPr>
          <w:b/>
        </w:rPr>
        <w:t xml:space="preserve">V části první čl. I se za bod 3 vkládá nový bod 4, který zní: </w:t>
      </w:r>
    </w:p>
    <w:p w:rsidR="008C0FCE" w:rsidRDefault="008C0FCE" w:rsidP="008C0FCE">
      <w:pPr>
        <w:spacing w:line="360" w:lineRule="auto"/>
      </w:pPr>
      <w:r>
        <w:t xml:space="preserve">„4. V § 3 se na konci textu písmene </w:t>
      </w:r>
      <w:proofErr w:type="spellStart"/>
      <w:r>
        <w:t>aa</w:t>
      </w:r>
      <w:proofErr w:type="spellEnd"/>
      <w:r>
        <w:t>) tečka nahrazuje čárkou a doplňuje se písmeno ab), které zní:</w:t>
      </w:r>
      <w:r>
        <w:br/>
        <w:t>„ab) nosnicí samice druhu kur domácí (</w:t>
      </w:r>
      <w:proofErr w:type="spellStart"/>
      <w:r>
        <w:t>Gallus</w:t>
      </w:r>
      <w:proofErr w:type="spellEnd"/>
      <w:r>
        <w:t xml:space="preserve"> </w:t>
      </w:r>
      <w:proofErr w:type="spellStart"/>
      <w:r>
        <w:t>gallus</w:t>
      </w:r>
      <w:proofErr w:type="spellEnd"/>
      <w:r>
        <w:t>), která dosáhla snáškové zralosti a je chována pro produkci vajec nezamýšlených k vylíhnutí.“.“.</w:t>
      </w:r>
    </w:p>
    <w:p w:rsidR="008C0FCE" w:rsidRDefault="008C0FCE" w:rsidP="008C0FCE">
      <w:pPr>
        <w:spacing w:line="360" w:lineRule="auto"/>
      </w:pPr>
      <w:r>
        <w:t>Následující body se přečíslují.</w:t>
      </w:r>
    </w:p>
    <w:p w:rsidR="008C0FCE" w:rsidRDefault="008C0FCE" w:rsidP="008C0FCE">
      <w:pPr>
        <w:spacing w:line="360" w:lineRule="auto"/>
        <w:ind w:left="360"/>
      </w:pPr>
    </w:p>
    <w:p w:rsidR="008C0FCE" w:rsidRDefault="008C0FCE" w:rsidP="008C0FCE">
      <w:pPr>
        <w:widowControl/>
        <w:numPr>
          <w:ilvl w:val="0"/>
          <w:numId w:val="20"/>
        </w:numPr>
        <w:suppressAutoHyphens w:val="0"/>
        <w:spacing w:line="360" w:lineRule="auto"/>
        <w:jc w:val="both"/>
        <w:rPr>
          <w:b/>
        </w:rPr>
      </w:pPr>
      <w:r>
        <w:rPr>
          <w:b/>
        </w:rPr>
        <w:t>V části první čl. I se za bod 23 (původně bod 22) vkládá nový bod 24, který zní:</w:t>
      </w:r>
    </w:p>
    <w:p w:rsidR="008C0FCE" w:rsidRDefault="008C0FCE" w:rsidP="008C0FCE">
      <w:pPr>
        <w:spacing w:line="360" w:lineRule="auto"/>
        <w:jc w:val="both"/>
      </w:pPr>
      <w:r>
        <w:t>„24. § 12c odst. 2 se zrušuje. Dosavadní odstavec 3 se označuje jako odstavec 2.“.</w:t>
      </w:r>
    </w:p>
    <w:p w:rsidR="008C0FCE" w:rsidRDefault="008C0FCE" w:rsidP="008C0FCE">
      <w:pPr>
        <w:spacing w:line="360" w:lineRule="auto"/>
        <w:ind w:left="360" w:hanging="360"/>
        <w:jc w:val="both"/>
      </w:pPr>
      <w:r>
        <w:t>Následující body se přečíslují.</w:t>
      </w:r>
    </w:p>
    <w:p w:rsidR="008C0FCE" w:rsidRDefault="008C0FCE" w:rsidP="008C0FCE">
      <w:pPr>
        <w:spacing w:line="360" w:lineRule="auto"/>
        <w:ind w:left="360" w:hanging="360"/>
        <w:jc w:val="both"/>
      </w:pPr>
    </w:p>
    <w:p w:rsidR="008C0FCE" w:rsidRDefault="008C0FCE">
      <w:pPr>
        <w:widowControl/>
        <w:suppressAutoHyphens w:val="0"/>
        <w:rPr>
          <w:b/>
        </w:rPr>
      </w:pPr>
      <w:r>
        <w:rPr>
          <w:b/>
        </w:rPr>
        <w:br w:type="page"/>
      </w:r>
    </w:p>
    <w:p w:rsidR="008C0FCE" w:rsidRDefault="008C0FCE" w:rsidP="008C0FCE">
      <w:pPr>
        <w:widowControl/>
        <w:numPr>
          <w:ilvl w:val="0"/>
          <w:numId w:val="20"/>
        </w:numPr>
        <w:suppressAutoHyphens w:val="0"/>
        <w:spacing w:line="360" w:lineRule="auto"/>
        <w:jc w:val="both"/>
        <w:rPr>
          <w:b/>
        </w:rPr>
      </w:pPr>
      <w:r>
        <w:rPr>
          <w:b/>
        </w:rPr>
        <w:t>V části první čl. I bod 25 (původně bod 23) zní:</w:t>
      </w:r>
    </w:p>
    <w:p w:rsidR="008C0FCE" w:rsidRDefault="008C0FCE" w:rsidP="008C0FCE">
      <w:pPr>
        <w:spacing w:line="360" w:lineRule="auto"/>
        <w:jc w:val="both"/>
      </w:pPr>
      <w:r>
        <w:t>„25. V § 12d odst. 1 úvodní části ustanovení se slova „Kur domácí (</w:t>
      </w:r>
      <w:proofErr w:type="spellStart"/>
      <w:r>
        <w:t>Gallus</w:t>
      </w:r>
      <w:proofErr w:type="spellEnd"/>
      <w:r>
        <w:t xml:space="preserve"> </w:t>
      </w:r>
      <w:proofErr w:type="spellStart"/>
      <w:r>
        <w:t>gallus</w:t>
      </w:r>
      <w:proofErr w:type="spellEnd"/>
      <w:r>
        <w:t>)“ nahrazují slovy „kur domácí (</w:t>
      </w:r>
      <w:proofErr w:type="spellStart"/>
      <w:r>
        <w:t>Gallus</w:t>
      </w:r>
      <w:proofErr w:type="spellEnd"/>
      <w:r>
        <w:t xml:space="preserve"> </w:t>
      </w:r>
      <w:proofErr w:type="spellStart"/>
      <w:r>
        <w:t>gallus</w:t>
      </w:r>
      <w:proofErr w:type="spellEnd"/>
      <w:r>
        <w:t>)“.“.</w:t>
      </w:r>
    </w:p>
    <w:p w:rsidR="008C0FCE" w:rsidRDefault="008C0FCE" w:rsidP="008C0FCE">
      <w:pPr>
        <w:spacing w:line="360" w:lineRule="auto"/>
        <w:ind w:left="360" w:hanging="360"/>
        <w:jc w:val="both"/>
      </w:pPr>
    </w:p>
    <w:p w:rsidR="008C0FCE" w:rsidRDefault="008C0FCE" w:rsidP="008C0FCE">
      <w:pPr>
        <w:widowControl/>
        <w:numPr>
          <w:ilvl w:val="0"/>
          <w:numId w:val="20"/>
        </w:numPr>
        <w:suppressAutoHyphens w:val="0"/>
        <w:spacing w:line="360" w:lineRule="auto"/>
        <w:jc w:val="both"/>
        <w:rPr>
          <w:b/>
        </w:rPr>
      </w:pPr>
      <w:r>
        <w:rPr>
          <w:b/>
        </w:rPr>
        <w:t xml:space="preserve">V části první čl. I se za bod 26 (původně bod 24) vkládá nový bod 27, který zní: </w:t>
      </w:r>
    </w:p>
    <w:p w:rsidR="008C0FCE" w:rsidRDefault="008C0FCE" w:rsidP="008C0FCE">
      <w:pPr>
        <w:spacing w:line="360" w:lineRule="auto"/>
        <w:jc w:val="both"/>
      </w:pPr>
      <w:r>
        <w:t>„27. Za § 12g se vkládá nový § 12h, který včetně poznámky pod čarou č. 34) zní:</w:t>
      </w:r>
    </w:p>
    <w:p w:rsidR="008C0FCE" w:rsidRDefault="008C0FCE" w:rsidP="008C0FCE">
      <w:pPr>
        <w:spacing w:line="360" w:lineRule="auto"/>
        <w:ind w:left="360" w:hanging="360"/>
        <w:jc w:val="center"/>
      </w:pPr>
      <w:r>
        <w:t>„§ 12h</w:t>
      </w:r>
    </w:p>
    <w:p w:rsidR="008C0FCE" w:rsidRDefault="008C0FCE" w:rsidP="008C0FCE">
      <w:pPr>
        <w:spacing w:line="360" w:lineRule="auto"/>
        <w:ind w:left="360" w:hanging="360"/>
        <w:jc w:val="both"/>
      </w:pPr>
      <w:r>
        <w:t>Zakazuje se klecový chov nosnic, včetně chovu v obohacených klecových systémech</w:t>
      </w:r>
      <w:r>
        <w:rPr>
          <w:vertAlign w:val="superscript"/>
        </w:rPr>
        <w:t>34)</w:t>
      </w:r>
      <w:r>
        <w:t>.</w:t>
      </w:r>
    </w:p>
    <w:p w:rsidR="008C0FCE" w:rsidRDefault="008C0FCE" w:rsidP="008C0FCE">
      <w:pPr>
        <w:spacing w:line="360" w:lineRule="auto"/>
        <w:ind w:left="360" w:hanging="360"/>
        <w:jc w:val="both"/>
      </w:pPr>
      <w:r>
        <w:t>____________________</w:t>
      </w:r>
    </w:p>
    <w:p w:rsidR="008C0FCE" w:rsidRDefault="008C0FCE" w:rsidP="008C0FCE">
      <w:pPr>
        <w:spacing w:line="360" w:lineRule="auto"/>
        <w:ind w:left="360" w:hanging="360"/>
        <w:jc w:val="both"/>
      </w:pPr>
      <w:r>
        <w:t xml:space="preserve">34) Čl. 6 směrnice Rady 1999/74/ES ze dne 19. července 1999, kterou se stanoví </w:t>
      </w:r>
      <w:proofErr w:type="gramStart"/>
      <w:r>
        <w:t>minimální  požadavky</w:t>
      </w:r>
      <w:proofErr w:type="gramEnd"/>
      <w:r>
        <w:t xml:space="preserve">  na  ochranu  nosnic.“.“.</w:t>
      </w:r>
    </w:p>
    <w:p w:rsidR="008C0FCE" w:rsidRDefault="008C0FCE" w:rsidP="008C0FCE">
      <w:pPr>
        <w:spacing w:line="360" w:lineRule="auto"/>
        <w:ind w:left="360" w:hanging="360"/>
        <w:jc w:val="both"/>
      </w:pPr>
      <w:r>
        <w:t>Následující body se přečíslují.</w:t>
      </w:r>
    </w:p>
    <w:p w:rsidR="008C0FCE" w:rsidRDefault="008C0FCE" w:rsidP="008C0FCE">
      <w:pPr>
        <w:spacing w:line="360" w:lineRule="auto"/>
        <w:ind w:left="360" w:hanging="360"/>
        <w:jc w:val="both"/>
      </w:pPr>
    </w:p>
    <w:p w:rsidR="008C0FCE" w:rsidRDefault="008C0FCE" w:rsidP="008C0FCE">
      <w:pPr>
        <w:widowControl/>
        <w:numPr>
          <w:ilvl w:val="0"/>
          <w:numId w:val="20"/>
        </w:numPr>
        <w:suppressAutoHyphens w:val="0"/>
        <w:spacing w:line="360" w:lineRule="auto"/>
        <w:jc w:val="both"/>
        <w:rPr>
          <w:b/>
        </w:rPr>
      </w:pPr>
      <w:r>
        <w:rPr>
          <w:b/>
        </w:rPr>
        <w:t xml:space="preserve">V části první čl. I se za bod 104 (původně bod 101) vkládají nové body 105 a 106, které znějí: </w:t>
      </w:r>
    </w:p>
    <w:p w:rsidR="008C0FCE" w:rsidRDefault="008C0FCE" w:rsidP="008C0FCE">
      <w:pPr>
        <w:spacing w:line="360" w:lineRule="auto"/>
        <w:ind w:left="360" w:hanging="360"/>
        <w:jc w:val="both"/>
      </w:pPr>
      <w:r>
        <w:t>„105. V § 27 odst. 3 písm. h) se text „§ 12c odst. 3“ nahrazuje textem „§ 12c odst. 2”.</w:t>
      </w:r>
    </w:p>
    <w:p w:rsidR="008C0FCE" w:rsidRDefault="008C0FCE" w:rsidP="008C0FCE">
      <w:pPr>
        <w:spacing w:line="360" w:lineRule="auto"/>
        <w:ind w:left="360" w:hanging="360"/>
        <w:jc w:val="both"/>
      </w:pPr>
      <w:r>
        <w:t>106. V § 27 odst. 3 se za písmeno h) vkládá nové písmeno i), které zní:</w:t>
      </w:r>
    </w:p>
    <w:p w:rsidR="008C0FCE" w:rsidRDefault="008C0FCE" w:rsidP="008C0FCE">
      <w:pPr>
        <w:spacing w:line="360" w:lineRule="auto"/>
        <w:ind w:left="360" w:hanging="360"/>
        <w:jc w:val="both"/>
      </w:pPr>
      <w:r>
        <w:t>„i)</w:t>
      </w:r>
      <w:r>
        <w:tab/>
        <w:t>v rozporu s § 12h chová nosnice v klecovém chovu,“.</w:t>
      </w:r>
    </w:p>
    <w:p w:rsidR="008C0FCE" w:rsidRDefault="008C0FCE" w:rsidP="008C0FCE">
      <w:pPr>
        <w:spacing w:line="360" w:lineRule="auto"/>
        <w:ind w:left="360" w:hanging="360"/>
        <w:jc w:val="both"/>
      </w:pPr>
      <w:r>
        <w:t>Dosavadní písmena i) až l) se označují jako písmena j) až m).“.</w:t>
      </w:r>
    </w:p>
    <w:p w:rsidR="008C0FCE" w:rsidRDefault="008C0FCE" w:rsidP="008C0FCE">
      <w:pPr>
        <w:spacing w:line="360" w:lineRule="auto"/>
        <w:ind w:left="360" w:hanging="360"/>
        <w:jc w:val="both"/>
      </w:pPr>
      <w:r>
        <w:t>Následující body se přečíslují.</w:t>
      </w:r>
    </w:p>
    <w:p w:rsidR="008C0FCE" w:rsidRDefault="008C0FCE" w:rsidP="008C0FCE">
      <w:pPr>
        <w:spacing w:line="360" w:lineRule="auto"/>
        <w:ind w:left="360" w:hanging="360"/>
        <w:jc w:val="both"/>
      </w:pPr>
    </w:p>
    <w:p w:rsidR="008C0FCE" w:rsidRDefault="008C0FCE" w:rsidP="008C0FCE">
      <w:pPr>
        <w:widowControl/>
        <w:numPr>
          <w:ilvl w:val="0"/>
          <w:numId w:val="20"/>
        </w:numPr>
        <w:suppressAutoHyphens w:val="0"/>
        <w:spacing w:line="360" w:lineRule="auto"/>
        <w:jc w:val="both"/>
        <w:rPr>
          <w:b/>
        </w:rPr>
      </w:pPr>
      <w:r>
        <w:rPr>
          <w:b/>
        </w:rPr>
        <w:t xml:space="preserve">V části první čl. I se za bod 111 (původně bod 106) vkládají nové body 112 a 113, které znějí: </w:t>
      </w:r>
    </w:p>
    <w:p w:rsidR="008C0FCE" w:rsidRDefault="008C0FCE" w:rsidP="008C0FCE">
      <w:pPr>
        <w:spacing w:line="360" w:lineRule="auto"/>
        <w:jc w:val="both"/>
      </w:pPr>
      <w:r>
        <w:t>„112. V § 27 odst. 12 písm. b) se text „podle odstavce 3 písm. g) až i)“ nahrazuje textem „podle odstavce 3 písm. g) až j)“.</w:t>
      </w:r>
    </w:p>
    <w:p w:rsidR="008C0FCE" w:rsidRDefault="008C0FCE" w:rsidP="008C0FCE">
      <w:pPr>
        <w:spacing w:line="360" w:lineRule="auto"/>
        <w:jc w:val="both"/>
      </w:pPr>
      <w:r>
        <w:t>„113. V § 27 odst. 12 písm. c) se text „ j), k) nebo l)” nahrazuje textem “k), l) nebo m)“.“.</w:t>
      </w:r>
    </w:p>
    <w:p w:rsidR="008C0FCE" w:rsidRDefault="008C0FCE" w:rsidP="008C0FCE">
      <w:pPr>
        <w:spacing w:line="360" w:lineRule="auto"/>
        <w:ind w:left="360" w:hanging="360"/>
        <w:jc w:val="both"/>
      </w:pPr>
      <w:r>
        <w:t>Následující body se přečíslují.</w:t>
      </w:r>
    </w:p>
    <w:p w:rsidR="008C0FCE" w:rsidRDefault="008C0FCE" w:rsidP="008C0FCE">
      <w:pPr>
        <w:spacing w:line="360" w:lineRule="auto"/>
        <w:ind w:left="360" w:hanging="360"/>
        <w:jc w:val="both"/>
      </w:pPr>
    </w:p>
    <w:p w:rsidR="008C0FCE" w:rsidRDefault="008C0FCE" w:rsidP="008C0FCE">
      <w:pPr>
        <w:widowControl/>
        <w:numPr>
          <w:ilvl w:val="0"/>
          <w:numId w:val="20"/>
        </w:numPr>
        <w:suppressAutoHyphens w:val="0"/>
        <w:spacing w:line="360" w:lineRule="auto"/>
        <w:jc w:val="both"/>
        <w:rPr>
          <w:b/>
        </w:rPr>
      </w:pPr>
      <w:r>
        <w:rPr>
          <w:b/>
        </w:rPr>
        <w:t xml:space="preserve">V části první čl. I se za bod 120 (původně 113) vkládají nové body 121 a 122, které znějí: </w:t>
      </w:r>
    </w:p>
    <w:p w:rsidR="008C0FCE" w:rsidRDefault="008C0FCE" w:rsidP="008C0FCE">
      <w:pPr>
        <w:spacing w:line="360" w:lineRule="auto"/>
        <w:jc w:val="both"/>
      </w:pPr>
      <w:r>
        <w:t>„121. V § 27a odst. 4 písm. h) se text „§ 12c odst. 3“ nahrazuje textem „§ 12c odst. 2“.</w:t>
      </w:r>
    </w:p>
    <w:p w:rsidR="008C0FCE" w:rsidRDefault="008C0FCE" w:rsidP="008C0FCE">
      <w:pPr>
        <w:spacing w:line="360" w:lineRule="auto"/>
        <w:jc w:val="both"/>
      </w:pPr>
      <w:r>
        <w:t>122. V § 27a odst. 4 se za písmeno h) vkládá nové písmeno i), které zní:</w:t>
      </w:r>
    </w:p>
    <w:p w:rsidR="008C0FCE" w:rsidRDefault="008C0FCE" w:rsidP="008C0FCE">
      <w:pPr>
        <w:spacing w:line="360" w:lineRule="auto"/>
        <w:ind w:left="360" w:hanging="360"/>
        <w:jc w:val="both"/>
      </w:pPr>
      <w:r>
        <w:t>„i)</w:t>
      </w:r>
      <w:r>
        <w:tab/>
        <w:t>v rozporu s § 12h chová nosnice v klecovém chovu,“.</w:t>
      </w:r>
    </w:p>
    <w:p w:rsidR="008C0FCE" w:rsidRDefault="008C0FCE" w:rsidP="008C0FCE">
      <w:pPr>
        <w:spacing w:line="360" w:lineRule="auto"/>
        <w:ind w:left="360" w:hanging="360"/>
        <w:jc w:val="both"/>
      </w:pPr>
      <w:r>
        <w:t>Dosavadní písmena i) až l) se označují jako písmena j) až m).“.</w:t>
      </w:r>
    </w:p>
    <w:p w:rsidR="008C0FCE" w:rsidRDefault="008C0FCE" w:rsidP="008C0FCE">
      <w:pPr>
        <w:spacing w:line="360" w:lineRule="auto"/>
        <w:ind w:left="360" w:hanging="360"/>
        <w:jc w:val="both"/>
      </w:pPr>
      <w:r>
        <w:t>Následující body se přečíslují.</w:t>
      </w:r>
    </w:p>
    <w:p w:rsidR="008C0FCE" w:rsidRDefault="008C0FCE" w:rsidP="008C0FCE">
      <w:pPr>
        <w:spacing w:line="360" w:lineRule="auto"/>
        <w:ind w:left="360" w:hanging="360"/>
        <w:jc w:val="both"/>
      </w:pPr>
    </w:p>
    <w:p w:rsidR="008C0FCE" w:rsidRDefault="008C0FCE" w:rsidP="008C0FCE">
      <w:pPr>
        <w:widowControl/>
        <w:numPr>
          <w:ilvl w:val="0"/>
          <w:numId w:val="20"/>
        </w:numPr>
        <w:suppressAutoHyphens w:val="0"/>
        <w:spacing w:line="360" w:lineRule="auto"/>
        <w:jc w:val="both"/>
        <w:rPr>
          <w:b/>
        </w:rPr>
      </w:pPr>
      <w:r>
        <w:rPr>
          <w:b/>
        </w:rPr>
        <w:t xml:space="preserve">V části první čl. I se za bod 137 (původně 128) vkládají nové body 138 a 139, které znějí: </w:t>
      </w:r>
    </w:p>
    <w:p w:rsidR="008C0FCE" w:rsidRDefault="008C0FCE" w:rsidP="008C0FCE">
      <w:pPr>
        <w:spacing w:line="360" w:lineRule="auto"/>
        <w:jc w:val="both"/>
        <w:rPr>
          <w:b/>
        </w:rPr>
      </w:pPr>
      <w:r>
        <w:t>„138. V § 27a odst. 20 písm. b) text „podle odstavce 4 písm. g) až i)” nahrazuje textem “podle odstavce 4 písm. g) až j)”</w:t>
      </w:r>
    </w:p>
    <w:p w:rsidR="008C0FCE" w:rsidRDefault="008C0FCE" w:rsidP="008C0FCE">
      <w:pPr>
        <w:spacing w:line="360" w:lineRule="auto"/>
        <w:jc w:val="both"/>
      </w:pPr>
      <w:r>
        <w:t xml:space="preserve">139. V § 27 odst. 12 písm. c) se </w:t>
      </w:r>
      <w:proofErr w:type="gramStart"/>
      <w:r>
        <w:t>text  „ j), k) nebo</w:t>
      </w:r>
      <w:proofErr w:type="gramEnd"/>
      <w:r>
        <w:t xml:space="preserve"> l)” nahrazuje textem “k), l) nebo m)“.“.</w:t>
      </w:r>
    </w:p>
    <w:p w:rsidR="008C0FCE" w:rsidRDefault="008C0FCE" w:rsidP="008C0FCE">
      <w:pPr>
        <w:spacing w:line="360" w:lineRule="auto"/>
        <w:ind w:left="360" w:hanging="360"/>
        <w:jc w:val="both"/>
      </w:pPr>
      <w:r>
        <w:t>Následující body se přečíslují.</w:t>
      </w:r>
    </w:p>
    <w:p w:rsidR="008C0FCE" w:rsidRDefault="008C0FCE" w:rsidP="008C0FCE">
      <w:pPr>
        <w:spacing w:line="360" w:lineRule="auto"/>
        <w:ind w:left="360" w:hanging="360"/>
        <w:jc w:val="both"/>
      </w:pPr>
    </w:p>
    <w:p w:rsidR="008C0FCE" w:rsidRDefault="008C0FCE" w:rsidP="008C0FCE">
      <w:pPr>
        <w:widowControl/>
        <w:numPr>
          <w:ilvl w:val="0"/>
          <w:numId w:val="20"/>
        </w:numPr>
        <w:suppressAutoHyphens w:val="0"/>
        <w:spacing w:line="360" w:lineRule="auto"/>
        <w:jc w:val="both"/>
        <w:rPr>
          <w:b/>
        </w:rPr>
      </w:pPr>
      <w:r>
        <w:rPr>
          <w:b/>
        </w:rPr>
        <w:t xml:space="preserve">Novelizační bod 158 (původně </w:t>
      </w:r>
      <w:proofErr w:type="gramStart"/>
      <w:r>
        <w:rPr>
          <w:b/>
        </w:rPr>
        <w:t>147)  zní</w:t>
      </w:r>
      <w:proofErr w:type="gramEnd"/>
      <w:r>
        <w:rPr>
          <w:b/>
        </w:rPr>
        <w:t>:</w:t>
      </w:r>
    </w:p>
    <w:p w:rsidR="008C0FCE" w:rsidRDefault="008C0FCE" w:rsidP="008C0FCE">
      <w:pPr>
        <w:spacing w:line="360" w:lineRule="auto"/>
        <w:jc w:val="both"/>
      </w:pPr>
      <w:r>
        <w:t>“158. V § 29 odst. 1 se text „§ 7a odst. 2“ nahrazuje textem „§ 7a odst. 9“, text „§ 12c odst. 3“ se nahrazuje textem „§ 12c odst. 2“, text „§ 13 odst. 10“ se nahrazuje textem „§ 12g odst. 2, § 13 odst. 11“, za text „§ 14b odst. 4“ se vkládá text „§ 14c odst. 4, § 14d odst. 5,“, text „§ 15b odst. 1,“ se zrušuje, text „§ 15d odst. 7“ se nahrazuje textem „§ 15d odst. 9“, text „§ 16a odst. 1,“ se zrušuje a text „§ 18g odst. 8“ se nahrazuje textem „§ 18g odst. 9“.“.</w:t>
      </w:r>
    </w:p>
    <w:p w:rsidR="008C0FCE" w:rsidRDefault="008C0FCE" w:rsidP="008C0FCE">
      <w:pPr>
        <w:spacing w:line="360" w:lineRule="auto"/>
        <w:ind w:left="360" w:hanging="360"/>
        <w:jc w:val="both"/>
      </w:pPr>
    </w:p>
    <w:p w:rsidR="008C0FCE" w:rsidRDefault="008C0FCE" w:rsidP="008C0FCE">
      <w:pPr>
        <w:widowControl/>
        <w:numPr>
          <w:ilvl w:val="0"/>
          <w:numId w:val="20"/>
        </w:numPr>
        <w:suppressAutoHyphens w:val="0"/>
        <w:spacing w:line="360" w:lineRule="auto"/>
        <w:jc w:val="both"/>
        <w:rPr>
          <w:b/>
        </w:rPr>
      </w:pPr>
      <w:r>
        <w:rPr>
          <w:b/>
        </w:rPr>
        <w:t>V části třetí čl. VI se na konci textu písmene c) tečka nahrazuje čárkou a doplňuje se písmeno d), které zní:</w:t>
      </w:r>
    </w:p>
    <w:p w:rsidR="008C0FCE" w:rsidRDefault="008C0FCE" w:rsidP="008C0FCE">
      <w:pPr>
        <w:spacing w:after="200" w:line="360" w:lineRule="auto"/>
        <w:ind w:left="360" w:hanging="360"/>
        <w:jc w:val="both"/>
      </w:pPr>
      <w:r>
        <w:t xml:space="preserve">„d) bodů 27, 106, 112, 113, 122, 138 a 139, které nabývají účinnosti dnem 1. ledna 2025.“. </w:t>
      </w:r>
    </w:p>
    <w:p w:rsidR="004D2CF0" w:rsidRDefault="004D2CF0" w:rsidP="003D5052"/>
    <w:p w:rsidR="000C6893" w:rsidRDefault="003D5052" w:rsidP="003D5052">
      <w:pPr>
        <w:rPr>
          <w:i/>
        </w:rPr>
      </w:pPr>
      <w:r w:rsidRPr="003D5052">
        <w:rPr>
          <w:i/>
        </w:rPr>
        <w:t>SD 4967</w:t>
      </w:r>
    </w:p>
    <w:p w:rsidR="003D5052" w:rsidRDefault="009C51F5" w:rsidP="009C51F5">
      <w:pPr>
        <w:jc w:val="both"/>
        <w:rPr>
          <w:rFonts w:ascii="Roboto" w:eastAsia="Roboto" w:hAnsi="Roboto" w:cs="Roboto"/>
          <w:color w:val="000000"/>
          <w:kern w:val="0"/>
          <w:lang w:eastAsia="cs-CZ" w:bidi="ar-SA"/>
        </w:rPr>
      </w:pPr>
      <w:r w:rsidRPr="009C51F5">
        <w:rPr>
          <w:b/>
        </w:rPr>
        <w:t>11.</w:t>
      </w:r>
      <w:r>
        <w:rPr>
          <w:b/>
        </w:rPr>
        <w:t xml:space="preserve"> </w:t>
      </w:r>
      <w:r w:rsidR="003D5052">
        <w:rPr>
          <w:rFonts w:ascii="Roboto" w:eastAsia="Roboto" w:hAnsi="Roboto" w:cs="Roboto"/>
          <w:color w:val="000000"/>
        </w:rPr>
        <w:t xml:space="preserve">V názvu zákona se na konci doplňují </w:t>
      </w:r>
      <w:proofErr w:type="gramStart"/>
      <w:r w:rsidR="003D5052">
        <w:rPr>
          <w:rFonts w:ascii="Roboto" w:eastAsia="Roboto" w:hAnsi="Roboto" w:cs="Roboto"/>
          <w:color w:val="000000"/>
        </w:rPr>
        <w:t>slova „ ,a zákon</w:t>
      </w:r>
      <w:proofErr w:type="gramEnd"/>
      <w:r w:rsidR="003D5052">
        <w:rPr>
          <w:rFonts w:ascii="Roboto" w:eastAsia="Roboto" w:hAnsi="Roboto" w:cs="Roboto"/>
          <w:color w:val="000000"/>
        </w:rPr>
        <w:t xml:space="preserve"> č. 273/2008 Sb., o Policii České republiky, ve znění pozdějších předpisů“.</w:t>
      </w:r>
    </w:p>
    <w:p w:rsidR="003D5052" w:rsidRDefault="003D5052" w:rsidP="003D5052">
      <w:pPr>
        <w:ind w:left="720" w:hanging="720"/>
        <w:jc w:val="both"/>
        <w:rPr>
          <w:rFonts w:ascii="Roboto" w:eastAsia="Roboto" w:hAnsi="Roboto" w:cs="Roboto"/>
          <w:color w:val="000000"/>
        </w:rPr>
      </w:pPr>
    </w:p>
    <w:p w:rsidR="003D5052" w:rsidRDefault="003D5052" w:rsidP="009C51F5">
      <w:pPr>
        <w:widowControl/>
        <w:suppressAutoHyphens w:val="0"/>
        <w:jc w:val="both"/>
        <w:rPr>
          <w:rFonts w:ascii="Roboto" w:eastAsia="Roboto" w:hAnsi="Roboto" w:cs="Roboto"/>
          <w:color w:val="000000"/>
        </w:rPr>
      </w:pPr>
      <w:r>
        <w:rPr>
          <w:rFonts w:ascii="Roboto" w:eastAsia="Roboto" w:hAnsi="Roboto" w:cs="Roboto"/>
          <w:color w:val="000000"/>
        </w:rPr>
        <w:t>Za část druhou se vkládá část třetí, která zní:</w:t>
      </w:r>
    </w:p>
    <w:p w:rsidR="003D5052" w:rsidRDefault="003D5052" w:rsidP="003D5052">
      <w:pPr>
        <w:jc w:val="both"/>
        <w:rPr>
          <w:rFonts w:ascii="Roboto" w:eastAsia="Roboto" w:hAnsi="Roboto" w:cs="Roboto"/>
          <w:b/>
          <w:u w:val="single"/>
        </w:rPr>
      </w:pPr>
    </w:p>
    <w:p w:rsidR="003D5052" w:rsidRDefault="003D5052" w:rsidP="003D5052">
      <w:pPr>
        <w:spacing w:before="120"/>
        <w:jc w:val="center"/>
        <w:rPr>
          <w:rFonts w:ascii="Roboto" w:eastAsia="Roboto" w:hAnsi="Roboto" w:cs="Roboto"/>
        </w:rPr>
      </w:pPr>
      <w:r>
        <w:rPr>
          <w:rFonts w:ascii="Roboto" w:eastAsia="Roboto" w:hAnsi="Roboto" w:cs="Roboto"/>
        </w:rPr>
        <w:t>„ČÁST TŘETÍ</w:t>
      </w:r>
    </w:p>
    <w:p w:rsidR="003D5052" w:rsidRDefault="003D5052" w:rsidP="003D5052">
      <w:pPr>
        <w:spacing w:before="120"/>
        <w:jc w:val="center"/>
        <w:rPr>
          <w:rFonts w:ascii="Roboto" w:eastAsia="Roboto" w:hAnsi="Roboto" w:cs="Roboto"/>
          <w:b/>
        </w:rPr>
      </w:pPr>
      <w:r>
        <w:rPr>
          <w:rFonts w:ascii="Roboto" w:eastAsia="Roboto" w:hAnsi="Roboto" w:cs="Roboto"/>
          <w:b/>
        </w:rPr>
        <w:t>Změna zákona o Policii České republiky</w:t>
      </w:r>
    </w:p>
    <w:p w:rsidR="003D5052" w:rsidRDefault="003D5052" w:rsidP="003D5052">
      <w:pPr>
        <w:spacing w:before="120"/>
        <w:jc w:val="center"/>
        <w:rPr>
          <w:rFonts w:ascii="Roboto" w:eastAsia="Roboto" w:hAnsi="Roboto" w:cs="Roboto"/>
        </w:rPr>
      </w:pPr>
      <w:r>
        <w:rPr>
          <w:rFonts w:ascii="Roboto" w:eastAsia="Roboto" w:hAnsi="Roboto" w:cs="Roboto"/>
        </w:rPr>
        <w:t>Čl. VI</w:t>
      </w:r>
    </w:p>
    <w:p w:rsidR="003D5052" w:rsidRDefault="003D5052" w:rsidP="003D5052">
      <w:pPr>
        <w:spacing w:before="120"/>
        <w:jc w:val="center"/>
        <w:rPr>
          <w:rFonts w:ascii="Roboto" w:eastAsia="Roboto" w:hAnsi="Roboto" w:cs="Roboto"/>
        </w:rPr>
      </w:pPr>
    </w:p>
    <w:p w:rsidR="003D5052" w:rsidRDefault="003D5052" w:rsidP="003D5052">
      <w:pPr>
        <w:jc w:val="both"/>
        <w:rPr>
          <w:rFonts w:ascii="Roboto" w:eastAsia="Roboto" w:hAnsi="Roboto" w:cs="Roboto"/>
        </w:rPr>
      </w:pPr>
      <w:r>
        <w:rPr>
          <w:rFonts w:ascii="Roboto" w:eastAsia="Roboto" w:hAnsi="Roboto" w:cs="Roboto"/>
        </w:rPr>
        <w:t xml:space="preserve">V § 40 odst. 2 zákona č. 273/2008 Sb., o Policii České republiky, písmeno c) zní: </w:t>
      </w:r>
    </w:p>
    <w:p w:rsidR="003D5052" w:rsidRDefault="003D5052" w:rsidP="003D5052">
      <w:pPr>
        <w:spacing w:before="120"/>
        <w:jc w:val="both"/>
        <w:rPr>
          <w:rFonts w:ascii="Roboto" w:eastAsia="Roboto" w:hAnsi="Roboto" w:cs="Roboto"/>
        </w:rPr>
      </w:pPr>
      <w:r>
        <w:rPr>
          <w:rFonts w:ascii="Roboto" w:eastAsia="Roboto" w:hAnsi="Roboto" w:cs="Roboto"/>
        </w:rPr>
        <w:t xml:space="preserve">„c) má-li důvodné podezření, že se na místě uvedeném v odstavci 1 nachází týrané zvíře.“. </w:t>
      </w:r>
    </w:p>
    <w:p w:rsidR="003D5052" w:rsidRDefault="003D5052" w:rsidP="003D5052">
      <w:pPr>
        <w:spacing w:before="120"/>
        <w:jc w:val="both"/>
        <w:rPr>
          <w:rFonts w:ascii="Roboto" w:eastAsia="Roboto" w:hAnsi="Roboto" w:cs="Roboto"/>
        </w:rPr>
      </w:pPr>
      <w:r>
        <w:rPr>
          <w:rFonts w:ascii="Roboto" w:eastAsia="Roboto" w:hAnsi="Roboto" w:cs="Roboto"/>
        </w:rPr>
        <w:t>Dosavadní část třetí se označuje jako část čtvrtá a dosavadní článek VI se označuje jako článek VII.</w:t>
      </w:r>
    </w:p>
    <w:p w:rsidR="000C6893" w:rsidRDefault="000C6893" w:rsidP="003D5052"/>
    <w:p w:rsidR="003D5052" w:rsidRDefault="003D5052" w:rsidP="003D5052"/>
    <w:p w:rsidR="003D5052" w:rsidRDefault="00111F47" w:rsidP="003D5052">
      <w:pPr>
        <w:pStyle w:val="PNposlanec"/>
        <w:tabs>
          <w:tab w:val="clear" w:pos="425"/>
          <w:tab w:val="num" w:pos="0"/>
        </w:tabs>
        <w:ind w:left="0" w:firstLine="0"/>
      </w:pPr>
      <w:r>
        <w:t>Poslankyně Monika Jarošová</w:t>
      </w:r>
    </w:p>
    <w:p w:rsidR="003D5052" w:rsidRPr="00111F47" w:rsidRDefault="00111F47" w:rsidP="003D5052">
      <w:pPr>
        <w:rPr>
          <w:i/>
        </w:rPr>
      </w:pPr>
      <w:r w:rsidRPr="00111F47">
        <w:rPr>
          <w:i/>
        </w:rPr>
        <w:t>SD 4082</w:t>
      </w:r>
    </w:p>
    <w:p w:rsidR="00111F47" w:rsidRPr="00111F47" w:rsidRDefault="009C51F5" w:rsidP="00111F47">
      <w:pPr>
        <w:rPr>
          <w:rFonts w:eastAsia="Times New Roman" w:cs="Times New Roman"/>
        </w:rPr>
      </w:pPr>
      <w:r w:rsidRPr="009C51F5">
        <w:rPr>
          <w:rFonts w:eastAsia="Times New Roman" w:cs="Times New Roman"/>
          <w:b/>
        </w:rPr>
        <w:t>1.</w:t>
      </w:r>
      <w:r>
        <w:rPr>
          <w:rFonts w:eastAsia="Times New Roman" w:cs="Times New Roman"/>
        </w:rPr>
        <w:t xml:space="preserve"> </w:t>
      </w:r>
      <w:r w:rsidR="00111F47" w:rsidRPr="00111F47">
        <w:rPr>
          <w:rFonts w:eastAsia="Times New Roman" w:cs="Times New Roman"/>
        </w:rPr>
        <w:t>V § 5 se na konci odstavce 5 tečka nahrazuje čárkou a doplňuje se písmeno f), které zní:</w:t>
      </w:r>
    </w:p>
    <w:p w:rsidR="00111F47" w:rsidRPr="00111F47" w:rsidRDefault="00111F47" w:rsidP="00111F47">
      <w:pPr>
        <w:rPr>
          <w:rFonts w:eastAsia="Times New Roman" w:cs="Times New Roman"/>
        </w:rPr>
      </w:pPr>
      <w:r w:rsidRPr="00111F47">
        <w:rPr>
          <w:rFonts w:eastAsia="Times New Roman" w:cs="Times New Roman"/>
        </w:rPr>
        <w:t>„f) zmrazení, s výjimkou postupného zmrazování u hadů.“.</w:t>
      </w:r>
    </w:p>
    <w:p w:rsidR="003D5052" w:rsidRPr="00111F47" w:rsidRDefault="003D5052" w:rsidP="003D5052">
      <w:pPr>
        <w:rPr>
          <w:rFonts w:cs="Times New Roman"/>
        </w:rPr>
      </w:pPr>
    </w:p>
    <w:p w:rsidR="003D5052" w:rsidRPr="00B928DE" w:rsidRDefault="00B928DE" w:rsidP="003D5052">
      <w:pPr>
        <w:rPr>
          <w:i/>
        </w:rPr>
      </w:pPr>
      <w:r w:rsidRPr="00B928DE">
        <w:rPr>
          <w:i/>
        </w:rPr>
        <w:t>SD 4364</w:t>
      </w:r>
    </w:p>
    <w:p w:rsidR="00B928DE" w:rsidRPr="00B928DE" w:rsidRDefault="009C51F5" w:rsidP="00B928DE">
      <w:pPr>
        <w:spacing w:after="200"/>
        <w:rPr>
          <w:rFonts w:eastAsia="Times New Roman" w:cs="Times New Roman"/>
          <w:b/>
          <w:bCs/>
          <w:szCs w:val="28"/>
          <w:lang w:eastAsia="cs-CZ"/>
        </w:rPr>
      </w:pPr>
      <w:r>
        <w:rPr>
          <w:rFonts w:eastAsia="Times New Roman" w:cs="Times New Roman"/>
          <w:b/>
          <w:bCs/>
          <w:szCs w:val="28"/>
          <w:lang w:eastAsia="cs-CZ"/>
        </w:rPr>
        <w:t xml:space="preserve">2. </w:t>
      </w:r>
      <w:r w:rsidR="00B928DE" w:rsidRPr="00B928DE">
        <w:rPr>
          <w:rFonts w:eastAsia="Times New Roman" w:cs="Times New Roman"/>
          <w:b/>
          <w:bCs/>
          <w:szCs w:val="28"/>
          <w:lang w:eastAsia="cs-CZ"/>
        </w:rPr>
        <w:t xml:space="preserve">V § 4 za odstavec 7 přidat bod 7a) </w:t>
      </w:r>
    </w:p>
    <w:p w:rsidR="00B928DE" w:rsidRPr="00B928DE" w:rsidRDefault="00B928DE" w:rsidP="00B928DE">
      <w:pPr>
        <w:spacing w:after="200"/>
        <w:rPr>
          <w:rFonts w:eastAsia="Times New Roman" w:cs="Times New Roman"/>
          <w:szCs w:val="28"/>
          <w:lang w:eastAsia="cs-CZ"/>
        </w:rPr>
      </w:pPr>
      <w:r w:rsidRPr="00B928DE">
        <w:rPr>
          <w:rFonts w:eastAsia="Times New Roman" w:cs="Times New Roman"/>
          <w:szCs w:val="28"/>
          <w:lang w:eastAsia="cs-CZ"/>
        </w:rPr>
        <w:t>7a) chovatel, který chová psa, je povinen po označení psa čipem zajistit, aby identifikační číslo psa bylo zaregistrováno v registru psů dle jeho vlastního výběru do 7 dnů po označení psa čipem</w:t>
      </w:r>
    </w:p>
    <w:p w:rsidR="003D5052" w:rsidRDefault="003D5052" w:rsidP="003D5052"/>
    <w:p w:rsidR="00B928DE" w:rsidRPr="00B928DE" w:rsidRDefault="00B928DE" w:rsidP="003D5052">
      <w:pPr>
        <w:rPr>
          <w:i/>
        </w:rPr>
      </w:pPr>
      <w:r w:rsidRPr="00B928DE">
        <w:rPr>
          <w:i/>
        </w:rPr>
        <w:t>SD 5374</w:t>
      </w:r>
    </w:p>
    <w:p w:rsidR="00B928DE" w:rsidRDefault="009C51F5" w:rsidP="009C51F5">
      <w:pPr>
        <w:widowControl/>
        <w:suppressAutoHyphens w:val="0"/>
        <w:spacing w:after="160" w:line="259" w:lineRule="auto"/>
        <w:contextualSpacing/>
        <w:rPr>
          <w:rFonts w:eastAsia="Times New Roman" w:cs="Times New Roman"/>
          <w:lang w:eastAsia="en-US"/>
        </w:rPr>
      </w:pPr>
      <w:r w:rsidRPr="009C51F5">
        <w:rPr>
          <w:rFonts w:eastAsia="Times New Roman" w:cs="Times New Roman"/>
          <w:b/>
          <w:lang w:eastAsia="en-US"/>
        </w:rPr>
        <w:t>3.</w:t>
      </w:r>
      <w:r>
        <w:rPr>
          <w:rFonts w:eastAsia="Times New Roman" w:cs="Times New Roman"/>
          <w:lang w:eastAsia="en-US"/>
        </w:rPr>
        <w:t xml:space="preserve"> </w:t>
      </w:r>
      <w:r w:rsidR="00B928DE" w:rsidRPr="00B928DE">
        <w:rPr>
          <w:rFonts w:eastAsia="Times New Roman" w:cs="Times New Roman"/>
          <w:lang w:eastAsia="en-US"/>
        </w:rPr>
        <w:t xml:space="preserve">V části první čl. I bodě 106 se v § 27 odst. 12 slova „500 000 Kč“ nahrazují slovy „1 000 000 Kč“, slova „200 000 Kč“ nahrazují slovy „400 000 Kč“ a slova „50 000 Kč“ nahrazují slovy </w:t>
      </w:r>
      <w:r w:rsidR="00B928DE" w:rsidRPr="00B928DE">
        <w:rPr>
          <w:rFonts w:eastAsia="Times New Roman" w:cs="Times New Roman"/>
          <w:lang w:eastAsia="en-US"/>
        </w:rPr>
        <w:br/>
        <w:t>„100 000 Kč“.</w:t>
      </w:r>
    </w:p>
    <w:p w:rsidR="0075388B" w:rsidRPr="00B928DE" w:rsidRDefault="0075388B" w:rsidP="009C51F5">
      <w:pPr>
        <w:widowControl/>
        <w:suppressAutoHyphens w:val="0"/>
        <w:spacing w:after="160" w:line="259" w:lineRule="auto"/>
        <w:contextualSpacing/>
        <w:rPr>
          <w:rFonts w:eastAsia="Times New Roman" w:cs="Times New Roman"/>
          <w:lang w:eastAsia="en-US"/>
        </w:rPr>
      </w:pPr>
    </w:p>
    <w:p w:rsidR="00B928DE" w:rsidRPr="00B928DE" w:rsidRDefault="00B928DE" w:rsidP="009C51F5">
      <w:pPr>
        <w:widowControl/>
        <w:suppressAutoHyphens w:val="0"/>
        <w:spacing w:after="160" w:line="259" w:lineRule="auto"/>
        <w:contextualSpacing/>
        <w:rPr>
          <w:rFonts w:eastAsia="Times New Roman" w:cs="Times New Roman"/>
          <w:lang w:eastAsia="en-US"/>
        </w:rPr>
      </w:pPr>
      <w:r w:rsidRPr="00B928DE">
        <w:rPr>
          <w:rFonts w:eastAsia="Times New Roman" w:cs="Times New Roman"/>
          <w:lang w:eastAsia="en-US"/>
        </w:rPr>
        <w:t>V části první čl. I bodě 128 se v § 27a odst. 20 slova „500 000 Kč“ nahrazují slovy „3 000 000 Kč“, slova „200 000 Kč“ nahrazují slovy „1 000 000 Kč“ a slova „50 000 Kč“ nahrazují slovy „200 000 Kč“.</w:t>
      </w:r>
    </w:p>
    <w:p w:rsidR="003D5052" w:rsidRDefault="003D5052" w:rsidP="003D5052"/>
    <w:p w:rsidR="00B928DE" w:rsidRPr="00E231E6" w:rsidRDefault="00E231E6" w:rsidP="003D5052">
      <w:pPr>
        <w:rPr>
          <w:i/>
        </w:rPr>
      </w:pPr>
      <w:r w:rsidRPr="00E231E6">
        <w:rPr>
          <w:i/>
        </w:rPr>
        <w:t>SD 5379</w:t>
      </w:r>
    </w:p>
    <w:p w:rsidR="00E231E6" w:rsidRPr="00120F4A" w:rsidRDefault="009C51F5" w:rsidP="00E231E6">
      <w:pPr>
        <w:spacing w:line="252" w:lineRule="auto"/>
      </w:pPr>
      <w:r w:rsidRPr="009C51F5">
        <w:rPr>
          <w:b/>
        </w:rPr>
        <w:t>4.</w:t>
      </w:r>
      <w:r w:rsidR="00E231E6" w:rsidRPr="00120F4A">
        <w:t xml:space="preserve"> V části první, čl. I se za bod 61 vkládá nový bod X1, který zní:</w:t>
      </w:r>
    </w:p>
    <w:p w:rsidR="00E231E6" w:rsidRDefault="00E231E6" w:rsidP="00E231E6">
      <w:pPr>
        <w:spacing w:line="252" w:lineRule="auto"/>
        <w:ind w:left="142"/>
      </w:pPr>
      <w:r w:rsidRPr="00120F4A">
        <w:rPr>
          <w:rFonts w:cs="Calibri"/>
        </w:rPr>
        <w:t xml:space="preserve">„X1. </w:t>
      </w:r>
      <w:r w:rsidRPr="00120F4A">
        <w:t xml:space="preserve">V § 17f  odst. 1 zrušují slova </w:t>
      </w:r>
      <w:r w:rsidRPr="00120F4A">
        <w:rPr>
          <w:rFonts w:cs="Calibri"/>
        </w:rPr>
        <w:t>„</w:t>
      </w:r>
      <w:r w:rsidRPr="00120F4A">
        <w:t>psi domácí (</w:t>
      </w:r>
      <w:proofErr w:type="spellStart"/>
      <w:r w:rsidRPr="00120F4A">
        <w:t>Canis</w:t>
      </w:r>
      <w:proofErr w:type="spellEnd"/>
      <w:r w:rsidRPr="00120F4A">
        <w:t xml:space="preserve"> </w:t>
      </w:r>
      <w:proofErr w:type="spellStart"/>
      <w:r w:rsidRPr="00120F4A">
        <w:t>familiaris</w:t>
      </w:r>
      <w:proofErr w:type="spellEnd"/>
      <w:r w:rsidRPr="00120F4A">
        <w:t>), kočky domácí (</w:t>
      </w:r>
      <w:proofErr w:type="spellStart"/>
      <w:r w:rsidRPr="00120F4A">
        <w:t>Felis</w:t>
      </w:r>
      <w:proofErr w:type="spellEnd"/>
      <w:r w:rsidRPr="00120F4A">
        <w:t xml:space="preserve"> </w:t>
      </w:r>
      <w:proofErr w:type="spellStart"/>
      <w:r w:rsidRPr="00120F4A">
        <w:t>catus</w:t>
      </w:r>
      <w:proofErr w:type="spellEnd"/>
      <w:r w:rsidRPr="00120F4A">
        <w:t>)</w:t>
      </w:r>
      <w:r w:rsidRPr="00120F4A">
        <w:rPr>
          <w:rFonts w:cs="Calibri"/>
        </w:rPr>
        <w:t>”</w:t>
      </w:r>
      <w:r w:rsidRPr="00120F4A">
        <w:t>.</w:t>
      </w:r>
      <w:r w:rsidRPr="00120F4A">
        <w:rPr>
          <w:rFonts w:cs="Calibri"/>
        </w:rPr>
        <w:t>”</w:t>
      </w:r>
      <w:r w:rsidRPr="00120F4A">
        <w:t>.</w:t>
      </w:r>
    </w:p>
    <w:p w:rsidR="00E231E6" w:rsidRPr="00120F4A" w:rsidRDefault="00E231E6" w:rsidP="00E231E6">
      <w:pPr>
        <w:spacing w:line="252" w:lineRule="auto"/>
        <w:ind w:left="142"/>
      </w:pPr>
    </w:p>
    <w:p w:rsidR="00E231E6" w:rsidRPr="00120F4A" w:rsidRDefault="009C51F5" w:rsidP="00E231E6">
      <w:pPr>
        <w:spacing w:line="252" w:lineRule="auto"/>
      </w:pPr>
      <w:r w:rsidRPr="009C51F5">
        <w:rPr>
          <w:b/>
        </w:rPr>
        <w:t>5</w:t>
      </w:r>
      <w:r w:rsidR="00E231E6" w:rsidRPr="009C51F5">
        <w:rPr>
          <w:b/>
        </w:rPr>
        <w:t>.</w:t>
      </w:r>
      <w:r w:rsidR="00E231E6" w:rsidRPr="00120F4A">
        <w:t xml:space="preserve"> V části první, čl. I se za bod X1 vkládá nový bod X2, který zní:</w:t>
      </w:r>
    </w:p>
    <w:p w:rsidR="00E231E6" w:rsidRDefault="00E231E6" w:rsidP="00E231E6">
      <w:pPr>
        <w:spacing w:line="252" w:lineRule="auto"/>
        <w:ind w:left="142"/>
      </w:pPr>
      <w:r w:rsidRPr="00120F4A">
        <w:rPr>
          <w:rFonts w:cs="Calibri"/>
        </w:rPr>
        <w:t>„X2</w:t>
      </w:r>
      <w:r w:rsidRPr="00120F4A">
        <w:t xml:space="preserve">. Do § 17f za odst. 2 vkládají nové odstavce 3 a 4, které znějí: </w:t>
      </w:r>
    </w:p>
    <w:p w:rsidR="00E231E6" w:rsidRPr="00120F4A" w:rsidRDefault="00E231E6" w:rsidP="00E231E6">
      <w:pPr>
        <w:spacing w:line="252" w:lineRule="auto"/>
        <w:ind w:left="142"/>
      </w:pPr>
    </w:p>
    <w:p w:rsidR="00E231E6" w:rsidRDefault="00E231E6" w:rsidP="00E231E6">
      <w:pPr>
        <w:spacing w:line="252" w:lineRule="auto"/>
        <w:ind w:left="284"/>
        <w:rPr>
          <w:bCs/>
        </w:rPr>
      </w:pPr>
      <w:r w:rsidRPr="00120F4A">
        <w:rPr>
          <w:rFonts w:cs="Calibri"/>
          <w:bCs/>
        </w:rPr>
        <w:t>„</w:t>
      </w:r>
      <w:r w:rsidRPr="00120F4A">
        <w:rPr>
          <w:bCs/>
        </w:rPr>
        <w:t>(3) K pokusům nesmějí být používáni psi a kočky, s výjimkou uvedenou v odstavci 4.</w:t>
      </w:r>
    </w:p>
    <w:p w:rsidR="00E231E6" w:rsidRPr="00120F4A" w:rsidRDefault="00E231E6" w:rsidP="00E231E6">
      <w:pPr>
        <w:spacing w:line="252" w:lineRule="auto"/>
        <w:ind w:left="284"/>
        <w:rPr>
          <w:bCs/>
        </w:rPr>
      </w:pPr>
    </w:p>
    <w:p w:rsidR="00E231E6" w:rsidRPr="00120F4A" w:rsidRDefault="00E231E6" w:rsidP="00E231E6">
      <w:pPr>
        <w:spacing w:line="252" w:lineRule="auto"/>
        <w:ind w:left="284"/>
        <w:jc w:val="both"/>
        <w:rPr>
          <w:bCs/>
        </w:rPr>
      </w:pPr>
      <w:r w:rsidRPr="00120F4A">
        <w:rPr>
          <w:bCs/>
        </w:rPr>
        <w:t>(4) Pokud je třeba přijmout opatření v zájmu ochrany určitého druhu zvířat nebo v souvislosti s neočekávaným výskytem klinických stavů, které ohrožují lidský život nebo člověka oslabují, může státní orgán příslušný ke schvalování projektů pokusů rozhodnutím o schválení projektu pokusů povolit použití psů nebo koček k pokusům prováděným za jedním z účelů uvedených v § 18 odst.</w:t>
      </w:r>
      <w:r>
        <w:rPr>
          <w:bCs/>
        </w:rPr>
        <w:t> </w:t>
      </w:r>
      <w:r w:rsidRPr="00120F4A">
        <w:rPr>
          <w:bCs/>
        </w:rPr>
        <w:t>1 písm. b) bodě 1, nebo v § 18 odst. 1 písm. e), pokud účelu pokusu nelze dosáhnout použitím jiných druhů zvířat než psů nebo koček nebo použitím alternativních metod. Výjimka z § 18 odst. 1 písm. b) bodu 1 se nevztahuje na případy, kdy se jedná o zvířata nebo rostliny.</w:t>
      </w:r>
      <w:r w:rsidRPr="00120F4A">
        <w:rPr>
          <w:rFonts w:cs="Calibri"/>
          <w:bCs/>
        </w:rPr>
        <w:t>”.</w:t>
      </w:r>
    </w:p>
    <w:p w:rsidR="00E231E6" w:rsidRPr="00120F4A" w:rsidRDefault="00E231E6" w:rsidP="00E231E6">
      <w:pPr>
        <w:spacing w:line="252" w:lineRule="auto"/>
      </w:pPr>
      <w:r w:rsidRPr="00120F4A">
        <w:t xml:space="preserve">   Ostatní odstavce se přečíslují. </w:t>
      </w:r>
    </w:p>
    <w:p w:rsidR="00E231E6" w:rsidRDefault="00E231E6" w:rsidP="00E231E6">
      <w:pPr>
        <w:spacing w:line="252" w:lineRule="auto"/>
      </w:pPr>
    </w:p>
    <w:p w:rsidR="00E231E6" w:rsidRPr="00120F4A" w:rsidRDefault="009C51F5" w:rsidP="00E231E6">
      <w:pPr>
        <w:spacing w:line="252" w:lineRule="auto"/>
        <w:rPr>
          <w:bCs/>
        </w:rPr>
      </w:pPr>
      <w:r w:rsidRPr="009C51F5">
        <w:rPr>
          <w:b/>
        </w:rPr>
        <w:t>6</w:t>
      </w:r>
      <w:r w:rsidR="00E231E6" w:rsidRPr="009C51F5">
        <w:rPr>
          <w:b/>
        </w:rPr>
        <w:t>.</w:t>
      </w:r>
      <w:r w:rsidR="00E231E6" w:rsidRPr="00120F4A">
        <w:rPr>
          <w:bCs/>
        </w:rPr>
        <w:t xml:space="preserve"> </w:t>
      </w:r>
      <w:r w:rsidR="00E231E6" w:rsidRPr="00120F4A">
        <w:t>V části první, čl. I se za bod X2 vkládá nový bod X3, který zní:</w:t>
      </w:r>
    </w:p>
    <w:p w:rsidR="00E231E6" w:rsidRPr="00120F4A" w:rsidRDefault="00E231E6" w:rsidP="00E231E6">
      <w:pPr>
        <w:spacing w:line="252" w:lineRule="auto"/>
        <w:ind w:left="142"/>
        <w:rPr>
          <w:bCs/>
        </w:rPr>
      </w:pPr>
      <w:r w:rsidRPr="00120F4A">
        <w:rPr>
          <w:rFonts w:cs="Calibri"/>
        </w:rPr>
        <w:t>„</w:t>
      </w:r>
      <w:r w:rsidRPr="00120F4A">
        <w:t>X3. Ustanovení § 17h zní (odstraňují se z něj všechny zmínky o psech a kočkách):</w:t>
      </w:r>
    </w:p>
    <w:p w:rsidR="00E231E6" w:rsidRPr="00120F4A" w:rsidRDefault="00E231E6" w:rsidP="0075388B">
      <w:pPr>
        <w:spacing w:before="120" w:line="252" w:lineRule="auto"/>
        <w:jc w:val="center"/>
        <w:rPr>
          <w:bCs/>
        </w:rPr>
      </w:pPr>
      <w:r w:rsidRPr="00120F4A">
        <w:rPr>
          <w:rFonts w:cs="Calibri"/>
          <w:bCs/>
        </w:rPr>
        <w:t>„</w:t>
      </w:r>
      <w:r w:rsidRPr="00120F4A">
        <w:rPr>
          <w:bCs/>
        </w:rPr>
        <w:t>§ 17h</w:t>
      </w:r>
    </w:p>
    <w:p w:rsidR="00E231E6" w:rsidRDefault="00E231E6" w:rsidP="00E231E6">
      <w:pPr>
        <w:spacing w:before="120"/>
        <w:jc w:val="center"/>
        <w:rPr>
          <w:b/>
          <w:bCs/>
        </w:rPr>
      </w:pPr>
      <w:r w:rsidRPr="00120F4A">
        <w:rPr>
          <w:b/>
          <w:bCs/>
        </w:rPr>
        <w:t xml:space="preserve">Informace o </w:t>
      </w:r>
      <w:proofErr w:type="spellStart"/>
      <w:r w:rsidRPr="00120F4A">
        <w:rPr>
          <w:b/>
          <w:bCs/>
        </w:rPr>
        <w:t>subhumánních</w:t>
      </w:r>
      <w:proofErr w:type="spellEnd"/>
      <w:r w:rsidRPr="00120F4A">
        <w:rPr>
          <w:b/>
          <w:bCs/>
        </w:rPr>
        <w:t xml:space="preserve"> primátech a jejich označování a identifikace</w:t>
      </w:r>
    </w:p>
    <w:p w:rsidR="00E231E6" w:rsidRPr="00120F4A" w:rsidRDefault="00E231E6" w:rsidP="00E231E6">
      <w:pPr>
        <w:spacing w:line="252" w:lineRule="auto"/>
        <w:jc w:val="center"/>
        <w:rPr>
          <w:b/>
          <w:bCs/>
        </w:rPr>
      </w:pPr>
    </w:p>
    <w:p w:rsidR="00E231E6" w:rsidRPr="00120F4A" w:rsidRDefault="00E231E6" w:rsidP="00E231E6">
      <w:pPr>
        <w:spacing w:line="252" w:lineRule="auto"/>
        <w:ind w:left="284" w:firstLine="425"/>
        <w:rPr>
          <w:bCs/>
        </w:rPr>
      </w:pPr>
      <w:r w:rsidRPr="00120F4A">
        <w:rPr>
          <w:bCs/>
        </w:rPr>
        <w:t xml:space="preserve">(1) Chovatel pokusných zvířat, dodavatel pokusných zvířat a uživatel pokusných zvířat je povinen o jednotlivých </w:t>
      </w:r>
      <w:proofErr w:type="spellStart"/>
      <w:r w:rsidRPr="00120F4A">
        <w:rPr>
          <w:bCs/>
        </w:rPr>
        <w:t>subhumánních</w:t>
      </w:r>
      <w:proofErr w:type="spellEnd"/>
      <w:r w:rsidRPr="00120F4A">
        <w:rPr>
          <w:bCs/>
        </w:rPr>
        <w:t xml:space="preserve"> primátech</w:t>
      </w:r>
    </w:p>
    <w:p w:rsidR="00E231E6" w:rsidRPr="00120F4A" w:rsidRDefault="00E231E6" w:rsidP="00E231E6">
      <w:pPr>
        <w:spacing w:line="252" w:lineRule="auto"/>
        <w:ind w:left="284"/>
        <w:rPr>
          <w:bCs/>
        </w:rPr>
      </w:pPr>
      <w:r w:rsidRPr="00120F4A">
        <w:rPr>
          <w:bCs/>
        </w:rPr>
        <w:t>a) zaznamenávat následující informace:</w:t>
      </w:r>
    </w:p>
    <w:p w:rsidR="00E231E6" w:rsidRPr="00120F4A" w:rsidRDefault="00E231E6" w:rsidP="00E231E6">
      <w:pPr>
        <w:spacing w:line="252" w:lineRule="auto"/>
        <w:ind w:left="284"/>
        <w:rPr>
          <w:bCs/>
        </w:rPr>
      </w:pPr>
      <w:r w:rsidRPr="00120F4A">
        <w:rPr>
          <w:bCs/>
        </w:rPr>
        <w:t>1. podrobnosti o jejich identitě,</w:t>
      </w:r>
    </w:p>
    <w:p w:rsidR="00E231E6" w:rsidRPr="00120F4A" w:rsidRDefault="00E231E6" w:rsidP="00E231E6">
      <w:pPr>
        <w:spacing w:line="252" w:lineRule="auto"/>
        <w:ind w:left="284"/>
        <w:rPr>
          <w:bCs/>
        </w:rPr>
      </w:pPr>
      <w:r w:rsidRPr="00120F4A">
        <w:rPr>
          <w:bCs/>
        </w:rPr>
        <w:t>2. místo a datum jejich narození, pokud jsou tyto údaje dostupné,</w:t>
      </w:r>
    </w:p>
    <w:p w:rsidR="00E231E6" w:rsidRPr="00120F4A" w:rsidRDefault="00E231E6" w:rsidP="00E231E6">
      <w:pPr>
        <w:spacing w:line="252" w:lineRule="auto"/>
        <w:ind w:left="284"/>
        <w:rPr>
          <w:bCs/>
        </w:rPr>
      </w:pPr>
      <w:r w:rsidRPr="00120F4A">
        <w:rPr>
          <w:bCs/>
        </w:rPr>
        <w:t>3. zda jsou chováni pro použití k pokusům a</w:t>
      </w:r>
    </w:p>
    <w:p w:rsidR="00E231E6" w:rsidRPr="00120F4A" w:rsidRDefault="00E231E6" w:rsidP="00E231E6">
      <w:pPr>
        <w:spacing w:line="252" w:lineRule="auto"/>
        <w:ind w:left="284"/>
        <w:rPr>
          <w:bCs/>
        </w:rPr>
      </w:pPr>
      <w:r w:rsidRPr="00120F4A">
        <w:rPr>
          <w:bCs/>
        </w:rPr>
        <w:t xml:space="preserve">4. zda jde o potomky </w:t>
      </w:r>
      <w:proofErr w:type="spellStart"/>
      <w:r w:rsidRPr="00120F4A">
        <w:rPr>
          <w:bCs/>
        </w:rPr>
        <w:t>subhumánních</w:t>
      </w:r>
      <w:proofErr w:type="spellEnd"/>
      <w:r w:rsidRPr="00120F4A">
        <w:rPr>
          <w:bCs/>
        </w:rPr>
        <w:t xml:space="preserve"> primátů chovaných v zajetí, a</w:t>
      </w:r>
    </w:p>
    <w:p w:rsidR="00E231E6" w:rsidRPr="00120F4A" w:rsidRDefault="00E231E6" w:rsidP="00E231E6">
      <w:pPr>
        <w:spacing w:line="252" w:lineRule="auto"/>
        <w:ind w:left="284"/>
        <w:rPr>
          <w:bCs/>
        </w:rPr>
      </w:pPr>
      <w:r w:rsidRPr="00120F4A">
        <w:rPr>
          <w:bCs/>
        </w:rPr>
        <w:t>b) vést úplnou dokumentaci, která sleduje život pokusného zvířete, dokud je chováno pro použití k pokusům; tato dokumentace musí</w:t>
      </w:r>
    </w:p>
    <w:p w:rsidR="00E231E6" w:rsidRPr="00120F4A" w:rsidRDefault="00E231E6" w:rsidP="00E231E6">
      <w:pPr>
        <w:spacing w:line="252" w:lineRule="auto"/>
        <w:ind w:left="284"/>
        <w:rPr>
          <w:bCs/>
        </w:rPr>
      </w:pPr>
      <w:r w:rsidRPr="00120F4A">
        <w:rPr>
          <w:bCs/>
        </w:rPr>
        <w:t>1. být založena při jeho narození nebo co nejdříve poté a</w:t>
      </w:r>
    </w:p>
    <w:p w:rsidR="00E231E6" w:rsidRPr="00120F4A" w:rsidRDefault="00E231E6" w:rsidP="00E231E6">
      <w:pPr>
        <w:spacing w:line="252" w:lineRule="auto"/>
        <w:ind w:left="284"/>
        <w:rPr>
          <w:bCs/>
        </w:rPr>
      </w:pPr>
      <w:r w:rsidRPr="00120F4A">
        <w:rPr>
          <w:bCs/>
        </w:rPr>
        <w:t>2. obsahovat veškeré důležité informace o reprodukci a veterinární a sociální informace o jednotlivých pokusných zvířatech a projektech pokusů, k nimž se používala.</w:t>
      </w:r>
    </w:p>
    <w:p w:rsidR="00E231E6" w:rsidRDefault="00E231E6" w:rsidP="00E231E6">
      <w:pPr>
        <w:spacing w:line="252" w:lineRule="auto"/>
        <w:ind w:left="284"/>
        <w:rPr>
          <w:bCs/>
        </w:rPr>
      </w:pPr>
    </w:p>
    <w:p w:rsidR="00E231E6" w:rsidRDefault="00E231E6" w:rsidP="00E231E6">
      <w:pPr>
        <w:spacing w:line="252" w:lineRule="auto"/>
        <w:ind w:left="284" w:firstLine="425"/>
        <w:jc w:val="both"/>
        <w:rPr>
          <w:bCs/>
        </w:rPr>
      </w:pPr>
      <w:r w:rsidRPr="00120F4A">
        <w:rPr>
          <w:bCs/>
        </w:rPr>
        <w:t>(2) Informace a dokumentaci uvedené v odstavci 1 je chovatel pokusných zvířat, dodavatel pokusných zvířat a uživatel pokusných zvířat povinen uchovávat po dobu nejméně 3 let po smrti pokusného zvířete nebo jeho umístění do chovu a musí být na požádání poskytnuty příslušnému orgánu ochrany zvířat. V případě umístění zvířete do chovu musí být současně se zvířetem předány informace o příslušné veterinární péči a sociální informace z jeho dokumentace uvedené v</w:t>
      </w:r>
      <w:r w:rsidR="009C51F5">
        <w:rPr>
          <w:bCs/>
        </w:rPr>
        <w:t> </w:t>
      </w:r>
      <w:r w:rsidRPr="00120F4A">
        <w:rPr>
          <w:bCs/>
        </w:rPr>
        <w:t>odstavci</w:t>
      </w:r>
      <w:r w:rsidR="009C51F5">
        <w:rPr>
          <w:bCs/>
        </w:rPr>
        <w:t> </w:t>
      </w:r>
      <w:r w:rsidRPr="00120F4A">
        <w:rPr>
          <w:bCs/>
        </w:rPr>
        <w:t>1.</w:t>
      </w:r>
    </w:p>
    <w:p w:rsidR="00E231E6" w:rsidRPr="00120F4A" w:rsidRDefault="00E231E6" w:rsidP="00E231E6">
      <w:pPr>
        <w:spacing w:line="252" w:lineRule="auto"/>
        <w:ind w:left="284" w:firstLine="425"/>
        <w:jc w:val="both"/>
        <w:rPr>
          <w:bCs/>
        </w:rPr>
      </w:pPr>
    </w:p>
    <w:p w:rsidR="00E231E6" w:rsidRPr="00120F4A" w:rsidRDefault="00E231E6" w:rsidP="00E231E6">
      <w:pPr>
        <w:spacing w:line="252" w:lineRule="auto"/>
        <w:ind w:left="284" w:firstLine="425"/>
        <w:rPr>
          <w:bCs/>
        </w:rPr>
      </w:pPr>
      <w:r w:rsidRPr="00120F4A">
        <w:rPr>
          <w:bCs/>
        </w:rPr>
        <w:t>(3) Chovatel pokusných zvířat, dodavatel pokusných zvířat a uživatel pokusných zvířat je povinen</w:t>
      </w:r>
    </w:p>
    <w:p w:rsidR="00E231E6" w:rsidRPr="00120F4A" w:rsidRDefault="00E231E6" w:rsidP="00E231E6">
      <w:pPr>
        <w:spacing w:line="252" w:lineRule="auto"/>
        <w:ind w:left="284"/>
        <w:rPr>
          <w:bCs/>
        </w:rPr>
      </w:pPr>
      <w:r w:rsidRPr="00120F4A">
        <w:rPr>
          <w:bCs/>
        </w:rPr>
        <w:t xml:space="preserve">a) všechny </w:t>
      </w:r>
      <w:proofErr w:type="spellStart"/>
      <w:r w:rsidRPr="00120F4A">
        <w:rPr>
          <w:bCs/>
        </w:rPr>
        <w:t>subhumánní</w:t>
      </w:r>
      <w:proofErr w:type="spellEnd"/>
      <w:r w:rsidRPr="00120F4A">
        <w:rPr>
          <w:bCs/>
        </w:rPr>
        <w:t xml:space="preserve"> primáty nejpozději při odstavení od matky co nejméně bolestivým způsobem trvale označit individuálním identifikačním prostředkem,</w:t>
      </w:r>
    </w:p>
    <w:p w:rsidR="00E231E6" w:rsidRPr="00120F4A" w:rsidRDefault="00E231E6" w:rsidP="00E231E6">
      <w:pPr>
        <w:spacing w:line="252" w:lineRule="auto"/>
        <w:ind w:left="284"/>
        <w:rPr>
          <w:bCs/>
        </w:rPr>
      </w:pPr>
      <w:r w:rsidRPr="00120F4A">
        <w:rPr>
          <w:bCs/>
        </w:rPr>
        <w:t xml:space="preserve">b) po přijetí neoznačeného </w:t>
      </w:r>
      <w:proofErr w:type="spellStart"/>
      <w:r w:rsidRPr="00120F4A">
        <w:rPr>
          <w:bCs/>
        </w:rPr>
        <w:t>subhumánního</w:t>
      </w:r>
      <w:proofErr w:type="spellEnd"/>
      <w:r w:rsidRPr="00120F4A">
        <w:rPr>
          <w:bCs/>
        </w:rPr>
        <w:t xml:space="preserve"> primáta odstaveného od matky jej co nejdříve a co nejméně bolestivým způsobem trvale označit, nebo</w:t>
      </w:r>
    </w:p>
    <w:p w:rsidR="00E231E6" w:rsidRPr="00120F4A" w:rsidRDefault="00E231E6" w:rsidP="00E231E6">
      <w:pPr>
        <w:spacing w:line="252" w:lineRule="auto"/>
        <w:ind w:left="284"/>
        <w:rPr>
          <w:bCs/>
        </w:rPr>
      </w:pPr>
      <w:r w:rsidRPr="00120F4A">
        <w:rPr>
          <w:bCs/>
        </w:rPr>
        <w:t>c) na požádání příslušného orgánu ochrany zvířat zdůvodnit, proč není pokusné zvíře označeno.</w:t>
      </w:r>
    </w:p>
    <w:p w:rsidR="00C37BDE" w:rsidRDefault="00C37BDE" w:rsidP="00E231E6">
      <w:pPr>
        <w:spacing w:line="252" w:lineRule="auto"/>
        <w:ind w:left="284"/>
        <w:rPr>
          <w:bCs/>
        </w:rPr>
      </w:pPr>
    </w:p>
    <w:p w:rsidR="00E231E6" w:rsidRDefault="00E231E6" w:rsidP="00E231E6">
      <w:pPr>
        <w:spacing w:line="252" w:lineRule="auto"/>
        <w:ind w:left="284"/>
        <w:rPr>
          <w:bCs/>
        </w:rPr>
      </w:pPr>
      <w:r w:rsidRPr="00120F4A">
        <w:rPr>
          <w:bCs/>
        </w:rPr>
        <w:t xml:space="preserve">(4) Je-li </w:t>
      </w:r>
      <w:proofErr w:type="spellStart"/>
      <w:r w:rsidRPr="00120F4A">
        <w:rPr>
          <w:bCs/>
        </w:rPr>
        <w:t>subhumánní</w:t>
      </w:r>
      <w:proofErr w:type="spellEnd"/>
      <w:r w:rsidRPr="00120F4A">
        <w:rPr>
          <w:bCs/>
        </w:rPr>
        <w:t xml:space="preserve"> primát před odstavením od matky přemístěn od jednoho chovatele pokusných zvířat, dodavatele pokusných zvířat nebo uživatele pokusných zvířat k jinému a není z praktických důvodů možné pokusné zvíře předem označit, musí příjemce pokusného zvířete až do jeho označení uchovat údaje o matce pokusného zvířete.</w:t>
      </w:r>
      <w:r w:rsidRPr="00120F4A">
        <w:rPr>
          <w:rFonts w:cs="Calibri"/>
          <w:bCs/>
        </w:rPr>
        <w:t>”</w:t>
      </w:r>
      <w:r w:rsidRPr="00120F4A">
        <w:rPr>
          <w:bCs/>
        </w:rPr>
        <w:t>.</w:t>
      </w:r>
      <w:r w:rsidRPr="00120F4A">
        <w:rPr>
          <w:rFonts w:cs="Calibri"/>
          <w:bCs/>
        </w:rPr>
        <w:t>”</w:t>
      </w:r>
      <w:r w:rsidRPr="00120F4A">
        <w:rPr>
          <w:bCs/>
        </w:rPr>
        <w:t>.</w:t>
      </w:r>
    </w:p>
    <w:p w:rsidR="00E231E6" w:rsidRPr="00120F4A" w:rsidRDefault="00E231E6" w:rsidP="00E231E6">
      <w:pPr>
        <w:spacing w:line="252" w:lineRule="auto"/>
        <w:ind w:left="284"/>
        <w:rPr>
          <w:bCs/>
        </w:rPr>
      </w:pPr>
    </w:p>
    <w:p w:rsidR="00E231E6" w:rsidRPr="00120F4A" w:rsidRDefault="009C51F5" w:rsidP="00E231E6">
      <w:pPr>
        <w:spacing w:line="252" w:lineRule="auto"/>
        <w:rPr>
          <w:bCs/>
        </w:rPr>
      </w:pPr>
      <w:r w:rsidRPr="009C51F5">
        <w:rPr>
          <w:b/>
          <w:bCs/>
        </w:rPr>
        <w:t>7</w:t>
      </w:r>
      <w:r w:rsidR="00E231E6" w:rsidRPr="009C51F5">
        <w:rPr>
          <w:b/>
          <w:bCs/>
        </w:rPr>
        <w:t>.</w:t>
      </w:r>
      <w:r w:rsidR="00E231E6" w:rsidRPr="00120F4A">
        <w:rPr>
          <w:bCs/>
        </w:rPr>
        <w:t xml:space="preserve"> Do Části první, čl. II., Přechodná ustanovení se za odstavec 6 doplňuje nový odstavec 7, který zní:</w:t>
      </w:r>
    </w:p>
    <w:p w:rsidR="00E231E6" w:rsidRPr="00120F4A" w:rsidRDefault="00E231E6" w:rsidP="00E231E6">
      <w:pPr>
        <w:spacing w:line="252" w:lineRule="auto"/>
        <w:ind w:left="142"/>
        <w:jc w:val="both"/>
        <w:rPr>
          <w:bCs/>
        </w:rPr>
      </w:pPr>
      <w:r w:rsidRPr="00120F4A">
        <w:rPr>
          <w:rFonts w:cs="Calibri"/>
          <w:bCs/>
        </w:rPr>
        <w:t>„7. Kočky a psi, kteří byli dosud chovaní pro laboratorní účely od nabytí účinnosti tohoto zákona</w:t>
      </w:r>
      <w:r w:rsidRPr="00B51873">
        <w:rPr>
          <w:rFonts w:cs="Calibri"/>
          <w:bCs/>
        </w:rPr>
        <w:t>,</w:t>
      </w:r>
      <w:r w:rsidRPr="00120F4A">
        <w:rPr>
          <w:rFonts w:cs="Calibri"/>
          <w:bCs/>
        </w:rPr>
        <w:t xml:space="preserve"> nesmí být nadále používáni jako pokusná zvířata, ale do jednoho kalendářního roku od nabytí účinnosti tohoto zákona musí být buď předáni fyzické osobě, která zajistí osobní péči o takové zvíře, nebo do péče útulku pro zvířata.”. </w:t>
      </w:r>
    </w:p>
    <w:p w:rsidR="00B928DE" w:rsidRDefault="00B928DE" w:rsidP="003D5052"/>
    <w:p w:rsidR="00B928DE" w:rsidRPr="00E231E6" w:rsidRDefault="00E231E6" w:rsidP="003D5052">
      <w:pPr>
        <w:rPr>
          <w:i/>
        </w:rPr>
      </w:pPr>
      <w:r w:rsidRPr="00E231E6">
        <w:rPr>
          <w:i/>
        </w:rPr>
        <w:t>SD 5533</w:t>
      </w:r>
    </w:p>
    <w:p w:rsidR="00BF40D0" w:rsidRPr="00EE2CDB" w:rsidRDefault="009C51F5" w:rsidP="00BF40D0">
      <w:pPr>
        <w:jc w:val="both"/>
      </w:pPr>
      <w:r w:rsidRPr="009C51F5">
        <w:rPr>
          <w:b/>
        </w:rPr>
        <w:t>8</w:t>
      </w:r>
      <w:r w:rsidR="00BF40D0" w:rsidRPr="009C51F5">
        <w:rPr>
          <w:b/>
        </w:rPr>
        <w:t>.</w:t>
      </w:r>
      <w:r w:rsidR="00BF40D0" w:rsidRPr="00EE2CDB">
        <w:t xml:space="preserve"> Do Části první (změna zákona na ochranu zvířat proti týrání) Čl. I se za bod 5 doplňuje nový bod Y, který zní: </w:t>
      </w:r>
    </w:p>
    <w:p w:rsidR="00BF40D0" w:rsidRPr="00EE2CDB" w:rsidRDefault="00BF40D0" w:rsidP="00BF40D0">
      <w:pPr>
        <w:jc w:val="both"/>
      </w:pPr>
    </w:p>
    <w:p w:rsidR="00BF40D0" w:rsidRPr="00EE2CDB" w:rsidRDefault="00BF40D0" w:rsidP="00BF40D0">
      <w:pPr>
        <w:ind w:left="142"/>
        <w:jc w:val="both"/>
      </w:pPr>
      <w:r w:rsidRPr="00EE2CDB">
        <w:t xml:space="preserve">„Y. Do § 4 odst. 1 se za písmeno v) vkládá nové písmeno w), které zní: </w:t>
      </w:r>
      <w:r w:rsidRPr="00EE2CDB">
        <w:tab/>
      </w:r>
    </w:p>
    <w:p w:rsidR="00BF40D0" w:rsidRPr="00351EE4" w:rsidRDefault="00BF40D0" w:rsidP="00BF40D0">
      <w:pPr>
        <w:ind w:left="284"/>
        <w:jc w:val="both"/>
        <w:rPr>
          <w:b/>
        </w:rPr>
      </w:pPr>
      <w:r w:rsidRPr="00EE2CDB">
        <w:tab/>
        <w:t xml:space="preserve">„w) chovat společně </w:t>
      </w:r>
      <w:r>
        <w:t xml:space="preserve">v maloobchodních prodejnách živých zvířat </w:t>
      </w:r>
      <w:r w:rsidRPr="00EE2CDB">
        <w:t>hlodavce samčího a samičího pohlaví, nejde-li o hola</w:t>
      </w:r>
      <w:r>
        <w:t>ta určená ke zkrmení,"</w:t>
      </w:r>
      <w:r>
        <w:rPr>
          <w:b/>
        </w:rPr>
        <w:t xml:space="preserve"> </w:t>
      </w:r>
    </w:p>
    <w:p w:rsidR="00BF40D0" w:rsidRDefault="00BF40D0" w:rsidP="00BF40D0">
      <w:pPr>
        <w:ind w:left="284"/>
        <w:jc w:val="both"/>
      </w:pPr>
      <w:r>
        <w:t xml:space="preserve">Dosavadní písmeno w) se označuje jako písmeno x).". </w:t>
      </w:r>
    </w:p>
    <w:p w:rsidR="00B928DE" w:rsidRDefault="00B928DE" w:rsidP="003D5052"/>
    <w:p w:rsidR="00B928DE" w:rsidRDefault="00B928DE" w:rsidP="003D5052"/>
    <w:p w:rsidR="00BF40D0" w:rsidRDefault="00BF40D0" w:rsidP="00BF40D0">
      <w:pPr>
        <w:pStyle w:val="PNposlanec"/>
      </w:pPr>
      <w:r>
        <w:t>Poslanec Jan Zahradník</w:t>
      </w:r>
    </w:p>
    <w:p w:rsidR="00BF40D0" w:rsidRPr="00BF40D0" w:rsidRDefault="00BF40D0" w:rsidP="003D5052">
      <w:pPr>
        <w:rPr>
          <w:i/>
        </w:rPr>
      </w:pPr>
      <w:r w:rsidRPr="00BF40D0">
        <w:rPr>
          <w:i/>
        </w:rPr>
        <w:t>SD 5539</w:t>
      </w:r>
    </w:p>
    <w:p w:rsidR="00BF40D0" w:rsidRPr="00BF40D0" w:rsidRDefault="00BF40D0" w:rsidP="00BF40D0">
      <w:pPr>
        <w:pStyle w:val="Odstavecseseznamem"/>
        <w:widowControl w:val="0"/>
        <w:numPr>
          <w:ilvl w:val="0"/>
          <w:numId w:val="24"/>
        </w:numPr>
        <w:autoSpaceDE w:val="0"/>
        <w:autoSpaceDN w:val="0"/>
        <w:adjustRightInd w:val="0"/>
        <w:spacing w:before="120" w:after="120"/>
        <w:ind w:left="567" w:hanging="567"/>
        <w:jc w:val="both"/>
        <w:rPr>
          <w:szCs w:val="28"/>
        </w:rPr>
      </w:pPr>
      <w:r w:rsidRPr="00BF40D0">
        <w:rPr>
          <w:szCs w:val="28"/>
        </w:rPr>
        <w:t>Ve stávajícím novelizačním bodě 18. se v navrženém znění nového § 7a zrušuje odst. (3). Následující odstavce se přečíslují.</w:t>
      </w:r>
    </w:p>
    <w:p w:rsidR="00BF40D0" w:rsidRPr="00BF40D0" w:rsidRDefault="00BF40D0" w:rsidP="00BF40D0">
      <w:pPr>
        <w:pStyle w:val="Odstavecseseznamem"/>
        <w:widowControl w:val="0"/>
        <w:autoSpaceDE w:val="0"/>
        <w:autoSpaceDN w:val="0"/>
        <w:adjustRightInd w:val="0"/>
        <w:spacing w:before="120" w:after="120"/>
        <w:ind w:left="567" w:hanging="567"/>
        <w:jc w:val="both"/>
        <w:rPr>
          <w:szCs w:val="28"/>
        </w:rPr>
      </w:pPr>
    </w:p>
    <w:p w:rsidR="00BF40D0" w:rsidRPr="00BF40D0" w:rsidRDefault="00BF40D0" w:rsidP="00BF40D0">
      <w:pPr>
        <w:pStyle w:val="Odstavecseseznamem"/>
        <w:widowControl w:val="0"/>
        <w:numPr>
          <w:ilvl w:val="0"/>
          <w:numId w:val="24"/>
        </w:numPr>
        <w:autoSpaceDE w:val="0"/>
        <w:autoSpaceDN w:val="0"/>
        <w:adjustRightInd w:val="0"/>
        <w:spacing w:before="120" w:after="120"/>
        <w:ind w:left="567" w:hanging="567"/>
        <w:jc w:val="both"/>
        <w:rPr>
          <w:szCs w:val="28"/>
        </w:rPr>
      </w:pPr>
      <w:r w:rsidRPr="00BF40D0">
        <w:rPr>
          <w:szCs w:val="28"/>
        </w:rPr>
        <w:t>Za stávající novelizační bod 24. se zařazuje nový novelizační bod 25. ve znění:</w:t>
      </w:r>
    </w:p>
    <w:p w:rsidR="00BF40D0" w:rsidRPr="00BF40D0" w:rsidRDefault="00BF40D0" w:rsidP="009C51F5">
      <w:pPr>
        <w:autoSpaceDE w:val="0"/>
        <w:autoSpaceDN w:val="0"/>
        <w:adjustRightInd w:val="0"/>
        <w:spacing w:after="120"/>
        <w:ind w:left="567" w:hanging="567"/>
        <w:jc w:val="both"/>
        <w:rPr>
          <w:szCs w:val="28"/>
        </w:rPr>
      </w:pPr>
      <w:r w:rsidRPr="00BF40D0">
        <w:rPr>
          <w:szCs w:val="28"/>
        </w:rPr>
        <w:t>25. V § 13 odst. (2) se za slova „zvířete do útulku“ doplňují slova „s vědomím obce“.</w:t>
      </w:r>
    </w:p>
    <w:p w:rsidR="00BF40D0" w:rsidRPr="00BF40D0" w:rsidRDefault="00BF40D0" w:rsidP="00BF40D0">
      <w:pPr>
        <w:autoSpaceDE w:val="0"/>
        <w:autoSpaceDN w:val="0"/>
        <w:adjustRightInd w:val="0"/>
        <w:spacing w:before="120" w:after="120"/>
        <w:ind w:left="567" w:hanging="567"/>
        <w:jc w:val="both"/>
        <w:rPr>
          <w:szCs w:val="28"/>
        </w:rPr>
      </w:pPr>
      <w:r w:rsidRPr="00BF40D0">
        <w:rPr>
          <w:szCs w:val="28"/>
        </w:rPr>
        <w:t>Následující novelizační body se přečíslují.</w:t>
      </w:r>
    </w:p>
    <w:p w:rsidR="00BF40D0" w:rsidRDefault="00BF40D0" w:rsidP="003D5052"/>
    <w:p w:rsidR="00BF40D0" w:rsidRDefault="00BF40D0" w:rsidP="003D5052"/>
    <w:p w:rsidR="00BF40D0" w:rsidRDefault="00BF40D0" w:rsidP="00BF40D0">
      <w:pPr>
        <w:pStyle w:val="PNposlanec"/>
      </w:pPr>
      <w:r>
        <w:t>Poslankyně Kateřina Valachová</w:t>
      </w:r>
    </w:p>
    <w:p w:rsidR="00BF40D0" w:rsidRPr="00BF40D0" w:rsidRDefault="00BF40D0" w:rsidP="003D5052">
      <w:pPr>
        <w:rPr>
          <w:i/>
        </w:rPr>
      </w:pPr>
      <w:r w:rsidRPr="00BF40D0">
        <w:rPr>
          <w:i/>
        </w:rPr>
        <w:t>SD 5421</w:t>
      </w:r>
    </w:p>
    <w:p w:rsidR="00BF40D0" w:rsidRPr="00BF40D0" w:rsidRDefault="00BF40D0" w:rsidP="00BF40D0">
      <w:pPr>
        <w:pStyle w:val="LO-normal"/>
        <w:jc w:val="both"/>
        <w:rPr>
          <w:sz w:val="24"/>
        </w:rPr>
      </w:pPr>
      <w:r w:rsidRPr="00BF40D0">
        <w:rPr>
          <w:rFonts w:ascii="Times New Roman" w:eastAsia="Times New Roman" w:hAnsi="Times New Roman" w:cs="Times New Roman"/>
          <w:sz w:val="24"/>
        </w:rPr>
        <w:t>V příloze k zákonu č. 246/1992 Sb. se vypouští bod 2. z čeledi medvědovití (</w:t>
      </w:r>
      <w:proofErr w:type="spellStart"/>
      <w:r w:rsidRPr="00BF40D0">
        <w:rPr>
          <w:rFonts w:ascii="Times New Roman" w:eastAsia="Times New Roman" w:hAnsi="Times New Roman" w:cs="Times New Roman"/>
          <w:sz w:val="24"/>
        </w:rPr>
        <w:t>Ursidae</w:t>
      </w:r>
      <w:proofErr w:type="spellEnd"/>
      <w:r w:rsidRPr="00BF40D0">
        <w:rPr>
          <w:rFonts w:ascii="Times New Roman" w:eastAsia="Times New Roman" w:hAnsi="Times New Roman" w:cs="Times New Roman"/>
          <w:sz w:val="24"/>
        </w:rPr>
        <w:t>) všechny druhy a bod 4. z čeledi psovití (</w:t>
      </w:r>
      <w:proofErr w:type="spellStart"/>
      <w:r w:rsidRPr="00BF40D0">
        <w:rPr>
          <w:rFonts w:ascii="Times New Roman" w:eastAsia="Times New Roman" w:hAnsi="Times New Roman" w:cs="Times New Roman"/>
          <w:sz w:val="24"/>
        </w:rPr>
        <w:t>Canidae</w:t>
      </w:r>
      <w:proofErr w:type="spellEnd"/>
      <w:r w:rsidRPr="00BF40D0">
        <w:rPr>
          <w:rFonts w:ascii="Times New Roman" w:eastAsia="Times New Roman" w:hAnsi="Times New Roman" w:cs="Times New Roman"/>
          <w:sz w:val="24"/>
        </w:rPr>
        <w:t>) druh vlk obecný (</w:t>
      </w:r>
      <w:proofErr w:type="spellStart"/>
      <w:r w:rsidRPr="00BF40D0">
        <w:rPr>
          <w:rFonts w:ascii="Times New Roman" w:eastAsia="Times New Roman" w:hAnsi="Times New Roman" w:cs="Times New Roman"/>
          <w:sz w:val="24"/>
        </w:rPr>
        <w:t>Canis</w:t>
      </w:r>
      <w:proofErr w:type="spellEnd"/>
      <w:r w:rsidRPr="00BF40D0">
        <w:rPr>
          <w:rFonts w:ascii="Times New Roman" w:eastAsia="Times New Roman" w:hAnsi="Times New Roman" w:cs="Times New Roman"/>
          <w:sz w:val="24"/>
        </w:rPr>
        <w:t xml:space="preserve"> lupus) a pes </w:t>
      </w:r>
      <w:proofErr w:type="spellStart"/>
      <w:r w:rsidRPr="00BF40D0">
        <w:rPr>
          <w:rFonts w:ascii="Times New Roman" w:eastAsia="Times New Roman" w:hAnsi="Times New Roman" w:cs="Times New Roman"/>
          <w:sz w:val="24"/>
        </w:rPr>
        <w:t>hyenový</w:t>
      </w:r>
      <w:proofErr w:type="spellEnd"/>
      <w:r w:rsidRPr="00BF40D0">
        <w:rPr>
          <w:rFonts w:ascii="Times New Roman" w:eastAsia="Times New Roman" w:hAnsi="Times New Roman" w:cs="Times New Roman"/>
          <w:sz w:val="24"/>
        </w:rPr>
        <w:t xml:space="preserve"> (</w:t>
      </w:r>
      <w:proofErr w:type="spellStart"/>
      <w:r w:rsidRPr="00BF40D0">
        <w:rPr>
          <w:rFonts w:ascii="Times New Roman" w:eastAsia="Times New Roman" w:hAnsi="Times New Roman" w:cs="Times New Roman"/>
          <w:sz w:val="24"/>
        </w:rPr>
        <w:t>Lycaon</w:t>
      </w:r>
      <w:proofErr w:type="spellEnd"/>
      <w:r w:rsidRPr="00BF40D0">
        <w:rPr>
          <w:rFonts w:ascii="Times New Roman" w:eastAsia="Times New Roman" w:hAnsi="Times New Roman" w:cs="Times New Roman"/>
          <w:sz w:val="24"/>
        </w:rPr>
        <w:t xml:space="preserve"> pictus).</w:t>
      </w:r>
    </w:p>
    <w:p w:rsidR="00BF40D0" w:rsidRDefault="00BF40D0" w:rsidP="003D5052"/>
    <w:p w:rsidR="00BF40D0" w:rsidRDefault="00432218" w:rsidP="00BF40D0">
      <w:pPr>
        <w:pStyle w:val="PNposlanec"/>
      </w:pPr>
      <w:r>
        <w:t>Poslanec Petr Bendl</w:t>
      </w:r>
    </w:p>
    <w:p w:rsidR="00BF40D0" w:rsidRPr="00432218" w:rsidRDefault="00432218" w:rsidP="003D5052">
      <w:pPr>
        <w:rPr>
          <w:i/>
        </w:rPr>
      </w:pPr>
      <w:r w:rsidRPr="00432218">
        <w:rPr>
          <w:i/>
        </w:rPr>
        <w:t>SD 4389</w:t>
      </w:r>
    </w:p>
    <w:p w:rsidR="00432218" w:rsidRPr="00AC261D" w:rsidRDefault="004D767F" w:rsidP="00432218">
      <w:pPr>
        <w:rPr>
          <w:i/>
        </w:rPr>
      </w:pPr>
      <w:r w:rsidRPr="009C51F5">
        <w:rPr>
          <w:b/>
        </w:rPr>
        <w:t>1.</w:t>
      </w:r>
      <w:r>
        <w:rPr>
          <w:b/>
        </w:rPr>
        <w:t xml:space="preserve"> </w:t>
      </w:r>
      <w:r w:rsidR="00432218">
        <w:t>Doplnit §</w:t>
      </w:r>
      <w:r w:rsidR="009C51F5">
        <w:t xml:space="preserve"> </w:t>
      </w:r>
      <w:r w:rsidR="00432218">
        <w:t xml:space="preserve">3 </w:t>
      </w:r>
      <w:proofErr w:type="spellStart"/>
      <w:r w:rsidR="00432218">
        <w:t>písm</w:t>
      </w:r>
      <w:proofErr w:type="spellEnd"/>
      <w:r w:rsidR="00432218">
        <w:t xml:space="preserve"> t – za konec textu “…zvířete v takovém stavu:” Doplnit text: “</w:t>
      </w:r>
      <w:r w:rsidR="00432218">
        <w:rPr>
          <w:i/>
        </w:rPr>
        <w:t>Pokusem se dále rozumí udržování linie mutantních zvířat v případě, že mutace vede ke vzniku patologického fenotypu zvířat, která v důsledku toho vyžadují specifické podmínky chovu, nebo jímž tento fenotyp působí utrpení, bolest nebo trvalé poškození.”</w:t>
      </w:r>
    </w:p>
    <w:p w:rsidR="00432218" w:rsidRDefault="00432218" w:rsidP="00432218">
      <w:pPr>
        <w:rPr>
          <w:i/>
        </w:rPr>
      </w:pPr>
      <w:r>
        <w:t xml:space="preserve">A dále doplnit </w:t>
      </w:r>
      <w:proofErr w:type="spellStart"/>
      <w:r>
        <w:t>pokračovánéí</w:t>
      </w:r>
      <w:proofErr w:type="spellEnd"/>
      <w:r>
        <w:t xml:space="preserve"> věty: Usmrcení zvířete pouze pro využití jeho orgánů nebo tkání se za pokus nepovažuje, “</w:t>
      </w:r>
      <w:r>
        <w:rPr>
          <w:i/>
        </w:rPr>
        <w:t>a to</w:t>
      </w:r>
      <w:r>
        <w:t xml:space="preserve"> </w:t>
      </w:r>
      <w:r>
        <w:rPr>
          <w:i/>
        </w:rPr>
        <w:t>ani v případě, že k usmrcení je použita injekční aplikace anestetika.”</w:t>
      </w:r>
    </w:p>
    <w:p w:rsidR="00432218" w:rsidRDefault="00432218" w:rsidP="00432218">
      <w:pPr>
        <w:rPr>
          <w:i/>
        </w:rPr>
      </w:pPr>
    </w:p>
    <w:p w:rsidR="00432218" w:rsidRDefault="00432218" w:rsidP="00432218">
      <w:r w:rsidRPr="009C51F5">
        <w:rPr>
          <w:b/>
        </w:rPr>
        <w:t>2.</w:t>
      </w:r>
      <w:r w:rsidR="004D767F">
        <w:rPr>
          <w:b/>
        </w:rPr>
        <w:t xml:space="preserve"> </w:t>
      </w:r>
      <w:r>
        <w:t>V §</w:t>
      </w:r>
      <w:r w:rsidR="004D767F">
        <w:t xml:space="preserve"> </w:t>
      </w:r>
      <w:r>
        <w:t>5 odst.</w:t>
      </w:r>
      <w:r w:rsidR="004D767F">
        <w:t xml:space="preserve"> </w:t>
      </w:r>
      <w:r>
        <w:t>6 zní:</w:t>
      </w:r>
    </w:p>
    <w:p w:rsidR="00432218" w:rsidRDefault="00432218" w:rsidP="00432218">
      <w:r>
        <w:t xml:space="preserve">Zakazuje se výroba, dovoz, </w:t>
      </w:r>
      <w:proofErr w:type="spellStart"/>
      <w:proofErr w:type="gramStart"/>
      <w:r>
        <w:t>prodej,veřejná</w:t>
      </w:r>
      <w:proofErr w:type="spellEnd"/>
      <w:proofErr w:type="gramEnd"/>
      <w:r>
        <w:t xml:space="preserve"> propagace prodeje a použití </w:t>
      </w:r>
      <w:proofErr w:type="spellStart"/>
      <w:r>
        <w:t>čelistových</w:t>
      </w:r>
      <w:proofErr w:type="spellEnd"/>
      <w:r>
        <w:t xml:space="preserve"> a lepících pastí pro obratlovce. Toto ustanovení se nevztahuje na mechanické pasti určené </w:t>
      </w:r>
      <w:proofErr w:type="spellStart"/>
      <w:r>
        <w:t>proderatizaci</w:t>
      </w:r>
      <w:proofErr w:type="spellEnd"/>
      <w:r>
        <w:t>.</w:t>
      </w:r>
    </w:p>
    <w:p w:rsidR="00432218" w:rsidRDefault="00432218" w:rsidP="00432218"/>
    <w:p w:rsidR="00432218" w:rsidRDefault="00432218" w:rsidP="00432218">
      <w:r w:rsidRPr="009C51F5">
        <w:rPr>
          <w:b/>
        </w:rPr>
        <w:t>3.</w:t>
      </w:r>
      <w:r w:rsidR="004D767F">
        <w:rPr>
          <w:b/>
        </w:rPr>
        <w:t xml:space="preserve"> </w:t>
      </w:r>
      <w:r w:rsidR="004D767F" w:rsidRPr="004D767F">
        <w:t>V</w:t>
      </w:r>
      <w:r w:rsidR="004D767F">
        <w:rPr>
          <w:b/>
        </w:rPr>
        <w:t xml:space="preserve"> </w:t>
      </w:r>
      <w:r>
        <w:t>§</w:t>
      </w:r>
      <w:r w:rsidR="004D767F">
        <w:t xml:space="preserve"> </w:t>
      </w:r>
      <w:r>
        <w:t xml:space="preserve">8f </w:t>
      </w:r>
      <w:proofErr w:type="spellStart"/>
      <w:r>
        <w:t>odst</w:t>
      </w:r>
      <w:proofErr w:type="spellEnd"/>
      <w:r>
        <w:t xml:space="preserve"> </w:t>
      </w:r>
      <w:r w:rsidR="004D767F">
        <w:t xml:space="preserve"> </w:t>
      </w:r>
      <w:r>
        <w:t xml:space="preserve">2 </w:t>
      </w:r>
      <w:r w:rsidR="004D767F">
        <w:t>z</w:t>
      </w:r>
      <w:r>
        <w:t>ní:</w:t>
      </w:r>
    </w:p>
    <w:p w:rsidR="00432218" w:rsidRDefault="00432218" w:rsidP="00432218">
      <w:r>
        <w:t xml:space="preserve">Pokud jsou zvířata přepravována v kontejnerech, musí </w:t>
      </w:r>
      <w:r>
        <w:rPr>
          <w:b/>
          <w:i/>
        </w:rPr>
        <w:t xml:space="preserve">přepravce </w:t>
      </w:r>
      <w:r>
        <w:t>zajistit, aby …</w:t>
      </w:r>
    </w:p>
    <w:p w:rsidR="00432218" w:rsidRDefault="00432218" w:rsidP="00432218"/>
    <w:p w:rsidR="00432218" w:rsidRDefault="004D767F" w:rsidP="00432218">
      <w:r w:rsidRPr="004D767F">
        <w:rPr>
          <w:b/>
        </w:rPr>
        <w:t>4.</w:t>
      </w:r>
      <w:r>
        <w:rPr>
          <w:b/>
        </w:rPr>
        <w:t xml:space="preserve"> </w:t>
      </w:r>
      <w:r w:rsidRPr="004D767F">
        <w:t>V</w:t>
      </w:r>
      <w:r>
        <w:rPr>
          <w:b/>
        </w:rPr>
        <w:t xml:space="preserve"> </w:t>
      </w:r>
      <w:r w:rsidR="00432218">
        <w:t>§</w:t>
      </w:r>
      <w:r>
        <w:t xml:space="preserve"> </w:t>
      </w:r>
      <w:r w:rsidR="00432218">
        <w:t xml:space="preserve">8f </w:t>
      </w:r>
      <w:proofErr w:type="spellStart"/>
      <w:r w:rsidR="00432218">
        <w:t>odst</w:t>
      </w:r>
      <w:proofErr w:type="spellEnd"/>
      <w:r w:rsidR="00432218">
        <w:t xml:space="preserve"> </w:t>
      </w:r>
      <w:r>
        <w:t xml:space="preserve"> </w:t>
      </w:r>
      <w:r w:rsidR="00432218">
        <w:t xml:space="preserve">5 </w:t>
      </w:r>
      <w:r>
        <w:t>z</w:t>
      </w:r>
      <w:r w:rsidR="00432218">
        <w:t>ní:</w:t>
      </w:r>
    </w:p>
    <w:p w:rsidR="00432218" w:rsidRDefault="00432218" w:rsidP="00432218">
      <w:r>
        <w:rPr>
          <w:b/>
          <w:i/>
        </w:rPr>
        <w:t xml:space="preserve">Přepravce </w:t>
      </w:r>
      <w:r>
        <w:t>musí při přepravě zajistit,</w:t>
      </w:r>
    </w:p>
    <w:p w:rsidR="00432218" w:rsidRDefault="00432218" w:rsidP="00432218"/>
    <w:p w:rsidR="00432218" w:rsidRDefault="004D767F" w:rsidP="00432218">
      <w:r>
        <w:rPr>
          <w:b/>
        </w:rPr>
        <w:t>5</w:t>
      </w:r>
      <w:r w:rsidR="00432218" w:rsidRPr="004D767F">
        <w:rPr>
          <w:b/>
        </w:rPr>
        <w:t>.</w:t>
      </w:r>
      <w:r>
        <w:rPr>
          <w:b/>
        </w:rPr>
        <w:t xml:space="preserve"> </w:t>
      </w:r>
      <w:r w:rsidRPr="004D767F">
        <w:t>V</w:t>
      </w:r>
      <w:r>
        <w:t xml:space="preserve"> </w:t>
      </w:r>
      <w:r w:rsidR="00432218">
        <w:t>§</w:t>
      </w:r>
      <w:r>
        <w:t xml:space="preserve"> </w:t>
      </w:r>
      <w:r w:rsidR="00432218">
        <w:t xml:space="preserve">15b </w:t>
      </w:r>
      <w:proofErr w:type="spellStart"/>
      <w:r w:rsidR="00432218">
        <w:t>odst</w:t>
      </w:r>
      <w:proofErr w:type="spellEnd"/>
      <w:r w:rsidR="00432218">
        <w:t xml:space="preserve"> </w:t>
      </w:r>
      <w:r>
        <w:t xml:space="preserve"> </w:t>
      </w:r>
      <w:r w:rsidR="00432218">
        <w:t>3 zní:</w:t>
      </w:r>
    </w:p>
    <w:p w:rsidR="00432218" w:rsidRDefault="00432218" w:rsidP="00432218">
      <w:pPr>
        <w:rPr>
          <w:b/>
          <w:i/>
        </w:rPr>
      </w:pPr>
      <w:r>
        <w:t xml:space="preserve">Rozhodnutí o udělení oprávnění podle odstavce 1 vydává ministerstvo na dobu </w:t>
      </w:r>
      <w:proofErr w:type="gramStart"/>
      <w:r w:rsidRPr="00B94E1F">
        <w:rPr>
          <w:b/>
          <w:i/>
        </w:rPr>
        <w:t>neurčitou</w:t>
      </w:r>
      <w:r>
        <w:rPr>
          <w:b/>
          <w:i/>
        </w:rPr>
        <w:t xml:space="preserve"> </w:t>
      </w:r>
      <w:r>
        <w:t>. Na</w:t>
      </w:r>
      <w:proofErr w:type="gramEnd"/>
      <w:r>
        <w:t xml:space="preserve"> základě žádosti žadatele může ministerstvo udělit oprávnění i na dobu </w:t>
      </w:r>
      <w:r w:rsidRPr="00B94E1F">
        <w:rPr>
          <w:b/>
          <w:i/>
        </w:rPr>
        <w:t>určitou</w:t>
      </w:r>
      <w:r>
        <w:rPr>
          <w:b/>
          <w:i/>
        </w:rPr>
        <w:t>.</w:t>
      </w:r>
    </w:p>
    <w:p w:rsidR="00432218" w:rsidRDefault="00432218" w:rsidP="00432218"/>
    <w:p w:rsidR="00432218" w:rsidRDefault="004D767F" w:rsidP="00432218">
      <w:r>
        <w:rPr>
          <w:b/>
        </w:rPr>
        <w:t>6</w:t>
      </w:r>
      <w:r w:rsidRPr="004D767F">
        <w:rPr>
          <w:b/>
        </w:rPr>
        <w:t>.</w:t>
      </w:r>
      <w:r>
        <w:rPr>
          <w:b/>
        </w:rPr>
        <w:t xml:space="preserve"> </w:t>
      </w:r>
      <w:r w:rsidRPr="004D767F">
        <w:t>V</w:t>
      </w:r>
      <w:r>
        <w:t xml:space="preserve"> </w:t>
      </w:r>
      <w:r w:rsidR="00432218" w:rsidRPr="00B94E1F">
        <w:t>§</w:t>
      </w:r>
      <w:r>
        <w:t xml:space="preserve"> </w:t>
      </w:r>
      <w:r w:rsidR="00432218" w:rsidRPr="00B94E1F">
        <w:t>15b odst</w:t>
      </w:r>
      <w:r w:rsidR="00432218">
        <w:t>. 4, písm. b, zní:</w:t>
      </w:r>
    </w:p>
    <w:p w:rsidR="00432218" w:rsidRDefault="00432218" w:rsidP="00432218">
      <w:pPr>
        <w:rPr>
          <w:b/>
          <w:i/>
        </w:rPr>
      </w:pPr>
      <w:r>
        <w:t xml:space="preserve">dobu jeho platnosti, </w:t>
      </w:r>
      <w:r w:rsidRPr="00B94E1F">
        <w:rPr>
          <w:b/>
          <w:i/>
        </w:rPr>
        <w:t>v případě že oprávnění bylo uděleno na dobu určitou.</w:t>
      </w:r>
    </w:p>
    <w:p w:rsidR="00432218" w:rsidRDefault="00432218" w:rsidP="00432218">
      <w:pPr>
        <w:rPr>
          <w:b/>
          <w:i/>
        </w:rPr>
      </w:pPr>
    </w:p>
    <w:p w:rsidR="00432218" w:rsidRDefault="004D767F" w:rsidP="00432218">
      <w:r>
        <w:rPr>
          <w:b/>
        </w:rPr>
        <w:t>7</w:t>
      </w:r>
      <w:r w:rsidR="00432218" w:rsidRPr="004D767F">
        <w:rPr>
          <w:b/>
        </w:rPr>
        <w:t>.</w:t>
      </w:r>
      <w:r>
        <w:rPr>
          <w:b/>
        </w:rPr>
        <w:t xml:space="preserve"> </w:t>
      </w:r>
      <w:r w:rsidRPr="004D767F">
        <w:t>V</w:t>
      </w:r>
      <w:r>
        <w:t xml:space="preserve"> </w:t>
      </w:r>
      <w:r w:rsidR="00432218">
        <w:t>§</w:t>
      </w:r>
      <w:r>
        <w:t xml:space="preserve"> </w:t>
      </w:r>
      <w:r w:rsidR="00432218">
        <w:t>15d odst.</w:t>
      </w:r>
      <w:r>
        <w:t xml:space="preserve"> </w:t>
      </w:r>
      <w:r w:rsidR="00432218">
        <w:t>4 zní:</w:t>
      </w:r>
    </w:p>
    <w:p w:rsidR="00432218" w:rsidRDefault="00432218" w:rsidP="004D767F">
      <w:pPr>
        <w:jc w:val="both"/>
      </w:pPr>
      <w:r>
        <w:t xml:space="preserve">Provádět úkony uvedené v </w:t>
      </w:r>
      <w:proofErr w:type="gramStart"/>
      <w:r>
        <w:t>odst.2 písm.</w:t>
      </w:r>
      <w:proofErr w:type="gramEnd"/>
      <w:r>
        <w:t xml:space="preserve"> b) c) nebo d) mohou </w:t>
      </w:r>
      <w:r>
        <w:rPr>
          <w:b/>
          <w:i/>
        </w:rPr>
        <w:t xml:space="preserve">kromě osob, které získaly osvědčení o odborné způsobilosti k navrhování pokusů a projektů dle odstavce 3 a s výjimkou dle ustanovení odstavce 5, </w:t>
      </w:r>
      <w:r>
        <w:t xml:space="preserve"> pouze osoby </w:t>
      </w:r>
      <w:r>
        <w:rPr>
          <w:b/>
          <w:i/>
        </w:rPr>
        <w:t xml:space="preserve">mající středoškolské vzdělání a vyšší, </w:t>
      </w:r>
      <w:r>
        <w:t>které absolvovaly kurz odborné přípravy a získaly osvědčení o odborné způsobilosti k provádění pokusů na pokusných zvířatech, péči o pokusná zvířata a usmrcování pokusných zvířat. Toto osvědčení vydává ministerstvo.</w:t>
      </w:r>
    </w:p>
    <w:p w:rsidR="00432218" w:rsidRDefault="00432218" w:rsidP="00432218"/>
    <w:p w:rsidR="00432218" w:rsidRDefault="004D767F" w:rsidP="00432218">
      <w:r w:rsidRPr="004D767F">
        <w:rPr>
          <w:b/>
        </w:rPr>
        <w:t>8.</w:t>
      </w:r>
      <w:r>
        <w:rPr>
          <w:b/>
        </w:rPr>
        <w:t xml:space="preserve"> </w:t>
      </w:r>
      <w:r w:rsidRPr="004D767F">
        <w:t xml:space="preserve">V </w:t>
      </w:r>
      <w:r w:rsidR="00432218">
        <w:t>§</w:t>
      </w:r>
      <w:r>
        <w:t xml:space="preserve"> </w:t>
      </w:r>
      <w:r w:rsidR="00432218">
        <w:t>15d odst.</w:t>
      </w:r>
      <w:r>
        <w:t xml:space="preserve"> </w:t>
      </w:r>
      <w:r w:rsidR="00432218">
        <w:t>5 zní:</w:t>
      </w:r>
    </w:p>
    <w:p w:rsidR="00432218" w:rsidRDefault="00432218" w:rsidP="004D767F">
      <w:pPr>
        <w:jc w:val="both"/>
        <w:rPr>
          <w:b/>
          <w:i/>
        </w:rPr>
      </w:pPr>
      <w:r>
        <w:rPr>
          <w:b/>
          <w:i/>
        </w:rPr>
        <w:t>Osoba, která ke dni vzniku pracovního nebo obdobného poměru, nebo ke dni přeřazení na pracovní pozici, v rámci které bude vykonávat činnosti dle odstavce 2 písm. b), c) nebo d), není držitelem osvědčení o odborné způsobilosti, nebo u níž nebylo rozhodnuto o uznání odborné kvalifikace podle zákona o uznávání odborné kvalifikace 4d), může vykonávat činnosti podle odsta</w:t>
      </w:r>
      <w:r w:rsidR="0075388B">
        <w:rPr>
          <w:b/>
          <w:i/>
        </w:rPr>
        <w:t>v</w:t>
      </w:r>
      <w:r>
        <w:rPr>
          <w:b/>
          <w:i/>
        </w:rPr>
        <w:t xml:space="preserve">ce 2 písm. b), c) nebo d) nejvýše 6 měsíců ode dne vzniku pracovního nebo obdobného poměru. Pokud v tomto období neabsolvuje kurz odborné přípravy a nezíská osvědčení o odborné způsobilosti k navrhování pokusů a projektů pokusů nebo osvědčení o odborné způsobilosti k provádění pokusů na pokusných zvířatech, péči o pokusná zvířata a usmrcování pokusných zvířat, musí činnosti podle </w:t>
      </w:r>
      <w:proofErr w:type="gramStart"/>
      <w:r>
        <w:rPr>
          <w:b/>
          <w:i/>
        </w:rPr>
        <w:t>odst.2 ukončit</w:t>
      </w:r>
      <w:proofErr w:type="gramEnd"/>
      <w:r>
        <w:rPr>
          <w:b/>
          <w:i/>
        </w:rPr>
        <w:t xml:space="preserve"> nejpozději do 6-ti měsíců ode vzniku pracovního nebo obdobného poměru. </w:t>
      </w:r>
      <w:proofErr w:type="gramStart"/>
      <w:r>
        <w:rPr>
          <w:b/>
          <w:i/>
        </w:rPr>
        <w:t>Osoba která</w:t>
      </w:r>
      <w:proofErr w:type="gramEnd"/>
      <w:r>
        <w:rPr>
          <w:b/>
          <w:i/>
        </w:rPr>
        <w:t xml:space="preserve"> byla v posledních 2 letech v pracovním nebo obdobném poměru k témuž chovateli pokusných zvířat, dodavateli nebo uživateli pokusných zvířat v pracovní pozici v rámci které vykonávala činnosti podle odstavce 2 písmeno b), c) nebo d) , a která není držitelem osvědčení o odborné způsobilosti, nesmí po vzniku nového pracovního nebo obdobného poměru vykonávat činnosti podle odstavce 2 písmeno b), c) nebo d) dokud neabsolvuje kurz odborné přípravy a nezíská osvědčení o odborné způsobilosti.</w:t>
      </w:r>
    </w:p>
    <w:p w:rsidR="00432218" w:rsidRDefault="00432218" w:rsidP="00432218">
      <w:pPr>
        <w:rPr>
          <w:b/>
          <w:i/>
        </w:rPr>
      </w:pPr>
    </w:p>
    <w:p w:rsidR="004D767F" w:rsidRDefault="004D767F">
      <w:pPr>
        <w:widowControl/>
        <w:suppressAutoHyphens w:val="0"/>
        <w:rPr>
          <w:b/>
          <w:i/>
        </w:rPr>
      </w:pPr>
    </w:p>
    <w:p w:rsidR="00432218" w:rsidRDefault="004D767F" w:rsidP="00432218">
      <w:r>
        <w:rPr>
          <w:b/>
          <w:i/>
        </w:rPr>
        <w:t xml:space="preserve">9. </w:t>
      </w:r>
      <w:r w:rsidRPr="004D767F">
        <w:t>V</w:t>
      </w:r>
      <w:r w:rsidRPr="004D767F">
        <w:rPr>
          <w:i/>
        </w:rPr>
        <w:t xml:space="preserve"> </w:t>
      </w:r>
      <w:r w:rsidR="00432218">
        <w:t>§</w:t>
      </w:r>
      <w:r>
        <w:t xml:space="preserve"> </w:t>
      </w:r>
      <w:r w:rsidR="00432218">
        <w:t xml:space="preserve">15d </w:t>
      </w:r>
      <w:proofErr w:type="spellStart"/>
      <w:r w:rsidR="00432218">
        <w:t>odst</w:t>
      </w:r>
      <w:proofErr w:type="spellEnd"/>
      <w:r w:rsidR="00432218">
        <w:t xml:space="preserve"> 6 se doplňuje:</w:t>
      </w:r>
    </w:p>
    <w:p w:rsidR="00432218" w:rsidRDefault="00432218" w:rsidP="00432218">
      <w:r>
        <w:t>….</w:t>
      </w:r>
      <w:proofErr w:type="spellStart"/>
      <w:r>
        <w:t>postgradiálního</w:t>
      </w:r>
      <w:proofErr w:type="spellEnd"/>
      <w:r>
        <w:t xml:space="preserve"> studia.</w:t>
      </w:r>
    </w:p>
    <w:p w:rsidR="00432218" w:rsidRDefault="00432218" w:rsidP="00432218">
      <w:pPr>
        <w:rPr>
          <w:b/>
          <w:i/>
        </w:rPr>
      </w:pPr>
      <w:r>
        <w:rPr>
          <w:b/>
          <w:i/>
        </w:rPr>
        <w:t xml:space="preserve">Student </w:t>
      </w:r>
      <w:proofErr w:type="spellStart"/>
      <w:r>
        <w:rPr>
          <w:b/>
          <w:i/>
        </w:rPr>
        <w:t>postgradiálního</w:t>
      </w:r>
      <w:proofErr w:type="spellEnd"/>
      <w:r>
        <w:rPr>
          <w:b/>
          <w:i/>
        </w:rPr>
        <w:t xml:space="preserve"> studia, který ke dni zahájení studia není držitelem osvědčení o odborné způsobilosti, nebo u něhož nebylo rozhodnuto o uznání odborné kvalifikace podle zákona o uznání odborné kvalifikace 4d), může vykonávat činnosti podle </w:t>
      </w:r>
      <w:proofErr w:type="spellStart"/>
      <w:r>
        <w:rPr>
          <w:b/>
          <w:i/>
        </w:rPr>
        <w:t>odst</w:t>
      </w:r>
      <w:proofErr w:type="spellEnd"/>
      <w:r>
        <w:rPr>
          <w:b/>
          <w:i/>
        </w:rPr>
        <w:t xml:space="preserve"> 2 písmeno b), c) nebo d) nejvýše 6 měsíců ode dne zahájení studia.</w:t>
      </w:r>
    </w:p>
    <w:p w:rsidR="00432218" w:rsidRPr="00227B94" w:rsidRDefault="00432218" w:rsidP="00432218">
      <w:pPr>
        <w:rPr>
          <w:b/>
          <w:i/>
        </w:rPr>
      </w:pPr>
    </w:p>
    <w:p w:rsidR="00432218" w:rsidRDefault="004D767F" w:rsidP="00432218">
      <w:r w:rsidRPr="004D767F">
        <w:rPr>
          <w:b/>
        </w:rPr>
        <w:t xml:space="preserve">10. </w:t>
      </w:r>
      <w:r w:rsidRPr="004D767F">
        <w:t>V</w:t>
      </w:r>
      <w:r w:rsidR="00432218" w:rsidRPr="00B94E1F">
        <w:rPr>
          <w:b/>
          <w:i/>
        </w:rPr>
        <w:t xml:space="preserve"> </w:t>
      </w:r>
      <w:r w:rsidR="00432218">
        <w:t>§15 odst. 7 zní:</w:t>
      </w:r>
    </w:p>
    <w:p w:rsidR="00432218" w:rsidRDefault="00432218" w:rsidP="00FA4AF2">
      <w:pPr>
        <w:jc w:val="both"/>
        <w:rPr>
          <w:b/>
          <w:i/>
        </w:rPr>
      </w:pPr>
      <w:r>
        <w:rPr>
          <w:b/>
          <w:i/>
        </w:rPr>
        <w:t xml:space="preserve">Každý chovatel, dodavatel a uživatel pokusných zvířat je povinen zajistit provádění dohledu u osob vykonávajících činnosti podle odstavce 2 v období před získáním požadované kvalifikace podle odstavce 5 a 6, a zajistit jednoznačné standardy určující kvalifikaci v oblasti znalostních a praktických dovedností. Chovatel, dodavatel a uživatel pokusných zvířat je povinen vest záznamy o vykonávaném dohledu a jeho úrovni. Pracovník </w:t>
      </w:r>
      <w:proofErr w:type="spellStart"/>
      <w:r>
        <w:rPr>
          <w:b/>
          <w:i/>
        </w:rPr>
        <w:t>dohleu</w:t>
      </w:r>
      <w:proofErr w:type="spellEnd"/>
      <w:r>
        <w:rPr>
          <w:b/>
          <w:i/>
        </w:rPr>
        <w:t xml:space="preserve"> musí mít </w:t>
      </w:r>
      <w:proofErr w:type="spellStart"/>
      <w:r>
        <w:rPr>
          <w:b/>
          <w:i/>
        </w:rPr>
        <w:t>osvěčení</w:t>
      </w:r>
      <w:proofErr w:type="spellEnd"/>
      <w:r>
        <w:rPr>
          <w:b/>
          <w:i/>
        </w:rPr>
        <w:t xml:space="preserve"> o odborné způsobilosti k navrhování pokusů a projektů pokusů nebo osvědčení o odborné způsobilosti k provádění pokusů na pokusných zvířatech, péči o pokusná zvířata a usmrcování pokusných zvířat.</w:t>
      </w:r>
    </w:p>
    <w:p w:rsidR="00432218" w:rsidRDefault="00432218" w:rsidP="00432218">
      <w:pPr>
        <w:rPr>
          <w:b/>
          <w:i/>
        </w:rPr>
      </w:pPr>
    </w:p>
    <w:p w:rsidR="00432218" w:rsidRPr="005F3D5C" w:rsidRDefault="004D767F" w:rsidP="00432218">
      <w:pPr>
        <w:rPr>
          <w:b/>
          <w:i/>
        </w:rPr>
      </w:pPr>
      <w:r w:rsidRPr="004D767F">
        <w:rPr>
          <w:b/>
        </w:rPr>
        <w:t>11.</w:t>
      </w:r>
      <w:r>
        <w:t xml:space="preserve"> </w:t>
      </w:r>
      <w:r w:rsidR="00432218">
        <w:t>§</w:t>
      </w:r>
      <w:r w:rsidR="00FA4AF2">
        <w:t xml:space="preserve"> </w:t>
      </w:r>
      <w:r w:rsidR="00432218">
        <w:t xml:space="preserve">15 </w:t>
      </w:r>
      <w:proofErr w:type="spellStart"/>
      <w:r w:rsidR="00432218">
        <w:t>odst</w:t>
      </w:r>
      <w:proofErr w:type="spellEnd"/>
      <w:r w:rsidR="00432218">
        <w:t xml:space="preserve"> 8 zní:</w:t>
      </w:r>
    </w:p>
    <w:p w:rsidR="00432218" w:rsidRPr="00154948" w:rsidRDefault="00432218" w:rsidP="00FA4AF2">
      <w:pPr>
        <w:jc w:val="both"/>
        <w:rPr>
          <w:rFonts w:cs="Arial"/>
          <w:b/>
          <w:i/>
        </w:rPr>
      </w:pPr>
      <w:r w:rsidRPr="005F3D5C">
        <w:rPr>
          <w:b/>
          <w:i/>
        </w:rPr>
        <w:t xml:space="preserve">K provádění pokusů mohou být přizvány osoby, které </w:t>
      </w:r>
      <w:proofErr w:type="gramStart"/>
      <w:r w:rsidRPr="005F3D5C">
        <w:rPr>
          <w:b/>
          <w:i/>
        </w:rPr>
        <w:t xml:space="preserve">nejsou </w:t>
      </w:r>
      <w:r>
        <w:rPr>
          <w:b/>
          <w:i/>
        </w:rPr>
        <w:t>nezíská</w:t>
      </w:r>
      <w:proofErr w:type="gramEnd"/>
      <w:r>
        <w:rPr>
          <w:b/>
          <w:i/>
        </w:rPr>
        <w:t xml:space="preserve"> osvědčení o odborné způsobilosti k navrhování pokusů a projektů pokusů nebo osvědčení o odborné způsobilosti k provádění pokusů na pokusných zvířatech, péči o pokusná zvířata a usmrcování pokusných zvířat, pokud je jejich účast na experiment </w:t>
      </w:r>
      <w:proofErr w:type="spellStart"/>
      <w:r>
        <w:rPr>
          <w:b/>
          <w:i/>
        </w:rPr>
        <w:t>nezbatná</w:t>
      </w:r>
      <w:proofErr w:type="spellEnd"/>
      <w:r>
        <w:rPr>
          <w:b/>
          <w:i/>
        </w:rPr>
        <w:t xml:space="preserve"> z důvodu zajištění vysoce specializované  a kvalifikované činnosti</w:t>
      </w:r>
      <w:r w:rsidRPr="00154948">
        <w:rPr>
          <w:rFonts w:cs="Arial"/>
          <w:b/>
          <w:i/>
        </w:rPr>
        <w:t>. Takováto osoba se smí pokusu zúčastnit pouze pod dohledem držitele osvědčení o odborné způsobilosti k navrhování pokusů a projektů pokusů.</w:t>
      </w:r>
    </w:p>
    <w:p w:rsidR="00432218" w:rsidRPr="00154948" w:rsidRDefault="00432218" w:rsidP="00432218">
      <w:pPr>
        <w:rPr>
          <w:rFonts w:cs="Arial"/>
          <w:b/>
          <w:i/>
        </w:rPr>
      </w:pPr>
    </w:p>
    <w:p w:rsidR="00432218" w:rsidRPr="00154948" w:rsidRDefault="00432218" w:rsidP="00FA4AF2">
      <w:pPr>
        <w:jc w:val="both"/>
        <w:rPr>
          <w:rFonts w:cs="Arial"/>
          <w:b/>
          <w:i/>
        </w:rPr>
      </w:pPr>
      <w:r w:rsidRPr="00154948">
        <w:rPr>
          <w:rFonts w:cs="Arial"/>
          <w:b/>
          <w:i/>
        </w:rPr>
        <w:t>Lékaři a veterinární lékaři a osoby s jiným vysokoškolským vzděláním v oblasti biologických oborů, kteří nejsou držiteli osvědčení o odborné způsobilosti k navrhování pokusů a projektů pokusů nebo osvědčení o odborné způsobilosti k provádění pokusů na pokusných zvířatech, péči o pokusná zvířata a usmrcování pokusných zvířat, mohou provádět pokusy na zvířatech, jejichž účelem je vyšší vzdělávání nebo odborná příprava za účelem získání, udržení nebo zlepšení odborných znalostí dle §18, odstavce 1), písmeno g). Pokus v takovém případě lze provádět pouze pod dohledem osoby, která je držitelem osvědčení o odborné způsobilosti k navrhování pokusů a projektů pokusů.</w:t>
      </w:r>
    </w:p>
    <w:p w:rsidR="00432218" w:rsidRDefault="00432218" w:rsidP="00432218">
      <w:pPr>
        <w:rPr>
          <w:rFonts w:cs="Arial"/>
        </w:rPr>
      </w:pPr>
    </w:p>
    <w:p w:rsidR="00432218" w:rsidRDefault="00FA4AF2" w:rsidP="00432218">
      <w:r w:rsidRPr="00FA4AF2">
        <w:t>V</w:t>
      </w:r>
      <w:r w:rsidR="004D767F">
        <w:t xml:space="preserve"> </w:t>
      </w:r>
      <w:r w:rsidR="00432218">
        <w:t>§</w:t>
      </w:r>
      <w:r>
        <w:t xml:space="preserve"> </w:t>
      </w:r>
      <w:r w:rsidR="00432218">
        <w:t xml:space="preserve">15 odst. 6 a 7 se přečíslují na </w:t>
      </w:r>
      <w:proofErr w:type="spellStart"/>
      <w:r w:rsidR="00432218">
        <w:t>odst</w:t>
      </w:r>
      <w:proofErr w:type="spellEnd"/>
      <w:r w:rsidR="00432218">
        <w:t xml:space="preserve"> </w:t>
      </w:r>
      <w:r>
        <w:t xml:space="preserve"> </w:t>
      </w:r>
      <w:r w:rsidR="00432218">
        <w:t>9 a 10</w:t>
      </w:r>
      <w:r>
        <w:t>.</w:t>
      </w:r>
    </w:p>
    <w:p w:rsidR="00432218" w:rsidRDefault="00432218" w:rsidP="00432218"/>
    <w:p w:rsidR="00432218" w:rsidRDefault="00432218" w:rsidP="00432218"/>
    <w:p w:rsidR="00432218" w:rsidRDefault="00FA4AF2" w:rsidP="00432218">
      <w:r w:rsidRPr="00FA4AF2">
        <w:rPr>
          <w:b/>
        </w:rPr>
        <w:t>12.</w:t>
      </w:r>
      <w:r>
        <w:t xml:space="preserve"> V </w:t>
      </w:r>
      <w:r w:rsidR="00432218">
        <w:t xml:space="preserve">§ 15f </w:t>
      </w:r>
      <w:proofErr w:type="gramStart"/>
      <w:r w:rsidR="00432218">
        <w:t>odst.3 písmeno</w:t>
      </w:r>
      <w:proofErr w:type="gramEnd"/>
      <w:r w:rsidR="00432218">
        <w:t xml:space="preserve"> a) zní:</w:t>
      </w:r>
    </w:p>
    <w:p w:rsidR="00432218" w:rsidRPr="000121ED" w:rsidRDefault="00432218" w:rsidP="00432218">
      <w:pPr>
        <w:pStyle w:val="2Psmeno"/>
        <w:rPr>
          <w:rFonts w:asciiTheme="minorHAnsi" w:hAnsiTheme="minorHAnsi"/>
          <w:b/>
          <w:sz w:val="24"/>
          <w:szCs w:val="24"/>
        </w:rPr>
      </w:pPr>
      <w:r>
        <w:tab/>
      </w:r>
      <w:r w:rsidRPr="000121ED">
        <w:rPr>
          <w:rFonts w:asciiTheme="minorHAnsi" w:hAnsiTheme="minorHAnsi"/>
          <w:b/>
          <w:sz w:val="24"/>
          <w:szCs w:val="24"/>
        </w:rPr>
        <w:t>bylo zastaveno veškeré další působení bolesti, utrpení, strachu nebo trvalého poškození, které jsou pokusnému zvířeti v průběhu pokusu způsobovány, pokud nejsou nevyhnutelné.</w:t>
      </w:r>
    </w:p>
    <w:p w:rsidR="00432218" w:rsidRPr="003D06F6" w:rsidRDefault="00432218" w:rsidP="00432218">
      <w:pPr>
        <w:pStyle w:val="2Psmeno"/>
      </w:pPr>
    </w:p>
    <w:p w:rsidR="00432218" w:rsidRDefault="00432218" w:rsidP="00432218"/>
    <w:p w:rsidR="00432218" w:rsidRDefault="00FA4AF2" w:rsidP="00432218">
      <w:pPr>
        <w:rPr>
          <w:b/>
          <w:i/>
        </w:rPr>
      </w:pPr>
      <w:r w:rsidRPr="00FA4AF2">
        <w:rPr>
          <w:b/>
        </w:rPr>
        <w:t xml:space="preserve">13. </w:t>
      </w:r>
      <w:r w:rsidRPr="00FA4AF2">
        <w:t>V</w:t>
      </w:r>
      <w:r w:rsidRPr="00FA4AF2">
        <w:rPr>
          <w:b/>
        </w:rPr>
        <w:t xml:space="preserve"> </w:t>
      </w:r>
      <w:r w:rsidR="00432218" w:rsidRPr="00FA4AF2">
        <w:rPr>
          <w:b/>
        </w:rPr>
        <w:t>§</w:t>
      </w:r>
      <w:r>
        <w:rPr>
          <w:b/>
        </w:rPr>
        <w:t xml:space="preserve"> </w:t>
      </w:r>
      <w:r w:rsidR="00432218" w:rsidRPr="00FA4AF2">
        <w:rPr>
          <w:b/>
        </w:rPr>
        <w:t xml:space="preserve">15g písmeno d) </w:t>
      </w:r>
      <w:proofErr w:type="gramStart"/>
      <w:r w:rsidR="00432218" w:rsidRPr="00FA4AF2">
        <w:rPr>
          <w:b/>
        </w:rPr>
        <w:t>odst.6 zní</w:t>
      </w:r>
      <w:proofErr w:type="gramEnd"/>
      <w:r w:rsidR="00432218" w:rsidRPr="00FA4AF2">
        <w:rPr>
          <w:b/>
        </w:rPr>
        <w:t>:</w:t>
      </w:r>
    </w:p>
    <w:p w:rsidR="00432218" w:rsidRPr="00003086" w:rsidRDefault="00432218" w:rsidP="00432218">
      <w:pPr>
        <w:pStyle w:val="3Bod"/>
        <w:ind w:left="397" w:firstLine="0"/>
        <w:rPr>
          <w:rStyle w:val="Odkaznakoment"/>
          <w:rFonts w:asciiTheme="minorHAnsi" w:hAnsiTheme="minorHAnsi" w:cstheme="minorBidi"/>
          <w:b/>
          <w:i/>
          <w:sz w:val="24"/>
          <w:szCs w:val="24"/>
        </w:rPr>
      </w:pPr>
      <w:r w:rsidRPr="00003086">
        <w:rPr>
          <w:rFonts w:asciiTheme="minorHAnsi" w:hAnsiTheme="minorHAnsi"/>
          <w:b/>
          <w:i/>
          <w:sz w:val="24"/>
          <w:szCs w:val="24"/>
        </w:rPr>
        <w:t>dalších údajů stanovených dohodami Rady Evropy na úseku ochrany pokusných zvířat nebo prováděcím právním předpisem. Údaje nemohou být požadovány zpětně.</w:t>
      </w:r>
    </w:p>
    <w:p w:rsidR="00432218" w:rsidRPr="000121ED" w:rsidRDefault="00432218" w:rsidP="00432218">
      <w:pPr>
        <w:pStyle w:val="3Bod"/>
        <w:rPr>
          <w:rStyle w:val="Odkaznakoment"/>
          <w:rFonts w:asciiTheme="minorHAnsi" w:hAnsiTheme="minorHAnsi" w:cstheme="minorBidi"/>
          <w:sz w:val="24"/>
          <w:szCs w:val="24"/>
        </w:rPr>
      </w:pPr>
    </w:p>
    <w:p w:rsidR="00432218" w:rsidRDefault="00432218" w:rsidP="00432218"/>
    <w:p w:rsidR="00432218" w:rsidRDefault="00FA4AF2" w:rsidP="00432218">
      <w:r w:rsidRPr="00FA4AF2">
        <w:rPr>
          <w:b/>
        </w:rPr>
        <w:t>14.</w:t>
      </w:r>
      <w:r>
        <w:t xml:space="preserve"> V §</w:t>
      </w:r>
      <w:r w:rsidR="00432218">
        <w:t xml:space="preserve"> 16a písmeno d) odstavec 6 zní:</w:t>
      </w:r>
    </w:p>
    <w:p w:rsidR="00432218" w:rsidRPr="00DB5834" w:rsidRDefault="00432218" w:rsidP="00432218">
      <w:pPr>
        <w:rPr>
          <w:b/>
          <w:i/>
        </w:rPr>
      </w:pPr>
      <w:r w:rsidRPr="00DB5834">
        <w:rPr>
          <w:b/>
          <w:i/>
        </w:rPr>
        <w:t xml:space="preserve">pokusné nebo pozorovací strategie pro minimalizaci počtu pokusných zvířat, jejich bolesti, utrpení a strachu a případného dopadu na životní prostředí, </w:t>
      </w:r>
    </w:p>
    <w:p w:rsidR="00432218" w:rsidRDefault="00432218" w:rsidP="00432218">
      <w:pPr>
        <w:pStyle w:val="3Bod"/>
      </w:pPr>
    </w:p>
    <w:p w:rsidR="00432218" w:rsidRDefault="00432218" w:rsidP="00432218"/>
    <w:p w:rsidR="00FA4AF2" w:rsidRDefault="00FA4AF2">
      <w:pPr>
        <w:widowControl/>
        <w:suppressAutoHyphens w:val="0"/>
        <w:rPr>
          <w:b/>
        </w:rPr>
      </w:pPr>
    </w:p>
    <w:p w:rsidR="00432218" w:rsidRDefault="00FA4AF2" w:rsidP="00432218">
      <w:r w:rsidRPr="00FA4AF2">
        <w:rPr>
          <w:b/>
        </w:rPr>
        <w:t>15.</w:t>
      </w:r>
      <w:r>
        <w:t xml:space="preserve"> V </w:t>
      </w:r>
      <w:r w:rsidR="00432218">
        <w:t>§</w:t>
      </w:r>
      <w:r>
        <w:t xml:space="preserve"> </w:t>
      </w:r>
      <w:r w:rsidR="00432218">
        <w:t>16d odst. 3) zní:</w:t>
      </w:r>
    </w:p>
    <w:p w:rsidR="00432218" w:rsidRPr="00DB5834" w:rsidRDefault="00432218" w:rsidP="00432218">
      <w:pPr>
        <w:autoSpaceDE w:val="0"/>
        <w:autoSpaceDN w:val="0"/>
        <w:adjustRightInd w:val="0"/>
        <w:jc w:val="both"/>
        <w:rPr>
          <w:rFonts w:cs="Arial"/>
          <w:b/>
          <w:i/>
        </w:rPr>
      </w:pPr>
      <w:r w:rsidRPr="00DB5834">
        <w:rPr>
          <w:rFonts w:cs="Arial"/>
          <w:b/>
          <w:i/>
        </w:rPr>
        <w:t xml:space="preserve">Rozhodnutí o schválení projektu pokusů se vydává nejdéle na dobu 5 let. </w:t>
      </w:r>
    </w:p>
    <w:p w:rsidR="00432218" w:rsidRPr="00DB5834" w:rsidRDefault="00432218" w:rsidP="00432218">
      <w:pPr>
        <w:autoSpaceDE w:val="0"/>
        <w:autoSpaceDN w:val="0"/>
        <w:adjustRightInd w:val="0"/>
        <w:jc w:val="both"/>
        <w:rPr>
          <w:rFonts w:cs="Arial"/>
          <w:b/>
          <w:i/>
        </w:rPr>
      </w:pPr>
      <w:r w:rsidRPr="00DB5834">
        <w:rPr>
          <w:rFonts w:cs="Arial"/>
          <w:b/>
          <w:i/>
        </w:rPr>
        <w:t>V případě odnětí oprávnění k používání pokusných zvířat je platnost projektu pokusu ukončena.</w:t>
      </w:r>
    </w:p>
    <w:p w:rsidR="00432218" w:rsidRDefault="00432218" w:rsidP="00432218">
      <w:pPr>
        <w:rPr>
          <w:rFonts w:cs="Arial"/>
        </w:rPr>
      </w:pPr>
    </w:p>
    <w:p w:rsidR="00432218" w:rsidRDefault="00FA4AF2" w:rsidP="00432218">
      <w:pPr>
        <w:rPr>
          <w:rFonts w:cs="Arial"/>
        </w:rPr>
      </w:pPr>
      <w:r w:rsidRPr="00FA4AF2">
        <w:rPr>
          <w:rFonts w:cs="Arial"/>
          <w:b/>
        </w:rPr>
        <w:t>16.</w:t>
      </w:r>
      <w:r>
        <w:rPr>
          <w:rFonts w:cs="Arial"/>
        </w:rPr>
        <w:t xml:space="preserve"> V </w:t>
      </w:r>
      <w:r w:rsidR="00432218">
        <w:rPr>
          <w:rFonts w:cs="Arial"/>
        </w:rPr>
        <w:t>§</w:t>
      </w:r>
      <w:r>
        <w:rPr>
          <w:rFonts w:cs="Arial"/>
        </w:rPr>
        <w:t xml:space="preserve"> </w:t>
      </w:r>
      <w:r w:rsidR="00432218">
        <w:rPr>
          <w:rFonts w:cs="Arial"/>
        </w:rPr>
        <w:t xml:space="preserve">18 </w:t>
      </w:r>
      <w:proofErr w:type="spellStart"/>
      <w:r w:rsidR="00432218">
        <w:rPr>
          <w:rFonts w:cs="Arial"/>
        </w:rPr>
        <w:t>odst</w:t>
      </w:r>
      <w:proofErr w:type="spellEnd"/>
      <w:r w:rsidR="00432218">
        <w:rPr>
          <w:rFonts w:cs="Arial"/>
        </w:rPr>
        <w:t xml:space="preserve"> 1 nové písmeno h) zní:</w:t>
      </w:r>
    </w:p>
    <w:p w:rsidR="00432218" w:rsidRPr="008F2E7B" w:rsidRDefault="00432218" w:rsidP="00432218">
      <w:pPr>
        <w:pStyle w:val="2Psmeno"/>
        <w:rPr>
          <w:b/>
          <w:i/>
        </w:rPr>
      </w:pPr>
      <w:r>
        <w:tab/>
      </w:r>
      <w:r w:rsidRPr="008F2E7B">
        <w:rPr>
          <w:b/>
          <w:i/>
        </w:rPr>
        <w:t>výzkum zaměřený na zachování biologického materiálu</w:t>
      </w:r>
    </w:p>
    <w:p w:rsidR="00432218" w:rsidRDefault="00432218" w:rsidP="00432218"/>
    <w:p w:rsidR="00432218" w:rsidRPr="008F2E7B" w:rsidRDefault="00FA4AF2" w:rsidP="00432218">
      <w:pPr>
        <w:rPr>
          <w:b/>
          <w:i/>
        </w:rPr>
      </w:pPr>
      <w:r w:rsidRPr="00FA4AF2">
        <w:rPr>
          <w:b/>
        </w:rPr>
        <w:t>17.</w:t>
      </w:r>
      <w:r>
        <w:t xml:space="preserve"> V </w:t>
      </w:r>
      <w:r w:rsidR="00432218">
        <w:t>§</w:t>
      </w:r>
      <w:r>
        <w:t xml:space="preserve"> </w:t>
      </w:r>
      <w:r w:rsidR="00432218">
        <w:t>18a odstavec 3, nové písmeno c) zní:</w:t>
      </w:r>
    </w:p>
    <w:p w:rsidR="00432218" w:rsidRPr="008F2E7B" w:rsidRDefault="00432218" w:rsidP="00432218">
      <w:pPr>
        <w:pStyle w:val="2Psmeno"/>
        <w:rPr>
          <w:rFonts w:asciiTheme="minorHAnsi" w:hAnsiTheme="minorHAnsi"/>
          <w:b/>
          <w:i/>
          <w:sz w:val="24"/>
          <w:szCs w:val="24"/>
        </w:rPr>
      </w:pPr>
      <w:r w:rsidRPr="008F2E7B">
        <w:rPr>
          <w:rFonts w:asciiTheme="minorHAnsi" w:hAnsiTheme="minorHAnsi"/>
          <w:b/>
          <w:i/>
          <w:sz w:val="24"/>
          <w:szCs w:val="24"/>
        </w:rPr>
        <w:t>byly voleny postupy umožňující další využití zvířete</w:t>
      </w:r>
    </w:p>
    <w:p w:rsidR="00BF40D0" w:rsidRDefault="00BF40D0" w:rsidP="003D5052"/>
    <w:p w:rsidR="00432218" w:rsidRDefault="00432218" w:rsidP="003D5052"/>
    <w:p w:rsidR="00432218" w:rsidRPr="001A18B3" w:rsidRDefault="001A18B3" w:rsidP="003D5052">
      <w:pPr>
        <w:rPr>
          <w:i/>
        </w:rPr>
      </w:pPr>
      <w:r w:rsidRPr="001A18B3">
        <w:rPr>
          <w:i/>
        </w:rPr>
        <w:t>SD 5469</w:t>
      </w:r>
    </w:p>
    <w:p w:rsidR="001A18B3" w:rsidRPr="00D57B39" w:rsidRDefault="00D57B39" w:rsidP="001A18B3">
      <w:pPr>
        <w:spacing w:before="100" w:beforeAutospacing="1" w:after="100" w:afterAutospacing="1"/>
        <w:rPr>
          <w:rFonts w:eastAsia="Times New Roman" w:cs="Times New Roman"/>
          <w:lang w:eastAsia="cs-CZ"/>
        </w:rPr>
      </w:pPr>
      <w:r w:rsidRPr="00D57B39">
        <w:rPr>
          <w:rFonts w:eastAsia="Times New Roman" w:cs="Times New Roman"/>
          <w:b/>
          <w:lang w:eastAsia="cs-CZ"/>
        </w:rPr>
        <w:t xml:space="preserve">18. </w:t>
      </w:r>
      <w:r w:rsidR="001A18B3" w:rsidRPr="00D57B39">
        <w:rPr>
          <w:rFonts w:eastAsia="Times New Roman" w:cs="Times New Roman"/>
          <w:lang w:eastAsia="cs-CZ"/>
        </w:rPr>
        <w:t> </w:t>
      </w:r>
      <w:r w:rsidR="001A18B3" w:rsidRPr="00D57B39">
        <w:rPr>
          <w:rFonts w:eastAsia="Times New Roman" w:cs="Times New Roman"/>
          <w:b/>
          <w:bCs/>
          <w:lang w:eastAsia="cs-CZ"/>
        </w:rPr>
        <w:t>škrtnout § 14a odst. 5</w:t>
      </w:r>
      <w:r w:rsidR="001A18B3" w:rsidRPr="00D57B39">
        <w:rPr>
          <w:rFonts w:eastAsia="Times New Roman" w:cs="Times New Roman"/>
          <w:lang w:eastAsia="cs-CZ"/>
        </w:rPr>
        <w:t>:</w:t>
      </w:r>
    </w:p>
    <w:p w:rsidR="001A18B3" w:rsidRPr="00D57B39" w:rsidRDefault="001A18B3" w:rsidP="001A18B3">
      <w:pPr>
        <w:spacing w:before="100" w:beforeAutospacing="1" w:after="100" w:afterAutospacing="1"/>
        <w:rPr>
          <w:rFonts w:eastAsia="Times New Roman" w:cs="Times New Roman"/>
          <w:lang w:eastAsia="cs-CZ"/>
        </w:rPr>
      </w:pPr>
      <w:r w:rsidRPr="00D57B39">
        <w:rPr>
          <w:rFonts w:eastAsia="Times New Roman" w:cs="Times New Roman"/>
          <w:lang w:eastAsia="cs-CZ"/>
        </w:rPr>
        <w:t>„</w:t>
      </w:r>
      <w:r w:rsidRPr="00D57B39">
        <w:rPr>
          <w:rFonts w:eastAsia="Times New Roman" w:cs="Times New Roman"/>
          <w:b/>
          <w:bCs/>
          <w:lang w:eastAsia="cs-CZ"/>
        </w:rPr>
        <w:t>U vybraných druhů šelem a lidoopů chovaných v zájmových chovech se dále zakazuje jejich</w:t>
      </w:r>
    </w:p>
    <w:p w:rsidR="001A18B3" w:rsidRPr="00D57B39" w:rsidRDefault="001A18B3" w:rsidP="001A18B3">
      <w:pPr>
        <w:spacing w:before="100" w:beforeAutospacing="1" w:after="100" w:afterAutospacing="1"/>
        <w:rPr>
          <w:rFonts w:eastAsia="Times New Roman" w:cs="Times New Roman"/>
          <w:lang w:eastAsia="cs-CZ"/>
        </w:rPr>
      </w:pPr>
      <w:r w:rsidRPr="00D57B39">
        <w:rPr>
          <w:rFonts w:eastAsia="Times New Roman" w:cs="Times New Roman"/>
          <w:b/>
          <w:bCs/>
          <w:lang w:eastAsia="cs-CZ"/>
        </w:rPr>
        <w:t>a)            rozmnožování, nebo </w:t>
      </w:r>
    </w:p>
    <w:p w:rsidR="001A18B3" w:rsidRPr="00D57B39" w:rsidRDefault="001A18B3" w:rsidP="001A18B3">
      <w:pPr>
        <w:spacing w:before="100" w:beforeAutospacing="1" w:after="100" w:afterAutospacing="1"/>
        <w:rPr>
          <w:rFonts w:eastAsia="Times New Roman" w:cs="Times New Roman"/>
          <w:lang w:eastAsia="cs-CZ"/>
        </w:rPr>
      </w:pPr>
      <w:r w:rsidRPr="00D57B39">
        <w:rPr>
          <w:rFonts w:eastAsia="Times New Roman" w:cs="Times New Roman"/>
          <w:b/>
          <w:bCs/>
          <w:lang w:eastAsia="cs-CZ"/>
        </w:rPr>
        <w:t>b)           přesun ze zahraničí na území České republiky</w:t>
      </w:r>
      <w:r w:rsidRPr="00D57B39">
        <w:rPr>
          <w:rFonts w:eastAsia="Times New Roman" w:cs="Times New Roman"/>
          <w:lang w:eastAsia="cs-CZ"/>
        </w:rPr>
        <w:t>.“</w:t>
      </w:r>
    </w:p>
    <w:p w:rsidR="00432218" w:rsidRDefault="00432218" w:rsidP="003D5052"/>
    <w:p w:rsidR="00C37BDE" w:rsidRDefault="00C37BDE" w:rsidP="003D5052"/>
    <w:p w:rsidR="00432218" w:rsidRDefault="001A18B3" w:rsidP="001A18B3">
      <w:pPr>
        <w:pStyle w:val="PNposlanec"/>
      </w:pPr>
      <w:r>
        <w:t xml:space="preserve">Poslanec Pavel </w:t>
      </w:r>
      <w:proofErr w:type="spellStart"/>
      <w:r>
        <w:t>Bělobrádek</w:t>
      </w:r>
      <w:proofErr w:type="spellEnd"/>
    </w:p>
    <w:p w:rsidR="00432218" w:rsidRPr="00A82722" w:rsidRDefault="001A18B3" w:rsidP="003D5052">
      <w:pPr>
        <w:rPr>
          <w:i/>
        </w:rPr>
      </w:pPr>
      <w:r w:rsidRPr="00A82722">
        <w:rPr>
          <w:i/>
        </w:rPr>
        <w:t>SD</w:t>
      </w:r>
      <w:r w:rsidR="00A82722" w:rsidRPr="00A82722">
        <w:rPr>
          <w:i/>
        </w:rPr>
        <w:t xml:space="preserve"> </w:t>
      </w:r>
      <w:r w:rsidRPr="00A82722">
        <w:rPr>
          <w:i/>
        </w:rPr>
        <w:t>5541</w:t>
      </w:r>
    </w:p>
    <w:p w:rsidR="00A82722" w:rsidRPr="00A82722" w:rsidRDefault="00A82722" w:rsidP="00A82722">
      <w:pPr>
        <w:widowControl/>
        <w:numPr>
          <w:ilvl w:val="0"/>
          <w:numId w:val="25"/>
        </w:numPr>
        <w:suppressAutoHyphens w:val="0"/>
        <w:spacing w:after="160" w:line="259" w:lineRule="auto"/>
        <w:ind w:left="426" w:hanging="426"/>
        <w:contextualSpacing/>
        <w:jc w:val="both"/>
        <w:rPr>
          <w:rFonts w:eastAsia="Times New Roman" w:cs="Times New Roman"/>
        </w:rPr>
      </w:pPr>
      <w:r w:rsidRPr="00A82722">
        <w:rPr>
          <w:rFonts w:eastAsia="Times New Roman" w:cs="Times New Roman"/>
        </w:rPr>
        <w:t xml:space="preserve">V části první čl. I bodě 106 se v § 27 odst. 12 slova „500 000 Kč“ nahrazují slovy „2 000 000 Kč“, slova „200 000 Kč“ nahrazují slovy „400 000 Kč“ a slova „50 000 Kč“ nahrazují slovy </w:t>
      </w:r>
      <w:r w:rsidRPr="00A82722">
        <w:rPr>
          <w:rFonts w:eastAsia="Times New Roman" w:cs="Times New Roman"/>
        </w:rPr>
        <w:br/>
        <w:t>„100 000 Kč“.</w:t>
      </w:r>
    </w:p>
    <w:p w:rsidR="00A82722" w:rsidRPr="00A82722" w:rsidRDefault="00A82722" w:rsidP="00A82722">
      <w:pPr>
        <w:widowControl/>
        <w:numPr>
          <w:ilvl w:val="0"/>
          <w:numId w:val="25"/>
        </w:numPr>
        <w:suppressAutoHyphens w:val="0"/>
        <w:spacing w:after="160" w:line="259" w:lineRule="auto"/>
        <w:ind w:left="426" w:hanging="426"/>
        <w:contextualSpacing/>
        <w:jc w:val="both"/>
        <w:rPr>
          <w:rFonts w:eastAsia="Times New Roman" w:cs="Times New Roman"/>
        </w:rPr>
      </w:pPr>
      <w:r w:rsidRPr="00A82722">
        <w:rPr>
          <w:rFonts w:eastAsia="Times New Roman" w:cs="Times New Roman"/>
        </w:rPr>
        <w:t>V části první čl. I bodě 128 se v § 27a odst. 20 slova „500 000 Kč“ nahrazují slovy „1 000 000 Kč“, slova „200 000 Kč“ nahrazují slovy „500 000 Kč“ a slova „50 000 Kč“ nahrazují slovy „100 000 Kč“.</w:t>
      </w:r>
    </w:p>
    <w:p w:rsidR="00432218" w:rsidRDefault="00432218" w:rsidP="003D5052"/>
    <w:p w:rsidR="00432218" w:rsidRDefault="00432218" w:rsidP="003D5052"/>
    <w:p w:rsidR="00A82722" w:rsidRDefault="00A82722" w:rsidP="00A82722">
      <w:pPr>
        <w:pStyle w:val="PNposlanec"/>
      </w:pPr>
      <w:r>
        <w:t>Poslanec Josef Kott</w:t>
      </w:r>
    </w:p>
    <w:p w:rsidR="00A82722" w:rsidRPr="00A82722" w:rsidRDefault="00A82722" w:rsidP="003D5052">
      <w:pPr>
        <w:rPr>
          <w:i/>
        </w:rPr>
      </w:pPr>
      <w:r w:rsidRPr="00A82722">
        <w:rPr>
          <w:i/>
        </w:rPr>
        <w:t>SD 4982</w:t>
      </w:r>
    </w:p>
    <w:p w:rsidR="008D5698" w:rsidRPr="00440E58" w:rsidRDefault="008D5698" w:rsidP="00440E58">
      <w:pPr>
        <w:pStyle w:val="Odstavecseseznamem"/>
        <w:numPr>
          <w:ilvl w:val="0"/>
          <w:numId w:val="44"/>
        </w:numPr>
        <w:ind w:hanging="720"/>
        <w:rPr>
          <w:b/>
          <w:i/>
        </w:rPr>
      </w:pPr>
      <w:r w:rsidRPr="00440E58">
        <w:rPr>
          <w:b/>
          <w:i/>
        </w:rPr>
        <w:t>Návrh úprav pozměňovacího návrhu zemědělského výboru dle usnesení č. 156</w:t>
      </w:r>
    </w:p>
    <w:p w:rsidR="008D5698" w:rsidRPr="008D5698" w:rsidRDefault="008D5698" w:rsidP="008D5698">
      <w:pPr>
        <w:autoSpaceDE w:val="0"/>
        <w:autoSpaceDN w:val="0"/>
        <w:adjustRightInd w:val="0"/>
        <w:jc w:val="both"/>
        <w:rPr>
          <w:rFonts w:cs="Times New Roman"/>
          <w:i/>
        </w:rPr>
      </w:pPr>
      <w:r w:rsidRPr="008D5698">
        <w:rPr>
          <w:rFonts w:cs="Times New Roman"/>
          <w:i/>
        </w:rPr>
        <w:t>V novelizačním bodu č. 22, v § 9 odst. 1 písm. f) zní:</w:t>
      </w:r>
    </w:p>
    <w:p w:rsidR="008D5698" w:rsidRPr="008D5698" w:rsidRDefault="008D5698" w:rsidP="008D5698">
      <w:pPr>
        <w:pStyle w:val="5Textpsmenevnovelbodu"/>
        <w:widowControl w:val="0"/>
        <w:rPr>
          <w:rFonts w:ascii="Times New Roman" w:hAnsi="Times New Roman" w:cs="Times New Roman"/>
          <w:sz w:val="24"/>
          <w:szCs w:val="24"/>
        </w:rPr>
      </w:pPr>
      <w:r w:rsidRPr="008D5698">
        <w:rPr>
          <w:rFonts w:ascii="Times New Roman" w:hAnsi="Times New Roman" w:cs="Times New Roman"/>
          <w:sz w:val="24"/>
          <w:szCs w:val="24"/>
        </w:rPr>
        <w:t xml:space="preserve"> „f) </w:t>
      </w:r>
      <w:r w:rsidRPr="008D5698">
        <w:rPr>
          <w:rFonts w:ascii="Times New Roman" w:hAnsi="Times New Roman" w:cs="Times New Roman"/>
          <w:sz w:val="24"/>
          <w:szCs w:val="24"/>
        </w:rPr>
        <w:tab/>
        <w:t>chovat zvířata celoročně ve vazném ustájení a“.</w:t>
      </w:r>
    </w:p>
    <w:p w:rsidR="008D5698" w:rsidRPr="008D5698" w:rsidRDefault="008D5698" w:rsidP="008D5698">
      <w:pPr>
        <w:spacing w:before="240" w:after="240"/>
        <w:ind w:left="426" w:hanging="426"/>
        <w:jc w:val="both"/>
        <w:rPr>
          <w:rFonts w:eastAsia="Arial" w:cs="Times New Roman"/>
          <w:i/>
        </w:rPr>
      </w:pPr>
      <w:r w:rsidRPr="008D5698">
        <w:rPr>
          <w:rFonts w:eastAsia="Arial" w:cs="Times New Roman"/>
          <w:i/>
        </w:rPr>
        <w:t xml:space="preserve"> V části první, čl. II (Přechodná ustanovení), bod 6 zní:</w:t>
      </w:r>
    </w:p>
    <w:p w:rsidR="008D5698" w:rsidRPr="008D5698" w:rsidRDefault="008D5698" w:rsidP="00D57B39">
      <w:pPr>
        <w:ind w:left="425"/>
        <w:rPr>
          <w:rFonts w:cs="Times New Roman"/>
        </w:rPr>
      </w:pPr>
      <w:r w:rsidRPr="008D5698">
        <w:rPr>
          <w:rFonts w:cs="Times New Roman"/>
        </w:rPr>
        <w:t>„6. Ustanovení § 9 odst. 1 písm. f) zákona č. 246/1992 Sb., ve znění účinném ode dne nabytí účinnosti tohoto zákona, se použije pouze na stavby pro zvířata postavené, rekonstruované nebo poprvé do provozu uvedené po nabytí účinnosti tohoto zákona.“.</w:t>
      </w:r>
    </w:p>
    <w:p w:rsidR="00A82722" w:rsidRDefault="00A82722" w:rsidP="003D5052"/>
    <w:p w:rsidR="008D5698" w:rsidRPr="008D5698" w:rsidRDefault="008D5698" w:rsidP="003D5052">
      <w:pPr>
        <w:rPr>
          <w:i/>
        </w:rPr>
      </w:pPr>
      <w:r w:rsidRPr="008D5698">
        <w:rPr>
          <w:i/>
        </w:rPr>
        <w:t>SD 5125</w:t>
      </w:r>
    </w:p>
    <w:p w:rsidR="0002271F" w:rsidRPr="0002271F" w:rsidRDefault="0002271F" w:rsidP="00440E58">
      <w:pPr>
        <w:pStyle w:val="Normlnweb"/>
        <w:widowControl w:val="0"/>
        <w:numPr>
          <w:ilvl w:val="0"/>
          <w:numId w:val="44"/>
        </w:numPr>
        <w:suppressAutoHyphens/>
        <w:autoSpaceDN w:val="0"/>
        <w:spacing w:before="0" w:beforeAutospacing="0" w:after="0" w:line="276" w:lineRule="auto"/>
        <w:ind w:hanging="720"/>
        <w:jc w:val="both"/>
        <w:textAlignment w:val="baseline"/>
        <w:rPr>
          <w:szCs w:val="22"/>
        </w:rPr>
      </w:pPr>
      <w:r w:rsidRPr="0002271F">
        <w:rPr>
          <w:iCs/>
          <w:color w:val="000000"/>
          <w:szCs w:val="22"/>
        </w:rPr>
        <w:t>V § 14a odst. 1 písm. b) bod 2 se za slova „volně žijících druhů“ vkládá slovo „zvířat“.</w:t>
      </w:r>
    </w:p>
    <w:p w:rsidR="0002271F" w:rsidRPr="0002271F" w:rsidRDefault="0002271F" w:rsidP="0002271F">
      <w:pPr>
        <w:pStyle w:val="Normlnweb"/>
        <w:widowControl w:val="0"/>
        <w:suppressAutoHyphens/>
        <w:autoSpaceDN w:val="0"/>
        <w:spacing w:before="0" w:beforeAutospacing="0" w:after="0" w:line="276" w:lineRule="auto"/>
        <w:ind w:left="426" w:hanging="426"/>
        <w:jc w:val="both"/>
        <w:textAlignment w:val="baseline"/>
        <w:rPr>
          <w:szCs w:val="22"/>
        </w:rPr>
      </w:pPr>
    </w:p>
    <w:p w:rsidR="0002271F" w:rsidRPr="0002271F" w:rsidRDefault="0002271F" w:rsidP="00440E58">
      <w:pPr>
        <w:pStyle w:val="Normlnweb"/>
        <w:widowControl w:val="0"/>
        <w:numPr>
          <w:ilvl w:val="0"/>
          <w:numId w:val="44"/>
        </w:numPr>
        <w:suppressAutoHyphens/>
        <w:autoSpaceDN w:val="0"/>
        <w:spacing w:before="0" w:beforeAutospacing="0" w:after="0" w:line="276" w:lineRule="auto"/>
        <w:ind w:hanging="720"/>
        <w:jc w:val="both"/>
        <w:textAlignment w:val="baseline"/>
        <w:rPr>
          <w:szCs w:val="22"/>
        </w:rPr>
      </w:pPr>
      <w:r w:rsidRPr="0002271F">
        <w:rPr>
          <w:iCs/>
          <w:color w:val="000000"/>
          <w:szCs w:val="22"/>
        </w:rPr>
        <w:t>V § 14a odst. 1 písm. b) bod 2 se číslo „2021“ nahrazuje číslem „2022“.</w:t>
      </w:r>
    </w:p>
    <w:p w:rsidR="0002271F" w:rsidRPr="0002271F" w:rsidRDefault="0002271F" w:rsidP="0002271F">
      <w:pPr>
        <w:pStyle w:val="Normlnweb"/>
        <w:widowControl w:val="0"/>
        <w:suppressAutoHyphens/>
        <w:autoSpaceDN w:val="0"/>
        <w:spacing w:before="0" w:beforeAutospacing="0" w:after="0" w:line="276" w:lineRule="auto"/>
        <w:ind w:left="426" w:hanging="426"/>
        <w:jc w:val="both"/>
        <w:textAlignment w:val="baseline"/>
        <w:rPr>
          <w:szCs w:val="22"/>
        </w:rPr>
      </w:pPr>
    </w:p>
    <w:p w:rsidR="0002271F" w:rsidRPr="0002271F" w:rsidRDefault="0002271F" w:rsidP="00440E58">
      <w:pPr>
        <w:pStyle w:val="Normlnweb"/>
        <w:widowControl w:val="0"/>
        <w:numPr>
          <w:ilvl w:val="0"/>
          <w:numId w:val="44"/>
        </w:numPr>
        <w:suppressAutoHyphens/>
        <w:autoSpaceDN w:val="0"/>
        <w:spacing w:before="0" w:beforeAutospacing="0" w:after="0" w:line="276" w:lineRule="auto"/>
        <w:ind w:hanging="720"/>
        <w:jc w:val="both"/>
        <w:textAlignment w:val="baseline"/>
        <w:rPr>
          <w:szCs w:val="22"/>
        </w:rPr>
      </w:pPr>
      <w:r w:rsidRPr="0002271F">
        <w:rPr>
          <w:szCs w:val="22"/>
        </w:rPr>
        <w:t>V § 14a odst. 1 písm. c) se slova „nové jedince“ nahrazují slovy „nově narozené jedince“ a za slova „volně žijících druhů“ se vkládá slovo „zvířat“.</w:t>
      </w:r>
    </w:p>
    <w:p w:rsidR="0002271F" w:rsidRPr="0002271F" w:rsidRDefault="0002271F" w:rsidP="0002271F">
      <w:pPr>
        <w:pStyle w:val="Normlnweb"/>
        <w:widowControl w:val="0"/>
        <w:suppressAutoHyphens/>
        <w:autoSpaceDN w:val="0"/>
        <w:spacing w:before="0" w:beforeAutospacing="0" w:after="0" w:line="276" w:lineRule="auto"/>
        <w:ind w:left="426" w:hanging="426"/>
        <w:jc w:val="both"/>
        <w:textAlignment w:val="baseline"/>
        <w:rPr>
          <w:szCs w:val="22"/>
        </w:rPr>
      </w:pPr>
    </w:p>
    <w:p w:rsidR="0002271F" w:rsidRPr="0002271F" w:rsidRDefault="0002271F" w:rsidP="00440E58">
      <w:pPr>
        <w:pStyle w:val="Normlnweb"/>
        <w:widowControl w:val="0"/>
        <w:numPr>
          <w:ilvl w:val="0"/>
          <w:numId w:val="44"/>
        </w:numPr>
        <w:suppressAutoHyphens/>
        <w:autoSpaceDN w:val="0"/>
        <w:spacing w:before="0" w:beforeAutospacing="0" w:after="0" w:line="276" w:lineRule="auto"/>
        <w:ind w:hanging="720"/>
        <w:jc w:val="both"/>
        <w:textAlignment w:val="baseline"/>
        <w:rPr>
          <w:szCs w:val="22"/>
        </w:rPr>
      </w:pPr>
      <w:r w:rsidRPr="0002271F">
        <w:rPr>
          <w:iCs/>
          <w:szCs w:val="22"/>
        </w:rPr>
        <w:t xml:space="preserve">V § 14a odst. 1 písm. b) a c) se za slova „s výjimkou výcviku“ vkládají slova „nebo veřejného vystoupení“, za slovo „dravce“ se vkládají </w:t>
      </w:r>
      <w:proofErr w:type="gramStart"/>
      <w:r w:rsidRPr="0002271F">
        <w:rPr>
          <w:iCs/>
          <w:szCs w:val="22"/>
        </w:rPr>
        <w:t>slova „ , sokola</w:t>
      </w:r>
      <w:proofErr w:type="gramEnd"/>
      <w:r w:rsidRPr="0002271F">
        <w:rPr>
          <w:iCs/>
          <w:szCs w:val="22"/>
        </w:rPr>
        <w:t xml:space="preserve"> nebo sovy“ a slovo „chovaného“ se nahrazuje slovem „chovaných“.</w:t>
      </w:r>
    </w:p>
    <w:p w:rsidR="0002271F" w:rsidRPr="0002271F" w:rsidRDefault="0002271F" w:rsidP="00440E58">
      <w:pPr>
        <w:pStyle w:val="Odstavecseseznamem"/>
        <w:ind w:left="426" w:hanging="720"/>
        <w:rPr>
          <w:szCs w:val="22"/>
        </w:rPr>
      </w:pPr>
    </w:p>
    <w:p w:rsidR="0002271F" w:rsidRPr="0002271F" w:rsidRDefault="0002271F" w:rsidP="00440E58">
      <w:pPr>
        <w:pStyle w:val="Normlnweb"/>
        <w:widowControl w:val="0"/>
        <w:numPr>
          <w:ilvl w:val="0"/>
          <w:numId w:val="44"/>
        </w:numPr>
        <w:suppressAutoHyphens/>
        <w:autoSpaceDN w:val="0"/>
        <w:spacing w:before="0" w:beforeAutospacing="0" w:after="0" w:line="276" w:lineRule="auto"/>
        <w:ind w:hanging="720"/>
        <w:jc w:val="both"/>
        <w:textAlignment w:val="baseline"/>
        <w:rPr>
          <w:szCs w:val="22"/>
        </w:rPr>
      </w:pPr>
      <w:r w:rsidRPr="0002271F">
        <w:rPr>
          <w:szCs w:val="22"/>
        </w:rPr>
        <w:t>V § 14a odst. 5 se slova „jedinců druhů“ nahrazují slovem „zvířat“.</w:t>
      </w:r>
    </w:p>
    <w:p w:rsidR="0002271F" w:rsidRPr="0002271F" w:rsidRDefault="0002271F" w:rsidP="00440E58">
      <w:pPr>
        <w:pStyle w:val="Normlnweb"/>
        <w:widowControl w:val="0"/>
        <w:suppressAutoHyphens/>
        <w:autoSpaceDN w:val="0"/>
        <w:spacing w:before="0" w:beforeAutospacing="0" w:after="0" w:line="276" w:lineRule="auto"/>
        <w:ind w:left="426" w:hanging="720"/>
        <w:jc w:val="both"/>
        <w:textAlignment w:val="baseline"/>
        <w:rPr>
          <w:szCs w:val="22"/>
        </w:rPr>
      </w:pPr>
    </w:p>
    <w:p w:rsidR="0002271F" w:rsidRPr="0002271F" w:rsidRDefault="0002271F" w:rsidP="00440E58">
      <w:pPr>
        <w:pStyle w:val="Normlnweb"/>
        <w:widowControl w:val="0"/>
        <w:numPr>
          <w:ilvl w:val="0"/>
          <w:numId w:val="44"/>
        </w:numPr>
        <w:suppressAutoHyphens/>
        <w:autoSpaceDN w:val="0"/>
        <w:spacing w:before="0" w:beforeAutospacing="0" w:after="0" w:line="276" w:lineRule="auto"/>
        <w:ind w:hanging="720"/>
        <w:jc w:val="both"/>
        <w:textAlignment w:val="baseline"/>
        <w:rPr>
          <w:szCs w:val="22"/>
        </w:rPr>
      </w:pPr>
      <w:r w:rsidRPr="0002271F">
        <w:rPr>
          <w:szCs w:val="22"/>
        </w:rPr>
        <w:t>V čl. I dosavadním novelizačním bodu 79 se písmena l) a m) zrušují.</w:t>
      </w:r>
      <w:r w:rsidRPr="0002271F">
        <w:rPr>
          <w:bCs/>
          <w:szCs w:val="22"/>
        </w:rPr>
        <w:tab/>
      </w:r>
    </w:p>
    <w:p w:rsidR="0002271F" w:rsidRPr="0002271F" w:rsidRDefault="0002271F" w:rsidP="00440E58">
      <w:pPr>
        <w:pStyle w:val="Normln1"/>
        <w:ind w:left="426" w:hanging="720"/>
        <w:jc w:val="both"/>
        <w:rPr>
          <w:rFonts w:ascii="Times New Roman" w:eastAsia="Times New Roman" w:hAnsi="Times New Roman" w:cs="Times New Roman"/>
          <w:bCs/>
          <w:sz w:val="24"/>
          <w:lang w:eastAsia="cs-CZ"/>
        </w:rPr>
      </w:pPr>
    </w:p>
    <w:p w:rsidR="0002271F" w:rsidRPr="0002271F" w:rsidRDefault="0002271F" w:rsidP="00440E58">
      <w:pPr>
        <w:pStyle w:val="Normln1"/>
        <w:numPr>
          <w:ilvl w:val="0"/>
          <w:numId w:val="44"/>
        </w:numPr>
        <w:suppressAutoHyphens/>
        <w:autoSpaceDN w:val="0"/>
        <w:ind w:hanging="720"/>
        <w:jc w:val="both"/>
        <w:textAlignment w:val="baseline"/>
        <w:rPr>
          <w:rFonts w:ascii="Times New Roman" w:hAnsi="Times New Roman" w:cs="Times New Roman"/>
          <w:sz w:val="24"/>
        </w:rPr>
      </w:pPr>
      <w:r w:rsidRPr="0002271F">
        <w:rPr>
          <w:rFonts w:ascii="Times New Roman" w:eastAsia="Times New Roman" w:hAnsi="Times New Roman" w:cs="Times New Roman"/>
          <w:bCs/>
          <w:sz w:val="24"/>
          <w:lang w:eastAsia="cs-CZ"/>
        </w:rPr>
        <w:t xml:space="preserve">V § 24a </w:t>
      </w:r>
      <w:proofErr w:type="spellStart"/>
      <w:r w:rsidRPr="0002271F">
        <w:rPr>
          <w:rFonts w:ascii="Times New Roman" w:eastAsia="Times New Roman" w:hAnsi="Times New Roman" w:cs="Times New Roman"/>
          <w:bCs/>
          <w:sz w:val="24"/>
          <w:lang w:eastAsia="cs-CZ"/>
        </w:rPr>
        <w:t>odst</w:t>
      </w:r>
      <w:proofErr w:type="spellEnd"/>
      <w:r w:rsidRPr="0002271F">
        <w:rPr>
          <w:rFonts w:ascii="Times New Roman" w:eastAsia="Times New Roman" w:hAnsi="Times New Roman" w:cs="Times New Roman"/>
          <w:bCs/>
          <w:sz w:val="24"/>
          <w:lang w:eastAsia="cs-CZ"/>
        </w:rPr>
        <w:t xml:space="preserve">. 4 </w:t>
      </w:r>
      <w:proofErr w:type="spellStart"/>
      <w:r w:rsidRPr="0002271F">
        <w:rPr>
          <w:rFonts w:ascii="Times New Roman" w:eastAsia="Times New Roman" w:hAnsi="Times New Roman" w:cs="Times New Roman"/>
          <w:bCs/>
          <w:sz w:val="24"/>
          <w:lang w:eastAsia="cs-CZ"/>
        </w:rPr>
        <w:t>písm</w:t>
      </w:r>
      <w:proofErr w:type="spellEnd"/>
      <w:r w:rsidRPr="0002271F">
        <w:rPr>
          <w:rFonts w:ascii="Times New Roman" w:eastAsia="Times New Roman" w:hAnsi="Times New Roman" w:cs="Times New Roman"/>
          <w:bCs/>
          <w:sz w:val="24"/>
          <w:lang w:eastAsia="cs-CZ"/>
        </w:rPr>
        <w:t xml:space="preserve">. g) </w:t>
      </w:r>
      <w:proofErr w:type="gramStart"/>
      <w:r w:rsidRPr="0002271F">
        <w:rPr>
          <w:rFonts w:ascii="Times New Roman" w:eastAsia="Times New Roman" w:hAnsi="Times New Roman" w:cs="Times New Roman"/>
          <w:bCs/>
          <w:sz w:val="24"/>
          <w:lang w:eastAsia="cs-CZ"/>
        </w:rPr>
        <w:t>se</w:t>
      </w:r>
      <w:proofErr w:type="gramEnd"/>
      <w:r w:rsidRPr="0002271F">
        <w:rPr>
          <w:rFonts w:ascii="Times New Roman" w:eastAsia="Times New Roman" w:hAnsi="Times New Roman" w:cs="Times New Roman"/>
          <w:bCs/>
          <w:sz w:val="24"/>
          <w:lang w:eastAsia="cs-CZ"/>
        </w:rPr>
        <w:t xml:space="preserve"> </w:t>
      </w:r>
      <w:proofErr w:type="spellStart"/>
      <w:r w:rsidRPr="0002271F">
        <w:rPr>
          <w:rFonts w:ascii="Times New Roman" w:eastAsia="Times New Roman" w:hAnsi="Times New Roman" w:cs="Times New Roman"/>
          <w:bCs/>
          <w:sz w:val="24"/>
          <w:lang w:eastAsia="cs-CZ"/>
        </w:rPr>
        <w:t>slova</w:t>
      </w:r>
      <w:proofErr w:type="spellEnd"/>
      <w:r w:rsidRPr="0002271F">
        <w:rPr>
          <w:rFonts w:ascii="Times New Roman" w:eastAsia="Times New Roman" w:hAnsi="Times New Roman" w:cs="Times New Roman"/>
          <w:bCs/>
          <w:sz w:val="24"/>
          <w:lang w:eastAsia="cs-CZ"/>
        </w:rPr>
        <w:t xml:space="preserve"> „</w:t>
      </w:r>
      <w:proofErr w:type="spellStart"/>
      <w:r w:rsidRPr="0002271F">
        <w:rPr>
          <w:rFonts w:ascii="Times New Roman" w:eastAsia="Times New Roman" w:hAnsi="Times New Roman" w:cs="Times New Roman"/>
          <w:bCs/>
          <w:sz w:val="24"/>
          <w:lang w:eastAsia="cs-CZ"/>
        </w:rPr>
        <w:t>podle</w:t>
      </w:r>
      <w:proofErr w:type="spellEnd"/>
      <w:r w:rsidRPr="0002271F">
        <w:rPr>
          <w:rFonts w:ascii="Times New Roman" w:eastAsia="Times New Roman" w:hAnsi="Times New Roman" w:cs="Times New Roman"/>
          <w:bCs/>
          <w:sz w:val="24"/>
          <w:lang w:eastAsia="cs-CZ"/>
        </w:rPr>
        <w:t xml:space="preserve"> § 11 </w:t>
      </w:r>
      <w:proofErr w:type="spellStart"/>
      <w:r w:rsidRPr="0002271F">
        <w:rPr>
          <w:rFonts w:ascii="Times New Roman" w:eastAsia="Times New Roman" w:hAnsi="Times New Roman" w:cs="Times New Roman"/>
          <w:bCs/>
          <w:sz w:val="24"/>
          <w:lang w:eastAsia="cs-CZ"/>
        </w:rPr>
        <w:t>odst</w:t>
      </w:r>
      <w:proofErr w:type="spellEnd"/>
      <w:r w:rsidRPr="0002271F">
        <w:rPr>
          <w:rFonts w:ascii="Times New Roman" w:eastAsia="Times New Roman" w:hAnsi="Times New Roman" w:cs="Times New Roman"/>
          <w:bCs/>
          <w:sz w:val="24"/>
          <w:lang w:eastAsia="cs-CZ"/>
        </w:rPr>
        <w:t xml:space="preserve">. 2 </w:t>
      </w:r>
      <w:proofErr w:type="spellStart"/>
      <w:r w:rsidRPr="0002271F">
        <w:rPr>
          <w:rFonts w:ascii="Times New Roman" w:eastAsia="Times New Roman" w:hAnsi="Times New Roman" w:cs="Times New Roman"/>
          <w:bCs/>
          <w:sz w:val="24"/>
          <w:lang w:eastAsia="cs-CZ"/>
        </w:rPr>
        <w:t>nebo</w:t>
      </w:r>
      <w:proofErr w:type="spellEnd"/>
      <w:r w:rsidRPr="0002271F">
        <w:rPr>
          <w:rFonts w:ascii="Times New Roman" w:eastAsia="Times New Roman" w:hAnsi="Times New Roman" w:cs="Times New Roman"/>
          <w:bCs/>
          <w:sz w:val="24"/>
          <w:lang w:eastAsia="cs-CZ"/>
        </w:rPr>
        <w:t xml:space="preserve"> § 13 </w:t>
      </w:r>
      <w:proofErr w:type="spellStart"/>
      <w:r w:rsidRPr="0002271F">
        <w:rPr>
          <w:rFonts w:ascii="Times New Roman" w:eastAsia="Times New Roman" w:hAnsi="Times New Roman" w:cs="Times New Roman"/>
          <w:bCs/>
          <w:sz w:val="24"/>
          <w:lang w:eastAsia="cs-CZ"/>
        </w:rPr>
        <w:t>odst</w:t>
      </w:r>
      <w:proofErr w:type="spellEnd"/>
      <w:r w:rsidRPr="0002271F">
        <w:rPr>
          <w:rFonts w:ascii="Times New Roman" w:eastAsia="Times New Roman" w:hAnsi="Times New Roman" w:cs="Times New Roman"/>
          <w:bCs/>
          <w:sz w:val="24"/>
          <w:lang w:eastAsia="cs-CZ"/>
        </w:rPr>
        <w:t>. 1</w:t>
      </w:r>
      <w:proofErr w:type="gramStart"/>
      <w:r w:rsidRPr="0002271F">
        <w:rPr>
          <w:rFonts w:ascii="Times New Roman" w:eastAsia="Times New Roman" w:hAnsi="Times New Roman" w:cs="Times New Roman"/>
          <w:bCs/>
          <w:sz w:val="24"/>
          <w:lang w:eastAsia="cs-CZ"/>
        </w:rPr>
        <w:t xml:space="preserve">“ </w:t>
      </w:r>
      <w:proofErr w:type="spellStart"/>
      <w:r w:rsidRPr="0002271F">
        <w:rPr>
          <w:rFonts w:ascii="Times New Roman" w:eastAsia="Times New Roman" w:hAnsi="Times New Roman" w:cs="Times New Roman"/>
          <w:bCs/>
          <w:sz w:val="24"/>
          <w:lang w:eastAsia="cs-CZ"/>
        </w:rPr>
        <w:t>zrušují</w:t>
      </w:r>
      <w:proofErr w:type="spellEnd"/>
      <w:proofErr w:type="gramEnd"/>
      <w:r w:rsidRPr="0002271F">
        <w:rPr>
          <w:rFonts w:ascii="Times New Roman" w:eastAsia="Times New Roman" w:hAnsi="Times New Roman" w:cs="Times New Roman"/>
          <w:bCs/>
          <w:sz w:val="24"/>
          <w:lang w:eastAsia="cs-CZ"/>
        </w:rPr>
        <w:t>.</w:t>
      </w:r>
    </w:p>
    <w:p w:rsidR="0002271F" w:rsidRPr="0002271F" w:rsidRDefault="0002271F" w:rsidP="00440E58">
      <w:pPr>
        <w:pStyle w:val="Normln1"/>
        <w:ind w:left="426" w:hanging="720"/>
        <w:jc w:val="both"/>
        <w:rPr>
          <w:rFonts w:ascii="Times New Roman" w:hAnsi="Times New Roman" w:cs="Times New Roman"/>
          <w:sz w:val="24"/>
        </w:rPr>
      </w:pPr>
    </w:p>
    <w:p w:rsidR="0002271F" w:rsidRPr="0002271F" w:rsidRDefault="0002271F" w:rsidP="00440E58">
      <w:pPr>
        <w:pStyle w:val="Normln1"/>
        <w:numPr>
          <w:ilvl w:val="0"/>
          <w:numId w:val="44"/>
        </w:numPr>
        <w:suppressAutoHyphens/>
        <w:autoSpaceDN w:val="0"/>
        <w:ind w:hanging="720"/>
        <w:jc w:val="both"/>
        <w:textAlignment w:val="baseline"/>
        <w:rPr>
          <w:rFonts w:ascii="Times New Roman" w:hAnsi="Times New Roman" w:cs="Times New Roman"/>
          <w:sz w:val="24"/>
        </w:rPr>
      </w:pPr>
      <w:r w:rsidRPr="0002271F">
        <w:rPr>
          <w:rFonts w:ascii="Times New Roman" w:eastAsia="Times New Roman" w:hAnsi="Times New Roman" w:cs="Times New Roman"/>
          <w:bCs/>
          <w:sz w:val="24"/>
          <w:lang w:eastAsia="cs-CZ"/>
        </w:rPr>
        <w:t xml:space="preserve">V § 24a </w:t>
      </w:r>
      <w:proofErr w:type="spellStart"/>
      <w:r w:rsidRPr="0002271F">
        <w:rPr>
          <w:rFonts w:ascii="Times New Roman" w:eastAsia="Times New Roman" w:hAnsi="Times New Roman" w:cs="Times New Roman"/>
          <w:bCs/>
          <w:sz w:val="24"/>
          <w:lang w:eastAsia="cs-CZ"/>
        </w:rPr>
        <w:t>odst</w:t>
      </w:r>
      <w:proofErr w:type="spellEnd"/>
      <w:r w:rsidRPr="0002271F">
        <w:rPr>
          <w:rFonts w:ascii="Times New Roman" w:eastAsia="Times New Roman" w:hAnsi="Times New Roman" w:cs="Times New Roman"/>
          <w:bCs/>
          <w:sz w:val="24"/>
          <w:lang w:eastAsia="cs-CZ"/>
        </w:rPr>
        <w:t xml:space="preserve">. 4 </w:t>
      </w:r>
      <w:proofErr w:type="spellStart"/>
      <w:r w:rsidRPr="0002271F">
        <w:rPr>
          <w:rFonts w:ascii="Times New Roman" w:eastAsia="Times New Roman" w:hAnsi="Times New Roman" w:cs="Times New Roman"/>
          <w:bCs/>
          <w:sz w:val="24"/>
          <w:lang w:eastAsia="cs-CZ"/>
        </w:rPr>
        <w:t>písm</w:t>
      </w:r>
      <w:proofErr w:type="spellEnd"/>
      <w:r w:rsidRPr="0002271F">
        <w:rPr>
          <w:rFonts w:ascii="Times New Roman" w:eastAsia="Times New Roman" w:hAnsi="Times New Roman" w:cs="Times New Roman"/>
          <w:bCs/>
          <w:sz w:val="24"/>
          <w:lang w:eastAsia="cs-CZ"/>
        </w:rPr>
        <w:t xml:space="preserve">. </w:t>
      </w:r>
      <w:proofErr w:type="spellStart"/>
      <w:r w:rsidRPr="0002271F">
        <w:rPr>
          <w:rFonts w:ascii="Times New Roman" w:eastAsia="Times New Roman" w:hAnsi="Times New Roman" w:cs="Times New Roman"/>
          <w:bCs/>
          <w:sz w:val="24"/>
          <w:lang w:eastAsia="cs-CZ"/>
        </w:rPr>
        <w:t>i</w:t>
      </w:r>
      <w:proofErr w:type="spellEnd"/>
      <w:r w:rsidRPr="0002271F">
        <w:rPr>
          <w:rFonts w:ascii="Times New Roman" w:eastAsia="Times New Roman" w:hAnsi="Times New Roman" w:cs="Times New Roman"/>
          <w:bCs/>
          <w:sz w:val="24"/>
          <w:lang w:eastAsia="cs-CZ"/>
        </w:rPr>
        <w:t xml:space="preserve">) </w:t>
      </w:r>
      <w:proofErr w:type="gramStart"/>
      <w:r w:rsidRPr="0002271F">
        <w:rPr>
          <w:rFonts w:ascii="Times New Roman" w:eastAsia="Times New Roman" w:hAnsi="Times New Roman" w:cs="Times New Roman"/>
          <w:bCs/>
          <w:sz w:val="24"/>
          <w:lang w:eastAsia="cs-CZ"/>
        </w:rPr>
        <w:t>se</w:t>
      </w:r>
      <w:proofErr w:type="gramEnd"/>
      <w:r w:rsidRPr="0002271F">
        <w:rPr>
          <w:rFonts w:ascii="Times New Roman" w:eastAsia="Times New Roman" w:hAnsi="Times New Roman" w:cs="Times New Roman"/>
          <w:bCs/>
          <w:sz w:val="24"/>
          <w:lang w:eastAsia="cs-CZ"/>
        </w:rPr>
        <w:t xml:space="preserve"> </w:t>
      </w:r>
      <w:proofErr w:type="spellStart"/>
      <w:r w:rsidRPr="0002271F">
        <w:rPr>
          <w:rFonts w:ascii="Times New Roman" w:eastAsia="Times New Roman" w:hAnsi="Times New Roman" w:cs="Times New Roman"/>
          <w:bCs/>
          <w:sz w:val="24"/>
          <w:lang w:eastAsia="cs-CZ"/>
        </w:rPr>
        <w:t>za</w:t>
      </w:r>
      <w:proofErr w:type="spellEnd"/>
      <w:r w:rsidRPr="0002271F">
        <w:rPr>
          <w:rFonts w:ascii="Times New Roman" w:eastAsia="Times New Roman" w:hAnsi="Times New Roman" w:cs="Times New Roman"/>
          <w:bCs/>
          <w:sz w:val="24"/>
          <w:lang w:eastAsia="cs-CZ"/>
        </w:rPr>
        <w:t xml:space="preserve"> </w:t>
      </w:r>
      <w:proofErr w:type="spellStart"/>
      <w:r w:rsidRPr="0002271F">
        <w:rPr>
          <w:rFonts w:ascii="Times New Roman" w:eastAsia="Times New Roman" w:hAnsi="Times New Roman" w:cs="Times New Roman"/>
          <w:bCs/>
          <w:sz w:val="24"/>
          <w:lang w:eastAsia="cs-CZ"/>
        </w:rPr>
        <w:t>slova</w:t>
      </w:r>
      <w:proofErr w:type="spellEnd"/>
      <w:r w:rsidRPr="0002271F">
        <w:rPr>
          <w:rFonts w:ascii="Times New Roman" w:eastAsia="Times New Roman" w:hAnsi="Times New Roman" w:cs="Times New Roman"/>
          <w:bCs/>
          <w:sz w:val="24"/>
          <w:lang w:eastAsia="cs-CZ"/>
        </w:rPr>
        <w:t xml:space="preserve"> „</w:t>
      </w:r>
      <w:proofErr w:type="spellStart"/>
      <w:r w:rsidRPr="0002271F">
        <w:rPr>
          <w:rFonts w:ascii="Times New Roman" w:eastAsia="Times New Roman" w:hAnsi="Times New Roman" w:cs="Times New Roman"/>
          <w:bCs/>
          <w:sz w:val="24"/>
          <w:lang w:eastAsia="cs-CZ"/>
        </w:rPr>
        <w:t>podmínkách</w:t>
      </w:r>
      <w:proofErr w:type="spellEnd"/>
      <w:r w:rsidRPr="0002271F">
        <w:rPr>
          <w:rFonts w:ascii="Times New Roman" w:eastAsia="Times New Roman" w:hAnsi="Times New Roman" w:cs="Times New Roman"/>
          <w:bCs/>
          <w:sz w:val="24"/>
          <w:lang w:eastAsia="cs-CZ"/>
        </w:rPr>
        <w:t xml:space="preserve"> </w:t>
      </w:r>
      <w:proofErr w:type="spellStart"/>
      <w:r w:rsidRPr="0002271F">
        <w:rPr>
          <w:rFonts w:ascii="Times New Roman" w:eastAsia="Times New Roman" w:hAnsi="Times New Roman" w:cs="Times New Roman"/>
          <w:bCs/>
          <w:sz w:val="24"/>
          <w:lang w:eastAsia="cs-CZ"/>
        </w:rPr>
        <w:t>chovu</w:t>
      </w:r>
      <w:proofErr w:type="spellEnd"/>
      <w:r w:rsidRPr="0002271F">
        <w:rPr>
          <w:rFonts w:ascii="Times New Roman" w:eastAsia="Times New Roman" w:hAnsi="Times New Roman" w:cs="Times New Roman"/>
          <w:bCs/>
          <w:sz w:val="24"/>
          <w:lang w:eastAsia="cs-CZ"/>
        </w:rPr>
        <w:t xml:space="preserve">“ </w:t>
      </w:r>
      <w:proofErr w:type="spellStart"/>
      <w:r w:rsidRPr="0002271F">
        <w:rPr>
          <w:rFonts w:ascii="Times New Roman" w:eastAsia="Times New Roman" w:hAnsi="Times New Roman" w:cs="Times New Roman"/>
          <w:bCs/>
          <w:sz w:val="24"/>
          <w:lang w:eastAsia="cs-CZ"/>
        </w:rPr>
        <w:t>vkládají</w:t>
      </w:r>
      <w:proofErr w:type="spellEnd"/>
      <w:r w:rsidRPr="0002271F">
        <w:rPr>
          <w:rFonts w:ascii="Times New Roman" w:eastAsia="Times New Roman" w:hAnsi="Times New Roman" w:cs="Times New Roman"/>
          <w:bCs/>
          <w:sz w:val="24"/>
          <w:lang w:eastAsia="cs-CZ"/>
        </w:rPr>
        <w:t xml:space="preserve"> </w:t>
      </w:r>
      <w:proofErr w:type="spellStart"/>
      <w:r w:rsidRPr="0002271F">
        <w:rPr>
          <w:rFonts w:ascii="Times New Roman" w:eastAsia="Times New Roman" w:hAnsi="Times New Roman" w:cs="Times New Roman"/>
          <w:bCs/>
          <w:sz w:val="24"/>
          <w:lang w:eastAsia="cs-CZ"/>
        </w:rPr>
        <w:t>slova</w:t>
      </w:r>
      <w:proofErr w:type="spellEnd"/>
      <w:r w:rsidRPr="0002271F">
        <w:rPr>
          <w:rFonts w:ascii="Times New Roman" w:eastAsia="Times New Roman" w:hAnsi="Times New Roman" w:cs="Times New Roman"/>
          <w:bCs/>
          <w:sz w:val="24"/>
          <w:lang w:eastAsia="cs-CZ"/>
        </w:rPr>
        <w:t xml:space="preserve"> „ , </w:t>
      </w:r>
      <w:proofErr w:type="spellStart"/>
      <w:r w:rsidRPr="0002271F">
        <w:rPr>
          <w:rFonts w:ascii="Times New Roman" w:eastAsia="Times New Roman" w:hAnsi="Times New Roman" w:cs="Times New Roman"/>
          <w:bCs/>
          <w:sz w:val="24"/>
          <w:lang w:eastAsia="cs-CZ"/>
        </w:rPr>
        <w:t>včetně</w:t>
      </w:r>
      <w:proofErr w:type="spellEnd"/>
      <w:r w:rsidRPr="0002271F">
        <w:rPr>
          <w:rFonts w:ascii="Times New Roman" w:eastAsia="Times New Roman" w:hAnsi="Times New Roman" w:cs="Times New Roman"/>
          <w:bCs/>
          <w:sz w:val="24"/>
          <w:lang w:eastAsia="cs-CZ"/>
        </w:rPr>
        <w:t xml:space="preserve"> </w:t>
      </w:r>
      <w:proofErr w:type="spellStart"/>
      <w:r w:rsidRPr="0002271F">
        <w:rPr>
          <w:rFonts w:ascii="Times New Roman" w:eastAsia="Times New Roman" w:hAnsi="Times New Roman" w:cs="Times New Roman"/>
          <w:bCs/>
          <w:sz w:val="24"/>
          <w:lang w:eastAsia="cs-CZ"/>
        </w:rPr>
        <w:t>způsobu</w:t>
      </w:r>
      <w:proofErr w:type="spellEnd"/>
      <w:r w:rsidRPr="0002271F">
        <w:rPr>
          <w:rFonts w:ascii="Times New Roman" w:eastAsia="Times New Roman" w:hAnsi="Times New Roman" w:cs="Times New Roman"/>
          <w:bCs/>
          <w:sz w:val="24"/>
          <w:lang w:eastAsia="cs-CZ"/>
        </w:rPr>
        <w:t xml:space="preserve"> </w:t>
      </w:r>
      <w:proofErr w:type="spellStart"/>
      <w:r w:rsidRPr="0002271F">
        <w:rPr>
          <w:rFonts w:ascii="Times New Roman" w:eastAsia="Times New Roman" w:hAnsi="Times New Roman" w:cs="Times New Roman"/>
          <w:bCs/>
          <w:sz w:val="24"/>
          <w:lang w:eastAsia="cs-CZ"/>
        </w:rPr>
        <w:t>krmení</w:t>
      </w:r>
      <w:proofErr w:type="spellEnd"/>
      <w:r w:rsidRPr="0002271F">
        <w:rPr>
          <w:rFonts w:ascii="Times New Roman" w:eastAsia="Times New Roman" w:hAnsi="Times New Roman" w:cs="Times New Roman"/>
          <w:bCs/>
          <w:sz w:val="24"/>
          <w:lang w:eastAsia="cs-CZ"/>
        </w:rPr>
        <w:t>,“.</w:t>
      </w:r>
    </w:p>
    <w:p w:rsidR="0002271F" w:rsidRPr="0002271F" w:rsidRDefault="0002271F" w:rsidP="00440E58">
      <w:pPr>
        <w:pStyle w:val="Normln1"/>
        <w:ind w:left="426" w:hanging="720"/>
        <w:jc w:val="both"/>
        <w:rPr>
          <w:rFonts w:ascii="Times New Roman" w:hAnsi="Times New Roman" w:cs="Times New Roman"/>
          <w:sz w:val="24"/>
        </w:rPr>
      </w:pPr>
    </w:p>
    <w:p w:rsidR="0002271F" w:rsidRPr="0002271F" w:rsidRDefault="0002271F" w:rsidP="00440E58">
      <w:pPr>
        <w:pStyle w:val="Normln1"/>
        <w:numPr>
          <w:ilvl w:val="0"/>
          <w:numId w:val="44"/>
        </w:numPr>
        <w:suppressAutoHyphens/>
        <w:autoSpaceDN w:val="0"/>
        <w:ind w:hanging="720"/>
        <w:jc w:val="both"/>
        <w:textAlignment w:val="baseline"/>
        <w:rPr>
          <w:rFonts w:ascii="Times New Roman" w:hAnsi="Times New Roman" w:cs="Times New Roman"/>
          <w:sz w:val="24"/>
        </w:rPr>
      </w:pPr>
      <w:r w:rsidRPr="0002271F">
        <w:rPr>
          <w:rFonts w:ascii="Times New Roman" w:eastAsia="Times New Roman" w:hAnsi="Times New Roman" w:cs="Times New Roman"/>
          <w:sz w:val="24"/>
          <w:lang w:eastAsia="cs-CZ"/>
        </w:rPr>
        <w:t xml:space="preserve">V </w:t>
      </w:r>
      <w:proofErr w:type="spellStart"/>
      <w:r w:rsidRPr="0002271F">
        <w:rPr>
          <w:rFonts w:ascii="Times New Roman" w:eastAsia="Times New Roman" w:hAnsi="Times New Roman" w:cs="Times New Roman"/>
          <w:sz w:val="24"/>
          <w:lang w:eastAsia="cs-CZ"/>
        </w:rPr>
        <w:t>čl</w:t>
      </w:r>
      <w:proofErr w:type="spellEnd"/>
      <w:r w:rsidRPr="0002271F">
        <w:rPr>
          <w:rFonts w:ascii="Times New Roman" w:eastAsia="Times New Roman" w:hAnsi="Times New Roman" w:cs="Times New Roman"/>
          <w:sz w:val="24"/>
          <w:lang w:eastAsia="cs-CZ"/>
        </w:rPr>
        <w:t xml:space="preserve">. II </w:t>
      </w:r>
      <w:proofErr w:type="spellStart"/>
      <w:r w:rsidRPr="0002271F">
        <w:rPr>
          <w:rFonts w:ascii="Times New Roman" w:eastAsia="Times New Roman" w:hAnsi="Times New Roman" w:cs="Times New Roman"/>
          <w:sz w:val="24"/>
          <w:lang w:eastAsia="cs-CZ"/>
        </w:rPr>
        <w:t>Přechodná</w:t>
      </w:r>
      <w:proofErr w:type="spellEnd"/>
      <w:r w:rsidRPr="0002271F">
        <w:rPr>
          <w:rFonts w:ascii="Times New Roman" w:eastAsia="Times New Roman" w:hAnsi="Times New Roman" w:cs="Times New Roman"/>
          <w:sz w:val="24"/>
          <w:lang w:eastAsia="cs-CZ"/>
        </w:rPr>
        <w:t xml:space="preserve"> </w:t>
      </w:r>
      <w:proofErr w:type="spellStart"/>
      <w:r w:rsidRPr="0002271F">
        <w:rPr>
          <w:rFonts w:ascii="Times New Roman" w:eastAsia="Times New Roman" w:hAnsi="Times New Roman" w:cs="Times New Roman"/>
          <w:sz w:val="24"/>
          <w:lang w:eastAsia="cs-CZ"/>
        </w:rPr>
        <w:t>ustanovení</w:t>
      </w:r>
      <w:proofErr w:type="spellEnd"/>
      <w:r w:rsidRPr="0002271F">
        <w:rPr>
          <w:rFonts w:ascii="Times New Roman" w:eastAsia="Times New Roman" w:hAnsi="Times New Roman" w:cs="Times New Roman"/>
          <w:sz w:val="24"/>
          <w:lang w:eastAsia="cs-CZ"/>
        </w:rPr>
        <w:t xml:space="preserve"> se </w:t>
      </w:r>
      <w:proofErr w:type="spellStart"/>
      <w:r w:rsidRPr="0002271F">
        <w:rPr>
          <w:rFonts w:ascii="Times New Roman" w:eastAsia="Times New Roman" w:hAnsi="Times New Roman" w:cs="Times New Roman"/>
          <w:sz w:val="24"/>
          <w:lang w:eastAsia="cs-CZ"/>
        </w:rPr>
        <w:t>dosavadní</w:t>
      </w:r>
      <w:proofErr w:type="spellEnd"/>
      <w:r w:rsidRPr="0002271F">
        <w:rPr>
          <w:rFonts w:ascii="Times New Roman" w:eastAsia="Times New Roman" w:hAnsi="Times New Roman" w:cs="Times New Roman"/>
          <w:sz w:val="24"/>
          <w:lang w:eastAsia="cs-CZ"/>
        </w:rPr>
        <w:t xml:space="preserve"> bod 3 </w:t>
      </w:r>
      <w:proofErr w:type="spellStart"/>
      <w:r w:rsidRPr="0002271F">
        <w:rPr>
          <w:rFonts w:ascii="Times New Roman" w:eastAsia="Times New Roman" w:hAnsi="Times New Roman" w:cs="Times New Roman"/>
          <w:sz w:val="24"/>
          <w:lang w:eastAsia="cs-CZ"/>
        </w:rPr>
        <w:t>zrušuje</w:t>
      </w:r>
      <w:proofErr w:type="spellEnd"/>
      <w:r w:rsidRPr="0002271F">
        <w:rPr>
          <w:rFonts w:ascii="Times New Roman" w:eastAsia="Times New Roman" w:hAnsi="Times New Roman" w:cs="Times New Roman"/>
          <w:sz w:val="24"/>
          <w:lang w:eastAsia="cs-CZ"/>
        </w:rPr>
        <w:t>.</w:t>
      </w:r>
    </w:p>
    <w:p w:rsidR="0002271F" w:rsidRPr="0002271F" w:rsidRDefault="0002271F" w:rsidP="0002271F">
      <w:pPr>
        <w:pStyle w:val="Normln1"/>
        <w:ind w:left="426" w:hanging="426"/>
        <w:jc w:val="both"/>
        <w:rPr>
          <w:rFonts w:ascii="Times New Roman" w:hAnsi="Times New Roman" w:cs="Times New Roman"/>
          <w:sz w:val="24"/>
        </w:rPr>
      </w:pPr>
      <w:proofErr w:type="spellStart"/>
      <w:r w:rsidRPr="0002271F">
        <w:rPr>
          <w:rFonts w:ascii="Times New Roman" w:eastAsia="Times New Roman" w:hAnsi="Times New Roman" w:cs="Times New Roman"/>
          <w:bCs/>
          <w:sz w:val="24"/>
          <w:lang w:eastAsia="cs-CZ"/>
        </w:rPr>
        <w:t>Následující</w:t>
      </w:r>
      <w:proofErr w:type="spellEnd"/>
      <w:r w:rsidRPr="0002271F">
        <w:rPr>
          <w:rFonts w:ascii="Times New Roman" w:eastAsia="Times New Roman" w:hAnsi="Times New Roman" w:cs="Times New Roman"/>
          <w:bCs/>
          <w:sz w:val="24"/>
          <w:lang w:eastAsia="cs-CZ"/>
        </w:rPr>
        <w:t xml:space="preserve"> body se </w:t>
      </w:r>
      <w:proofErr w:type="spellStart"/>
      <w:r w:rsidRPr="0002271F">
        <w:rPr>
          <w:rFonts w:ascii="Times New Roman" w:eastAsia="Times New Roman" w:hAnsi="Times New Roman" w:cs="Times New Roman"/>
          <w:bCs/>
          <w:sz w:val="24"/>
          <w:lang w:eastAsia="cs-CZ"/>
        </w:rPr>
        <w:t>přečíslují</w:t>
      </w:r>
      <w:proofErr w:type="spellEnd"/>
      <w:r w:rsidRPr="0002271F">
        <w:rPr>
          <w:rFonts w:ascii="Times New Roman" w:eastAsia="Times New Roman" w:hAnsi="Times New Roman" w:cs="Times New Roman"/>
          <w:bCs/>
          <w:sz w:val="24"/>
          <w:lang w:eastAsia="cs-CZ"/>
        </w:rPr>
        <w:t>.</w:t>
      </w:r>
    </w:p>
    <w:p w:rsidR="0002271F" w:rsidRPr="0002271F" w:rsidRDefault="0002271F" w:rsidP="0002271F">
      <w:pPr>
        <w:pStyle w:val="Normln1"/>
        <w:ind w:left="426" w:hanging="426"/>
        <w:jc w:val="both"/>
        <w:rPr>
          <w:rFonts w:ascii="Times New Roman" w:hAnsi="Times New Roman" w:cs="Times New Roman"/>
          <w:sz w:val="24"/>
        </w:rPr>
      </w:pPr>
    </w:p>
    <w:p w:rsidR="0002271F" w:rsidRPr="0002271F" w:rsidRDefault="0002271F" w:rsidP="00440E58">
      <w:pPr>
        <w:pStyle w:val="Normln1"/>
        <w:numPr>
          <w:ilvl w:val="0"/>
          <w:numId w:val="44"/>
        </w:numPr>
        <w:suppressAutoHyphens/>
        <w:autoSpaceDN w:val="0"/>
        <w:ind w:hanging="720"/>
        <w:jc w:val="both"/>
        <w:textAlignment w:val="baseline"/>
        <w:rPr>
          <w:rFonts w:ascii="Times New Roman" w:hAnsi="Times New Roman" w:cs="Times New Roman"/>
          <w:sz w:val="24"/>
        </w:rPr>
      </w:pPr>
      <w:r w:rsidRPr="0002271F">
        <w:rPr>
          <w:rFonts w:ascii="Times New Roman" w:eastAsia="Segoe UI" w:hAnsi="Times New Roman" w:cs="Times New Roman"/>
          <w:sz w:val="24"/>
        </w:rPr>
        <w:t xml:space="preserve">V </w:t>
      </w:r>
      <w:proofErr w:type="spellStart"/>
      <w:r w:rsidRPr="0002271F">
        <w:rPr>
          <w:rFonts w:ascii="Times New Roman" w:eastAsia="Segoe UI" w:hAnsi="Times New Roman" w:cs="Times New Roman"/>
          <w:sz w:val="24"/>
        </w:rPr>
        <w:t>čl</w:t>
      </w:r>
      <w:proofErr w:type="spellEnd"/>
      <w:r w:rsidRPr="0002271F">
        <w:rPr>
          <w:rFonts w:ascii="Times New Roman" w:eastAsia="Segoe UI" w:hAnsi="Times New Roman" w:cs="Times New Roman"/>
          <w:sz w:val="24"/>
        </w:rPr>
        <w:t xml:space="preserve">. II </w:t>
      </w:r>
      <w:proofErr w:type="spellStart"/>
      <w:r w:rsidRPr="0002271F">
        <w:rPr>
          <w:rFonts w:ascii="Times New Roman" w:eastAsia="Segoe UI" w:hAnsi="Times New Roman" w:cs="Times New Roman"/>
          <w:sz w:val="24"/>
        </w:rPr>
        <w:t>Přechodná</w:t>
      </w:r>
      <w:proofErr w:type="spellEnd"/>
      <w:r w:rsidRPr="0002271F">
        <w:rPr>
          <w:rFonts w:ascii="Times New Roman" w:eastAsia="Segoe UI" w:hAnsi="Times New Roman" w:cs="Times New Roman"/>
          <w:sz w:val="24"/>
        </w:rPr>
        <w:t xml:space="preserve"> </w:t>
      </w:r>
      <w:proofErr w:type="spellStart"/>
      <w:r w:rsidRPr="0002271F">
        <w:rPr>
          <w:rFonts w:ascii="Times New Roman" w:eastAsia="Segoe UI" w:hAnsi="Times New Roman" w:cs="Times New Roman"/>
          <w:sz w:val="24"/>
        </w:rPr>
        <w:t>ustanovení</w:t>
      </w:r>
      <w:proofErr w:type="spellEnd"/>
      <w:r w:rsidRPr="0002271F">
        <w:rPr>
          <w:rFonts w:ascii="Times New Roman" w:eastAsia="Segoe UI" w:hAnsi="Times New Roman" w:cs="Times New Roman"/>
          <w:sz w:val="24"/>
        </w:rPr>
        <w:t xml:space="preserve"> </w:t>
      </w:r>
      <w:proofErr w:type="spellStart"/>
      <w:r w:rsidRPr="0002271F">
        <w:rPr>
          <w:rFonts w:ascii="Times New Roman" w:eastAsia="Segoe UI" w:hAnsi="Times New Roman" w:cs="Times New Roman"/>
          <w:sz w:val="24"/>
        </w:rPr>
        <w:t>dosavadní</w:t>
      </w:r>
      <w:proofErr w:type="spellEnd"/>
      <w:r w:rsidRPr="0002271F">
        <w:rPr>
          <w:rFonts w:ascii="Times New Roman" w:eastAsia="Segoe UI" w:hAnsi="Times New Roman" w:cs="Times New Roman"/>
          <w:sz w:val="24"/>
        </w:rPr>
        <w:t xml:space="preserve"> bod 6 </w:t>
      </w:r>
      <w:proofErr w:type="spellStart"/>
      <w:r w:rsidRPr="0002271F">
        <w:rPr>
          <w:rFonts w:ascii="Times New Roman" w:eastAsia="Segoe UI" w:hAnsi="Times New Roman" w:cs="Times New Roman"/>
          <w:sz w:val="24"/>
        </w:rPr>
        <w:t>zní</w:t>
      </w:r>
      <w:proofErr w:type="spellEnd"/>
      <w:r w:rsidRPr="0002271F">
        <w:rPr>
          <w:rFonts w:ascii="Times New Roman" w:eastAsia="Segoe UI" w:hAnsi="Times New Roman" w:cs="Times New Roman"/>
          <w:sz w:val="24"/>
        </w:rPr>
        <w:t>:</w:t>
      </w:r>
    </w:p>
    <w:p w:rsidR="0002271F" w:rsidRPr="0002271F" w:rsidRDefault="0002271F" w:rsidP="0002271F">
      <w:pPr>
        <w:pStyle w:val="Normln1"/>
        <w:ind w:left="426" w:hanging="426"/>
        <w:jc w:val="both"/>
        <w:rPr>
          <w:rFonts w:ascii="Times New Roman" w:hAnsi="Times New Roman" w:cs="Times New Roman"/>
          <w:sz w:val="24"/>
        </w:rPr>
      </w:pPr>
      <w:r w:rsidRPr="0002271F">
        <w:rPr>
          <w:rFonts w:ascii="Times New Roman" w:hAnsi="Times New Roman" w:cs="Times New Roman"/>
          <w:sz w:val="24"/>
        </w:rPr>
        <w:t xml:space="preserve">„X. </w:t>
      </w:r>
      <w:r w:rsidRPr="0002271F">
        <w:rPr>
          <w:rFonts w:ascii="Times New Roman" w:hAnsi="Times New Roman" w:cs="Times New Roman"/>
          <w:sz w:val="24"/>
        </w:rPr>
        <w:tab/>
      </w:r>
      <w:proofErr w:type="spellStart"/>
      <w:r w:rsidRPr="0002271F">
        <w:rPr>
          <w:rFonts w:ascii="Times New Roman" w:hAnsi="Times New Roman" w:cs="Times New Roman"/>
          <w:sz w:val="24"/>
        </w:rPr>
        <w:t>Ustanovení</w:t>
      </w:r>
      <w:proofErr w:type="spellEnd"/>
      <w:r w:rsidRPr="0002271F">
        <w:rPr>
          <w:rFonts w:ascii="Times New Roman" w:hAnsi="Times New Roman" w:cs="Times New Roman"/>
          <w:sz w:val="24"/>
        </w:rPr>
        <w:t xml:space="preserve"> § 9 </w:t>
      </w:r>
      <w:proofErr w:type="spellStart"/>
      <w:r w:rsidRPr="0002271F">
        <w:rPr>
          <w:rFonts w:ascii="Times New Roman" w:hAnsi="Times New Roman" w:cs="Times New Roman"/>
          <w:sz w:val="24"/>
        </w:rPr>
        <w:t>odst</w:t>
      </w:r>
      <w:proofErr w:type="spellEnd"/>
      <w:r w:rsidRPr="0002271F">
        <w:rPr>
          <w:rFonts w:ascii="Times New Roman" w:hAnsi="Times New Roman" w:cs="Times New Roman"/>
          <w:sz w:val="24"/>
        </w:rPr>
        <w:t xml:space="preserve">. 1 </w:t>
      </w:r>
      <w:proofErr w:type="spellStart"/>
      <w:r w:rsidRPr="0002271F">
        <w:rPr>
          <w:rFonts w:ascii="Times New Roman" w:hAnsi="Times New Roman" w:cs="Times New Roman"/>
          <w:sz w:val="24"/>
        </w:rPr>
        <w:t>písm</w:t>
      </w:r>
      <w:proofErr w:type="spellEnd"/>
      <w:r w:rsidRPr="0002271F">
        <w:rPr>
          <w:rFonts w:ascii="Times New Roman" w:hAnsi="Times New Roman" w:cs="Times New Roman"/>
          <w:sz w:val="24"/>
        </w:rPr>
        <w:t xml:space="preserve">. f) </w:t>
      </w:r>
      <w:proofErr w:type="spellStart"/>
      <w:proofErr w:type="gramStart"/>
      <w:r w:rsidRPr="0002271F">
        <w:rPr>
          <w:rFonts w:ascii="Times New Roman" w:hAnsi="Times New Roman" w:cs="Times New Roman"/>
          <w:sz w:val="24"/>
        </w:rPr>
        <w:t>zákona</w:t>
      </w:r>
      <w:proofErr w:type="spellEnd"/>
      <w:proofErr w:type="gramEnd"/>
      <w:r w:rsidRPr="0002271F">
        <w:rPr>
          <w:rFonts w:ascii="Times New Roman" w:hAnsi="Times New Roman" w:cs="Times New Roman"/>
          <w:sz w:val="24"/>
        </w:rPr>
        <w:t xml:space="preserve"> č. 246/1992 Sb., </w:t>
      </w:r>
      <w:proofErr w:type="spellStart"/>
      <w:r w:rsidRPr="0002271F">
        <w:rPr>
          <w:rFonts w:ascii="Times New Roman" w:hAnsi="Times New Roman" w:cs="Times New Roman"/>
          <w:sz w:val="24"/>
        </w:rPr>
        <w:t>ve</w:t>
      </w:r>
      <w:proofErr w:type="spellEnd"/>
      <w:r w:rsidRPr="0002271F">
        <w:rPr>
          <w:rFonts w:ascii="Times New Roman" w:hAnsi="Times New Roman" w:cs="Times New Roman"/>
          <w:sz w:val="24"/>
        </w:rPr>
        <w:t xml:space="preserve"> </w:t>
      </w:r>
      <w:proofErr w:type="spellStart"/>
      <w:r w:rsidRPr="0002271F">
        <w:rPr>
          <w:rFonts w:ascii="Times New Roman" w:hAnsi="Times New Roman" w:cs="Times New Roman"/>
          <w:sz w:val="24"/>
        </w:rPr>
        <w:t>znění</w:t>
      </w:r>
      <w:proofErr w:type="spellEnd"/>
      <w:r w:rsidRPr="0002271F">
        <w:rPr>
          <w:rFonts w:ascii="Times New Roman" w:hAnsi="Times New Roman" w:cs="Times New Roman"/>
          <w:sz w:val="24"/>
        </w:rPr>
        <w:t xml:space="preserve"> </w:t>
      </w:r>
      <w:proofErr w:type="spellStart"/>
      <w:r w:rsidRPr="0002271F">
        <w:rPr>
          <w:rFonts w:ascii="Times New Roman" w:hAnsi="Times New Roman" w:cs="Times New Roman"/>
          <w:sz w:val="24"/>
        </w:rPr>
        <w:t>účinném</w:t>
      </w:r>
      <w:proofErr w:type="spellEnd"/>
      <w:r w:rsidRPr="0002271F">
        <w:rPr>
          <w:rFonts w:ascii="Times New Roman" w:hAnsi="Times New Roman" w:cs="Times New Roman"/>
          <w:sz w:val="24"/>
        </w:rPr>
        <w:t xml:space="preserve"> ode </w:t>
      </w:r>
      <w:proofErr w:type="spellStart"/>
      <w:r w:rsidRPr="0002271F">
        <w:rPr>
          <w:rFonts w:ascii="Times New Roman" w:hAnsi="Times New Roman" w:cs="Times New Roman"/>
          <w:sz w:val="24"/>
        </w:rPr>
        <w:t>dne</w:t>
      </w:r>
      <w:proofErr w:type="spellEnd"/>
      <w:r w:rsidRPr="0002271F">
        <w:rPr>
          <w:rFonts w:ascii="Times New Roman" w:hAnsi="Times New Roman" w:cs="Times New Roman"/>
          <w:sz w:val="24"/>
        </w:rPr>
        <w:t xml:space="preserve"> </w:t>
      </w:r>
      <w:proofErr w:type="spellStart"/>
      <w:r w:rsidRPr="0002271F">
        <w:rPr>
          <w:rFonts w:ascii="Times New Roman" w:hAnsi="Times New Roman" w:cs="Times New Roman"/>
          <w:sz w:val="24"/>
        </w:rPr>
        <w:t>nabytí</w:t>
      </w:r>
      <w:proofErr w:type="spellEnd"/>
      <w:r w:rsidRPr="0002271F">
        <w:rPr>
          <w:rFonts w:ascii="Times New Roman" w:hAnsi="Times New Roman" w:cs="Times New Roman"/>
          <w:sz w:val="24"/>
        </w:rPr>
        <w:t xml:space="preserve"> </w:t>
      </w:r>
      <w:proofErr w:type="spellStart"/>
      <w:r w:rsidRPr="0002271F">
        <w:rPr>
          <w:rFonts w:ascii="Times New Roman" w:hAnsi="Times New Roman" w:cs="Times New Roman"/>
          <w:sz w:val="24"/>
        </w:rPr>
        <w:t>účinnosti</w:t>
      </w:r>
      <w:proofErr w:type="spellEnd"/>
      <w:r w:rsidRPr="0002271F">
        <w:rPr>
          <w:rFonts w:ascii="Times New Roman" w:hAnsi="Times New Roman" w:cs="Times New Roman"/>
          <w:sz w:val="24"/>
        </w:rPr>
        <w:t xml:space="preserve"> </w:t>
      </w:r>
      <w:proofErr w:type="spellStart"/>
      <w:r w:rsidRPr="0002271F">
        <w:rPr>
          <w:rFonts w:ascii="Times New Roman" w:hAnsi="Times New Roman" w:cs="Times New Roman"/>
          <w:sz w:val="24"/>
        </w:rPr>
        <w:t>tohoto</w:t>
      </w:r>
      <w:proofErr w:type="spellEnd"/>
      <w:r w:rsidRPr="0002271F">
        <w:rPr>
          <w:rFonts w:ascii="Times New Roman" w:hAnsi="Times New Roman" w:cs="Times New Roman"/>
          <w:sz w:val="24"/>
        </w:rPr>
        <w:t xml:space="preserve"> </w:t>
      </w:r>
      <w:proofErr w:type="spellStart"/>
      <w:r w:rsidRPr="0002271F">
        <w:rPr>
          <w:rFonts w:ascii="Times New Roman" w:hAnsi="Times New Roman" w:cs="Times New Roman"/>
          <w:sz w:val="24"/>
        </w:rPr>
        <w:t>zákona</w:t>
      </w:r>
      <w:proofErr w:type="spellEnd"/>
      <w:r w:rsidRPr="0002271F">
        <w:rPr>
          <w:rFonts w:ascii="Times New Roman" w:hAnsi="Times New Roman" w:cs="Times New Roman"/>
          <w:sz w:val="24"/>
        </w:rPr>
        <w:t xml:space="preserve">, se </w:t>
      </w:r>
      <w:proofErr w:type="spellStart"/>
      <w:r w:rsidRPr="0002271F">
        <w:rPr>
          <w:rFonts w:ascii="Times New Roman" w:hAnsi="Times New Roman" w:cs="Times New Roman"/>
          <w:sz w:val="24"/>
        </w:rPr>
        <w:t>použije</w:t>
      </w:r>
      <w:proofErr w:type="spellEnd"/>
      <w:r w:rsidRPr="0002271F">
        <w:rPr>
          <w:rFonts w:ascii="Times New Roman" w:hAnsi="Times New Roman" w:cs="Times New Roman"/>
          <w:sz w:val="24"/>
        </w:rPr>
        <w:t xml:space="preserve"> </w:t>
      </w:r>
      <w:proofErr w:type="spellStart"/>
      <w:r w:rsidRPr="0002271F">
        <w:rPr>
          <w:rFonts w:ascii="Times New Roman" w:hAnsi="Times New Roman" w:cs="Times New Roman"/>
          <w:sz w:val="24"/>
        </w:rPr>
        <w:t>pouze</w:t>
      </w:r>
      <w:proofErr w:type="spellEnd"/>
      <w:r w:rsidRPr="0002271F">
        <w:rPr>
          <w:rFonts w:ascii="Times New Roman" w:hAnsi="Times New Roman" w:cs="Times New Roman"/>
          <w:sz w:val="24"/>
        </w:rPr>
        <w:t xml:space="preserve"> </w:t>
      </w:r>
      <w:proofErr w:type="spellStart"/>
      <w:r w:rsidRPr="0002271F">
        <w:rPr>
          <w:rFonts w:ascii="Times New Roman" w:hAnsi="Times New Roman" w:cs="Times New Roman"/>
          <w:sz w:val="24"/>
        </w:rPr>
        <w:t>na</w:t>
      </w:r>
      <w:proofErr w:type="spellEnd"/>
      <w:r w:rsidRPr="0002271F">
        <w:rPr>
          <w:rFonts w:ascii="Times New Roman" w:hAnsi="Times New Roman" w:cs="Times New Roman"/>
          <w:sz w:val="24"/>
        </w:rPr>
        <w:t xml:space="preserve"> </w:t>
      </w:r>
      <w:proofErr w:type="spellStart"/>
      <w:r w:rsidRPr="0002271F">
        <w:rPr>
          <w:rFonts w:ascii="Times New Roman" w:hAnsi="Times New Roman" w:cs="Times New Roman"/>
          <w:sz w:val="24"/>
        </w:rPr>
        <w:t>stavby</w:t>
      </w:r>
      <w:proofErr w:type="spellEnd"/>
      <w:r w:rsidRPr="0002271F">
        <w:rPr>
          <w:rFonts w:ascii="Times New Roman" w:hAnsi="Times New Roman" w:cs="Times New Roman"/>
          <w:sz w:val="24"/>
        </w:rPr>
        <w:t xml:space="preserve"> pro </w:t>
      </w:r>
      <w:proofErr w:type="spellStart"/>
      <w:r w:rsidRPr="0002271F">
        <w:rPr>
          <w:rFonts w:ascii="Times New Roman" w:hAnsi="Times New Roman" w:cs="Times New Roman"/>
          <w:sz w:val="24"/>
        </w:rPr>
        <w:t>zvířata</w:t>
      </w:r>
      <w:proofErr w:type="spellEnd"/>
      <w:r w:rsidRPr="0002271F">
        <w:rPr>
          <w:rFonts w:ascii="Times New Roman" w:hAnsi="Times New Roman" w:cs="Times New Roman"/>
          <w:sz w:val="24"/>
        </w:rPr>
        <w:t xml:space="preserve"> </w:t>
      </w:r>
      <w:proofErr w:type="spellStart"/>
      <w:r w:rsidRPr="0002271F">
        <w:rPr>
          <w:rFonts w:ascii="Times New Roman" w:hAnsi="Times New Roman" w:cs="Times New Roman"/>
          <w:sz w:val="24"/>
        </w:rPr>
        <w:t>postavené</w:t>
      </w:r>
      <w:proofErr w:type="spellEnd"/>
      <w:r w:rsidRPr="0002271F">
        <w:rPr>
          <w:rFonts w:ascii="Times New Roman" w:hAnsi="Times New Roman" w:cs="Times New Roman"/>
          <w:sz w:val="24"/>
        </w:rPr>
        <w:t xml:space="preserve">, </w:t>
      </w:r>
      <w:proofErr w:type="spellStart"/>
      <w:r w:rsidRPr="0002271F">
        <w:rPr>
          <w:rFonts w:ascii="Times New Roman" w:hAnsi="Times New Roman" w:cs="Times New Roman"/>
          <w:sz w:val="24"/>
        </w:rPr>
        <w:t>rekonstruované</w:t>
      </w:r>
      <w:proofErr w:type="spellEnd"/>
      <w:r w:rsidRPr="0002271F">
        <w:rPr>
          <w:rFonts w:ascii="Times New Roman" w:hAnsi="Times New Roman" w:cs="Times New Roman"/>
          <w:sz w:val="24"/>
        </w:rPr>
        <w:t xml:space="preserve"> </w:t>
      </w:r>
      <w:proofErr w:type="spellStart"/>
      <w:r w:rsidRPr="0002271F">
        <w:rPr>
          <w:rFonts w:ascii="Times New Roman" w:hAnsi="Times New Roman" w:cs="Times New Roman"/>
          <w:sz w:val="24"/>
        </w:rPr>
        <w:t>nebo</w:t>
      </w:r>
      <w:proofErr w:type="spellEnd"/>
      <w:r w:rsidRPr="0002271F">
        <w:rPr>
          <w:rFonts w:ascii="Times New Roman" w:hAnsi="Times New Roman" w:cs="Times New Roman"/>
          <w:sz w:val="24"/>
        </w:rPr>
        <w:t xml:space="preserve"> </w:t>
      </w:r>
      <w:proofErr w:type="spellStart"/>
      <w:r w:rsidRPr="0002271F">
        <w:rPr>
          <w:rFonts w:ascii="Times New Roman" w:hAnsi="Times New Roman" w:cs="Times New Roman"/>
          <w:sz w:val="24"/>
        </w:rPr>
        <w:t>poprvé</w:t>
      </w:r>
      <w:proofErr w:type="spellEnd"/>
      <w:r w:rsidRPr="0002271F">
        <w:rPr>
          <w:rFonts w:ascii="Times New Roman" w:hAnsi="Times New Roman" w:cs="Times New Roman"/>
          <w:sz w:val="24"/>
        </w:rPr>
        <w:t xml:space="preserve"> do </w:t>
      </w:r>
      <w:proofErr w:type="spellStart"/>
      <w:r w:rsidRPr="0002271F">
        <w:rPr>
          <w:rFonts w:ascii="Times New Roman" w:hAnsi="Times New Roman" w:cs="Times New Roman"/>
          <w:sz w:val="24"/>
        </w:rPr>
        <w:t>provozu</w:t>
      </w:r>
      <w:proofErr w:type="spellEnd"/>
      <w:r w:rsidRPr="0002271F">
        <w:rPr>
          <w:rFonts w:ascii="Times New Roman" w:hAnsi="Times New Roman" w:cs="Times New Roman"/>
          <w:sz w:val="24"/>
        </w:rPr>
        <w:t xml:space="preserve"> </w:t>
      </w:r>
      <w:proofErr w:type="spellStart"/>
      <w:r w:rsidRPr="0002271F">
        <w:rPr>
          <w:rFonts w:ascii="Times New Roman" w:hAnsi="Times New Roman" w:cs="Times New Roman"/>
          <w:sz w:val="24"/>
        </w:rPr>
        <w:t>uvedené</w:t>
      </w:r>
      <w:proofErr w:type="spellEnd"/>
      <w:r w:rsidRPr="0002271F">
        <w:rPr>
          <w:rFonts w:ascii="Times New Roman" w:hAnsi="Times New Roman" w:cs="Times New Roman"/>
          <w:sz w:val="24"/>
        </w:rPr>
        <w:t xml:space="preserve"> </w:t>
      </w:r>
      <w:proofErr w:type="spellStart"/>
      <w:r w:rsidRPr="0002271F">
        <w:rPr>
          <w:rFonts w:ascii="Times New Roman" w:hAnsi="Times New Roman" w:cs="Times New Roman"/>
          <w:sz w:val="24"/>
        </w:rPr>
        <w:t>po</w:t>
      </w:r>
      <w:proofErr w:type="spellEnd"/>
      <w:r w:rsidRPr="0002271F">
        <w:rPr>
          <w:rFonts w:ascii="Times New Roman" w:hAnsi="Times New Roman" w:cs="Times New Roman"/>
          <w:sz w:val="24"/>
        </w:rPr>
        <w:t xml:space="preserve"> </w:t>
      </w:r>
      <w:proofErr w:type="spellStart"/>
      <w:r w:rsidRPr="0002271F">
        <w:rPr>
          <w:rFonts w:ascii="Times New Roman" w:hAnsi="Times New Roman" w:cs="Times New Roman"/>
          <w:sz w:val="24"/>
        </w:rPr>
        <w:t>nabytí</w:t>
      </w:r>
      <w:proofErr w:type="spellEnd"/>
      <w:r w:rsidRPr="0002271F">
        <w:rPr>
          <w:rFonts w:ascii="Times New Roman" w:hAnsi="Times New Roman" w:cs="Times New Roman"/>
          <w:sz w:val="24"/>
        </w:rPr>
        <w:t xml:space="preserve"> </w:t>
      </w:r>
      <w:proofErr w:type="spellStart"/>
      <w:r w:rsidRPr="0002271F">
        <w:rPr>
          <w:rFonts w:ascii="Times New Roman" w:hAnsi="Times New Roman" w:cs="Times New Roman"/>
          <w:sz w:val="24"/>
        </w:rPr>
        <w:t>účinnosti</w:t>
      </w:r>
      <w:proofErr w:type="spellEnd"/>
      <w:r w:rsidRPr="0002271F">
        <w:rPr>
          <w:rFonts w:ascii="Times New Roman" w:hAnsi="Times New Roman" w:cs="Times New Roman"/>
          <w:sz w:val="24"/>
        </w:rPr>
        <w:t xml:space="preserve"> </w:t>
      </w:r>
      <w:proofErr w:type="spellStart"/>
      <w:r w:rsidRPr="0002271F">
        <w:rPr>
          <w:rFonts w:ascii="Times New Roman" w:hAnsi="Times New Roman" w:cs="Times New Roman"/>
          <w:sz w:val="24"/>
        </w:rPr>
        <w:t>tohoto</w:t>
      </w:r>
      <w:proofErr w:type="spellEnd"/>
      <w:r w:rsidRPr="0002271F">
        <w:rPr>
          <w:rFonts w:ascii="Times New Roman" w:hAnsi="Times New Roman" w:cs="Times New Roman"/>
          <w:sz w:val="24"/>
        </w:rPr>
        <w:t xml:space="preserve"> </w:t>
      </w:r>
      <w:proofErr w:type="spellStart"/>
      <w:r w:rsidRPr="0002271F">
        <w:rPr>
          <w:rFonts w:ascii="Times New Roman" w:hAnsi="Times New Roman" w:cs="Times New Roman"/>
          <w:sz w:val="24"/>
        </w:rPr>
        <w:t>zákona</w:t>
      </w:r>
      <w:proofErr w:type="spellEnd"/>
      <w:r w:rsidRPr="0002271F">
        <w:rPr>
          <w:rFonts w:ascii="Times New Roman" w:hAnsi="Times New Roman" w:cs="Times New Roman"/>
          <w:sz w:val="24"/>
        </w:rPr>
        <w:t>, s </w:t>
      </w:r>
      <w:proofErr w:type="spellStart"/>
      <w:r w:rsidRPr="0002271F">
        <w:rPr>
          <w:rFonts w:ascii="Times New Roman" w:hAnsi="Times New Roman" w:cs="Times New Roman"/>
          <w:sz w:val="24"/>
        </w:rPr>
        <w:t>výjimkou</w:t>
      </w:r>
      <w:proofErr w:type="spellEnd"/>
      <w:r w:rsidRPr="0002271F">
        <w:rPr>
          <w:rFonts w:ascii="Times New Roman" w:hAnsi="Times New Roman" w:cs="Times New Roman"/>
          <w:sz w:val="24"/>
        </w:rPr>
        <w:t xml:space="preserve"> </w:t>
      </w:r>
      <w:proofErr w:type="spellStart"/>
      <w:r w:rsidRPr="0002271F">
        <w:rPr>
          <w:rFonts w:ascii="Times New Roman" w:hAnsi="Times New Roman" w:cs="Times New Roman"/>
          <w:sz w:val="24"/>
        </w:rPr>
        <w:t>uvedenou</w:t>
      </w:r>
      <w:proofErr w:type="spellEnd"/>
      <w:r w:rsidRPr="0002271F">
        <w:rPr>
          <w:rFonts w:ascii="Times New Roman" w:hAnsi="Times New Roman" w:cs="Times New Roman"/>
          <w:sz w:val="24"/>
        </w:rPr>
        <w:t xml:space="preserve"> </w:t>
      </w:r>
      <w:proofErr w:type="spellStart"/>
      <w:r w:rsidRPr="0002271F">
        <w:rPr>
          <w:rFonts w:ascii="Times New Roman" w:hAnsi="Times New Roman" w:cs="Times New Roman"/>
          <w:sz w:val="24"/>
        </w:rPr>
        <w:t>ve</w:t>
      </w:r>
      <w:proofErr w:type="spellEnd"/>
      <w:r w:rsidRPr="0002271F">
        <w:rPr>
          <w:rFonts w:ascii="Times New Roman" w:hAnsi="Times New Roman" w:cs="Times New Roman"/>
          <w:sz w:val="24"/>
        </w:rPr>
        <w:t xml:space="preserve"> </w:t>
      </w:r>
      <w:proofErr w:type="spellStart"/>
      <w:r w:rsidRPr="0002271F">
        <w:rPr>
          <w:rFonts w:ascii="Times New Roman" w:hAnsi="Times New Roman" w:cs="Times New Roman"/>
          <w:sz w:val="24"/>
        </w:rPr>
        <w:t>větě</w:t>
      </w:r>
      <w:proofErr w:type="spellEnd"/>
      <w:r w:rsidRPr="0002271F">
        <w:rPr>
          <w:rFonts w:ascii="Times New Roman" w:hAnsi="Times New Roman" w:cs="Times New Roman"/>
          <w:sz w:val="24"/>
        </w:rPr>
        <w:t xml:space="preserve"> </w:t>
      </w:r>
      <w:proofErr w:type="spellStart"/>
      <w:r w:rsidRPr="0002271F">
        <w:rPr>
          <w:rFonts w:ascii="Times New Roman" w:hAnsi="Times New Roman" w:cs="Times New Roman"/>
          <w:sz w:val="24"/>
        </w:rPr>
        <w:t>druhé</w:t>
      </w:r>
      <w:proofErr w:type="spellEnd"/>
      <w:r w:rsidRPr="0002271F">
        <w:rPr>
          <w:rFonts w:ascii="Times New Roman" w:hAnsi="Times New Roman" w:cs="Times New Roman"/>
          <w:sz w:val="24"/>
        </w:rPr>
        <w:t xml:space="preserve">. Na </w:t>
      </w:r>
      <w:proofErr w:type="spellStart"/>
      <w:r w:rsidRPr="0002271F">
        <w:rPr>
          <w:rFonts w:ascii="Times New Roman" w:hAnsi="Times New Roman" w:cs="Times New Roman"/>
          <w:sz w:val="24"/>
        </w:rPr>
        <w:t>stavby</w:t>
      </w:r>
      <w:proofErr w:type="spellEnd"/>
      <w:r w:rsidRPr="0002271F">
        <w:rPr>
          <w:rFonts w:ascii="Times New Roman" w:hAnsi="Times New Roman" w:cs="Times New Roman"/>
          <w:sz w:val="24"/>
        </w:rPr>
        <w:t xml:space="preserve"> pro </w:t>
      </w:r>
      <w:proofErr w:type="spellStart"/>
      <w:r w:rsidRPr="0002271F">
        <w:rPr>
          <w:rFonts w:ascii="Times New Roman" w:hAnsi="Times New Roman" w:cs="Times New Roman"/>
          <w:sz w:val="24"/>
        </w:rPr>
        <w:t>skot</w:t>
      </w:r>
      <w:proofErr w:type="spellEnd"/>
      <w:r w:rsidRPr="0002271F">
        <w:rPr>
          <w:rFonts w:ascii="Times New Roman" w:hAnsi="Times New Roman" w:cs="Times New Roman"/>
          <w:sz w:val="24"/>
        </w:rPr>
        <w:t xml:space="preserve"> </w:t>
      </w:r>
      <w:proofErr w:type="spellStart"/>
      <w:r w:rsidRPr="0002271F">
        <w:rPr>
          <w:rFonts w:ascii="Times New Roman" w:hAnsi="Times New Roman" w:cs="Times New Roman"/>
          <w:sz w:val="24"/>
        </w:rPr>
        <w:t>postavené</w:t>
      </w:r>
      <w:proofErr w:type="spellEnd"/>
      <w:r w:rsidRPr="0002271F">
        <w:rPr>
          <w:rFonts w:ascii="Times New Roman" w:hAnsi="Times New Roman" w:cs="Times New Roman"/>
          <w:sz w:val="24"/>
        </w:rPr>
        <w:t xml:space="preserve">, </w:t>
      </w:r>
      <w:proofErr w:type="spellStart"/>
      <w:r w:rsidRPr="0002271F">
        <w:rPr>
          <w:rFonts w:ascii="Times New Roman" w:hAnsi="Times New Roman" w:cs="Times New Roman"/>
          <w:sz w:val="24"/>
        </w:rPr>
        <w:t>rekonstruované</w:t>
      </w:r>
      <w:proofErr w:type="spellEnd"/>
      <w:r w:rsidRPr="0002271F">
        <w:rPr>
          <w:rFonts w:ascii="Times New Roman" w:hAnsi="Times New Roman" w:cs="Times New Roman"/>
          <w:sz w:val="24"/>
        </w:rPr>
        <w:t xml:space="preserve"> </w:t>
      </w:r>
      <w:proofErr w:type="spellStart"/>
      <w:r w:rsidRPr="0002271F">
        <w:rPr>
          <w:rFonts w:ascii="Times New Roman" w:hAnsi="Times New Roman" w:cs="Times New Roman"/>
          <w:sz w:val="24"/>
        </w:rPr>
        <w:t>nebo</w:t>
      </w:r>
      <w:proofErr w:type="spellEnd"/>
      <w:r w:rsidRPr="0002271F">
        <w:rPr>
          <w:rFonts w:ascii="Times New Roman" w:hAnsi="Times New Roman" w:cs="Times New Roman"/>
          <w:sz w:val="24"/>
        </w:rPr>
        <w:t xml:space="preserve"> </w:t>
      </w:r>
      <w:proofErr w:type="spellStart"/>
      <w:r w:rsidRPr="0002271F">
        <w:rPr>
          <w:rFonts w:ascii="Times New Roman" w:hAnsi="Times New Roman" w:cs="Times New Roman"/>
          <w:sz w:val="24"/>
        </w:rPr>
        <w:t>poprvé</w:t>
      </w:r>
      <w:proofErr w:type="spellEnd"/>
      <w:r w:rsidRPr="0002271F">
        <w:rPr>
          <w:rFonts w:ascii="Times New Roman" w:hAnsi="Times New Roman" w:cs="Times New Roman"/>
          <w:sz w:val="24"/>
        </w:rPr>
        <w:t xml:space="preserve"> do </w:t>
      </w:r>
      <w:proofErr w:type="spellStart"/>
      <w:r w:rsidRPr="0002271F">
        <w:rPr>
          <w:rFonts w:ascii="Times New Roman" w:hAnsi="Times New Roman" w:cs="Times New Roman"/>
          <w:sz w:val="24"/>
        </w:rPr>
        <w:t>provozu</w:t>
      </w:r>
      <w:proofErr w:type="spellEnd"/>
      <w:r w:rsidRPr="0002271F">
        <w:rPr>
          <w:rFonts w:ascii="Times New Roman" w:hAnsi="Times New Roman" w:cs="Times New Roman"/>
          <w:sz w:val="24"/>
        </w:rPr>
        <w:t xml:space="preserve"> </w:t>
      </w:r>
      <w:proofErr w:type="spellStart"/>
      <w:r w:rsidRPr="0002271F">
        <w:rPr>
          <w:rFonts w:ascii="Times New Roman" w:hAnsi="Times New Roman" w:cs="Times New Roman"/>
          <w:sz w:val="24"/>
        </w:rPr>
        <w:t>uvedené</w:t>
      </w:r>
      <w:proofErr w:type="spellEnd"/>
      <w:r w:rsidRPr="0002271F">
        <w:rPr>
          <w:rFonts w:ascii="Times New Roman" w:hAnsi="Times New Roman" w:cs="Times New Roman"/>
          <w:sz w:val="24"/>
        </w:rPr>
        <w:t xml:space="preserve"> </w:t>
      </w:r>
      <w:proofErr w:type="spellStart"/>
      <w:r w:rsidRPr="0002271F">
        <w:rPr>
          <w:rFonts w:ascii="Times New Roman" w:hAnsi="Times New Roman" w:cs="Times New Roman"/>
          <w:sz w:val="24"/>
        </w:rPr>
        <w:t>před</w:t>
      </w:r>
      <w:proofErr w:type="spellEnd"/>
      <w:r w:rsidRPr="0002271F">
        <w:rPr>
          <w:rFonts w:ascii="Times New Roman" w:hAnsi="Times New Roman" w:cs="Times New Roman"/>
          <w:sz w:val="24"/>
        </w:rPr>
        <w:t xml:space="preserve"> </w:t>
      </w:r>
      <w:proofErr w:type="spellStart"/>
      <w:r w:rsidRPr="0002271F">
        <w:rPr>
          <w:rFonts w:ascii="Times New Roman" w:hAnsi="Times New Roman" w:cs="Times New Roman"/>
          <w:sz w:val="24"/>
        </w:rPr>
        <w:t>nabytím</w:t>
      </w:r>
      <w:proofErr w:type="spellEnd"/>
      <w:r w:rsidRPr="0002271F">
        <w:rPr>
          <w:rFonts w:ascii="Times New Roman" w:hAnsi="Times New Roman" w:cs="Times New Roman"/>
          <w:sz w:val="24"/>
        </w:rPr>
        <w:t xml:space="preserve"> </w:t>
      </w:r>
      <w:proofErr w:type="spellStart"/>
      <w:r w:rsidRPr="0002271F">
        <w:rPr>
          <w:rFonts w:ascii="Times New Roman" w:hAnsi="Times New Roman" w:cs="Times New Roman"/>
          <w:sz w:val="24"/>
        </w:rPr>
        <w:t>účinnosti</w:t>
      </w:r>
      <w:proofErr w:type="spellEnd"/>
      <w:r w:rsidRPr="0002271F">
        <w:rPr>
          <w:rFonts w:ascii="Times New Roman" w:hAnsi="Times New Roman" w:cs="Times New Roman"/>
          <w:sz w:val="24"/>
        </w:rPr>
        <w:t xml:space="preserve"> </w:t>
      </w:r>
      <w:proofErr w:type="spellStart"/>
      <w:r w:rsidRPr="0002271F">
        <w:rPr>
          <w:rFonts w:ascii="Times New Roman" w:hAnsi="Times New Roman" w:cs="Times New Roman"/>
          <w:sz w:val="24"/>
        </w:rPr>
        <w:t>tohoto</w:t>
      </w:r>
      <w:proofErr w:type="spellEnd"/>
      <w:r w:rsidRPr="0002271F">
        <w:rPr>
          <w:rFonts w:ascii="Times New Roman" w:hAnsi="Times New Roman" w:cs="Times New Roman"/>
          <w:sz w:val="24"/>
        </w:rPr>
        <w:t xml:space="preserve"> </w:t>
      </w:r>
      <w:proofErr w:type="spellStart"/>
      <w:r w:rsidRPr="0002271F">
        <w:rPr>
          <w:rFonts w:ascii="Times New Roman" w:hAnsi="Times New Roman" w:cs="Times New Roman"/>
          <w:sz w:val="24"/>
        </w:rPr>
        <w:t>zákona</w:t>
      </w:r>
      <w:proofErr w:type="spellEnd"/>
      <w:r w:rsidRPr="0002271F">
        <w:rPr>
          <w:rFonts w:ascii="Times New Roman" w:hAnsi="Times New Roman" w:cs="Times New Roman"/>
          <w:sz w:val="24"/>
        </w:rPr>
        <w:t xml:space="preserve"> se </w:t>
      </w:r>
      <w:proofErr w:type="spellStart"/>
      <w:r w:rsidRPr="0002271F">
        <w:rPr>
          <w:rFonts w:ascii="Times New Roman" w:hAnsi="Times New Roman" w:cs="Times New Roman"/>
          <w:sz w:val="24"/>
        </w:rPr>
        <w:t>ustanovení</w:t>
      </w:r>
      <w:proofErr w:type="spellEnd"/>
      <w:r w:rsidRPr="0002271F">
        <w:rPr>
          <w:rFonts w:ascii="Times New Roman" w:hAnsi="Times New Roman" w:cs="Times New Roman"/>
          <w:sz w:val="24"/>
        </w:rPr>
        <w:t xml:space="preserve"> § 9 </w:t>
      </w:r>
      <w:proofErr w:type="spellStart"/>
      <w:r w:rsidRPr="0002271F">
        <w:rPr>
          <w:rFonts w:ascii="Times New Roman" w:hAnsi="Times New Roman" w:cs="Times New Roman"/>
          <w:sz w:val="24"/>
        </w:rPr>
        <w:t>odst</w:t>
      </w:r>
      <w:proofErr w:type="spellEnd"/>
      <w:r w:rsidRPr="0002271F">
        <w:rPr>
          <w:rFonts w:ascii="Times New Roman" w:hAnsi="Times New Roman" w:cs="Times New Roman"/>
          <w:sz w:val="24"/>
        </w:rPr>
        <w:t xml:space="preserve">. 1 </w:t>
      </w:r>
      <w:proofErr w:type="spellStart"/>
      <w:r w:rsidRPr="0002271F">
        <w:rPr>
          <w:rFonts w:ascii="Times New Roman" w:hAnsi="Times New Roman" w:cs="Times New Roman"/>
          <w:sz w:val="24"/>
        </w:rPr>
        <w:t>písm</w:t>
      </w:r>
      <w:proofErr w:type="spellEnd"/>
      <w:r w:rsidRPr="0002271F">
        <w:rPr>
          <w:rFonts w:ascii="Times New Roman" w:hAnsi="Times New Roman" w:cs="Times New Roman"/>
          <w:sz w:val="24"/>
        </w:rPr>
        <w:t xml:space="preserve">. f) </w:t>
      </w:r>
      <w:proofErr w:type="spellStart"/>
      <w:proofErr w:type="gramStart"/>
      <w:r w:rsidRPr="0002271F">
        <w:rPr>
          <w:rFonts w:ascii="Times New Roman" w:hAnsi="Times New Roman" w:cs="Times New Roman"/>
          <w:sz w:val="24"/>
        </w:rPr>
        <w:t>zákona</w:t>
      </w:r>
      <w:proofErr w:type="spellEnd"/>
      <w:proofErr w:type="gramEnd"/>
      <w:r w:rsidRPr="0002271F">
        <w:rPr>
          <w:rFonts w:ascii="Times New Roman" w:hAnsi="Times New Roman" w:cs="Times New Roman"/>
          <w:sz w:val="24"/>
        </w:rPr>
        <w:t xml:space="preserve"> č. 246/1992 Sb., </w:t>
      </w:r>
      <w:proofErr w:type="spellStart"/>
      <w:r w:rsidRPr="0002271F">
        <w:rPr>
          <w:rFonts w:ascii="Times New Roman" w:hAnsi="Times New Roman" w:cs="Times New Roman"/>
          <w:sz w:val="24"/>
        </w:rPr>
        <w:t>ve</w:t>
      </w:r>
      <w:proofErr w:type="spellEnd"/>
      <w:r w:rsidRPr="0002271F">
        <w:rPr>
          <w:rFonts w:ascii="Times New Roman" w:hAnsi="Times New Roman" w:cs="Times New Roman"/>
          <w:sz w:val="24"/>
        </w:rPr>
        <w:t xml:space="preserve"> </w:t>
      </w:r>
      <w:proofErr w:type="spellStart"/>
      <w:r w:rsidRPr="0002271F">
        <w:rPr>
          <w:rFonts w:ascii="Times New Roman" w:hAnsi="Times New Roman" w:cs="Times New Roman"/>
          <w:sz w:val="24"/>
        </w:rPr>
        <w:t>znění</w:t>
      </w:r>
      <w:proofErr w:type="spellEnd"/>
      <w:r w:rsidRPr="0002271F">
        <w:rPr>
          <w:rFonts w:ascii="Times New Roman" w:hAnsi="Times New Roman" w:cs="Times New Roman"/>
          <w:sz w:val="24"/>
        </w:rPr>
        <w:t xml:space="preserve"> </w:t>
      </w:r>
      <w:proofErr w:type="spellStart"/>
      <w:r w:rsidRPr="0002271F">
        <w:rPr>
          <w:rFonts w:ascii="Times New Roman" w:hAnsi="Times New Roman" w:cs="Times New Roman"/>
          <w:sz w:val="24"/>
        </w:rPr>
        <w:t>účinném</w:t>
      </w:r>
      <w:proofErr w:type="spellEnd"/>
      <w:r w:rsidRPr="0002271F">
        <w:rPr>
          <w:rFonts w:ascii="Times New Roman" w:hAnsi="Times New Roman" w:cs="Times New Roman"/>
          <w:sz w:val="24"/>
        </w:rPr>
        <w:t xml:space="preserve"> ode </w:t>
      </w:r>
      <w:proofErr w:type="spellStart"/>
      <w:r w:rsidRPr="0002271F">
        <w:rPr>
          <w:rFonts w:ascii="Times New Roman" w:hAnsi="Times New Roman" w:cs="Times New Roman"/>
          <w:sz w:val="24"/>
        </w:rPr>
        <w:t>dne</w:t>
      </w:r>
      <w:proofErr w:type="spellEnd"/>
      <w:r w:rsidRPr="0002271F">
        <w:rPr>
          <w:rFonts w:ascii="Times New Roman" w:hAnsi="Times New Roman" w:cs="Times New Roman"/>
          <w:sz w:val="24"/>
        </w:rPr>
        <w:t xml:space="preserve"> </w:t>
      </w:r>
      <w:proofErr w:type="spellStart"/>
      <w:r w:rsidRPr="0002271F">
        <w:rPr>
          <w:rFonts w:ascii="Times New Roman" w:hAnsi="Times New Roman" w:cs="Times New Roman"/>
          <w:sz w:val="24"/>
        </w:rPr>
        <w:t>nabytí</w:t>
      </w:r>
      <w:proofErr w:type="spellEnd"/>
      <w:r w:rsidRPr="0002271F">
        <w:rPr>
          <w:rFonts w:ascii="Times New Roman" w:hAnsi="Times New Roman" w:cs="Times New Roman"/>
          <w:sz w:val="24"/>
        </w:rPr>
        <w:t xml:space="preserve"> </w:t>
      </w:r>
      <w:proofErr w:type="spellStart"/>
      <w:r w:rsidRPr="0002271F">
        <w:rPr>
          <w:rFonts w:ascii="Times New Roman" w:hAnsi="Times New Roman" w:cs="Times New Roman"/>
          <w:sz w:val="24"/>
        </w:rPr>
        <w:t>účinnosti</w:t>
      </w:r>
      <w:proofErr w:type="spellEnd"/>
      <w:r w:rsidRPr="0002271F">
        <w:rPr>
          <w:rFonts w:ascii="Times New Roman" w:hAnsi="Times New Roman" w:cs="Times New Roman"/>
          <w:sz w:val="24"/>
        </w:rPr>
        <w:t xml:space="preserve"> </w:t>
      </w:r>
      <w:proofErr w:type="spellStart"/>
      <w:r w:rsidRPr="0002271F">
        <w:rPr>
          <w:rFonts w:ascii="Times New Roman" w:hAnsi="Times New Roman" w:cs="Times New Roman"/>
          <w:sz w:val="24"/>
        </w:rPr>
        <w:t>tohoto</w:t>
      </w:r>
      <w:proofErr w:type="spellEnd"/>
      <w:r w:rsidRPr="0002271F">
        <w:rPr>
          <w:rFonts w:ascii="Times New Roman" w:hAnsi="Times New Roman" w:cs="Times New Roman"/>
          <w:sz w:val="24"/>
        </w:rPr>
        <w:t xml:space="preserve"> </w:t>
      </w:r>
      <w:proofErr w:type="spellStart"/>
      <w:r w:rsidRPr="0002271F">
        <w:rPr>
          <w:rFonts w:ascii="Times New Roman" w:hAnsi="Times New Roman" w:cs="Times New Roman"/>
          <w:sz w:val="24"/>
        </w:rPr>
        <w:t>zákona</w:t>
      </w:r>
      <w:proofErr w:type="spellEnd"/>
      <w:r w:rsidRPr="0002271F">
        <w:rPr>
          <w:rFonts w:ascii="Times New Roman" w:hAnsi="Times New Roman" w:cs="Times New Roman"/>
          <w:sz w:val="24"/>
        </w:rPr>
        <w:t xml:space="preserve">, </w:t>
      </w:r>
      <w:proofErr w:type="spellStart"/>
      <w:r w:rsidRPr="0002271F">
        <w:rPr>
          <w:rFonts w:ascii="Times New Roman" w:hAnsi="Times New Roman" w:cs="Times New Roman"/>
          <w:sz w:val="24"/>
        </w:rPr>
        <w:t>použije</w:t>
      </w:r>
      <w:proofErr w:type="spellEnd"/>
      <w:r w:rsidRPr="0002271F">
        <w:rPr>
          <w:rFonts w:ascii="Times New Roman" w:hAnsi="Times New Roman" w:cs="Times New Roman"/>
          <w:sz w:val="24"/>
        </w:rPr>
        <w:t xml:space="preserve"> od 1. </w:t>
      </w:r>
      <w:proofErr w:type="spellStart"/>
      <w:proofErr w:type="gramStart"/>
      <w:r w:rsidRPr="0002271F">
        <w:rPr>
          <w:rFonts w:ascii="Times New Roman" w:hAnsi="Times New Roman" w:cs="Times New Roman"/>
          <w:sz w:val="24"/>
        </w:rPr>
        <w:t>ledna</w:t>
      </w:r>
      <w:proofErr w:type="spellEnd"/>
      <w:proofErr w:type="gramEnd"/>
      <w:r w:rsidRPr="0002271F">
        <w:rPr>
          <w:rFonts w:ascii="Times New Roman" w:hAnsi="Times New Roman" w:cs="Times New Roman"/>
          <w:sz w:val="24"/>
        </w:rPr>
        <w:t xml:space="preserve"> 2030.“.</w:t>
      </w:r>
    </w:p>
    <w:p w:rsidR="0002271F" w:rsidRPr="0002271F" w:rsidRDefault="0002271F" w:rsidP="0002271F">
      <w:pPr>
        <w:pStyle w:val="Normln1"/>
        <w:ind w:left="426" w:hanging="426"/>
        <w:jc w:val="both"/>
        <w:rPr>
          <w:rFonts w:ascii="Times New Roman" w:hAnsi="Times New Roman" w:cs="Times New Roman"/>
          <w:sz w:val="24"/>
        </w:rPr>
      </w:pPr>
    </w:p>
    <w:p w:rsidR="0002271F" w:rsidRPr="0002271F" w:rsidRDefault="00440E58" w:rsidP="00440E58">
      <w:pPr>
        <w:pStyle w:val="Normln1"/>
        <w:suppressAutoHyphens/>
        <w:autoSpaceDN w:val="0"/>
        <w:jc w:val="both"/>
        <w:textAlignment w:val="baseline"/>
        <w:rPr>
          <w:rFonts w:ascii="Times New Roman" w:hAnsi="Times New Roman" w:cs="Times New Roman"/>
          <w:sz w:val="24"/>
        </w:rPr>
      </w:pPr>
      <w:r>
        <w:rPr>
          <w:rFonts w:ascii="Times New Roman" w:eastAsia="Times New Roman" w:hAnsi="Times New Roman" w:cs="Times New Roman"/>
          <w:sz w:val="24"/>
          <w:lang w:eastAsia="cs-CZ"/>
        </w:rPr>
        <w:t xml:space="preserve">12. </w:t>
      </w:r>
      <w:r w:rsidR="0002271F" w:rsidRPr="0002271F">
        <w:rPr>
          <w:rFonts w:ascii="Times New Roman" w:eastAsia="Times New Roman" w:hAnsi="Times New Roman" w:cs="Times New Roman"/>
          <w:sz w:val="24"/>
          <w:lang w:eastAsia="cs-CZ"/>
        </w:rPr>
        <w:t xml:space="preserve">V </w:t>
      </w:r>
      <w:proofErr w:type="spellStart"/>
      <w:r w:rsidR="0002271F" w:rsidRPr="0002271F">
        <w:rPr>
          <w:rFonts w:ascii="Times New Roman" w:eastAsia="Times New Roman" w:hAnsi="Times New Roman" w:cs="Times New Roman"/>
          <w:sz w:val="24"/>
          <w:lang w:eastAsia="cs-CZ"/>
        </w:rPr>
        <w:t>čl</w:t>
      </w:r>
      <w:proofErr w:type="spellEnd"/>
      <w:r w:rsidR="0002271F" w:rsidRPr="0002271F">
        <w:rPr>
          <w:rFonts w:ascii="Times New Roman" w:eastAsia="Times New Roman" w:hAnsi="Times New Roman" w:cs="Times New Roman"/>
          <w:sz w:val="24"/>
          <w:lang w:eastAsia="cs-CZ"/>
        </w:rPr>
        <w:t xml:space="preserve">. IV </w:t>
      </w:r>
      <w:proofErr w:type="spellStart"/>
      <w:r w:rsidR="0002271F" w:rsidRPr="0002271F">
        <w:rPr>
          <w:rFonts w:ascii="Times New Roman" w:eastAsia="Times New Roman" w:hAnsi="Times New Roman" w:cs="Times New Roman"/>
          <w:sz w:val="24"/>
          <w:lang w:eastAsia="cs-CZ"/>
        </w:rPr>
        <w:t>Zákon</w:t>
      </w:r>
      <w:proofErr w:type="spellEnd"/>
      <w:r w:rsidR="0002271F" w:rsidRPr="0002271F">
        <w:rPr>
          <w:rFonts w:ascii="Times New Roman" w:eastAsia="Times New Roman" w:hAnsi="Times New Roman" w:cs="Times New Roman"/>
          <w:sz w:val="24"/>
          <w:lang w:eastAsia="cs-CZ"/>
        </w:rPr>
        <w:t xml:space="preserve"> o </w:t>
      </w:r>
      <w:proofErr w:type="spellStart"/>
      <w:r w:rsidR="0002271F" w:rsidRPr="0002271F">
        <w:rPr>
          <w:rFonts w:ascii="Times New Roman" w:eastAsia="Times New Roman" w:hAnsi="Times New Roman" w:cs="Times New Roman"/>
          <w:sz w:val="24"/>
          <w:lang w:eastAsia="cs-CZ"/>
        </w:rPr>
        <w:t>správních</w:t>
      </w:r>
      <w:proofErr w:type="spellEnd"/>
      <w:r w:rsidR="0002271F" w:rsidRPr="0002271F">
        <w:rPr>
          <w:rFonts w:ascii="Times New Roman" w:eastAsia="Times New Roman" w:hAnsi="Times New Roman" w:cs="Times New Roman"/>
          <w:sz w:val="24"/>
          <w:lang w:eastAsia="cs-CZ"/>
        </w:rPr>
        <w:t xml:space="preserve"> </w:t>
      </w:r>
      <w:proofErr w:type="spellStart"/>
      <w:r w:rsidR="0002271F" w:rsidRPr="0002271F">
        <w:rPr>
          <w:rFonts w:ascii="Times New Roman" w:eastAsia="Times New Roman" w:hAnsi="Times New Roman" w:cs="Times New Roman"/>
          <w:sz w:val="24"/>
          <w:lang w:eastAsia="cs-CZ"/>
        </w:rPr>
        <w:t>poplatcích</w:t>
      </w:r>
      <w:proofErr w:type="spellEnd"/>
      <w:r w:rsidR="0002271F" w:rsidRPr="0002271F">
        <w:rPr>
          <w:rFonts w:ascii="Times New Roman" w:eastAsia="Times New Roman" w:hAnsi="Times New Roman" w:cs="Times New Roman"/>
          <w:sz w:val="24"/>
          <w:lang w:eastAsia="cs-CZ"/>
        </w:rPr>
        <w:t xml:space="preserve"> se </w:t>
      </w:r>
      <w:proofErr w:type="spellStart"/>
      <w:r w:rsidR="0002271F" w:rsidRPr="0002271F">
        <w:rPr>
          <w:rFonts w:ascii="Times New Roman" w:eastAsia="Times New Roman" w:hAnsi="Times New Roman" w:cs="Times New Roman"/>
          <w:sz w:val="24"/>
          <w:lang w:eastAsia="cs-CZ"/>
        </w:rPr>
        <w:t>dosavadní</w:t>
      </w:r>
      <w:proofErr w:type="spellEnd"/>
      <w:r w:rsidR="0002271F" w:rsidRPr="0002271F">
        <w:rPr>
          <w:rFonts w:ascii="Times New Roman" w:eastAsia="Times New Roman" w:hAnsi="Times New Roman" w:cs="Times New Roman"/>
          <w:sz w:val="24"/>
          <w:lang w:eastAsia="cs-CZ"/>
        </w:rPr>
        <w:t xml:space="preserve"> bod 3 </w:t>
      </w:r>
      <w:proofErr w:type="spellStart"/>
      <w:r w:rsidR="0002271F" w:rsidRPr="0002271F">
        <w:rPr>
          <w:rFonts w:ascii="Times New Roman" w:eastAsia="Times New Roman" w:hAnsi="Times New Roman" w:cs="Times New Roman"/>
          <w:sz w:val="24"/>
          <w:lang w:eastAsia="cs-CZ"/>
        </w:rPr>
        <w:t>zrušuje</w:t>
      </w:r>
      <w:proofErr w:type="spellEnd"/>
      <w:r w:rsidR="0002271F" w:rsidRPr="0002271F">
        <w:rPr>
          <w:rFonts w:ascii="Times New Roman" w:eastAsia="Times New Roman" w:hAnsi="Times New Roman" w:cs="Times New Roman"/>
          <w:sz w:val="24"/>
          <w:lang w:eastAsia="cs-CZ"/>
        </w:rPr>
        <w:t>.</w:t>
      </w:r>
    </w:p>
    <w:p w:rsidR="0002271F" w:rsidRPr="0002271F" w:rsidRDefault="0002271F" w:rsidP="0002271F">
      <w:pPr>
        <w:pStyle w:val="Normln1"/>
        <w:ind w:left="426" w:hanging="426"/>
        <w:jc w:val="both"/>
        <w:rPr>
          <w:rFonts w:ascii="Times New Roman" w:hAnsi="Times New Roman" w:cs="Times New Roman"/>
          <w:sz w:val="24"/>
        </w:rPr>
      </w:pPr>
      <w:proofErr w:type="spellStart"/>
      <w:r w:rsidRPr="0002271F">
        <w:rPr>
          <w:rFonts w:ascii="Times New Roman" w:eastAsia="Times New Roman" w:hAnsi="Times New Roman" w:cs="Times New Roman"/>
          <w:iCs/>
          <w:sz w:val="24"/>
          <w:lang w:eastAsia="cs-CZ"/>
        </w:rPr>
        <w:t>Následující</w:t>
      </w:r>
      <w:proofErr w:type="spellEnd"/>
      <w:r w:rsidRPr="0002271F">
        <w:rPr>
          <w:rFonts w:ascii="Times New Roman" w:eastAsia="Times New Roman" w:hAnsi="Times New Roman" w:cs="Times New Roman"/>
          <w:iCs/>
          <w:sz w:val="24"/>
          <w:lang w:eastAsia="cs-CZ"/>
        </w:rPr>
        <w:t xml:space="preserve"> body se </w:t>
      </w:r>
      <w:proofErr w:type="spellStart"/>
      <w:r w:rsidRPr="0002271F">
        <w:rPr>
          <w:rFonts w:ascii="Times New Roman" w:eastAsia="Times New Roman" w:hAnsi="Times New Roman" w:cs="Times New Roman"/>
          <w:iCs/>
          <w:sz w:val="24"/>
          <w:lang w:eastAsia="cs-CZ"/>
        </w:rPr>
        <w:t>přečíslují</w:t>
      </w:r>
      <w:proofErr w:type="spellEnd"/>
      <w:r w:rsidRPr="0002271F">
        <w:rPr>
          <w:rFonts w:ascii="Times New Roman" w:eastAsia="Times New Roman" w:hAnsi="Times New Roman" w:cs="Times New Roman"/>
          <w:iCs/>
          <w:sz w:val="24"/>
          <w:lang w:eastAsia="cs-CZ"/>
        </w:rPr>
        <w:t>.</w:t>
      </w:r>
    </w:p>
    <w:p w:rsidR="0002271F" w:rsidRPr="0002271F" w:rsidRDefault="0002271F" w:rsidP="0002271F">
      <w:pPr>
        <w:pStyle w:val="Normln1"/>
        <w:ind w:left="426" w:hanging="426"/>
        <w:jc w:val="both"/>
        <w:rPr>
          <w:rFonts w:ascii="Times New Roman" w:hAnsi="Times New Roman" w:cs="Times New Roman"/>
          <w:sz w:val="24"/>
        </w:rPr>
      </w:pPr>
    </w:p>
    <w:p w:rsidR="0002271F" w:rsidRPr="0002271F" w:rsidRDefault="00440E58" w:rsidP="00440E58">
      <w:pPr>
        <w:pStyle w:val="Normln1"/>
        <w:suppressAutoHyphens/>
        <w:autoSpaceDN w:val="0"/>
        <w:jc w:val="both"/>
        <w:textAlignment w:val="baseline"/>
        <w:rPr>
          <w:rFonts w:ascii="Times New Roman" w:hAnsi="Times New Roman" w:cs="Times New Roman"/>
          <w:sz w:val="24"/>
        </w:rPr>
      </w:pPr>
      <w:r>
        <w:rPr>
          <w:rFonts w:ascii="Times New Roman" w:eastAsia="Times New Roman" w:hAnsi="Times New Roman" w:cs="Times New Roman"/>
          <w:sz w:val="24"/>
          <w:lang w:eastAsia="cs-CZ"/>
        </w:rPr>
        <w:t xml:space="preserve">13. </w:t>
      </w:r>
      <w:r w:rsidR="0002271F" w:rsidRPr="0002271F">
        <w:rPr>
          <w:rFonts w:ascii="Times New Roman" w:eastAsia="Times New Roman" w:hAnsi="Times New Roman" w:cs="Times New Roman"/>
          <w:sz w:val="24"/>
          <w:lang w:eastAsia="cs-CZ"/>
        </w:rPr>
        <w:t xml:space="preserve">V </w:t>
      </w:r>
      <w:proofErr w:type="spellStart"/>
      <w:r w:rsidR="0002271F" w:rsidRPr="0002271F">
        <w:rPr>
          <w:rFonts w:ascii="Times New Roman" w:eastAsia="Times New Roman" w:hAnsi="Times New Roman" w:cs="Times New Roman"/>
          <w:sz w:val="24"/>
          <w:lang w:eastAsia="cs-CZ"/>
        </w:rPr>
        <w:t>čl</w:t>
      </w:r>
      <w:proofErr w:type="spellEnd"/>
      <w:r w:rsidR="0002271F" w:rsidRPr="0002271F">
        <w:rPr>
          <w:rFonts w:ascii="Times New Roman" w:eastAsia="Times New Roman" w:hAnsi="Times New Roman" w:cs="Times New Roman"/>
          <w:sz w:val="24"/>
          <w:lang w:eastAsia="cs-CZ"/>
        </w:rPr>
        <w:t xml:space="preserve">. VI </w:t>
      </w:r>
      <w:proofErr w:type="spellStart"/>
      <w:r w:rsidR="0002271F" w:rsidRPr="0002271F">
        <w:rPr>
          <w:rFonts w:ascii="Times New Roman" w:eastAsia="Times New Roman" w:hAnsi="Times New Roman" w:cs="Times New Roman"/>
          <w:sz w:val="24"/>
          <w:lang w:eastAsia="cs-CZ"/>
        </w:rPr>
        <w:t>písm</w:t>
      </w:r>
      <w:proofErr w:type="spellEnd"/>
      <w:r w:rsidR="0002271F" w:rsidRPr="0002271F">
        <w:rPr>
          <w:rFonts w:ascii="Times New Roman" w:eastAsia="Times New Roman" w:hAnsi="Times New Roman" w:cs="Times New Roman"/>
          <w:sz w:val="24"/>
          <w:lang w:eastAsia="cs-CZ"/>
        </w:rPr>
        <w:t xml:space="preserve">. c) </w:t>
      </w:r>
      <w:proofErr w:type="gramStart"/>
      <w:r w:rsidR="0002271F" w:rsidRPr="0002271F">
        <w:rPr>
          <w:rFonts w:ascii="Times New Roman" w:eastAsia="Times New Roman" w:hAnsi="Times New Roman" w:cs="Times New Roman"/>
          <w:sz w:val="24"/>
          <w:lang w:eastAsia="cs-CZ"/>
        </w:rPr>
        <w:t>se</w:t>
      </w:r>
      <w:proofErr w:type="gramEnd"/>
      <w:r w:rsidR="0002271F" w:rsidRPr="0002271F">
        <w:rPr>
          <w:rFonts w:ascii="Times New Roman" w:eastAsia="Times New Roman" w:hAnsi="Times New Roman" w:cs="Times New Roman"/>
          <w:sz w:val="24"/>
          <w:lang w:eastAsia="cs-CZ"/>
        </w:rPr>
        <w:t xml:space="preserve"> </w:t>
      </w:r>
      <w:proofErr w:type="spellStart"/>
      <w:r w:rsidR="0002271F" w:rsidRPr="0002271F">
        <w:rPr>
          <w:rFonts w:ascii="Times New Roman" w:eastAsia="Times New Roman" w:hAnsi="Times New Roman" w:cs="Times New Roman"/>
          <w:sz w:val="24"/>
          <w:lang w:eastAsia="cs-CZ"/>
        </w:rPr>
        <w:t>číslo</w:t>
      </w:r>
      <w:proofErr w:type="spellEnd"/>
      <w:r w:rsidR="0002271F" w:rsidRPr="0002271F">
        <w:rPr>
          <w:rFonts w:ascii="Times New Roman" w:eastAsia="Times New Roman" w:hAnsi="Times New Roman" w:cs="Times New Roman"/>
          <w:sz w:val="24"/>
          <w:lang w:eastAsia="cs-CZ"/>
        </w:rPr>
        <w:t xml:space="preserve"> „2021“ </w:t>
      </w:r>
      <w:proofErr w:type="spellStart"/>
      <w:r w:rsidR="0002271F" w:rsidRPr="0002271F">
        <w:rPr>
          <w:rFonts w:ascii="Times New Roman" w:eastAsia="Times New Roman" w:hAnsi="Times New Roman" w:cs="Times New Roman"/>
          <w:sz w:val="24"/>
          <w:lang w:eastAsia="cs-CZ"/>
        </w:rPr>
        <w:t>nahrazuje</w:t>
      </w:r>
      <w:proofErr w:type="spellEnd"/>
      <w:r w:rsidR="0002271F" w:rsidRPr="0002271F">
        <w:rPr>
          <w:rFonts w:ascii="Times New Roman" w:eastAsia="Times New Roman" w:hAnsi="Times New Roman" w:cs="Times New Roman"/>
          <w:sz w:val="24"/>
          <w:lang w:eastAsia="cs-CZ"/>
        </w:rPr>
        <w:t xml:space="preserve"> </w:t>
      </w:r>
      <w:proofErr w:type="spellStart"/>
      <w:r w:rsidR="0002271F" w:rsidRPr="0002271F">
        <w:rPr>
          <w:rFonts w:ascii="Times New Roman" w:eastAsia="Times New Roman" w:hAnsi="Times New Roman" w:cs="Times New Roman"/>
          <w:sz w:val="24"/>
          <w:lang w:eastAsia="cs-CZ"/>
        </w:rPr>
        <w:t>číslem</w:t>
      </w:r>
      <w:proofErr w:type="spellEnd"/>
      <w:r w:rsidR="0002271F" w:rsidRPr="0002271F">
        <w:rPr>
          <w:rFonts w:ascii="Times New Roman" w:eastAsia="Times New Roman" w:hAnsi="Times New Roman" w:cs="Times New Roman"/>
          <w:sz w:val="24"/>
          <w:lang w:eastAsia="cs-CZ"/>
        </w:rPr>
        <w:t xml:space="preserve"> „2022“.</w:t>
      </w:r>
    </w:p>
    <w:p w:rsidR="0002271F" w:rsidRPr="0002271F" w:rsidRDefault="0002271F" w:rsidP="0002271F">
      <w:pPr>
        <w:pStyle w:val="Normln1"/>
        <w:ind w:left="426" w:hanging="426"/>
        <w:jc w:val="both"/>
        <w:rPr>
          <w:rFonts w:ascii="Times New Roman" w:hAnsi="Times New Roman" w:cs="Times New Roman"/>
          <w:sz w:val="24"/>
        </w:rPr>
      </w:pPr>
    </w:p>
    <w:p w:rsidR="0002271F" w:rsidRPr="0002271F" w:rsidRDefault="00440E58" w:rsidP="00440E58">
      <w:pPr>
        <w:pStyle w:val="Normln1"/>
        <w:suppressAutoHyphens/>
        <w:autoSpaceDN w:val="0"/>
        <w:jc w:val="both"/>
        <w:textAlignment w:val="baseline"/>
        <w:rPr>
          <w:rFonts w:ascii="Times New Roman" w:hAnsi="Times New Roman" w:cs="Times New Roman"/>
          <w:sz w:val="24"/>
        </w:rPr>
      </w:pPr>
      <w:r>
        <w:rPr>
          <w:rFonts w:ascii="Times New Roman" w:eastAsia="Times New Roman" w:hAnsi="Times New Roman" w:cs="Times New Roman"/>
          <w:sz w:val="24"/>
          <w:lang w:eastAsia="cs-CZ"/>
        </w:rPr>
        <w:t xml:space="preserve">14. </w:t>
      </w:r>
      <w:r w:rsidR="0002271F" w:rsidRPr="0002271F">
        <w:rPr>
          <w:rFonts w:ascii="Times New Roman" w:eastAsia="Times New Roman" w:hAnsi="Times New Roman" w:cs="Times New Roman"/>
          <w:sz w:val="24"/>
          <w:lang w:eastAsia="cs-CZ"/>
        </w:rPr>
        <w:t xml:space="preserve">V </w:t>
      </w:r>
      <w:proofErr w:type="spellStart"/>
      <w:r w:rsidR="0002271F" w:rsidRPr="0002271F">
        <w:rPr>
          <w:rFonts w:ascii="Times New Roman" w:eastAsia="Times New Roman" w:hAnsi="Times New Roman" w:cs="Times New Roman"/>
          <w:sz w:val="24"/>
          <w:lang w:eastAsia="cs-CZ"/>
        </w:rPr>
        <w:t>čl</w:t>
      </w:r>
      <w:proofErr w:type="spellEnd"/>
      <w:r w:rsidR="0002271F" w:rsidRPr="0002271F">
        <w:rPr>
          <w:rFonts w:ascii="Times New Roman" w:eastAsia="Times New Roman" w:hAnsi="Times New Roman" w:cs="Times New Roman"/>
          <w:sz w:val="24"/>
          <w:lang w:eastAsia="cs-CZ"/>
        </w:rPr>
        <w:t xml:space="preserve">. VI </w:t>
      </w:r>
      <w:proofErr w:type="spellStart"/>
      <w:r w:rsidR="0002271F" w:rsidRPr="0002271F">
        <w:rPr>
          <w:rFonts w:ascii="Times New Roman" w:eastAsia="Times New Roman" w:hAnsi="Times New Roman" w:cs="Times New Roman"/>
          <w:sz w:val="24"/>
          <w:lang w:eastAsia="cs-CZ"/>
        </w:rPr>
        <w:t>písm</w:t>
      </w:r>
      <w:proofErr w:type="spellEnd"/>
      <w:r w:rsidR="0002271F" w:rsidRPr="0002271F">
        <w:rPr>
          <w:rFonts w:ascii="Times New Roman" w:eastAsia="Times New Roman" w:hAnsi="Times New Roman" w:cs="Times New Roman"/>
          <w:sz w:val="24"/>
          <w:lang w:eastAsia="cs-CZ"/>
        </w:rPr>
        <w:t xml:space="preserve">. d) </w:t>
      </w:r>
      <w:proofErr w:type="gramStart"/>
      <w:r w:rsidR="0002271F" w:rsidRPr="0002271F">
        <w:rPr>
          <w:rFonts w:ascii="Times New Roman" w:eastAsia="Times New Roman" w:hAnsi="Times New Roman" w:cs="Times New Roman"/>
          <w:sz w:val="24"/>
          <w:lang w:eastAsia="cs-CZ"/>
        </w:rPr>
        <w:t>se</w:t>
      </w:r>
      <w:proofErr w:type="gramEnd"/>
      <w:r w:rsidR="0002271F" w:rsidRPr="0002271F">
        <w:rPr>
          <w:rFonts w:ascii="Times New Roman" w:eastAsia="Times New Roman" w:hAnsi="Times New Roman" w:cs="Times New Roman"/>
          <w:sz w:val="24"/>
          <w:lang w:eastAsia="cs-CZ"/>
        </w:rPr>
        <w:t xml:space="preserve"> </w:t>
      </w:r>
      <w:proofErr w:type="spellStart"/>
      <w:r w:rsidR="0002271F" w:rsidRPr="0002271F">
        <w:rPr>
          <w:rFonts w:ascii="Times New Roman" w:eastAsia="Times New Roman" w:hAnsi="Times New Roman" w:cs="Times New Roman"/>
          <w:sz w:val="24"/>
          <w:lang w:eastAsia="cs-CZ"/>
        </w:rPr>
        <w:t>číslo</w:t>
      </w:r>
      <w:proofErr w:type="spellEnd"/>
      <w:r w:rsidR="0002271F" w:rsidRPr="0002271F">
        <w:rPr>
          <w:rFonts w:ascii="Times New Roman" w:eastAsia="Times New Roman" w:hAnsi="Times New Roman" w:cs="Times New Roman"/>
          <w:sz w:val="24"/>
          <w:lang w:eastAsia="cs-CZ"/>
        </w:rPr>
        <w:t xml:space="preserve"> „2021“ </w:t>
      </w:r>
      <w:proofErr w:type="spellStart"/>
      <w:r w:rsidR="0002271F" w:rsidRPr="0002271F">
        <w:rPr>
          <w:rFonts w:ascii="Times New Roman" w:eastAsia="Times New Roman" w:hAnsi="Times New Roman" w:cs="Times New Roman"/>
          <w:sz w:val="24"/>
          <w:lang w:eastAsia="cs-CZ"/>
        </w:rPr>
        <w:t>nahrazuje</w:t>
      </w:r>
      <w:proofErr w:type="spellEnd"/>
      <w:r w:rsidR="0002271F" w:rsidRPr="0002271F">
        <w:rPr>
          <w:rFonts w:ascii="Times New Roman" w:eastAsia="Times New Roman" w:hAnsi="Times New Roman" w:cs="Times New Roman"/>
          <w:sz w:val="24"/>
          <w:lang w:eastAsia="cs-CZ"/>
        </w:rPr>
        <w:t xml:space="preserve"> </w:t>
      </w:r>
      <w:proofErr w:type="spellStart"/>
      <w:r w:rsidR="0002271F" w:rsidRPr="0002271F">
        <w:rPr>
          <w:rFonts w:ascii="Times New Roman" w:eastAsia="Times New Roman" w:hAnsi="Times New Roman" w:cs="Times New Roman"/>
          <w:sz w:val="24"/>
          <w:lang w:eastAsia="cs-CZ"/>
        </w:rPr>
        <w:t>číslem</w:t>
      </w:r>
      <w:proofErr w:type="spellEnd"/>
      <w:r w:rsidR="0002271F" w:rsidRPr="0002271F">
        <w:rPr>
          <w:rFonts w:ascii="Times New Roman" w:eastAsia="Times New Roman" w:hAnsi="Times New Roman" w:cs="Times New Roman"/>
          <w:sz w:val="24"/>
          <w:lang w:eastAsia="cs-CZ"/>
        </w:rPr>
        <w:t xml:space="preserve"> „2022“.</w:t>
      </w:r>
    </w:p>
    <w:p w:rsidR="008D5698" w:rsidRDefault="008D5698" w:rsidP="003D5052"/>
    <w:p w:rsidR="008D5698" w:rsidRPr="0002271F" w:rsidRDefault="0002271F" w:rsidP="003D5052">
      <w:pPr>
        <w:rPr>
          <w:i/>
        </w:rPr>
      </w:pPr>
      <w:r w:rsidRPr="0002271F">
        <w:rPr>
          <w:i/>
        </w:rPr>
        <w:t>SD 5404</w:t>
      </w:r>
    </w:p>
    <w:p w:rsidR="0002271F" w:rsidRPr="0002271F" w:rsidRDefault="00440E58" w:rsidP="00440E58">
      <w:pPr>
        <w:pStyle w:val="Normlnweb"/>
        <w:spacing w:before="0" w:beforeAutospacing="0" w:after="0"/>
        <w:ind w:left="426"/>
        <w:jc w:val="both"/>
        <w:rPr>
          <w:iCs/>
          <w:szCs w:val="22"/>
        </w:rPr>
      </w:pPr>
      <w:r>
        <w:rPr>
          <w:iCs/>
          <w:szCs w:val="22"/>
        </w:rPr>
        <w:t xml:space="preserve">15. </w:t>
      </w:r>
      <w:r w:rsidR="0002271F" w:rsidRPr="0002271F">
        <w:rPr>
          <w:iCs/>
          <w:szCs w:val="22"/>
        </w:rPr>
        <w:t>V části první čl. I se za dosavadní novelizační bod 10 vkládají nové novelizační body, které znějí:</w:t>
      </w:r>
    </w:p>
    <w:p w:rsidR="0002271F" w:rsidRPr="0002271F" w:rsidRDefault="0002271F" w:rsidP="00DA0FBF">
      <w:pPr>
        <w:pStyle w:val="Normlnweb"/>
        <w:spacing w:before="0" w:beforeAutospacing="0" w:after="0"/>
        <w:jc w:val="both"/>
        <w:rPr>
          <w:iCs/>
          <w:szCs w:val="22"/>
        </w:rPr>
      </w:pPr>
      <w:r w:rsidRPr="0002271F">
        <w:rPr>
          <w:iCs/>
          <w:szCs w:val="22"/>
        </w:rPr>
        <w:t>„X.</w:t>
      </w:r>
      <w:r w:rsidRPr="0002271F">
        <w:rPr>
          <w:iCs/>
          <w:szCs w:val="22"/>
        </w:rPr>
        <w:tab/>
        <w:t>V § 5a odst. 1 se za slova „podle čl. 7 odst. 2 písm. c) až g)“ vkládají slova „a činnost pracovníka pro řádné zacházení se zvířaty podle čl. 17“.</w:t>
      </w:r>
    </w:p>
    <w:p w:rsidR="0002271F" w:rsidRPr="0002271F" w:rsidRDefault="0002271F" w:rsidP="00DA0FBF">
      <w:pPr>
        <w:pStyle w:val="Normlnweb"/>
        <w:spacing w:before="0" w:beforeAutospacing="0" w:after="0"/>
        <w:jc w:val="both"/>
        <w:rPr>
          <w:iCs/>
          <w:szCs w:val="22"/>
        </w:rPr>
      </w:pPr>
      <w:r w:rsidRPr="0002271F">
        <w:rPr>
          <w:iCs/>
          <w:szCs w:val="22"/>
        </w:rPr>
        <w:t>X.</w:t>
      </w:r>
      <w:r w:rsidRPr="0002271F">
        <w:rPr>
          <w:iCs/>
          <w:szCs w:val="22"/>
        </w:rPr>
        <w:tab/>
        <w:t>V § 5a se na konci odstavce 2 doplňuje věta „Věta první se nevztahuje na pracovníka pro řádné zacházení se zvířaty podle čl. 17 přímo použitelného předpisu Evropské unie upravujícího ochranu zvířat při usmrcování</w:t>
      </w:r>
      <w:r w:rsidRPr="0002271F">
        <w:rPr>
          <w:iCs/>
          <w:szCs w:val="22"/>
          <w:vertAlign w:val="superscript"/>
        </w:rPr>
        <w:t>13</w:t>
      </w:r>
      <w:r w:rsidRPr="0002271F">
        <w:rPr>
          <w:iCs/>
          <w:szCs w:val="22"/>
        </w:rPr>
        <w:t>), kterému se osvědčení o způsobilosti pro osoby podílející se na úkonech souvisejících s porážením zvířat podle přímo použitelného předpisu Evropské unie upravujícího ochranu zvířat při usmrcování</w:t>
      </w:r>
      <w:r w:rsidRPr="0002271F">
        <w:rPr>
          <w:iCs/>
          <w:szCs w:val="22"/>
          <w:vertAlign w:val="superscript"/>
        </w:rPr>
        <w:t>13)</w:t>
      </w:r>
      <w:r w:rsidRPr="0002271F">
        <w:rPr>
          <w:iCs/>
          <w:szCs w:val="22"/>
        </w:rPr>
        <w:t xml:space="preserve"> vydává na dobu 7 let.“.</w:t>
      </w:r>
    </w:p>
    <w:p w:rsidR="0002271F" w:rsidRPr="0002271F" w:rsidRDefault="0002271F" w:rsidP="00DA0FBF">
      <w:pPr>
        <w:pStyle w:val="Normlnweb"/>
        <w:spacing w:before="0" w:beforeAutospacing="0" w:after="0"/>
        <w:jc w:val="both"/>
        <w:rPr>
          <w:iCs/>
          <w:szCs w:val="22"/>
        </w:rPr>
      </w:pPr>
      <w:r w:rsidRPr="0002271F">
        <w:rPr>
          <w:iCs/>
          <w:szCs w:val="22"/>
        </w:rPr>
        <w:t xml:space="preserve">X. </w:t>
      </w:r>
      <w:r w:rsidRPr="0002271F">
        <w:rPr>
          <w:iCs/>
          <w:szCs w:val="22"/>
        </w:rPr>
        <w:tab/>
        <w:t>V § 5a odst. 7 se za slova „nejvyššího dosaženého vzdělání,“ vkládají slova „požadavky na zkušebního komisaře, rozsah a průběh zkoušky,“.</w:t>
      </w:r>
    </w:p>
    <w:p w:rsidR="0002271F" w:rsidRPr="0002271F" w:rsidRDefault="0002271F" w:rsidP="00DA0FBF">
      <w:pPr>
        <w:pStyle w:val="Normlnweb"/>
        <w:spacing w:before="0" w:beforeAutospacing="0" w:after="0"/>
        <w:jc w:val="both"/>
        <w:rPr>
          <w:iCs/>
          <w:szCs w:val="22"/>
        </w:rPr>
      </w:pPr>
      <w:r w:rsidRPr="0002271F">
        <w:rPr>
          <w:iCs/>
          <w:szCs w:val="22"/>
        </w:rPr>
        <w:t>X.</w:t>
      </w:r>
      <w:r w:rsidRPr="0002271F">
        <w:rPr>
          <w:iCs/>
          <w:szCs w:val="22"/>
        </w:rPr>
        <w:tab/>
      </w:r>
      <w:r w:rsidRPr="0002271F">
        <w:rPr>
          <w:szCs w:val="22"/>
        </w:rPr>
        <w:t>V § 5b odst. 2 se slova „se zvláštním právním předpisem,</w:t>
      </w:r>
      <w:r w:rsidRPr="0002271F">
        <w:rPr>
          <w:szCs w:val="22"/>
          <w:vertAlign w:val="superscript"/>
        </w:rPr>
        <w:t>2)</w:t>
      </w:r>
      <w:r w:rsidRPr="0002271F">
        <w:rPr>
          <w:szCs w:val="22"/>
        </w:rPr>
        <w:t xml:space="preserve">“ nahrazují slovy „s požadavky nařízení Rady (ES) č. 1/2005,“, za slova „jeho stavu“ se vkládá slovo „soukromým“ a slova „dokumentaci vydané podle zvláštního právního </w:t>
      </w:r>
      <w:proofErr w:type="gramStart"/>
      <w:r w:rsidRPr="0002271F">
        <w:rPr>
          <w:szCs w:val="22"/>
        </w:rPr>
        <w:t>předpisu.</w:t>
      </w:r>
      <w:r w:rsidRPr="0002271F">
        <w:rPr>
          <w:szCs w:val="22"/>
          <w:vertAlign w:val="superscript"/>
        </w:rPr>
        <w:t>2)“</w:t>
      </w:r>
      <w:r w:rsidRPr="0002271F">
        <w:rPr>
          <w:szCs w:val="22"/>
        </w:rPr>
        <w:t xml:space="preserve"> se</w:t>
      </w:r>
      <w:proofErr w:type="gramEnd"/>
      <w:r w:rsidRPr="0002271F">
        <w:rPr>
          <w:szCs w:val="22"/>
        </w:rPr>
        <w:t xml:space="preserve"> nahrazují slovy „doprovodné dokumentaci podle oddílu III přílohy II nařízení Evropského parlamentu a Rady (ES) č. 853/2004</w:t>
      </w:r>
      <w:r w:rsidRPr="0002271F">
        <w:rPr>
          <w:szCs w:val="22"/>
          <w:vertAlign w:val="superscript"/>
        </w:rPr>
        <w:t>3c)</w:t>
      </w:r>
      <w:r w:rsidRPr="0002271F">
        <w:rPr>
          <w:szCs w:val="22"/>
        </w:rPr>
        <w:t>.“.</w:t>
      </w:r>
      <w:r w:rsidRPr="0002271F">
        <w:rPr>
          <w:iCs/>
          <w:szCs w:val="22"/>
        </w:rPr>
        <w:t>“.</w:t>
      </w:r>
    </w:p>
    <w:p w:rsidR="0002271F" w:rsidRPr="0002271F" w:rsidRDefault="0002271F" w:rsidP="00DA0FBF">
      <w:pPr>
        <w:ind w:left="426" w:hanging="426"/>
        <w:jc w:val="both"/>
        <w:rPr>
          <w:rFonts w:cs="Times New Roman"/>
          <w:szCs w:val="22"/>
        </w:rPr>
      </w:pPr>
    </w:p>
    <w:p w:rsidR="0002271F" w:rsidRPr="00DA0FBF" w:rsidRDefault="0002271F" w:rsidP="00DA0FBF">
      <w:pPr>
        <w:jc w:val="both"/>
        <w:rPr>
          <w:iCs/>
          <w:szCs w:val="22"/>
        </w:rPr>
      </w:pPr>
      <w:r w:rsidRPr="00DA0FBF">
        <w:rPr>
          <w:szCs w:val="22"/>
        </w:rPr>
        <w:t>Dosavadní novelizační body se přečíslují.</w:t>
      </w:r>
    </w:p>
    <w:p w:rsidR="0002271F" w:rsidRPr="0002271F" w:rsidRDefault="0002271F" w:rsidP="00DA0FBF">
      <w:pPr>
        <w:pStyle w:val="Normlnweb"/>
        <w:widowControl w:val="0"/>
        <w:suppressAutoHyphens/>
        <w:autoSpaceDN w:val="0"/>
        <w:spacing w:before="0" w:beforeAutospacing="0" w:after="0" w:line="276" w:lineRule="auto"/>
        <w:ind w:left="426" w:hanging="426"/>
        <w:jc w:val="both"/>
        <w:textAlignment w:val="baseline"/>
        <w:rPr>
          <w:szCs w:val="22"/>
        </w:rPr>
      </w:pPr>
    </w:p>
    <w:p w:rsidR="0002271F" w:rsidRPr="0002271F" w:rsidRDefault="00440E58" w:rsidP="00440E58">
      <w:pPr>
        <w:pStyle w:val="Normlnweb"/>
        <w:widowControl w:val="0"/>
        <w:suppressAutoHyphens/>
        <w:autoSpaceDN w:val="0"/>
        <w:spacing w:before="0" w:beforeAutospacing="0" w:after="0" w:line="276" w:lineRule="auto"/>
        <w:ind w:left="426"/>
        <w:jc w:val="both"/>
        <w:textAlignment w:val="baseline"/>
        <w:rPr>
          <w:szCs w:val="22"/>
        </w:rPr>
      </w:pPr>
      <w:r>
        <w:rPr>
          <w:szCs w:val="22"/>
        </w:rPr>
        <w:t xml:space="preserve">16. </w:t>
      </w:r>
      <w:r w:rsidR="0002271F" w:rsidRPr="0002271F">
        <w:rPr>
          <w:szCs w:val="22"/>
        </w:rPr>
        <w:t>V části první čl. I se za novelizační bod 11 vkládá nový novelizační bod, který zní:</w:t>
      </w:r>
    </w:p>
    <w:p w:rsidR="0002271F" w:rsidRPr="0002271F" w:rsidRDefault="0002271F" w:rsidP="00DA0FBF">
      <w:pPr>
        <w:pStyle w:val="Normlnweb"/>
        <w:widowControl w:val="0"/>
        <w:suppressAutoHyphens/>
        <w:autoSpaceDN w:val="0"/>
        <w:spacing w:before="0" w:beforeAutospacing="0" w:after="0" w:line="276" w:lineRule="auto"/>
        <w:jc w:val="both"/>
        <w:textAlignment w:val="baseline"/>
        <w:rPr>
          <w:szCs w:val="22"/>
        </w:rPr>
      </w:pPr>
      <w:r w:rsidRPr="0002271F">
        <w:rPr>
          <w:szCs w:val="22"/>
        </w:rPr>
        <w:t>„X. V § 5d se slova „rovněž ve Věstníku Ministerstva zemědělství (dále jen „Věstník“)“ nahrazují slovy „na svých internetových stránkách“.“.</w:t>
      </w:r>
    </w:p>
    <w:p w:rsidR="0002271F" w:rsidRPr="0002271F" w:rsidRDefault="0002271F" w:rsidP="00DA0FBF">
      <w:pPr>
        <w:pStyle w:val="Normlnweb"/>
        <w:widowControl w:val="0"/>
        <w:suppressAutoHyphens/>
        <w:autoSpaceDN w:val="0"/>
        <w:spacing w:before="0" w:beforeAutospacing="0" w:after="0" w:line="276" w:lineRule="auto"/>
        <w:ind w:left="426" w:hanging="426"/>
        <w:jc w:val="both"/>
        <w:textAlignment w:val="baseline"/>
        <w:rPr>
          <w:szCs w:val="22"/>
        </w:rPr>
      </w:pPr>
    </w:p>
    <w:p w:rsidR="0002271F" w:rsidRPr="0002271F" w:rsidRDefault="0002271F" w:rsidP="00DA0FBF">
      <w:pPr>
        <w:pStyle w:val="Normlnweb"/>
        <w:widowControl w:val="0"/>
        <w:suppressAutoHyphens/>
        <w:autoSpaceDN w:val="0"/>
        <w:spacing w:before="0" w:beforeAutospacing="0" w:after="0" w:line="276" w:lineRule="auto"/>
        <w:jc w:val="both"/>
        <w:textAlignment w:val="baseline"/>
        <w:rPr>
          <w:szCs w:val="22"/>
        </w:rPr>
      </w:pPr>
      <w:r w:rsidRPr="0002271F">
        <w:rPr>
          <w:szCs w:val="22"/>
        </w:rPr>
        <w:t>Následující novelizační body se přečíslují.</w:t>
      </w:r>
    </w:p>
    <w:p w:rsidR="0002271F" w:rsidRPr="0002271F" w:rsidRDefault="0002271F" w:rsidP="00DA0FBF">
      <w:pPr>
        <w:pStyle w:val="Normlnweb"/>
        <w:widowControl w:val="0"/>
        <w:suppressAutoHyphens/>
        <w:autoSpaceDN w:val="0"/>
        <w:spacing w:before="0" w:beforeAutospacing="0" w:after="0" w:line="276" w:lineRule="auto"/>
        <w:ind w:left="426" w:hanging="426"/>
        <w:jc w:val="both"/>
        <w:textAlignment w:val="baseline"/>
        <w:rPr>
          <w:szCs w:val="22"/>
        </w:rPr>
      </w:pPr>
    </w:p>
    <w:p w:rsidR="0002271F" w:rsidRPr="0002271F" w:rsidRDefault="00440E58" w:rsidP="00440E58">
      <w:pPr>
        <w:pStyle w:val="Normlnweb"/>
        <w:widowControl w:val="0"/>
        <w:suppressAutoHyphens/>
        <w:autoSpaceDN w:val="0"/>
        <w:spacing w:before="0" w:beforeAutospacing="0" w:after="0" w:line="276" w:lineRule="auto"/>
        <w:ind w:left="426"/>
        <w:jc w:val="both"/>
        <w:textAlignment w:val="baseline"/>
        <w:rPr>
          <w:szCs w:val="22"/>
        </w:rPr>
      </w:pPr>
      <w:r>
        <w:rPr>
          <w:szCs w:val="22"/>
        </w:rPr>
        <w:t xml:space="preserve">17. </w:t>
      </w:r>
      <w:r w:rsidR="0002271F" w:rsidRPr="0002271F">
        <w:rPr>
          <w:szCs w:val="22"/>
        </w:rPr>
        <w:t>V části první čl. I se za novelizační bod 20 vkládá nový novelizační bod, který zní:</w:t>
      </w:r>
    </w:p>
    <w:p w:rsidR="0002271F" w:rsidRPr="0002271F" w:rsidRDefault="0002271F" w:rsidP="00DA0FBF">
      <w:pPr>
        <w:pStyle w:val="Normlnweb"/>
        <w:widowControl w:val="0"/>
        <w:suppressAutoHyphens/>
        <w:autoSpaceDN w:val="0"/>
        <w:spacing w:before="0" w:beforeAutospacing="0" w:after="0" w:line="276" w:lineRule="auto"/>
        <w:jc w:val="both"/>
        <w:textAlignment w:val="baseline"/>
        <w:rPr>
          <w:szCs w:val="22"/>
        </w:rPr>
      </w:pPr>
      <w:r w:rsidRPr="0002271F">
        <w:rPr>
          <w:szCs w:val="22"/>
        </w:rPr>
        <w:t xml:space="preserve">„X. V § 8b odst. 1 se slova „či shromažďovacího </w:t>
      </w:r>
      <w:proofErr w:type="gramStart"/>
      <w:r w:rsidRPr="0002271F">
        <w:rPr>
          <w:szCs w:val="22"/>
        </w:rPr>
        <w:t>střediska</w:t>
      </w:r>
      <w:r w:rsidRPr="0002271F">
        <w:rPr>
          <w:szCs w:val="22"/>
          <w:vertAlign w:val="superscript"/>
        </w:rPr>
        <w:t>2m)</w:t>
      </w:r>
      <w:r w:rsidRPr="0002271F">
        <w:rPr>
          <w:szCs w:val="22"/>
        </w:rPr>
        <w:t xml:space="preserve"> (dále</w:t>
      </w:r>
      <w:proofErr w:type="gramEnd"/>
      <w:r w:rsidRPr="0002271F">
        <w:rPr>
          <w:szCs w:val="22"/>
        </w:rPr>
        <w:t xml:space="preserve"> jen „sběrné středisko“)“ včetně poznámky pod čarou č. 2m zrušují.“.</w:t>
      </w:r>
    </w:p>
    <w:p w:rsidR="0002271F" w:rsidRPr="0002271F" w:rsidRDefault="0002271F" w:rsidP="00DA0FBF">
      <w:pPr>
        <w:pStyle w:val="Normlnweb"/>
        <w:widowControl w:val="0"/>
        <w:suppressAutoHyphens/>
        <w:autoSpaceDN w:val="0"/>
        <w:spacing w:before="0" w:beforeAutospacing="0" w:after="0" w:line="276" w:lineRule="auto"/>
        <w:ind w:left="426" w:hanging="426"/>
        <w:jc w:val="both"/>
        <w:textAlignment w:val="baseline"/>
        <w:rPr>
          <w:szCs w:val="22"/>
        </w:rPr>
      </w:pPr>
    </w:p>
    <w:p w:rsidR="0002271F" w:rsidRPr="0002271F" w:rsidRDefault="0002271F" w:rsidP="00DA0FBF">
      <w:pPr>
        <w:pStyle w:val="Normlnweb"/>
        <w:widowControl w:val="0"/>
        <w:suppressAutoHyphens/>
        <w:autoSpaceDN w:val="0"/>
        <w:spacing w:before="0" w:beforeAutospacing="0" w:after="0" w:line="276" w:lineRule="auto"/>
        <w:jc w:val="both"/>
        <w:textAlignment w:val="baseline"/>
        <w:rPr>
          <w:szCs w:val="22"/>
        </w:rPr>
      </w:pPr>
      <w:r w:rsidRPr="0002271F">
        <w:rPr>
          <w:szCs w:val="22"/>
        </w:rPr>
        <w:t>Následující novelizační body se přečíslují.</w:t>
      </w:r>
    </w:p>
    <w:p w:rsidR="0002271F" w:rsidRPr="0002271F" w:rsidRDefault="0002271F" w:rsidP="00DA0FBF">
      <w:pPr>
        <w:pStyle w:val="Normlnweb"/>
        <w:widowControl w:val="0"/>
        <w:suppressAutoHyphens/>
        <w:autoSpaceDN w:val="0"/>
        <w:spacing w:before="0" w:beforeAutospacing="0" w:after="0" w:line="276" w:lineRule="auto"/>
        <w:ind w:left="426" w:hanging="426"/>
        <w:jc w:val="both"/>
        <w:textAlignment w:val="baseline"/>
        <w:rPr>
          <w:szCs w:val="22"/>
        </w:rPr>
      </w:pPr>
    </w:p>
    <w:p w:rsidR="0002271F" w:rsidRPr="0002271F" w:rsidRDefault="00440E58" w:rsidP="00440E58">
      <w:pPr>
        <w:pStyle w:val="Normlnweb"/>
        <w:widowControl w:val="0"/>
        <w:suppressAutoHyphens/>
        <w:autoSpaceDN w:val="0"/>
        <w:spacing w:before="0" w:beforeAutospacing="0" w:after="0" w:line="276" w:lineRule="auto"/>
        <w:ind w:left="426"/>
        <w:jc w:val="both"/>
        <w:textAlignment w:val="baseline"/>
        <w:rPr>
          <w:szCs w:val="22"/>
        </w:rPr>
      </w:pPr>
      <w:r>
        <w:rPr>
          <w:iCs/>
          <w:color w:val="000000"/>
          <w:szCs w:val="22"/>
        </w:rPr>
        <w:t xml:space="preserve">18. </w:t>
      </w:r>
      <w:r w:rsidR="0002271F" w:rsidRPr="0002271F">
        <w:rPr>
          <w:iCs/>
          <w:color w:val="000000"/>
          <w:szCs w:val="22"/>
        </w:rPr>
        <w:t>V části první čl. I se za novelizační bod 35 vkládá nový novelizační bod, který zní:</w:t>
      </w:r>
    </w:p>
    <w:p w:rsidR="0002271F" w:rsidRPr="0002271F" w:rsidRDefault="0002271F" w:rsidP="00DA0FBF">
      <w:pPr>
        <w:pStyle w:val="Normlnweb"/>
        <w:widowControl w:val="0"/>
        <w:suppressAutoHyphens/>
        <w:autoSpaceDN w:val="0"/>
        <w:spacing w:before="0" w:beforeAutospacing="0" w:after="0" w:line="276" w:lineRule="auto"/>
        <w:jc w:val="both"/>
        <w:textAlignment w:val="baseline"/>
        <w:rPr>
          <w:iCs/>
          <w:color w:val="000000"/>
          <w:szCs w:val="22"/>
        </w:rPr>
      </w:pPr>
      <w:r w:rsidRPr="0002271F">
        <w:rPr>
          <w:szCs w:val="22"/>
        </w:rPr>
        <w:t>„X. V</w:t>
      </w:r>
      <w:r w:rsidRPr="0002271F">
        <w:rPr>
          <w:iCs/>
          <w:color w:val="000000"/>
          <w:szCs w:val="22"/>
        </w:rPr>
        <w:t xml:space="preserve"> § 13b se odstavec 2 zrušuje.“.</w:t>
      </w:r>
    </w:p>
    <w:p w:rsidR="0002271F" w:rsidRPr="0002271F" w:rsidRDefault="0002271F" w:rsidP="00DA0FBF">
      <w:pPr>
        <w:pStyle w:val="Normlnweb"/>
        <w:widowControl w:val="0"/>
        <w:suppressAutoHyphens/>
        <w:autoSpaceDN w:val="0"/>
        <w:spacing w:before="0" w:beforeAutospacing="0" w:after="0" w:line="276" w:lineRule="auto"/>
        <w:ind w:left="426" w:hanging="426"/>
        <w:jc w:val="both"/>
        <w:textAlignment w:val="baseline"/>
        <w:rPr>
          <w:iCs/>
          <w:color w:val="000000"/>
          <w:szCs w:val="22"/>
        </w:rPr>
      </w:pPr>
    </w:p>
    <w:p w:rsidR="0002271F" w:rsidRPr="0002271F" w:rsidRDefault="0002271F" w:rsidP="00DA0FBF">
      <w:pPr>
        <w:pStyle w:val="Normlnweb"/>
        <w:widowControl w:val="0"/>
        <w:suppressAutoHyphens/>
        <w:autoSpaceDN w:val="0"/>
        <w:spacing w:before="0" w:beforeAutospacing="0" w:after="0" w:line="276" w:lineRule="auto"/>
        <w:jc w:val="both"/>
        <w:textAlignment w:val="baseline"/>
        <w:rPr>
          <w:szCs w:val="22"/>
        </w:rPr>
      </w:pPr>
      <w:r w:rsidRPr="0002271F">
        <w:rPr>
          <w:iCs/>
          <w:color w:val="000000"/>
          <w:szCs w:val="22"/>
        </w:rPr>
        <w:t>Dosavadní odstavec 3 se označuje jako odstavec 2.</w:t>
      </w:r>
    </w:p>
    <w:p w:rsidR="0002271F" w:rsidRPr="0002271F" w:rsidRDefault="0002271F" w:rsidP="00DA0FBF">
      <w:pPr>
        <w:pStyle w:val="Normlnweb"/>
        <w:widowControl w:val="0"/>
        <w:suppressAutoHyphens/>
        <w:autoSpaceDN w:val="0"/>
        <w:spacing w:before="0" w:beforeAutospacing="0" w:after="0" w:line="276" w:lineRule="auto"/>
        <w:jc w:val="both"/>
        <w:textAlignment w:val="baseline"/>
        <w:rPr>
          <w:szCs w:val="22"/>
        </w:rPr>
      </w:pPr>
      <w:r w:rsidRPr="0002271F">
        <w:rPr>
          <w:szCs w:val="22"/>
        </w:rPr>
        <w:t>Následující novelizační body se přečíslují.</w:t>
      </w:r>
    </w:p>
    <w:p w:rsidR="0002271F" w:rsidRPr="0002271F" w:rsidRDefault="0002271F" w:rsidP="00DA0FBF">
      <w:pPr>
        <w:pStyle w:val="Normlnweb"/>
        <w:widowControl w:val="0"/>
        <w:suppressAutoHyphens/>
        <w:autoSpaceDN w:val="0"/>
        <w:spacing w:before="0" w:beforeAutospacing="0" w:after="0" w:line="276" w:lineRule="auto"/>
        <w:ind w:left="426" w:hanging="426"/>
        <w:jc w:val="both"/>
        <w:textAlignment w:val="baseline"/>
        <w:rPr>
          <w:szCs w:val="22"/>
        </w:rPr>
      </w:pPr>
    </w:p>
    <w:p w:rsidR="0002271F" w:rsidRPr="0002271F" w:rsidRDefault="00440E58" w:rsidP="00440E58">
      <w:pPr>
        <w:pStyle w:val="Normlnweb"/>
        <w:widowControl w:val="0"/>
        <w:suppressAutoHyphens/>
        <w:autoSpaceDN w:val="0"/>
        <w:spacing w:before="0" w:beforeAutospacing="0" w:after="0" w:line="276" w:lineRule="auto"/>
        <w:ind w:left="426"/>
        <w:jc w:val="both"/>
        <w:textAlignment w:val="baseline"/>
        <w:rPr>
          <w:szCs w:val="22"/>
        </w:rPr>
      </w:pPr>
      <w:r>
        <w:rPr>
          <w:szCs w:val="22"/>
        </w:rPr>
        <w:t xml:space="preserve">19. </w:t>
      </w:r>
      <w:r w:rsidR="0002271F" w:rsidRPr="0002271F">
        <w:rPr>
          <w:szCs w:val="22"/>
        </w:rPr>
        <w:t>V části první čl. I se za novelizační bod 60 vkládá nový novelizační bod, který zní:</w:t>
      </w:r>
    </w:p>
    <w:p w:rsidR="0002271F" w:rsidRPr="0002271F" w:rsidRDefault="0002271F" w:rsidP="00DA0FBF">
      <w:pPr>
        <w:pStyle w:val="Normlnweb"/>
        <w:widowControl w:val="0"/>
        <w:suppressAutoHyphens/>
        <w:autoSpaceDN w:val="0"/>
        <w:spacing w:before="0" w:beforeAutospacing="0" w:after="0" w:line="276" w:lineRule="auto"/>
        <w:jc w:val="both"/>
        <w:textAlignment w:val="baseline"/>
        <w:rPr>
          <w:szCs w:val="22"/>
        </w:rPr>
      </w:pPr>
      <w:r w:rsidRPr="0002271F">
        <w:rPr>
          <w:szCs w:val="22"/>
        </w:rPr>
        <w:t>„X. V § 16g odst. 1 a § 20 odst. 1 písm. e) se slova „rovněž ve Věstníku“ nahrazují slovy „na svých internetových stránkách“.“.</w:t>
      </w:r>
    </w:p>
    <w:p w:rsidR="0002271F" w:rsidRPr="0002271F" w:rsidRDefault="0002271F" w:rsidP="00DA0FBF">
      <w:pPr>
        <w:pStyle w:val="Normlnweb"/>
        <w:widowControl w:val="0"/>
        <w:suppressAutoHyphens/>
        <w:autoSpaceDN w:val="0"/>
        <w:spacing w:before="0" w:beforeAutospacing="0" w:after="0" w:line="276" w:lineRule="auto"/>
        <w:ind w:left="426" w:hanging="426"/>
        <w:jc w:val="both"/>
        <w:textAlignment w:val="baseline"/>
        <w:rPr>
          <w:szCs w:val="22"/>
        </w:rPr>
      </w:pPr>
    </w:p>
    <w:p w:rsidR="0002271F" w:rsidRPr="0002271F" w:rsidRDefault="0002271F" w:rsidP="00DA0FBF">
      <w:pPr>
        <w:pStyle w:val="Normlnweb"/>
        <w:widowControl w:val="0"/>
        <w:suppressAutoHyphens/>
        <w:autoSpaceDN w:val="0"/>
        <w:spacing w:before="0" w:beforeAutospacing="0" w:after="0" w:line="276" w:lineRule="auto"/>
        <w:jc w:val="both"/>
        <w:textAlignment w:val="baseline"/>
        <w:rPr>
          <w:szCs w:val="22"/>
        </w:rPr>
      </w:pPr>
      <w:r w:rsidRPr="0002271F">
        <w:rPr>
          <w:szCs w:val="22"/>
        </w:rPr>
        <w:t>Následující novelizační body se přečíslují.</w:t>
      </w:r>
    </w:p>
    <w:p w:rsidR="0002271F" w:rsidRPr="0002271F" w:rsidRDefault="0002271F" w:rsidP="00DA0FBF">
      <w:pPr>
        <w:pStyle w:val="Normlnweb"/>
        <w:widowControl w:val="0"/>
        <w:suppressAutoHyphens/>
        <w:autoSpaceDN w:val="0"/>
        <w:spacing w:before="0" w:beforeAutospacing="0" w:after="0" w:line="276" w:lineRule="auto"/>
        <w:ind w:left="426" w:hanging="426"/>
        <w:jc w:val="both"/>
        <w:textAlignment w:val="baseline"/>
        <w:rPr>
          <w:szCs w:val="22"/>
        </w:rPr>
      </w:pPr>
    </w:p>
    <w:p w:rsidR="0002271F" w:rsidRPr="0002271F" w:rsidRDefault="00440E58" w:rsidP="00440E58">
      <w:pPr>
        <w:pStyle w:val="Normlnweb"/>
        <w:widowControl w:val="0"/>
        <w:suppressAutoHyphens/>
        <w:autoSpaceDN w:val="0"/>
        <w:spacing w:before="0" w:beforeAutospacing="0" w:after="0" w:line="276" w:lineRule="auto"/>
        <w:ind w:left="426"/>
        <w:jc w:val="both"/>
        <w:textAlignment w:val="baseline"/>
        <w:rPr>
          <w:szCs w:val="22"/>
        </w:rPr>
      </w:pPr>
      <w:r>
        <w:rPr>
          <w:szCs w:val="22"/>
        </w:rPr>
        <w:t xml:space="preserve">20. </w:t>
      </w:r>
      <w:r w:rsidR="0002271F" w:rsidRPr="0002271F">
        <w:rPr>
          <w:szCs w:val="22"/>
        </w:rPr>
        <w:t>V části třetí čl. VI se na konci písmene b) slovo „a“ zrušuje a doplňuje se nové písmeno c), které zní:</w:t>
      </w:r>
    </w:p>
    <w:p w:rsidR="0002271F" w:rsidRPr="0002271F" w:rsidRDefault="0002271F" w:rsidP="00DA0FBF">
      <w:pPr>
        <w:pStyle w:val="Normlnweb"/>
        <w:widowControl w:val="0"/>
        <w:suppressAutoHyphens/>
        <w:autoSpaceDN w:val="0"/>
        <w:spacing w:before="0" w:beforeAutospacing="0" w:after="0" w:line="276" w:lineRule="auto"/>
        <w:jc w:val="both"/>
        <w:textAlignment w:val="baseline"/>
        <w:rPr>
          <w:szCs w:val="22"/>
        </w:rPr>
      </w:pPr>
      <w:r w:rsidRPr="0002271F">
        <w:rPr>
          <w:szCs w:val="22"/>
        </w:rPr>
        <w:t>„c) bodu X, pokud jde o zrušení § 13b odst. 2, která nabývá účinnosti dnem 1. ledna 2022, a“.</w:t>
      </w:r>
    </w:p>
    <w:p w:rsidR="0002271F" w:rsidRPr="0002271F" w:rsidRDefault="0002271F" w:rsidP="00DA0FBF">
      <w:pPr>
        <w:pStyle w:val="Normlnweb"/>
        <w:widowControl w:val="0"/>
        <w:suppressAutoHyphens/>
        <w:autoSpaceDN w:val="0"/>
        <w:spacing w:before="0" w:beforeAutospacing="0" w:after="0" w:line="276" w:lineRule="auto"/>
        <w:ind w:left="426" w:hanging="426"/>
        <w:jc w:val="both"/>
        <w:textAlignment w:val="baseline"/>
        <w:rPr>
          <w:szCs w:val="22"/>
        </w:rPr>
      </w:pPr>
    </w:p>
    <w:p w:rsidR="0002271F" w:rsidRPr="0002271F" w:rsidRDefault="0002271F" w:rsidP="00DA0FBF">
      <w:pPr>
        <w:pStyle w:val="Normlnweb"/>
        <w:widowControl w:val="0"/>
        <w:suppressAutoHyphens/>
        <w:autoSpaceDN w:val="0"/>
        <w:spacing w:before="0" w:beforeAutospacing="0" w:after="0" w:line="276" w:lineRule="auto"/>
        <w:jc w:val="both"/>
        <w:textAlignment w:val="baseline"/>
        <w:rPr>
          <w:szCs w:val="22"/>
        </w:rPr>
      </w:pPr>
      <w:r w:rsidRPr="0002271F">
        <w:rPr>
          <w:szCs w:val="22"/>
        </w:rPr>
        <w:t>Dosavadní písmeno c) se označuje jako písmeno d).</w:t>
      </w:r>
    </w:p>
    <w:p w:rsidR="008D5698" w:rsidRDefault="008D5698" w:rsidP="00DA0FBF">
      <w:pPr>
        <w:ind w:left="426" w:hanging="426"/>
        <w:rPr>
          <w:rFonts w:cs="Times New Roman"/>
        </w:rPr>
      </w:pPr>
    </w:p>
    <w:p w:rsidR="00B8255E" w:rsidRPr="00FA0436" w:rsidRDefault="00B8255E" w:rsidP="00DA0FBF">
      <w:pPr>
        <w:ind w:left="426" w:hanging="426"/>
        <w:rPr>
          <w:rFonts w:cs="Times New Roman"/>
        </w:rPr>
      </w:pPr>
    </w:p>
    <w:p w:rsidR="008D5698" w:rsidRDefault="00FA0436" w:rsidP="00FA0436">
      <w:pPr>
        <w:pStyle w:val="PNposlanec"/>
      </w:pPr>
      <w:r>
        <w:t xml:space="preserve">Poslanec Radek </w:t>
      </w:r>
      <w:proofErr w:type="spellStart"/>
      <w:r>
        <w:t>Holomčík</w:t>
      </w:r>
      <w:proofErr w:type="spellEnd"/>
    </w:p>
    <w:p w:rsidR="00FA0436" w:rsidRPr="00FA0436" w:rsidRDefault="00FA0436" w:rsidP="00DA0FBF">
      <w:pPr>
        <w:ind w:left="426" w:hanging="426"/>
        <w:rPr>
          <w:rFonts w:cs="Times New Roman"/>
          <w:i/>
        </w:rPr>
      </w:pPr>
      <w:r w:rsidRPr="00FA0436">
        <w:rPr>
          <w:rFonts w:cs="Times New Roman"/>
          <w:i/>
        </w:rPr>
        <w:t>SD 5536</w:t>
      </w:r>
    </w:p>
    <w:p w:rsidR="00B8255E" w:rsidRPr="00B8255E" w:rsidRDefault="00B8255E" w:rsidP="00B8255E">
      <w:pPr>
        <w:widowControl/>
        <w:numPr>
          <w:ilvl w:val="0"/>
          <w:numId w:val="29"/>
        </w:numPr>
        <w:tabs>
          <w:tab w:val="left" w:pos="426"/>
        </w:tabs>
        <w:suppressAutoHyphens w:val="0"/>
        <w:spacing w:before="120"/>
        <w:ind w:left="425" w:hanging="425"/>
        <w:rPr>
          <w:rFonts w:eastAsia="Arial" w:cs="Times New Roman"/>
          <w:b/>
          <w:szCs w:val="22"/>
        </w:rPr>
      </w:pPr>
      <w:r w:rsidRPr="00B8255E">
        <w:rPr>
          <w:rFonts w:eastAsia="Arial" w:cs="Times New Roman"/>
          <w:szCs w:val="22"/>
        </w:rPr>
        <w:t>V části první, čl. I se za bod 3 vkládá nový novelizační bod 4, který zní:</w:t>
      </w:r>
    </w:p>
    <w:p w:rsidR="00B8255E" w:rsidRPr="00B8255E" w:rsidRDefault="00B8255E" w:rsidP="00B8255E">
      <w:pPr>
        <w:tabs>
          <w:tab w:val="left" w:pos="426"/>
        </w:tabs>
        <w:spacing w:before="120"/>
        <w:ind w:left="425" w:hanging="425"/>
        <w:rPr>
          <w:rFonts w:eastAsia="Arial" w:cs="Times New Roman"/>
          <w:szCs w:val="22"/>
        </w:rPr>
      </w:pPr>
      <w:r w:rsidRPr="00B8255E">
        <w:rPr>
          <w:rFonts w:eastAsia="Arial" w:cs="Times New Roman"/>
          <w:szCs w:val="22"/>
        </w:rPr>
        <w:t>“4. V § 4 odst. 1 písm. g) bodě 1 se slova „ starších 3 dnů“ zrušují.“.</w:t>
      </w:r>
    </w:p>
    <w:p w:rsidR="00B8255E" w:rsidRPr="00B8255E" w:rsidRDefault="00B8255E" w:rsidP="00B8255E">
      <w:pPr>
        <w:tabs>
          <w:tab w:val="left" w:pos="426"/>
        </w:tabs>
        <w:spacing w:before="120"/>
        <w:ind w:left="425" w:hanging="425"/>
        <w:rPr>
          <w:rFonts w:eastAsia="Arial" w:cs="Times New Roman"/>
          <w:szCs w:val="22"/>
        </w:rPr>
      </w:pPr>
      <w:r w:rsidRPr="00B8255E">
        <w:rPr>
          <w:rFonts w:eastAsia="Arial" w:cs="Times New Roman"/>
          <w:szCs w:val="22"/>
        </w:rPr>
        <w:t>Následující novelizační body se přečíslují.</w:t>
      </w:r>
    </w:p>
    <w:p w:rsidR="00B8255E" w:rsidRPr="00B8255E" w:rsidRDefault="00B8255E" w:rsidP="00B8255E">
      <w:pPr>
        <w:widowControl/>
        <w:numPr>
          <w:ilvl w:val="0"/>
          <w:numId w:val="29"/>
        </w:numPr>
        <w:tabs>
          <w:tab w:val="left" w:pos="426"/>
        </w:tabs>
        <w:suppressAutoHyphens w:val="0"/>
        <w:spacing w:before="120"/>
        <w:ind w:left="425" w:hanging="425"/>
        <w:rPr>
          <w:rFonts w:eastAsia="Arial" w:cs="Times New Roman"/>
          <w:b/>
          <w:szCs w:val="22"/>
        </w:rPr>
      </w:pPr>
      <w:r w:rsidRPr="00B8255E">
        <w:rPr>
          <w:rFonts w:eastAsia="Arial" w:cs="Times New Roman"/>
          <w:szCs w:val="22"/>
        </w:rPr>
        <w:t>V části třetí, čl. VI se na konci písmene c) tečka nahrazuje čárkou a doplňuje se nové písmeno d), které zní:</w:t>
      </w:r>
    </w:p>
    <w:p w:rsidR="00B8255E" w:rsidRPr="00B8255E" w:rsidRDefault="00B8255E" w:rsidP="00B8255E">
      <w:pPr>
        <w:tabs>
          <w:tab w:val="left" w:pos="426"/>
        </w:tabs>
        <w:spacing w:before="120"/>
        <w:ind w:left="425" w:hanging="425"/>
        <w:rPr>
          <w:rFonts w:eastAsia="Arial" w:cs="Times New Roman"/>
          <w:szCs w:val="22"/>
        </w:rPr>
      </w:pPr>
      <w:r w:rsidRPr="00B8255E">
        <w:rPr>
          <w:rFonts w:eastAsia="Arial" w:cs="Times New Roman"/>
          <w:szCs w:val="22"/>
        </w:rPr>
        <w:t xml:space="preserve">„d) bodu 4, který nabývá účinnosti dnem </w:t>
      </w:r>
      <w:proofErr w:type="gramStart"/>
      <w:r w:rsidRPr="00B8255E">
        <w:rPr>
          <w:rFonts w:eastAsia="Arial" w:cs="Times New Roman"/>
          <w:szCs w:val="22"/>
        </w:rPr>
        <w:t>1.1.2027</w:t>
      </w:r>
      <w:proofErr w:type="gramEnd"/>
      <w:r w:rsidRPr="00B8255E">
        <w:rPr>
          <w:rFonts w:eastAsia="Arial" w:cs="Times New Roman"/>
          <w:szCs w:val="22"/>
        </w:rPr>
        <w:t xml:space="preserve">.“. </w:t>
      </w:r>
    </w:p>
    <w:p w:rsidR="00FA0436" w:rsidRPr="00FA0436" w:rsidRDefault="00FA0436" w:rsidP="00DA0FBF">
      <w:pPr>
        <w:ind w:left="426" w:hanging="426"/>
        <w:rPr>
          <w:rFonts w:cs="Times New Roman"/>
        </w:rPr>
      </w:pPr>
    </w:p>
    <w:p w:rsidR="00B8255E" w:rsidRPr="00B8255E" w:rsidRDefault="00B8255E" w:rsidP="00B8255E">
      <w:pPr>
        <w:spacing w:before="120"/>
        <w:rPr>
          <w:rFonts w:eastAsia="Arial" w:cs="Times New Roman"/>
          <w:b/>
        </w:rPr>
      </w:pPr>
      <w:r w:rsidRPr="00B8255E">
        <w:rPr>
          <w:rFonts w:eastAsia="Arial" w:cs="Times New Roman"/>
          <w:b/>
        </w:rPr>
        <w:t>3.</w:t>
      </w:r>
      <w:r>
        <w:rPr>
          <w:rFonts w:eastAsia="Arial" w:cs="Times New Roman"/>
        </w:rPr>
        <w:t xml:space="preserve"> </w:t>
      </w:r>
      <w:r w:rsidRPr="00B8255E">
        <w:rPr>
          <w:rFonts w:eastAsia="Arial" w:cs="Times New Roman"/>
        </w:rPr>
        <w:t>V části první, čl. I se za bod 3 vkládá nový novelizační bod 4, který zní:</w:t>
      </w:r>
    </w:p>
    <w:p w:rsidR="00B8255E" w:rsidRPr="00B8255E" w:rsidRDefault="00B8255E" w:rsidP="00B8255E">
      <w:pPr>
        <w:spacing w:before="120"/>
        <w:rPr>
          <w:rFonts w:eastAsia="Arial" w:cs="Times New Roman"/>
        </w:rPr>
      </w:pPr>
      <w:r w:rsidRPr="00B8255E">
        <w:rPr>
          <w:rFonts w:eastAsia="Arial" w:cs="Times New Roman"/>
        </w:rPr>
        <w:t xml:space="preserve">„4.  V § 4 odst. 1 písm. g) bod 3 zní: </w:t>
      </w:r>
    </w:p>
    <w:p w:rsidR="00B8255E" w:rsidRPr="00B8255E" w:rsidRDefault="00B8255E" w:rsidP="00B8255E">
      <w:pPr>
        <w:spacing w:before="120"/>
        <w:rPr>
          <w:rFonts w:eastAsia="Arial" w:cs="Times New Roman"/>
        </w:rPr>
      </w:pPr>
      <w:r w:rsidRPr="00B8255E">
        <w:rPr>
          <w:rFonts w:eastAsia="Arial" w:cs="Times New Roman"/>
        </w:rPr>
        <w:t>„3. poškozovat kosti, svaly nebo nervy křídel ptáků tak, aby bylo zabráněno jejich létání, a to s výjimkou plameňáků, pelikánů a vrubozobých ptáků mladších 3 dnů,“.“.</w:t>
      </w:r>
    </w:p>
    <w:p w:rsidR="00B8255E" w:rsidRPr="00B8255E" w:rsidRDefault="00B8255E" w:rsidP="00B8255E">
      <w:pPr>
        <w:spacing w:before="120"/>
        <w:rPr>
          <w:rFonts w:eastAsia="Arial" w:cs="Times New Roman"/>
        </w:rPr>
      </w:pPr>
      <w:r w:rsidRPr="00B8255E">
        <w:rPr>
          <w:rFonts w:eastAsia="Arial" w:cs="Times New Roman"/>
        </w:rPr>
        <w:t>Následující novelizační body se přečíslují.</w:t>
      </w:r>
    </w:p>
    <w:p w:rsidR="00B928DE" w:rsidRDefault="00B928DE" w:rsidP="00DA0FBF">
      <w:pPr>
        <w:ind w:left="426" w:hanging="426"/>
        <w:rPr>
          <w:rFonts w:cs="Times New Roman"/>
        </w:rPr>
      </w:pPr>
    </w:p>
    <w:p w:rsidR="00B8255E" w:rsidRPr="00B8255E" w:rsidRDefault="00B8255E" w:rsidP="00B8255E">
      <w:pPr>
        <w:spacing w:before="120"/>
        <w:rPr>
          <w:rFonts w:eastAsia="Arial" w:cs="Times New Roman"/>
        </w:rPr>
      </w:pPr>
      <w:r w:rsidRPr="00B8255E">
        <w:rPr>
          <w:rFonts w:eastAsia="Arial" w:cs="Times New Roman"/>
          <w:b/>
        </w:rPr>
        <w:t>4.</w:t>
      </w:r>
      <w:r>
        <w:rPr>
          <w:rFonts w:eastAsia="Arial" w:cs="Times New Roman"/>
        </w:rPr>
        <w:t xml:space="preserve"> </w:t>
      </w:r>
      <w:r w:rsidRPr="00B8255E">
        <w:rPr>
          <w:rFonts w:eastAsia="Arial" w:cs="Times New Roman"/>
        </w:rPr>
        <w:t>V části první, čl. I se za bod 9 vkládá nový bod 10, který zní:</w:t>
      </w:r>
    </w:p>
    <w:p w:rsidR="00B8255E" w:rsidRPr="00B8255E" w:rsidRDefault="00B8255E" w:rsidP="00B8255E">
      <w:pPr>
        <w:spacing w:before="120"/>
        <w:jc w:val="both"/>
        <w:rPr>
          <w:rFonts w:eastAsia="Arial" w:cs="Times New Roman"/>
        </w:rPr>
      </w:pPr>
      <w:r w:rsidRPr="00B8255E">
        <w:rPr>
          <w:rFonts w:eastAsia="Arial" w:cs="Times New Roman"/>
        </w:rPr>
        <w:t>“10. Na konci § 5 odst. 3 se doplňuje věta “Je-li zvíře označeno identifikačním prostředkem nebo čipem, který umožňuje zjištění vlastníka zvířete, je osoba provádějící utracení zvířete na žádost osoby, která není vlastníkem zvířete, povinna vyvinout přiměřené úsilí ke zjištění vlastníka zvířete a získání jeho souhlasu; takto nemusí postupovat, pokud by prodlení znamenalo pro zvíře značné utrpení nebo pokud souhlas vlastníka není v daném případě rozhodný.“.“.</w:t>
      </w:r>
    </w:p>
    <w:p w:rsidR="00B8255E" w:rsidRPr="00B8255E" w:rsidRDefault="00B8255E" w:rsidP="00B8255E">
      <w:pPr>
        <w:spacing w:before="120"/>
        <w:rPr>
          <w:rFonts w:eastAsia="Arial" w:cs="Times New Roman"/>
        </w:rPr>
      </w:pPr>
      <w:r w:rsidRPr="00B8255E">
        <w:rPr>
          <w:rFonts w:eastAsia="Arial" w:cs="Times New Roman"/>
        </w:rPr>
        <w:t>Následující novelizační body se přečíslují.</w:t>
      </w:r>
    </w:p>
    <w:p w:rsidR="00FA0436" w:rsidRDefault="00FA0436" w:rsidP="00DA0FBF">
      <w:pPr>
        <w:ind w:left="426" w:hanging="426"/>
        <w:rPr>
          <w:rFonts w:cs="Times New Roman"/>
        </w:rPr>
      </w:pPr>
    </w:p>
    <w:p w:rsidR="00B8255E" w:rsidRDefault="00B8255E" w:rsidP="00B8255E">
      <w:r w:rsidRPr="00B8255E">
        <w:rPr>
          <w:b/>
        </w:rPr>
        <w:t>5.</w:t>
      </w:r>
      <w:r>
        <w:t xml:space="preserve"> </w:t>
      </w:r>
      <w:r>
        <w:t>V části první, čl. I novelizační bod 8 nově zní:</w:t>
      </w:r>
    </w:p>
    <w:p w:rsidR="00B8255E" w:rsidRDefault="00B8255E" w:rsidP="00B8255E">
      <w:pPr>
        <w:jc w:val="both"/>
      </w:pPr>
    </w:p>
    <w:p w:rsidR="00B8255E" w:rsidRDefault="00B8255E" w:rsidP="00B8255E">
      <w:pPr>
        <w:jc w:val="both"/>
      </w:pPr>
      <w:r>
        <w:t>„8. V § 4 se doplňuje odstavec 4, který zní:</w:t>
      </w:r>
    </w:p>
    <w:p w:rsidR="00B8255E" w:rsidRDefault="00B8255E" w:rsidP="00B8255E">
      <w:pPr>
        <w:jc w:val="both"/>
      </w:pPr>
      <w:r>
        <w:t>„(4) Každý je povinen zajistit, aby zvíře, které chová, nezranilo ani neusmrtilo zvíře jiného chovatele. To neplatí, pokud se zvíře jednoho chovatele brání útoku zvířete jiného chovatele nebo pokud zvíře chovatele brání prostor určený k jeho chovu nebo brání jiné domestikované zvíře. Toto ustanovení se vztahuje na volně žijící zvíře, pouze pokud je chováno v zajetí. Toto ustanovení se nevztahuje na zvíře chované v honitbě podle zákona o myslivosti a na loveckého dravce, pokud je používán podle zákona o myslivosti.“.“.</w:t>
      </w:r>
    </w:p>
    <w:p w:rsidR="00FA0436" w:rsidRDefault="00FA0436" w:rsidP="00DA0FBF">
      <w:pPr>
        <w:ind w:left="426" w:hanging="426"/>
        <w:rPr>
          <w:rFonts w:cs="Times New Roman"/>
        </w:rPr>
      </w:pPr>
    </w:p>
    <w:p w:rsidR="00FA0436" w:rsidRDefault="00FA0436" w:rsidP="00DA0FBF">
      <w:pPr>
        <w:ind w:left="426" w:hanging="426"/>
        <w:rPr>
          <w:rFonts w:cs="Times New Roman"/>
        </w:rPr>
      </w:pPr>
    </w:p>
    <w:p w:rsidR="00FA0436" w:rsidRDefault="005B7ABB" w:rsidP="005B7ABB">
      <w:pPr>
        <w:pStyle w:val="PNposlanec"/>
      </w:pPr>
      <w:r>
        <w:t>Poslanec Vlastimil Válek</w:t>
      </w:r>
    </w:p>
    <w:p w:rsidR="00FA0436" w:rsidRDefault="005B7ABB" w:rsidP="00DA0FBF">
      <w:pPr>
        <w:ind w:left="426" w:hanging="426"/>
        <w:rPr>
          <w:rFonts w:cs="Times New Roman"/>
          <w:i/>
        </w:rPr>
      </w:pPr>
      <w:r w:rsidRPr="005B7ABB">
        <w:rPr>
          <w:rFonts w:cs="Times New Roman"/>
          <w:i/>
        </w:rPr>
        <w:t>SD 5000</w:t>
      </w:r>
    </w:p>
    <w:p w:rsidR="00967A50" w:rsidRPr="00967A50" w:rsidRDefault="00C37BDE" w:rsidP="00967A50">
      <w:pPr>
        <w:jc w:val="both"/>
        <w:rPr>
          <w:b/>
          <w:i/>
        </w:rPr>
      </w:pPr>
      <w:r>
        <w:rPr>
          <w:b/>
          <w:i/>
        </w:rPr>
        <w:t xml:space="preserve">1. </w:t>
      </w:r>
      <w:r w:rsidR="00967A50">
        <w:rPr>
          <w:b/>
          <w:i/>
        </w:rPr>
        <w:t xml:space="preserve">Pozměňující návrh </w:t>
      </w:r>
      <w:r w:rsidR="00967A50" w:rsidRPr="00967A50">
        <w:rPr>
          <w:b/>
          <w:i/>
        </w:rPr>
        <w:t>k pozměňujícímu návrhu obsaženému v usnesení zemědělského výboru z 32.</w:t>
      </w:r>
      <w:r w:rsidR="00967A50">
        <w:rPr>
          <w:b/>
          <w:i/>
        </w:rPr>
        <w:t> </w:t>
      </w:r>
      <w:r w:rsidR="00967A50" w:rsidRPr="00967A50">
        <w:rPr>
          <w:b/>
          <w:i/>
        </w:rPr>
        <w:t>schůze dne 19. února 2020 k vládnímu návrhu zákona, kterým se mění zákon č. 246/1992 Sb., na ochranu zvířat proti týrání, ve znění pozdějších předpisů, a zákon č. 634/2004 Sb., o správních poplatcích, ve znění pozdějších předpisů</w:t>
      </w:r>
      <w:r w:rsidR="00967A50">
        <w:rPr>
          <w:b/>
          <w:i/>
        </w:rPr>
        <w:t xml:space="preserve"> (tisk 514/3)</w:t>
      </w:r>
    </w:p>
    <w:p w:rsidR="00967A50" w:rsidRPr="005B7ABB" w:rsidRDefault="00967A50" w:rsidP="00DA0FBF">
      <w:pPr>
        <w:ind w:left="426" w:hanging="426"/>
        <w:rPr>
          <w:rFonts w:cs="Times New Roman"/>
          <w:i/>
        </w:rPr>
      </w:pPr>
    </w:p>
    <w:p w:rsidR="005B7ABB" w:rsidRPr="00523F0B" w:rsidRDefault="005B7ABB" w:rsidP="0041613C">
      <w:pPr>
        <w:pStyle w:val="Odstavecseseznamem"/>
        <w:numPr>
          <w:ilvl w:val="0"/>
          <w:numId w:val="30"/>
        </w:numPr>
        <w:ind w:left="426" w:hanging="426"/>
        <w:contextualSpacing w:val="0"/>
        <w:jc w:val="both"/>
      </w:pPr>
      <w:r w:rsidRPr="00523F0B">
        <w:t>V bodě 47 se v § 29c odst. 7 slova „6 900 Kč za každého chovaného norka a 5 400 Kč za každou chovanou lišku“ nahrazují slovy „2 000 Kč za každého chovaného norka a 4 000 Kč za každou chovanou lišku“.</w:t>
      </w:r>
    </w:p>
    <w:p w:rsidR="00FA0436" w:rsidRDefault="00FA0436" w:rsidP="00DA0FBF">
      <w:pPr>
        <w:ind w:left="426" w:hanging="426"/>
        <w:rPr>
          <w:rFonts w:cs="Times New Roman"/>
        </w:rPr>
      </w:pPr>
    </w:p>
    <w:p w:rsidR="005B7ABB" w:rsidRPr="005B7ABB" w:rsidRDefault="00C37BDE" w:rsidP="005B7ABB">
      <w:pPr>
        <w:jc w:val="both"/>
        <w:rPr>
          <w:b/>
          <w:i/>
        </w:rPr>
      </w:pPr>
      <w:r>
        <w:rPr>
          <w:b/>
          <w:i/>
        </w:rPr>
        <w:t xml:space="preserve">2. </w:t>
      </w:r>
      <w:r w:rsidR="005B7ABB">
        <w:rPr>
          <w:b/>
          <w:i/>
        </w:rPr>
        <w:t xml:space="preserve">Pozměňovací návrh k </w:t>
      </w:r>
      <w:r w:rsidR="005B7ABB" w:rsidRPr="005B7ABB">
        <w:rPr>
          <w:b/>
          <w:i/>
        </w:rPr>
        <w:t> pozměňujícímu návrhu obsaženému v usnesení zemědělského výboru z 32.</w:t>
      </w:r>
      <w:r w:rsidR="005B7ABB">
        <w:rPr>
          <w:b/>
          <w:i/>
        </w:rPr>
        <w:t> </w:t>
      </w:r>
      <w:r w:rsidR="005B7ABB" w:rsidRPr="005B7ABB">
        <w:rPr>
          <w:b/>
          <w:i/>
        </w:rPr>
        <w:t>schůze dne 19. února 2020 k vládnímu návrhu zákona, kterým se mění zákon č. 246/1992 Sb., na ochranu zvířat proti týrání, ve znění pozdějších předpisů, a zákon č. 634/2004 Sb., o správních poplatcích, ve znění pozdějších předpisů</w:t>
      </w:r>
      <w:r w:rsidR="00967A50">
        <w:rPr>
          <w:b/>
          <w:i/>
        </w:rPr>
        <w:t xml:space="preserve"> </w:t>
      </w:r>
      <w:r w:rsidR="00967A50">
        <w:rPr>
          <w:b/>
          <w:i/>
        </w:rPr>
        <w:t>(tisk 514/3)</w:t>
      </w:r>
    </w:p>
    <w:p w:rsidR="005B7ABB" w:rsidRDefault="005B7ABB" w:rsidP="00DA0FBF">
      <w:pPr>
        <w:ind w:left="426" w:hanging="426"/>
        <w:rPr>
          <w:rFonts w:cs="Times New Roman"/>
        </w:rPr>
      </w:pPr>
    </w:p>
    <w:p w:rsidR="005B7ABB" w:rsidRPr="009C0297" w:rsidRDefault="005B7ABB" w:rsidP="005B7ABB">
      <w:pPr>
        <w:pStyle w:val="Odstavecseseznamem"/>
        <w:numPr>
          <w:ilvl w:val="0"/>
          <w:numId w:val="31"/>
        </w:numPr>
        <w:spacing w:after="160" w:line="360" w:lineRule="auto"/>
        <w:jc w:val="both"/>
      </w:pPr>
      <w:r w:rsidRPr="009C0297">
        <w:t>V bodě 45 se v § 29c na konci odstavce 3 tečka nahrazuje čárkou a doplňuje se písmeno g), které zní:</w:t>
      </w:r>
    </w:p>
    <w:p w:rsidR="005B7ABB" w:rsidRPr="009C0297" w:rsidRDefault="005B7ABB" w:rsidP="005B7ABB">
      <w:pPr>
        <w:pStyle w:val="Odstavecseseznamem"/>
        <w:spacing w:line="360" w:lineRule="auto"/>
        <w:jc w:val="both"/>
      </w:pPr>
      <w:r w:rsidRPr="009C0297">
        <w:t>„g) odůvodnění a podklady, o které žadatel opírá žádost o navýšení kompenzačního příspěvku podle odstavce 9, pokud toto navýšení žadatel požaduje.“</w:t>
      </w:r>
    </w:p>
    <w:p w:rsidR="005B7ABB" w:rsidRPr="009C0297" w:rsidRDefault="005B7ABB" w:rsidP="005B7ABB">
      <w:pPr>
        <w:pStyle w:val="Odstavecseseznamem"/>
        <w:numPr>
          <w:ilvl w:val="0"/>
          <w:numId w:val="31"/>
        </w:numPr>
        <w:spacing w:after="160" w:line="360" w:lineRule="auto"/>
        <w:jc w:val="both"/>
      </w:pPr>
      <w:r w:rsidRPr="009C0297">
        <w:t>V bodě 47 se v § 29c odst. 7 slova „6 900 Kč za každého chovaného norka a 5 400 Kč za každou chovanou lišku“ nahrazují slovy „2 000 Kč za každého chovaného norka a 4 000 Kč za každou chovanou lišku“.</w:t>
      </w:r>
    </w:p>
    <w:p w:rsidR="005B7ABB" w:rsidRPr="009C0297" w:rsidRDefault="005B7ABB" w:rsidP="005B7ABB">
      <w:pPr>
        <w:pStyle w:val="Odstavecseseznamem"/>
        <w:numPr>
          <w:ilvl w:val="0"/>
          <w:numId w:val="31"/>
        </w:numPr>
        <w:spacing w:after="160" w:line="360" w:lineRule="auto"/>
        <w:jc w:val="both"/>
      </w:pPr>
      <w:r w:rsidRPr="009C0297">
        <w:t>V bodě 47 se v § 29c za odstavec 8 vkládá nový odstavec 9, který zní:</w:t>
      </w:r>
    </w:p>
    <w:p w:rsidR="005B7ABB" w:rsidRPr="009C0297" w:rsidRDefault="005B7ABB" w:rsidP="005B7ABB">
      <w:pPr>
        <w:pStyle w:val="Odstavecseseznamem"/>
        <w:spacing w:line="360" w:lineRule="auto"/>
        <w:jc w:val="both"/>
      </w:pPr>
      <w:r w:rsidRPr="009C0297">
        <w:t>„(9) Ministerstvo může kompenzační příspěvek navýšit nad rámec hodnoty vypočtené podle odstavců 7 a 8, pokud žadatel doloží, že takto vypočtená výše kompenzačního příspěvku by byla nepřiměřeně nízká s ohledem na nezbytné výdaje na likvidaci chovu a dříve vynaložené investiční výdaje, které se žadateli nemohly navrátit v důsledku ukončení chovu. V takovém případě určí ministerstvo výši kompenzačního příspěvku na základě žadatelem předložených podkladů prokazujících výši nezbytných výdajů na likvidaci chovu a dříve vynaložených investičních výdajů s přihlédnutím k amortizaci pořízeného majetku před ukončením chovu. Celková výše takto navýšeného kompenzačního příspěvku nepřesáhne 6 900 Kč za každého chovaného norka a 5 400 Kč za každou chovanou lišku.“</w:t>
      </w:r>
    </w:p>
    <w:p w:rsidR="005B7ABB" w:rsidRPr="009C0297" w:rsidRDefault="005B7ABB" w:rsidP="005B7ABB">
      <w:pPr>
        <w:pStyle w:val="Odstavecseseznamem"/>
        <w:spacing w:line="360" w:lineRule="auto"/>
        <w:jc w:val="both"/>
      </w:pPr>
      <w:r>
        <w:t>Následující odstavec se přečísluje</w:t>
      </w:r>
      <w:r w:rsidRPr="009C0297">
        <w:t>.</w:t>
      </w:r>
    </w:p>
    <w:p w:rsidR="005B7ABB" w:rsidRDefault="005B7ABB" w:rsidP="00DA0FBF">
      <w:pPr>
        <w:ind w:left="426" w:hanging="426"/>
        <w:rPr>
          <w:rFonts w:cs="Times New Roman"/>
        </w:rPr>
      </w:pPr>
    </w:p>
    <w:p w:rsidR="00967A50" w:rsidRPr="00C37BDE" w:rsidRDefault="00C37BDE" w:rsidP="00C37BDE">
      <w:pPr>
        <w:spacing w:after="160"/>
        <w:jc w:val="both"/>
        <w:rPr>
          <w:b/>
        </w:rPr>
      </w:pPr>
      <w:r w:rsidRPr="00C37BDE">
        <w:rPr>
          <w:b/>
        </w:rPr>
        <w:t>3.</w:t>
      </w:r>
      <w:r>
        <w:rPr>
          <w:b/>
        </w:rPr>
        <w:t xml:space="preserve"> </w:t>
      </w:r>
      <w:r w:rsidR="00967A50" w:rsidRPr="00AD6829">
        <w:t>V části první čl. I se za dosavadní bod 150 vkládá nový bod X, který zní:</w:t>
      </w:r>
    </w:p>
    <w:p w:rsidR="00967A50" w:rsidRPr="00D22884" w:rsidRDefault="00967A50" w:rsidP="00967A50">
      <w:pPr>
        <w:ind w:left="360"/>
        <w:jc w:val="both"/>
      </w:pPr>
      <w:r w:rsidRPr="00AD6829">
        <w:t>„X. V § 29c odst. 4 se slova „průměrnou výši ročního čistého zisku z dotčeného chovu zvířat pro kožešiny za posledních pět let” nahrazují slovy „čtyřnásobek průměrné výše ročního hrubého příjmu z dotčeného chovu zvířat pro kožešiny za posledních pět let před ukončením tohoto chovu</w:t>
      </w:r>
      <w:r>
        <w:t>“.“</w:t>
      </w:r>
    </w:p>
    <w:p w:rsidR="005B7ABB" w:rsidRDefault="005B7ABB" w:rsidP="00DA0FBF">
      <w:pPr>
        <w:ind w:left="426" w:hanging="426"/>
        <w:rPr>
          <w:rFonts w:cs="Times New Roman"/>
        </w:rPr>
      </w:pPr>
    </w:p>
    <w:p w:rsidR="00C37BDE" w:rsidRDefault="00C37BDE">
      <w:pPr>
        <w:widowControl/>
        <w:suppressAutoHyphens w:val="0"/>
        <w:rPr>
          <w:b/>
        </w:rPr>
      </w:pPr>
    </w:p>
    <w:p w:rsidR="005B7ABB" w:rsidRDefault="00967A50" w:rsidP="00967A50">
      <w:pPr>
        <w:pStyle w:val="PNposlanec"/>
      </w:pPr>
      <w:r>
        <w:t xml:space="preserve">Poslanec </w:t>
      </w:r>
      <w:r w:rsidR="00692AF0">
        <w:t>Martin Kolovratník</w:t>
      </w:r>
    </w:p>
    <w:p w:rsidR="005B7ABB" w:rsidRPr="00692AF0" w:rsidRDefault="00692AF0" w:rsidP="00DA0FBF">
      <w:pPr>
        <w:ind w:left="426" w:hanging="426"/>
        <w:rPr>
          <w:rFonts w:cs="Times New Roman"/>
          <w:i/>
        </w:rPr>
      </w:pPr>
      <w:r w:rsidRPr="00692AF0">
        <w:rPr>
          <w:rFonts w:cs="Times New Roman"/>
          <w:i/>
        </w:rPr>
        <w:t>SD 5526</w:t>
      </w:r>
    </w:p>
    <w:p w:rsidR="00692AF0" w:rsidRDefault="00692AF0" w:rsidP="00692AF0">
      <w:pPr>
        <w:jc w:val="both"/>
        <w:rPr>
          <w:b/>
        </w:rPr>
      </w:pPr>
    </w:p>
    <w:p w:rsidR="00692AF0" w:rsidRDefault="00692AF0" w:rsidP="00692AF0">
      <w:pPr>
        <w:pStyle w:val="Odstavecseseznamem"/>
        <w:numPr>
          <w:ilvl w:val="0"/>
          <w:numId w:val="33"/>
        </w:numPr>
        <w:spacing w:after="200" w:line="360" w:lineRule="auto"/>
      </w:pPr>
      <w:r>
        <w:t>V části první čl. I se za dosavadní bod 3 vkládá nový bod, který zní:</w:t>
      </w:r>
      <w:r w:rsidRPr="0066586D">
        <w:t xml:space="preserve"> </w:t>
      </w:r>
    </w:p>
    <w:p w:rsidR="00692AF0" w:rsidRDefault="00692AF0" w:rsidP="00692AF0">
      <w:pPr>
        <w:pStyle w:val="Odstavecseseznamem"/>
        <w:spacing w:after="200" w:line="360" w:lineRule="auto"/>
        <w:ind w:left="360"/>
      </w:pPr>
      <w:r w:rsidRPr="0066586D">
        <w:t>„</w:t>
      </w:r>
      <w:r>
        <w:t xml:space="preserve">4. </w:t>
      </w:r>
      <w:r w:rsidRPr="0066586D">
        <w:t>V § 3 se na konci</w:t>
      </w:r>
      <w:r>
        <w:t xml:space="preserve"> písmene </w:t>
      </w:r>
      <w:proofErr w:type="spellStart"/>
      <w:r>
        <w:t>aa</w:t>
      </w:r>
      <w:proofErr w:type="spellEnd"/>
      <w:r>
        <w:t>)</w:t>
      </w:r>
      <w:r w:rsidRPr="0066586D">
        <w:t xml:space="preserve"> tečka nahrazuje čárkou a doplňuje se písmeno ab), které zní</w:t>
      </w:r>
      <w:r>
        <w:t>:</w:t>
      </w:r>
    </w:p>
    <w:p w:rsidR="00692AF0" w:rsidRDefault="00692AF0" w:rsidP="00692AF0">
      <w:pPr>
        <w:pStyle w:val="Odstavecseseznamem"/>
        <w:spacing w:after="200" w:line="360" w:lineRule="auto"/>
        <w:ind w:left="360"/>
      </w:pPr>
      <w:r>
        <w:t xml:space="preserve">„ab) nosnicí samice </w:t>
      </w:r>
      <w:r w:rsidRPr="0066586D">
        <w:t>druhu kur domácí (</w:t>
      </w:r>
      <w:proofErr w:type="spellStart"/>
      <w:r w:rsidRPr="000604A3">
        <w:t>Gallus</w:t>
      </w:r>
      <w:proofErr w:type="spellEnd"/>
      <w:r w:rsidRPr="000604A3">
        <w:t xml:space="preserve"> </w:t>
      </w:r>
      <w:proofErr w:type="spellStart"/>
      <w:r w:rsidRPr="000604A3">
        <w:t>gallus</w:t>
      </w:r>
      <w:proofErr w:type="spellEnd"/>
      <w:r w:rsidRPr="0066586D">
        <w:t>), která dosáhla snáškové zralosti a je chována pro produkci vajec nezamýšlených k</w:t>
      </w:r>
      <w:r>
        <w:t> </w:t>
      </w:r>
      <w:proofErr w:type="spellStart"/>
      <w:r w:rsidRPr="0066586D">
        <w:t>vylíhnutí</w:t>
      </w:r>
      <w:r>
        <w:t>.“</w:t>
      </w:r>
      <w:r>
        <w:t>.</w:t>
      </w:r>
      <w:r w:rsidRPr="0066586D">
        <w:t>“</w:t>
      </w:r>
      <w:r>
        <w:t>.</w:t>
      </w:r>
      <w:proofErr w:type="spellEnd"/>
    </w:p>
    <w:p w:rsidR="00692AF0" w:rsidRPr="0066586D" w:rsidRDefault="00692AF0" w:rsidP="00692AF0">
      <w:pPr>
        <w:pStyle w:val="Odstavecseseznamem"/>
        <w:spacing w:after="200" w:line="360" w:lineRule="auto"/>
        <w:ind w:left="360"/>
      </w:pPr>
      <w:r w:rsidRPr="0066586D">
        <w:t>Následující body se přečíslují.</w:t>
      </w:r>
    </w:p>
    <w:p w:rsidR="00692AF0" w:rsidRPr="00007FEF" w:rsidRDefault="00692AF0" w:rsidP="00692AF0">
      <w:pPr>
        <w:pStyle w:val="Odstavecseseznamem"/>
        <w:numPr>
          <w:ilvl w:val="0"/>
          <w:numId w:val="33"/>
        </w:numPr>
        <w:spacing w:after="200" w:line="360" w:lineRule="auto"/>
        <w:jc w:val="both"/>
      </w:pPr>
      <w:r w:rsidRPr="00007FEF">
        <w:t xml:space="preserve">V části první čl. I se za dosavadní bod </w:t>
      </w:r>
      <w:r w:rsidRPr="00AD515D">
        <w:t>22</w:t>
      </w:r>
      <w:r w:rsidRPr="00007FEF">
        <w:t xml:space="preserve"> vklád</w:t>
      </w:r>
      <w:r>
        <w:t>á</w:t>
      </w:r>
      <w:r w:rsidRPr="00007FEF">
        <w:t xml:space="preserve"> nov</w:t>
      </w:r>
      <w:r>
        <w:t>ý</w:t>
      </w:r>
      <w:r w:rsidRPr="00007FEF">
        <w:t xml:space="preserve"> bod, kter</w:t>
      </w:r>
      <w:r>
        <w:t>ý</w:t>
      </w:r>
      <w:r w:rsidRPr="00007FEF">
        <w:t xml:space="preserve"> zní: „</w:t>
      </w:r>
    </w:p>
    <w:p w:rsidR="00692AF0" w:rsidRDefault="00692AF0" w:rsidP="00692AF0">
      <w:pPr>
        <w:pStyle w:val="Odstavecseseznamem"/>
        <w:ind w:left="360"/>
        <w:jc w:val="both"/>
      </w:pPr>
      <w:r w:rsidRPr="00AD515D">
        <w:t>2</w:t>
      </w:r>
      <w:r>
        <w:t>4</w:t>
      </w:r>
      <w:r w:rsidRPr="00AD515D">
        <w:t>.</w:t>
      </w:r>
      <w:r>
        <w:t xml:space="preserve"> </w:t>
      </w:r>
      <w:r w:rsidRPr="00C34914">
        <w:t xml:space="preserve">§ 12c odst. 2 se zrušuje. Dosavadní odstavec 3 se </w:t>
      </w:r>
      <w:r w:rsidRPr="00185551">
        <w:t>označuje jako odstavec 2.</w:t>
      </w:r>
      <w:r>
        <w:t>“</w:t>
      </w:r>
    </w:p>
    <w:p w:rsidR="00692AF0" w:rsidRDefault="00692AF0" w:rsidP="00692AF0">
      <w:pPr>
        <w:pStyle w:val="Odstavecseseznamem"/>
        <w:ind w:left="360"/>
        <w:jc w:val="both"/>
      </w:pPr>
      <w:r>
        <w:t>Následující body se přečíslují.</w:t>
      </w:r>
    </w:p>
    <w:p w:rsidR="00692AF0" w:rsidRDefault="00692AF0" w:rsidP="00692AF0">
      <w:pPr>
        <w:pStyle w:val="Odstavecseseznamem"/>
        <w:ind w:left="360"/>
        <w:jc w:val="both"/>
      </w:pPr>
    </w:p>
    <w:p w:rsidR="00692AF0" w:rsidRDefault="00692AF0" w:rsidP="00692AF0">
      <w:pPr>
        <w:pStyle w:val="Odstavecseseznamem"/>
        <w:numPr>
          <w:ilvl w:val="0"/>
          <w:numId w:val="33"/>
        </w:numPr>
        <w:spacing w:after="200" w:line="360" w:lineRule="auto"/>
        <w:jc w:val="both"/>
      </w:pPr>
      <w:r w:rsidRPr="00007FEF">
        <w:t>V části první čl. I</w:t>
      </w:r>
      <w:r>
        <w:t xml:space="preserve"> se v dosavadním bodu </w:t>
      </w:r>
      <w:r w:rsidRPr="00AD515D">
        <w:t>23</w:t>
      </w:r>
      <w:r>
        <w:t xml:space="preserve"> text „</w:t>
      </w:r>
      <w:r w:rsidRPr="00F72864">
        <w:t xml:space="preserve">§ 12c odst. </w:t>
      </w:r>
      <w:r w:rsidRPr="007D023C">
        <w:t xml:space="preserve">2 a </w:t>
      </w:r>
      <w:r>
        <w:t xml:space="preserve">v </w:t>
      </w:r>
      <w:r w:rsidRPr="007D023C">
        <w:t xml:space="preserve">“ </w:t>
      </w:r>
      <w:r w:rsidRPr="005F59A6">
        <w:t>zrušuje</w:t>
      </w:r>
      <w:r w:rsidRPr="007D023C">
        <w:t>.</w:t>
      </w:r>
    </w:p>
    <w:p w:rsidR="00692AF0" w:rsidRDefault="00692AF0" w:rsidP="00692AF0">
      <w:pPr>
        <w:pStyle w:val="Odstavecseseznamem"/>
        <w:spacing w:after="200" w:line="360" w:lineRule="auto"/>
        <w:ind w:left="360"/>
        <w:jc w:val="both"/>
      </w:pPr>
    </w:p>
    <w:p w:rsidR="00692AF0" w:rsidRPr="00185551" w:rsidRDefault="00692AF0" w:rsidP="00692AF0">
      <w:pPr>
        <w:pStyle w:val="Odstavecseseznamem"/>
        <w:numPr>
          <w:ilvl w:val="0"/>
          <w:numId w:val="33"/>
        </w:numPr>
        <w:spacing w:after="200" w:line="360" w:lineRule="auto"/>
        <w:jc w:val="both"/>
      </w:pPr>
      <w:r w:rsidRPr="00007FEF">
        <w:t xml:space="preserve">V části první čl. I se za dosavadní bod </w:t>
      </w:r>
      <w:r w:rsidRPr="00AD515D">
        <w:t>24</w:t>
      </w:r>
      <w:r w:rsidRPr="00007FEF">
        <w:t xml:space="preserve"> vklád</w:t>
      </w:r>
      <w:r>
        <w:t>á</w:t>
      </w:r>
      <w:r w:rsidRPr="00007FEF">
        <w:t xml:space="preserve"> nov</w:t>
      </w:r>
      <w:r>
        <w:t>ý</w:t>
      </w:r>
      <w:r w:rsidRPr="00007FEF">
        <w:t xml:space="preserve"> bod, kter</w:t>
      </w:r>
      <w:r>
        <w:t>ý</w:t>
      </w:r>
      <w:r w:rsidRPr="00007FEF">
        <w:t xml:space="preserve"> zní:</w:t>
      </w:r>
      <w:r>
        <w:t xml:space="preserve"> „</w:t>
      </w:r>
    </w:p>
    <w:p w:rsidR="00692AF0" w:rsidRPr="00C34914" w:rsidRDefault="00692AF0" w:rsidP="00692AF0">
      <w:pPr>
        <w:pStyle w:val="Odstavecseseznamem"/>
        <w:ind w:left="360"/>
        <w:jc w:val="both"/>
      </w:pPr>
      <w:r w:rsidRPr="00AD515D">
        <w:t>2</w:t>
      </w:r>
      <w:r>
        <w:t>7</w:t>
      </w:r>
      <w:r w:rsidRPr="00AD515D">
        <w:t>.</w:t>
      </w:r>
      <w:r>
        <w:t xml:space="preserve"> </w:t>
      </w:r>
      <w:r w:rsidRPr="00C34914">
        <w:t>Za § 12</w:t>
      </w:r>
      <w:r>
        <w:t>g</w:t>
      </w:r>
      <w:r w:rsidRPr="00C34914">
        <w:t xml:space="preserve"> se vkládá nový § 12</w:t>
      </w:r>
      <w:r>
        <w:t>h</w:t>
      </w:r>
      <w:r w:rsidRPr="00C34914">
        <w:t>, který</w:t>
      </w:r>
      <w:r>
        <w:t xml:space="preserve"> včetně poznámky pod čarou č. 34)</w:t>
      </w:r>
      <w:r w:rsidRPr="00C34914">
        <w:t xml:space="preserve"> zní:</w:t>
      </w:r>
    </w:p>
    <w:p w:rsidR="00C51D05" w:rsidRDefault="00C51D05" w:rsidP="00692AF0">
      <w:pPr>
        <w:pStyle w:val="Odstavecseseznamem"/>
        <w:ind w:left="360"/>
        <w:jc w:val="center"/>
      </w:pPr>
    </w:p>
    <w:p w:rsidR="00692AF0" w:rsidRPr="00C34914" w:rsidRDefault="00692AF0" w:rsidP="00692AF0">
      <w:pPr>
        <w:pStyle w:val="Odstavecseseznamem"/>
        <w:ind w:left="360"/>
        <w:jc w:val="center"/>
      </w:pPr>
      <w:r>
        <w:t>„</w:t>
      </w:r>
      <w:r w:rsidRPr="00C34914">
        <w:t>§ 12</w:t>
      </w:r>
      <w:r>
        <w:t>h</w:t>
      </w:r>
    </w:p>
    <w:p w:rsidR="00692AF0" w:rsidRPr="00C34914" w:rsidRDefault="00692AF0" w:rsidP="00692AF0">
      <w:pPr>
        <w:pStyle w:val="Odstavecseseznamem"/>
        <w:ind w:left="360"/>
        <w:jc w:val="both"/>
      </w:pPr>
    </w:p>
    <w:p w:rsidR="00692AF0" w:rsidRDefault="00692AF0" w:rsidP="00692AF0">
      <w:pPr>
        <w:pStyle w:val="Odstavecseseznamem"/>
        <w:ind w:left="360"/>
        <w:jc w:val="both"/>
      </w:pPr>
      <w:r w:rsidRPr="00C34914">
        <w:t>Zakazuje se klecový chov nosnic, včetně chovu v obohacených klecových systémech</w:t>
      </w:r>
      <w:r>
        <w:rPr>
          <w:vertAlign w:val="superscript"/>
        </w:rPr>
        <w:t>34)</w:t>
      </w:r>
      <w:r w:rsidRPr="00C34914">
        <w:t>.</w:t>
      </w:r>
    </w:p>
    <w:p w:rsidR="00692AF0" w:rsidRDefault="00692AF0" w:rsidP="00692AF0">
      <w:pPr>
        <w:pStyle w:val="Odstavecseseznamem"/>
        <w:ind w:left="360"/>
        <w:jc w:val="both"/>
      </w:pPr>
      <w:r w:rsidRPr="00D43390">
        <w:t>____________________</w:t>
      </w:r>
    </w:p>
    <w:p w:rsidR="00692AF0" w:rsidRPr="00A356FF" w:rsidRDefault="00692AF0" w:rsidP="00692AF0">
      <w:pPr>
        <w:pStyle w:val="Odstavecseseznamem"/>
        <w:ind w:left="360"/>
        <w:jc w:val="both"/>
      </w:pPr>
      <w:r>
        <w:t xml:space="preserve">34) </w:t>
      </w:r>
      <w:r w:rsidRPr="00D43390">
        <w:t>Čl. 6 směrni</w:t>
      </w:r>
      <w:r>
        <w:t>ce Rady 1999/74/ES ze dne 19. července</w:t>
      </w:r>
      <w:r w:rsidRPr="00D43390">
        <w:t xml:space="preserve"> 1999</w:t>
      </w:r>
      <w:r>
        <w:t xml:space="preserve">, </w:t>
      </w:r>
      <w:proofErr w:type="gramStart"/>
      <w:r w:rsidRPr="00D43390">
        <w:t>kterou  se</w:t>
      </w:r>
      <w:proofErr w:type="gramEnd"/>
      <w:r w:rsidRPr="00D43390">
        <w:t xml:space="preserve">  stanoví  minimální </w:t>
      </w:r>
      <w:r>
        <w:t xml:space="preserve"> požadavky  na  ochranu  nosnic</w:t>
      </w:r>
      <w:r w:rsidRPr="00D43390">
        <w:t>.</w:t>
      </w:r>
      <w:r>
        <w:t>“</w:t>
      </w:r>
      <w:r>
        <w:t>.</w:t>
      </w:r>
      <w:r>
        <w:t>“</w:t>
      </w:r>
    </w:p>
    <w:p w:rsidR="00692AF0" w:rsidRDefault="00692AF0" w:rsidP="00692AF0">
      <w:pPr>
        <w:pStyle w:val="Odstavecseseznamem"/>
        <w:ind w:left="360"/>
        <w:jc w:val="both"/>
      </w:pPr>
    </w:p>
    <w:p w:rsidR="00692AF0" w:rsidRDefault="00692AF0" w:rsidP="00692AF0">
      <w:pPr>
        <w:pStyle w:val="Odstavecseseznamem"/>
        <w:ind w:left="360"/>
        <w:jc w:val="both"/>
      </w:pPr>
      <w:r>
        <w:t>Následující body se přečíslují.</w:t>
      </w:r>
    </w:p>
    <w:p w:rsidR="00692AF0" w:rsidRDefault="00692AF0" w:rsidP="00692AF0">
      <w:pPr>
        <w:pStyle w:val="Odstavecseseznamem"/>
        <w:ind w:left="360"/>
        <w:jc w:val="both"/>
      </w:pPr>
    </w:p>
    <w:p w:rsidR="00692AF0" w:rsidRPr="00007FEF" w:rsidRDefault="00692AF0" w:rsidP="00692AF0">
      <w:pPr>
        <w:pStyle w:val="Odstavecseseznamem"/>
        <w:numPr>
          <w:ilvl w:val="0"/>
          <w:numId w:val="33"/>
        </w:numPr>
        <w:spacing w:after="200" w:line="360" w:lineRule="auto"/>
        <w:jc w:val="both"/>
      </w:pPr>
      <w:r w:rsidRPr="00007FEF">
        <w:t xml:space="preserve">V části první čl. I se za dosavadní bod </w:t>
      </w:r>
      <w:r>
        <w:t>101</w:t>
      </w:r>
      <w:r w:rsidRPr="00007FEF">
        <w:t xml:space="preserve"> vkládají nové body, které zní: „</w:t>
      </w:r>
    </w:p>
    <w:p w:rsidR="00692AF0" w:rsidRDefault="00692AF0" w:rsidP="00692AF0">
      <w:pPr>
        <w:pStyle w:val="Odstavecseseznamem"/>
        <w:ind w:left="360"/>
        <w:jc w:val="both"/>
      </w:pPr>
      <w:r w:rsidRPr="00AD515D">
        <w:t>10</w:t>
      </w:r>
      <w:r>
        <w:t>5</w:t>
      </w:r>
      <w:r w:rsidRPr="00AD515D">
        <w:t>.</w:t>
      </w:r>
      <w:r>
        <w:t xml:space="preserve"> </w:t>
      </w:r>
      <w:r w:rsidRPr="005A2D98">
        <w:t xml:space="preserve">V § 27 odst. </w:t>
      </w:r>
      <w:r>
        <w:t xml:space="preserve">3 </w:t>
      </w:r>
      <w:r w:rsidRPr="005A2D98">
        <w:t>písm</w:t>
      </w:r>
      <w:r>
        <w:t>.</w:t>
      </w:r>
      <w:r w:rsidRPr="005A2D98">
        <w:t xml:space="preserve"> </w:t>
      </w:r>
      <w:r>
        <w:t>h</w:t>
      </w:r>
      <w:r w:rsidRPr="005A2D98">
        <w:t xml:space="preserve">) se </w:t>
      </w:r>
      <w:r>
        <w:t>text</w:t>
      </w:r>
      <w:r w:rsidRPr="005A2D98">
        <w:t xml:space="preserve"> „</w:t>
      </w:r>
      <w:r w:rsidRPr="0045438A">
        <w:t>§ 12c odst. 3</w:t>
      </w:r>
      <w:r w:rsidRPr="005A2D98">
        <w:t xml:space="preserve">“ </w:t>
      </w:r>
      <w:r>
        <w:t>nahrazuje textem „</w:t>
      </w:r>
      <w:r w:rsidRPr="0045438A">
        <w:t>§ 12c odst. 2”</w:t>
      </w:r>
      <w:r w:rsidRPr="005A2D98">
        <w:t>.</w:t>
      </w:r>
    </w:p>
    <w:p w:rsidR="00692AF0" w:rsidRPr="00B3016D" w:rsidRDefault="00692AF0" w:rsidP="00692AF0">
      <w:pPr>
        <w:pStyle w:val="Odstavecseseznamem"/>
        <w:ind w:left="360"/>
        <w:jc w:val="both"/>
      </w:pPr>
      <w:r>
        <w:t xml:space="preserve">106. </w:t>
      </w:r>
      <w:r w:rsidRPr="00B3016D">
        <w:t xml:space="preserve">V § 27 odst. </w:t>
      </w:r>
      <w:r>
        <w:t>3</w:t>
      </w:r>
      <w:r w:rsidRPr="00B3016D">
        <w:t xml:space="preserve"> se za písmeno </w:t>
      </w:r>
      <w:r>
        <w:t>h</w:t>
      </w:r>
      <w:r w:rsidRPr="00B3016D">
        <w:t>) vkládá nové písmeno</w:t>
      </w:r>
      <w:r>
        <w:t xml:space="preserve"> i</w:t>
      </w:r>
      <w:r w:rsidRPr="00B3016D">
        <w:t>), které zní:</w:t>
      </w:r>
    </w:p>
    <w:p w:rsidR="00692AF0" w:rsidRPr="00B3016D" w:rsidRDefault="00692AF0" w:rsidP="00692AF0">
      <w:pPr>
        <w:pStyle w:val="Odstavecseseznamem"/>
        <w:ind w:left="360"/>
        <w:jc w:val="both"/>
      </w:pPr>
      <w:r w:rsidRPr="00B3016D">
        <w:t>„</w:t>
      </w:r>
      <w:r>
        <w:t>i</w:t>
      </w:r>
      <w:r w:rsidRPr="00B3016D">
        <w:t>)</w:t>
      </w:r>
      <w:r w:rsidRPr="00B3016D">
        <w:tab/>
      </w:r>
      <w:r w:rsidRPr="005A2D98">
        <w:t xml:space="preserve">v rozporu s § </w:t>
      </w:r>
      <w:r>
        <w:t>12h</w:t>
      </w:r>
      <w:r w:rsidRPr="005A2D98">
        <w:t xml:space="preserve"> </w:t>
      </w:r>
      <w:r>
        <w:t>chová nosnice v klecovém chovu</w:t>
      </w:r>
      <w:r w:rsidRPr="00B3016D">
        <w:t>,“.</w:t>
      </w:r>
    </w:p>
    <w:p w:rsidR="00692AF0" w:rsidRDefault="00692AF0" w:rsidP="00692AF0">
      <w:pPr>
        <w:pStyle w:val="Odstavecseseznamem"/>
        <w:ind w:left="360"/>
        <w:jc w:val="both"/>
      </w:pPr>
    </w:p>
    <w:p w:rsidR="00692AF0" w:rsidRDefault="00692AF0" w:rsidP="00692AF0">
      <w:pPr>
        <w:pStyle w:val="Odstavecseseznamem"/>
        <w:ind w:left="360"/>
        <w:jc w:val="both"/>
      </w:pPr>
      <w:r w:rsidRPr="00B3016D">
        <w:t xml:space="preserve">Dosavadní písmena </w:t>
      </w:r>
      <w:r>
        <w:t>i</w:t>
      </w:r>
      <w:r w:rsidRPr="00B3016D">
        <w:t xml:space="preserve">) až </w:t>
      </w:r>
      <w:r>
        <w:t>l</w:t>
      </w:r>
      <w:r w:rsidRPr="00B3016D">
        <w:t xml:space="preserve">) se označují jako písmena </w:t>
      </w:r>
      <w:r>
        <w:t>j</w:t>
      </w:r>
      <w:r w:rsidRPr="00B3016D">
        <w:t xml:space="preserve">) až </w:t>
      </w:r>
      <w:r>
        <w:t>m</w:t>
      </w:r>
      <w:r w:rsidRPr="00B3016D">
        <w:t>).</w:t>
      </w:r>
      <w:r>
        <w:t>“</w:t>
      </w:r>
    </w:p>
    <w:p w:rsidR="00692AF0" w:rsidRDefault="00692AF0" w:rsidP="00692AF0">
      <w:pPr>
        <w:pStyle w:val="Odstavecseseznamem"/>
        <w:ind w:left="360"/>
        <w:jc w:val="both"/>
      </w:pPr>
    </w:p>
    <w:p w:rsidR="00692AF0" w:rsidRDefault="00692AF0" w:rsidP="00692AF0">
      <w:pPr>
        <w:pStyle w:val="Odstavecseseznamem"/>
        <w:ind w:left="360"/>
        <w:jc w:val="both"/>
      </w:pPr>
      <w:r>
        <w:t>Následující body se přečíslují.</w:t>
      </w:r>
    </w:p>
    <w:p w:rsidR="00692AF0" w:rsidRDefault="00692AF0" w:rsidP="00692AF0">
      <w:pPr>
        <w:pStyle w:val="Odstavecseseznamem"/>
        <w:ind w:left="360"/>
        <w:jc w:val="both"/>
      </w:pPr>
    </w:p>
    <w:p w:rsidR="00692AF0" w:rsidRPr="0045438A" w:rsidRDefault="00692AF0" w:rsidP="00692AF0">
      <w:pPr>
        <w:pStyle w:val="Odstavecseseznamem"/>
        <w:numPr>
          <w:ilvl w:val="0"/>
          <w:numId w:val="33"/>
        </w:numPr>
        <w:spacing w:after="200" w:line="360" w:lineRule="auto"/>
        <w:jc w:val="both"/>
      </w:pPr>
      <w:r w:rsidRPr="0045438A">
        <w:t xml:space="preserve">V části první čl. I se za dosavadní bod </w:t>
      </w:r>
      <w:r w:rsidRPr="005B113F">
        <w:t>106</w:t>
      </w:r>
      <w:r w:rsidRPr="0045438A">
        <w:t xml:space="preserve"> vklád</w:t>
      </w:r>
      <w:r>
        <w:t>ají</w:t>
      </w:r>
      <w:r w:rsidRPr="0045438A">
        <w:t xml:space="preserve"> nov</w:t>
      </w:r>
      <w:r>
        <w:t>é</w:t>
      </w:r>
      <w:r w:rsidRPr="0045438A">
        <w:t xml:space="preserve"> bod</w:t>
      </w:r>
      <w:r>
        <w:t>y</w:t>
      </w:r>
      <w:r w:rsidRPr="0045438A">
        <w:t>, kter</w:t>
      </w:r>
      <w:r>
        <w:t>é</w:t>
      </w:r>
      <w:r w:rsidRPr="0045438A">
        <w:t xml:space="preserve"> zní: „</w:t>
      </w:r>
    </w:p>
    <w:p w:rsidR="00692AF0" w:rsidRDefault="00692AF0" w:rsidP="00692AF0">
      <w:pPr>
        <w:pStyle w:val="Odstavecseseznamem"/>
        <w:ind w:left="360"/>
        <w:jc w:val="both"/>
      </w:pPr>
      <w:r w:rsidRPr="005B113F">
        <w:t>11</w:t>
      </w:r>
      <w:r>
        <w:t>2</w:t>
      </w:r>
      <w:r w:rsidRPr="005B113F">
        <w:t>.</w:t>
      </w:r>
      <w:r>
        <w:t xml:space="preserve"> V § 27 odst. 12 písm. b) se </w:t>
      </w:r>
      <w:proofErr w:type="gramStart"/>
      <w:r>
        <w:t>text  „podle</w:t>
      </w:r>
      <w:proofErr w:type="gramEnd"/>
      <w:r>
        <w:t xml:space="preserve"> odstavce 3 písm. g) až i)</w:t>
      </w:r>
      <w:r w:rsidRPr="00FB48A1">
        <w:t>”</w:t>
      </w:r>
      <w:r w:rsidRPr="00F72864">
        <w:t xml:space="preserve"> nahrazuj</w:t>
      </w:r>
      <w:r>
        <w:t>e</w:t>
      </w:r>
      <w:r w:rsidRPr="00F72864">
        <w:t xml:space="preserve"> </w:t>
      </w:r>
      <w:r>
        <w:t>textem „</w:t>
      </w:r>
      <w:r w:rsidRPr="00F72864">
        <w:t>podle odstavce 3 písm. g) až j)”.</w:t>
      </w:r>
    </w:p>
    <w:p w:rsidR="00692AF0" w:rsidRDefault="00692AF0" w:rsidP="00692AF0">
      <w:pPr>
        <w:pStyle w:val="Odstavecseseznamem"/>
        <w:ind w:left="360"/>
        <w:jc w:val="both"/>
      </w:pPr>
      <w:r>
        <w:t xml:space="preserve">113. </w:t>
      </w:r>
      <w:r w:rsidRPr="00FB48A1">
        <w:t xml:space="preserve">V § 27 odst. 12 písm. c) se </w:t>
      </w:r>
      <w:proofErr w:type="gramStart"/>
      <w:r w:rsidRPr="00FB48A1">
        <w:t>text  „ j), k) nebo</w:t>
      </w:r>
      <w:proofErr w:type="gramEnd"/>
      <w:r w:rsidRPr="00FB48A1">
        <w:t xml:space="preserve"> l)” nahrazuje textem </w:t>
      </w:r>
      <w:r>
        <w:t>„</w:t>
      </w:r>
      <w:r w:rsidRPr="00FB48A1">
        <w:t>k), l) nebo m)“.</w:t>
      </w:r>
      <w:r>
        <w:t>“</w:t>
      </w:r>
    </w:p>
    <w:p w:rsidR="001D064E" w:rsidRDefault="001D064E" w:rsidP="00692AF0">
      <w:pPr>
        <w:pStyle w:val="Odstavecseseznamem"/>
        <w:ind w:left="360"/>
        <w:jc w:val="both"/>
      </w:pPr>
    </w:p>
    <w:p w:rsidR="00692AF0" w:rsidRDefault="00692AF0" w:rsidP="00692AF0">
      <w:pPr>
        <w:pStyle w:val="Odstavecseseznamem"/>
        <w:ind w:left="360"/>
        <w:jc w:val="both"/>
      </w:pPr>
      <w:r>
        <w:t>Následující body se přečíslují.</w:t>
      </w:r>
    </w:p>
    <w:p w:rsidR="001D064E" w:rsidRDefault="001D064E" w:rsidP="00692AF0">
      <w:pPr>
        <w:pStyle w:val="Odstavecseseznamem"/>
        <w:ind w:left="360"/>
        <w:jc w:val="both"/>
      </w:pPr>
    </w:p>
    <w:p w:rsidR="00692AF0" w:rsidRPr="00007FEF" w:rsidRDefault="00692AF0" w:rsidP="00692AF0">
      <w:pPr>
        <w:pStyle w:val="Odstavecseseznamem"/>
        <w:numPr>
          <w:ilvl w:val="0"/>
          <w:numId w:val="33"/>
        </w:numPr>
        <w:spacing w:after="200" w:line="360" w:lineRule="auto"/>
        <w:jc w:val="both"/>
      </w:pPr>
      <w:r w:rsidRPr="00007FEF">
        <w:t xml:space="preserve">V části první čl. I se za dosavadní bod </w:t>
      </w:r>
      <w:r>
        <w:t>113</w:t>
      </w:r>
      <w:r w:rsidRPr="00007FEF">
        <w:t xml:space="preserve"> vkládají nové body, které zní: „</w:t>
      </w:r>
    </w:p>
    <w:p w:rsidR="00692AF0" w:rsidRDefault="00692AF0" w:rsidP="00692AF0">
      <w:pPr>
        <w:pStyle w:val="Odstavecseseznamem"/>
        <w:ind w:left="360"/>
        <w:jc w:val="both"/>
      </w:pPr>
      <w:r>
        <w:t xml:space="preserve">121. </w:t>
      </w:r>
      <w:r w:rsidRPr="005A2D98">
        <w:t>V § 27</w:t>
      </w:r>
      <w:r>
        <w:t>a</w:t>
      </w:r>
      <w:r w:rsidRPr="005A2D98">
        <w:t xml:space="preserve"> odst. </w:t>
      </w:r>
      <w:r>
        <w:t xml:space="preserve">4 </w:t>
      </w:r>
      <w:r w:rsidRPr="005A2D98">
        <w:t>písm</w:t>
      </w:r>
      <w:r>
        <w:t>.</w:t>
      </w:r>
      <w:r w:rsidRPr="005A2D98">
        <w:t xml:space="preserve"> </w:t>
      </w:r>
      <w:r>
        <w:t>h</w:t>
      </w:r>
      <w:r w:rsidRPr="005A2D98">
        <w:t xml:space="preserve">) se </w:t>
      </w:r>
      <w:r>
        <w:t>text</w:t>
      </w:r>
      <w:r w:rsidRPr="005A2D98">
        <w:t xml:space="preserve"> „</w:t>
      </w:r>
      <w:r>
        <w:t xml:space="preserve">§ 12c odst. </w:t>
      </w:r>
      <w:r w:rsidRPr="009B3423">
        <w:t>3</w:t>
      </w:r>
      <w:r w:rsidRPr="005A2D98">
        <w:t xml:space="preserve">“ </w:t>
      </w:r>
      <w:r>
        <w:t>nahrazuje textem „</w:t>
      </w:r>
      <w:r w:rsidRPr="009B3423">
        <w:t>§ 12c odst. 2”</w:t>
      </w:r>
      <w:r w:rsidRPr="00F55FA9">
        <w:t>.</w:t>
      </w:r>
    </w:p>
    <w:p w:rsidR="00692AF0" w:rsidRPr="00B3016D" w:rsidRDefault="00692AF0" w:rsidP="00692AF0">
      <w:pPr>
        <w:pStyle w:val="Odstavecseseznamem"/>
        <w:ind w:left="360"/>
        <w:jc w:val="both"/>
      </w:pPr>
      <w:r w:rsidRPr="005B113F">
        <w:t>12</w:t>
      </w:r>
      <w:r>
        <w:t>2</w:t>
      </w:r>
      <w:r w:rsidRPr="005B113F">
        <w:t>.</w:t>
      </w:r>
      <w:r>
        <w:t xml:space="preserve"> </w:t>
      </w:r>
      <w:r w:rsidRPr="00B3016D">
        <w:t>V § 27</w:t>
      </w:r>
      <w:r>
        <w:t>a</w:t>
      </w:r>
      <w:r w:rsidRPr="00B3016D">
        <w:t xml:space="preserve"> odst. </w:t>
      </w:r>
      <w:r>
        <w:t>4</w:t>
      </w:r>
      <w:r w:rsidRPr="00B3016D">
        <w:t xml:space="preserve"> se za písmeno </w:t>
      </w:r>
      <w:r>
        <w:t>h</w:t>
      </w:r>
      <w:r w:rsidRPr="00B3016D">
        <w:t>) vkládá nové písmeno</w:t>
      </w:r>
      <w:r>
        <w:t xml:space="preserve"> i</w:t>
      </w:r>
      <w:r w:rsidRPr="00B3016D">
        <w:t>), které zní:</w:t>
      </w:r>
    </w:p>
    <w:p w:rsidR="00692AF0" w:rsidRPr="00B3016D" w:rsidRDefault="00692AF0" w:rsidP="00692AF0">
      <w:pPr>
        <w:pStyle w:val="Odstavecseseznamem"/>
        <w:ind w:left="360"/>
        <w:jc w:val="both"/>
      </w:pPr>
      <w:r w:rsidRPr="00B3016D">
        <w:t>„</w:t>
      </w:r>
      <w:r>
        <w:t>i</w:t>
      </w:r>
      <w:r w:rsidRPr="00B3016D">
        <w:t>)</w:t>
      </w:r>
      <w:r w:rsidRPr="00B3016D">
        <w:tab/>
      </w:r>
      <w:r w:rsidRPr="005A2D98">
        <w:t xml:space="preserve">v rozporu s § </w:t>
      </w:r>
      <w:r>
        <w:t>12h</w:t>
      </w:r>
      <w:r w:rsidRPr="005A2D98">
        <w:t xml:space="preserve"> </w:t>
      </w:r>
      <w:r>
        <w:t>chová nosnice v klecovém chovu</w:t>
      </w:r>
      <w:r w:rsidRPr="00B3016D">
        <w:t>,“.</w:t>
      </w:r>
    </w:p>
    <w:p w:rsidR="00692AF0" w:rsidRDefault="00692AF0" w:rsidP="00692AF0">
      <w:pPr>
        <w:pStyle w:val="Odstavecseseznamem"/>
        <w:ind w:left="360"/>
        <w:jc w:val="both"/>
      </w:pPr>
      <w:r w:rsidRPr="00B3016D">
        <w:t xml:space="preserve">Dosavadní písmena </w:t>
      </w:r>
      <w:r>
        <w:t>i</w:t>
      </w:r>
      <w:r w:rsidRPr="00B3016D">
        <w:t xml:space="preserve">) až </w:t>
      </w:r>
      <w:r>
        <w:t>l</w:t>
      </w:r>
      <w:r w:rsidRPr="00B3016D">
        <w:t xml:space="preserve">) se označují jako písmena </w:t>
      </w:r>
      <w:r>
        <w:t>j</w:t>
      </w:r>
      <w:r w:rsidRPr="00B3016D">
        <w:t xml:space="preserve">) až </w:t>
      </w:r>
      <w:r>
        <w:t>m</w:t>
      </w:r>
      <w:r w:rsidRPr="00B3016D">
        <w:t>).</w:t>
      </w:r>
      <w:r>
        <w:t>“</w:t>
      </w:r>
    </w:p>
    <w:p w:rsidR="001D064E" w:rsidRDefault="001D064E" w:rsidP="00692AF0">
      <w:pPr>
        <w:pStyle w:val="Odstavecseseznamem"/>
        <w:ind w:left="360"/>
        <w:jc w:val="both"/>
      </w:pPr>
    </w:p>
    <w:p w:rsidR="00692AF0" w:rsidRDefault="00692AF0" w:rsidP="00692AF0">
      <w:pPr>
        <w:pStyle w:val="Odstavecseseznamem"/>
        <w:ind w:left="360"/>
        <w:jc w:val="both"/>
      </w:pPr>
      <w:r>
        <w:t>Následující body se přečíslují.</w:t>
      </w:r>
    </w:p>
    <w:p w:rsidR="001D064E" w:rsidRDefault="001D064E" w:rsidP="00692AF0">
      <w:pPr>
        <w:pStyle w:val="Odstavecseseznamem"/>
        <w:ind w:left="360"/>
        <w:jc w:val="both"/>
      </w:pPr>
    </w:p>
    <w:p w:rsidR="00692AF0" w:rsidRPr="00007FEF" w:rsidRDefault="00692AF0" w:rsidP="00692AF0">
      <w:pPr>
        <w:pStyle w:val="Odstavecseseznamem"/>
        <w:numPr>
          <w:ilvl w:val="0"/>
          <w:numId w:val="33"/>
        </w:numPr>
        <w:spacing w:after="200" w:line="360" w:lineRule="auto"/>
        <w:jc w:val="both"/>
      </w:pPr>
      <w:r w:rsidRPr="00007FEF">
        <w:t xml:space="preserve">V části první čl. I se za dosavadní bod </w:t>
      </w:r>
      <w:r w:rsidRPr="005B113F">
        <w:t>128</w:t>
      </w:r>
      <w:r w:rsidRPr="00007FEF">
        <w:t xml:space="preserve"> vklád</w:t>
      </w:r>
      <w:r>
        <w:t>ají</w:t>
      </w:r>
      <w:r w:rsidRPr="00007FEF">
        <w:t xml:space="preserve"> nov</w:t>
      </w:r>
      <w:r>
        <w:t>é</w:t>
      </w:r>
      <w:r w:rsidRPr="00007FEF">
        <w:t xml:space="preserve"> bod</w:t>
      </w:r>
      <w:r>
        <w:t>y</w:t>
      </w:r>
      <w:r w:rsidRPr="00007FEF">
        <w:t>, kter</w:t>
      </w:r>
      <w:r>
        <w:t>é</w:t>
      </w:r>
      <w:r w:rsidRPr="00007FEF">
        <w:t xml:space="preserve"> zní: „</w:t>
      </w:r>
    </w:p>
    <w:p w:rsidR="00692AF0" w:rsidRDefault="00692AF0" w:rsidP="00692AF0">
      <w:pPr>
        <w:pStyle w:val="Odstavecseseznamem"/>
        <w:ind w:left="360"/>
        <w:jc w:val="both"/>
      </w:pPr>
      <w:r w:rsidRPr="005B113F">
        <w:t>13</w:t>
      </w:r>
      <w:r>
        <w:t>8. V</w:t>
      </w:r>
      <w:r w:rsidRPr="00185551">
        <w:t xml:space="preserve"> § 27a </w:t>
      </w:r>
      <w:r>
        <w:t xml:space="preserve">se v </w:t>
      </w:r>
      <w:r w:rsidRPr="00185551">
        <w:t xml:space="preserve">odst. </w:t>
      </w:r>
      <w:r>
        <w:t>20 písm. b)</w:t>
      </w:r>
      <w:r w:rsidRPr="00185551">
        <w:t xml:space="preserve"> </w:t>
      </w:r>
      <w:r>
        <w:t>text</w:t>
      </w:r>
      <w:r w:rsidRPr="00185551">
        <w:t xml:space="preserve"> „</w:t>
      </w:r>
      <w:r w:rsidRPr="00F72864">
        <w:t>podle odstavce 4 písm. g) až i)” nahrazuj</w:t>
      </w:r>
      <w:r>
        <w:t>e</w:t>
      </w:r>
      <w:r w:rsidRPr="00F72864">
        <w:t xml:space="preserve"> </w:t>
      </w:r>
      <w:r>
        <w:t>textem</w:t>
      </w:r>
      <w:r w:rsidRPr="00F72864">
        <w:t xml:space="preserve"> “podle odstavce 4 písm. g) až j)”.</w:t>
      </w:r>
    </w:p>
    <w:p w:rsidR="00692AF0" w:rsidRDefault="00692AF0" w:rsidP="00692AF0">
      <w:pPr>
        <w:pStyle w:val="Odstavecseseznamem"/>
        <w:ind w:left="360"/>
        <w:jc w:val="both"/>
      </w:pPr>
      <w:r>
        <w:t>139. V § 27a se v odst. 20</w:t>
      </w:r>
      <w:r w:rsidRPr="00FB48A1">
        <w:t xml:space="preserve"> písm. c) </w:t>
      </w:r>
      <w:proofErr w:type="gramStart"/>
      <w:r w:rsidRPr="00FB48A1">
        <w:t>text  „ j), k) nebo</w:t>
      </w:r>
      <w:proofErr w:type="gramEnd"/>
      <w:r w:rsidRPr="00FB48A1">
        <w:t xml:space="preserve"> l)” nahrazuje textem “k), l) nebo m)“.</w:t>
      </w:r>
      <w:r>
        <w:t>“</w:t>
      </w:r>
    </w:p>
    <w:p w:rsidR="001D064E" w:rsidRDefault="001D064E" w:rsidP="00692AF0">
      <w:pPr>
        <w:pStyle w:val="Odstavecseseznamem"/>
        <w:ind w:left="360"/>
        <w:jc w:val="both"/>
      </w:pPr>
    </w:p>
    <w:p w:rsidR="00692AF0" w:rsidRDefault="00692AF0" w:rsidP="00692AF0">
      <w:pPr>
        <w:pStyle w:val="Odstavecseseznamem"/>
        <w:ind w:left="360"/>
        <w:jc w:val="both"/>
      </w:pPr>
      <w:r>
        <w:t>Následující body se přečíslují.</w:t>
      </w:r>
    </w:p>
    <w:p w:rsidR="001D064E" w:rsidRDefault="001D064E" w:rsidP="00692AF0">
      <w:pPr>
        <w:pStyle w:val="Odstavecseseznamem"/>
        <w:ind w:left="360"/>
        <w:jc w:val="both"/>
      </w:pPr>
    </w:p>
    <w:p w:rsidR="00692AF0" w:rsidRDefault="00692AF0" w:rsidP="00692AF0">
      <w:pPr>
        <w:pStyle w:val="Odstavecseseznamem"/>
        <w:numPr>
          <w:ilvl w:val="0"/>
          <w:numId w:val="33"/>
        </w:numPr>
        <w:spacing w:after="200" w:line="360" w:lineRule="auto"/>
        <w:jc w:val="both"/>
      </w:pPr>
      <w:r w:rsidRPr="00007FEF">
        <w:t>V části první čl. I</w:t>
      </w:r>
      <w:r>
        <w:t xml:space="preserve"> se v dosavadním bodu </w:t>
      </w:r>
      <w:r w:rsidRPr="005B113F">
        <w:t>147</w:t>
      </w:r>
      <w:r>
        <w:t xml:space="preserve"> </w:t>
      </w:r>
      <w:r w:rsidRPr="005F59A6">
        <w:t>za text „„</w:t>
      </w:r>
      <w:r w:rsidRPr="005B113F">
        <w:t>§ 7a odst. 9</w:t>
      </w:r>
      <w:r>
        <w:t>“</w:t>
      </w:r>
      <w:r w:rsidRPr="005F59A6">
        <w:t>“</w:t>
      </w:r>
      <w:r>
        <w:t xml:space="preserve"> vkládá text: „, text „</w:t>
      </w:r>
      <w:r w:rsidRPr="005F59A6">
        <w:t>§ 12c odst. 3</w:t>
      </w:r>
      <w:r w:rsidRPr="005A2D98">
        <w:t xml:space="preserve">“ </w:t>
      </w:r>
      <w:r>
        <w:t>se nahrazuje textem „</w:t>
      </w:r>
      <w:r w:rsidRPr="005F59A6">
        <w:t>§ 12c odst. 2””</w:t>
      </w:r>
      <w:r>
        <w:t>.</w:t>
      </w:r>
    </w:p>
    <w:p w:rsidR="001D064E" w:rsidRDefault="001D064E" w:rsidP="001D064E">
      <w:pPr>
        <w:pStyle w:val="Odstavecseseznamem"/>
        <w:spacing w:after="200" w:line="360" w:lineRule="auto"/>
        <w:ind w:left="360"/>
        <w:jc w:val="both"/>
      </w:pPr>
    </w:p>
    <w:p w:rsidR="00692AF0" w:rsidRPr="00185551" w:rsidRDefault="00692AF0" w:rsidP="00692AF0">
      <w:pPr>
        <w:pStyle w:val="Odstavecseseznamem"/>
        <w:numPr>
          <w:ilvl w:val="0"/>
          <w:numId w:val="33"/>
        </w:numPr>
        <w:spacing w:after="200" w:line="360" w:lineRule="auto"/>
        <w:jc w:val="both"/>
      </w:pPr>
      <w:r w:rsidRPr="00007FEF">
        <w:t xml:space="preserve">V části první čl. I se za dosavadní bod </w:t>
      </w:r>
      <w:r>
        <w:t>150</w:t>
      </w:r>
      <w:r w:rsidRPr="00007FEF">
        <w:t xml:space="preserve"> vklád</w:t>
      </w:r>
      <w:r>
        <w:t>á</w:t>
      </w:r>
      <w:r w:rsidRPr="00007FEF">
        <w:t xml:space="preserve"> nov</w:t>
      </w:r>
      <w:r>
        <w:t>ý</w:t>
      </w:r>
      <w:r w:rsidRPr="00007FEF">
        <w:t xml:space="preserve"> bod, kter</w:t>
      </w:r>
      <w:r>
        <w:t>ý</w:t>
      </w:r>
      <w:r w:rsidRPr="00007FEF">
        <w:t xml:space="preserve"> zní:</w:t>
      </w:r>
      <w:r>
        <w:t xml:space="preserve"> „</w:t>
      </w:r>
    </w:p>
    <w:p w:rsidR="00C51D05" w:rsidRDefault="00C51D05">
      <w:pPr>
        <w:widowControl/>
        <w:suppressAutoHyphens w:val="0"/>
        <w:rPr>
          <w:rFonts w:eastAsia="Times New Roman" w:cs="Times New Roman"/>
          <w:kern w:val="0"/>
          <w:lang w:eastAsia="cs-CZ" w:bidi="ar-SA"/>
        </w:rPr>
      </w:pPr>
      <w:r>
        <w:br w:type="page"/>
      </w:r>
    </w:p>
    <w:p w:rsidR="00692AF0" w:rsidRPr="00C34914" w:rsidRDefault="00692AF0" w:rsidP="00692AF0">
      <w:pPr>
        <w:pStyle w:val="Odstavecseseznamem"/>
        <w:ind w:left="360"/>
        <w:jc w:val="both"/>
      </w:pPr>
      <w:r>
        <w:t>162</w:t>
      </w:r>
      <w:r w:rsidRPr="00AD515D">
        <w:t>.</w:t>
      </w:r>
      <w:r>
        <w:t xml:space="preserve"> </w:t>
      </w:r>
      <w:r w:rsidRPr="00C34914">
        <w:t xml:space="preserve">Za § </w:t>
      </w:r>
      <w:r>
        <w:t>29c</w:t>
      </w:r>
      <w:r w:rsidRPr="00C34914">
        <w:t xml:space="preserve"> se vkládá nový § </w:t>
      </w:r>
      <w:r>
        <w:t>29d</w:t>
      </w:r>
      <w:r w:rsidRPr="00C34914">
        <w:t>, který</w:t>
      </w:r>
      <w:r>
        <w:t xml:space="preserve"> </w:t>
      </w:r>
      <w:r w:rsidRPr="00C34914">
        <w:t>zní:</w:t>
      </w:r>
    </w:p>
    <w:p w:rsidR="00692AF0" w:rsidRDefault="00692AF0" w:rsidP="001D064E">
      <w:pPr>
        <w:pStyle w:val="Odstavecseseznamem"/>
        <w:ind w:left="360"/>
        <w:jc w:val="center"/>
      </w:pPr>
      <w:r>
        <w:t>„</w:t>
      </w:r>
      <w:r w:rsidRPr="00C34914">
        <w:t xml:space="preserve">§ </w:t>
      </w:r>
      <w:r>
        <w:t>29d</w:t>
      </w:r>
    </w:p>
    <w:p w:rsidR="001D064E" w:rsidRDefault="001D064E" w:rsidP="001D064E">
      <w:pPr>
        <w:pStyle w:val="Odstavecseseznamem"/>
        <w:ind w:left="360"/>
        <w:jc w:val="center"/>
      </w:pPr>
    </w:p>
    <w:p w:rsidR="00692AF0" w:rsidRDefault="00692AF0" w:rsidP="00692AF0">
      <w:pPr>
        <w:pStyle w:val="Odstavecseseznamem"/>
        <w:ind w:left="360"/>
        <w:jc w:val="both"/>
      </w:pPr>
      <w:r w:rsidRPr="009E1BE6">
        <w:t>(1) Obohacené klece pro chov nosnic</w:t>
      </w:r>
      <w:r w:rsidRPr="009E1BE6">
        <w:rPr>
          <w:vertAlign w:val="superscript"/>
        </w:rPr>
        <w:t>34</w:t>
      </w:r>
      <w:r w:rsidRPr="009E1BE6">
        <w:t>, které byly poprvé uvedeny do provozu před nabytím účinnosti § 12h, musí být vyřazeny z užívání do 1. ledna 20</w:t>
      </w:r>
      <w:r>
        <w:t>27</w:t>
      </w:r>
      <w:r w:rsidRPr="009E1BE6">
        <w:t>.</w:t>
      </w:r>
    </w:p>
    <w:p w:rsidR="001D064E" w:rsidRPr="009E1BE6" w:rsidRDefault="001D064E" w:rsidP="00692AF0">
      <w:pPr>
        <w:pStyle w:val="Odstavecseseznamem"/>
        <w:ind w:left="360"/>
        <w:jc w:val="both"/>
      </w:pPr>
    </w:p>
    <w:p w:rsidR="00692AF0" w:rsidRDefault="00692AF0" w:rsidP="00692AF0">
      <w:pPr>
        <w:pStyle w:val="Odstavecseseznamem"/>
        <w:ind w:left="360"/>
        <w:jc w:val="both"/>
      </w:pPr>
      <w:r w:rsidRPr="009E1BE6">
        <w:t xml:space="preserve">(2) Obohacené klece pro chov nosnic, které byly prokazatelně poprvé uvedeny do provozu </w:t>
      </w:r>
      <w:r>
        <w:t xml:space="preserve">v období od 1. ledna 2012 do nabytí účinnosti </w:t>
      </w:r>
      <w:r w:rsidRPr="009E1BE6">
        <w:t>§ 12h, musí být vyřazeny z užívání do 15 let od jejich prvního uvedení do provozu, nejpozději však do 1. ledna 203</w:t>
      </w:r>
      <w:r>
        <w:t>3</w:t>
      </w:r>
      <w:r w:rsidRPr="009E1BE6">
        <w:t>.</w:t>
      </w:r>
    </w:p>
    <w:p w:rsidR="001D064E" w:rsidRPr="009E1BE6" w:rsidRDefault="001D064E" w:rsidP="00692AF0">
      <w:pPr>
        <w:pStyle w:val="Odstavecseseznamem"/>
        <w:ind w:left="360"/>
        <w:jc w:val="both"/>
      </w:pPr>
    </w:p>
    <w:p w:rsidR="00692AF0" w:rsidRDefault="00692AF0" w:rsidP="00692AF0">
      <w:pPr>
        <w:pStyle w:val="Odstavecseseznamem"/>
        <w:ind w:left="360"/>
        <w:jc w:val="both"/>
      </w:pPr>
      <w:r w:rsidRPr="009E1BE6">
        <w:t xml:space="preserve">(3) V případech hodných zvláštního zřetele, zejména v případě průtahů s realizací stavby nových hal pro chov nosnic v alternativních systémech, které tak chovatel nebude moci dokončit ve lhůtách uvedených v odstavcích 1 a 2, může krajská veterinární správa na žádost rozhodnout o prodloužení lhůty pro vyřazení obohacených klecí o nezbytnou dobu, </w:t>
      </w:r>
      <w:r>
        <w:t>nejdéle</w:t>
      </w:r>
      <w:r w:rsidRPr="009E1BE6">
        <w:t xml:space="preserve"> do 1. ledna 203</w:t>
      </w:r>
      <w:r>
        <w:t>0</w:t>
      </w:r>
      <w:r w:rsidRPr="009E1BE6">
        <w:t>.</w:t>
      </w:r>
      <w:r>
        <w:t>“</w:t>
      </w:r>
    </w:p>
    <w:p w:rsidR="00692AF0" w:rsidRDefault="00692AF0" w:rsidP="00692AF0">
      <w:pPr>
        <w:pStyle w:val="Odstavecseseznamem"/>
        <w:ind w:left="360"/>
        <w:jc w:val="both"/>
      </w:pPr>
      <w:r>
        <w:t>“</w:t>
      </w:r>
    </w:p>
    <w:p w:rsidR="00692AF0" w:rsidRDefault="00692AF0" w:rsidP="00692AF0">
      <w:pPr>
        <w:pStyle w:val="Odstavecseseznamem"/>
        <w:ind w:left="360"/>
        <w:jc w:val="both"/>
      </w:pPr>
      <w:r>
        <w:t>Následující body se přečíslují.</w:t>
      </w:r>
    </w:p>
    <w:p w:rsidR="001D064E" w:rsidRPr="00537C89" w:rsidRDefault="001D064E" w:rsidP="00692AF0">
      <w:pPr>
        <w:pStyle w:val="Odstavecseseznamem"/>
        <w:ind w:left="360"/>
        <w:jc w:val="both"/>
      </w:pPr>
    </w:p>
    <w:p w:rsidR="00692AF0" w:rsidRDefault="00692AF0" w:rsidP="00692AF0">
      <w:pPr>
        <w:pStyle w:val="Odstavecseseznamem"/>
        <w:numPr>
          <w:ilvl w:val="0"/>
          <w:numId w:val="33"/>
        </w:numPr>
        <w:spacing w:after="200" w:line="360" w:lineRule="auto"/>
        <w:jc w:val="both"/>
      </w:pPr>
      <w:r>
        <w:t xml:space="preserve">V části třetí čl. VI se na konci písmene b) slovo „a“ zrušuje a na konci písmene c) tečka nahrazuje </w:t>
      </w:r>
      <w:proofErr w:type="gramStart"/>
      <w:r>
        <w:t>slovem „ , a“</w:t>
      </w:r>
      <w:r w:rsidRPr="00FA5FAA">
        <w:t xml:space="preserve"> </w:t>
      </w:r>
      <w:r>
        <w:t>a doplňuje</w:t>
      </w:r>
      <w:proofErr w:type="gramEnd"/>
      <w:r>
        <w:t xml:space="preserve"> se písmeno d), které zní:</w:t>
      </w:r>
    </w:p>
    <w:p w:rsidR="00692AF0" w:rsidRDefault="00692AF0" w:rsidP="00692AF0">
      <w:pPr>
        <w:pStyle w:val="Odstavecseseznamem"/>
        <w:ind w:left="360"/>
        <w:jc w:val="both"/>
      </w:pPr>
      <w:r>
        <w:t xml:space="preserve">„d) bodů </w:t>
      </w:r>
      <w:r w:rsidRPr="00DE37AC">
        <w:t>2</w:t>
      </w:r>
      <w:r>
        <w:t>7</w:t>
      </w:r>
      <w:r w:rsidRPr="00DE37AC">
        <w:t>, 10</w:t>
      </w:r>
      <w:r>
        <w:t>6</w:t>
      </w:r>
      <w:r w:rsidRPr="00DE37AC">
        <w:t>, 11</w:t>
      </w:r>
      <w:r>
        <w:t>2</w:t>
      </w:r>
      <w:r w:rsidRPr="00DE37AC">
        <w:t xml:space="preserve">, </w:t>
      </w:r>
      <w:r>
        <w:t xml:space="preserve">113, </w:t>
      </w:r>
      <w:r w:rsidRPr="00DE37AC">
        <w:t>12</w:t>
      </w:r>
      <w:r>
        <w:t>2, 138,</w:t>
      </w:r>
      <w:r w:rsidRPr="00DE37AC">
        <w:t xml:space="preserve"> 13</w:t>
      </w:r>
      <w:r>
        <w:t xml:space="preserve">9 a 162, které nabývají účinnosti </w:t>
      </w:r>
      <w:r w:rsidRPr="00CB3D68">
        <w:t>prvním dnem dvanáctého kalendářního měsíce následujícího po jeho vyhlášení</w:t>
      </w:r>
      <w:r>
        <w:t>.“</w:t>
      </w:r>
      <w:r w:rsidR="001D064E">
        <w:t>.</w:t>
      </w:r>
    </w:p>
    <w:p w:rsidR="00FA0436" w:rsidRDefault="00FA0436" w:rsidP="00DA0FBF">
      <w:pPr>
        <w:ind w:left="426" w:hanging="426"/>
        <w:rPr>
          <w:rFonts w:cs="Times New Roman"/>
        </w:rPr>
      </w:pPr>
    </w:p>
    <w:p w:rsidR="00692AF0" w:rsidRDefault="00692AF0" w:rsidP="00DA0FBF">
      <w:pPr>
        <w:ind w:left="426" w:hanging="426"/>
        <w:rPr>
          <w:rFonts w:cs="Times New Roman"/>
        </w:rPr>
      </w:pPr>
    </w:p>
    <w:p w:rsidR="00692AF0" w:rsidRDefault="001D064E" w:rsidP="001D064E">
      <w:pPr>
        <w:pStyle w:val="PNposlanec"/>
      </w:pPr>
      <w:r>
        <w:t>Poslanec Marian Jurečka</w:t>
      </w:r>
    </w:p>
    <w:p w:rsidR="00692AF0" w:rsidRPr="001D064E" w:rsidRDefault="001D064E" w:rsidP="00DA0FBF">
      <w:pPr>
        <w:ind w:left="426" w:hanging="426"/>
        <w:rPr>
          <w:rFonts w:cs="Times New Roman"/>
          <w:i/>
        </w:rPr>
      </w:pPr>
      <w:r w:rsidRPr="001D064E">
        <w:rPr>
          <w:rFonts w:cs="Times New Roman"/>
          <w:i/>
        </w:rPr>
        <w:t>SD 4520</w:t>
      </w:r>
    </w:p>
    <w:p w:rsidR="001D064E" w:rsidRDefault="0041613C" w:rsidP="00D53EEF">
      <w:pPr>
        <w:pStyle w:val="Odstavecseseznamem"/>
        <w:ind w:left="0"/>
        <w:contextualSpacing w:val="0"/>
        <w:jc w:val="both"/>
      </w:pPr>
      <w:r w:rsidRPr="0041613C">
        <w:rPr>
          <w:b/>
        </w:rPr>
        <w:t xml:space="preserve">1. </w:t>
      </w:r>
      <w:r w:rsidR="001D064E" w:rsidRPr="00823CEA">
        <w:t>V části první čl. I se vkládá nový bod 78, který zní:</w:t>
      </w:r>
    </w:p>
    <w:p w:rsidR="001D064E" w:rsidRPr="00823CEA" w:rsidRDefault="001D064E" w:rsidP="001D064E">
      <w:pPr>
        <w:pStyle w:val="Odstavecseseznamem"/>
        <w:spacing w:before="240"/>
        <w:ind w:left="0"/>
        <w:jc w:val="both"/>
      </w:pPr>
      <w:r w:rsidRPr="00823CEA">
        <w:t>„78. V § 22 odst. 1 písm. l) se za slova „o závazném pokynu“ doplňují slova „podle § 52 odst. 1 písm. b) veterinárního zákona</w:t>
      </w:r>
      <w:r w:rsidRPr="00823CEA">
        <w:rPr>
          <w:vertAlign w:val="superscript"/>
        </w:rPr>
        <w:t>2)</w:t>
      </w:r>
      <w:r w:rsidRPr="00823CEA">
        <w:t>“.“</w:t>
      </w:r>
    </w:p>
    <w:p w:rsidR="001D064E" w:rsidRPr="00823CEA" w:rsidRDefault="001D064E" w:rsidP="001D064E">
      <w:pPr>
        <w:pStyle w:val="Odstavecseseznamem"/>
        <w:spacing w:before="240"/>
        <w:ind w:left="0"/>
        <w:jc w:val="both"/>
      </w:pPr>
      <w:r w:rsidRPr="00823CEA">
        <w:t>Dosavadní body se přečíslují.</w:t>
      </w:r>
    </w:p>
    <w:p w:rsidR="00692AF0" w:rsidRDefault="00692AF0" w:rsidP="00DA0FBF">
      <w:pPr>
        <w:ind w:left="426" w:hanging="426"/>
        <w:rPr>
          <w:rFonts w:cs="Times New Roman"/>
        </w:rPr>
      </w:pPr>
    </w:p>
    <w:p w:rsidR="00D53EEF" w:rsidRPr="00D53EEF" w:rsidRDefault="00D53EEF" w:rsidP="001D064E">
      <w:pPr>
        <w:pStyle w:val="Odstavecseseznamem"/>
        <w:spacing w:before="240"/>
        <w:ind w:left="0"/>
        <w:jc w:val="both"/>
        <w:rPr>
          <w:i/>
        </w:rPr>
      </w:pPr>
      <w:r w:rsidRPr="00D53EEF">
        <w:rPr>
          <w:i/>
        </w:rPr>
        <w:t>SD 4521</w:t>
      </w:r>
    </w:p>
    <w:p w:rsidR="001D064E" w:rsidRPr="00823CEA" w:rsidRDefault="0041613C" w:rsidP="001D064E">
      <w:pPr>
        <w:pStyle w:val="Odstavecseseznamem"/>
        <w:spacing w:before="240"/>
        <w:ind w:left="0"/>
        <w:jc w:val="both"/>
      </w:pPr>
      <w:r w:rsidRPr="0041613C">
        <w:rPr>
          <w:b/>
        </w:rPr>
        <w:t xml:space="preserve">2. </w:t>
      </w:r>
      <w:r w:rsidR="001D064E" w:rsidRPr="00823CEA">
        <w:t>V části první čl. I se vkládá nový bod 87, který zní:</w:t>
      </w:r>
    </w:p>
    <w:p w:rsidR="001D064E" w:rsidRPr="00823CEA" w:rsidRDefault="001D064E" w:rsidP="001D064E">
      <w:pPr>
        <w:pStyle w:val="Odstavecseseznamem"/>
        <w:spacing w:before="240"/>
        <w:ind w:left="0"/>
        <w:jc w:val="both"/>
      </w:pPr>
      <w:r w:rsidRPr="00823CEA">
        <w:t>„87. V § 25 odst. 1 na konci písme</w:t>
      </w:r>
      <w:r>
        <w:t>ne a) se čárka nahrazuje slovy „</w:t>
      </w:r>
      <w:r w:rsidRPr="00823CEA">
        <w:t>;</w:t>
      </w:r>
      <w:r>
        <w:t xml:space="preserve"> </w:t>
      </w:r>
      <w:r w:rsidRPr="00E515D8">
        <w:t>zaměstnanci zařazení v orgánu ochrany zvířat, p</w:t>
      </w:r>
      <w:r>
        <w:t>ověření výkonem dozoru nad dodr</w:t>
      </w:r>
      <w:r w:rsidRPr="00E515D8">
        <w:t>žováním povinností stanovených tímto zákonem, právními předpisy vydanými k jeho provedení a přímo použitelnými předpisy Evropské unie, jsou oprávněni zjednat si přístup do staveb, dopravních prostředků, na pozemky a do dalších prostor včetně otevření uzavřených prostor při důvodném podezření, že se ta</w:t>
      </w:r>
      <w:r>
        <w:t>m nachází týrané zví</w:t>
      </w:r>
      <w:r w:rsidRPr="00E515D8">
        <w:t>ře</w:t>
      </w:r>
      <w:r>
        <w:t>,</w:t>
      </w:r>
      <w:r w:rsidRPr="00823CEA">
        <w:t>“.“</w:t>
      </w:r>
    </w:p>
    <w:p w:rsidR="001D064E" w:rsidRPr="00823CEA" w:rsidRDefault="001D064E" w:rsidP="001D064E">
      <w:pPr>
        <w:pStyle w:val="Odstavecseseznamem"/>
        <w:spacing w:before="240"/>
        <w:ind w:left="0"/>
        <w:jc w:val="both"/>
      </w:pPr>
      <w:r w:rsidRPr="00823CEA">
        <w:t>Dosavadní body se přečíslují.</w:t>
      </w:r>
    </w:p>
    <w:p w:rsidR="001D064E" w:rsidRDefault="001D064E" w:rsidP="00DA0FBF">
      <w:pPr>
        <w:ind w:left="426" w:hanging="426"/>
        <w:rPr>
          <w:rFonts w:cs="Times New Roman"/>
        </w:rPr>
      </w:pPr>
    </w:p>
    <w:p w:rsidR="0020529D" w:rsidRPr="0020529D" w:rsidRDefault="0020529D" w:rsidP="00DA0FBF">
      <w:pPr>
        <w:ind w:left="426" w:hanging="426"/>
        <w:rPr>
          <w:rFonts w:cs="Times New Roman"/>
          <w:i/>
        </w:rPr>
      </w:pPr>
      <w:r w:rsidRPr="0020529D">
        <w:rPr>
          <w:rFonts w:cs="Times New Roman"/>
          <w:i/>
        </w:rPr>
        <w:t>SD 4522</w:t>
      </w:r>
    </w:p>
    <w:p w:rsidR="00D53EEF" w:rsidRPr="0037274A" w:rsidRDefault="0041613C" w:rsidP="0041613C">
      <w:pPr>
        <w:jc w:val="both"/>
      </w:pPr>
      <w:r w:rsidRPr="0041613C">
        <w:rPr>
          <w:b/>
        </w:rPr>
        <w:t>3</w:t>
      </w:r>
      <w:r>
        <w:t xml:space="preserve">. </w:t>
      </w:r>
      <w:r w:rsidR="00D53EEF" w:rsidRPr="0037274A">
        <w:t>V části první čl. I se vkládá nový bod 13</w:t>
      </w:r>
      <w:r w:rsidR="00D53EEF">
        <w:t>2</w:t>
      </w:r>
      <w:r w:rsidR="00D53EEF" w:rsidRPr="0037274A">
        <w:t>, který zní:</w:t>
      </w:r>
    </w:p>
    <w:p w:rsidR="00D53EEF" w:rsidRPr="0037274A" w:rsidRDefault="00D53EEF" w:rsidP="00D53EEF">
      <w:pPr>
        <w:pStyle w:val="Odstavecseseznamem"/>
        <w:spacing w:before="240"/>
        <w:ind w:left="426"/>
        <w:jc w:val="both"/>
      </w:pPr>
      <w:r w:rsidRPr="0037274A">
        <w:t>„13</w:t>
      </w:r>
      <w:r>
        <w:t>2</w:t>
      </w:r>
      <w:r w:rsidRPr="0037274A">
        <w:t>. V § 27b se za odstavec 1 vkládá nový odstavec 2, který zní:</w:t>
      </w:r>
    </w:p>
    <w:p w:rsidR="00D53EEF" w:rsidRDefault="00D53EEF" w:rsidP="00D53EEF">
      <w:pPr>
        <w:pStyle w:val="Odstavecseseznamem"/>
        <w:spacing w:before="240"/>
        <w:ind w:left="0" w:firstLine="709"/>
        <w:jc w:val="both"/>
      </w:pPr>
      <w:r w:rsidRPr="0037274A">
        <w:t xml:space="preserve">„(2) Po uplynutí poloviny doby, na niž byl uložen zákaz chovu zvířat, může obecní úřad obce s rozšířenou působností od výkonu zbytku tohoto správního trestu upustit, jestliže pachatel </w:t>
      </w:r>
      <w:r>
        <w:t xml:space="preserve">přestupku </w:t>
      </w:r>
      <w:r w:rsidRPr="0037274A">
        <w:t>prokáže způsobem svého života nebo provedením účinných opatření, že jeho další výkon není potřebný.“</w:t>
      </w:r>
    </w:p>
    <w:p w:rsidR="00D53EEF" w:rsidRPr="0037274A" w:rsidRDefault="00D53EEF" w:rsidP="007156F7">
      <w:pPr>
        <w:jc w:val="both"/>
      </w:pPr>
      <w:r>
        <w:t>Dosavadní odstavce 2 až 4 se označují jako odstavce 3 až 5.“</w:t>
      </w:r>
    </w:p>
    <w:p w:rsidR="00D53EEF" w:rsidRDefault="00D53EEF" w:rsidP="007156F7">
      <w:pPr>
        <w:jc w:val="both"/>
      </w:pPr>
      <w:r w:rsidRPr="0037274A">
        <w:t>Dosavadní body se přečíslují.</w:t>
      </w:r>
    </w:p>
    <w:p w:rsidR="00D53EEF" w:rsidRDefault="0041613C" w:rsidP="0041613C">
      <w:pPr>
        <w:spacing w:before="240"/>
        <w:jc w:val="both"/>
      </w:pPr>
      <w:r w:rsidRPr="0041613C">
        <w:rPr>
          <w:b/>
        </w:rPr>
        <w:t xml:space="preserve">4. </w:t>
      </w:r>
      <w:r w:rsidR="00D53EEF" w:rsidRPr="0037274A">
        <w:t xml:space="preserve">V části první čl. I se </w:t>
      </w:r>
      <w:r w:rsidR="00D53EEF">
        <w:t>v původním bodě</w:t>
      </w:r>
      <w:r w:rsidR="00D53EEF" w:rsidRPr="0037274A">
        <w:t xml:space="preserve"> 13</w:t>
      </w:r>
      <w:r w:rsidR="00D53EEF">
        <w:t>2 slova „§ 27b odst. 2“ nahrazují slovy „27b odst. 3“.</w:t>
      </w:r>
    </w:p>
    <w:p w:rsidR="0041613C" w:rsidRDefault="0041613C">
      <w:pPr>
        <w:widowControl/>
        <w:suppressAutoHyphens w:val="0"/>
        <w:rPr>
          <w:b/>
        </w:rPr>
      </w:pPr>
    </w:p>
    <w:p w:rsidR="00D53EEF" w:rsidRDefault="0041613C" w:rsidP="0041613C">
      <w:pPr>
        <w:spacing w:before="240"/>
        <w:jc w:val="both"/>
      </w:pPr>
      <w:r w:rsidRPr="0041613C">
        <w:rPr>
          <w:b/>
        </w:rPr>
        <w:t xml:space="preserve">5. </w:t>
      </w:r>
      <w:r w:rsidR="00D53EEF" w:rsidRPr="0037274A">
        <w:t xml:space="preserve">V části první čl. I </w:t>
      </w:r>
      <w:r w:rsidR="00D53EEF">
        <w:t>původní bod</w:t>
      </w:r>
      <w:r w:rsidR="00D53EEF" w:rsidRPr="0037274A">
        <w:t xml:space="preserve"> 13</w:t>
      </w:r>
      <w:r w:rsidR="00D53EEF">
        <w:t xml:space="preserve">3 zní: </w:t>
      </w:r>
    </w:p>
    <w:p w:rsidR="00D53EEF" w:rsidRPr="000E555E" w:rsidRDefault="00D53EEF" w:rsidP="00D53EEF">
      <w:pPr>
        <w:pStyle w:val="Odstavecseseznamem"/>
        <w:spacing w:before="240"/>
        <w:ind w:left="426"/>
        <w:jc w:val="both"/>
      </w:pPr>
      <w:r>
        <w:t xml:space="preserve">„133. </w:t>
      </w:r>
      <w:r w:rsidRPr="000E555E">
        <w:t xml:space="preserve">V § 27b se za odstavec </w:t>
      </w:r>
      <w:r>
        <w:t>3</w:t>
      </w:r>
      <w:r w:rsidRPr="000E555E">
        <w:t xml:space="preserve"> vkládá nový odstavec </w:t>
      </w:r>
      <w:r>
        <w:t>4</w:t>
      </w:r>
      <w:r w:rsidRPr="000E555E">
        <w:t>, který zní:</w:t>
      </w:r>
    </w:p>
    <w:p w:rsidR="00D53EEF" w:rsidRDefault="00D53EEF" w:rsidP="00D53EEF">
      <w:pPr>
        <w:pStyle w:val="Odstavecseseznamem"/>
        <w:spacing w:before="240"/>
        <w:ind w:left="426"/>
        <w:jc w:val="both"/>
      </w:pPr>
    </w:p>
    <w:p w:rsidR="00D53EEF" w:rsidRDefault="00D53EEF" w:rsidP="00D53EEF">
      <w:pPr>
        <w:pStyle w:val="Odstavecseseznamem"/>
        <w:spacing w:before="240"/>
        <w:ind w:left="426"/>
        <w:jc w:val="both"/>
      </w:pPr>
      <w:r w:rsidRPr="000E555E">
        <w:t>„(3) Propadnutí zvířete může obecní úřad obce s rozšířenou působností rozhodnutím dále uložit, i když dosud nedošlo k utrpení zvířete, pokud zvíře náleží pachateli přestupku, který zvíře chová be</w:t>
      </w:r>
      <w:r>
        <w:t>z povolení podle § 13 odst. 5.“</w:t>
      </w:r>
    </w:p>
    <w:p w:rsidR="00D53EEF" w:rsidRPr="000E555E" w:rsidRDefault="00D53EEF" w:rsidP="00D53EEF">
      <w:pPr>
        <w:pStyle w:val="Odstavecseseznamem"/>
        <w:spacing w:before="240"/>
        <w:ind w:left="426"/>
        <w:jc w:val="both"/>
      </w:pPr>
    </w:p>
    <w:p w:rsidR="00D53EEF" w:rsidRDefault="00D53EEF" w:rsidP="00D53EEF">
      <w:pPr>
        <w:pStyle w:val="Odstavecseseznamem"/>
        <w:spacing w:before="240"/>
        <w:ind w:left="426"/>
        <w:jc w:val="both"/>
      </w:pPr>
      <w:r w:rsidRPr="000E555E">
        <w:t xml:space="preserve">Dosavadní odstavce </w:t>
      </w:r>
      <w:r>
        <w:t>4</w:t>
      </w:r>
      <w:r w:rsidRPr="000E555E">
        <w:t xml:space="preserve"> a </w:t>
      </w:r>
      <w:r>
        <w:t>5</w:t>
      </w:r>
      <w:r w:rsidRPr="000E555E">
        <w:t xml:space="preserve"> se označují jako odstavce </w:t>
      </w:r>
      <w:r>
        <w:t>5</w:t>
      </w:r>
      <w:r w:rsidRPr="000E555E">
        <w:t xml:space="preserve"> a </w:t>
      </w:r>
      <w:r>
        <w:t>6</w:t>
      </w:r>
      <w:r w:rsidRPr="000E555E">
        <w:t>.</w:t>
      </w:r>
      <w:r>
        <w:t>“</w:t>
      </w:r>
    </w:p>
    <w:p w:rsidR="001D064E" w:rsidRDefault="001D064E" w:rsidP="00DA0FBF">
      <w:pPr>
        <w:ind w:left="426" w:hanging="426"/>
        <w:rPr>
          <w:rFonts w:cs="Times New Roman"/>
        </w:rPr>
      </w:pPr>
    </w:p>
    <w:p w:rsidR="0020529D" w:rsidRPr="0020529D" w:rsidRDefault="0020529D" w:rsidP="00DA0FBF">
      <w:pPr>
        <w:ind w:left="426" w:hanging="426"/>
        <w:rPr>
          <w:rFonts w:cs="Times New Roman"/>
          <w:i/>
        </w:rPr>
      </w:pPr>
      <w:r w:rsidRPr="0020529D">
        <w:rPr>
          <w:rFonts w:cs="Times New Roman"/>
          <w:i/>
        </w:rPr>
        <w:t>SD 4523</w:t>
      </w:r>
    </w:p>
    <w:p w:rsidR="00D53EEF" w:rsidRPr="00ED7077" w:rsidRDefault="0041613C" w:rsidP="0041613C">
      <w:pPr>
        <w:jc w:val="both"/>
      </w:pPr>
      <w:r w:rsidRPr="0041613C">
        <w:rPr>
          <w:b/>
        </w:rPr>
        <w:t>6.</w:t>
      </w:r>
      <w:r>
        <w:t xml:space="preserve"> </w:t>
      </w:r>
      <w:r w:rsidR="00D53EEF" w:rsidRPr="00ED7077">
        <w:t>V části první čl. I v bodu 18 se v návrhu znění § 7a odst. 4 doplňuje nové písmeno a), které zní:</w:t>
      </w:r>
    </w:p>
    <w:p w:rsidR="00D53EEF" w:rsidRPr="00ED7077" w:rsidRDefault="00D53EEF" w:rsidP="007156F7">
      <w:pPr>
        <w:ind w:left="567" w:hanging="142"/>
        <w:jc w:val="both"/>
      </w:pPr>
      <w:r w:rsidRPr="00ED7077">
        <w:t>„a) vést evidenci všech fen a v ní ke každé feně číslo čipu, datum narození, plemeno, datum připouštění nebo inseminace a datum každého vrhu s uvedením počtu štěňat, zaznamenávat neprodleně změny tak, aby evidence byla aktuální a uchovávat ji nejméně po dobu 3 let od posledního záznamu,“</w:t>
      </w:r>
    </w:p>
    <w:p w:rsidR="00D53EEF" w:rsidRPr="00ED7077" w:rsidRDefault="00D53EEF" w:rsidP="007156F7">
      <w:pPr>
        <w:pStyle w:val="Odstavecseseznamem"/>
        <w:spacing w:before="240"/>
        <w:ind w:left="567" w:hanging="142"/>
        <w:jc w:val="both"/>
      </w:pPr>
      <w:r w:rsidRPr="00ED7077">
        <w:t>Dosavadní písmena a) až c) se označují jako b) až d).</w:t>
      </w:r>
    </w:p>
    <w:p w:rsidR="001D064E" w:rsidRDefault="001D064E" w:rsidP="00DA0FBF">
      <w:pPr>
        <w:ind w:left="426" w:hanging="426"/>
        <w:rPr>
          <w:rFonts w:cs="Times New Roman"/>
        </w:rPr>
      </w:pPr>
    </w:p>
    <w:p w:rsidR="001D064E" w:rsidRPr="007156F7" w:rsidRDefault="007156F7" w:rsidP="00DA0FBF">
      <w:pPr>
        <w:ind w:left="426" w:hanging="426"/>
        <w:rPr>
          <w:rFonts w:cs="Times New Roman"/>
          <w:i/>
        </w:rPr>
      </w:pPr>
      <w:r w:rsidRPr="007156F7">
        <w:rPr>
          <w:rFonts w:cs="Times New Roman"/>
          <w:i/>
        </w:rPr>
        <w:t>SD 4524</w:t>
      </w:r>
    </w:p>
    <w:p w:rsidR="00D53EEF" w:rsidRPr="008231B6" w:rsidRDefault="0041613C" w:rsidP="0041613C">
      <w:pPr>
        <w:spacing w:before="240"/>
        <w:jc w:val="both"/>
      </w:pPr>
      <w:r w:rsidRPr="0041613C">
        <w:rPr>
          <w:b/>
        </w:rPr>
        <w:t>7.</w:t>
      </w:r>
      <w:r>
        <w:t xml:space="preserve"> </w:t>
      </w:r>
      <w:r w:rsidR="00D53EEF" w:rsidRPr="008231B6">
        <w:t>V části první čl. I bod 134 zní:</w:t>
      </w:r>
    </w:p>
    <w:p w:rsidR="00D53EEF" w:rsidRPr="008231B6" w:rsidRDefault="00D53EEF" w:rsidP="00D53EEF">
      <w:pPr>
        <w:pStyle w:val="Odstavecseseznamem"/>
        <w:spacing w:before="240"/>
        <w:ind w:left="426"/>
        <w:jc w:val="both"/>
      </w:pPr>
      <w:r w:rsidRPr="008231B6">
        <w:t>„134. V § 27b se odstavec 4 zrušuje a odstavec 5 se označuje jako odstavec 4.“</w:t>
      </w:r>
    </w:p>
    <w:p w:rsidR="00D53EEF" w:rsidRPr="008231B6" w:rsidRDefault="0041613C" w:rsidP="0041613C">
      <w:pPr>
        <w:spacing w:before="240"/>
        <w:jc w:val="both"/>
      </w:pPr>
      <w:r w:rsidRPr="0041613C">
        <w:rPr>
          <w:b/>
        </w:rPr>
        <w:t>8.</w:t>
      </w:r>
      <w:r>
        <w:t xml:space="preserve"> </w:t>
      </w:r>
      <w:r w:rsidR="00D53EEF" w:rsidRPr="008231B6">
        <w:t>V části první čl. I bod 136 zní:</w:t>
      </w:r>
    </w:p>
    <w:p w:rsidR="00D53EEF" w:rsidRPr="008231B6" w:rsidRDefault="00D53EEF" w:rsidP="00D53EEF">
      <w:pPr>
        <w:pStyle w:val="Odstavecseseznamem"/>
        <w:spacing w:before="240"/>
        <w:ind w:left="426"/>
        <w:jc w:val="both"/>
      </w:pPr>
      <w:r w:rsidRPr="008231B6">
        <w:t xml:space="preserve">„136. V § 27c se za odstavec 1 vkládají nové odstavce 2 až 3, které znějí: </w:t>
      </w:r>
    </w:p>
    <w:p w:rsidR="00D53EEF" w:rsidRPr="008231B6" w:rsidRDefault="00D53EEF" w:rsidP="00D53EEF">
      <w:pPr>
        <w:pStyle w:val="Odstavecseseznamem"/>
        <w:ind w:left="426" w:firstLine="567"/>
        <w:jc w:val="both"/>
      </w:pPr>
    </w:p>
    <w:p w:rsidR="00D53EEF" w:rsidRPr="008231B6" w:rsidRDefault="00D53EEF" w:rsidP="00D53EEF">
      <w:pPr>
        <w:pStyle w:val="Odstavecseseznamem"/>
        <w:ind w:left="426" w:firstLine="567"/>
        <w:jc w:val="both"/>
      </w:pPr>
      <w:r w:rsidRPr="008231B6">
        <w:t xml:space="preserve">„(2) Obecní úřad obce s rozšířenou působností může dále rozhodnout o zabrání týraného zvířete, pokud </w:t>
      </w:r>
    </w:p>
    <w:p w:rsidR="00D53EEF" w:rsidRPr="008231B6" w:rsidRDefault="00D53EEF" w:rsidP="00D53EEF">
      <w:pPr>
        <w:pStyle w:val="Odstavecseseznamem"/>
        <w:ind w:left="993"/>
        <w:jc w:val="both"/>
      </w:pPr>
      <w:r w:rsidRPr="008231B6">
        <w:t xml:space="preserve">a) zvíře týrá osoba, která není vlastníkem zvířete, a která zvíře chová s vědomím vlastníka zvířete, a vlastník zvířete nezabezpečí péči o týrané zvíře na základě výzvy podle odstavce 3, nebo </w:t>
      </w:r>
    </w:p>
    <w:p w:rsidR="00D53EEF" w:rsidRPr="008231B6" w:rsidRDefault="00D53EEF" w:rsidP="00D53EEF">
      <w:pPr>
        <w:pStyle w:val="Odstavecseseznamem"/>
        <w:ind w:left="993"/>
        <w:jc w:val="both"/>
      </w:pPr>
      <w:r w:rsidRPr="008231B6">
        <w:t xml:space="preserve">b) osoba, jíž chované zvíře bylo umístěno do náhradní péče, neuhradí náklady podle § 28a odst. 6 věty první do 3 měsíců ode dne oznámení rozhodnutí o nákladech, a zvíře není vlastnictvím této osoby. </w:t>
      </w:r>
    </w:p>
    <w:p w:rsidR="00D53EEF" w:rsidRPr="008231B6" w:rsidRDefault="00D53EEF" w:rsidP="00D53EEF">
      <w:pPr>
        <w:pStyle w:val="Odstavecseseznamem"/>
        <w:ind w:left="426" w:firstLine="567"/>
        <w:jc w:val="both"/>
      </w:pPr>
    </w:p>
    <w:p w:rsidR="00D53EEF" w:rsidRPr="008231B6" w:rsidRDefault="00D53EEF" w:rsidP="00D53EEF">
      <w:pPr>
        <w:pStyle w:val="Odstavecseseznamem"/>
        <w:ind w:left="426" w:firstLine="567"/>
        <w:jc w:val="both"/>
      </w:pPr>
      <w:r w:rsidRPr="008231B6">
        <w:t xml:space="preserve">(3) Pokud obviněný z týrání zvířete nebo pachatel přestupku není vlastníkem týraného zvířete a chová týrané zvíře s vědomím vlastníka zvířete, vyzve obecní úřad obce s rozšířenou působností vlastníka týraného zvířete, aby do 7 dnů ode dne doručení výzvy zajistil řádnou péči o týrané zvíře. Vlastník týraného zvířete je povinen po výzvě obecního úřadu obce s rozšířenou působností zabezpečit na svoje náklady řádnou péči o týrané zvíře.“.“ </w:t>
      </w:r>
    </w:p>
    <w:p w:rsidR="00D53EEF" w:rsidRPr="008231B6" w:rsidRDefault="00D53EEF" w:rsidP="00D53EEF">
      <w:pPr>
        <w:pStyle w:val="Odstavecseseznamem"/>
        <w:ind w:left="426" w:firstLine="567"/>
        <w:jc w:val="both"/>
      </w:pPr>
    </w:p>
    <w:p w:rsidR="00D53EEF" w:rsidRPr="008231B6" w:rsidRDefault="00D53EEF" w:rsidP="00D53EEF">
      <w:pPr>
        <w:pStyle w:val="Odstavecseseznamem"/>
        <w:ind w:left="426" w:firstLine="567"/>
        <w:jc w:val="both"/>
      </w:pPr>
      <w:r w:rsidRPr="008231B6">
        <w:t>Dosavadní odstavec 2 se označuje jako odstavec 4.</w:t>
      </w:r>
    </w:p>
    <w:p w:rsidR="00D53EEF" w:rsidRPr="008231B6" w:rsidRDefault="0041613C" w:rsidP="0041613C">
      <w:pPr>
        <w:spacing w:before="240"/>
        <w:jc w:val="both"/>
      </w:pPr>
      <w:r w:rsidRPr="0041613C">
        <w:rPr>
          <w:b/>
        </w:rPr>
        <w:t>9.</w:t>
      </w:r>
      <w:r>
        <w:t xml:space="preserve"> </w:t>
      </w:r>
      <w:r w:rsidR="00D53EEF" w:rsidRPr="008231B6">
        <w:t>V části první čl. I se vkládá nový bod 142, který zní:</w:t>
      </w:r>
    </w:p>
    <w:p w:rsidR="00D53EEF" w:rsidRPr="008231B6" w:rsidRDefault="00D53EEF" w:rsidP="00D53EEF">
      <w:pPr>
        <w:pStyle w:val="Odstavecseseznamem"/>
        <w:spacing w:before="240"/>
        <w:ind w:left="426"/>
        <w:jc w:val="both"/>
      </w:pPr>
      <w:r w:rsidRPr="008231B6">
        <w:t>„142. V § 28a se odstavec 7 zrušuje.“</w:t>
      </w:r>
    </w:p>
    <w:p w:rsidR="00D53EEF" w:rsidRPr="008231B6" w:rsidRDefault="00D53EEF" w:rsidP="00D53EEF">
      <w:pPr>
        <w:pStyle w:val="Odstavecseseznamem"/>
        <w:spacing w:before="240"/>
        <w:ind w:left="426"/>
        <w:jc w:val="both"/>
      </w:pPr>
      <w:r w:rsidRPr="008231B6">
        <w:t>Dosavadní body se přečíslují.</w:t>
      </w:r>
    </w:p>
    <w:p w:rsidR="0041613C" w:rsidRDefault="0041613C">
      <w:pPr>
        <w:widowControl/>
        <w:suppressAutoHyphens w:val="0"/>
        <w:rPr>
          <w:rFonts w:cs="Times New Roman"/>
          <w:i/>
        </w:rPr>
      </w:pPr>
    </w:p>
    <w:p w:rsidR="00D53EEF" w:rsidRPr="007156F7" w:rsidRDefault="00D53EEF" w:rsidP="00DA0FBF">
      <w:pPr>
        <w:ind w:left="426" w:hanging="426"/>
        <w:rPr>
          <w:rFonts w:cs="Times New Roman"/>
          <w:i/>
        </w:rPr>
      </w:pPr>
      <w:r w:rsidRPr="007156F7">
        <w:rPr>
          <w:rFonts w:cs="Times New Roman"/>
          <w:i/>
        </w:rPr>
        <w:t>SD 4</w:t>
      </w:r>
      <w:r w:rsidR="007156F7">
        <w:rPr>
          <w:rFonts w:cs="Times New Roman"/>
          <w:i/>
        </w:rPr>
        <w:t>5</w:t>
      </w:r>
      <w:r w:rsidRPr="007156F7">
        <w:rPr>
          <w:rFonts w:cs="Times New Roman"/>
          <w:i/>
        </w:rPr>
        <w:t>26</w:t>
      </w:r>
    </w:p>
    <w:p w:rsidR="00D53EEF" w:rsidRPr="0089172A" w:rsidRDefault="0041613C" w:rsidP="0041613C">
      <w:pPr>
        <w:spacing w:before="240"/>
        <w:jc w:val="both"/>
      </w:pPr>
      <w:r w:rsidRPr="0041613C">
        <w:rPr>
          <w:b/>
        </w:rPr>
        <w:t xml:space="preserve">10. </w:t>
      </w:r>
      <w:r w:rsidR="00D53EEF" w:rsidRPr="0089172A">
        <w:t>V části první čl. I se bod 8 vypouští.</w:t>
      </w:r>
    </w:p>
    <w:p w:rsidR="00D53EEF" w:rsidRPr="0089172A" w:rsidRDefault="00D53EEF" w:rsidP="00D53EEF">
      <w:pPr>
        <w:pStyle w:val="Odstavecseseznamem"/>
        <w:ind w:left="426"/>
        <w:jc w:val="both"/>
      </w:pPr>
    </w:p>
    <w:p w:rsidR="00D53EEF" w:rsidRPr="0089172A" w:rsidRDefault="00D53EEF" w:rsidP="00D53EEF">
      <w:pPr>
        <w:pStyle w:val="Odstavecseseznamem"/>
        <w:spacing w:before="240"/>
        <w:ind w:left="0" w:firstLine="708"/>
        <w:jc w:val="both"/>
      </w:pPr>
    </w:p>
    <w:p w:rsidR="00D53EEF" w:rsidRPr="0089172A" w:rsidRDefault="0041613C" w:rsidP="0041613C">
      <w:pPr>
        <w:spacing w:before="240"/>
        <w:jc w:val="both"/>
      </w:pPr>
      <w:r w:rsidRPr="0041613C">
        <w:rPr>
          <w:b/>
        </w:rPr>
        <w:t>11.</w:t>
      </w:r>
      <w:r>
        <w:t xml:space="preserve"> </w:t>
      </w:r>
      <w:r w:rsidR="00D53EEF" w:rsidRPr="0089172A">
        <w:t>V části první čl. I dosavadní bod 85 zní:</w:t>
      </w:r>
    </w:p>
    <w:p w:rsidR="00D53EEF" w:rsidRPr="0089172A" w:rsidRDefault="00D53EEF" w:rsidP="00D53EEF">
      <w:pPr>
        <w:pStyle w:val="Odstavecseseznamem"/>
        <w:spacing w:before="240"/>
        <w:ind w:left="426"/>
        <w:jc w:val="both"/>
      </w:pPr>
    </w:p>
    <w:p w:rsidR="00D53EEF" w:rsidRPr="0089172A" w:rsidRDefault="00D53EEF" w:rsidP="00D53EEF">
      <w:pPr>
        <w:pStyle w:val="Odstavecseseznamem"/>
        <w:spacing w:before="240"/>
        <w:ind w:left="426"/>
        <w:jc w:val="both"/>
      </w:pPr>
      <w:r w:rsidRPr="0089172A">
        <w:t>„85. V § 24a se doplňuje odstavec 4, který zní:</w:t>
      </w:r>
    </w:p>
    <w:p w:rsidR="00D53EEF" w:rsidRPr="0089172A" w:rsidRDefault="00D53EEF" w:rsidP="00D53EEF">
      <w:pPr>
        <w:pStyle w:val="Odstavecseseznamem"/>
        <w:spacing w:before="240"/>
        <w:ind w:left="426"/>
        <w:jc w:val="both"/>
      </w:pPr>
    </w:p>
    <w:p w:rsidR="00D53EEF" w:rsidRPr="0089172A" w:rsidRDefault="00D53EEF" w:rsidP="00D53EEF">
      <w:pPr>
        <w:pStyle w:val="Odstavecseseznamem"/>
        <w:spacing w:before="240"/>
        <w:ind w:left="0" w:firstLine="708"/>
        <w:jc w:val="both"/>
      </w:pPr>
      <w:r w:rsidRPr="0089172A">
        <w:t>„(4) Odborné vyjádření podle odstavce 3 se nevyžaduje v řízení o přestupku spočívajícím v porušení</w:t>
      </w:r>
    </w:p>
    <w:p w:rsidR="00D53EEF" w:rsidRPr="0089172A" w:rsidRDefault="00D53EEF" w:rsidP="00DF2AC8">
      <w:pPr>
        <w:pStyle w:val="Odstavecseseznamem"/>
        <w:numPr>
          <w:ilvl w:val="0"/>
          <w:numId w:val="41"/>
        </w:numPr>
        <w:spacing w:before="240" w:after="160" w:line="251" w:lineRule="auto"/>
        <w:jc w:val="both"/>
      </w:pPr>
      <w:r w:rsidRPr="0089172A">
        <w:t>povinnosti mít osvědčení o odborné způsobilosti nebo osvědčení o způsobilosti,</w:t>
      </w:r>
    </w:p>
    <w:p w:rsidR="00D53EEF" w:rsidRPr="0089172A" w:rsidRDefault="00D53EEF" w:rsidP="00DF2AC8">
      <w:pPr>
        <w:pStyle w:val="Odstavecseseznamem"/>
        <w:numPr>
          <w:ilvl w:val="0"/>
          <w:numId w:val="41"/>
        </w:numPr>
        <w:spacing w:before="240" w:after="160" w:line="251" w:lineRule="auto"/>
        <w:jc w:val="both"/>
      </w:pPr>
      <w:r w:rsidRPr="0089172A">
        <w:t xml:space="preserve">povinnosti vést a uchovávat záznamy nebo evidenci podle § 5a odst. 6, § 8b odst. 3, § 12f odst. 4, § 13 odst. 10, § 13a odst. 3, § 14b odst. 3, § 14c odst. 3, § 14d odst. 3, § 15d odst. 8, § 15g odst. 6, § 17g odst. 1 a 2, § 17h odst. 1 a 2, § 18h odst. 3 a 4, </w:t>
      </w:r>
    </w:p>
    <w:p w:rsidR="00D53EEF" w:rsidRPr="0089172A" w:rsidRDefault="00D53EEF" w:rsidP="00DF2AC8">
      <w:pPr>
        <w:pStyle w:val="Odstavecseseznamem"/>
        <w:numPr>
          <w:ilvl w:val="0"/>
          <w:numId w:val="41"/>
        </w:numPr>
        <w:spacing w:before="240" w:after="160" w:line="251" w:lineRule="auto"/>
        <w:jc w:val="both"/>
      </w:pPr>
      <w:r w:rsidRPr="0089172A">
        <w:t>povinnosti podle § 7a odst. 2 a 4,</w:t>
      </w:r>
    </w:p>
    <w:p w:rsidR="00D53EEF" w:rsidRPr="0089172A" w:rsidRDefault="00D53EEF" w:rsidP="00DF2AC8">
      <w:pPr>
        <w:pStyle w:val="Odstavecseseznamem"/>
        <w:numPr>
          <w:ilvl w:val="0"/>
          <w:numId w:val="41"/>
        </w:numPr>
        <w:spacing w:before="240" w:after="160" w:line="251" w:lineRule="auto"/>
        <w:jc w:val="both"/>
      </w:pPr>
      <w:r w:rsidRPr="0089172A">
        <w:t>povinností pořadatele podle § 8 odst. 3, nebo</w:t>
      </w:r>
    </w:p>
    <w:p w:rsidR="00D53EEF" w:rsidRPr="0089172A" w:rsidRDefault="00D53EEF" w:rsidP="00DF2AC8">
      <w:pPr>
        <w:pStyle w:val="Odstavecseseznamem"/>
        <w:numPr>
          <w:ilvl w:val="0"/>
          <w:numId w:val="41"/>
        </w:numPr>
        <w:spacing w:before="240" w:after="160" w:line="251" w:lineRule="auto"/>
        <w:jc w:val="both"/>
      </w:pPr>
      <w:r w:rsidRPr="0089172A">
        <w:t>povinnosti učinit opatření proti úniku zvířete podle § 11 odst. 2 nebo § 13 odst. 1,</w:t>
      </w:r>
    </w:p>
    <w:p w:rsidR="00D53EEF" w:rsidRPr="0089172A" w:rsidRDefault="00D53EEF" w:rsidP="00DF2AC8">
      <w:pPr>
        <w:pStyle w:val="Odstavecseseznamem"/>
        <w:numPr>
          <w:ilvl w:val="0"/>
          <w:numId w:val="41"/>
        </w:numPr>
        <w:spacing w:before="240" w:after="160" w:line="251" w:lineRule="auto"/>
        <w:jc w:val="both"/>
      </w:pPr>
      <w:r w:rsidRPr="0089172A">
        <w:t>povinnosti oznámit nejpozději 30 dnů před zahájením nebo ukončením podnikání výkon živnosti, druhy a počty zvířat příslušné krajské veterinární správě a doložit, jakým způsobem bude zabezpečena péče o zvířata, jejich zdraví a pohodu v případě zahájení činnosti podle § 13a odst. 1, nebo</w:t>
      </w:r>
    </w:p>
    <w:p w:rsidR="00D53EEF" w:rsidRPr="0089172A" w:rsidRDefault="00D53EEF" w:rsidP="00DF2AC8">
      <w:pPr>
        <w:pStyle w:val="Odstavecseseznamem"/>
        <w:numPr>
          <w:ilvl w:val="0"/>
          <w:numId w:val="41"/>
        </w:numPr>
        <w:spacing w:before="240" w:after="160" w:line="251" w:lineRule="auto"/>
        <w:jc w:val="both"/>
      </w:pPr>
      <w:r w:rsidRPr="0089172A">
        <w:t>povinnosti poskytnout bezplatně kupujícímu v písemné podobě správné a podrobné informace o podmínkách chovu a péči o zdraví a pohodu kupovaného zvířete podle § 13a odst. 4.“.“</w:t>
      </w:r>
    </w:p>
    <w:p w:rsidR="00D53EEF" w:rsidRPr="0089172A" w:rsidRDefault="00D53EEF" w:rsidP="00D53EEF">
      <w:pPr>
        <w:pStyle w:val="Odstavecseseznamem"/>
        <w:spacing w:before="240"/>
        <w:ind w:left="426"/>
        <w:jc w:val="both"/>
      </w:pPr>
    </w:p>
    <w:p w:rsidR="00D53EEF" w:rsidRPr="0089172A" w:rsidRDefault="0041613C" w:rsidP="0041613C">
      <w:pPr>
        <w:spacing w:before="240"/>
        <w:jc w:val="both"/>
      </w:pPr>
      <w:r w:rsidRPr="0041613C">
        <w:rPr>
          <w:b/>
        </w:rPr>
        <w:t>12.</w:t>
      </w:r>
      <w:r>
        <w:t xml:space="preserve"> </w:t>
      </w:r>
      <w:r w:rsidR="00D53EEF" w:rsidRPr="0089172A">
        <w:t>V části první čl. I v bodu 101 se v návrhu znění § 27 odst. 2 vypouští písmeno a) a dosavadní písmena b) až l) se označují jako písmena a) až k).</w:t>
      </w:r>
    </w:p>
    <w:p w:rsidR="00D53EEF" w:rsidRPr="0089172A" w:rsidRDefault="00D53EEF" w:rsidP="00D53EEF">
      <w:pPr>
        <w:pStyle w:val="Odstavecseseznamem"/>
        <w:spacing w:before="240"/>
        <w:ind w:left="426"/>
        <w:jc w:val="both"/>
      </w:pPr>
    </w:p>
    <w:p w:rsidR="00D53EEF" w:rsidRPr="007156F7" w:rsidRDefault="0041613C" w:rsidP="0041613C">
      <w:pPr>
        <w:spacing w:before="240"/>
        <w:jc w:val="both"/>
      </w:pPr>
      <w:r w:rsidRPr="0041613C">
        <w:rPr>
          <w:b/>
        </w:rPr>
        <w:t>13.</w:t>
      </w:r>
      <w:r>
        <w:t xml:space="preserve"> </w:t>
      </w:r>
      <w:r w:rsidR="00D53EEF" w:rsidRPr="0089172A">
        <w:t>V části první čl. I v bodu 113 se v návrhu znění § 27a odst. 3 vypouští písmeno a) a dosavadní písmena b) až j) se označují jako písmena a) až i).</w:t>
      </w:r>
    </w:p>
    <w:p w:rsidR="00D53EEF" w:rsidRDefault="00D53EEF" w:rsidP="00DA0FBF">
      <w:pPr>
        <w:ind w:left="426" w:hanging="426"/>
        <w:rPr>
          <w:rFonts w:cs="Times New Roman"/>
        </w:rPr>
      </w:pPr>
    </w:p>
    <w:p w:rsidR="000823F3" w:rsidRDefault="000823F3">
      <w:pPr>
        <w:widowControl/>
        <w:suppressAutoHyphens w:val="0"/>
        <w:rPr>
          <w:rFonts w:cs="Times New Roman"/>
          <w:i/>
        </w:rPr>
      </w:pPr>
    </w:p>
    <w:p w:rsidR="00692AF0" w:rsidRPr="007156F7" w:rsidRDefault="007156F7" w:rsidP="00DA0FBF">
      <w:pPr>
        <w:ind w:left="426" w:hanging="426"/>
        <w:rPr>
          <w:rFonts w:cs="Times New Roman"/>
          <w:i/>
        </w:rPr>
      </w:pPr>
      <w:r w:rsidRPr="007156F7">
        <w:rPr>
          <w:rFonts w:cs="Times New Roman"/>
          <w:i/>
        </w:rPr>
        <w:t>SD 4527</w:t>
      </w:r>
    </w:p>
    <w:p w:rsidR="005B2271" w:rsidRPr="00020553" w:rsidRDefault="0041613C" w:rsidP="0041613C">
      <w:pPr>
        <w:jc w:val="both"/>
      </w:pPr>
      <w:r w:rsidRPr="0041613C">
        <w:rPr>
          <w:b/>
        </w:rPr>
        <w:t>14.</w:t>
      </w:r>
      <w:r>
        <w:t xml:space="preserve"> </w:t>
      </w:r>
      <w:r w:rsidR="005B2271" w:rsidRPr="00020553">
        <w:t>V části první čl. I bod 8 zní:</w:t>
      </w:r>
    </w:p>
    <w:p w:rsidR="005B2271" w:rsidRPr="00020553" w:rsidRDefault="005B2271" w:rsidP="005B2271">
      <w:pPr>
        <w:pStyle w:val="Odstavecseseznamem"/>
        <w:ind w:left="426"/>
        <w:jc w:val="both"/>
      </w:pPr>
    </w:p>
    <w:p w:rsidR="005B2271" w:rsidRPr="00020553" w:rsidRDefault="005B2271" w:rsidP="005B2271">
      <w:pPr>
        <w:pStyle w:val="Odstavecseseznamem"/>
        <w:ind w:left="426"/>
        <w:jc w:val="both"/>
      </w:pPr>
      <w:r w:rsidRPr="00020553">
        <w:t>„8. V § 4 se doplňuje odstavec 4, který zní:</w:t>
      </w:r>
    </w:p>
    <w:p w:rsidR="005B2271" w:rsidRPr="00020553" w:rsidRDefault="005B2271" w:rsidP="005B2271">
      <w:pPr>
        <w:pStyle w:val="Odstavecseseznamem"/>
        <w:spacing w:before="240"/>
        <w:ind w:left="0" w:firstLine="708"/>
        <w:jc w:val="both"/>
      </w:pPr>
    </w:p>
    <w:p w:rsidR="005B2271" w:rsidRPr="00020553" w:rsidRDefault="005B2271" w:rsidP="005B2271">
      <w:pPr>
        <w:pStyle w:val="Odstavecseseznamem"/>
        <w:spacing w:before="240"/>
        <w:ind w:left="0" w:firstLine="708"/>
        <w:jc w:val="both"/>
      </w:pPr>
      <w:r w:rsidRPr="00020553">
        <w:t>„(4) Každý je povinen dbát, aby zvíře, které chová, nezranilo ani neusmrtilo zvíře jiného chovatele.“.“</w:t>
      </w:r>
    </w:p>
    <w:p w:rsidR="005B2271" w:rsidRPr="00020553" w:rsidRDefault="005B2271" w:rsidP="005B2271">
      <w:pPr>
        <w:pStyle w:val="Odstavecseseznamem"/>
        <w:spacing w:before="240"/>
        <w:ind w:left="0" w:firstLine="708"/>
        <w:jc w:val="both"/>
      </w:pPr>
    </w:p>
    <w:p w:rsidR="005B2271" w:rsidRPr="00020553" w:rsidRDefault="00AC57C9" w:rsidP="00AC57C9">
      <w:pPr>
        <w:spacing w:before="240"/>
        <w:jc w:val="both"/>
      </w:pPr>
      <w:r w:rsidRPr="00AC57C9">
        <w:rPr>
          <w:b/>
        </w:rPr>
        <w:t xml:space="preserve">15. </w:t>
      </w:r>
      <w:r w:rsidR="005B2271" w:rsidRPr="00020553">
        <w:t>V části první čl. I bod 85 zní:</w:t>
      </w:r>
    </w:p>
    <w:p w:rsidR="005B2271" w:rsidRPr="00020553" w:rsidRDefault="005B2271" w:rsidP="005B2271">
      <w:pPr>
        <w:pStyle w:val="Odstavecseseznamem"/>
        <w:spacing w:before="240"/>
        <w:ind w:left="426"/>
        <w:jc w:val="both"/>
      </w:pPr>
    </w:p>
    <w:p w:rsidR="005B2271" w:rsidRPr="00020553" w:rsidRDefault="005B2271" w:rsidP="005B2271">
      <w:pPr>
        <w:pStyle w:val="Odstavecseseznamem"/>
        <w:spacing w:before="240"/>
        <w:ind w:left="426"/>
        <w:jc w:val="both"/>
      </w:pPr>
      <w:r w:rsidRPr="00020553">
        <w:t>„85. V § 24a se doplňuje odstavec 4, který zní:</w:t>
      </w:r>
    </w:p>
    <w:p w:rsidR="005B2271" w:rsidRPr="00020553" w:rsidRDefault="005B2271" w:rsidP="005B2271">
      <w:pPr>
        <w:pStyle w:val="Odstavecseseznamem"/>
        <w:spacing w:before="240"/>
        <w:ind w:left="426"/>
        <w:jc w:val="both"/>
      </w:pPr>
    </w:p>
    <w:p w:rsidR="005B2271" w:rsidRPr="00020553" w:rsidRDefault="005B2271" w:rsidP="005B2271">
      <w:pPr>
        <w:pStyle w:val="Odstavecseseznamem"/>
        <w:spacing w:before="240"/>
        <w:ind w:left="0" w:firstLine="708"/>
        <w:jc w:val="both"/>
      </w:pPr>
      <w:r w:rsidRPr="00020553">
        <w:t>„(4) Odborné vyjádření podle odstavce 3 se nevyžaduje v řízení o přestupku spočívajícím v porušení</w:t>
      </w:r>
    </w:p>
    <w:p w:rsidR="005B2271" w:rsidRPr="00020553" w:rsidRDefault="005B2271" w:rsidP="00DF2AC8">
      <w:pPr>
        <w:pStyle w:val="Odstavecseseznamem"/>
        <w:numPr>
          <w:ilvl w:val="0"/>
          <w:numId w:val="40"/>
        </w:numPr>
        <w:spacing w:before="240" w:after="160" w:line="251" w:lineRule="auto"/>
        <w:jc w:val="both"/>
      </w:pPr>
      <w:r w:rsidRPr="00020553">
        <w:t>povinnosti mít osvědčení o odborné způsobilosti nebo osvědčení o způsobilosti,</w:t>
      </w:r>
    </w:p>
    <w:p w:rsidR="005B2271" w:rsidRPr="00020553" w:rsidRDefault="005B2271" w:rsidP="00DF2AC8">
      <w:pPr>
        <w:pStyle w:val="Odstavecseseznamem"/>
        <w:numPr>
          <w:ilvl w:val="0"/>
          <w:numId w:val="40"/>
        </w:numPr>
        <w:spacing w:before="240" w:after="160" w:line="251" w:lineRule="auto"/>
        <w:jc w:val="both"/>
      </w:pPr>
      <w:r w:rsidRPr="00020553">
        <w:t xml:space="preserve">povinnosti vést a uchovávat záznamy nebo evidenci podle § 5a odst. 6, § 8b odst. 3, § 12f odst. 4, § 13 odst. 10, § 13a odst. 3, § 14b odst. 3, § 14c odst. 3, § 14d odst. 3, § 15d odst. 8, § 15g odst. 6, § 17g odst. 1 a 2, § 17h odst. 1 a 2, § 18h odst. 3 a 4, </w:t>
      </w:r>
    </w:p>
    <w:p w:rsidR="005B2271" w:rsidRPr="00020553" w:rsidRDefault="005B2271" w:rsidP="00DF2AC8">
      <w:pPr>
        <w:pStyle w:val="Odstavecseseznamem"/>
        <w:numPr>
          <w:ilvl w:val="0"/>
          <w:numId w:val="40"/>
        </w:numPr>
        <w:spacing w:before="240" w:after="160" w:line="251" w:lineRule="auto"/>
        <w:jc w:val="both"/>
      </w:pPr>
      <w:r w:rsidRPr="00020553">
        <w:t>povinnosti chovatele psa podle § 7a odst. 2 a 4,</w:t>
      </w:r>
    </w:p>
    <w:p w:rsidR="005B2271" w:rsidRPr="00020553" w:rsidRDefault="005B2271" w:rsidP="00DF2AC8">
      <w:pPr>
        <w:pStyle w:val="Odstavecseseznamem"/>
        <w:numPr>
          <w:ilvl w:val="0"/>
          <w:numId w:val="40"/>
        </w:numPr>
        <w:spacing w:before="240" w:after="160" w:line="251" w:lineRule="auto"/>
        <w:jc w:val="both"/>
      </w:pPr>
      <w:r w:rsidRPr="00020553">
        <w:t>povinností pořadatele podle § 8 odst. 3, nebo</w:t>
      </w:r>
    </w:p>
    <w:p w:rsidR="005B2271" w:rsidRPr="00020553" w:rsidRDefault="005B2271" w:rsidP="00DF2AC8">
      <w:pPr>
        <w:pStyle w:val="Odstavecseseznamem"/>
        <w:numPr>
          <w:ilvl w:val="0"/>
          <w:numId w:val="40"/>
        </w:numPr>
        <w:spacing w:before="240" w:after="160" w:line="251" w:lineRule="auto"/>
        <w:jc w:val="both"/>
      </w:pPr>
      <w:r w:rsidRPr="00020553">
        <w:t>povinnosti učinit opatření proti úniku zvířete podle § 11 odst. 2 nebo § 13 odst. 1,</w:t>
      </w:r>
    </w:p>
    <w:p w:rsidR="005B2271" w:rsidRPr="00020553" w:rsidRDefault="005B2271" w:rsidP="00DF2AC8">
      <w:pPr>
        <w:pStyle w:val="Odstavecseseznamem"/>
        <w:numPr>
          <w:ilvl w:val="0"/>
          <w:numId w:val="40"/>
        </w:numPr>
        <w:spacing w:before="240" w:after="160" w:line="251" w:lineRule="auto"/>
        <w:jc w:val="both"/>
      </w:pPr>
      <w:r w:rsidRPr="00020553">
        <w:t>povinnosti oznámit nejpozději 30 dnů před zahájením nebo ukončením podnikání výkon živnosti, druhy a počty zvířat příslušné krajské veterinární správě a doložit, jakým způsobem bude zabezpečena péče o zvířata, jejich zdraví a pohodu v případě zahájení činnosti podle §</w:t>
      </w:r>
      <w:r>
        <w:t> </w:t>
      </w:r>
      <w:r w:rsidRPr="00020553">
        <w:t>13a odst. 1, nebo</w:t>
      </w:r>
    </w:p>
    <w:p w:rsidR="005B2271" w:rsidRPr="00020553" w:rsidRDefault="005B2271" w:rsidP="00DF2AC8">
      <w:pPr>
        <w:pStyle w:val="Odstavecseseznamem"/>
        <w:numPr>
          <w:ilvl w:val="0"/>
          <w:numId w:val="40"/>
        </w:numPr>
        <w:spacing w:before="240" w:after="160" w:line="251" w:lineRule="auto"/>
        <w:jc w:val="both"/>
      </w:pPr>
      <w:r w:rsidRPr="00020553">
        <w:t>povinnosti poskytnout bezplatně kupujícímu v písemné podobě správné a podrobné informace o podmínkách chovu a péči o zdraví a pohodu kupovaného zvířete podle § 13a odst. 4.“.“</w:t>
      </w:r>
    </w:p>
    <w:p w:rsidR="005B2271" w:rsidRPr="00020553" w:rsidRDefault="005B2271" w:rsidP="005B2271">
      <w:pPr>
        <w:pStyle w:val="Odstavecseseznamem"/>
        <w:spacing w:before="240"/>
        <w:ind w:left="426"/>
        <w:jc w:val="both"/>
      </w:pPr>
    </w:p>
    <w:p w:rsidR="005B2271" w:rsidRPr="00020553" w:rsidRDefault="00AC57C9" w:rsidP="00AC57C9">
      <w:pPr>
        <w:spacing w:before="240"/>
        <w:jc w:val="both"/>
      </w:pPr>
      <w:r w:rsidRPr="00AC57C9">
        <w:rPr>
          <w:b/>
        </w:rPr>
        <w:t>16.</w:t>
      </w:r>
      <w:r>
        <w:t xml:space="preserve"> </w:t>
      </w:r>
      <w:r w:rsidR="005B2271" w:rsidRPr="00020553">
        <w:t>V části první čl. I v bodu 101 se v návrhu znění § 27 odst. 2 písm. a) slovo „nezajistí“ nahrazuje slovem „nedbá“.</w:t>
      </w:r>
    </w:p>
    <w:p w:rsidR="005B2271" w:rsidRPr="00020553" w:rsidRDefault="005B2271" w:rsidP="005B2271">
      <w:pPr>
        <w:pStyle w:val="Odstavecseseznamem"/>
        <w:spacing w:before="240"/>
        <w:ind w:left="426"/>
        <w:jc w:val="both"/>
      </w:pPr>
    </w:p>
    <w:p w:rsidR="005B2271" w:rsidRPr="00020553" w:rsidRDefault="00AC57C9" w:rsidP="00AC57C9">
      <w:pPr>
        <w:spacing w:before="240"/>
        <w:jc w:val="both"/>
      </w:pPr>
      <w:r w:rsidRPr="00AC57C9">
        <w:rPr>
          <w:b/>
        </w:rPr>
        <w:t>17.</w:t>
      </w:r>
      <w:r>
        <w:t xml:space="preserve"> </w:t>
      </w:r>
      <w:r w:rsidR="005B2271" w:rsidRPr="00020553">
        <w:t>V části první čl. I v bodu 113 se v návrhu znění § 27a odst. 3 písm. a) slovo „nezajistí“ nahrazuje slovem „nedbá“.</w:t>
      </w:r>
    </w:p>
    <w:p w:rsidR="005B2271" w:rsidRDefault="005B2271" w:rsidP="00DA0FBF">
      <w:pPr>
        <w:ind w:left="426" w:hanging="426"/>
        <w:rPr>
          <w:rFonts w:cs="Times New Roman"/>
        </w:rPr>
      </w:pPr>
    </w:p>
    <w:p w:rsidR="0060606D" w:rsidRDefault="0060606D" w:rsidP="00DA0FBF">
      <w:pPr>
        <w:ind w:left="426" w:hanging="426"/>
        <w:rPr>
          <w:rFonts w:cs="Times New Roman"/>
        </w:rPr>
      </w:pPr>
    </w:p>
    <w:p w:rsidR="00C51D05" w:rsidRDefault="00C51D05" w:rsidP="00DA0FBF">
      <w:pPr>
        <w:ind w:left="426" w:hanging="426"/>
        <w:rPr>
          <w:rFonts w:cs="Times New Roman"/>
        </w:rPr>
      </w:pPr>
    </w:p>
    <w:p w:rsidR="0060606D" w:rsidRPr="00FA0436" w:rsidRDefault="0060606D" w:rsidP="00DA0FBF">
      <w:pPr>
        <w:ind w:left="426" w:hanging="426"/>
        <w:rPr>
          <w:rFonts w:cs="Times New Roman"/>
        </w:rPr>
      </w:pPr>
    </w:p>
    <w:p w:rsidR="000C6893" w:rsidRDefault="000C6893" w:rsidP="004A0FA6">
      <w:pPr>
        <w:jc w:val="center"/>
      </w:pPr>
      <w:r>
        <w:t xml:space="preserve">V </w:t>
      </w:r>
      <w:proofErr w:type="gramStart"/>
      <w:r>
        <w:t>Praze</w:t>
      </w:r>
      <w:r w:rsidR="008C77C1">
        <w:t xml:space="preserve">  </w:t>
      </w:r>
      <w:r w:rsidR="004A0FA6">
        <w:t>4</w:t>
      </w:r>
      <w:r w:rsidR="008C77C1">
        <w:t>. června</w:t>
      </w:r>
      <w:proofErr w:type="gramEnd"/>
      <w:r w:rsidR="008C77C1">
        <w:t xml:space="preserve"> 2020</w:t>
      </w:r>
    </w:p>
    <w:p w:rsidR="008C77C1" w:rsidRDefault="008C77C1">
      <w:pPr>
        <w:jc w:val="center"/>
      </w:pPr>
    </w:p>
    <w:p w:rsidR="00C51D05" w:rsidRDefault="00C51D05">
      <w:pPr>
        <w:jc w:val="center"/>
      </w:pPr>
      <w:bookmarkStart w:id="0" w:name="_GoBack"/>
      <w:bookmarkEnd w:id="0"/>
    </w:p>
    <w:p w:rsidR="000C6893" w:rsidRDefault="000C6893">
      <w:pPr>
        <w:jc w:val="center"/>
      </w:pPr>
    </w:p>
    <w:p w:rsidR="000C6893" w:rsidRDefault="008C77C1">
      <w:pPr>
        <w:jc w:val="center"/>
      </w:pPr>
      <w:r>
        <w:rPr>
          <w:rFonts w:eastAsia="Times New Roman"/>
          <w:lang w:eastAsia="cs-CZ"/>
        </w:rPr>
        <w:t xml:space="preserve">Pavel </w:t>
      </w:r>
      <w:proofErr w:type="spellStart"/>
      <w:r>
        <w:rPr>
          <w:rFonts w:eastAsia="Times New Roman"/>
          <w:lang w:eastAsia="cs-CZ"/>
        </w:rPr>
        <w:t>Kováčik</w:t>
      </w:r>
      <w:proofErr w:type="spellEnd"/>
      <w:r w:rsidR="004A0FA6">
        <w:rPr>
          <w:rFonts w:eastAsia="Times New Roman"/>
          <w:lang w:eastAsia="cs-CZ"/>
        </w:rPr>
        <w:t>, v. r.</w:t>
      </w:r>
    </w:p>
    <w:p w:rsidR="000C6893" w:rsidRDefault="000C6893">
      <w:pPr>
        <w:jc w:val="center"/>
      </w:pPr>
      <w:r>
        <w:t xml:space="preserve">zpravodaj garančního </w:t>
      </w:r>
      <w:r w:rsidR="008C77C1">
        <w:t xml:space="preserve">zemědělského </w:t>
      </w:r>
      <w:r>
        <w:t>výboru</w:t>
      </w:r>
    </w:p>
    <w:p w:rsidR="008C77C1" w:rsidRDefault="008C77C1">
      <w:pPr>
        <w:jc w:val="center"/>
      </w:pPr>
    </w:p>
    <w:p w:rsidR="0060606D" w:rsidRDefault="0060606D">
      <w:pPr>
        <w:jc w:val="center"/>
      </w:pPr>
    </w:p>
    <w:p w:rsidR="008C77C1" w:rsidRDefault="008C77C1">
      <w:pPr>
        <w:jc w:val="center"/>
      </w:pPr>
    </w:p>
    <w:p w:rsidR="008C77C1" w:rsidRDefault="008C77C1">
      <w:pPr>
        <w:jc w:val="center"/>
      </w:pPr>
      <w:r>
        <w:t>Karla M</w:t>
      </w:r>
      <w:r w:rsidR="00D5677C">
        <w:t>aříková</w:t>
      </w:r>
      <w:r w:rsidR="004A0FA6">
        <w:t>, v. r.</w:t>
      </w:r>
    </w:p>
    <w:p w:rsidR="008C77C1" w:rsidRDefault="008C77C1">
      <w:pPr>
        <w:jc w:val="center"/>
      </w:pPr>
      <w:r>
        <w:t>zpravodajka výboru pro životní prostředí</w:t>
      </w:r>
    </w:p>
    <w:sectPr w:rsidR="008C77C1" w:rsidSect="00087102">
      <w:headerReference w:type="default" r:id="rId7"/>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0D0" w:rsidRDefault="00BF40D0" w:rsidP="00087102">
      <w:r>
        <w:separator/>
      </w:r>
    </w:p>
  </w:endnote>
  <w:endnote w:type="continuationSeparator" w:id="0">
    <w:p w:rsidR="00BF40D0" w:rsidRDefault="00BF40D0"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Roboto">
    <w:altName w:val="Times New Roman"/>
    <w:charset w:val="00"/>
    <w:family w:val="auto"/>
    <w:pitch w:val="default"/>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0D0" w:rsidRDefault="00BF40D0" w:rsidP="00087102">
      <w:r>
        <w:separator/>
      </w:r>
    </w:p>
  </w:footnote>
  <w:footnote w:type="continuationSeparator" w:id="0">
    <w:p w:rsidR="00BF40D0" w:rsidRDefault="00BF40D0" w:rsidP="00087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0D0" w:rsidRDefault="00BF40D0">
    <w:pPr>
      <w:pStyle w:val="Zhlav"/>
      <w:jc w:val="center"/>
    </w:pPr>
    <w:r>
      <w:fldChar w:fldCharType="begin"/>
    </w:r>
    <w:r>
      <w:instrText>PAGE   \* MERGEFORMAT</w:instrText>
    </w:r>
    <w:r>
      <w:fldChar w:fldCharType="separate"/>
    </w:r>
    <w:r w:rsidR="00C51D05">
      <w:rPr>
        <w:noProof/>
      </w:rPr>
      <w:t>29</w:t>
    </w:r>
    <w:r>
      <w:fldChar w:fldCharType="end"/>
    </w:r>
  </w:p>
  <w:p w:rsidR="00BF40D0" w:rsidRDefault="00BF40D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2" w15:restartNumberingAfterBreak="0">
    <w:nsid w:val="01F0711B"/>
    <w:multiLevelType w:val="hybridMultilevel"/>
    <w:tmpl w:val="F4A4C9B6"/>
    <w:lvl w:ilvl="0" w:tplc="443AB596">
      <w:start w:val="35"/>
      <w:numFmt w:val="decimal"/>
      <w:lvlText w:val="%1."/>
      <w:lvlJc w:val="left"/>
      <w:pPr>
        <w:ind w:left="1637" w:hanging="360"/>
      </w:pPr>
      <w:rPr>
        <w:rFonts w:hint="default"/>
      </w:rPr>
    </w:lvl>
    <w:lvl w:ilvl="1" w:tplc="04050019" w:tentative="1">
      <w:start w:val="1"/>
      <w:numFmt w:val="lowerLetter"/>
      <w:lvlText w:val="%2."/>
      <w:lvlJc w:val="left"/>
      <w:pPr>
        <w:ind w:left="2357" w:hanging="360"/>
      </w:pPr>
    </w:lvl>
    <w:lvl w:ilvl="2" w:tplc="0405001B" w:tentative="1">
      <w:start w:val="1"/>
      <w:numFmt w:val="lowerRoman"/>
      <w:lvlText w:val="%3."/>
      <w:lvlJc w:val="right"/>
      <w:pPr>
        <w:ind w:left="3077" w:hanging="180"/>
      </w:pPr>
    </w:lvl>
    <w:lvl w:ilvl="3" w:tplc="0405000F" w:tentative="1">
      <w:start w:val="1"/>
      <w:numFmt w:val="decimal"/>
      <w:lvlText w:val="%4."/>
      <w:lvlJc w:val="left"/>
      <w:pPr>
        <w:ind w:left="3797" w:hanging="360"/>
      </w:pPr>
    </w:lvl>
    <w:lvl w:ilvl="4" w:tplc="04050019" w:tentative="1">
      <w:start w:val="1"/>
      <w:numFmt w:val="lowerLetter"/>
      <w:lvlText w:val="%5."/>
      <w:lvlJc w:val="left"/>
      <w:pPr>
        <w:ind w:left="4517" w:hanging="360"/>
      </w:pPr>
    </w:lvl>
    <w:lvl w:ilvl="5" w:tplc="0405001B" w:tentative="1">
      <w:start w:val="1"/>
      <w:numFmt w:val="lowerRoman"/>
      <w:lvlText w:val="%6."/>
      <w:lvlJc w:val="right"/>
      <w:pPr>
        <w:ind w:left="5237" w:hanging="180"/>
      </w:pPr>
    </w:lvl>
    <w:lvl w:ilvl="6" w:tplc="0405000F" w:tentative="1">
      <w:start w:val="1"/>
      <w:numFmt w:val="decimal"/>
      <w:lvlText w:val="%7."/>
      <w:lvlJc w:val="left"/>
      <w:pPr>
        <w:ind w:left="5957" w:hanging="360"/>
      </w:pPr>
    </w:lvl>
    <w:lvl w:ilvl="7" w:tplc="04050019" w:tentative="1">
      <w:start w:val="1"/>
      <w:numFmt w:val="lowerLetter"/>
      <w:lvlText w:val="%8."/>
      <w:lvlJc w:val="left"/>
      <w:pPr>
        <w:ind w:left="6677" w:hanging="360"/>
      </w:pPr>
    </w:lvl>
    <w:lvl w:ilvl="8" w:tplc="0405001B" w:tentative="1">
      <w:start w:val="1"/>
      <w:numFmt w:val="lowerRoman"/>
      <w:lvlText w:val="%9."/>
      <w:lvlJc w:val="right"/>
      <w:pPr>
        <w:ind w:left="7397" w:hanging="180"/>
      </w:pPr>
    </w:lvl>
  </w:abstractNum>
  <w:abstractNum w:abstractNumId="3" w15:restartNumberingAfterBreak="0">
    <w:nsid w:val="02AA508B"/>
    <w:multiLevelType w:val="hybridMultilevel"/>
    <w:tmpl w:val="753E531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31F7ACD"/>
    <w:multiLevelType w:val="hybridMultilevel"/>
    <w:tmpl w:val="ACB4FDBA"/>
    <w:lvl w:ilvl="0" w:tplc="5BFC3D5A">
      <w:start w:val="1"/>
      <w:numFmt w:val="decimal"/>
      <w:lvlText w:val="%1."/>
      <w:lvlJc w:val="left"/>
      <w:pPr>
        <w:ind w:left="1146" w:hanging="360"/>
      </w:pPr>
      <w:rPr>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04C47481"/>
    <w:multiLevelType w:val="hybridMultilevel"/>
    <w:tmpl w:val="8A1842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5C331BE"/>
    <w:multiLevelType w:val="hybridMultilevel"/>
    <w:tmpl w:val="9058E6FE"/>
    <w:lvl w:ilvl="0" w:tplc="C588AA2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15:restartNumberingAfterBreak="0">
    <w:nsid w:val="0998461A"/>
    <w:multiLevelType w:val="multilevel"/>
    <w:tmpl w:val="4DD674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7C7990"/>
    <w:multiLevelType w:val="hybridMultilevel"/>
    <w:tmpl w:val="96C80F7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F683DB0"/>
    <w:multiLevelType w:val="multilevel"/>
    <w:tmpl w:val="8E1AFF30"/>
    <w:styleLink w:val="WWOutlineListStyle1"/>
    <w:lvl w:ilvl="0">
      <w:start w:val="1"/>
      <w:numFmt w:val="decimal"/>
      <w:lvlText w:val="(%1)"/>
      <w:lvlJc w:val="left"/>
      <w:pPr>
        <w:ind w:left="360" w:firstLine="425"/>
      </w:pPr>
      <w:rPr>
        <w:rFonts w:cs="Times New Roman"/>
        <w:b/>
      </w:rPr>
    </w:lvl>
    <w:lvl w:ilvl="1">
      <w:start w:val="1"/>
      <w:numFmt w:val="lowerLetter"/>
      <w:lvlText w:val="%2)"/>
      <w:lvlJc w:val="left"/>
      <w:pPr>
        <w:ind w:left="785" w:hanging="425"/>
      </w:pPr>
      <w:rPr>
        <w:rFonts w:cs="Times New Roman"/>
      </w:rPr>
    </w:lvl>
    <w:lvl w:ilvl="2">
      <w:start w:val="1"/>
      <w:numFmt w:val="decimal"/>
      <w:lvlText w:val="%3."/>
      <w:lvlJc w:val="left"/>
      <w:pPr>
        <w:ind w:left="1210" w:hanging="425"/>
      </w:pPr>
      <w:rPr>
        <w:rFonts w:cs="Times New Roman"/>
      </w:rPr>
    </w:lvl>
    <w:lvl w:ilvl="3">
      <w:start w:val="1"/>
      <w:numFmt w:val="none"/>
      <w:lvlText w:val="%4"/>
      <w:lvlJc w:val="left"/>
    </w:lvl>
    <w:lvl w:ilvl="4">
      <w:start w:val="1"/>
      <w:numFmt w:val="none"/>
      <w:lvlText w:val="%5"/>
      <w:lvlJc w:val="left"/>
    </w:lvl>
    <w:lvl w:ilvl="5">
      <w:start w:val="1"/>
      <w:numFmt w:val="lowerRoman"/>
      <w:lvlText w:val="(%6)"/>
      <w:lvlJc w:val="left"/>
      <w:pPr>
        <w:ind w:left="2520" w:hanging="360"/>
      </w:pPr>
      <w:rPr>
        <w:rFonts w:cs="Times New Roman"/>
      </w:rPr>
    </w:lvl>
    <w:lvl w:ilvl="6">
      <w:start w:val="1"/>
      <w:numFmt w:val="none"/>
      <w:lvlText w:val="%7"/>
      <w:lvlJc w:val="left"/>
    </w:lvl>
    <w:lvl w:ilvl="7">
      <w:start w:val="1"/>
      <w:numFmt w:val="lowerLetter"/>
      <w:lvlText w:val="%8)"/>
      <w:lvlJc w:val="left"/>
      <w:pPr>
        <w:ind w:left="785" w:hanging="425"/>
      </w:pPr>
      <w:rPr>
        <w:rFonts w:cs="Times New Roman"/>
      </w:rPr>
    </w:lvl>
    <w:lvl w:ilvl="8">
      <w:start w:val="1"/>
      <w:numFmt w:val="decimal"/>
      <w:lvlText w:val="%9."/>
      <w:lvlJc w:val="left"/>
      <w:pPr>
        <w:ind w:left="1210" w:hanging="425"/>
      </w:pPr>
      <w:rPr>
        <w:rFonts w:cs="Times New Roman"/>
      </w:rPr>
    </w:lvl>
  </w:abstractNum>
  <w:abstractNum w:abstractNumId="10" w15:restartNumberingAfterBreak="0">
    <w:nsid w:val="1E5E4102"/>
    <w:multiLevelType w:val="hybridMultilevel"/>
    <w:tmpl w:val="753E531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EC522B3"/>
    <w:multiLevelType w:val="hybridMultilevel"/>
    <w:tmpl w:val="557E53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19A4F2B"/>
    <w:multiLevelType w:val="hybridMultilevel"/>
    <w:tmpl w:val="8556B43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4743E18"/>
    <w:multiLevelType w:val="hybridMultilevel"/>
    <w:tmpl w:val="8EB8A3F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252530E8"/>
    <w:multiLevelType w:val="hybridMultilevel"/>
    <w:tmpl w:val="E9863AD4"/>
    <w:lvl w:ilvl="0" w:tplc="C588AA2A">
      <w:start w:val="1"/>
      <w:numFmt w:val="lowerLetter"/>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6BB1820"/>
    <w:multiLevelType w:val="hybridMultilevel"/>
    <w:tmpl w:val="F656D3E6"/>
    <w:lvl w:ilvl="0" w:tplc="66B0CF52">
      <w:start w:val="30"/>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26C64332"/>
    <w:multiLevelType w:val="hybridMultilevel"/>
    <w:tmpl w:val="6040E102"/>
    <w:lvl w:ilvl="0" w:tplc="9858DCF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9EE5D12"/>
    <w:multiLevelType w:val="hybridMultilevel"/>
    <w:tmpl w:val="4872AFC8"/>
    <w:lvl w:ilvl="0" w:tplc="5DD2AA1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11651B8"/>
    <w:multiLevelType w:val="hybridMultilevel"/>
    <w:tmpl w:val="585086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1292D0D"/>
    <w:multiLevelType w:val="hybridMultilevel"/>
    <w:tmpl w:val="AC6AE5F4"/>
    <w:lvl w:ilvl="0" w:tplc="6858829A">
      <w:start w:val="18"/>
      <w:numFmt w:val="decimal"/>
      <w:lvlText w:val="%1."/>
      <w:lvlJc w:val="left"/>
      <w:pPr>
        <w:ind w:left="720" w:hanging="360"/>
      </w:pPr>
      <w:rPr>
        <w:rFonts w:eastAsia="Times New Roman"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1F54FC7"/>
    <w:multiLevelType w:val="multilevel"/>
    <w:tmpl w:val="7E62E60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388F7536"/>
    <w:multiLevelType w:val="hybridMultilevel"/>
    <w:tmpl w:val="81F4F202"/>
    <w:lvl w:ilvl="0" w:tplc="0405000F">
      <w:start w:val="1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8F84925"/>
    <w:multiLevelType w:val="hybridMultilevel"/>
    <w:tmpl w:val="C16E23FE"/>
    <w:lvl w:ilvl="0" w:tplc="0809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A2E364A"/>
    <w:multiLevelType w:val="hybridMultilevel"/>
    <w:tmpl w:val="9EA83A4A"/>
    <w:lvl w:ilvl="0" w:tplc="D71A8D3C">
      <w:start w:val="1"/>
      <w:numFmt w:val="decimal"/>
      <w:lvlText w:val="%1."/>
      <w:lvlJc w:val="left"/>
      <w:pPr>
        <w:ind w:left="720" w:hanging="360"/>
      </w:pPr>
      <w:rPr>
        <w:rFonts w:eastAsia="Times New Roman" w:hint="default"/>
        <w:b/>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B1D7A71"/>
    <w:multiLevelType w:val="hybridMultilevel"/>
    <w:tmpl w:val="9058E6FE"/>
    <w:lvl w:ilvl="0" w:tplc="C588AA2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3F6B3FF7"/>
    <w:multiLevelType w:val="hybridMultilevel"/>
    <w:tmpl w:val="79BCAEC2"/>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42347680"/>
    <w:multiLevelType w:val="hybridMultilevel"/>
    <w:tmpl w:val="49AE2DA8"/>
    <w:lvl w:ilvl="0" w:tplc="69C88BCA">
      <w:start w:val="52"/>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2D1022C"/>
    <w:multiLevelType w:val="multilevel"/>
    <w:tmpl w:val="0D5490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61E428A"/>
    <w:multiLevelType w:val="multilevel"/>
    <w:tmpl w:val="F7FE55F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491D331A"/>
    <w:multiLevelType w:val="hybridMultilevel"/>
    <w:tmpl w:val="6FFCB258"/>
    <w:lvl w:ilvl="0" w:tplc="81528F24">
      <w:start w:val="1"/>
      <w:numFmt w:val="decimal"/>
      <w:pStyle w:val="1Novelizanbod"/>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2386C92"/>
    <w:multiLevelType w:val="hybridMultilevel"/>
    <w:tmpl w:val="753E531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4382833"/>
    <w:multiLevelType w:val="multilevel"/>
    <w:tmpl w:val="9F667A5C"/>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rPr>
        <w:rFonts w:hint="default"/>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56210443"/>
    <w:multiLevelType w:val="hybridMultilevel"/>
    <w:tmpl w:val="77D0D2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D0725EE"/>
    <w:multiLevelType w:val="hybridMultilevel"/>
    <w:tmpl w:val="A86A7AEC"/>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602D5D13"/>
    <w:multiLevelType w:val="hybridMultilevel"/>
    <w:tmpl w:val="3646694E"/>
    <w:lvl w:ilvl="0" w:tplc="0405000F">
      <w:start w:val="1"/>
      <w:numFmt w:val="decimal"/>
      <w:lvlText w:val="%1."/>
      <w:lvlJc w:val="left"/>
      <w:pPr>
        <w:ind w:left="360" w:hanging="360"/>
      </w:p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35" w15:restartNumberingAfterBreak="0">
    <w:nsid w:val="63254DAD"/>
    <w:multiLevelType w:val="hybridMultilevel"/>
    <w:tmpl w:val="029E9F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4625D72"/>
    <w:multiLevelType w:val="hybridMultilevel"/>
    <w:tmpl w:val="B5E25120"/>
    <w:lvl w:ilvl="0" w:tplc="88E67608">
      <w:start w:val="40"/>
      <w:numFmt w:val="decimal"/>
      <w:lvlText w:val="%1."/>
      <w:lvlJc w:val="left"/>
      <w:pPr>
        <w:ind w:left="2717" w:hanging="360"/>
      </w:pPr>
      <w:rPr>
        <w:rFonts w:hint="default"/>
      </w:rPr>
    </w:lvl>
    <w:lvl w:ilvl="1" w:tplc="04050019" w:tentative="1">
      <w:start w:val="1"/>
      <w:numFmt w:val="lowerLetter"/>
      <w:lvlText w:val="%2."/>
      <w:lvlJc w:val="left"/>
      <w:pPr>
        <w:ind w:left="3437" w:hanging="360"/>
      </w:pPr>
    </w:lvl>
    <w:lvl w:ilvl="2" w:tplc="0405001B" w:tentative="1">
      <w:start w:val="1"/>
      <w:numFmt w:val="lowerRoman"/>
      <w:lvlText w:val="%3."/>
      <w:lvlJc w:val="right"/>
      <w:pPr>
        <w:ind w:left="4157" w:hanging="180"/>
      </w:pPr>
    </w:lvl>
    <w:lvl w:ilvl="3" w:tplc="0405000F" w:tentative="1">
      <w:start w:val="1"/>
      <w:numFmt w:val="decimal"/>
      <w:lvlText w:val="%4."/>
      <w:lvlJc w:val="left"/>
      <w:pPr>
        <w:ind w:left="4877" w:hanging="360"/>
      </w:pPr>
    </w:lvl>
    <w:lvl w:ilvl="4" w:tplc="04050019" w:tentative="1">
      <w:start w:val="1"/>
      <w:numFmt w:val="lowerLetter"/>
      <w:lvlText w:val="%5."/>
      <w:lvlJc w:val="left"/>
      <w:pPr>
        <w:ind w:left="5597" w:hanging="360"/>
      </w:pPr>
    </w:lvl>
    <w:lvl w:ilvl="5" w:tplc="0405001B" w:tentative="1">
      <w:start w:val="1"/>
      <w:numFmt w:val="lowerRoman"/>
      <w:lvlText w:val="%6."/>
      <w:lvlJc w:val="right"/>
      <w:pPr>
        <w:ind w:left="6317" w:hanging="180"/>
      </w:pPr>
    </w:lvl>
    <w:lvl w:ilvl="6" w:tplc="0405000F" w:tentative="1">
      <w:start w:val="1"/>
      <w:numFmt w:val="decimal"/>
      <w:lvlText w:val="%7."/>
      <w:lvlJc w:val="left"/>
      <w:pPr>
        <w:ind w:left="7037" w:hanging="360"/>
      </w:pPr>
    </w:lvl>
    <w:lvl w:ilvl="7" w:tplc="04050019" w:tentative="1">
      <w:start w:val="1"/>
      <w:numFmt w:val="lowerLetter"/>
      <w:lvlText w:val="%8."/>
      <w:lvlJc w:val="left"/>
      <w:pPr>
        <w:ind w:left="7757" w:hanging="360"/>
      </w:pPr>
    </w:lvl>
    <w:lvl w:ilvl="8" w:tplc="0405001B" w:tentative="1">
      <w:start w:val="1"/>
      <w:numFmt w:val="lowerRoman"/>
      <w:lvlText w:val="%9."/>
      <w:lvlJc w:val="right"/>
      <w:pPr>
        <w:ind w:left="8477" w:hanging="180"/>
      </w:pPr>
    </w:lvl>
  </w:abstractNum>
  <w:abstractNum w:abstractNumId="37" w15:restartNumberingAfterBreak="0">
    <w:nsid w:val="6A7D01DC"/>
    <w:multiLevelType w:val="hybridMultilevel"/>
    <w:tmpl w:val="70F4A6CE"/>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6ABE4F15"/>
    <w:multiLevelType w:val="multilevel"/>
    <w:tmpl w:val="51E663BE"/>
    <w:lvl w:ilvl="0">
      <w:start w:val="1"/>
      <w:numFmt w:val="decimal"/>
      <w:lvlText w:val="%1."/>
      <w:lvlJc w:val="left"/>
      <w:pPr>
        <w:ind w:left="720" w:hanging="360"/>
      </w:pPr>
      <w:rPr>
        <w:rFonts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6BDA558B"/>
    <w:multiLevelType w:val="multilevel"/>
    <w:tmpl w:val="0270FEE6"/>
    <w:lvl w:ilvl="0">
      <w:start w:val="1"/>
      <w:numFmt w:val="decimal"/>
      <w:lvlText w:val="%1."/>
      <w:lvlJc w:val="left"/>
      <w:pPr>
        <w:ind w:left="720" w:hanging="360"/>
      </w:pPr>
      <w:rPr>
        <w:rFonts w:ascii="Arial" w:hAnsi="Arial" w:cs="Arial"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6C5955E2"/>
    <w:multiLevelType w:val="hybridMultilevel"/>
    <w:tmpl w:val="14B6E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DDE3BB9"/>
    <w:multiLevelType w:val="hybridMultilevel"/>
    <w:tmpl w:val="D6228E70"/>
    <w:lvl w:ilvl="0" w:tplc="0809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215606F"/>
    <w:multiLevelType w:val="hybridMultilevel"/>
    <w:tmpl w:val="6B3EB556"/>
    <w:lvl w:ilvl="0" w:tplc="56F467B4">
      <w:start w:val="1"/>
      <w:numFmt w:val="decimal"/>
      <w:lvlText w:val="%1."/>
      <w:lvlJc w:val="left"/>
      <w:pPr>
        <w:ind w:left="720" w:hanging="360"/>
      </w:pPr>
      <w:rPr>
        <w:rFonts w:ascii="Times New Roman" w:hAnsi="Times New Roman" w:cs="Times New Roman" w:hint="default"/>
        <w:b w:val="0"/>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72B01652"/>
    <w:multiLevelType w:val="hybridMultilevel"/>
    <w:tmpl w:val="9058E6FE"/>
    <w:lvl w:ilvl="0" w:tplc="C588AA2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4" w15:restartNumberingAfterBreak="0">
    <w:nsid w:val="75A05F16"/>
    <w:multiLevelType w:val="multilevel"/>
    <w:tmpl w:val="51E663BE"/>
    <w:lvl w:ilvl="0">
      <w:start w:val="1"/>
      <w:numFmt w:val="decimal"/>
      <w:lvlText w:val="%1."/>
      <w:lvlJc w:val="left"/>
      <w:pPr>
        <w:ind w:left="720" w:hanging="360"/>
      </w:pPr>
      <w:rPr>
        <w:rFonts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77FE1ABD"/>
    <w:multiLevelType w:val="hybridMultilevel"/>
    <w:tmpl w:val="74C08692"/>
    <w:lvl w:ilvl="0" w:tplc="58926EAE">
      <w:start w:val="21"/>
      <w:numFmt w:val="decimal"/>
      <w:lvlText w:val="%1."/>
      <w:lvlJc w:val="left"/>
      <w:pPr>
        <w:ind w:left="1080" w:hanging="360"/>
      </w:pPr>
      <w:rPr>
        <w:rFonts w:hint="default"/>
        <w:color w:val="000000"/>
        <w:sz w:val="24"/>
        <w:u w:val="none"/>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6" w15:restartNumberingAfterBreak="0">
    <w:nsid w:val="79586F93"/>
    <w:multiLevelType w:val="hybridMultilevel"/>
    <w:tmpl w:val="14B6E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B762B89"/>
    <w:multiLevelType w:val="hybridMultilevel"/>
    <w:tmpl w:val="D6C00F74"/>
    <w:lvl w:ilvl="0" w:tplc="D20CC3EC">
      <w:start w:val="38"/>
      <w:numFmt w:val="decimal"/>
      <w:lvlText w:val="%1."/>
      <w:lvlJc w:val="left"/>
      <w:pPr>
        <w:ind w:left="2357" w:hanging="360"/>
      </w:pPr>
      <w:rPr>
        <w:rFonts w:hint="default"/>
      </w:rPr>
    </w:lvl>
    <w:lvl w:ilvl="1" w:tplc="04050019" w:tentative="1">
      <w:start w:val="1"/>
      <w:numFmt w:val="lowerLetter"/>
      <w:lvlText w:val="%2."/>
      <w:lvlJc w:val="left"/>
      <w:pPr>
        <w:ind w:left="3077" w:hanging="360"/>
      </w:pPr>
    </w:lvl>
    <w:lvl w:ilvl="2" w:tplc="0405001B" w:tentative="1">
      <w:start w:val="1"/>
      <w:numFmt w:val="lowerRoman"/>
      <w:lvlText w:val="%3."/>
      <w:lvlJc w:val="right"/>
      <w:pPr>
        <w:ind w:left="3797" w:hanging="180"/>
      </w:pPr>
    </w:lvl>
    <w:lvl w:ilvl="3" w:tplc="0405000F" w:tentative="1">
      <w:start w:val="1"/>
      <w:numFmt w:val="decimal"/>
      <w:lvlText w:val="%4."/>
      <w:lvlJc w:val="left"/>
      <w:pPr>
        <w:ind w:left="4517" w:hanging="360"/>
      </w:pPr>
    </w:lvl>
    <w:lvl w:ilvl="4" w:tplc="04050019" w:tentative="1">
      <w:start w:val="1"/>
      <w:numFmt w:val="lowerLetter"/>
      <w:lvlText w:val="%5."/>
      <w:lvlJc w:val="left"/>
      <w:pPr>
        <w:ind w:left="5237" w:hanging="360"/>
      </w:pPr>
    </w:lvl>
    <w:lvl w:ilvl="5" w:tplc="0405001B" w:tentative="1">
      <w:start w:val="1"/>
      <w:numFmt w:val="lowerRoman"/>
      <w:lvlText w:val="%6."/>
      <w:lvlJc w:val="right"/>
      <w:pPr>
        <w:ind w:left="5957" w:hanging="180"/>
      </w:pPr>
    </w:lvl>
    <w:lvl w:ilvl="6" w:tplc="0405000F" w:tentative="1">
      <w:start w:val="1"/>
      <w:numFmt w:val="decimal"/>
      <w:lvlText w:val="%7."/>
      <w:lvlJc w:val="left"/>
      <w:pPr>
        <w:ind w:left="6677" w:hanging="360"/>
      </w:pPr>
    </w:lvl>
    <w:lvl w:ilvl="7" w:tplc="04050019" w:tentative="1">
      <w:start w:val="1"/>
      <w:numFmt w:val="lowerLetter"/>
      <w:lvlText w:val="%8."/>
      <w:lvlJc w:val="left"/>
      <w:pPr>
        <w:ind w:left="7397" w:hanging="360"/>
      </w:pPr>
    </w:lvl>
    <w:lvl w:ilvl="8" w:tplc="0405001B" w:tentative="1">
      <w:start w:val="1"/>
      <w:numFmt w:val="lowerRoman"/>
      <w:lvlText w:val="%9."/>
      <w:lvlJc w:val="right"/>
      <w:pPr>
        <w:ind w:left="8117" w:hanging="180"/>
      </w:pPr>
    </w:lvl>
  </w:abstractNum>
  <w:abstractNum w:abstractNumId="48" w15:restartNumberingAfterBreak="0">
    <w:nsid w:val="7EFC546B"/>
    <w:multiLevelType w:val="hybridMultilevel"/>
    <w:tmpl w:val="C7941B0E"/>
    <w:lvl w:ilvl="0" w:tplc="C588AA2A">
      <w:start w:val="1"/>
      <w:numFmt w:val="lowerLetter"/>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34"/>
  </w:num>
  <w:num w:numId="4">
    <w:abstractNumId w:val="29"/>
  </w:num>
  <w:num w:numId="5">
    <w:abstractNumId w:val="17"/>
  </w:num>
  <w:num w:numId="6">
    <w:abstractNumId w:val="43"/>
  </w:num>
  <w:num w:numId="7">
    <w:abstractNumId w:val="21"/>
  </w:num>
  <w:num w:numId="8">
    <w:abstractNumId w:val="45"/>
  </w:num>
  <w:num w:numId="9">
    <w:abstractNumId w:val="15"/>
  </w:num>
  <w:num w:numId="10">
    <w:abstractNumId w:val="2"/>
  </w:num>
  <w:num w:numId="11">
    <w:abstractNumId w:val="47"/>
  </w:num>
  <w:num w:numId="12">
    <w:abstractNumId w:val="26"/>
  </w:num>
  <w:num w:numId="13">
    <w:abstractNumId w:val="19"/>
  </w:num>
  <w:num w:numId="14">
    <w:abstractNumId w:val="36"/>
  </w:num>
  <w:num w:numId="15">
    <w:abstractNumId w:val="13"/>
  </w:num>
  <w:num w:numId="16">
    <w:abstractNumId w:val="20"/>
  </w:num>
  <w:num w:numId="17">
    <w:abstractNumId w:val="12"/>
  </w:num>
  <w:num w:numId="18">
    <w:abstractNumId w:val="7"/>
  </w:num>
  <w:num w:numId="19">
    <w:abstractNumId w:val="23"/>
  </w:num>
  <w:num w:numId="20">
    <w:abstractNumId w:val="31"/>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num>
  <w:num w:numId="23">
    <w:abstractNumId w:val="11"/>
  </w:num>
  <w:num w:numId="24">
    <w:abstractNumId w:val="18"/>
  </w:num>
  <w:num w:numId="25">
    <w:abstractNumId w:val="46"/>
  </w:num>
  <w:num w:numId="26">
    <w:abstractNumId w:val="16"/>
  </w:num>
  <w:num w:numId="27">
    <w:abstractNumId w:val="39"/>
  </w:num>
  <w:num w:numId="28">
    <w:abstractNumId w:val="22"/>
  </w:num>
  <w:num w:numId="29">
    <w:abstractNumId w:val="28"/>
  </w:num>
  <w:num w:numId="30">
    <w:abstractNumId w:val="3"/>
  </w:num>
  <w:num w:numId="31">
    <w:abstractNumId w:val="10"/>
  </w:num>
  <w:num w:numId="32">
    <w:abstractNumId w:val="30"/>
  </w:num>
  <w:num w:numId="33">
    <w:abstractNumId w:val="25"/>
  </w:num>
  <w:num w:numId="34">
    <w:abstractNumId w:val="9"/>
  </w:num>
  <w:num w:numId="35">
    <w:abstractNumId w:val="4"/>
  </w:num>
  <w:num w:numId="36">
    <w:abstractNumId w:val="42"/>
  </w:num>
  <w:num w:numId="37">
    <w:abstractNumId w:val="37"/>
  </w:num>
  <w:num w:numId="38">
    <w:abstractNumId w:val="41"/>
  </w:num>
  <w:num w:numId="39">
    <w:abstractNumId w:val="33"/>
  </w:num>
  <w:num w:numId="40">
    <w:abstractNumId w:val="24"/>
  </w:num>
  <w:num w:numId="41">
    <w:abstractNumId w:val="6"/>
  </w:num>
  <w:num w:numId="42">
    <w:abstractNumId w:val="48"/>
  </w:num>
  <w:num w:numId="43">
    <w:abstractNumId w:val="14"/>
  </w:num>
  <w:num w:numId="44">
    <w:abstractNumId w:val="35"/>
  </w:num>
  <w:num w:numId="45">
    <w:abstractNumId w:val="8"/>
  </w:num>
  <w:num w:numId="46">
    <w:abstractNumId w:val="32"/>
  </w:num>
  <w:num w:numId="47">
    <w:abstractNumId w:val="5"/>
  </w:num>
  <w:num w:numId="48">
    <w:abstractNumId w:val="44"/>
  </w:num>
  <w:num w:numId="4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7C1"/>
    <w:rsid w:val="0002271F"/>
    <w:rsid w:val="000424C7"/>
    <w:rsid w:val="000823F3"/>
    <w:rsid w:val="00087102"/>
    <w:rsid w:val="000C6893"/>
    <w:rsid w:val="00111F47"/>
    <w:rsid w:val="001A18B3"/>
    <w:rsid w:val="001D064E"/>
    <w:rsid w:val="0020529D"/>
    <w:rsid w:val="00222026"/>
    <w:rsid w:val="00336FD6"/>
    <w:rsid w:val="003D5052"/>
    <w:rsid w:val="003E139B"/>
    <w:rsid w:val="0041613C"/>
    <w:rsid w:val="00432218"/>
    <w:rsid w:val="00440E58"/>
    <w:rsid w:val="004A0FA6"/>
    <w:rsid w:val="004D2CF0"/>
    <w:rsid w:val="004D767F"/>
    <w:rsid w:val="00511F8C"/>
    <w:rsid w:val="005A53C7"/>
    <w:rsid w:val="005B2271"/>
    <w:rsid w:val="005B7ABB"/>
    <w:rsid w:val="0060606D"/>
    <w:rsid w:val="006706ED"/>
    <w:rsid w:val="00692AF0"/>
    <w:rsid w:val="007156F7"/>
    <w:rsid w:val="0075388B"/>
    <w:rsid w:val="008C0FCE"/>
    <w:rsid w:val="008C77C1"/>
    <w:rsid w:val="008D5698"/>
    <w:rsid w:val="00967A50"/>
    <w:rsid w:val="009C51F5"/>
    <w:rsid w:val="00A82722"/>
    <w:rsid w:val="00AC57C9"/>
    <w:rsid w:val="00B8255E"/>
    <w:rsid w:val="00B928DE"/>
    <w:rsid w:val="00BF40D0"/>
    <w:rsid w:val="00C23FCC"/>
    <w:rsid w:val="00C37BDE"/>
    <w:rsid w:val="00C51D05"/>
    <w:rsid w:val="00D53EEF"/>
    <w:rsid w:val="00D5677C"/>
    <w:rsid w:val="00D57B39"/>
    <w:rsid w:val="00DA0FBF"/>
    <w:rsid w:val="00DF2AC8"/>
    <w:rsid w:val="00DF795E"/>
    <w:rsid w:val="00E231E6"/>
    <w:rsid w:val="00E86145"/>
    <w:rsid w:val="00F173D9"/>
    <w:rsid w:val="00FA0436"/>
    <w:rsid w:val="00FA4A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EEFE92B"/>
  <w15:chartTrackingRefBased/>
  <w15:docId w15:val="{C9C03C93-42BA-4307-A337-4E8233FD6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iPriority w:val="99"/>
    <w:unhideWhenUsed/>
    <w:rsid w:val="00087102"/>
    <w:pPr>
      <w:tabs>
        <w:tab w:val="center" w:pos="4536"/>
        <w:tab w:val="right" w:pos="9072"/>
      </w:tabs>
    </w:pPr>
    <w:rPr>
      <w:szCs w:val="21"/>
    </w:rPr>
  </w:style>
  <w:style w:type="character" w:customStyle="1" w:styleId="ZpatChar">
    <w:name w:val="Zápatí Char"/>
    <w:link w:val="Zpat"/>
    <w:uiPriority w:val="99"/>
    <w:rsid w:val="00087102"/>
    <w:rPr>
      <w:rFonts w:eastAsia="SimSun" w:cs="Mangal"/>
      <w:kern w:val="1"/>
      <w:sz w:val="24"/>
      <w:szCs w:val="21"/>
      <w:lang w:eastAsia="zh-CN" w:bidi="hi-IN"/>
    </w:rPr>
  </w:style>
  <w:style w:type="paragraph" w:styleId="Normlnweb">
    <w:name w:val="Normal (Web)"/>
    <w:basedOn w:val="Normln"/>
    <w:unhideWhenUsed/>
    <w:rsid w:val="008C77C1"/>
    <w:pPr>
      <w:widowControl/>
      <w:suppressAutoHyphens w:val="0"/>
      <w:spacing w:before="100" w:beforeAutospacing="1" w:after="119"/>
    </w:pPr>
    <w:rPr>
      <w:rFonts w:eastAsia="Times New Roman" w:cs="Times New Roman"/>
      <w:kern w:val="0"/>
      <w:lang w:eastAsia="cs-CZ" w:bidi="ar-SA"/>
    </w:rPr>
  </w:style>
  <w:style w:type="paragraph" w:styleId="Odstavecseseznamem">
    <w:name w:val="List Paragraph"/>
    <w:aliases w:val="Číslo přílohy"/>
    <w:basedOn w:val="Normln"/>
    <w:uiPriority w:val="34"/>
    <w:qFormat/>
    <w:rsid w:val="008C77C1"/>
    <w:pPr>
      <w:widowControl/>
      <w:suppressAutoHyphens w:val="0"/>
      <w:ind w:left="720"/>
      <w:contextualSpacing/>
    </w:pPr>
    <w:rPr>
      <w:rFonts w:eastAsia="Times New Roman" w:cs="Times New Roman"/>
      <w:kern w:val="0"/>
      <w:lang w:eastAsia="cs-CZ" w:bidi="ar-SA"/>
    </w:rPr>
  </w:style>
  <w:style w:type="paragraph" w:customStyle="1" w:styleId="5Textpsmenevnovelbodu">
    <w:name w:val="5. Text písmene v novel. bodu"/>
    <w:basedOn w:val="Normln"/>
    <w:qFormat/>
    <w:rsid w:val="008C77C1"/>
    <w:pPr>
      <w:widowControl/>
      <w:suppressAutoHyphens w:val="0"/>
      <w:ind w:left="851" w:hanging="397"/>
      <w:jc w:val="both"/>
    </w:pPr>
    <w:rPr>
      <w:rFonts w:ascii="Arial" w:eastAsia="Calibri" w:hAnsi="Arial" w:cs="Arial"/>
      <w:kern w:val="0"/>
      <w:sz w:val="22"/>
      <w:szCs w:val="22"/>
      <w:lang w:eastAsia="en-US" w:bidi="ar-SA"/>
    </w:rPr>
  </w:style>
  <w:style w:type="paragraph" w:customStyle="1" w:styleId="1Novelizanbod">
    <w:name w:val="1. Novelizační bod"/>
    <w:basedOn w:val="Odstavecseseznamem"/>
    <w:qFormat/>
    <w:rsid w:val="008C77C1"/>
    <w:pPr>
      <w:numPr>
        <w:numId w:val="4"/>
      </w:numPr>
      <w:spacing w:before="480" w:after="120"/>
      <w:ind w:left="454" w:hanging="454"/>
      <w:contextualSpacing w:val="0"/>
      <w:jc w:val="both"/>
    </w:pPr>
    <w:rPr>
      <w:rFonts w:ascii="Arial" w:eastAsia="Calibri" w:hAnsi="Arial" w:cs="Arial"/>
      <w:sz w:val="22"/>
      <w:szCs w:val="22"/>
      <w:lang w:eastAsia="en-US"/>
    </w:rPr>
  </w:style>
  <w:style w:type="paragraph" w:customStyle="1" w:styleId="6Textboduvnovele">
    <w:name w:val="6. Text bodu v novele"/>
    <w:basedOn w:val="5Textpsmenevnovelbodu"/>
    <w:qFormat/>
    <w:rsid w:val="008C77C1"/>
    <w:pPr>
      <w:ind w:left="1248"/>
    </w:pPr>
  </w:style>
  <w:style w:type="paragraph" w:customStyle="1" w:styleId="LO-normal">
    <w:name w:val="LO-normal"/>
    <w:qFormat/>
    <w:rsid w:val="008C77C1"/>
    <w:pPr>
      <w:widowControl w:val="0"/>
      <w:spacing w:after="200" w:line="276" w:lineRule="auto"/>
    </w:pPr>
    <w:rPr>
      <w:rFonts w:ascii="Calibri" w:eastAsia="Calibri" w:hAnsi="Calibri" w:cs="Calibri"/>
      <w:sz w:val="22"/>
      <w:szCs w:val="22"/>
      <w:lang w:eastAsia="zh-CN" w:bidi="hi-IN"/>
    </w:rPr>
  </w:style>
  <w:style w:type="paragraph" w:customStyle="1" w:styleId="2Psmeno">
    <w:name w:val="2. Písmeno"/>
    <w:basedOn w:val="Normln"/>
    <w:qFormat/>
    <w:rsid w:val="008C77C1"/>
    <w:pPr>
      <w:suppressAutoHyphens w:val="0"/>
      <w:autoSpaceDE w:val="0"/>
      <w:autoSpaceDN w:val="0"/>
      <w:adjustRightInd w:val="0"/>
      <w:ind w:left="397" w:hanging="397"/>
      <w:jc w:val="both"/>
    </w:pPr>
    <w:rPr>
      <w:rFonts w:ascii="Arial" w:eastAsia="Times New Roman" w:hAnsi="Arial" w:cs="Arial"/>
      <w:kern w:val="0"/>
      <w:sz w:val="22"/>
      <w:szCs w:val="22"/>
      <w:lang w:eastAsia="cs-CZ" w:bidi="ar-SA"/>
    </w:rPr>
  </w:style>
  <w:style w:type="paragraph" w:customStyle="1" w:styleId="Normln1">
    <w:name w:val="Normální1"/>
    <w:rsid w:val="008C77C1"/>
    <w:pPr>
      <w:spacing w:line="276" w:lineRule="auto"/>
    </w:pPr>
    <w:rPr>
      <w:rFonts w:ascii="Arial" w:eastAsia="Arial" w:hAnsi="Arial" w:cs="Arial"/>
      <w:sz w:val="22"/>
      <w:szCs w:val="22"/>
      <w:lang w:val="en" w:eastAsia="en-US"/>
    </w:rPr>
  </w:style>
  <w:style w:type="character" w:styleId="Odkaznakoment">
    <w:name w:val="annotation reference"/>
    <w:basedOn w:val="Standardnpsmoodstavce"/>
    <w:uiPriority w:val="99"/>
    <w:semiHidden/>
    <w:unhideWhenUsed/>
    <w:rsid w:val="00432218"/>
    <w:rPr>
      <w:sz w:val="16"/>
      <w:szCs w:val="16"/>
    </w:rPr>
  </w:style>
  <w:style w:type="paragraph" w:styleId="Textkomente">
    <w:name w:val="annotation text"/>
    <w:basedOn w:val="Normln"/>
    <w:link w:val="TextkomenteChar"/>
    <w:uiPriority w:val="99"/>
    <w:unhideWhenUsed/>
    <w:rsid w:val="00432218"/>
    <w:pPr>
      <w:widowControl/>
      <w:suppressAutoHyphens w:val="0"/>
      <w:spacing w:after="200"/>
    </w:pPr>
    <w:rPr>
      <w:rFonts w:asciiTheme="minorHAnsi" w:eastAsiaTheme="minorEastAsia" w:hAnsiTheme="minorHAnsi" w:cstheme="minorBidi"/>
      <w:kern w:val="0"/>
      <w:sz w:val="20"/>
      <w:szCs w:val="20"/>
      <w:lang w:eastAsia="cs-CZ" w:bidi="ar-SA"/>
    </w:rPr>
  </w:style>
  <w:style w:type="character" w:customStyle="1" w:styleId="TextkomenteChar">
    <w:name w:val="Text komentáře Char"/>
    <w:basedOn w:val="Standardnpsmoodstavce"/>
    <w:link w:val="Textkomente"/>
    <w:uiPriority w:val="99"/>
    <w:rsid w:val="00432218"/>
    <w:rPr>
      <w:rFonts w:asciiTheme="minorHAnsi" w:eastAsiaTheme="minorEastAsia" w:hAnsiTheme="minorHAnsi" w:cstheme="minorBidi"/>
    </w:rPr>
  </w:style>
  <w:style w:type="paragraph" w:customStyle="1" w:styleId="3Bod">
    <w:name w:val="3. Bod"/>
    <w:basedOn w:val="Normln"/>
    <w:qFormat/>
    <w:rsid w:val="00432218"/>
    <w:pPr>
      <w:suppressAutoHyphens w:val="0"/>
      <w:autoSpaceDE w:val="0"/>
      <w:autoSpaceDN w:val="0"/>
      <w:adjustRightInd w:val="0"/>
      <w:ind w:left="794" w:hanging="397"/>
      <w:jc w:val="both"/>
    </w:pPr>
    <w:rPr>
      <w:rFonts w:ascii="Arial" w:eastAsiaTheme="minorEastAsia" w:hAnsi="Arial" w:cs="Arial"/>
      <w:kern w:val="0"/>
      <w:sz w:val="22"/>
      <w:szCs w:val="22"/>
      <w:lang w:eastAsia="cs-CZ" w:bidi="ar-SA"/>
    </w:rPr>
  </w:style>
  <w:style w:type="numbering" w:customStyle="1" w:styleId="WWOutlineListStyle1">
    <w:name w:val="WW_OutlineListStyle_1"/>
    <w:basedOn w:val="Bezseznamu"/>
    <w:rsid w:val="001D064E"/>
    <w:pPr>
      <w:numPr>
        <w:numId w:val="34"/>
      </w:numPr>
    </w:pPr>
  </w:style>
  <w:style w:type="paragraph" w:styleId="Textbubliny">
    <w:name w:val="Balloon Text"/>
    <w:basedOn w:val="Normln"/>
    <w:link w:val="TextbublinyChar"/>
    <w:uiPriority w:val="99"/>
    <w:semiHidden/>
    <w:unhideWhenUsed/>
    <w:rsid w:val="00DF2AC8"/>
    <w:rPr>
      <w:rFonts w:ascii="Segoe UI" w:hAnsi="Segoe UI"/>
      <w:sz w:val="18"/>
      <w:szCs w:val="16"/>
    </w:rPr>
  </w:style>
  <w:style w:type="character" w:customStyle="1" w:styleId="TextbublinyChar">
    <w:name w:val="Text bubliny Char"/>
    <w:basedOn w:val="Standardnpsmoodstavce"/>
    <w:link w:val="Textbubliny"/>
    <w:uiPriority w:val="99"/>
    <w:semiHidden/>
    <w:rsid w:val="00DF2AC8"/>
    <w:rPr>
      <w:rFonts w:ascii="Segoe UI" w:eastAsia="SimSun" w:hAnsi="Segoe UI" w:cs="Mangal"/>
      <w:kern w:val="1"/>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941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Pozm.dotx</Template>
  <TotalTime>282</TotalTime>
  <Pages>31</Pages>
  <Words>9971</Words>
  <Characters>58834</Characters>
  <Application>Microsoft Office Word</Application>
  <DocSecurity>0</DocSecurity>
  <Lines>490</Lines>
  <Paragraphs>137</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68668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Kvetonova Hana</cp:lastModifiedBy>
  <cp:revision>10</cp:revision>
  <cp:lastPrinted>2020-06-04T07:52:00Z</cp:lastPrinted>
  <dcterms:created xsi:type="dcterms:W3CDTF">2020-06-03T14:26:00Z</dcterms:created>
  <dcterms:modified xsi:type="dcterms:W3CDTF">2020-06-04T09:06:00Z</dcterms:modified>
</cp:coreProperties>
</file>