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 w:rsidP="00EC507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EC5073" w:rsidRPr="00EC5073" w:rsidRDefault="00EC5073" w:rsidP="00EC5073">
      <w:pPr>
        <w:pStyle w:val="Tlotextu"/>
        <w:spacing w:before="120"/>
        <w:jc w:val="center"/>
        <w:rPr>
          <w:b/>
        </w:rPr>
      </w:pPr>
      <w:r w:rsidRPr="00EC5073">
        <w:rPr>
          <w:b/>
        </w:rPr>
        <w:t>k vládnímu návrhu zákona o mezinárodní spolupráci při řešení daňových sporů v Evropské unii</w:t>
      </w:r>
    </w:p>
    <w:p w:rsidR="000C6893" w:rsidRDefault="000C6893" w:rsidP="00EC5073">
      <w:pPr>
        <w:pStyle w:val="Nadpis"/>
        <w:spacing w:before="0" w:after="0"/>
        <w:jc w:val="center"/>
        <w:rPr>
          <w:b/>
          <w:bCs/>
          <w:sz w:val="24"/>
        </w:rPr>
      </w:pP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EC5073">
        <w:rPr>
          <w:b/>
          <w:bCs/>
          <w:sz w:val="24"/>
        </w:rPr>
        <w:t>544)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/>
    <w:p w:rsidR="000C6893" w:rsidRDefault="000C6893"/>
    <w:p w:rsidR="000C6893" w:rsidRDefault="000C6893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780042">
        <w:rPr>
          <w:b/>
        </w:rPr>
        <w:t>2. června 2020</w:t>
      </w:r>
    </w:p>
    <w:p w:rsidR="000C6893" w:rsidRDefault="000C6893"/>
    <w:p w:rsidR="000C6893" w:rsidRDefault="000C6893"/>
    <w:p w:rsidR="000C6893" w:rsidRDefault="000C6893"/>
    <w:p w:rsidR="000C6893" w:rsidRDefault="000C6893" w:rsidP="00511F8C">
      <w:pPr>
        <w:pStyle w:val="PNposlanec"/>
      </w:pPr>
      <w:r>
        <w:t>Poslanec</w:t>
      </w:r>
      <w:r w:rsidR="00780042">
        <w:t xml:space="preserve"> Volný Jan</w:t>
      </w:r>
    </w:p>
    <w:p w:rsidR="000C6893" w:rsidRDefault="00780042">
      <w:r>
        <w:t>(SD 4377)</w:t>
      </w:r>
    </w:p>
    <w:p w:rsidR="000C6893" w:rsidRDefault="000C6893"/>
    <w:p w:rsidR="00780042" w:rsidRPr="00632C11" w:rsidRDefault="00780042" w:rsidP="00780042">
      <w:pPr>
        <w:spacing w:before="240" w:after="120"/>
        <w:rPr>
          <w:noProof/>
        </w:rPr>
      </w:pPr>
      <w:r w:rsidRPr="00632C11">
        <w:rPr>
          <w:noProof/>
        </w:rPr>
        <w:t>V § 25 odst. 1 se slova „lze učinit“ nahrazují slovy „se činí“.</w:t>
      </w:r>
    </w:p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>
      <w:pPr>
        <w:jc w:val="center"/>
      </w:pPr>
      <w:r>
        <w:t xml:space="preserve">V Praze </w:t>
      </w:r>
      <w:r w:rsidR="00485CA0">
        <w:t>2.</w:t>
      </w:r>
      <w:r w:rsidR="00780042">
        <w:t xml:space="preserve"> června 2020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EC5073" w:rsidRPr="00780042" w:rsidRDefault="00EC5073">
      <w:pPr>
        <w:jc w:val="center"/>
        <w:rPr>
          <w:rFonts w:cs="Times New Roman"/>
          <w:b/>
          <w:spacing w:val="-3"/>
        </w:rPr>
      </w:pPr>
      <w:r w:rsidRPr="00780042">
        <w:rPr>
          <w:rFonts w:cs="Times New Roman"/>
          <w:b/>
          <w:spacing w:val="-3"/>
        </w:rPr>
        <w:t>Bc. Iva Kalátová</w:t>
      </w:r>
      <w:r w:rsidR="00485CA0" w:rsidRPr="00485CA0">
        <w:rPr>
          <w:rFonts w:cs="Times New Roman"/>
          <w:spacing w:val="-3"/>
        </w:rPr>
        <w:t>, v.r.</w:t>
      </w:r>
    </w:p>
    <w:p w:rsidR="000C6893" w:rsidRDefault="000C6893">
      <w:pPr>
        <w:jc w:val="center"/>
      </w:pPr>
      <w:r>
        <w:t>zpravodaj</w:t>
      </w:r>
      <w:r w:rsidR="00EC5073">
        <w:t>ka</w:t>
      </w:r>
      <w:r>
        <w:t xml:space="preserve"> garančního </w:t>
      </w:r>
      <w:r w:rsidR="00EC5073">
        <w:t xml:space="preserve">rozpočtového </w:t>
      </w:r>
      <w:r>
        <w:t>výb</w:t>
      </w:r>
      <w:bookmarkStart w:id="0" w:name="_GoBack"/>
      <w:bookmarkEnd w:id="0"/>
      <w:r>
        <w:t>oru</w:t>
      </w:r>
    </w:p>
    <w:sectPr w:rsidR="000C6893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073" w:rsidRDefault="00EC5073" w:rsidP="00087102">
      <w:r>
        <w:separator/>
      </w:r>
    </w:p>
  </w:endnote>
  <w:endnote w:type="continuationSeparator" w:id="0">
    <w:p w:rsidR="00EC5073" w:rsidRDefault="00EC5073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073" w:rsidRDefault="00EC5073" w:rsidP="00087102">
      <w:r>
        <w:separator/>
      </w:r>
    </w:p>
  </w:footnote>
  <w:footnote w:type="continuationSeparator" w:id="0">
    <w:p w:rsidR="00EC5073" w:rsidRDefault="00EC5073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EC5073">
      <w:rPr>
        <w:noProof/>
      </w:rPr>
      <w:t>2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073"/>
    <w:rsid w:val="00087102"/>
    <w:rsid w:val="000C6893"/>
    <w:rsid w:val="00485CA0"/>
    <w:rsid w:val="00511F8C"/>
    <w:rsid w:val="006706ED"/>
    <w:rsid w:val="00780042"/>
    <w:rsid w:val="00EC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FE32F30"/>
  <w15:chartTrackingRefBased/>
  <w15:docId w15:val="{9076A2A5-7B3E-43E7-8EE3-A54B1EE5E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lotextu">
    <w:name w:val="Tělo textu"/>
    <w:basedOn w:val="Normln"/>
    <w:rsid w:val="00EC5073"/>
    <w:pPr>
      <w:widowControl/>
      <w:tabs>
        <w:tab w:val="left" w:pos="0"/>
      </w:tabs>
      <w:jc w:val="both"/>
    </w:pPr>
    <w:rPr>
      <w:rFonts w:eastAsia="Times New Roman" w:cs="Times New Roman"/>
      <w:spacing w:val="-3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6</TotalTime>
  <Pages>1</Pages>
  <Words>65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3</cp:revision>
  <cp:lastPrinted>1899-12-31T23:00:00Z</cp:lastPrinted>
  <dcterms:created xsi:type="dcterms:W3CDTF">2020-06-02T14:47:00Z</dcterms:created>
  <dcterms:modified xsi:type="dcterms:W3CDTF">2020-06-02T15:47:00Z</dcterms:modified>
</cp:coreProperties>
</file>