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55F" w:rsidRDefault="00B0355F" w:rsidP="00B0355F">
      <w:pPr>
        <w:pStyle w:val="ZKON"/>
      </w:pPr>
      <w:r>
        <w:t>ZÁKON</w:t>
      </w:r>
    </w:p>
    <w:p w:rsidR="002B448D" w:rsidRPr="00B0355F" w:rsidRDefault="00B0355F" w:rsidP="00B0355F">
      <w:pPr>
        <w:pStyle w:val="nadpiszkona"/>
        <w:rPr>
          <w:b w:val="0"/>
        </w:rPr>
      </w:pPr>
      <w:r w:rsidRPr="00B0355F">
        <w:rPr>
          <w:b w:val="0"/>
        </w:rPr>
        <w:t>ze dne             2020,</w:t>
      </w:r>
    </w:p>
    <w:p w:rsidR="002B448D" w:rsidRDefault="002B448D" w:rsidP="00B0355F">
      <w:pPr>
        <w:pStyle w:val="nadpiszkona"/>
      </w:pPr>
      <w:r>
        <w:t>kterým se mění zákon č. 115/2000 Sb., o poskytování náhrad škod způsobených vybranými zvláště chráněnými živočichy, ve znění pozdějších předpisů</w:t>
      </w:r>
    </w:p>
    <w:p w:rsidR="002B448D" w:rsidRDefault="00B0355F" w:rsidP="00B0355F">
      <w:pPr>
        <w:pStyle w:val="Parlament"/>
      </w:pPr>
      <w:r>
        <w:t>Parlament se usnesl na tomto zákoně České republiky:</w:t>
      </w:r>
    </w:p>
    <w:p w:rsidR="002B448D" w:rsidRDefault="00B0355F" w:rsidP="00B0355F">
      <w:pPr>
        <w:pStyle w:val="lnek"/>
      </w:pPr>
      <w:r>
        <w:t xml:space="preserve">Čl. </w:t>
      </w:r>
      <w:r w:rsidR="002B448D">
        <w:t>I</w:t>
      </w:r>
    </w:p>
    <w:p w:rsidR="002B448D" w:rsidRDefault="002B448D" w:rsidP="00B0355F">
      <w:pPr>
        <w:pStyle w:val="Textlnku"/>
      </w:pPr>
      <w:r>
        <w:t>Zákon č. 115/2000 Sb., o poskytování náhrad škod způsobených vybranými zvláště chráněnými živočichy, ve znění zákona č. 476/2001 Sb., zákona č. 320/2002 Sb., zákona č.</w:t>
      </w:r>
      <w:r w:rsidR="00282337">
        <w:t> </w:t>
      </w:r>
      <w:r>
        <w:t>130/2006 Sb., zákona č. 227/2009 Sb., zákona č. 197/2017 Sb. a</w:t>
      </w:r>
      <w:bookmarkStart w:id="0" w:name="_GoBack"/>
      <w:bookmarkEnd w:id="0"/>
      <w:r>
        <w:t xml:space="preserve"> zákona č. 100/2019 Sb.</w:t>
      </w:r>
      <w:r w:rsidR="00282337">
        <w:t>,</w:t>
      </w:r>
      <w:r>
        <w:t xml:space="preserve"> se mění takto:</w:t>
      </w:r>
    </w:p>
    <w:p w:rsidR="002B448D" w:rsidRDefault="002B448D" w:rsidP="00B0355F">
      <w:pPr>
        <w:pStyle w:val="Novelizanbod"/>
      </w:pPr>
      <w:r>
        <w:t xml:space="preserve">V § 1 odst. 1 se číslice „2018, 2019 a 2020“ nahrazují číslicemi „2021, 2022 a 2023“. </w:t>
      </w:r>
    </w:p>
    <w:p w:rsidR="002B448D" w:rsidRDefault="002B448D" w:rsidP="00B0355F">
      <w:pPr>
        <w:pStyle w:val="Novelizanbod"/>
      </w:pPr>
      <w:r>
        <w:t>V § 2 písm. b) se číslice „2018, 2019 a 2020“ nahrazují číslicemi „2021, 2022 a 2023“.</w:t>
      </w:r>
    </w:p>
    <w:p w:rsidR="002B448D" w:rsidRDefault="002B448D" w:rsidP="00B0355F">
      <w:pPr>
        <w:pStyle w:val="Novelizanbod"/>
      </w:pPr>
      <w:r>
        <w:t xml:space="preserve">V </w:t>
      </w:r>
      <w:proofErr w:type="spellStart"/>
      <w:r>
        <w:t>návětí</w:t>
      </w:r>
      <w:proofErr w:type="spellEnd"/>
      <w:r>
        <w:t xml:space="preserve"> § 4 se za slova „vybraným živočichem“ vkládají slova „nebo kormoránem velkým v letech 2021, 2022 a 2023“.</w:t>
      </w:r>
    </w:p>
    <w:p w:rsidR="002B448D" w:rsidRDefault="002B448D" w:rsidP="00B0355F">
      <w:pPr>
        <w:pStyle w:val="Novelizanbod"/>
      </w:pPr>
      <w:r>
        <w:t>V § 5 odst. 1 se ve větě druhé číslice „2018, 2019 a 2020“ nahrazují číslicemi „2021, 2022 a 2023“.</w:t>
      </w:r>
    </w:p>
    <w:p w:rsidR="002B448D" w:rsidRDefault="002B448D" w:rsidP="00B0355F">
      <w:pPr>
        <w:pStyle w:val="Novelizanbod"/>
      </w:pPr>
      <w:r>
        <w:t>V § 7 se odstavec 5 zrušuje.</w:t>
      </w:r>
    </w:p>
    <w:p w:rsidR="002B448D" w:rsidRDefault="002B448D" w:rsidP="00B0355F">
      <w:pPr>
        <w:pStyle w:val="Novelizanbod"/>
      </w:pPr>
      <w:r>
        <w:t>V § 10 odst. 3 se ve větě první za slova „vybraný živočich“ vkládají slova „nebo kormorán velký“.</w:t>
      </w:r>
    </w:p>
    <w:p w:rsidR="002B448D" w:rsidRPr="00B0355F" w:rsidRDefault="002B448D" w:rsidP="002B448D">
      <w:pPr>
        <w:spacing w:line="360" w:lineRule="auto"/>
        <w:jc w:val="center"/>
        <w:rPr>
          <w:highlight w:val="yellow"/>
        </w:rPr>
      </w:pPr>
    </w:p>
    <w:p w:rsidR="002B448D" w:rsidRDefault="00B0355F" w:rsidP="00B0355F">
      <w:pPr>
        <w:pStyle w:val="lnek"/>
      </w:pPr>
      <w:r>
        <w:t xml:space="preserve">Čl. </w:t>
      </w:r>
      <w:r w:rsidR="002B448D">
        <w:t>II</w:t>
      </w:r>
    </w:p>
    <w:p w:rsidR="002B448D" w:rsidRDefault="002B448D" w:rsidP="00B0355F">
      <w:pPr>
        <w:pStyle w:val="Nadpislnku"/>
      </w:pPr>
      <w:r>
        <w:t>Přechodné ustanovení</w:t>
      </w:r>
    </w:p>
    <w:p w:rsidR="002B448D" w:rsidRDefault="002B448D" w:rsidP="00B0355F">
      <w:pPr>
        <w:pStyle w:val="Textlnku"/>
      </w:pPr>
      <w:r>
        <w:t>V případě škody způsobené na rybách kormoránem velkým v roce 2020 se náhrada poskytne postupem podle zákona č. 115/2000 Sb., ve znění účinném přede dnem nabytí účinnosti tohoto zákona.</w:t>
      </w:r>
    </w:p>
    <w:p w:rsidR="002B448D" w:rsidRPr="00B0355F" w:rsidRDefault="002B448D" w:rsidP="002B448D">
      <w:pPr>
        <w:spacing w:line="360" w:lineRule="auto"/>
      </w:pPr>
    </w:p>
    <w:p w:rsidR="002B448D" w:rsidRDefault="00B0355F" w:rsidP="00B0355F">
      <w:pPr>
        <w:pStyle w:val="lnek"/>
      </w:pPr>
      <w:r>
        <w:lastRenderedPageBreak/>
        <w:t xml:space="preserve">Čl. </w:t>
      </w:r>
      <w:r w:rsidR="002B448D">
        <w:t>III</w:t>
      </w:r>
    </w:p>
    <w:p w:rsidR="002B448D" w:rsidRDefault="002B448D" w:rsidP="00B0355F">
      <w:pPr>
        <w:pStyle w:val="Nadpislnku"/>
      </w:pPr>
      <w:r>
        <w:t>Účinnost</w:t>
      </w:r>
    </w:p>
    <w:p w:rsidR="002B448D" w:rsidRPr="003C49FC" w:rsidRDefault="002B448D" w:rsidP="00B0355F">
      <w:pPr>
        <w:pStyle w:val="Textlnku"/>
      </w:pPr>
      <w:r>
        <w:t xml:space="preserve">Tento zákon nabývá </w:t>
      </w:r>
      <w:r w:rsidRPr="003C49FC">
        <w:t xml:space="preserve">účinnosti </w:t>
      </w:r>
      <w:r w:rsidR="003C49FC" w:rsidRPr="003C49FC">
        <w:rPr>
          <w:color w:val="000000"/>
          <w:shd w:val="clear" w:color="auto" w:fill="FFFFFF"/>
        </w:rPr>
        <w:t xml:space="preserve">prvním dnem druhého kalendářního měsíce následujícího po </w:t>
      </w:r>
      <w:r w:rsidR="003C49FC">
        <w:rPr>
          <w:color w:val="000000"/>
          <w:shd w:val="clear" w:color="auto" w:fill="FFFFFF"/>
        </w:rPr>
        <w:t xml:space="preserve">dni </w:t>
      </w:r>
      <w:r w:rsidR="003C49FC" w:rsidRPr="003C49FC">
        <w:rPr>
          <w:color w:val="000000"/>
          <w:shd w:val="clear" w:color="auto" w:fill="FFFFFF"/>
        </w:rPr>
        <w:t>jeho vyhlášen</w:t>
      </w:r>
      <w:r w:rsidR="003C49FC">
        <w:rPr>
          <w:color w:val="000000"/>
          <w:shd w:val="clear" w:color="auto" w:fill="FFFFFF"/>
        </w:rPr>
        <w:t>í.</w:t>
      </w:r>
    </w:p>
    <w:p w:rsidR="00A73D85" w:rsidRPr="003C49FC" w:rsidRDefault="00A73D85"/>
    <w:sectPr w:rsidR="00A73D85" w:rsidRPr="003C49FC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48D" w:rsidRDefault="002B448D">
      <w:r>
        <w:separator/>
      </w:r>
    </w:p>
  </w:endnote>
  <w:endnote w:type="continuationSeparator" w:id="0">
    <w:p w:rsidR="002B448D" w:rsidRDefault="002B4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48D" w:rsidRDefault="002B448D">
      <w:r>
        <w:separator/>
      </w:r>
    </w:p>
  </w:footnote>
  <w:footnote w:type="continuationSeparator" w:id="0">
    <w:p w:rsidR="002B448D" w:rsidRDefault="002B4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A303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</w:num>
  <w:num w:numId="7">
    <w:abstractNumId w:val="3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2B448D"/>
    <w:rsid w:val="00266D0A"/>
    <w:rsid w:val="00282337"/>
    <w:rsid w:val="002B448D"/>
    <w:rsid w:val="003C49FC"/>
    <w:rsid w:val="00723CA4"/>
    <w:rsid w:val="00A44E19"/>
    <w:rsid w:val="00A73D85"/>
    <w:rsid w:val="00AA3030"/>
    <w:rsid w:val="00B0355F"/>
    <w:rsid w:val="00B16C4B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B9D5-653D-45BD-B2B4-571EFFFD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3030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AA303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AA303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AA3030"/>
  </w:style>
  <w:style w:type="paragraph" w:styleId="Zhlav">
    <w:name w:val="header"/>
    <w:basedOn w:val="Normln"/>
    <w:semiHidden/>
    <w:rsid w:val="00AA303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AA303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AA303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AA303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AA303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AA303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AA303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AA303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AA303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AA303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A303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AA303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A303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A303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AA303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AA303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AA303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AA303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AA303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AA3030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AA3030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AA3030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AA303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AA303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AA303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AA303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AA303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2B448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xtodstavce">
    <w:name w:val="Text odstavce"/>
    <w:basedOn w:val="Normln"/>
    <w:rsid w:val="00AA3030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AA3030"/>
    <w:pPr>
      <w:ind w:left="567" w:hanging="567"/>
    </w:pPr>
  </w:style>
  <w:style w:type="character" w:styleId="slostrnky">
    <w:name w:val="page number"/>
    <w:basedOn w:val="Standardnpsmoodstavce"/>
    <w:semiHidden/>
    <w:rsid w:val="00AA3030"/>
  </w:style>
  <w:style w:type="paragraph" w:styleId="Zpat">
    <w:name w:val="footer"/>
    <w:basedOn w:val="Normln"/>
    <w:semiHidden/>
    <w:rsid w:val="00AA303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A303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AA3030"/>
    <w:rPr>
      <w:vertAlign w:val="superscript"/>
    </w:rPr>
  </w:style>
  <w:style w:type="paragraph" w:styleId="Titulek">
    <w:name w:val="caption"/>
    <w:basedOn w:val="Normln"/>
    <w:next w:val="Normln"/>
    <w:qFormat/>
    <w:rsid w:val="00AA303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AA303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AA3030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AA303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AA303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AA3030"/>
    <w:rPr>
      <w:b/>
    </w:rPr>
  </w:style>
  <w:style w:type="paragraph" w:customStyle="1" w:styleId="Nadpislnku">
    <w:name w:val="Nadpis článku"/>
    <w:basedOn w:val="lnek"/>
    <w:next w:val="Textodstavce"/>
    <w:rsid w:val="00AA3030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3C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C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3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8</TotalTime>
  <Pages>2</Pages>
  <Words>232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5</cp:revision>
  <cp:lastPrinted>2020-12-17T13:08:00Z</cp:lastPrinted>
  <dcterms:created xsi:type="dcterms:W3CDTF">2020-12-17T11:51:00Z</dcterms:created>
  <dcterms:modified xsi:type="dcterms:W3CDTF">2020-12-18T09:02:00Z</dcterms:modified>
  <cp:category/>
</cp:coreProperties>
</file>