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0D8" w:rsidRDefault="00BF70D8" w:rsidP="00BF70D8">
      <w:pPr>
        <w:suppressAutoHyphens/>
        <w:jc w:val="center"/>
        <w:rPr>
          <w:b/>
          <w:lang w:eastAsia="ar-SA"/>
        </w:rPr>
      </w:pPr>
      <w:bookmarkStart w:id="0" w:name="_GoBack"/>
      <w:bookmarkEnd w:id="0"/>
      <w:r w:rsidRPr="00586864">
        <w:rPr>
          <w:b/>
          <w:lang w:eastAsia="ar-SA"/>
        </w:rPr>
        <w:t>ZÁKON</w:t>
      </w:r>
    </w:p>
    <w:p w:rsidR="00BF70D8" w:rsidRPr="00586864" w:rsidRDefault="00BF70D8" w:rsidP="00BF70D8">
      <w:pPr>
        <w:suppressAutoHyphens/>
        <w:jc w:val="center"/>
        <w:rPr>
          <w:b/>
          <w:lang w:eastAsia="ar-SA"/>
        </w:rPr>
      </w:pPr>
    </w:p>
    <w:p w:rsidR="00BF70D8" w:rsidRDefault="00BF70D8" w:rsidP="00BF70D8">
      <w:pPr>
        <w:suppressAutoHyphens/>
        <w:jc w:val="center"/>
        <w:rPr>
          <w:lang w:eastAsia="ar-SA"/>
        </w:rPr>
      </w:pPr>
      <w:r w:rsidRPr="00586864">
        <w:rPr>
          <w:lang w:eastAsia="ar-SA"/>
        </w:rPr>
        <w:t xml:space="preserve">ze </w:t>
      </w:r>
      <w:r w:rsidR="00FC4E1F">
        <w:rPr>
          <w:lang w:eastAsia="ar-SA"/>
        </w:rPr>
        <w:t xml:space="preserve"> </w:t>
      </w:r>
      <w:r w:rsidRPr="00586864">
        <w:rPr>
          <w:lang w:eastAsia="ar-SA"/>
        </w:rPr>
        <w:t xml:space="preserve">dne </w:t>
      </w:r>
      <w:r w:rsidR="00FC4E1F">
        <w:rPr>
          <w:lang w:eastAsia="ar-SA"/>
        </w:rPr>
        <w:t xml:space="preserve">      </w:t>
      </w:r>
      <w:r w:rsidRPr="00586864">
        <w:rPr>
          <w:lang w:eastAsia="ar-SA"/>
        </w:rPr>
        <w:t xml:space="preserve"> 2020</w:t>
      </w:r>
    </w:p>
    <w:p w:rsidR="00BF70D8" w:rsidRPr="00586864" w:rsidRDefault="00BF70D8" w:rsidP="00BF70D8">
      <w:pPr>
        <w:suppressAutoHyphens/>
        <w:jc w:val="center"/>
        <w:rPr>
          <w:lang w:eastAsia="ar-SA"/>
        </w:rPr>
      </w:pPr>
    </w:p>
    <w:p w:rsidR="00BF70D8" w:rsidRDefault="00BF70D8" w:rsidP="00BF70D8">
      <w:pPr>
        <w:suppressAutoHyphens/>
        <w:jc w:val="center"/>
        <w:rPr>
          <w:b/>
          <w:lang w:eastAsia="ar-SA"/>
        </w:rPr>
      </w:pPr>
      <w:r w:rsidRPr="00586864">
        <w:rPr>
          <w:b/>
          <w:lang w:eastAsia="ar-SA"/>
        </w:rPr>
        <w:t>o některých opatřeních ke zmírnění dopadů epidemie koronaviru označovaného jako SARS-CoV-2 v oblasti sportu</w:t>
      </w:r>
    </w:p>
    <w:p w:rsidR="00BF70D8" w:rsidRPr="00586864" w:rsidRDefault="00BF70D8" w:rsidP="00BF70D8">
      <w:pPr>
        <w:suppressAutoHyphens/>
        <w:jc w:val="center"/>
        <w:rPr>
          <w:lang w:eastAsia="ar-SA"/>
        </w:rPr>
      </w:pPr>
    </w:p>
    <w:p w:rsidR="00FC4E1F" w:rsidRDefault="00FC4E1F" w:rsidP="00BF70D8">
      <w:pPr>
        <w:keepNext/>
        <w:keepLines/>
        <w:ind w:firstLine="567"/>
      </w:pPr>
    </w:p>
    <w:p w:rsidR="00BF70D8" w:rsidRDefault="00BF70D8" w:rsidP="00BF70D8">
      <w:pPr>
        <w:keepNext/>
        <w:keepLines/>
        <w:ind w:firstLine="567"/>
      </w:pPr>
      <w:r w:rsidRPr="00586864">
        <w:t>Parlament se usnesl na tomto zákoně České republiky:</w:t>
      </w:r>
    </w:p>
    <w:p w:rsidR="00BF70D8" w:rsidRPr="00586864" w:rsidRDefault="00BF70D8" w:rsidP="00BF70D8">
      <w:pPr>
        <w:keepNext/>
        <w:keepLines/>
      </w:pPr>
    </w:p>
    <w:p w:rsidR="00FC4E1F" w:rsidRDefault="00FC4E1F" w:rsidP="00BF70D8">
      <w:pPr>
        <w:keepNext/>
        <w:keepLines/>
        <w:jc w:val="center"/>
        <w:outlineLvl w:val="5"/>
      </w:pPr>
    </w:p>
    <w:p w:rsidR="00BF70D8" w:rsidRDefault="00BF70D8" w:rsidP="00BF70D8">
      <w:pPr>
        <w:keepNext/>
        <w:keepLines/>
        <w:jc w:val="center"/>
        <w:outlineLvl w:val="5"/>
        <w:rPr>
          <w:noProof/>
        </w:rPr>
      </w:pPr>
      <w:r w:rsidRPr="00586864">
        <w:t xml:space="preserve">§ </w:t>
      </w:r>
      <w:fldSimple w:instr=" SEQ § \* ARABIC ">
        <w:r w:rsidR="0052600B">
          <w:rPr>
            <w:noProof/>
          </w:rPr>
          <w:t>1</w:t>
        </w:r>
      </w:fldSimple>
    </w:p>
    <w:p w:rsidR="00BF70D8" w:rsidRPr="00586864" w:rsidRDefault="00BF70D8" w:rsidP="00BF70D8">
      <w:pPr>
        <w:keepNext/>
        <w:keepLines/>
        <w:jc w:val="center"/>
        <w:outlineLvl w:val="5"/>
      </w:pPr>
    </w:p>
    <w:p w:rsidR="00BF70D8" w:rsidRDefault="00BF70D8" w:rsidP="00BF70D8">
      <w:pPr>
        <w:ind w:firstLine="567"/>
        <w:outlineLvl w:val="5"/>
      </w:pPr>
      <w:r w:rsidRPr="00586864">
        <w:t>Tento zákon upravuje některá opatření v oblasti sportu v souvislosti s epidemií koronaviru označovaného jako SARS-CoV-2.</w:t>
      </w:r>
    </w:p>
    <w:p w:rsidR="00BF70D8" w:rsidRPr="00586864" w:rsidRDefault="00BF70D8" w:rsidP="00BF70D8">
      <w:pPr>
        <w:ind w:firstLine="708"/>
        <w:outlineLvl w:val="5"/>
      </w:pPr>
    </w:p>
    <w:p w:rsidR="00BF70D8" w:rsidRDefault="00BF70D8" w:rsidP="00BF70D8">
      <w:pPr>
        <w:keepNext/>
        <w:keepLines/>
        <w:jc w:val="center"/>
        <w:outlineLvl w:val="5"/>
      </w:pPr>
      <w:r w:rsidRPr="00586864">
        <w:t>§ 2</w:t>
      </w:r>
    </w:p>
    <w:p w:rsidR="00BF70D8" w:rsidRPr="00586864" w:rsidRDefault="00BF70D8" w:rsidP="00BF70D8">
      <w:pPr>
        <w:keepNext/>
        <w:keepLines/>
        <w:jc w:val="center"/>
        <w:outlineLvl w:val="5"/>
      </w:pPr>
    </w:p>
    <w:p w:rsidR="00BF70D8" w:rsidRDefault="00BF70D8" w:rsidP="00BF70D8">
      <w:pPr>
        <w:ind w:firstLine="567"/>
        <w:outlineLvl w:val="5"/>
      </w:pPr>
      <w:r w:rsidRPr="00586864">
        <w:t>Národní sportovní agentura vykonává ode dne nabytí účinnosti tohoto zákona působnost podle § 3d odst. 1 písm. c) a d) zákona č. 115/2001 Sb., o podpoře sportu, ve znění pozdějších předpisů, s výjimkou podpory, o níž bylo</w:t>
      </w:r>
      <w:r w:rsidR="00FC4E1F">
        <w:t xml:space="preserve"> nebo bude</w:t>
      </w:r>
      <w:r w:rsidRPr="00586864">
        <w:t xml:space="preserve"> rozhodnuto Ministerstvem školství, mládeže a tělovýchovy prostřednictvím jím vyhlašovaných programů na rozvoj a podporu sportu, turistiky a sportovní reprezentace; ministerstvo postupuje podle čl. II bodu 2 zákona č. 178/2019 Sb.</w:t>
      </w:r>
    </w:p>
    <w:p w:rsidR="00BF70D8" w:rsidRPr="00586864" w:rsidRDefault="00BF70D8" w:rsidP="00BF70D8">
      <w:pPr>
        <w:ind w:firstLine="708"/>
        <w:outlineLvl w:val="5"/>
      </w:pPr>
    </w:p>
    <w:p w:rsidR="00BF70D8" w:rsidRDefault="00BF70D8" w:rsidP="00BF70D8">
      <w:pPr>
        <w:keepNext/>
        <w:keepLines/>
        <w:jc w:val="center"/>
        <w:outlineLvl w:val="5"/>
      </w:pPr>
      <w:r w:rsidRPr="00586864">
        <w:t>§ 3</w:t>
      </w:r>
    </w:p>
    <w:p w:rsidR="00BF70D8" w:rsidRPr="00586864" w:rsidRDefault="00BF70D8" w:rsidP="00BF70D8">
      <w:pPr>
        <w:keepNext/>
        <w:keepLines/>
        <w:jc w:val="center"/>
        <w:outlineLvl w:val="5"/>
      </w:pPr>
    </w:p>
    <w:p w:rsidR="00BF70D8" w:rsidRDefault="00BF70D8" w:rsidP="00BF70D8">
      <w:pPr>
        <w:keepNext/>
        <w:keepLines/>
        <w:jc w:val="center"/>
        <w:outlineLvl w:val="5"/>
        <w:rPr>
          <w:b/>
        </w:rPr>
      </w:pPr>
      <w:r w:rsidRPr="00586864">
        <w:rPr>
          <w:b/>
        </w:rPr>
        <w:t>Účinnost</w:t>
      </w:r>
    </w:p>
    <w:p w:rsidR="00BF70D8" w:rsidRPr="00586864" w:rsidRDefault="00BF70D8" w:rsidP="00BF70D8">
      <w:pPr>
        <w:keepNext/>
        <w:keepLines/>
        <w:jc w:val="center"/>
        <w:outlineLvl w:val="5"/>
        <w:rPr>
          <w:b/>
        </w:rPr>
      </w:pPr>
    </w:p>
    <w:p w:rsidR="00BF70D8" w:rsidRPr="00586864" w:rsidRDefault="00BF70D8" w:rsidP="00BF70D8">
      <w:pPr>
        <w:ind w:firstLine="567"/>
        <w:outlineLvl w:val="5"/>
      </w:pPr>
      <w:r w:rsidRPr="00586864">
        <w:t>Tento zákon nabývá účinnosti dnem jeho vyhlášení.</w:t>
      </w:r>
    </w:p>
    <w:p w:rsidR="00BF70D8" w:rsidRPr="00586864" w:rsidRDefault="00BF70D8" w:rsidP="00BF70D8">
      <w:pPr>
        <w:suppressAutoHyphens/>
        <w:jc w:val="center"/>
      </w:pPr>
    </w:p>
    <w:p w:rsidR="00BF70D8" w:rsidRDefault="00BF70D8"/>
    <w:sectPr w:rsidR="00BF70D8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5D9" w:rsidRDefault="000C45D9">
      <w:r>
        <w:separator/>
      </w:r>
    </w:p>
  </w:endnote>
  <w:endnote w:type="continuationSeparator" w:id="0">
    <w:p w:rsidR="000C45D9" w:rsidRDefault="000C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5D9" w:rsidRDefault="000C45D9">
      <w:r>
        <w:separator/>
      </w:r>
    </w:p>
  </w:footnote>
  <w:footnote w:type="continuationSeparator" w:id="0">
    <w:p w:rsidR="000C45D9" w:rsidRDefault="000C4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782" w:rsidRDefault="000C45D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2782" w:rsidRDefault="006D27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782" w:rsidRDefault="000C45D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6D2782" w:rsidRDefault="006D27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BF70D8"/>
    <w:rsid w:val="000C45D9"/>
    <w:rsid w:val="004034CC"/>
    <w:rsid w:val="00495011"/>
    <w:rsid w:val="0052600B"/>
    <w:rsid w:val="006D2782"/>
    <w:rsid w:val="00BF70D8"/>
    <w:rsid w:val="00FC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7DA21-618C-4EDC-851D-1468A2319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70D8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BF70D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BF70D8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BF70D8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BF70D8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BF70D8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BF70D8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BF70D8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BF70D8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BF70D8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BF70D8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BF70D8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BF70D8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BF70D8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BF70D8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BF70D8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BF70D8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BF70D8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BF70D8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BF70D8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BF70D8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BF70D8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BF70D8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BF70D8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BF70D8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BF70D8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BF70D8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BF70D8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BF70D8"/>
    <w:rPr>
      <w:vertAlign w:val="superscript"/>
    </w:rPr>
  </w:style>
  <w:style w:type="paragraph" w:customStyle="1" w:styleId="Textodstavce">
    <w:name w:val="Text odstavce"/>
    <w:basedOn w:val="Normln"/>
    <w:rsid w:val="00BF70D8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BF70D8"/>
    <w:pPr>
      <w:ind w:left="567" w:hanging="567"/>
    </w:pPr>
  </w:style>
  <w:style w:type="character" w:styleId="slostrnky">
    <w:name w:val="page number"/>
    <w:basedOn w:val="Standardnpsmoodstavce"/>
    <w:semiHidden/>
    <w:rsid w:val="00BF70D8"/>
  </w:style>
  <w:style w:type="paragraph" w:styleId="Zpat">
    <w:name w:val="footer"/>
    <w:basedOn w:val="Normln"/>
    <w:semiHidden/>
    <w:rsid w:val="00BF70D8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BF70D8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BF70D8"/>
    <w:rPr>
      <w:vertAlign w:val="superscript"/>
    </w:rPr>
  </w:style>
  <w:style w:type="paragraph" w:styleId="Titulek">
    <w:name w:val="caption"/>
    <w:basedOn w:val="Normln"/>
    <w:next w:val="Normln"/>
    <w:qFormat/>
    <w:rsid w:val="00BF70D8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BF70D8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BF70D8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BF70D8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BF70D8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BF70D8"/>
    <w:rPr>
      <w:b/>
    </w:rPr>
  </w:style>
  <w:style w:type="paragraph" w:customStyle="1" w:styleId="Nadpislnku">
    <w:name w:val="Nadpis článku"/>
    <w:basedOn w:val="lnek"/>
    <w:next w:val="Textodstavce"/>
    <w:rsid w:val="00BF70D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1</Pages>
  <Words>125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3</cp:revision>
  <cp:lastPrinted>2020-05-06T16:47:00Z</cp:lastPrinted>
  <dcterms:created xsi:type="dcterms:W3CDTF">2020-05-06T15:41:00Z</dcterms:created>
  <dcterms:modified xsi:type="dcterms:W3CDTF">2020-05-06T16:48:00Z</dcterms:modified>
  <cp:category/>
</cp:coreProperties>
</file>