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8144B1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285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676134">
        <w:t>e</w:t>
      </w:r>
      <w:r w:rsidR="00D87B3C">
        <w:t xml:space="preserve"> </w:t>
      </w:r>
      <w:r w:rsidR="00676134">
        <w:t>40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76134">
        <w:rPr>
          <w:bCs/>
          <w:iCs/>
        </w:rPr>
        <w:t>2</w:t>
      </w:r>
      <w:r w:rsidR="004B385C">
        <w:rPr>
          <w:bCs/>
          <w:iCs/>
        </w:rPr>
        <w:t>9</w:t>
      </w:r>
      <w:r>
        <w:rPr>
          <w:bCs/>
          <w:iCs/>
        </w:rPr>
        <w:t xml:space="preserve">. </w:t>
      </w:r>
      <w:r w:rsidR="00676134">
        <w:rPr>
          <w:bCs/>
          <w:iCs/>
        </w:rPr>
        <w:t>dubn</w:t>
      </w:r>
      <w:r w:rsidR="004B385C">
        <w:rPr>
          <w:bCs/>
          <w:iCs/>
        </w:rPr>
        <w:t>a</w:t>
      </w:r>
      <w:r>
        <w:rPr>
          <w:bCs/>
          <w:iCs/>
        </w:rPr>
        <w:t xml:space="preserve"> </w:t>
      </w:r>
      <w:r w:rsidR="004B385C">
        <w:rPr>
          <w:bCs/>
          <w:iCs/>
        </w:rPr>
        <w:t>2020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BE143D">
        <w:t>v</w:t>
      </w:r>
      <w:r w:rsidR="00BE143D" w:rsidRPr="00E80913">
        <w:rPr>
          <w:shd w:val="clear" w:color="auto" w:fill="FFFFFF"/>
        </w:rPr>
        <w:t>ládní</w:t>
      </w:r>
      <w:r w:rsidR="00BE143D">
        <w:rPr>
          <w:shd w:val="clear" w:color="auto" w:fill="FFFFFF"/>
        </w:rPr>
        <w:t>mu</w:t>
      </w:r>
      <w:r w:rsidR="00BE143D" w:rsidRPr="00E80913">
        <w:rPr>
          <w:shd w:val="clear" w:color="auto" w:fill="FFFFFF"/>
        </w:rPr>
        <w:t xml:space="preserve"> návrh</w:t>
      </w:r>
      <w:r w:rsidR="00BE143D">
        <w:rPr>
          <w:shd w:val="clear" w:color="auto" w:fill="FFFFFF"/>
        </w:rPr>
        <w:t>u</w:t>
      </w:r>
      <w:r w:rsidR="00BE143D" w:rsidRPr="00E80913">
        <w:rPr>
          <w:shd w:val="clear" w:color="auto" w:fill="FFFFFF"/>
        </w:rPr>
        <w:t xml:space="preserve"> zákona</w:t>
      </w:r>
      <w:r w:rsidR="00676134">
        <w:rPr>
          <w:shd w:val="clear" w:color="auto" w:fill="FFFFFF"/>
        </w:rPr>
        <w:t xml:space="preserve"> o odpadech</w:t>
      </w:r>
      <w:r w:rsidR="00BE143D">
        <w:rPr>
          <w:shd w:val="clear" w:color="auto" w:fill="FFFFFF"/>
        </w:rPr>
        <w:t xml:space="preserve"> 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676134">
        <w:rPr>
          <w:b/>
          <w:shd w:val="clear" w:color="auto" w:fill="FFFFFF"/>
        </w:rPr>
        <w:t>676</w:t>
      </w:r>
    </w:p>
    <w:p w:rsidR="008144B1" w:rsidRDefault="008144B1" w:rsidP="008144B1">
      <w:pPr>
        <w:spacing w:before="840" w:after="600" w:line="24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 xml:space="preserve">Hospodářský výbor Poslanecké sněmovny Parlamentu ČR po rozpravě </w:t>
      </w:r>
      <w:r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přerušuje</w:t>
      </w: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projednávání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sněmovního tisku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67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6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</w:p>
    <w:p w:rsidR="008144B1" w:rsidRDefault="008144B1" w:rsidP="008144B1">
      <w:pPr>
        <w:spacing w:before="840" w:after="48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pacing w:val="-2"/>
          <w:sz w:val="24"/>
          <w:szCs w:val="20"/>
          <w:u w:val="single"/>
          <w:lang w:eastAsia="zh-CN" w:bidi="hi-IN"/>
        </w:rPr>
        <w:t>do 31. května 2020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.</w:t>
      </w:r>
    </w:p>
    <w:p w:rsidR="008144B1" w:rsidRDefault="008144B1" w:rsidP="008144B1">
      <w:pPr>
        <w:tabs>
          <w:tab w:val="center" w:pos="1418"/>
          <w:tab w:val="center" w:pos="4536"/>
          <w:tab w:val="center" w:pos="7655"/>
        </w:tabs>
        <w:spacing w:before="4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Ondřej POLANSKÝ v. r. 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 xml:space="preserve"> Ivan ADAMEC v. r. </w:t>
      </w:r>
    </w:p>
    <w:p w:rsidR="008144B1" w:rsidRDefault="008144B1" w:rsidP="008144B1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8144B1" w:rsidRDefault="008144B1" w:rsidP="008144B1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 xml:space="preserve">Radim FIALA v. r. </w:t>
      </w:r>
    </w:p>
    <w:p w:rsidR="00A47BEA" w:rsidRPr="00524661" w:rsidRDefault="008144B1" w:rsidP="008144B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6"/>
  </w:num>
  <w:num w:numId="13">
    <w:abstractNumId w:val="26"/>
  </w:num>
  <w:num w:numId="14">
    <w:abstractNumId w:val="28"/>
  </w:num>
  <w:num w:numId="15">
    <w:abstractNumId w:val="13"/>
  </w:num>
  <w:num w:numId="16">
    <w:abstractNumId w:val="24"/>
  </w:num>
  <w:num w:numId="17">
    <w:abstractNumId w:val="20"/>
  </w:num>
  <w:num w:numId="18">
    <w:abstractNumId w:val="23"/>
  </w:num>
  <w:num w:numId="19">
    <w:abstractNumId w:val="17"/>
  </w:num>
  <w:num w:numId="20">
    <w:abstractNumId w:val="25"/>
  </w:num>
  <w:num w:numId="21">
    <w:abstractNumId w:val="30"/>
  </w:num>
  <w:num w:numId="22">
    <w:abstractNumId w:val="18"/>
  </w:num>
  <w:num w:numId="23">
    <w:abstractNumId w:val="10"/>
  </w:num>
  <w:num w:numId="24">
    <w:abstractNumId w:val="12"/>
  </w:num>
  <w:num w:numId="25">
    <w:abstractNumId w:val="29"/>
  </w:num>
  <w:num w:numId="26">
    <w:abstractNumId w:val="15"/>
  </w:num>
  <w:num w:numId="27">
    <w:abstractNumId w:val="11"/>
  </w:num>
  <w:num w:numId="28">
    <w:abstractNumId w:val="14"/>
  </w:num>
  <w:num w:numId="29">
    <w:abstractNumId w:val="19"/>
  </w:num>
  <w:num w:numId="30">
    <w:abstractNumId w:val="27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30BA8"/>
    <w:rsid w:val="001A4756"/>
    <w:rsid w:val="001D31DB"/>
    <w:rsid w:val="001D480E"/>
    <w:rsid w:val="001D62A9"/>
    <w:rsid w:val="00216D4E"/>
    <w:rsid w:val="002214A3"/>
    <w:rsid w:val="002405BC"/>
    <w:rsid w:val="002B3E60"/>
    <w:rsid w:val="002B43E4"/>
    <w:rsid w:val="002C5CAA"/>
    <w:rsid w:val="00323B6C"/>
    <w:rsid w:val="00353FFF"/>
    <w:rsid w:val="00357DE9"/>
    <w:rsid w:val="003C1519"/>
    <w:rsid w:val="003E0A61"/>
    <w:rsid w:val="003E1216"/>
    <w:rsid w:val="003E3668"/>
    <w:rsid w:val="003E65E5"/>
    <w:rsid w:val="003F7969"/>
    <w:rsid w:val="00416EA7"/>
    <w:rsid w:val="004179F1"/>
    <w:rsid w:val="00422A4C"/>
    <w:rsid w:val="00433B08"/>
    <w:rsid w:val="0047485A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A6FA8"/>
    <w:rsid w:val="00603206"/>
    <w:rsid w:val="00616FD9"/>
    <w:rsid w:val="00640B7B"/>
    <w:rsid w:val="006571DB"/>
    <w:rsid w:val="00676134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E430E"/>
    <w:rsid w:val="00704CD8"/>
    <w:rsid w:val="00744C47"/>
    <w:rsid w:val="00752160"/>
    <w:rsid w:val="00757BE2"/>
    <w:rsid w:val="0077108E"/>
    <w:rsid w:val="007958F9"/>
    <w:rsid w:val="007B1C49"/>
    <w:rsid w:val="007B6DE0"/>
    <w:rsid w:val="007F2C7C"/>
    <w:rsid w:val="008144B1"/>
    <w:rsid w:val="00815047"/>
    <w:rsid w:val="00822FAC"/>
    <w:rsid w:val="0083658A"/>
    <w:rsid w:val="00837AA7"/>
    <w:rsid w:val="00850610"/>
    <w:rsid w:val="008A29E6"/>
    <w:rsid w:val="008D02DE"/>
    <w:rsid w:val="008E3EAF"/>
    <w:rsid w:val="008F2A8C"/>
    <w:rsid w:val="00903DBD"/>
    <w:rsid w:val="00920BD2"/>
    <w:rsid w:val="00930670"/>
    <w:rsid w:val="00940C0E"/>
    <w:rsid w:val="009543BC"/>
    <w:rsid w:val="009649C6"/>
    <w:rsid w:val="00993ADE"/>
    <w:rsid w:val="009C00F0"/>
    <w:rsid w:val="009D3FBD"/>
    <w:rsid w:val="00A371B0"/>
    <w:rsid w:val="00A47BEA"/>
    <w:rsid w:val="00A640F6"/>
    <w:rsid w:val="00AA1BEC"/>
    <w:rsid w:val="00AB30C2"/>
    <w:rsid w:val="00AF156A"/>
    <w:rsid w:val="00B03F32"/>
    <w:rsid w:val="00B04998"/>
    <w:rsid w:val="00B17153"/>
    <w:rsid w:val="00B611EE"/>
    <w:rsid w:val="00B85113"/>
    <w:rsid w:val="00BD2241"/>
    <w:rsid w:val="00BE143D"/>
    <w:rsid w:val="00BE35FA"/>
    <w:rsid w:val="00BF61D7"/>
    <w:rsid w:val="00BF65D9"/>
    <w:rsid w:val="00C150FE"/>
    <w:rsid w:val="00C3035B"/>
    <w:rsid w:val="00C54849"/>
    <w:rsid w:val="00C54875"/>
    <w:rsid w:val="00C5692C"/>
    <w:rsid w:val="00C60195"/>
    <w:rsid w:val="00C67A97"/>
    <w:rsid w:val="00C81B4E"/>
    <w:rsid w:val="00C907C5"/>
    <w:rsid w:val="00C92E3F"/>
    <w:rsid w:val="00C97BAC"/>
    <w:rsid w:val="00CB4AA3"/>
    <w:rsid w:val="00CB5879"/>
    <w:rsid w:val="00D16CDC"/>
    <w:rsid w:val="00D300A9"/>
    <w:rsid w:val="00D34008"/>
    <w:rsid w:val="00D42F9F"/>
    <w:rsid w:val="00D87B3C"/>
    <w:rsid w:val="00DA1A01"/>
    <w:rsid w:val="00E31117"/>
    <w:rsid w:val="00E31D3B"/>
    <w:rsid w:val="00E50212"/>
    <w:rsid w:val="00E83F84"/>
    <w:rsid w:val="00EA0554"/>
    <w:rsid w:val="00EA70E0"/>
    <w:rsid w:val="00EB2343"/>
    <w:rsid w:val="00ED0ED8"/>
    <w:rsid w:val="00ED36DD"/>
    <w:rsid w:val="00EE2C12"/>
    <w:rsid w:val="00EE7105"/>
    <w:rsid w:val="00EF6829"/>
    <w:rsid w:val="00F061AC"/>
    <w:rsid w:val="00F55AFD"/>
    <w:rsid w:val="00F6673C"/>
    <w:rsid w:val="00F67053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DDBAE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F73BE-A8AF-4220-A8A7-752F6E9E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2020-04-28T10:58:00Z</cp:lastPrinted>
  <dcterms:created xsi:type="dcterms:W3CDTF">2020-05-04T06:52:00Z</dcterms:created>
  <dcterms:modified xsi:type="dcterms:W3CDTF">2020-05-04T06:52:00Z</dcterms:modified>
</cp:coreProperties>
</file>