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D509EB" w:rsidP="00FC02F9">
      <w:pPr>
        <w:pStyle w:val="PS-slousnesen"/>
      </w:pPr>
      <w:r>
        <w:t>144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D509EB">
        <w:t>43</w:t>
      </w:r>
      <w:r>
        <w:t>. schůze</w:t>
      </w:r>
    </w:p>
    <w:p w:rsidR="00FC02F9" w:rsidRDefault="00D509EB" w:rsidP="00FC02F9">
      <w:pPr>
        <w:pStyle w:val="PS-hlavika1"/>
      </w:pPr>
      <w:r>
        <w:t>ze dne 30.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B272AC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0E3069" w:rsidRPr="000E3069">
        <w:rPr>
          <w:b/>
          <w:sz w:val="24"/>
          <w:szCs w:val="24"/>
        </w:rPr>
        <w:t>kterým se předkládá Parlamentu České republiky k vyslovení souhlasu s ratifikací Smlouva mezi Českou republikou a Gruzií o spolupráci v boji proti trestné činnosti, podepsaná dne 10. července 2019 v Tbilisi /sněmovní tisk 594/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B8715B">
        <w:rPr>
          <w:sz w:val="24"/>
          <w:szCs w:val="24"/>
        </w:rPr>
        <w:t>ra vnitra</w:t>
      </w:r>
      <w:r w:rsidR="005C34F1">
        <w:rPr>
          <w:sz w:val="24"/>
          <w:szCs w:val="24"/>
        </w:rPr>
        <w:t xml:space="preserve"> </w:t>
      </w:r>
      <w:r w:rsidR="00C23DE0" w:rsidRPr="00CC6157">
        <w:rPr>
          <w:sz w:val="24"/>
          <w:szCs w:val="24"/>
        </w:rPr>
        <w:t>JUDr. Jiřího Nováčka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0E3069">
        <w:rPr>
          <w:sz w:val="24"/>
          <w:szCs w:val="24"/>
        </w:rPr>
        <w:t>Bc. Františka Navrkala</w:t>
      </w:r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4D4A4B" w:rsidP="004D2377">
      <w:pPr>
        <w:ind w:left="705"/>
        <w:jc w:val="both"/>
      </w:pPr>
      <w:r>
        <w:rPr>
          <w:rStyle w:val="Siln"/>
          <w:szCs w:val="24"/>
        </w:rPr>
        <w:t>dává souhlas k ratifikaci</w:t>
      </w:r>
      <w:r w:rsidR="001E1364">
        <w:rPr>
          <w:rStyle w:val="Siln"/>
          <w:szCs w:val="24"/>
        </w:rPr>
        <w:t xml:space="preserve"> </w:t>
      </w:r>
      <w:r w:rsidR="000E3069" w:rsidRPr="000E3069">
        <w:rPr>
          <w:szCs w:val="24"/>
        </w:rPr>
        <w:t>Smlouvy mezi Českou republikou a Gruzií o spolupráci v boji proti trestné činnosti, podepsané dne 10. července 2019 v Tbilisi</w:t>
      </w:r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0E3069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7F4C21">
        <w:t xml:space="preserve"> </w:t>
      </w:r>
      <w:r w:rsidR="000E3069">
        <w:t>Bc. František N a v r k a l</w:t>
      </w:r>
      <w:r w:rsidR="00DB5BB7">
        <w:t xml:space="preserve"> </w:t>
      </w:r>
      <w:r w:rsidR="00105A40">
        <w:t xml:space="preserve"> </w:t>
      </w:r>
      <w:proofErr w:type="gramStart"/>
      <w:r w:rsidR="00105A40">
        <w:t>v.r.</w:t>
      </w:r>
      <w:proofErr w:type="gramEnd"/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105A40">
        <w:t xml:space="preserve">    </w:t>
      </w:r>
      <w:r w:rsidR="00533CAC">
        <w:t>Ing. Jiří S t r ý č e k</w:t>
      </w:r>
      <w:r w:rsidR="00105A40">
        <w:t xml:space="preserve">  </w:t>
      </w:r>
      <w:proofErr w:type="gramStart"/>
      <w:r w:rsidR="00105A40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105A40">
        <w:tab/>
        <w:t xml:space="preserve">                    </w:t>
      </w:r>
      <w:bookmarkStart w:id="0" w:name="_GoBack"/>
      <w:bookmarkEnd w:id="0"/>
      <w:r w:rsidR="002849F9">
        <w:t xml:space="preserve">JUDr. Ondřej V e s e l ý </w:t>
      </w:r>
      <w:r w:rsidR="00105A40">
        <w:t xml:space="preserve"> </w:t>
      </w:r>
      <w:proofErr w:type="gramStart"/>
      <w:r w:rsidR="00105A40">
        <w:t>v.r.</w:t>
      </w:r>
      <w:proofErr w:type="gramEnd"/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A33A3"/>
    <w:rsid w:val="000C5278"/>
    <w:rsid w:val="000D0E8D"/>
    <w:rsid w:val="000E3069"/>
    <w:rsid w:val="000E730C"/>
    <w:rsid w:val="00103C04"/>
    <w:rsid w:val="00105A40"/>
    <w:rsid w:val="00106842"/>
    <w:rsid w:val="00152782"/>
    <w:rsid w:val="00164819"/>
    <w:rsid w:val="00180E07"/>
    <w:rsid w:val="001B45F3"/>
    <w:rsid w:val="001E1364"/>
    <w:rsid w:val="001E5ADD"/>
    <w:rsid w:val="00230024"/>
    <w:rsid w:val="002377C9"/>
    <w:rsid w:val="00254049"/>
    <w:rsid w:val="00270A67"/>
    <w:rsid w:val="00272E1B"/>
    <w:rsid w:val="00273B70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A7EDF"/>
    <w:rsid w:val="004B7D84"/>
    <w:rsid w:val="004D2377"/>
    <w:rsid w:val="004D4A4B"/>
    <w:rsid w:val="004E5AD7"/>
    <w:rsid w:val="004F5E29"/>
    <w:rsid w:val="005227BF"/>
    <w:rsid w:val="00533CAC"/>
    <w:rsid w:val="00566A4C"/>
    <w:rsid w:val="005C30D7"/>
    <w:rsid w:val="005C34F1"/>
    <w:rsid w:val="005E094C"/>
    <w:rsid w:val="005F6CAE"/>
    <w:rsid w:val="00620764"/>
    <w:rsid w:val="006823B8"/>
    <w:rsid w:val="006876A5"/>
    <w:rsid w:val="006A0830"/>
    <w:rsid w:val="006D49A8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03317"/>
    <w:rsid w:val="00A245FE"/>
    <w:rsid w:val="00A46CDA"/>
    <w:rsid w:val="00A837B1"/>
    <w:rsid w:val="00AA0D27"/>
    <w:rsid w:val="00AB5DE7"/>
    <w:rsid w:val="00B0568C"/>
    <w:rsid w:val="00B13892"/>
    <w:rsid w:val="00B245FD"/>
    <w:rsid w:val="00B272AC"/>
    <w:rsid w:val="00B43D45"/>
    <w:rsid w:val="00B53E8D"/>
    <w:rsid w:val="00B715B6"/>
    <w:rsid w:val="00B8715B"/>
    <w:rsid w:val="00BC09E3"/>
    <w:rsid w:val="00BF4D41"/>
    <w:rsid w:val="00C03852"/>
    <w:rsid w:val="00C23DE0"/>
    <w:rsid w:val="00C40BB1"/>
    <w:rsid w:val="00C56014"/>
    <w:rsid w:val="00C5766C"/>
    <w:rsid w:val="00C63334"/>
    <w:rsid w:val="00C86377"/>
    <w:rsid w:val="00CD6711"/>
    <w:rsid w:val="00CE20CD"/>
    <w:rsid w:val="00CE270B"/>
    <w:rsid w:val="00CF20C2"/>
    <w:rsid w:val="00D509EB"/>
    <w:rsid w:val="00D62421"/>
    <w:rsid w:val="00D720D0"/>
    <w:rsid w:val="00D76FB3"/>
    <w:rsid w:val="00DB23D4"/>
    <w:rsid w:val="00DB5BB7"/>
    <w:rsid w:val="00DC29E4"/>
    <w:rsid w:val="00E07C99"/>
    <w:rsid w:val="00E120D7"/>
    <w:rsid w:val="00E44BB8"/>
    <w:rsid w:val="00E6506A"/>
    <w:rsid w:val="00ED101C"/>
    <w:rsid w:val="00ED15A8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97736"/>
  <w15:docId w15:val="{FAF2D02D-2430-4E63-9C31-2B4474E2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A1E02-A8D0-41DB-A1B1-540FAEDE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2020-04-29T12:38:00Z</dcterms:created>
  <dcterms:modified xsi:type="dcterms:W3CDTF">2020-04-29T12:38:00Z</dcterms:modified>
</cp:coreProperties>
</file>