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11737A" w:rsidP="00FC02F9">
      <w:pPr>
        <w:pStyle w:val="PS-slousnesen"/>
      </w:pPr>
      <w:r>
        <w:t>142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11737A">
        <w:t>43</w:t>
      </w:r>
      <w:r>
        <w:t>. schůze</w:t>
      </w:r>
    </w:p>
    <w:p w:rsidR="00FC02F9" w:rsidRDefault="0011737A" w:rsidP="00FC02F9">
      <w:pPr>
        <w:pStyle w:val="PS-hlavika1"/>
      </w:pPr>
      <w:r>
        <w:t>ze dne 30.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C5766C" w:rsidRPr="00C5766C">
        <w:rPr>
          <w:b/>
          <w:sz w:val="24"/>
          <w:szCs w:val="24"/>
        </w:rPr>
        <w:t>kterým se předkládá Parlamentu České republiky k vyslovení souhlasu s ratifikací Dohoda mezi Českou republikou a Nizozemským královstvím ve vztahu ke Curaçau o letecké dopravě /sněmovní tisk 513/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7771C0">
        <w:rPr>
          <w:sz w:val="24"/>
          <w:szCs w:val="24"/>
        </w:rPr>
        <w:t>ra dopravy</w:t>
      </w:r>
      <w:r w:rsidR="005C34F1">
        <w:rPr>
          <w:sz w:val="24"/>
          <w:szCs w:val="24"/>
        </w:rPr>
        <w:t xml:space="preserve"> </w:t>
      </w:r>
      <w:r w:rsidR="00600191" w:rsidRPr="00156592">
        <w:rPr>
          <w:bCs/>
          <w:sz w:val="24"/>
          <w:szCs w:val="24"/>
        </w:rPr>
        <w:t>Ing. Zdeňka Jelínka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B272AC">
        <w:rPr>
          <w:sz w:val="24"/>
          <w:szCs w:val="24"/>
        </w:rPr>
        <w:t>Ing. Karly Šlechtové</w:t>
      </w:r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7771C0" w:rsidP="004D2377">
      <w:pPr>
        <w:ind w:left="705"/>
        <w:jc w:val="both"/>
      </w:pPr>
      <w:r>
        <w:rPr>
          <w:rStyle w:val="Siln"/>
          <w:szCs w:val="24"/>
        </w:rPr>
        <w:t>dává souhlas k ratifikaci</w:t>
      </w:r>
      <w:r w:rsidR="001E1364">
        <w:rPr>
          <w:rStyle w:val="Siln"/>
          <w:szCs w:val="24"/>
        </w:rPr>
        <w:t xml:space="preserve"> </w:t>
      </w:r>
      <w:r w:rsidR="00C5766C" w:rsidRPr="00C5766C">
        <w:rPr>
          <w:szCs w:val="24"/>
        </w:rPr>
        <w:t>Dohody mezi Českou republikou a Nizozemským královstvím ve vztahu ke Curaçau o letecké dopravě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B272AC">
        <w:t>ku</w:t>
      </w:r>
      <w:r w:rsidR="004A7EDF">
        <w:t xml:space="preserve"> výboru, aby na schůzi Poslanecké sněmovny podal</w:t>
      </w:r>
      <w:r w:rsidR="00B272AC">
        <w:t>a</w:t>
      </w:r>
      <w:r w:rsidR="004A7EDF">
        <w:t xml:space="preserve">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7F4C21">
        <w:t xml:space="preserve"> </w:t>
      </w:r>
      <w:r w:rsidR="00B272AC">
        <w:t>Ing. Karla Š l e c h t o v á</w:t>
      </w:r>
      <w:r w:rsidR="00B245FD">
        <w:t xml:space="preserve"> </w:t>
      </w:r>
      <w:r w:rsidR="005934DE">
        <w:t xml:space="preserve"> </w:t>
      </w:r>
      <w:proofErr w:type="gramStart"/>
      <w:r w:rsidR="005934DE">
        <w:t>v.r.</w:t>
      </w:r>
      <w:proofErr w:type="gramEnd"/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B272AC">
        <w:t>ka</w:t>
      </w:r>
      <w:r w:rsidR="00A837B1">
        <w:t xml:space="preserve">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5934DE">
        <w:t xml:space="preserve">    </w:t>
      </w:r>
      <w:r w:rsidR="00533CAC">
        <w:t xml:space="preserve"> Ing. Jiří S t r ý č e k</w:t>
      </w:r>
      <w:r w:rsidR="005934DE">
        <w:t xml:space="preserve">  </w:t>
      </w:r>
      <w:proofErr w:type="gramStart"/>
      <w:r w:rsidR="005934DE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5934DE">
        <w:tab/>
        <w:t xml:space="preserve">                    </w:t>
      </w:r>
      <w:bookmarkStart w:id="0" w:name="_GoBack"/>
      <w:bookmarkEnd w:id="0"/>
      <w:r w:rsidR="002849F9">
        <w:t>JUDr. Ondřej V e s e l ý</w:t>
      </w:r>
      <w:r w:rsidR="005934DE">
        <w:t xml:space="preserve">  </w:t>
      </w:r>
      <w:proofErr w:type="gramStart"/>
      <w:r w:rsidR="005934DE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730C"/>
    <w:rsid w:val="00103C04"/>
    <w:rsid w:val="00106842"/>
    <w:rsid w:val="0011737A"/>
    <w:rsid w:val="00152782"/>
    <w:rsid w:val="00164819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227BF"/>
    <w:rsid w:val="00533CAC"/>
    <w:rsid w:val="005352A6"/>
    <w:rsid w:val="00566A4C"/>
    <w:rsid w:val="005934DE"/>
    <w:rsid w:val="005C30D7"/>
    <w:rsid w:val="005C34F1"/>
    <w:rsid w:val="005E094C"/>
    <w:rsid w:val="005F6CAE"/>
    <w:rsid w:val="00600191"/>
    <w:rsid w:val="00620764"/>
    <w:rsid w:val="006823B8"/>
    <w:rsid w:val="006876A5"/>
    <w:rsid w:val="006A0830"/>
    <w:rsid w:val="006D49A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317"/>
    <w:rsid w:val="00A245FE"/>
    <w:rsid w:val="00A46CDA"/>
    <w:rsid w:val="00A837B1"/>
    <w:rsid w:val="00AA0D27"/>
    <w:rsid w:val="00B0568C"/>
    <w:rsid w:val="00B13892"/>
    <w:rsid w:val="00B245FD"/>
    <w:rsid w:val="00B272AC"/>
    <w:rsid w:val="00B43D45"/>
    <w:rsid w:val="00B53E8D"/>
    <w:rsid w:val="00B715B6"/>
    <w:rsid w:val="00BC09E3"/>
    <w:rsid w:val="00BF4D41"/>
    <w:rsid w:val="00C03852"/>
    <w:rsid w:val="00C40BB1"/>
    <w:rsid w:val="00C56014"/>
    <w:rsid w:val="00C5766C"/>
    <w:rsid w:val="00C63334"/>
    <w:rsid w:val="00C86377"/>
    <w:rsid w:val="00CD6711"/>
    <w:rsid w:val="00CE20CD"/>
    <w:rsid w:val="00CE270B"/>
    <w:rsid w:val="00CF20C2"/>
    <w:rsid w:val="00D62421"/>
    <w:rsid w:val="00D720D0"/>
    <w:rsid w:val="00D76FB3"/>
    <w:rsid w:val="00DB23D4"/>
    <w:rsid w:val="00DB5BB7"/>
    <w:rsid w:val="00DC29E4"/>
    <w:rsid w:val="00E07C99"/>
    <w:rsid w:val="00E120D7"/>
    <w:rsid w:val="00E44BB8"/>
    <w:rsid w:val="00E6506A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CCBA0"/>
  <w15:docId w15:val="{0DE0BD75-50F3-4B2F-B9B1-7299921D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95BF-A69C-4D94-96BF-A643AFE7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2020-04-29T12:37:00Z</dcterms:created>
  <dcterms:modified xsi:type="dcterms:W3CDTF">2020-04-29T12:37:00Z</dcterms:modified>
</cp:coreProperties>
</file>