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470F12" w:rsidP="00FC02F9">
      <w:pPr>
        <w:pStyle w:val="PS-slousnesen"/>
      </w:pPr>
      <w:r>
        <w:t>139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470F12">
        <w:t>43</w:t>
      </w:r>
      <w:r>
        <w:t>. schůze</w:t>
      </w:r>
    </w:p>
    <w:p w:rsidR="00FC02F9" w:rsidRDefault="00470F12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2849F9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7771C0" w:rsidRPr="007771C0">
        <w:rPr>
          <w:b/>
          <w:sz w:val="24"/>
          <w:szCs w:val="24"/>
        </w:rPr>
        <w:t>kterým se předkládá Parlamentu České republiky k vyslovení souhlasu s ratifikací Dohoda mezi vládou České republiky a vládou Sultanátu Omán o letecké dopravě /sněmovní tisk 522/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7771C0">
        <w:rPr>
          <w:sz w:val="24"/>
          <w:szCs w:val="24"/>
        </w:rPr>
        <w:t>ra dopravy</w:t>
      </w:r>
      <w:r w:rsidR="005C34F1">
        <w:rPr>
          <w:sz w:val="24"/>
          <w:szCs w:val="24"/>
        </w:rPr>
        <w:t xml:space="preserve"> </w:t>
      </w:r>
      <w:r w:rsidR="00156592" w:rsidRPr="00156592">
        <w:rPr>
          <w:bCs/>
          <w:sz w:val="24"/>
          <w:szCs w:val="24"/>
        </w:rPr>
        <w:t>Ing. Zdeňka Jelínka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7771C0">
        <w:rPr>
          <w:sz w:val="24"/>
          <w:szCs w:val="24"/>
        </w:rPr>
        <w:t xml:space="preserve">Ing. Jaroslava Holíka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7771C0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Pr="007771C0">
        <w:rPr>
          <w:szCs w:val="24"/>
        </w:rPr>
        <w:t>Dohody mezi vládou České republiky a vládou Sultanátu Omán o letecké dopravě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7771C0">
        <w:t>Ing. Jaroslav H o l í k</w:t>
      </w:r>
      <w:r w:rsidR="00C4023B">
        <w:t xml:space="preserve">  </w:t>
      </w:r>
      <w:proofErr w:type="gramStart"/>
      <w:r w:rsidR="00C4023B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C4023B">
        <w:t xml:space="preserve">    </w:t>
      </w:r>
      <w:r w:rsidR="00533CAC">
        <w:t>Ing. Jiří S t r ý č e k</w:t>
      </w:r>
      <w:r w:rsidR="00C4023B">
        <w:t xml:space="preserve">  </w:t>
      </w:r>
      <w:proofErr w:type="gramStart"/>
      <w:r w:rsidR="00C4023B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C4023B">
        <w:tab/>
        <w:t xml:space="preserve">                   </w:t>
      </w:r>
      <w:bookmarkStart w:id="0" w:name="_GoBack"/>
      <w:bookmarkEnd w:id="0"/>
      <w:r w:rsidR="002849F9">
        <w:t>JUDr. Ondřej V e s e l ý</w:t>
      </w:r>
      <w:r w:rsidR="00C4023B">
        <w:t xml:space="preserve">  </w:t>
      </w:r>
      <w:proofErr w:type="gramStart"/>
      <w:r w:rsidR="00C4023B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730C"/>
    <w:rsid w:val="00103C04"/>
    <w:rsid w:val="00106842"/>
    <w:rsid w:val="00152782"/>
    <w:rsid w:val="0015659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70F12"/>
    <w:rsid w:val="004A7EDF"/>
    <w:rsid w:val="004B7D84"/>
    <w:rsid w:val="004D2377"/>
    <w:rsid w:val="004E5AD7"/>
    <w:rsid w:val="004F5E29"/>
    <w:rsid w:val="005227BF"/>
    <w:rsid w:val="00533CAC"/>
    <w:rsid w:val="00566A4C"/>
    <w:rsid w:val="005C30D7"/>
    <w:rsid w:val="005C34F1"/>
    <w:rsid w:val="005E094C"/>
    <w:rsid w:val="005F6CAE"/>
    <w:rsid w:val="00620764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30C0D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23B"/>
    <w:rsid w:val="00C40BB1"/>
    <w:rsid w:val="00C56014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D150"/>
  <w15:docId w15:val="{0AA936F5-70DA-4E2C-A202-C2ECC1F3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A3581-3AF7-4A50-8C67-162E9EFA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2020-04-29T12:34:00Z</dcterms:created>
  <dcterms:modified xsi:type="dcterms:W3CDTF">2020-04-29T12:34:00Z</dcterms:modified>
</cp:coreProperties>
</file>