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2C0A9F" w:rsidP="00FC02F9">
      <w:pPr>
        <w:pStyle w:val="PS-slousnesen"/>
      </w:pPr>
      <w:r>
        <w:t>137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2C0A9F">
        <w:t>43</w:t>
      </w:r>
      <w:r>
        <w:t>. schůze</w:t>
      </w:r>
    </w:p>
    <w:p w:rsidR="00FC02F9" w:rsidRDefault="002C0A9F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2849F9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F80303" w:rsidRPr="00F80303">
        <w:rPr>
          <w:b/>
          <w:sz w:val="24"/>
          <w:szCs w:val="24"/>
        </w:rPr>
        <w:t>kterým se předkládají Parlamentu České republiky k vyslovení souhlasu s ratifikací změny Přílohy I a Přílohy II Mezinárodní úmluvy proti dopingu ve sportu /sněmovní tisk 459/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F80303">
        <w:rPr>
          <w:sz w:val="24"/>
          <w:szCs w:val="24"/>
        </w:rPr>
        <w:t>ra</w:t>
      </w:r>
      <w:r w:rsidR="00320803">
        <w:rPr>
          <w:sz w:val="24"/>
          <w:szCs w:val="24"/>
        </w:rPr>
        <w:t xml:space="preserve"> </w:t>
      </w:r>
      <w:r w:rsidR="00F80303">
        <w:rPr>
          <w:sz w:val="24"/>
          <w:szCs w:val="24"/>
        </w:rPr>
        <w:t>školství, mládeže a tělovýchovy</w:t>
      </w:r>
      <w:r w:rsidR="005A1CBC">
        <w:rPr>
          <w:sz w:val="24"/>
          <w:szCs w:val="24"/>
        </w:rPr>
        <w:t xml:space="preserve"> PhDr. Karla Kováře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F80303">
        <w:rPr>
          <w:sz w:val="24"/>
          <w:szCs w:val="24"/>
        </w:rPr>
        <w:t xml:space="preserve">Mgr. Jiřího </w:t>
      </w:r>
      <w:proofErr w:type="spellStart"/>
      <w:r w:rsidR="00F80303">
        <w:rPr>
          <w:sz w:val="24"/>
          <w:szCs w:val="24"/>
        </w:rPr>
        <w:t>Miholy</w:t>
      </w:r>
      <w:proofErr w:type="spellEnd"/>
      <w:r w:rsidR="00F80303">
        <w:rPr>
          <w:sz w:val="24"/>
          <w:szCs w:val="24"/>
        </w:rPr>
        <w:t>, Ph.D.</w:t>
      </w:r>
      <w:r w:rsidR="004F5E2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A0221B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F80303" w:rsidRPr="00F80303">
        <w:rPr>
          <w:szCs w:val="24"/>
        </w:rPr>
        <w:t>změn Přílohy I a Přílohy II Mezinárodní úmluvy proti dopingu ve sportu</w:t>
      </w:r>
      <w:r w:rsidR="00D62421" w:rsidRPr="00F80303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F80303">
        <w:t xml:space="preserve">Mgr. Jiří M i h o l a, </w:t>
      </w:r>
      <w:proofErr w:type="gramStart"/>
      <w:r w:rsidR="00F80303">
        <w:t>Ph.D.</w:t>
      </w:r>
      <w:r w:rsidR="00EA633E">
        <w:t xml:space="preserve">  v.r.</w:t>
      </w:r>
      <w:proofErr w:type="gramEnd"/>
      <w:r w:rsidR="00B245FD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EA633E">
        <w:t xml:space="preserve">    </w:t>
      </w:r>
      <w:r w:rsidR="00533CAC">
        <w:t>Ing. Jiří S t r ý č e k</w:t>
      </w:r>
      <w:r w:rsidR="00EA633E">
        <w:t xml:space="preserve">  </w:t>
      </w:r>
      <w:proofErr w:type="gramStart"/>
      <w:r w:rsidR="00EA633E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EA633E">
        <w:tab/>
        <w:t xml:space="preserve">                     </w:t>
      </w:r>
      <w:bookmarkStart w:id="0" w:name="_GoBack"/>
      <w:bookmarkEnd w:id="0"/>
      <w:r w:rsidR="002849F9">
        <w:t>JUDr. Ondřej V e s e l ý</w:t>
      </w:r>
      <w:r w:rsidR="00EA633E">
        <w:t xml:space="preserve">  </w:t>
      </w:r>
      <w:proofErr w:type="gramStart"/>
      <w:r w:rsidR="00EA633E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A33A3"/>
    <w:rsid w:val="000C5278"/>
    <w:rsid w:val="000D0E8D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0A9F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A1CBC"/>
    <w:rsid w:val="005C30D7"/>
    <w:rsid w:val="005C34F1"/>
    <w:rsid w:val="005E094C"/>
    <w:rsid w:val="005F6CAE"/>
    <w:rsid w:val="00620764"/>
    <w:rsid w:val="006876A5"/>
    <w:rsid w:val="006A0830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43D45"/>
    <w:rsid w:val="00B53E8D"/>
    <w:rsid w:val="00B715B6"/>
    <w:rsid w:val="00BC09E3"/>
    <w:rsid w:val="00BF4D41"/>
    <w:rsid w:val="00C03852"/>
    <w:rsid w:val="00C40BB1"/>
    <w:rsid w:val="00C56014"/>
    <w:rsid w:val="00C63334"/>
    <w:rsid w:val="00C86377"/>
    <w:rsid w:val="00CD6711"/>
    <w:rsid w:val="00CE20CD"/>
    <w:rsid w:val="00CE270B"/>
    <w:rsid w:val="00D62421"/>
    <w:rsid w:val="00D720D0"/>
    <w:rsid w:val="00D76FB3"/>
    <w:rsid w:val="00DB23D4"/>
    <w:rsid w:val="00DB5BB7"/>
    <w:rsid w:val="00DC29E4"/>
    <w:rsid w:val="00E120D7"/>
    <w:rsid w:val="00E44BB8"/>
    <w:rsid w:val="00E6506A"/>
    <w:rsid w:val="00E76334"/>
    <w:rsid w:val="00EA633E"/>
    <w:rsid w:val="00ED101C"/>
    <w:rsid w:val="00ED15A8"/>
    <w:rsid w:val="00EE4714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5FBC"/>
  <w15:docId w15:val="{68026B16-11B6-4F75-9A01-DD961416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F316C-515E-46AF-88BF-DE7197C94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2020-04-29T12:32:00Z</dcterms:created>
  <dcterms:modified xsi:type="dcterms:W3CDTF">2020-04-29T12:32:00Z</dcterms:modified>
</cp:coreProperties>
</file>