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343" w:rsidRDefault="00272343" w:rsidP="00272343">
      <w:pPr>
        <w:pStyle w:val="ZKON"/>
      </w:pPr>
      <w:r>
        <w:t>ZÁKON</w:t>
      </w:r>
    </w:p>
    <w:p w:rsidR="00CD5109" w:rsidRPr="00272343" w:rsidRDefault="00272343" w:rsidP="00272343">
      <w:pPr>
        <w:pStyle w:val="nadpiszkona"/>
        <w:rPr>
          <w:b w:val="0"/>
          <w:bCs/>
        </w:rPr>
      </w:pPr>
      <w:r w:rsidRPr="00272343">
        <w:rPr>
          <w:b w:val="0"/>
        </w:rPr>
        <w:t xml:space="preserve">ze dne </w:t>
      </w:r>
      <w:r w:rsidR="00722EF8">
        <w:rPr>
          <w:b w:val="0"/>
        </w:rPr>
        <w:t xml:space="preserve">          </w:t>
      </w:r>
      <w:r w:rsidRPr="00272343">
        <w:rPr>
          <w:b w:val="0"/>
        </w:rPr>
        <w:t xml:space="preserve"> 2020</w:t>
      </w:r>
    </w:p>
    <w:p w:rsidR="00CD5109" w:rsidRDefault="00CD5109" w:rsidP="00272343">
      <w:pPr>
        <w:pStyle w:val="nadpiszkona"/>
      </w:pPr>
      <w:r>
        <w:t>o poskytnutí státní záruky České republiky na zajištění dluhů Českomoravské záruční a rozvojové banky, a.s., vyplývajících z ručení za dluhy z úvěrů v souvislosti se zmírněním negativních dopadů způsobených virem SARS-CoV-2</w:t>
      </w:r>
    </w:p>
    <w:p w:rsidR="00CD5109" w:rsidRDefault="00272343" w:rsidP="00272343">
      <w:pPr>
        <w:pStyle w:val="Parlament"/>
      </w:pPr>
      <w:r>
        <w:t>Parlament se usnesl na tomto zákoně České republiky:</w:t>
      </w:r>
    </w:p>
    <w:p w:rsidR="00CD5109" w:rsidRDefault="00CD5109" w:rsidP="00CD5109">
      <w:pPr>
        <w:autoSpaceDE w:val="0"/>
        <w:autoSpaceDN w:val="0"/>
        <w:adjustRightInd w:val="0"/>
        <w:jc w:val="center"/>
      </w:pPr>
      <w:r>
        <w:t>§ 1</w:t>
      </w:r>
    </w:p>
    <w:p w:rsidR="00CD5109" w:rsidRDefault="00CD5109" w:rsidP="00272343">
      <w:pPr>
        <w:pStyle w:val="Textodstavce"/>
      </w:pPr>
      <w:r>
        <w:t xml:space="preserve">Ke zmírnění negativních dopadů způsobených virem SARS-CoV-2 poskytuje Česká republika státní záruku za dluhy Českomoravské záruční a rozvojové banky, a.s., které vyplývají z ručení za dluhy z úvěrů poskytnutých bankami, zahraničními bankami vykonávajícími činnost na území České republiky prostřednictvím pobočky nebo spořitelními a úvěrními družstvy (dále jen „banka“). </w:t>
      </w:r>
    </w:p>
    <w:p w:rsidR="00CD5109" w:rsidRDefault="00CD5109" w:rsidP="00272343">
      <w:pPr>
        <w:pStyle w:val="Textodstavce"/>
      </w:pPr>
      <w:r>
        <w:t>Úvěrem se pro účely tohoto zákona rozumí úvěr podle zákona upravujícího činnost bank.</w:t>
      </w:r>
    </w:p>
    <w:p w:rsidR="00B20FC3" w:rsidRDefault="00B20FC3" w:rsidP="00B20FC3">
      <w:pPr>
        <w:pStyle w:val="Textodstavce"/>
        <w:numPr>
          <w:ilvl w:val="0"/>
          <w:numId w:val="0"/>
        </w:numPr>
        <w:ind w:left="425"/>
      </w:pPr>
    </w:p>
    <w:p w:rsidR="00CD5109" w:rsidRDefault="00CD5109" w:rsidP="00272343">
      <w:pPr>
        <w:autoSpaceDE w:val="0"/>
        <w:autoSpaceDN w:val="0"/>
        <w:adjustRightInd w:val="0"/>
        <w:spacing w:before="120"/>
        <w:jc w:val="center"/>
      </w:pPr>
      <w:r>
        <w:t>§ 2</w:t>
      </w:r>
    </w:p>
    <w:p w:rsidR="00CD5109" w:rsidRDefault="00CD5109" w:rsidP="00272343">
      <w:pPr>
        <w:pStyle w:val="Textodstavce"/>
        <w:numPr>
          <w:ilvl w:val="0"/>
          <w:numId w:val="8"/>
        </w:numPr>
      </w:pPr>
      <w:r>
        <w:t>Státní záruka podle § 1 se poskytuje v rozsahu 150 000 000 000 Kč.</w:t>
      </w:r>
    </w:p>
    <w:p w:rsidR="00CD5109" w:rsidRDefault="00CD5109" w:rsidP="00272343">
      <w:pPr>
        <w:pStyle w:val="Textodstavce"/>
        <w:numPr>
          <w:ilvl w:val="0"/>
          <w:numId w:val="8"/>
        </w:numPr>
      </w:pPr>
      <w:r>
        <w:t>Právo na plnění ze státní záruky podle § 1 lze uplatnit do 30. června 2024.</w:t>
      </w:r>
    </w:p>
    <w:p w:rsidR="00B20FC3" w:rsidRDefault="00B20FC3" w:rsidP="00B20FC3">
      <w:pPr>
        <w:pStyle w:val="Textodstavce"/>
        <w:numPr>
          <w:ilvl w:val="0"/>
          <w:numId w:val="0"/>
        </w:numPr>
        <w:ind w:left="425"/>
      </w:pPr>
    </w:p>
    <w:p w:rsidR="00CD5109" w:rsidRDefault="00CD5109" w:rsidP="00272343">
      <w:pPr>
        <w:autoSpaceDE w:val="0"/>
        <w:autoSpaceDN w:val="0"/>
        <w:adjustRightInd w:val="0"/>
        <w:spacing w:before="120"/>
        <w:jc w:val="center"/>
      </w:pPr>
      <w:r>
        <w:t>§ 3</w:t>
      </w:r>
    </w:p>
    <w:p w:rsidR="00CD5109" w:rsidRDefault="00CD5109" w:rsidP="00272343">
      <w:pPr>
        <w:pStyle w:val="Textparagrafu"/>
      </w:pPr>
      <w:r>
        <w:t>Státní záruka podle § 1 se vztahuje pouze n</w:t>
      </w:r>
      <w:r w:rsidR="00984AEF">
        <w:t>a</w:t>
      </w:r>
      <w:r>
        <w:t xml:space="preserve"> dluhy Českomoravské záruční a rozvojové banky, a.s., které vzniknou z ručení za dluhy z úvěrů, jsou-li splněny tyto podmínky:</w:t>
      </w:r>
    </w:p>
    <w:p w:rsidR="00CD5109" w:rsidRDefault="00CD5109" w:rsidP="00272343">
      <w:pPr>
        <w:pStyle w:val="Textpsmene"/>
      </w:pPr>
      <w:r>
        <w:t xml:space="preserve">úvěry byly sjednány do 31. prosince 2020 k provoznímu financování podnikatele, který má nejvýše 500 zaměstnanců, </w:t>
      </w:r>
    </w:p>
    <w:p w:rsidR="00CD5109" w:rsidRDefault="00CD5109" w:rsidP="00272343">
      <w:pPr>
        <w:pStyle w:val="Textpsmene"/>
      </w:pPr>
      <w:r>
        <w:t>úvěrovaný nebyl ke dni 31. března 2020 v prodlení delším než 30 dní se splácením dluhu vůči úvěrující bance,</w:t>
      </w:r>
    </w:p>
    <w:p w:rsidR="00CD5109" w:rsidRDefault="00CD5109" w:rsidP="00272343">
      <w:pPr>
        <w:pStyle w:val="Textpsmene"/>
      </w:pPr>
      <w:r>
        <w:t xml:space="preserve">plnění z ručení je omezeno </w:t>
      </w:r>
    </w:p>
    <w:p w:rsidR="00CD5109" w:rsidRDefault="00CD5109" w:rsidP="00272343">
      <w:pPr>
        <w:pStyle w:val="Textbodu"/>
      </w:pPr>
      <w:r>
        <w:t xml:space="preserve">90 % výše </w:t>
      </w:r>
      <w:r w:rsidR="0038378A">
        <w:t xml:space="preserve">nesplacené jistiny </w:t>
      </w:r>
      <w:r>
        <w:t>z jednotlivého úvěru, nejvýše však částkou 45 000 000 Kč, jde-li o</w:t>
      </w:r>
      <w:r w:rsidR="00272343">
        <w:t> </w:t>
      </w:r>
      <w:r>
        <w:t>úvěr sjednaný k provoznímu financování podnikatele, který má nejvýše 250 zaměstnanců, nebo</w:t>
      </w:r>
    </w:p>
    <w:p w:rsidR="00CD5109" w:rsidRDefault="00CD5109" w:rsidP="00272343">
      <w:pPr>
        <w:pStyle w:val="Textbodu"/>
      </w:pPr>
      <w:r>
        <w:t xml:space="preserve">80 % výše </w:t>
      </w:r>
      <w:r w:rsidR="0038378A">
        <w:t>nesplacené jistiny</w:t>
      </w:r>
      <w:r>
        <w:t xml:space="preserve"> z jednotlivého úvěru, nejvýše však částkou 40 000 000 Kč, jde-li o</w:t>
      </w:r>
      <w:r w:rsidR="00272343">
        <w:t> </w:t>
      </w:r>
      <w:r>
        <w:t xml:space="preserve">úvěr sjednaný k provoznímu financování podnikatele, který má více než 250 a nejvýše 500 zaměstnanců, </w:t>
      </w:r>
    </w:p>
    <w:p w:rsidR="00CD5109" w:rsidRDefault="00CD5109" w:rsidP="00272343">
      <w:pPr>
        <w:pStyle w:val="Textpsmene"/>
      </w:pPr>
      <w:r>
        <w:t xml:space="preserve">plnění z ručení je omezeno </w:t>
      </w:r>
      <w:r w:rsidR="0016337F">
        <w:t>30</w:t>
      </w:r>
      <w:r>
        <w:t xml:space="preserve"> % výše jistin všech úvěrů sjednaných úvěrující bankou, na které se vztahuje ručení Českomoravské záruční a rozvojové banky, a.s. se státní zárukou podle § 1</w:t>
      </w:r>
      <w:r w:rsidR="0038378A">
        <w:t>,</w:t>
      </w:r>
    </w:p>
    <w:p w:rsidR="0038378A" w:rsidRDefault="0038378A" w:rsidP="00272343">
      <w:pPr>
        <w:pStyle w:val="Textpsmene"/>
      </w:pPr>
      <w:r>
        <w:t>je-li úvěrovaným právnická osoba, banka v souladu s § 4 zjistila a zveřejnila, kdo je skutečným majitelem</w:t>
      </w:r>
      <w:r>
        <w:rPr>
          <w:rStyle w:val="Znakapoznpodarou"/>
        </w:rPr>
        <w:footnoteReference w:id="1"/>
      </w:r>
      <w:r>
        <w:rPr>
          <w:vertAlign w:val="superscript"/>
        </w:rPr>
        <w:t>)</w:t>
      </w:r>
      <w:r>
        <w:t xml:space="preserve"> úvěrovaného.</w:t>
      </w:r>
    </w:p>
    <w:p w:rsidR="008875B3" w:rsidRDefault="008875B3">
      <w:pPr>
        <w:jc w:val="left"/>
      </w:pPr>
    </w:p>
    <w:p w:rsidR="008875B3" w:rsidRDefault="008875B3" w:rsidP="00781690">
      <w:pPr>
        <w:pStyle w:val="Textodstavce"/>
        <w:numPr>
          <w:ilvl w:val="0"/>
          <w:numId w:val="0"/>
        </w:numPr>
        <w:jc w:val="center"/>
      </w:pPr>
      <w:r>
        <w:t>§ 4</w:t>
      </w:r>
    </w:p>
    <w:p w:rsidR="008875B3" w:rsidRDefault="008875B3" w:rsidP="008875B3">
      <w:pPr>
        <w:pStyle w:val="Textodstavce"/>
        <w:numPr>
          <w:ilvl w:val="0"/>
          <w:numId w:val="9"/>
        </w:numPr>
      </w:pPr>
      <w:r>
        <w:t xml:space="preserve">Banka způsobem umožňujícím dálkový přístup zveřejní údaje o úvěrovaném, který čerpá úvěr podle § 1 odst. 1, výši úvěru a výši ručení poskytnutého bankou </w:t>
      </w:r>
    </w:p>
    <w:p w:rsidR="008875B3" w:rsidRDefault="008875B3" w:rsidP="008875B3">
      <w:pPr>
        <w:pStyle w:val="Textpsmene"/>
      </w:pPr>
      <w:r>
        <w:t xml:space="preserve">do 15 dnů od jeho poskytnutí, byl-li poskytnut po dni nabytí účinnosti tohoto zákona, </w:t>
      </w:r>
    </w:p>
    <w:p w:rsidR="008875B3" w:rsidRDefault="008875B3" w:rsidP="008875B3">
      <w:pPr>
        <w:pStyle w:val="Textpsmene"/>
      </w:pPr>
      <w:r>
        <w:t>do 30 dnů od nabytí účinnosti tohoto zákona, byl-li poskytnut před dnem nabytí účinnosti tohoto zákona.</w:t>
      </w:r>
    </w:p>
    <w:p w:rsidR="008875B3" w:rsidRPr="007D2C05" w:rsidRDefault="008875B3" w:rsidP="008875B3">
      <w:pPr>
        <w:pStyle w:val="Textodstavce"/>
      </w:pPr>
      <w:r>
        <w:t>Je-li úvěrovaným fyzická osoba, zveřejní banka její jméno, příjmení, rok narození a identifikační číslo. Je-li úvěrovaným právnická osoba, zveřejní banka název právnické osoby, její identifikační číslo a jméno jejího skutečného majitele</w:t>
      </w:r>
      <w:r>
        <w:rPr>
          <w:rStyle w:val="Znakapoznpodarou"/>
        </w:rPr>
        <w:footnoteReference w:id="2"/>
      </w:r>
      <w:r>
        <w:rPr>
          <w:vertAlign w:val="superscript"/>
        </w:rPr>
        <w:t>)</w:t>
      </w:r>
      <w:r w:rsidR="00B20FC3" w:rsidRPr="00B20FC3">
        <w:t>.</w:t>
      </w:r>
    </w:p>
    <w:p w:rsidR="008875B3" w:rsidRDefault="008875B3" w:rsidP="008875B3">
      <w:pPr>
        <w:pStyle w:val="Textodstavce"/>
      </w:pPr>
      <w:r>
        <w:t>Za účelem zjištění skutečného majitele úvěrovaného, který je právnickou osobou a čerpá úvěr podle § 1 odst. 1, Ministerstvo spravedlnosti umožní bance dálkový přístup k údajům o skutečném majiteli podle zákona upravujícího veřejné rejstříky právnických a fyzických osob.</w:t>
      </w:r>
    </w:p>
    <w:p w:rsidR="0038378A" w:rsidRDefault="008875B3" w:rsidP="008875B3">
      <w:pPr>
        <w:pStyle w:val="Textodstavce"/>
      </w:pPr>
      <w:r>
        <w:t xml:space="preserve">Údaje podle odstavce 1 se zveřejňují na dobu do uplynutí 60 dnů od konce kalendářního roku, kdy byl úvěr </w:t>
      </w:r>
      <w:proofErr w:type="gramStart"/>
      <w:r>
        <w:t>splacen nebo</w:t>
      </w:r>
      <w:proofErr w:type="gramEnd"/>
      <w:r>
        <w:t xml:space="preserve"> ručení zaniklo jiným způsobem.</w:t>
      </w:r>
    </w:p>
    <w:p w:rsidR="00B20FC3" w:rsidRDefault="00B20FC3" w:rsidP="00B20FC3">
      <w:pPr>
        <w:pStyle w:val="Textodstavce"/>
        <w:numPr>
          <w:ilvl w:val="0"/>
          <w:numId w:val="0"/>
        </w:numPr>
        <w:ind w:left="425"/>
      </w:pPr>
    </w:p>
    <w:p w:rsidR="00CD5109" w:rsidRDefault="00CD5109" w:rsidP="00272343">
      <w:pPr>
        <w:autoSpaceDE w:val="0"/>
        <w:autoSpaceDN w:val="0"/>
        <w:adjustRightInd w:val="0"/>
        <w:spacing w:before="120"/>
        <w:jc w:val="center"/>
      </w:pPr>
      <w:r>
        <w:t xml:space="preserve">§ </w:t>
      </w:r>
      <w:r w:rsidR="0016337F">
        <w:t>5</w:t>
      </w:r>
    </w:p>
    <w:p w:rsidR="00CD5109" w:rsidRDefault="00CD5109" w:rsidP="00272343">
      <w:pPr>
        <w:pStyle w:val="Textparagrafu"/>
      </w:pPr>
      <w:r>
        <w:t>Státní záruka podle § 1 se poskytuje bezúplatně.</w:t>
      </w:r>
    </w:p>
    <w:p w:rsidR="00B20FC3" w:rsidRDefault="00B20FC3" w:rsidP="00272343">
      <w:pPr>
        <w:pStyle w:val="Textparagrafu"/>
      </w:pPr>
    </w:p>
    <w:p w:rsidR="00CD5109" w:rsidRDefault="00CD5109" w:rsidP="00272343">
      <w:pPr>
        <w:autoSpaceDE w:val="0"/>
        <w:autoSpaceDN w:val="0"/>
        <w:adjustRightInd w:val="0"/>
        <w:spacing w:before="120"/>
        <w:jc w:val="center"/>
      </w:pPr>
      <w:r>
        <w:t xml:space="preserve">§ </w:t>
      </w:r>
      <w:r w:rsidR="0016337F">
        <w:t>6</w:t>
      </w:r>
    </w:p>
    <w:p w:rsidR="00CD5109" w:rsidRDefault="00CD5109" w:rsidP="00272343">
      <w:pPr>
        <w:pStyle w:val="Textparagrafu"/>
      </w:pPr>
      <w:r>
        <w:t xml:space="preserve">Plnění ze státní záruky podle § 1 se provádí ze státního rozpočtu z kapitoly Ministerstva průmyslu a obchodu. </w:t>
      </w:r>
    </w:p>
    <w:p w:rsidR="00B20FC3" w:rsidRDefault="00B20FC3" w:rsidP="00CD5109">
      <w:pPr>
        <w:autoSpaceDE w:val="0"/>
        <w:autoSpaceDN w:val="0"/>
        <w:adjustRightInd w:val="0"/>
        <w:jc w:val="center"/>
      </w:pPr>
    </w:p>
    <w:p w:rsidR="00CD5109" w:rsidRDefault="00CD5109" w:rsidP="00CD5109">
      <w:pPr>
        <w:autoSpaceDE w:val="0"/>
        <w:autoSpaceDN w:val="0"/>
        <w:adjustRightInd w:val="0"/>
        <w:jc w:val="center"/>
      </w:pPr>
      <w:r>
        <w:t xml:space="preserve">§ </w:t>
      </w:r>
      <w:r w:rsidR="0016337F">
        <w:t>7</w:t>
      </w:r>
    </w:p>
    <w:p w:rsidR="00B20FC3" w:rsidRPr="00B20FC3" w:rsidRDefault="00B20FC3" w:rsidP="00B20FC3">
      <w:pPr>
        <w:pStyle w:val="Nadpisparagrafu"/>
      </w:pPr>
      <w:r w:rsidRPr="00B20FC3">
        <w:t>Účinnost</w:t>
      </w:r>
    </w:p>
    <w:p w:rsidR="00CD5109" w:rsidRDefault="00CD5109" w:rsidP="00272343">
      <w:pPr>
        <w:pStyle w:val="Textparagrafu"/>
      </w:pPr>
      <w:r>
        <w:t>Tento zákon nabývá účinnosti dnem jeho 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09" w:rsidRDefault="00CD5109">
      <w:r>
        <w:separator/>
      </w:r>
    </w:p>
  </w:endnote>
  <w:endnote w:type="continuationSeparator" w:id="0">
    <w:p w:rsidR="00CD5109" w:rsidRDefault="00CD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09" w:rsidRDefault="00CD5109">
      <w:r>
        <w:separator/>
      </w:r>
    </w:p>
  </w:footnote>
  <w:footnote w:type="continuationSeparator" w:id="0">
    <w:p w:rsidR="00CD5109" w:rsidRDefault="00CD5109">
      <w:r>
        <w:continuationSeparator/>
      </w:r>
    </w:p>
  </w:footnote>
  <w:footnote w:id="1">
    <w:p w:rsidR="0038378A" w:rsidRDefault="0038378A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  <w:t>§ 118b a n</w:t>
      </w:r>
      <w:r w:rsidR="00984AEF">
        <w:t>ásl</w:t>
      </w:r>
      <w:bookmarkStart w:id="0" w:name="_GoBack"/>
      <w:bookmarkEnd w:id="0"/>
      <w:r>
        <w:t xml:space="preserve">. zákona č. 304/2013 Sb., o veřejných rejstřících právnických a fyzických osob a o evidenci </w:t>
      </w:r>
      <w:proofErr w:type="spellStart"/>
      <w:r>
        <w:t>svěřenských</w:t>
      </w:r>
      <w:proofErr w:type="spellEnd"/>
      <w:r>
        <w:t xml:space="preserve"> fondů.</w:t>
      </w:r>
    </w:p>
  </w:footnote>
  <w:footnote w:id="2">
    <w:p w:rsidR="008875B3" w:rsidRDefault="008875B3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  <w:t xml:space="preserve">§ 118f písm. a) zákona č. 304/2013 Sb., o veřejných rejstřících právnických a fyzických osob a o evidenci </w:t>
      </w:r>
      <w:proofErr w:type="spellStart"/>
      <w:r>
        <w:t>svěřenských</w:t>
      </w:r>
      <w:proofErr w:type="spellEnd"/>
      <w:r>
        <w:t xml:space="preserve"> fondů.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4AEF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45F16FD2"/>
    <w:multiLevelType w:val="hybridMultilevel"/>
    <w:tmpl w:val="DEAAB03A"/>
    <w:lvl w:ilvl="0" w:tplc="65224DC4">
      <w:start w:val="1"/>
      <w:numFmt w:val="decimal"/>
      <w:lvlText w:val="(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D5109"/>
    <w:rsid w:val="0016337F"/>
    <w:rsid w:val="00266D0A"/>
    <w:rsid w:val="00272343"/>
    <w:rsid w:val="0038378A"/>
    <w:rsid w:val="00722EF8"/>
    <w:rsid w:val="00781690"/>
    <w:rsid w:val="008875B3"/>
    <w:rsid w:val="00984AEF"/>
    <w:rsid w:val="00A73D85"/>
    <w:rsid w:val="00B16C4B"/>
    <w:rsid w:val="00B20FC3"/>
    <w:rsid w:val="00C751A5"/>
    <w:rsid w:val="00C9662C"/>
    <w:rsid w:val="00CD5109"/>
    <w:rsid w:val="00D3190E"/>
    <w:rsid w:val="00FA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4A52A"/>
  <w15:chartTrackingRefBased/>
  <w15:docId w15:val="{B3206840-201A-4FF0-9A41-B7C6895F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4A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84AE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2343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2343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2343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2343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2343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2343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984AE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84AEF"/>
  </w:style>
  <w:style w:type="paragraph" w:styleId="Zhlav">
    <w:name w:val="header"/>
    <w:basedOn w:val="Normln"/>
    <w:semiHidden/>
    <w:rsid w:val="00984AE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84AE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84AE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84AE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84AE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84AE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84AE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84AE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84AE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84AE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84AE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84AE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84AE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84AE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84AE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84AE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84AE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84AE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84AE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84AE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84AE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84AE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84AE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84AE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84AE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84AE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84AEF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5109"/>
    <w:rPr>
      <w:sz w:val="20"/>
      <w:szCs w:val="20"/>
    </w:rPr>
  </w:style>
  <w:style w:type="paragraph" w:customStyle="1" w:styleId="Textodstavce">
    <w:name w:val="Text odstavce"/>
    <w:basedOn w:val="Normln"/>
    <w:rsid w:val="00984AE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84AEF"/>
    <w:pPr>
      <w:ind w:left="567" w:hanging="567"/>
    </w:pPr>
  </w:style>
  <w:style w:type="character" w:styleId="slostrnky">
    <w:name w:val="page number"/>
    <w:basedOn w:val="Standardnpsmoodstavce"/>
    <w:semiHidden/>
    <w:rsid w:val="00984AEF"/>
  </w:style>
  <w:style w:type="paragraph" w:styleId="Zpat">
    <w:name w:val="footer"/>
    <w:basedOn w:val="Normln"/>
    <w:semiHidden/>
    <w:rsid w:val="00984AE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84AE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84AEF"/>
    <w:rPr>
      <w:vertAlign w:val="superscript"/>
    </w:rPr>
  </w:style>
  <w:style w:type="paragraph" w:styleId="Titulek">
    <w:name w:val="caption"/>
    <w:basedOn w:val="Normln"/>
    <w:next w:val="Normln"/>
    <w:qFormat/>
    <w:rsid w:val="00984AE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84AE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84AEF"/>
    <w:pPr>
      <w:keepNext/>
      <w:keepLines/>
      <w:spacing w:before="720"/>
      <w:jc w:val="center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5109"/>
    <w:rPr>
      <w:rFonts w:ascii="Calibri" w:eastAsia="Calibri" w:hAnsi="Calibri"/>
      <w:lang w:eastAsia="en-US"/>
    </w:rPr>
  </w:style>
  <w:style w:type="paragraph" w:customStyle="1" w:styleId="VARIANTA">
    <w:name w:val="VARIANTA"/>
    <w:basedOn w:val="Normln"/>
    <w:next w:val="Normln"/>
    <w:rsid w:val="00984AE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84AE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84AEF"/>
    <w:rPr>
      <w:b/>
    </w:rPr>
  </w:style>
  <w:style w:type="paragraph" w:customStyle="1" w:styleId="Nadpislnku">
    <w:name w:val="Nadpis článku"/>
    <w:basedOn w:val="lnek"/>
    <w:next w:val="Textodstavce"/>
    <w:rsid w:val="00984AEF"/>
    <w:rPr>
      <w:b/>
    </w:rPr>
  </w:style>
  <w:style w:type="paragraph" w:styleId="Odstavecseseznamem">
    <w:name w:val="List Paragraph"/>
    <w:basedOn w:val="Normln"/>
    <w:uiPriority w:val="34"/>
    <w:qFormat/>
    <w:rsid w:val="00CD5109"/>
    <w:pPr>
      <w:ind w:left="720"/>
      <w:contextualSpacing/>
    </w:pPr>
    <w:rPr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234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234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23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234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23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23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5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7746C-BFAE-4CBF-9F96-674E4B55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21</TotalTime>
  <Pages>2</Pages>
  <Words>526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8</cp:revision>
  <cp:lastPrinted>2020-04-22T20:46:00Z</cp:lastPrinted>
  <dcterms:created xsi:type="dcterms:W3CDTF">2020-04-22T20:26:00Z</dcterms:created>
  <dcterms:modified xsi:type="dcterms:W3CDTF">2020-04-23T08:32:00Z</dcterms:modified>
  <cp:category/>
</cp:coreProperties>
</file>