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F11" w:rsidRDefault="00CC2F11" w:rsidP="00CC2F11">
      <w:pPr>
        <w:pStyle w:val="ZKON"/>
      </w:pPr>
      <w:r>
        <w:t>ZÁKON</w:t>
      </w:r>
    </w:p>
    <w:p w:rsidR="00B13B75" w:rsidRPr="00CC2F11" w:rsidRDefault="00CC2F11" w:rsidP="00CC2F11">
      <w:pPr>
        <w:pStyle w:val="nadpiszkona"/>
        <w:rPr>
          <w:rStyle w:val="normln0"/>
          <w:b w:val="0"/>
        </w:rPr>
      </w:pPr>
      <w:r w:rsidRPr="00CC2F11">
        <w:rPr>
          <w:b w:val="0"/>
        </w:rPr>
        <w:t>ze dne                2020,</w:t>
      </w:r>
    </w:p>
    <w:p w:rsidR="00B13B75" w:rsidRPr="007C00E8" w:rsidRDefault="00B13B75" w:rsidP="00CC2F11">
      <w:pPr>
        <w:pStyle w:val="nadpiszkona"/>
        <w:rPr>
          <w:rStyle w:val="normln0"/>
          <w:b w:val="0"/>
        </w:rPr>
      </w:pPr>
      <w:r w:rsidRPr="00D73BFE">
        <w:rPr>
          <w:rStyle w:val="normln0"/>
        </w:rPr>
        <w:t>kterým se mění zákon č. 159/2020 Sb., o kompenzačním bonusu v souvislosti s krizovými opatřeními v souvislosti s výskytem koronaviru SARS CoV-2</w:t>
      </w:r>
    </w:p>
    <w:p w:rsidR="00CC2F11" w:rsidRDefault="00CC2F11" w:rsidP="00CC2F11">
      <w:pPr>
        <w:pStyle w:val="Parlament"/>
      </w:pPr>
      <w:r>
        <w:t>Parlament se usnesl na tomto zákoně České republiky:</w:t>
      </w:r>
    </w:p>
    <w:p w:rsidR="00B13B75" w:rsidRDefault="00CC2F11" w:rsidP="00CC2F11">
      <w:pPr>
        <w:pStyle w:val="lnek"/>
      </w:pPr>
      <w:r>
        <w:t xml:space="preserve">Čl. </w:t>
      </w:r>
      <w:r w:rsidR="00B13B75" w:rsidRPr="00DE49D3">
        <w:t>I</w:t>
      </w:r>
    </w:p>
    <w:p w:rsidR="00B13B75" w:rsidRPr="006A0480" w:rsidRDefault="00B13B75" w:rsidP="00CC2F11">
      <w:pPr>
        <w:pStyle w:val="Textlnku"/>
      </w:pPr>
      <w:r>
        <w:t xml:space="preserve">Zákon </w:t>
      </w:r>
      <w:r w:rsidRPr="007A414D">
        <w:t>č. 159/2020 Sb., o kompenzačním bonusu v souvi</w:t>
      </w:r>
      <w:r>
        <w:t>slosti s krizovými opatřeními v </w:t>
      </w:r>
      <w:r w:rsidRPr="007A414D">
        <w:t>souvislosti s výskytem koronaviru SARS CoV-2</w:t>
      </w:r>
      <w:r>
        <w:t xml:space="preserve">, </w:t>
      </w:r>
      <w:r w:rsidRPr="006A0480">
        <w:t>se mění takto:</w:t>
      </w:r>
    </w:p>
    <w:p w:rsidR="0008708F" w:rsidRDefault="0008708F" w:rsidP="00CC2F11">
      <w:pPr>
        <w:pStyle w:val="Novelizanbod"/>
      </w:pPr>
      <w:r>
        <w:t>V</w:t>
      </w:r>
      <w:r w:rsidRPr="00B75A70">
        <w:t xml:space="preserve"> § 2 odst. 1 se za slovo „zaměstnanec“ doplňují slova „</w:t>
      </w:r>
      <w:r w:rsidR="00E541D4">
        <w:t xml:space="preserve"> , </w:t>
      </w:r>
      <w:r w:rsidRPr="00306C12">
        <w:rPr>
          <w:bCs/>
        </w:rPr>
        <w:t>přičemž se jedná o výkon zaměstnání v jiných činnostech než v činnosti pedagogické</w:t>
      </w:r>
      <w:bookmarkStart w:id="0" w:name="_GoBack"/>
      <w:bookmarkEnd w:id="0"/>
      <w:r w:rsidRPr="00306C12">
        <w:t>”.</w:t>
      </w:r>
    </w:p>
    <w:p w:rsidR="00B13B75" w:rsidRPr="0059616E" w:rsidRDefault="00B13B75" w:rsidP="00CC2F11">
      <w:pPr>
        <w:pStyle w:val="Novelizanbod"/>
      </w:pPr>
      <w:r w:rsidRPr="0059616E">
        <w:t>V § 5 se slovo „Bonusovým“ nahrazuje slovy „Prvním bonusovým“.</w:t>
      </w:r>
    </w:p>
    <w:p w:rsidR="00B13B75" w:rsidRPr="006C4D0D" w:rsidRDefault="00B13B75" w:rsidP="00CC2F11">
      <w:pPr>
        <w:pStyle w:val="Novelizanbod"/>
      </w:pPr>
      <w:r w:rsidRPr="006C4D0D">
        <w:t>V § 5 se dosavadní text označuje jako odstavec 1 a doplňuj</w:t>
      </w:r>
      <w:r>
        <w:t>í</w:t>
      </w:r>
      <w:r w:rsidRPr="006C4D0D">
        <w:t xml:space="preserve"> se odstavc</w:t>
      </w:r>
      <w:r>
        <w:t>e</w:t>
      </w:r>
      <w:r w:rsidRPr="006C4D0D">
        <w:t xml:space="preserve"> 2</w:t>
      </w:r>
      <w:r>
        <w:t xml:space="preserve"> a 3</w:t>
      </w:r>
      <w:r w:rsidRPr="006C4D0D">
        <w:t>, kter</w:t>
      </w:r>
      <w:r>
        <w:t>é</w:t>
      </w:r>
      <w:r w:rsidRPr="006C4D0D">
        <w:t xml:space="preserve"> zn</w:t>
      </w:r>
      <w:r>
        <w:t>ěj</w:t>
      </w:r>
      <w:r w:rsidRPr="006C4D0D">
        <w:t>í:</w:t>
      </w:r>
    </w:p>
    <w:p w:rsidR="00B13B75" w:rsidRDefault="00B13B75" w:rsidP="00CC2F11">
      <w:pPr>
        <w:pStyle w:val="Textparagrafu"/>
        <w:spacing w:before="0"/>
      </w:pPr>
      <w:r w:rsidRPr="006C4D0D">
        <w:t xml:space="preserve">„(2) Druhým bonusovým obdobím je období od 1. května do </w:t>
      </w:r>
      <w:r>
        <w:t>8</w:t>
      </w:r>
      <w:r w:rsidRPr="006C4D0D">
        <w:t>. června 2020.</w:t>
      </w:r>
    </w:p>
    <w:p w:rsidR="00B13B75" w:rsidRPr="006C4D0D" w:rsidRDefault="00B13B75" w:rsidP="00CC2F11">
      <w:pPr>
        <w:pStyle w:val="Textparagrafu"/>
      </w:pPr>
      <w:r>
        <w:t xml:space="preserve">(3) </w:t>
      </w:r>
      <w:r w:rsidRPr="006E2A46">
        <w:t>Třetím bonusovým obdobím je období, které může stanovit vláda nařízením v rámci období od 9. června do 31. srpna 2020, a to pro dny, kdy trvají krizová opatření podle § 1 omezující zcela nebo zčásti výkon samostatné výdělečné činnosti.</w:t>
      </w:r>
      <w:r w:rsidRPr="006C4D0D">
        <w:t>“.</w:t>
      </w:r>
    </w:p>
    <w:p w:rsidR="00B13B75" w:rsidRPr="00DA7228" w:rsidRDefault="00B13B75" w:rsidP="00CC2F11">
      <w:pPr>
        <w:pStyle w:val="Novelizanbod"/>
      </w:pPr>
      <w:r w:rsidRPr="00DA7228">
        <w:t>V § 7 se za odstavec 1 vkládá nový odstavec 2, který zní:</w:t>
      </w:r>
    </w:p>
    <w:p w:rsidR="00B13B75" w:rsidRPr="00DA7228" w:rsidRDefault="00B13B75" w:rsidP="00CC2F11">
      <w:pPr>
        <w:pStyle w:val="Textparagrafu"/>
        <w:spacing w:before="0"/>
      </w:pPr>
      <w:r w:rsidRPr="00DA7228">
        <w:t>„(2) Žádost o kompenzační bonus se podává za bonusové období.“.</w:t>
      </w:r>
    </w:p>
    <w:p w:rsidR="00B13B75" w:rsidRPr="00DA7228" w:rsidRDefault="00B13B75" w:rsidP="00CC2F11">
      <w:pPr>
        <w:pStyle w:val="Novelizanbod"/>
        <w:keepNext w:val="0"/>
        <w:keepLines w:val="0"/>
        <w:widowControl w:val="0"/>
        <w:numPr>
          <w:ilvl w:val="0"/>
          <w:numId w:val="0"/>
        </w:numPr>
        <w:tabs>
          <w:tab w:val="clear" w:pos="851"/>
          <w:tab w:val="left" w:pos="426"/>
        </w:tabs>
        <w:spacing w:before="120" w:after="0"/>
        <w:ind w:left="567" w:hanging="567"/>
      </w:pPr>
      <w:r w:rsidRPr="00DA7228">
        <w:t>Dosavadní odstavce 2 až 4 se označují jako odstavce 3 až 5.</w:t>
      </w:r>
    </w:p>
    <w:p w:rsidR="00B13B75" w:rsidRDefault="00B13B75" w:rsidP="00CC2F11">
      <w:pPr>
        <w:pStyle w:val="Novelizanbod"/>
      </w:pPr>
      <w:r>
        <w:t>V § 8 se vkládá nový odstavec 1</w:t>
      </w:r>
      <w:r w:rsidRPr="00C423F0">
        <w:t>, který zní:</w:t>
      </w:r>
    </w:p>
    <w:p w:rsidR="00B13B75" w:rsidRPr="00C423F0" w:rsidRDefault="00B13B75" w:rsidP="00CC2F11">
      <w:pPr>
        <w:pStyle w:val="Textlnku"/>
        <w:spacing w:before="0"/>
      </w:pPr>
      <w:r w:rsidRPr="00C423F0">
        <w:t>„(1) Kompenzační bonus se stanoví za bonusové období.“.</w:t>
      </w:r>
    </w:p>
    <w:p w:rsidR="00B13B75" w:rsidRDefault="00B13B75" w:rsidP="00CC2F11">
      <w:pPr>
        <w:pStyle w:val="Novelizanbod"/>
        <w:keepNext w:val="0"/>
        <w:keepLines w:val="0"/>
        <w:widowControl w:val="0"/>
        <w:numPr>
          <w:ilvl w:val="0"/>
          <w:numId w:val="0"/>
        </w:numPr>
        <w:tabs>
          <w:tab w:val="clear" w:pos="851"/>
          <w:tab w:val="left" w:pos="426"/>
        </w:tabs>
        <w:spacing w:before="120" w:after="0"/>
        <w:ind w:left="567" w:hanging="567"/>
      </w:pPr>
      <w:r>
        <w:t>Dosavadní odstavce 1</w:t>
      </w:r>
      <w:r w:rsidRPr="00DA7228">
        <w:t xml:space="preserve"> </w:t>
      </w:r>
      <w:r>
        <w:t>až 4 se označují jako odstavce 2</w:t>
      </w:r>
      <w:r w:rsidRPr="00DA7228">
        <w:t xml:space="preserve"> až 5.</w:t>
      </w:r>
    </w:p>
    <w:p w:rsidR="00B13B75" w:rsidRPr="009678DC" w:rsidRDefault="00B13B75" w:rsidP="00CC2F11">
      <w:pPr>
        <w:pStyle w:val="Novelizanbod"/>
      </w:pPr>
      <w:r w:rsidRPr="009678DC">
        <w:t xml:space="preserve">V § 8 </w:t>
      </w:r>
      <w:r>
        <w:t>odst. 4 se číslo „2“ nahrazuje číslem „3“</w:t>
      </w:r>
      <w:r w:rsidRPr="009678DC">
        <w:t>.</w:t>
      </w:r>
    </w:p>
    <w:p w:rsidR="00B13B75" w:rsidRPr="00AD1E56" w:rsidRDefault="00CC2F11" w:rsidP="00CC2F11">
      <w:pPr>
        <w:pStyle w:val="lnek"/>
      </w:pPr>
      <w:r>
        <w:t>Čl.</w:t>
      </w:r>
      <w:r w:rsidR="00B13B75" w:rsidRPr="00AD1E56">
        <w:t xml:space="preserve"> II</w:t>
      </w:r>
    </w:p>
    <w:p w:rsidR="00B13B75" w:rsidRDefault="00B13B75" w:rsidP="00CC2F11">
      <w:pPr>
        <w:pStyle w:val="Nadpislnku"/>
      </w:pPr>
      <w:r w:rsidRPr="00AD1E56">
        <w:t>Účinnost</w:t>
      </w:r>
    </w:p>
    <w:p w:rsidR="00B13B75" w:rsidRDefault="00B13B75" w:rsidP="00CC2F11">
      <w:pPr>
        <w:pStyle w:val="Textlnku"/>
      </w:pPr>
      <w:r w:rsidRPr="00C2468D">
        <w:t>Tento zákon nabývá účinnosti dnem následujícím po dni jeho vyhlášení.</w:t>
      </w:r>
    </w:p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B75" w:rsidRDefault="00B13B75">
      <w:r>
        <w:separator/>
      </w:r>
    </w:p>
  </w:endnote>
  <w:endnote w:type="continuationSeparator" w:id="0">
    <w:p w:rsidR="00B13B75" w:rsidRDefault="00B13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B75" w:rsidRDefault="00B13B75">
      <w:r>
        <w:separator/>
      </w:r>
    </w:p>
  </w:footnote>
  <w:footnote w:type="continuationSeparator" w:id="0">
    <w:p w:rsidR="00B13B75" w:rsidRDefault="00B13B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44B76894"/>
    <w:multiLevelType w:val="hybridMultilevel"/>
    <w:tmpl w:val="3AA416F6"/>
    <w:lvl w:ilvl="0" w:tplc="7B82BF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B5A171D"/>
    <w:multiLevelType w:val="hybridMultilevel"/>
    <w:tmpl w:val="F74E26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formsDesign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B13B75"/>
    <w:rsid w:val="0008708F"/>
    <w:rsid w:val="00134FD4"/>
    <w:rsid w:val="00266D0A"/>
    <w:rsid w:val="00A73D85"/>
    <w:rsid w:val="00AC4E91"/>
    <w:rsid w:val="00B13B75"/>
    <w:rsid w:val="00B16C4B"/>
    <w:rsid w:val="00CC2F11"/>
    <w:rsid w:val="00D3190E"/>
    <w:rsid w:val="00E54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BA0E8BF"/>
  <w15:chartTrackingRefBased/>
  <w15:docId w15:val="{535A1D97-62B6-4537-924A-8014F1442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8708F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08708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08708F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08708F"/>
  </w:style>
  <w:style w:type="paragraph" w:styleId="Zhlav">
    <w:name w:val="header"/>
    <w:basedOn w:val="Normln"/>
    <w:semiHidden/>
    <w:rsid w:val="0008708F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08708F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08708F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08708F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08708F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08708F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08708F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08708F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08708F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08708F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08708F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08708F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08708F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08708F"/>
    <w:pPr>
      <w:keepNext/>
      <w:keepLines/>
      <w:spacing w:before="360" w:after="240"/>
    </w:pPr>
  </w:style>
  <w:style w:type="paragraph" w:customStyle="1" w:styleId="Textlnku">
    <w:name w:val="Text článku"/>
    <w:basedOn w:val="Normln"/>
    <w:link w:val="TextlnkuChar"/>
    <w:rsid w:val="0008708F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08708F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08708F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08708F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08708F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08708F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08708F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link w:val="NovelizanbodChar"/>
    <w:rsid w:val="0008708F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08708F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08708F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08708F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08708F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08708F"/>
    <w:rPr>
      <w:vertAlign w:val="superscript"/>
    </w:rPr>
  </w:style>
  <w:style w:type="character" w:customStyle="1" w:styleId="normln0">
    <w:name w:val="normln"/>
    <w:rsid w:val="00B13B75"/>
    <w:rPr>
      <w:sz w:val="24"/>
      <w:szCs w:val="24"/>
    </w:rPr>
  </w:style>
  <w:style w:type="paragraph" w:customStyle="1" w:styleId="Textodstavce">
    <w:name w:val="Text odstavce"/>
    <w:basedOn w:val="Normln"/>
    <w:rsid w:val="0008708F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08708F"/>
    <w:pPr>
      <w:ind w:left="567" w:hanging="567"/>
    </w:pPr>
  </w:style>
  <w:style w:type="character" w:styleId="slostrnky">
    <w:name w:val="page number"/>
    <w:basedOn w:val="Standardnpsmoodstavce"/>
    <w:semiHidden/>
    <w:rsid w:val="0008708F"/>
  </w:style>
  <w:style w:type="paragraph" w:styleId="Zpat">
    <w:name w:val="footer"/>
    <w:basedOn w:val="Normln"/>
    <w:semiHidden/>
    <w:rsid w:val="0008708F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08708F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08708F"/>
    <w:rPr>
      <w:vertAlign w:val="superscript"/>
    </w:rPr>
  </w:style>
  <w:style w:type="paragraph" w:styleId="Titulek">
    <w:name w:val="caption"/>
    <w:basedOn w:val="Normln"/>
    <w:next w:val="Normln"/>
    <w:qFormat/>
    <w:rsid w:val="0008708F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08708F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08708F"/>
    <w:pPr>
      <w:keepNext/>
      <w:keepLines/>
      <w:spacing w:before="720"/>
      <w:jc w:val="center"/>
    </w:pPr>
  </w:style>
  <w:style w:type="paragraph" w:customStyle="1" w:styleId="normln1">
    <w:name w:val="normln1"/>
    <w:basedOn w:val="Normln"/>
    <w:rsid w:val="00B13B75"/>
    <w:pPr>
      <w:spacing w:after="20"/>
    </w:pPr>
  </w:style>
  <w:style w:type="paragraph" w:customStyle="1" w:styleId="VARIANTA">
    <w:name w:val="VARIANTA"/>
    <w:basedOn w:val="Normln"/>
    <w:next w:val="Normln"/>
    <w:rsid w:val="0008708F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08708F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08708F"/>
    <w:rPr>
      <w:b/>
    </w:rPr>
  </w:style>
  <w:style w:type="paragraph" w:customStyle="1" w:styleId="Nadpislnku">
    <w:name w:val="Nadpis článku"/>
    <w:basedOn w:val="lnek"/>
    <w:next w:val="Textodstavce"/>
    <w:rsid w:val="0008708F"/>
    <w:rPr>
      <w:b/>
    </w:rPr>
  </w:style>
  <w:style w:type="character" w:customStyle="1" w:styleId="TextlnkuChar">
    <w:name w:val="Text článku Char"/>
    <w:link w:val="Textlnku"/>
    <w:rsid w:val="00B13B75"/>
    <w:rPr>
      <w:sz w:val="24"/>
      <w:szCs w:val="24"/>
    </w:rPr>
  </w:style>
  <w:style w:type="character" w:customStyle="1" w:styleId="NovelizanbodChar">
    <w:name w:val="Novelizační bod Char"/>
    <w:link w:val="Novelizanbod"/>
    <w:locked/>
    <w:rsid w:val="00B13B75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541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41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9</TotalTime>
  <Pages>1</Pages>
  <Words>261</Words>
  <Characters>1212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/>
  <cp:lastModifiedBy>Kvetonova Hana</cp:lastModifiedBy>
  <cp:revision>2</cp:revision>
  <cp:lastPrinted>2020-04-22T20:22:00Z</cp:lastPrinted>
  <dcterms:created xsi:type="dcterms:W3CDTF">2020-04-21T11:43:00Z</dcterms:created>
  <dcterms:modified xsi:type="dcterms:W3CDTF">2020-04-22T20:25:00Z</dcterms:modified>
  <cp:category/>
</cp:coreProperties>
</file>