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6E114" w14:textId="77777777" w:rsidR="00423AAF" w:rsidRPr="0041789C" w:rsidRDefault="00B44C5B" w:rsidP="006C467C">
      <w:pPr>
        <w:pStyle w:val="ZKON"/>
        <w:rPr>
          <w:szCs w:val="24"/>
        </w:rPr>
      </w:pPr>
      <w:r w:rsidRPr="0041789C">
        <w:rPr>
          <w:szCs w:val="24"/>
        </w:rPr>
        <w:t>ZÁKON</w:t>
      </w:r>
    </w:p>
    <w:p w14:paraId="06758B78" w14:textId="77777777" w:rsidR="00B44C5B" w:rsidRPr="0041789C" w:rsidRDefault="00B44C5B" w:rsidP="0078797A">
      <w:pPr>
        <w:pStyle w:val="funkce"/>
        <w:rPr>
          <w:szCs w:val="24"/>
        </w:rPr>
      </w:pPr>
      <w:r w:rsidRPr="0041789C">
        <w:rPr>
          <w:szCs w:val="24"/>
        </w:rPr>
        <w:t>ze dne …………………,</w:t>
      </w:r>
    </w:p>
    <w:p w14:paraId="6401A58F" w14:textId="3E37CE4F" w:rsidR="00E01C75" w:rsidRDefault="00E01C75" w:rsidP="000A4172">
      <w:pPr>
        <w:pStyle w:val="Parlament"/>
        <w:jc w:val="center"/>
        <w:rPr>
          <w:b/>
          <w:szCs w:val="24"/>
        </w:rPr>
      </w:pPr>
      <w:r w:rsidRPr="002C3FB0">
        <w:rPr>
          <w:b/>
          <w:szCs w:val="24"/>
        </w:rPr>
        <w:t>kterým se mění zákon č.</w:t>
      </w:r>
      <w:r>
        <w:rPr>
          <w:b/>
          <w:szCs w:val="24"/>
        </w:rPr>
        <w:t xml:space="preserve"> 236/1995 Sb., </w:t>
      </w:r>
      <w:r w:rsidRPr="00E01C75">
        <w:rPr>
          <w:b/>
          <w:szCs w:val="24"/>
        </w:rPr>
        <w:t>o platu a dalších náležitostech spojených s výkonem funkce představitelů státní moci a některých státních orgánů a soudců a poslanců Evropského parlamentu</w:t>
      </w:r>
      <w:r>
        <w:rPr>
          <w:b/>
          <w:szCs w:val="24"/>
        </w:rPr>
        <w:t>, ve znění pozdějších předpisů</w:t>
      </w:r>
    </w:p>
    <w:p w14:paraId="120F9A9A" w14:textId="0BC37239" w:rsidR="0078797A" w:rsidRDefault="0078797A" w:rsidP="002C3FB0">
      <w:pPr>
        <w:pStyle w:val="Parlament"/>
        <w:rPr>
          <w:szCs w:val="24"/>
        </w:rPr>
      </w:pPr>
      <w:r w:rsidRPr="0041789C">
        <w:rPr>
          <w:szCs w:val="24"/>
        </w:rPr>
        <w:t>Parlament se usnesl na tomto zákoně České republiky:</w:t>
      </w:r>
    </w:p>
    <w:p w14:paraId="47A1D641" w14:textId="77777777" w:rsidR="000F4169" w:rsidRPr="000F4169" w:rsidRDefault="000F4169" w:rsidP="000F4169">
      <w:pPr>
        <w:pStyle w:val="ST"/>
      </w:pPr>
    </w:p>
    <w:p w14:paraId="50C3531C" w14:textId="66636A3A" w:rsidR="0047216F" w:rsidRDefault="0047216F" w:rsidP="000F4169">
      <w:pPr>
        <w:spacing w:before="120"/>
        <w:jc w:val="center"/>
        <w:rPr>
          <w:b/>
        </w:rPr>
      </w:pPr>
      <w:r w:rsidRPr="0041789C">
        <w:rPr>
          <w:szCs w:val="24"/>
        </w:rPr>
        <w:t>Čl. I</w:t>
      </w:r>
      <w:r>
        <w:rPr>
          <w:b/>
        </w:rPr>
        <w:t xml:space="preserve"> </w:t>
      </w:r>
    </w:p>
    <w:p w14:paraId="03FA3661" w14:textId="7737B304" w:rsidR="009579B5" w:rsidRDefault="009579B5" w:rsidP="009579B5">
      <w:pPr>
        <w:pStyle w:val="Textlnku"/>
        <w:spacing w:after="120"/>
        <w:ind w:firstLine="0"/>
        <w:jc w:val="center"/>
        <w:rPr>
          <w:szCs w:val="24"/>
        </w:rPr>
      </w:pPr>
      <w:r>
        <w:rPr>
          <w:szCs w:val="24"/>
        </w:rPr>
        <w:t xml:space="preserve">Změna zákona </w:t>
      </w:r>
      <w:r w:rsidRPr="009579B5">
        <w:rPr>
          <w:szCs w:val="24"/>
        </w:rPr>
        <w:t>o platu a dalších náležitostech spojených s výkonem funkce představitelů státní moci a některých státních orgánů a soudců a poslanců Evropského parlamentu</w:t>
      </w:r>
    </w:p>
    <w:p w14:paraId="0EEF0E09" w14:textId="77777777" w:rsidR="009579B5" w:rsidRDefault="009579B5" w:rsidP="000F4169">
      <w:pPr>
        <w:spacing w:before="120"/>
        <w:jc w:val="center"/>
        <w:rPr>
          <w:b/>
        </w:rPr>
      </w:pPr>
    </w:p>
    <w:p w14:paraId="7522B4BF" w14:textId="51865D72" w:rsidR="00C00BF4" w:rsidRPr="00C83AEB" w:rsidRDefault="00C00BF4" w:rsidP="00C00BF4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spacing w:before="0" w:after="0"/>
        <w:rPr>
          <w:szCs w:val="24"/>
        </w:rPr>
      </w:pPr>
      <w:r>
        <w:rPr>
          <w:szCs w:val="24"/>
        </w:rPr>
        <w:t>V § 3 z</w:t>
      </w:r>
      <w:r w:rsidRPr="002C3FB0">
        <w:rPr>
          <w:szCs w:val="24"/>
        </w:rPr>
        <w:t>ákon</w:t>
      </w:r>
      <w:r>
        <w:rPr>
          <w:szCs w:val="24"/>
        </w:rPr>
        <w:t>a</w:t>
      </w:r>
      <w:r w:rsidRPr="002C3FB0">
        <w:rPr>
          <w:szCs w:val="24"/>
        </w:rPr>
        <w:t xml:space="preserve"> č. </w:t>
      </w:r>
      <w:r w:rsidR="009579B5" w:rsidRPr="009579B5">
        <w:rPr>
          <w:szCs w:val="24"/>
        </w:rPr>
        <w:t>236/1995 Sb., o platu a dalších náležitostech spojených s výkonem funkce představitelů státní moci a některých státních orgánů a soudců a poslanců Evropského parlamentu, ve znění</w:t>
      </w:r>
      <w:r w:rsidR="009579B5">
        <w:rPr>
          <w:szCs w:val="24"/>
        </w:rPr>
        <w:t xml:space="preserve"> </w:t>
      </w:r>
      <w:r w:rsidR="009579B5" w:rsidRPr="009579B5">
        <w:rPr>
          <w:szCs w:val="24"/>
        </w:rPr>
        <w:t>zákona č. 309/2002 Sb., zákona č. 425/2010 Sb., nálezu Ústavního soudu, vyhlášeného pod č. 181/2012 Sb., zákona č. 11/2013 Sb., nálezu Ústavního soudu, vyhlášeného pod č. 161/2014 Sb.</w:t>
      </w:r>
      <w:r w:rsidR="009579B5">
        <w:rPr>
          <w:szCs w:val="24"/>
        </w:rPr>
        <w:t>,</w:t>
      </w:r>
      <w:r w:rsidR="009579B5" w:rsidRPr="009579B5">
        <w:rPr>
          <w:szCs w:val="24"/>
        </w:rPr>
        <w:t xml:space="preserve"> zákona č. 359/2014 Sb.</w:t>
      </w:r>
      <w:r>
        <w:rPr>
          <w:szCs w:val="24"/>
        </w:rPr>
        <w:t>,</w:t>
      </w:r>
      <w:r w:rsidR="009579B5">
        <w:rPr>
          <w:szCs w:val="24"/>
        </w:rPr>
        <w:t xml:space="preserve"> zákona č. 316/2018 </w:t>
      </w:r>
      <w:r w:rsidR="009579B5" w:rsidRPr="002B1D02">
        <w:rPr>
          <w:szCs w:val="24"/>
        </w:rPr>
        <w:t>Sb. a zákona č. 277/2019 Sb.</w:t>
      </w:r>
      <w:r w:rsidRPr="002B1D02">
        <w:rPr>
          <w:szCs w:val="24"/>
        </w:rPr>
        <w:t xml:space="preserve"> se </w:t>
      </w:r>
      <w:r w:rsidR="00B24603">
        <w:rPr>
          <w:szCs w:val="24"/>
        </w:rPr>
        <w:t>doplňuje nový odstavec 5</w:t>
      </w:r>
      <w:r w:rsidRPr="002B1D02">
        <w:rPr>
          <w:szCs w:val="24"/>
        </w:rPr>
        <w:t>, kter</w:t>
      </w:r>
      <w:r w:rsidR="009579B5" w:rsidRPr="002B1D02">
        <w:rPr>
          <w:szCs w:val="24"/>
        </w:rPr>
        <w:t>ý</w:t>
      </w:r>
      <w:r w:rsidRPr="002B1D02">
        <w:rPr>
          <w:szCs w:val="24"/>
        </w:rPr>
        <w:t xml:space="preserve"> zní:</w:t>
      </w:r>
    </w:p>
    <w:p w14:paraId="4F7CF3DA" w14:textId="6297CC6A" w:rsidR="00C00BF4" w:rsidRPr="004F5CD1" w:rsidRDefault="00C00BF4" w:rsidP="00C00BF4">
      <w:pPr>
        <w:pStyle w:val="Textodstavce"/>
        <w:numPr>
          <w:ilvl w:val="0"/>
          <w:numId w:val="0"/>
        </w:numPr>
        <w:tabs>
          <w:tab w:val="left" w:pos="0"/>
        </w:tabs>
        <w:ind w:left="425"/>
        <w:rPr>
          <w:szCs w:val="24"/>
        </w:rPr>
      </w:pPr>
      <w:r>
        <w:rPr>
          <w:szCs w:val="24"/>
        </w:rPr>
        <w:t>„</w:t>
      </w:r>
      <w:r w:rsidR="00B24603">
        <w:rPr>
          <w:szCs w:val="24"/>
        </w:rPr>
        <w:t>(5</w:t>
      </w:r>
      <w:r>
        <w:rPr>
          <w:szCs w:val="24"/>
        </w:rPr>
        <w:t>)</w:t>
      </w:r>
      <w:r w:rsidRPr="00BF1E59">
        <w:t xml:space="preserve"> </w:t>
      </w:r>
      <w:r w:rsidR="009579B5">
        <w:t>Poslanci</w:t>
      </w:r>
      <w:r w:rsidR="009579B5" w:rsidRPr="009579B5">
        <w:t xml:space="preserve"> plat za druhé pololetí roku</w:t>
      </w:r>
      <w:r w:rsidR="009579B5">
        <w:t xml:space="preserve"> 2020</w:t>
      </w:r>
      <w:r w:rsidR="009579B5" w:rsidRPr="009579B5">
        <w:t xml:space="preserve"> nenáleží.</w:t>
      </w:r>
      <w:r w:rsidR="009579B5">
        <w:t>“</w:t>
      </w:r>
    </w:p>
    <w:p w14:paraId="06CD0F52" w14:textId="4E258151" w:rsidR="009714DD" w:rsidRPr="009714DD" w:rsidRDefault="009714DD" w:rsidP="009714DD">
      <w:pPr>
        <w:spacing w:before="120"/>
        <w:ind w:firstLine="709"/>
        <w:rPr>
          <w:szCs w:val="24"/>
        </w:rPr>
      </w:pPr>
    </w:p>
    <w:p w14:paraId="6DCAC647" w14:textId="77777777" w:rsidR="000F4169" w:rsidRDefault="000F4169" w:rsidP="000F4169"/>
    <w:p w14:paraId="174C60F3" w14:textId="3178ACC9" w:rsidR="009A5012" w:rsidRDefault="009579B5" w:rsidP="00743FE7">
      <w:pPr>
        <w:pStyle w:val="Textlnku"/>
        <w:spacing w:before="480" w:after="120"/>
        <w:ind w:firstLine="0"/>
        <w:jc w:val="center"/>
        <w:rPr>
          <w:szCs w:val="24"/>
        </w:rPr>
      </w:pPr>
      <w:r>
        <w:rPr>
          <w:szCs w:val="24"/>
        </w:rPr>
        <w:t xml:space="preserve">Čl. </w:t>
      </w:r>
      <w:r w:rsidR="00A26937">
        <w:rPr>
          <w:szCs w:val="24"/>
        </w:rPr>
        <w:t>II</w:t>
      </w:r>
    </w:p>
    <w:p w14:paraId="49EC3663" w14:textId="58EA455E" w:rsidR="00F73B7E" w:rsidRDefault="00F73B7E" w:rsidP="00F73B7E">
      <w:pPr>
        <w:pStyle w:val="Textlnku"/>
        <w:spacing w:after="120"/>
        <w:ind w:firstLine="0"/>
        <w:jc w:val="center"/>
        <w:rPr>
          <w:szCs w:val="24"/>
        </w:rPr>
      </w:pPr>
      <w:r>
        <w:rPr>
          <w:szCs w:val="24"/>
        </w:rPr>
        <w:t>Účinnost</w:t>
      </w:r>
    </w:p>
    <w:p w14:paraId="5B203474" w14:textId="57B37B4E" w:rsidR="0011422D" w:rsidRDefault="0011422D" w:rsidP="00F73B7E">
      <w:pPr>
        <w:spacing w:before="120"/>
        <w:ind w:firstLine="708"/>
        <w:rPr>
          <w:szCs w:val="24"/>
        </w:rPr>
      </w:pPr>
      <w:r w:rsidRPr="009A5012">
        <w:rPr>
          <w:szCs w:val="24"/>
        </w:rPr>
        <w:t xml:space="preserve">Tento zákon </w:t>
      </w:r>
      <w:r w:rsidRPr="002B1D02">
        <w:rPr>
          <w:szCs w:val="24"/>
        </w:rPr>
        <w:t>nabývá účinnosti</w:t>
      </w:r>
      <w:r w:rsidR="000A4172">
        <w:rPr>
          <w:szCs w:val="24"/>
        </w:rPr>
        <w:t xml:space="preserve"> dnem</w:t>
      </w:r>
      <w:r w:rsidRPr="002B1D02">
        <w:rPr>
          <w:szCs w:val="24"/>
        </w:rPr>
        <w:t xml:space="preserve"> </w:t>
      </w:r>
      <w:r w:rsidR="000A4172">
        <w:rPr>
          <w:szCs w:val="24"/>
        </w:rPr>
        <w:t>1. 7. 2020</w:t>
      </w:r>
      <w:r w:rsidRPr="002B1D02">
        <w:rPr>
          <w:szCs w:val="24"/>
        </w:rPr>
        <w:t>.</w:t>
      </w:r>
    </w:p>
    <w:p w14:paraId="7D893FAC" w14:textId="77777777" w:rsidR="00785BF2" w:rsidRPr="007A3966" w:rsidRDefault="00785BF2" w:rsidP="00785BF2">
      <w:pPr>
        <w:pageBreakBefore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 w:rsidRPr="00BE4365">
        <w:rPr>
          <w:b/>
          <w:bCs/>
          <w:color w:val="000000"/>
          <w:sz w:val="28"/>
          <w:szCs w:val="28"/>
        </w:rPr>
        <w:lastRenderedPageBreak/>
        <w:t>DŮVODOVÁ ZPRÁVA</w:t>
      </w:r>
    </w:p>
    <w:p w14:paraId="155C9B27" w14:textId="77777777" w:rsidR="00785BF2" w:rsidRPr="00BE4365" w:rsidRDefault="00785BF2" w:rsidP="00785BF2">
      <w:pPr>
        <w:autoSpaceDE w:val="0"/>
        <w:autoSpaceDN w:val="0"/>
        <w:adjustRightInd w:val="0"/>
        <w:spacing w:before="120"/>
        <w:jc w:val="center"/>
        <w:rPr>
          <w:color w:val="000000"/>
          <w:sz w:val="32"/>
          <w:szCs w:val="32"/>
        </w:rPr>
      </w:pPr>
    </w:p>
    <w:p w14:paraId="1CB8EFC7" w14:textId="77777777" w:rsidR="00785BF2" w:rsidRPr="00E2473D" w:rsidRDefault="00785BF2" w:rsidP="00785BF2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160" w:line="259" w:lineRule="auto"/>
        <w:ind w:left="426" w:hanging="426"/>
        <w:jc w:val="left"/>
        <w:rPr>
          <w:color w:val="000000"/>
          <w:szCs w:val="24"/>
        </w:rPr>
      </w:pPr>
      <w:r w:rsidRPr="00E2473D">
        <w:rPr>
          <w:b/>
          <w:bCs/>
          <w:color w:val="000000"/>
          <w:szCs w:val="24"/>
        </w:rPr>
        <w:t>Obecná část</w:t>
      </w:r>
    </w:p>
    <w:p w14:paraId="7DD35924" w14:textId="77777777" w:rsidR="00785BF2" w:rsidRPr="00E2473D" w:rsidRDefault="00785BF2" w:rsidP="00785BF2">
      <w:pPr>
        <w:pStyle w:val="Odstavecseseznamem"/>
        <w:autoSpaceDE w:val="0"/>
        <w:autoSpaceDN w:val="0"/>
        <w:adjustRightInd w:val="0"/>
        <w:spacing w:before="120"/>
        <w:ind w:left="426"/>
        <w:rPr>
          <w:color w:val="000000"/>
          <w:sz w:val="28"/>
          <w:szCs w:val="24"/>
        </w:rPr>
      </w:pPr>
    </w:p>
    <w:p w14:paraId="300FAE98" w14:textId="77777777" w:rsidR="00785BF2" w:rsidRDefault="00785BF2" w:rsidP="007D24F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425" w:hanging="425"/>
        <w:contextualSpacing w:val="0"/>
        <w:rPr>
          <w:b/>
          <w:bCs/>
          <w:color w:val="000000"/>
          <w:szCs w:val="24"/>
        </w:rPr>
      </w:pPr>
      <w:r w:rsidRPr="006D6E13">
        <w:rPr>
          <w:b/>
          <w:bCs/>
          <w:color w:val="000000"/>
          <w:szCs w:val="24"/>
        </w:rPr>
        <w:t>Zhodnocení platného právního stavu, hlavní principy navrhované právní úpravy a nezbytnost navrhované právní úpravy</w:t>
      </w:r>
    </w:p>
    <w:p w14:paraId="64A9C213" w14:textId="77777777" w:rsidR="007D24FB" w:rsidRDefault="007D24FB" w:rsidP="007D24FB">
      <w:pPr>
        <w:pStyle w:val="Odstavecseseznamem"/>
        <w:autoSpaceDE w:val="0"/>
        <w:autoSpaceDN w:val="0"/>
        <w:adjustRightInd w:val="0"/>
        <w:ind w:left="425"/>
        <w:contextualSpacing w:val="0"/>
        <w:rPr>
          <w:b/>
          <w:bCs/>
          <w:color w:val="000000"/>
          <w:szCs w:val="24"/>
        </w:rPr>
      </w:pPr>
    </w:p>
    <w:p w14:paraId="57676E1E" w14:textId="60AB233E" w:rsidR="007D24FB" w:rsidRDefault="00AD2184" w:rsidP="00AD2184">
      <w:pPr>
        <w:pStyle w:val="Odstavecseseznamem"/>
        <w:autoSpaceDE w:val="0"/>
        <w:autoSpaceDN w:val="0"/>
        <w:adjustRightInd w:val="0"/>
        <w:spacing w:after="180"/>
        <w:ind w:left="425"/>
        <w:contextualSpacing w:val="0"/>
        <w:rPr>
          <w:szCs w:val="24"/>
        </w:rPr>
      </w:pPr>
      <w:r>
        <w:rPr>
          <w:szCs w:val="24"/>
        </w:rPr>
        <w:t xml:space="preserve">V souvislosti s výskytem pandemie viru COVID-19 na území České republiky dochází k významnému utlumení ekonomiky majícímu negativní dopad na podstatnou část obyvatelstva, a to zejména v důsledku omezení či ztráty jejich příjmů ze zaměstnání či podnikatelské činnosti. S tím souvisí i razantní navýšení výdajů státu. </w:t>
      </w:r>
      <w:r w:rsidRPr="00AD2184">
        <w:rPr>
          <w:szCs w:val="24"/>
        </w:rPr>
        <w:t xml:space="preserve">Současně </w:t>
      </w:r>
      <w:r>
        <w:rPr>
          <w:szCs w:val="24"/>
        </w:rPr>
        <w:t>došlo k</w:t>
      </w:r>
      <w:r w:rsidR="00483A3A">
        <w:rPr>
          <w:szCs w:val="24"/>
        </w:rPr>
        <w:t> </w:t>
      </w:r>
      <w:r w:rsidRPr="00AD2184">
        <w:rPr>
          <w:szCs w:val="24"/>
        </w:rPr>
        <w:t>podstatnému omezení činnosti obou komor Parlamentu</w:t>
      </w:r>
      <w:r w:rsidR="007D24FB" w:rsidRPr="00AD2184">
        <w:rPr>
          <w:szCs w:val="24"/>
        </w:rPr>
        <w:t>.</w:t>
      </w:r>
    </w:p>
    <w:p w14:paraId="4C5B218E" w14:textId="77777777" w:rsidR="009815B6" w:rsidRDefault="00AD2184" w:rsidP="00AD2184">
      <w:pPr>
        <w:pStyle w:val="Odstavecseseznamem"/>
        <w:autoSpaceDE w:val="0"/>
        <w:autoSpaceDN w:val="0"/>
        <w:adjustRightInd w:val="0"/>
        <w:spacing w:after="180"/>
        <w:ind w:left="425"/>
        <w:contextualSpacing w:val="0"/>
        <w:rPr>
          <w:szCs w:val="24"/>
        </w:rPr>
      </w:pPr>
      <w:r>
        <w:rPr>
          <w:szCs w:val="24"/>
        </w:rPr>
        <w:t>Za uvedené situace se jeví jako nezbytné hledat možnosti omezení výdajů ze státního rozpočtu a současně vyjádř</w:t>
      </w:r>
      <w:r w:rsidR="00816172">
        <w:rPr>
          <w:szCs w:val="24"/>
        </w:rPr>
        <w:t>it</w:t>
      </w:r>
      <w:r>
        <w:rPr>
          <w:szCs w:val="24"/>
        </w:rPr>
        <w:t xml:space="preserve"> solidaritu všem </w:t>
      </w:r>
      <w:r w:rsidR="00816172">
        <w:rPr>
          <w:szCs w:val="24"/>
        </w:rPr>
        <w:t>negativně dotčeným osobám</w:t>
      </w:r>
      <w:r w:rsidR="005E08DE">
        <w:rPr>
          <w:szCs w:val="24"/>
        </w:rPr>
        <w:t xml:space="preserve">, a to i ze strany představitelů státu, jakožto osob, na jejichž příjmy nemá současná pandemie bezprostřední negativní dopad. </w:t>
      </w:r>
    </w:p>
    <w:p w14:paraId="77764D95" w14:textId="61063098" w:rsidR="00AD2184" w:rsidRPr="00895506" w:rsidRDefault="00895506" w:rsidP="00895506">
      <w:pPr>
        <w:pStyle w:val="Odstavecseseznamem"/>
        <w:autoSpaceDE w:val="0"/>
        <w:autoSpaceDN w:val="0"/>
        <w:adjustRightInd w:val="0"/>
        <w:spacing w:after="180"/>
        <w:ind w:left="425"/>
        <w:contextualSpacing w:val="0"/>
        <w:jc w:val="left"/>
        <w:rPr>
          <w:iCs/>
          <w:szCs w:val="24"/>
        </w:rPr>
      </w:pPr>
      <w:r w:rsidRPr="00895506">
        <w:rPr>
          <w:iCs/>
          <w:szCs w:val="24"/>
        </w:rPr>
        <w:t>V krizi, která nás čeká</w:t>
      </w:r>
      <w:r>
        <w:rPr>
          <w:iCs/>
          <w:szCs w:val="24"/>
        </w:rPr>
        <w:t>,</w:t>
      </w:r>
      <w:r w:rsidRPr="00895506">
        <w:rPr>
          <w:iCs/>
          <w:szCs w:val="24"/>
        </w:rPr>
        <w:t xml:space="preserve"> by měli jít poslanci příkladem.</w:t>
      </w:r>
      <w:r>
        <w:rPr>
          <w:iCs/>
          <w:szCs w:val="24"/>
        </w:rPr>
        <w:br/>
        <w:t xml:space="preserve">Na místě je jak zrušení Senátu a zbytečných částí státu, tak i přechod do stavu, kdy poslanci jsou zástupci lidu, zasedají jednou za měsíc v Praze a jinak se věnují občanskému povolání. Koneckonců v březnu 2020 tomu tak </w:t>
      </w:r>
      <w:proofErr w:type="gramStart"/>
      <w:r>
        <w:rPr>
          <w:iCs/>
          <w:szCs w:val="24"/>
        </w:rPr>
        <w:t>bylo</w:t>
      </w:r>
      <w:proofErr w:type="gramEnd"/>
      <w:r>
        <w:rPr>
          <w:iCs/>
          <w:szCs w:val="24"/>
        </w:rPr>
        <w:t>.</w:t>
      </w:r>
      <w:r>
        <w:rPr>
          <w:iCs/>
          <w:szCs w:val="24"/>
        </w:rPr>
        <w:br/>
        <w:t xml:space="preserve">Tomu </w:t>
      </w:r>
      <w:proofErr w:type="gramStart"/>
      <w:r>
        <w:rPr>
          <w:iCs/>
          <w:szCs w:val="24"/>
        </w:rPr>
        <w:t>odpovídá</w:t>
      </w:r>
      <w:proofErr w:type="gramEnd"/>
      <w:r>
        <w:rPr>
          <w:iCs/>
          <w:szCs w:val="24"/>
        </w:rPr>
        <w:t xml:space="preserve"> odejmutí platu a ponechání náhrad (na dopravu, na ubytování v Praze atd.).</w:t>
      </w:r>
    </w:p>
    <w:p w14:paraId="35F85BA0" w14:textId="77777777" w:rsidR="00785BF2" w:rsidRPr="00AC7ACA" w:rsidRDefault="00785BF2" w:rsidP="007D24FB">
      <w:pPr>
        <w:pStyle w:val="Odstavecseseznamem"/>
        <w:autoSpaceDE w:val="0"/>
        <w:autoSpaceDN w:val="0"/>
        <w:adjustRightInd w:val="0"/>
        <w:ind w:left="425"/>
        <w:contextualSpacing w:val="0"/>
        <w:rPr>
          <w:szCs w:val="24"/>
        </w:rPr>
      </w:pPr>
    </w:p>
    <w:p w14:paraId="13DFE417" w14:textId="77777777" w:rsidR="00785BF2" w:rsidRPr="006D6E13" w:rsidRDefault="00785BF2" w:rsidP="007D24F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425" w:hanging="425"/>
        <w:contextualSpacing w:val="0"/>
        <w:rPr>
          <w:color w:val="000000"/>
          <w:szCs w:val="24"/>
        </w:rPr>
      </w:pPr>
      <w:r w:rsidRPr="006D6E13">
        <w:rPr>
          <w:b/>
          <w:bCs/>
          <w:color w:val="000000"/>
          <w:szCs w:val="24"/>
        </w:rPr>
        <w:t>Zhodnocení souladu navrhované právní úpravy s ústavním pořádkem České republiky</w:t>
      </w:r>
      <w:r>
        <w:rPr>
          <w:b/>
          <w:bCs/>
          <w:color w:val="000000"/>
          <w:szCs w:val="24"/>
        </w:rPr>
        <w:t>,</w:t>
      </w:r>
      <w:r w:rsidRPr="006D6E13">
        <w:rPr>
          <w:b/>
          <w:bCs/>
          <w:color w:val="000000"/>
          <w:szCs w:val="24"/>
        </w:rPr>
        <w:t xml:space="preserve"> s mezinárodními smlouvami podle čl. 10 Ústavy České republiky</w:t>
      </w:r>
      <w:r>
        <w:rPr>
          <w:b/>
          <w:bCs/>
          <w:color w:val="000000"/>
          <w:szCs w:val="24"/>
        </w:rPr>
        <w:t xml:space="preserve"> a s právem Evropské unie</w:t>
      </w:r>
      <w:r w:rsidRPr="006D6E13">
        <w:rPr>
          <w:b/>
          <w:bCs/>
          <w:color w:val="000000"/>
          <w:szCs w:val="24"/>
        </w:rPr>
        <w:t xml:space="preserve"> </w:t>
      </w:r>
    </w:p>
    <w:p w14:paraId="0F3E0D77" w14:textId="77777777" w:rsidR="00785BF2" w:rsidRDefault="00785BF2" w:rsidP="00785BF2">
      <w:pPr>
        <w:pStyle w:val="Odstavecseseznamem"/>
        <w:autoSpaceDE w:val="0"/>
        <w:autoSpaceDN w:val="0"/>
        <w:adjustRightInd w:val="0"/>
        <w:spacing w:before="120"/>
        <w:ind w:left="426"/>
        <w:contextualSpacing w:val="0"/>
        <w:rPr>
          <w:szCs w:val="24"/>
        </w:rPr>
      </w:pPr>
      <w:r w:rsidRPr="00556157">
        <w:rPr>
          <w:szCs w:val="24"/>
        </w:rPr>
        <w:t>Návrh je v souladu s ústavním pořádkem České republiky</w:t>
      </w:r>
      <w:r w:rsidR="00D12871">
        <w:rPr>
          <w:szCs w:val="24"/>
        </w:rPr>
        <w:t xml:space="preserve">, </w:t>
      </w:r>
      <w:r>
        <w:rPr>
          <w:szCs w:val="24"/>
        </w:rPr>
        <w:t>mezinárodními smlouvami</w:t>
      </w:r>
      <w:r w:rsidR="009666D0">
        <w:rPr>
          <w:szCs w:val="24"/>
        </w:rPr>
        <w:t xml:space="preserve"> i </w:t>
      </w:r>
      <w:r w:rsidR="007D24FB">
        <w:rPr>
          <w:szCs w:val="24"/>
        </w:rPr>
        <w:t>právem Evropské unie</w:t>
      </w:r>
      <w:r w:rsidR="00D12871">
        <w:rPr>
          <w:szCs w:val="24"/>
        </w:rPr>
        <w:t xml:space="preserve"> (n</w:t>
      </w:r>
      <w:r w:rsidR="00D12871" w:rsidRPr="00D12871">
        <w:rPr>
          <w:szCs w:val="24"/>
        </w:rPr>
        <w:t>a právní úpravu obsaženou v předloženém návrhu se právní předpisy Evropské unie nevztahují</w:t>
      </w:r>
      <w:r w:rsidR="00D12871">
        <w:rPr>
          <w:szCs w:val="24"/>
        </w:rPr>
        <w:t>)</w:t>
      </w:r>
      <w:r w:rsidRPr="00556157">
        <w:rPr>
          <w:szCs w:val="24"/>
        </w:rPr>
        <w:t>.</w:t>
      </w:r>
    </w:p>
    <w:p w14:paraId="5A97502B" w14:textId="77777777" w:rsidR="009666D0" w:rsidRDefault="009666D0" w:rsidP="00785BF2">
      <w:pPr>
        <w:pStyle w:val="Odstavecseseznamem"/>
        <w:autoSpaceDE w:val="0"/>
        <w:autoSpaceDN w:val="0"/>
        <w:adjustRightInd w:val="0"/>
        <w:spacing w:before="120"/>
        <w:ind w:left="426"/>
        <w:contextualSpacing w:val="0"/>
        <w:rPr>
          <w:szCs w:val="24"/>
        </w:rPr>
      </w:pPr>
    </w:p>
    <w:p w14:paraId="79EB5576" w14:textId="77777777" w:rsidR="00785BF2" w:rsidRPr="00E2473D" w:rsidRDefault="00785BF2" w:rsidP="007D24F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/>
        <w:ind w:left="425" w:hanging="425"/>
        <w:contextualSpacing w:val="0"/>
        <w:rPr>
          <w:color w:val="000000"/>
          <w:szCs w:val="24"/>
        </w:rPr>
      </w:pPr>
      <w:r w:rsidRPr="00312832">
        <w:rPr>
          <w:b/>
          <w:bCs/>
          <w:color w:val="000000"/>
          <w:szCs w:val="24"/>
        </w:rPr>
        <w:t>Předpokládaný hospodářský a finanční dosah navrhované právní úpravy na státní roz</w:t>
      </w:r>
      <w:r>
        <w:rPr>
          <w:b/>
          <w:bCs/>
          <w:color w:val="000000"/>
          <w:szCs w:val="24"/>
        </w:rPr>
        <w:t>počet, na rozpočty krajů a obcí</w:t>
      </w:r>
    </w:p>
    <w:p w14:paraId="543A99E2" w14:textId="00F0759B" w:rsidR="00785BF2" w:rsidRPr="00B07E9F" w:rsidRDefault="00416ECE" w:rsidP="007D24FB">
      <w:pPr>
        <w:pStyle w:val="Textpoznpodarou"/>
        <w:spacing w:after="360"/>
        <w:ind w:firstLine="0"/>
        <w:rPr>
          <w:sz w:val="24"/>
          <w:szCs w:val="24"/>
        </w:rPr>
      </w:pPr>
      <w:r>
        <w:rPr>
          <w:sz w:val="24"/>
          <w:szCs w:val="24"/>
        </w:rPr>
        <w:t>Předkládaný návrh</w:t>
      </w:r>
      <w:r w:rsidR="002433A1">
        <w:rPr>
          <w:sz w:val="24"/>
          <w:szCs w:val="24"/>
        </w:rPr>
        <w:t xml:space="preserve"> bude mít pozitivní vliv na státní rozpočet v důsledku úspory podstatné části nákladů na odměňování celkem 281 poslanců a senátorů, a to v řádu desítek milionů Kč</w:t>
      </w:r>
      <w:r w:rsidR="00785BF2" w:rsidRPr="00B07E9F">
        <w:rPr>
          <w:sz w:val="24"/>
          <w:szCs w:val="24"/>
        </w:rPr>
        <w:t xml:space="preserve">. </w:t>
      </w:r>
      <w:r w:rsidR="004D3B27">
        <w:rPr>
          <w:sz w:val="24"/>
          <w:szCs w:val="24"/>
        </w:rPr>
        <w:t>Na rozpočet krajů a obcí nebude mít návrh žádný vliv.</w:t>
      </w:r>
      <w:bookmarkStart w:id="0" w:name="_GoBack"/>
      <w:bookmarkEnd w:id="0"/>
    </w:p>
    <w:p w14:paraId="672E636B" w14:textId="77777777" w:rsidR="00785BF2" w:rsidRPr="00E2473D" w:rsidRDefault="00785BF2" w:rsidP="007D24FB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240" w:line="259" w:lineRule="auto"/>
        <w:ind w:left="425" w:hanging="425"/>
        <w:contextualSpacing w:val="0"/>
        <w:jc w:val="left"/>
        <w:rPr>
          <w:b/>
        </w:rPr>
      </w:pPr>
      <w:r w:rsidRPr="00E2473D">
        <w:rPr>
          <w:b/>
        </w:rPr>
        <w:t>Zvláštní část</w:t>
      </w:r>
    </w:p>
    <w:p w14:paraId="79A8E46C" w14:textId="77777777" w:rsidR="00785BF2" w:rsidRPr="00E2473D" w:rsidRDefault="00785BF2" w:rsidP="00785BF2">
      <w:pPr>
        <w:pStyle w:val="Zkladntext"/>
        <w:rPr>
          <w:b/>
        </w:rPr>
      </w:pPr>
      <w:r w:rsidRPr="00E2473D">
        <w:rPr>
          <w:b/>
        </w:rPr>
        <w:t>Čl. I</w:t>
      </w:r>
    </w:p>
    <w:p w14:paraId="568D25C9" w14:textId="4E40A601" w:rsidR="005E08DE" w:rsidRDefault="00D12871" w:rsidP="00785BF2">
      <w:pPr>
        <w:pStyle w:val="Zkladntext"/>
      </w:pPr>
      <w:r>
        <w:t xml:space="preserve">Z důvodů popsaných v obecné části výše </w:t>
      </w:r>
      <w:r w:rsidR="004916BC">
        <w:t>se</w:t>
      </w:r>
      <w:r>
        <w:t xml:space="preserve"> </w:t>
      </w:r>
      <w:r w:rsidR="009666D0">
        <w:t>dopl</w:t>
      </w:r>
      <w:r w:rsidR="004916BC">
        <w:t>ňuje</w:t>
      </w:r>
      <w:r w:rsidR="005E08DE">
        <w:t xml:space="preserve"> dočasná výjimka</w:t>
      </w:r>
      <w:r w:rsidR="004916BC">
        <w:t xml:space="preserve"> </w:t>
      </w:r>
      <w:r w:rsidR="005E08DE">
        <w:t>týkající se</w:t>
      </w:r>
      <w:r w:rsidR="005E08DE">
        <w:rPr>
          <w:szCs w:val="24"/>
        </w:rPr>
        <w:t xml:space="preserve"> poslanců a senátorů obou komor Parlamentu, kteří </w:t>
      </w:r>
      <w:r w:rsidR="009815B6">
        <w:rPr>
          <w:szCs w:val="24"/>
        </w:rPr>
        <w:t>by</w:t>
      </w:r>
      <w:r w:rsidR="005E08DE">
        <w:rPr>
          <w:szCs w:val="24"/>
        </w:rPr>
        <w:t xml:space="preserve"> </w:t>
      </w:r>
      <w:r w:rsidR="009815B6">
        <w:rPr>
          <w:szCs w:val="24"/>
        </w:rPr>
        <w:t>s ohledem na očekáváné dopady</w:t>
      </w:r>
      <w:r w:rsidR="005E08DE">
        <w:rPr>
          <w:szCs w:val="24"/>
        </w:rPr>
        <w:t xml:space="preserve"> pandemie viru COVID-19 (tj. v druhé polovině roku 2020) neměli pobírat základní plat. Toto omezení se týká pouze základního platu, ostatní plnění poskytovaná dle platné právní úpravy poslancům </w:t>
      </w:r>
      <w:r w:rsidR="005E08DE">
        <w:rPr>
          <w:szCs w:val="24"/>
        </w:rPr>
        <w:lastRenderedPageBreak/>
        <w:t>v souvislosti s výkonem jejich funkce tím nejsou dotčena (</w:t>
      </w:r>
      <w:r w:rsidR="00483A3A">
        <w:rPr>
          <w:szCs w:val="24"/>
        </w:rPr>
        <w:t>tj. zejména veškeré</w:t>
      </w:r>
      <w:r w:rsidR="005E08DE">
        <w:rPr>
          <w:szCs w:val="24"/>
        </w:rPr>
        <w:t xml:space="preserve"> náhrady výdajů</w:t>
      </w:r>
      <w:r w:rsidR="00483A3A">
        <w:rPr>
          <w:szCs w:val="24"/>
        </w:rPr>
        <w:t xml:space="preserve"> a veškerá </w:t>
      </w:r>
      <w:r w:rsidR="005E08DE">
        <w:rPr>
          <w:szCs w:val="24"/>
        </w:rPr>
        <w:t>naturální plnění).</w:t>
      </w:r>
    </w:p>
    <w:p w14:paraId="1A420137" w14:textId="77777777" w:rsidR="00785BF2" w:rsidRDefault="00785BF2" w:rsidP="007D75E5">
      <w:pPr>
        <w:pStyle w:val="Zkladntext"/>
        <w:spacing w:after="0"/>
      </w:pPr>
    </w:p>
    <w:p w14:paraId="28FD3859" w14:textId="77777777" w:rsidR="00785BF2" w:rsidRDefault="00785BF2" w:rsidP="00785BF2">
      <w:pPr>
        <w:pStyle w:val="Zkladntext"/>
      </w:pPr>
    </w:p>
    <w:p w14:paraId="15677824" w14:textId="77777777" w:rsidR="00785BF2" w:rsidRDefault="00785BF2" w:rsidP="00785BF2">
      <w:pPr>
        <w:pStyle w:val="Zkladntext"/>
      </w:pPr>
    </w:p>
    <w:p w14:paraId="3D78AD55" w14:textId="1747280B" w:rsidR="00785BF2" w:rsidRPr="00D815AD" w:rsidRDefault="00785BF2" w:rsidP="00785BF2">
      <w:pPr>
        <w:pStyle w:val="Normlnweb"/>
      </w:pPr>
      <w:r w:rsidRPr="00D815AD">
        <w:t xml:space="preserve">V Praze dne </w:t>
      </w:r>
      <w:r w:rsidR="000A4172">
        <w:rPr>
          <w:color w:val="000000"/>
        </w:rPr>
        <w:t>6</w:t>
      </w:r>
      <w:r w:rsidR="00895506">
        <w:rPr>
          <w:color w:val="000000"/>
        </w:rPr>
        <w:t>. dubna</w:t>
      </w:r>
      <w:r>
        <w:rPr>
          <w:color w:val="000000"/>
        </w:rPr>
        <w:t xml:space="preserve"> </w:t>
      </w:r>
      <w:r w:rsidRPr="00D815AD">
        <w:t>20</w:t>
      </w:r>
      <w:r w:rsidR="00651112">
        <w:t>20</w:t>
      </w:r>
    </w:p>
    <w:p w14:paraId="599E6ED1" w14:textId="77777777" w:rsidR="00785BF2" w:rsidRPr="00D815AD" w:rsidRDefault="00785BF2" w:rsidP="00785BF2">
      <w:pPr>
        <w:pStyle w:val="Zkladntext"/>
      </w:pPr>
    </w:p>
    <w:p w14:paraId="2E0E3912" w14:textId="77777777" w:rsidR="00785BF2" w:rsidRPr="00D815AD" w:rsidRDefault="00785BF2" w:rsidP="00785BF2">
      <w:pPr>
        <w:pStyle w:val="Zkladntext"/>
      </w:pPr>
    </w:p>
    <w:p w14:paraId="72B025A7" w14:textId="77777777" w:rsidR="00785BF2" w:rsidRPr="00D815AD" w:rsidRDefault="00785BF2" w:rsidP="00785BF2">
      <w:pPr>
        <w:pStyle w:val="Zkladntext"/>
      </w:pPr>
    </w:p>
    <w:p w14:paraId="6AA167C2" w14:textId="77777777" w:rsidR="00785BF2" w:rsidRPr="00D815AD" w:rsidRDefault="00785BF2" w:rsidP="00785BF2">
      <w:pPr>
        <w:pStyle w:val="Zkladntext"/>
        <w:rPr>
          <w:b/>
        </w:rPr>
      </w:pPr>
      <w:r w:rsidRPr="00D815AD">
        <w:rPr>
          <w:b/>
        </w:rPr>
        <w:t>Předkladatelé:</w:t>
      </w:r>
    </w:p>
    <w:p w14:paraId="4D16737D" w14:textId="77777777" w:rsidR="00785BF2" w:rsidRPr="00D815AD" w:rsidRDefault="00785BF2" w:rsidP="00785BF2">
      <w:pPr>
        <w:pStyle w:val="Zkladntext"/>
      </w:pPr>
      <w:r w:rsidRPr="00895506">
        <w:t>Mgr. Václav Klaus v.r.</w:t>
      </w:r>
    </w:p>
    <w:p w14:paraId="0CB06F5D" w14:textId="77777777" w:rsidR="00A50664" w:rsidRPr="008104A4" w:rsidRDefault="00A50664" w:rsidP="00A50664">
      <w:pPr>
        <w:pStyle w:val="Normlnweb"/>
        <w:rPr>
          <w:sz w:val="27"/>
          <w:szCs w:val="27"/>
        </w:rPr>
      </w:pPr>
    </w:p>
    <w:p w14:paraId="67AD047F" w14:textId="77777777" w:rsidR="00A50664" w:rsidRDefault="00A50664" w:rsidP="00F30A2A">
      <w:pPr>
        <w:pStyle w:val="Normlnweb"/>
        <w:rPr>
          <w:color w:val="000000"/>
          <w:sz w:val="27"/>
          <w:szCs w:val="27"/>
        </w:rPr>
      </w:pPr>
    </w:p>
    <w:p w14:paraId="73926170" w14:textId="77777777" w:rsidR="000B6080" w:rsidRPr="00F30A2A" w:rsidRDefault="000B6080" w:rsidP="00F30A2A">
      <w:pPr>
        <w:pStyle w:val="Zkladntext"/>
        <w:rPr>
          <w:b/>
        </w:rPr>
      </w:pPr>
    </w:p>
    <w:sectPr w:rsidR="000B6080" w:rsidRPr="00F30A2A" w:rsidSect="007D75E5">
      <w:headerReference w:type="even" r:id="rId10"/>
      <w:headerReference w:type="default" r:id="rId11"/>
      <w:footerReference w:type="default" r:id="rId12"/>
      <w:pgSz w:w="11906" w:h="16838"/>
      <w:pgMar w:top="1417" w:right="1417" w:bottom="1560" w:left="1417" w:header="708" w:footer="708" w:gutter="0"/>
      <w:cols w:space="708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9">
      <wne:acd wne:acdName="acd0"/>
    </wne:keymap>
  </wne:keymaps>
  <wne:toolbars>
    <wne:acdManifest>
      <wne:acdEntry wne:acdName="acd0"/>
    </wne:acdManifest>
  </wne:toolbars>
  <wne:acds>
    <wne:acd wne:argValue="AQAAAEIA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BA935" w14:textId="77777777" w:rsidR="003B698E" w:rsidRDefault="003B698E">
      <w:r>
        <w:separator/>
      </w:r>
    </w:p>
  </w:endnote>
  <w:endnote w:type="continuationSeparator" w:id="0">
    <w:p w14:paraId="1A704B73" w14:textId="77777777" w:rsidR="003B698E" w:rsidRDefault="003B6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56949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BC1055" w14:textId="77777777" w:rsidR="007D75E5" w:rsidRDefault="007D75E5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3B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701C9" w14:textId="77777777" w:rsidR="003B698E" w:rsidRDefault="003B698E">
      <w:r>
        <w:separator/>
      </w:r>
    </w:p>
  </w:footnote>
  <w:footnote w:type="continuationSeparator" w:id="0">
    <w:p w14:paraId="12ECFD6C" w14:textId="77777777" w:rsidR="003B698E" w:rsidRDefault="003B6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6C8FB" w14:textId="77777777" w:rsidR="00237338" w:rsidRDefault="006E0CC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3733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C90E64" w14:textId="77777777" w:rsidR="00237338" w:rsidRDefault="0023733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F82DB" w14:textId="77777777" w:rsidR="00237338" w:rsidRDefault="00237338">
    <w:pPr>
      <w:pStyle w:val="Zhlav"/>
      <w:framePr w:wrap="around" w:vAnchor="text" w:hAnchor="margin" w:xAlign="center" w:y="1"/>
      <w:rPr>
        <w:rStyle w:val="slostrnky"/>
      </w:rPr>
    </w:pPr>
  </w:p>
  <w:p w14:paraId="421BF9B4" w14:textId="77777777" w:rsidR="00237338" w:rsidRDefault="0023733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FCAE02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>
    <w:nsid w:val="118973EA"/>
    <w:multiLevelType w:val="hybridMultilevel"/>
    <w:tmpl w:val="2C3676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5">
    <w:nsid w:val="297529FF"/>
    <w:multiLevelType w:val="hybridMultilevel"/>
    <w:tmpl w:val="53FEA038"/>
    <w:lvl w:ilvl="0" w:tplc="128E263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7">
    <w:nsid w:val="46BC5F43"/>
    <w:multiLevelType w:val="hybridMultilevel"/>
    <w:tmpl w:val="4588D8A6"/>
    <w:lvl w:ilvl="0" w:tplc="F0462CA6">
      <w:start w:val="1"/>
      <w:numFmt w:val="decimal"/>
      <w:lvlText w:val="%1."/>
      <w:lvlJc w:val="left"/>
      <w:pPr>
        <w:ind w:left="35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5"/>
  </w:num>
  <w:num w:numId="10">
    <w:abstractNumId w:val="8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Verze_sablony" w:val="2.1"/>
  </w:docVars>
  <w:rsids>
    <w:rsidRoot w:val="00237338"/>
    <w:rsid w:val="00000302"/>
    <w:rsid w:val="00000C14"/>
    <w:rsid w:val="00001DA3"/>
    <w:rsid w:val="00003618"/>
    <w:rsid w:val="00011911"/>
    <w:rsid w:val="00011FB7"/>
    <w:rsid w:val="00013E2F"/>
    <w:rsid w:val="0001522B"/>
    <w:rsid w:val="0001529C"/>
    <w:rsid w:val="00016F5A"/>
    <w:rsid w:val="000171C3"/>
    <w:rsid w:val="00020DD2"/>
    <w:rsid w:val="000245D6"/>
    <w:rsid w:val="00025ED2"/>
    <w:rsid w:val="00032BFA"/>
    <w:rsid w:val="00033F45"/>
    <w:rsid w:val="00035E33"/>
    <w:rsid w:val="00041DC7"/>
    <w:rsid w:val="00050CD5"/>
    <w:rsid w:val="00051FE7"/>
    <w:rsid w:val="00054348"/>
    <w:rsid w:val="00061D5C"/>
    <w:rsid w:val="000621CB"/>
    <w:rsid w:val="00063367"/>
    <w:rsid w:val="000634B8"/>
    <w:rsid w:val="000710FF"/>
    <w:rsid w:val="00072739"/>
    <w:rsid w:val="00075DB9"/>
    <w:rsid w:val="000822B8"/>
    <w:rsid w:val="00083B59"/>
    <w:rsid w:val="00085053"/>
    <w:rsid w:val="00085BC5"/>
    <w:rsid w:val="00086786"/>
    <w:rsid w:val="00090012"/>
    <w:rsid w:val="000931CD"/>
    <w:rsid w:val="00094FF3"/>
    <w:rsid w:val="0009502B"/>
    <w:rsid w:val="00095B3B"/>
    <w:rsid w:val="000A20B6"/>
    <w:rsid w:val="000A4172"/>
    <w:rsid w:val="000A57A9"/>
    <w:rsid w:val="000A60B9"/>
    <w:rsid w:val="000A679D"/>
    <w:rsid w:val="000A6DC0"/>
    <w:rsid w:val="000A6F2C"/>
    <w:rsid w:val="000A774F"/>
    <w:rsid w:val="000A7909"/>
    <w:rsid w:val="000B541D"/>
    <w:rsid w:val="000B5CE2"/>
    <w:rsid w:val="000B6080"/>
    <w:rsid w:val="000B6180"/>
    <w:rsid w:val="000B6D30"/>
    <w:rsid w:val="000B7B7C"/>
    <w:rsid w:val="000C24AC"/>
    <w:rsid w:val="000D08CB"/>
    <w:rsid w:val="000D0A39"/>
    <w:rsid w:val="000D2345"/>
    <w:rsid w:val="000D42BE"/>
    <w:rsid w:val="000D45B7"/>
    <w:rsid w:val="000E01AE"/>
    <w:rsid w:val="000E0DA2"/>
    <w:rsid w:val="000E334F"/>
    <w:rsid w:val="000E3CC4"/>
    <w:rsid w:val="000E40AD"/>
    <w:rsid w:val="000E4154"/>
    <w:rsid w:val="000E42EE"/>
    <w:rsid w:val="000F4169"/>
    <w:rsid w:val="001023B3"/>
    <w:rsid w:val="001036B3"/>
    <w:rsid w:val="00103AA4"/>
    <w:rsid w:val="001062C5"/>
    <w:rsid w:val="00106463"/>
    <w:rsid w:val="001133ED"/>
    <w:rsid w:val="00113C8F"/>
    <w:rsid w:val="001140F7"/>
    <w:rsid w:val="0011422D"/>
    <w:rsid w:val="00115496"/>
    <w:rsid w:val="00117E7B"/>
    <w:rsid w:val="001211A0"/>
    <w:rsid w:val="00122209"/>
    <w:rsid w:val="00123AA3"/>
    <w:rsid w:val="001242E6"/>
    <w:rsid w:val="00125B62"/>
    <w:rsid w:val="00127F3D"/>
    <w:rsid w:val="0013671F"/>
    <w:rsid w:val="00136CB0"/>
    <w:rsid w:val="00144A34"/>
    <w:rsid w:val="00145F54"/>
    <w:rsid w:val="00152390"/>
    <w:rsid w:val="00153155"/>
    <w:rsid w:val="00155C4E"/>
    <w:rsid w:val="001610AA"/>
    <w:rsid w:val="001610E8"/>
    <w:rsid w:val="00163043"/>
    <w:rsid w:val="001631CD"/>
    <w:rsid w:val="0016482D"/>
    <w:rsid w:val="00164B15"/>
    <w:rsid w:val="00165531"/>
    <w:rsid w:val="00165A0E"/>
    <w:rsid w:val="00166B99"/>
    <w:rsid w:val="00167028"/>
    <w:rsid w:val="00167CC7"/>
    <w:rsid w:val="0017264F"/>
    <w:rsid w:val="00177E01"/>
    <w:rsid w:val="00181454"/>
    <w:rsid w:val="00186AB6"/>
    <w:rsid w:val="0019005D"/>
    <w:rsid w:val="00190A08"/>
    <w:rsid w:val="00196768"/>
    <w:rsid w:val="001A498D"/>
    <w:rsid w:val="001B104E"/>
    <w:rsid w:val="001B1E7D"/>
    <w:rsid w:val="001B32B2"/>
    <w:rsid w:val="001B796D"/>
    <w:rsid w:val="001C7976"/>
    <w:rsid w:val="001D09B1"/>
    <w:rsid w:val="001D0E0A"/>
    <w:rsid w:val="001D0E98"/>
    <w:rsid w:val="001D49B4"/>
    <w:rsid w:val="001E0884"/>
    <w:rsid w:val="001E3B2A"/>
    <w:rsid w:val="001F1708"/>
    <w:rsid w:val="001F76B4"/>
    <w:rsid w:val="002004A3"/>
    <w:rsid w:val="00200DB7"/>
    <w:rsid w:val="00201C30"/>
    <w:rsid w:val="00207AA3"/>
    <w:rsid w:val="0021444A"/>
    <w:rsid w:val="00221B9D"/>
    <w:rsid w:val="00225AD9"/>
    <w:rsid w:val="00227545"/>
    <w:rsid w:val="002366C7"/>
    <w:rsid w:val="00237338"/>
    <w:rsid w:val="002433A1"/>
    <w:rsid w:val="002438D6"/>
    <w:rsid w:val="002450C4"/>
    <w:rsid w:val="002479C7"/>
    <w:rsid w:val="002504F1"/>
    <w:rsid w:val="0025207B"/>
    <w:rsid w:val="0025313A"/>
    <w:rsid w:val="002533AF"/>
    <w:rsid w:val="002640F6"/>
    <w:rsid w:val="00264DE3"/>
    <w:rsid w:val="0026534E"/>
    <w:rsid w:val="00265865"/>
    <w:rsid w:val="00265EDC"/>
    <w:rsid w:val="00274354"/>
    <w:rsid w:val="00280A48"/>
    <w:rsid w:val="00281BCA"/>
    <w:rsid w:val="00282F56"/>
    <w:rsid w:val="00285650"/>
    <w:rsid w:val="00291C13"/>
    <w:rsid w:val="002A13B3"/>
    <w:rsid w:val="002A16E6"/>
    <w:rsid w:val="002A1CE6"/>
    <w:rsid w:val="002A3519"/>
    <w:rsid w:val="002A51E3"/>
    <w:rsid w:val="002A7ED8"/>
    <w:rsid w:val="002B0647"/>
    <w:rsid w:val="002B0E8B"/>
    <w:rsid w:val="002B1D02"/>
    <w:rsid w:val="002B209A"/>
    <w:rsid w:val="002B241B"/>
    <w:rsid w:val="002B3673"/>
    <w:rsid w:val="002B385B"/>
    <w:rsid w:val="002B49A9"/>
    <w:rsid w:val="002C3FB0"/>
    <w:rsid w:val="002C6D3D"/>
    <w:rsid w:val="002C6EAA"/>
    <w:rsid w:val="002D3DA8"/>
    <w:rsid w:val="002D47D0"/>
    <w:rsid w:val="002D54E3"/>
    <w:rsid w:val="002D646F"/>
    <w:rsid w:val="002D7A41"/>
    <w:rsid w:val="002E0C37"/>
    <w:rsid w:val="002E128D"/>
    <w:rsid w:val="002E17BB"/>
    <w:rsid w:val="002E1F60"/>
    <w:rsid w:val="002E7D23"/>
    <w:rsid w:val="002F191D"/>
    <w:rsid w:val="003027D8"/>
    <w:rsid w:val="00303489"/>
    <w:rsid w:val="00307906"/>
    <w:rsid w:val="00310BE4"/>
    <w:rsid w:val="0031413F"/>
    <w:rsid w:val="003141B6"/>
    <w:rsid w:val="003156BD"/>
    <w:rsid w:val="00315C3E"/>
    <w:rsid w:val="00316151"/>
    <w:rsid w:val="00322809"/>
    <w:rsid w:val="00322FFE"/>
    <w:rsid w:val="00325293"/>
    <w:rsid w:val="00325374"/>
    <w:rsid w:val="00331EC2"/>
    <w:rsid w:val="0033241A"/>
    <w:rsid w:val="003332E4"/>
    <w:rsid w:val="00334524"/>
    <w:rsid w:val="00336504"/>
    <w:rsid w:val="0034046D"/>
    <w:rsid w:val="003524DB"/>
    <w:rsid w:val="0035274E"/>
    <w:rsid w:val="00356270"/>
    <w:rsid w:val="00361CC9"/>
    <w:rsid w:val="00373B1F"/>
    <w:rsid w:val="003754FC"/>
    <w:rsid w:val="00375F51"/>
    <w:rsid w:val="00377627"/>
    <w:rsid w:val="00381A5C"/>
    <w:rsid w:val="00381B3B"/>
    <w:rsid w:val="00385D39"/>
    <w:rsid w:val="003870DD"/>
    <w:rsid w:val="003922BD"/>
    <w:rsid w:val="00394A0D"/>
    <w:rsid w:val="003960D4"/>
    <w:rsid w:val="0039656B"/>
    <w:rsid w:val="00396C50"/>
    <w:rsid w:val="00396F23"/>
    <w:rsid w:val="003A10DD"/>
    <w:rsid w:val="003A1B61"/>
    <w:rsid w:val="003A5E9E"/>
    <w:rsid w:val="003A6B2B"/>
    <w:rsid w:val="003A6C4B"/>
    <w:rsid w:val="003A73B8"/>
    <w:rsid w:val="003B2E85"/>
    <w:rsid w:val="003B3766"/>
    <w:rsid w:val="003B4A47"/>
    <w:rsid w:val="003B698E"/>
    <w:rsid w:val="003C195F"/>
    <w:rsid w:val="003C321A"/>
    <w:rsid w:val="003C589D"/>
    <w:rsid w:val="003C633D"/>
    <w:rsid w:val="003D0F07"/>
    <w:rsid w:val="003D3D19"/>
    <w:rsid w:val="003D438E"/>
    <w:rsid w:val="003E1B8B"/>
    <w:rsid w:val="003E470C"/>
    <w:rsid w:val="003E63CE"/>
    <w:rsid w:val="003F03D8"/>
    <w:rsid w:val="003F1AFC"/>
    <w:rsid w:val="003F3CEF"/>
    <w:rsid w:val="003F60E3"/>
    <w:rsid w:val="003F64A6"/>
    <w:rsid w:val="004058F2"/>
    <w:rsid w:val="0040718D"/>
    <w:rsid w:val="00410764"/>
    <w:rsid w:val="004107B4"/>
    <w:rsid w:val="004136CA"/>
    <w:rsid w:val="0041598D"/>
    <w:rsid w:val="00416ECE"/>
    <w:rsid w:val="00417184"/>
    <w:rsid w:val="0041789C"/>
    <w:rsid w:val="00421F7D"/>
    <w:rsid w:val="00422BB1"/>
    <w:rsid w:val="00423AAF"/>
    <w:rsid w:val="00424309"/>
    <w:rsid w:val="004248D3"/>
    <w:rsid w:val="004266C3"/>
    <w:rsid w:val="004325A3"/>
    <w:rsid w:val="00434199"/>
    <w:rsid w:val="00437B06"/>
    <w:rsid w:val="0044129A"/>
    <w:rsid w:val="004475E7"/>
    <w:rsid w:val="004506B5"/>
    <w:rsid w:val="00450A4D"/>
    <w:rsid w:val="00450F6A"/>
    <w:rsid w:val="00453BD1"/>
    <w:rsid w:val="00453BFC"/>
    <w:rsid w:val="004547FA"/>
    <w:rsid w:val="00455E7F"/>
    <w:rsid w:val="00460C5C"/>
    <w:rsid w:val="00461850"/>
    <w:rsid w:val="00462DB0"/>
    <w:rsid w:val="004630F7"/>
    <w:rsid w:val="004636B3"/>
    <w:rsid w:val="0046404B"/>
    <w:rsid w:val="0046715A"/>
    <w:rsid w:val="00470738"/>
    <w:rsid w:val="00470C2D"/>
    <w:rsid w:val="0047216F"/>
    <w:rsid w:val="00472FC3"/>
    <w:rsid w:val="00473C70"/>
    <w:rsid w:val="00474C9B"/>
    <w:rsid w:val="004767F2"/>
    <w:rsid w:val="00481D19"/>
    <w:rsid w:val="0048258D"/>
    <w:rsid w:val="0048332C"/>
    <w:rsid w:val="00483A3A"/>
    <w:rsid w:val="00483B79"/>
    <w:rsid w:val="004845CA"/>
    <w:rsid w:val="00486381"/>
    <w:rsid w:val="004916BC"/>
    <w:rsid w:val="00492403"/>
    <w:rsid w:val="0049323D"/>
    <w:rsid w:val="00495BFC"/>
    <w:rsid w:val="004A0B17"/>
    <w:rsid w:val="004A0C2F"/>
    <w:rsid w:val="004A2C1C"/>
    <w:rsid w:val="004A4657"/>
    <w:rsid w:val="004A5780"/>
    <w:rsid w:val="004A6CB2"/>
    <w:rsid w:val="004B03FD"/>
    <w:rsid w:val="004B47FD"/>
    <w:rsid w:val="004B57F1"/>
    <w:rsid w:val="004B5D70"/>
    <w:rsid w:val="004C2FEC"/>
    <w:rsid w:val="004C3F7F"/>
    <w:rsid w:val="004C7613"/>
    <w:rsid w:val="004D0D11"/>
    <w:rsid w:val="004D0FB1"/>
    <w:rsid w:val="004D3B27"/>
    <w:rsid w:val="004D4369"/>
    <w:rsid w:val="004D524D"/>
    <w:rsid w:val="004D64FB"/>
    <w:rsid w:val="004E342E"/>
    <w:rsid w:val="004F11DC"/>
    <w:rsid w:val="004F4969"/>
    <w:rsid w:val="004F5CD1"/>
    <w:rsid w:val="00500665"/>
    <w:rsid w:val="00501166"/>
    <w:rsid w:val="005024C0"/>
    <w:rsid w:val="00504A9E"/>
    <w:rsid w:val="0050739D"/>
    <w:rsid w:val="0051000F"/>
    <w:rsid w:val="00510672"/>
    <w:rsid w:val="00510DCB"/>
    <w:rsid w:val="00511528"/>
    <w:rsid w:val="0051216E"/>
    <w:rsid w:val="00513CAD"/>
    <w:rsid w:val="0051786C"/>
    <w:rsid w:val="00520B3F"/>
    <w:rsid w:val="00525429"/>
    <w:rsid w:val="005262C9"/>
    <w:rsid w:val="00527D43"/>
    <w:rsid w:val="005352B1"/>
    <w:rsid w:val="0054087C"/>
    <w:rsid w:val="00540CE0"/>
    <w:rsid w:val="005414F6"/>
    <w:rsid w:val="00541F38"/>
    <w:rsid w:val="00545D24"/>
    <w:rsid w:val="005557E7"/>
    <w:rsid w:val="00556157"/>
    <w:rsid w:val="005561D7"/>
    <w:rsid w:val="005607C2"/>
    <w:rsid w:val="00562539"/>
    <w:rsid w:val="00562FB6"/>
    <w:rsid w:val="00565922"/>
    <w:rsid w:val="00570BFB"/>
    <w:rsid w:val="0057734B"/>
    <w:rsid w:val="005834E0"/>
    <w:rsid w:val="00583894"/>
    <w:rsid w:val="005846AA"/>
    <w:rsid w:val="005901F8"/>
    <w:rsid w:val="0059178E"/>
    <w:rsid w:val="00592AC0"/>
    <w:rsid w:val="00593BC2"/>
    <w:rsid w:val="00594ED8"/>
    <w:rsid w:val="00595825"/>
    <w:rsid w:val="005970ED"/>
    <w:rsid w:val="005A13A7"/>
    <w:rsid w:val="005A17D8"/>
    <w:rsid w:val="005A2D8E"/>
    <w:rsid w:val="005A6944"/>
    <w:rsid w:val="005A7828"/>
    <w:rsid w:val="005B3C9F"/>
    <w:rsid w:val="005B5C06"/>
    <w:rsid w:val="005B6941"/>
    <w:rsid w:val="005B7938"/>
    <w:rsid w:val="005C0D36"/>
    <w:rsid w:val="005C1E82"/>
    <w:rsid w:val="005C3FC8"/>
    <w:rsid w:val="005C7CC4"/>
    <w:rsid w:val="005D4B82"/>
    <w:rsid w:val="005D586B"/>
    <w:rsid w:val="005D6E0E"/>
    <w:rsid w:val="005E08DE"/>
    <w:rsid w:val="005E29E9"/>
    <w:rsid w:val="005E3372"/>
    <w:rsid w:val="005E4006"/>
    <w:rsid w:val="005E45D8"/>
    <w:rsid w:val="00600E67"/>
    <w:rsid w:val="006016E6"/>
    <w:rsid w:val="00601995"/>
    <w:rsid w:val="0060260F"/>
    <w:rsid w:val="00603B8A"/>
    <w:rsid w:val="006042FC"/>
    <w:rsid w:val="00606FDF"/>
    <w:rsid w:val="00612834"/>
    <w:rsid w:val="0061290C"/>
    <w:rsid w:val="00614C80"/>
    <w:rsid w:val="00616877"/>
    <w:rsid w:val="0061786D"/>
    <w:rsid w:val="00617A94"/>
    <w:rsid w:val="00622274"/>
    <w:rsid w:val="00622327"/>
    <w:rsid w:val="006224F7"/>
    <w:rsid w:val="00624CA0"/>
    <w:rsid w:val="006253F8"/>
    <w:rsid w:val="00627DD1"/>
    <w:rsid w:val="00630C63"/>
    <w:rsid w:val="00634209"/>
    <w:rsid w:val="0063524D"/>
    <w:rsid w:val="0064100B"/>
    <w:rsid w:val="00641662"/>
    <w:rsid w:val="00643CEA"/>
    <w:rsid w:val="00650D96"/>
    <w:rsid w:val="00651112"/>
    <w:rsid w:val="006511E6"/>
    <w:rsid w:val="006512F1"/>
    <w:rsid w:val="006541E3"/>
    <w:rsid w:val="00655416"/>
    <w:rsid w:val="006577EB"/>
    <w:rsid w:val="00662891"/>
    <w:rsid w:val="00663D87"/>
    <w:rsid w:val="00664485"/>
    <w:rsid w:val="006650B6"/>
    <w:rsid w:val="006703F6"/>
    <w:rsid w:val="00670C6F"/>
    <w:rsid w:val="0067151B"/>
    <w:rsid w:val="006718C1"/>
    <w:rsid w:val="006748F5"/>
    <w:rsid w:val="006764DB"/>
    <w:rsid w:val="006771B9"/>
    <w:rsid w:val="006772C4"/>
    <w:rsid w:val="00680DFA"/>
    <w:rsid w:val="00681D1E"/>
    <w:rsid w:val="006828FE"/>
    <w:rsid w:val="00685700"/>
    <w:rsid w:val="006867F6"/>
    <w:rsid w:val="006902E5"/>
    <w:rsid w:val="006958DA"/>
    <w:rsid w:val="006A17C7"/>
    <w:rsid w:val="006A4588"/>
    <w:rsid w:val="006A7B75"/>
    <w:rsid w:val="006B02B8"/>
    <w:rsid w:val="006B08F8"/>
    <w:rsid w:val="006B0F5C"/>
    <w:rsid w:val="006B4BF4"/>
    <w:rsid w:val="006B7202"/>
    <w:rsid w:val="006C07E6"/>
    <w:rsid w:val="006C0EE0"/>
    <w:rsid w:val="006C107D"/>
    <w:rsid w:val="006C467C"/>
    <w:rsid w:val="006C55A6"/>
    <w:rsid w:val="006C64F6"/>
    <w:rsid w:val="006C71C8"/>
    <w:rsid w:val="006D0AB2"/>
    <w:rsid w:val="006D1166"/>
    <w:rsid w:val="006D17E0"/>
    <w:rsid w:val="006D1E90"/>
    <w:rsid w:val="006D7B6F"/>
    <w:rsid w:val="006E0CC3"/>
    <w:rsid w:val="006E18ED"/>
    <w:rsid w:val="006E29BC"/>
    <w:rsid w:val="006E3AD8"/>
    <w:rsid w:val="006E5D09"/>
    <w:rsid w:val="006F0502"/>
    <w:rsid w:val="006F7966"/>
    <w:rsid w:val="00702148"/>
    <w:rsid w:val="007022FD"/>
    <w:rsid w:val="00711915"/>
    <w:rsid w:val="007126C7"/>
    <w:rsid w:val="00713A45"/>
    <w:rsid w:val="0071432B"/>
    <w:rsid w:val="00714FC2"/>
    <w:rsid w:val="00722760"/>
    <w:rsid w:val="00722F34"/>
    <w:rsid w:val="0072623E"/>
    <w:rsid w:val="00732293"/>
    <w:rsid w:val="007350FB"/>
    <w:rsid w:val="00736973"/>
    <w:rsid w:val="00742A70"/>
    <w:rsid w:val="00743FE7"/>
    <w:rsid w:val="0074563E"/>
    <w:rsid w:val="00746655"/>
    <w:rsid w:val="00753E72"/>
    <w:rsid w:val="00762BFD"/>
    <w:rsid w:val="00765DFB"/>
    <w:rsid w:val="00774F7D"/>
    <w:rsid w:val="007750DA"/>
    <w:rsid w:val="007771C0"/>
    <w:rsid w:val="007773C5"/>
    <w:rsid w:val="00780BB5"/>
    <w:rsid w:val="007819E2"/>
    <w:rsid w:val="007829EC"/>
    <w:rsid w:val="00783141"/>
    <w:rsid w:val="00785BF2"/>
    <w:rsid w:val="00786665"/>
    <w:rsid w:val="00786958"/>
    <w:rsid w:val="0078797A"/>
    <w:rsid w:val="00794AA8"/>
    <w:rsid w:val="00795AEE"/>
    <w:rsid w:val="007968CA"/>
    <w:rsid w:val="007A4CD2"/>
    <w:rsid w:val="007A61B6"/>
    <w:rsid w:val="007A6330"/>
    <w:rsid w:val="007A633F"/>
    <w:rsid w:val="007A793E"/>
    <w:rsid w:val="007A7E68"/>
    <w:rsid w:val="007B4387"/>
    <w:rsid w:val="007B5F16"/>
    <w:rsid w:val="007B6A8A"/>
    <w:rsid w:val="007C0123"/>
    <w:rsid w:val="007C5750"/>
    <w:rsid w:val="007C5F2C"/>
    <w:rsid w:val="007C6333"/>
    <w:rsid w:val="007D08E2"/>
    <w:rsid w:val="007D24FB"/>
    <w:rsid w:val="007D27CE"/>
    <w:rsid w:val="007D2DFD"/>
    <w:rsid w:val="007D6395"/>
    <w:rsid w:val="007D75E5"/>
    <w:rsid w:val="007E37D6"/>
    <w:rsid w:val="007E3A26"/>
    <w:rsid w:val="007E428E"/>
    <w:rsid w:val="007E7DD3"/>
    <w:rsid w:val="007F05D3"/>
    <w:rsid w:val="007F1172"/>
    <w:rsid w:val="007F17C7"/>
    <w:rsid w:val="007F1DA1"/>
    <w:rsid w:val="007F26AA"/>
    <w:rsid w:val="007F2CDF"/>
    <w:rsid w:val="007F34D3"/>
    <w:rsid w:val="007F52EB"/>
    <w:rsid w:val="0080127C"/>
    <w:rsid w:val="0080663C"/>
    <w:rsid w:val="00806AAE"/>
    <w:rsid w:val="00814F49"/>
    <w:rsid w:val="00816172"/>
    <w:rsid w:val="00824156"/>
    <w:rsid w:val="00826377"/>
    <w:rsid w:val="00827FB7"/>
    <w:rsid w:val="008313A4"/>
    <w:rsid w:val="00833056"/>
    <w:rsid w:val="00833E95"/>
    <w:rsid w:val="00836659"/>
    <w:rsid w:val="008467D0"/>
    <w:rsid w:val="0084767C"/>
    <w:rsid w:val="00854CD7"/>
    <w:rsid w:val="0085520C"/>
    <w:rsid w:val="00855E31"/>
    <w:rsid w:val="008571E1"/>
    <w:rsid w:val="008726F3"/>
    <w:rsid w:val="008758CD"/>
    <w:rsid w:val="0088204E"/>
    <w:rsid w:val="008837EF"/>
    <w:rsid w:val="00886714"/>
    <w:rsid w:val="00890E33"/>
    <w:rsid w:val="00892006"/>
    <w:rsid w:val="00892A66"/>
    <w:rsid w:val="00895506"/>
    <w:rsid w:val="00895573"/>
    <w:rsid w:val="00895F1A"/>
    <w:rsid w:val="00897F6B"/>
    <w:rsid w:val="008A3B9B"/>
    <w:rsid w:val="008A5053"/>
    <w:rsid w:val="008A7FAC"/>
    <w:rsid w:val="008B6624"/>
    <w:rsid w:val="008B75BE"/>
    <w:rsid w:val="008B7B7C"/>
    <w:rsid w:val="008C0E8B"/>
    <w:rsid w:val="008C1A5D"/>
    <w:rsid w:val="008C33B6"/>
    <w:rsid w:val="008C51D6"/>
    <w:rsid w:val="008C5B5C"/>
    <w:rsid w:val="008D5224"/>
    <w:rsid w:val="008E09C6"/>
    <w:rsid w:val="008E11B4"/>
    <w:rsid w:val="008E2AD1"/>
    <w:rsid w:val="008E7986"/>
    <w:rsid w:val="008F13D6"/>
    <w:rsid w:val="008F4397"/>
    <w:rsid w:val="008F754E"/>
    <w:rsid w:val="00901A08"/>
    <w:rsid w:val="00902A9C"/>
    <w:rsid w:val="00903281"/>
    <w:rsid w:val="00903739"/>
    <w:rsid w:val="0090708F"/>
    <w:rsid w:val="00912777"/>
    <w:rsid w:val="00917023"/>
    <w:rsid w:val="00922832"/>
    <w:rsid w:val="009300E4"/>
    <w:rsid w:val="00931634"/>
    <w:rsid w:val="00935B5C"/>
    <w:rsid w:val="00942275"/>
    <w:rsid w:val="00942909"/>
    <w:rsid w:val="00944F4C"/>
    <w:rsid w:val="0094686F"/>
    <w:rsid w:val="009515C5"/>
    <w:rsid w:val="0095337E"/>
    <w:rsid w:val="00956565"/>
    <w:rsid w:val="009579B5"/>
    <w:rsid w:val="00960110"/>
    <w:rsid w:val="00962F75"/>
    <w:rsid w:val="009666D0"/>
    <w:rsid w:val="0096678F"/>
    <w:rsid w:val="00967499"/>
    <w:rsid w:val="0097124F"/>
    <w:rsid w:val="009712AE"/>
    <w:rsid w:val="009714DD"/>
    <w:rsid w:val="00974080"/>
    <w:rsid w:val="009775DA"/>
    <w:rsid w:val="009815B6"/>
    <w:rsid w:val="00984461"/>
    <w:rsid w:val="00984E8E"/>
    <w:rsid w:val="00991887"/>
    <w:rsid w:val="009921A0"/>
    <w:rsid w:val="00992869"/>
    <w:rsid w:val="00992BE9"/>
    <w:rsid w:val="00995D46"/>
    <w:rsid w:val="009970E8"/>
    <w:rsid w:val="009A08BE"/>
    <w:rsid w:val="009A1065"/>
    <w:rsid w:val="009A3565"/>
    <w:rsid w:val="009A5012"/>
    <w:rsid w:val="009A5F05"/>
    <w:rsid w:val="009A6FA7"/>
    <w:rsid w:val="009B0251"/>
    <w:rsid w:val="009B2FDF"/>
    <w:rsid w:val="009B413B"/>
    <w:rsid w:val="009B4419"/>
    <w:rsid w:val="009B5DE6"/>
    <w:rsid w:val="009B75B6"/>
    <w:rsid w:val="009C2C81"/>
    <w:rsid w:val="009C346E"/>
    <w:rsid w:val="009C3C71"/>
    <w:rsid w:val="009C4602"/>
    <w:rsid w:val="009C59EC"/>
    <w:rsid w:val="009D02AC"/>
    <w:rsid w:val="009D0C85"/>
    <w:rsid w:val="009D15D8"/>
    <w:rsid w:val="009D1B5C"/>
    <w:rsid w:val="009D2092"/>
    <w:rsid w:val="009D2B3E"/>
    <w:rsid w:val="009E0DE5"/>
    <w:rsid w:val="009E406C"/>
    <w:rsid w:val="009E569F"/>
    <w:rsid w:val="009E69D9"/>
    <w:rsid w:val="009F217D"/>
    <w:rsid w:val="009F22B2"/>
    <w:rsid w:val="009F5B3D"/>
    <w:rsid w:val="009F6759"/>
    <w:rsid w:val="009F6DC6"/>
    <w:rsid w:val="009F712A"/>
    <w:rsid w:val="00A01C3E"/>
    <w:rsid w:val="00A02E64"/>
    <w:rsid w:val="00A05BBE"/>
    <w:rsid w:val="00A06E1A"/>
    <w:rsid w:val="00A104C5"/>
    <w:rsid w:val="00A12298"/>
    <w:rsid w:val="00A152C7"/>
    <w:rsid w:val="00A159BC"/>
    <w:rsid w:val="00A2527E"/>
    <w:rsid w:val="00A26937"/>
    <w:rsid w:val="00A3198A"/>
    <w:rsid w:val="00A40EED"/>
    <w:rsid w:val="00A40FD2"/>
    <w:rsid w:val="00A42F6F"/>
    <w:rsid w:val="00A47736"/>
    <w:rsid w:val="00A50664"/>
    <w:rsid w:val="00A50B3B"/>
    <w:rsid w:val="00A51FD3"/>
    <w:rsid w:val="00A52C83"/>
    <w:rsid w:val="00A6397B"/>
    <w:rsid w:val="00A64E5E"/>
    <w:rsid w:val="00A65CE0"/>
    <w:rsid w:val="00A674D3"/>
    <w:rsid w:val="00A67DBA"/>
    <w:rsid w:val="00A710A8"/>
    <w:rsid w:val="00A71638"/>
    <w:rsid w:val="00A757B7"/>
    <w:rsid w:val="00A76A6E"/>
    <w:rsid w:val="00A80087"/>
    <w:rsid w:val="00A8281B"/>
    <w:rsid w:val="00A829DE"/>
    <w:rsid w:val="00A87B6E"/>
    <w:rsid w:val="00A94319"/>
    <w:rsid w:val="00A94A5E"/>
    <w:rsid w:val="00A96E4B"/>
    <w:rsid w:val="00AA03C3"/>
    <w:rsid w:val="00AA2615"/>
    <w:rsid w:val="00AA269F"/>
    <w:rsid w:val="00AA36BA"/>
    <w:rsid w:val="00AA3E01"/>
    <w:rsid w:val="00AA5CE1"/>
    <w:rsid w:val="00AA69E9"/>
    <w:rsid w:val="00AB6540"/>
    <w:rsid w:val="00AB7D88"/>
    <w:rsid w:val="00AC0E36"/>
    <w:rsid w:val="00AC1367"/>
    <w:rsid w:val="00AC172B"/>
    <w:rsid w:val="00AC1E74"/>
    <w:rsid w:val="00AC661D"/>
    <w:rsid w:val="00AD012C"/>
    <w:rsid w:val="00AD13AD"/>
    <w:rsid w:val="00AD2184"/>
    <w:rsid w:val="00AD452B"/>
    <w:rsid w:val="00AD712D"/>
    <w:rsid w:val="00AD721D"/>
    <w:rsid w:val="00AE100B"/>
    <w:rsid w:val="00AE347A"/>
    <w:rsid w:val="00AE7C0C"/>
    <w:rsid w:val="00AF42A3"/>
    <w:rsid w:val="00AF45D2"/>
    <w:rsid w:val="00B02D3B"/>
    <w:rsid w:val="00B038C5"/>
    <w:rsid w:val="00B07E9F"/>
    <w:rsid w:val="00B118D0"/>
    <w:rsid w:val="00B21BE7"/>
    <w:rsid w:val="00B228E7"/>
    <w:rsid w:val="00B24603"/>
    <w:rsid w:val="00B24CB8"/>
    <w:rsid w:val="00B25A65"/>
    <w:rsid w:val="00B25E0A"/>
    <w:rsid w:val="00B27CC5"/>
    <w:rsid w:val="00B32879"/>
    <w:rsid w:val="00B37345"/>
    <w:rsid w:val="00B37B7B"/>
    <w:rsid w:val="00B41681"/>
    <w:rsid w:val="00B44C5B"/>
    <w:rsid w:val="00B454A1"/>
    <w:rsid w:val="00B46DEE"/>
    <w:rsid w:val="00B46EA9"/>
    <w:rsid w:val="00B4778B"/>
    <w:rsid w:val="00B47C3A"/>
    <w:rsid w:val="00B50A76"/>
    <w:rsid w:val="00B5194C"/>
    <w:rsid w:val="00B51CA2"/>
    <w:rsid w:val="00B5396B"/>
    <w:rsid w:val="00B55D11"/>
    <w:rsid w:val="00B55E76"/>
    <w:rsid w:val="00B56FAA"/>
    <w:rsid w:val="00B579E4"/>
    <w:rsid w:val="00B6022A"/>
    <w:rsid w:val="00B6155F"/>
    <w:rsid w:val="00B724DE"/>
    <w:rsid w:val="00B73E30"/>
    <w:rsid w:val="00B746E6"/>
    <w:rsid w:val="00B752F9"/>
    <w:rsid w:val="00B83C00"/>
    <w:rsid w:val="00B877D4"/>
    <w:rsid w:val="00B9210D"/>
    <w:rsid w:val="00B92FF3"/>
    <w:rsid w:val="00B964F4"/>
    <w:rsid w:val="00B97845"/>
    <w:rsid w:val="00BA09F7"/>
    <w:rsid w:val="00BA12EB"/>
    <w:rsid w:val="00BA241C"/>
    <w:rsid w:val="00BA2CCA"/>
    <w:rsid w:val="00BA4672"/>
    <w:rsid w:val="00BA55E6"/>
    <w:rsid w:val="00BB0688"/>
    <w:rsid w:val="00BB0C24"/>
    <w:rsid w:val="00BB31C9"/>
    <w:rsid w:val="00BB461E"/>
    <w:rsid w:val="00BB6503"/>
    <w:rsid w:val="00BC1180"/>
    <w:rsid w:val="00BC5E44"/>
    <w:rsid w:val="00BC66D7"/>
    <w:rsid w:val="00BD5917"/>
    <w:rsid w:val="00BD6014"/>
    <w:rsid w:val="00BE0A61"/>
    <w:rsid w:val="00BE2069"/>
    <w:rsid w:val="00BE2714"/>
    <w:rsid w:val="00BE2A71"/>
    <w:rsid w:val="00BE3ACA"/>
    <w:rsid w:val="00BE3DF2"/>
    <w:rsid w:val="00BE51C1"/>
    <w:rsid w:val="00BE5452"/>
    <w:rsid w:val="00BE74E7"/>
    <w:rsid w:val="00BE7D63"/>
    <w:rsid w:val="00BF09C6"/>
    <w:rsid w:val="00BF207E"/>
    <w:rsid w:val="00BF7B00"/>
    <w:rsid w:val="00C00BF4"/>
    <w:rsid w:val="00C01C24"/>
    <w:rsid w:val="00C02C7E"/>
    <w:rsid w:val="00C03BD4"/>
    <w:rsid w:val="00C03DF3"/>
    <w:rsid w:val="00C065F8"/>
    <w:rsid w:val="00C1014D"/>
    <w:rsid w:val="00C13E51"/>
    <w:rsid w:val="00C14037"/>
    <w:rsid w:val="00C1695A"/>
    <w:rsid w:val="00C17382"/>
    <w:rsid w:val="00C20F1D"/>
    <w:rsid w:val="00C223E5"/>
    <w:rsid w:val="00C316D9"/>
    <w:rsid w:val="00C32036"/>
    <w:rsid w:val="00C32900"/>
    <w:rsid w:val="00C34464"/>
    <w:rsid w:val="00C34BC4"/>
    <w:rsid w:val="00C34F4A"/>
    <w:rsid w:val="00C367B5"/>
    <w:rsid w:val="00C37304"/>
    <w:rsid w:val="00C40C6A"/>
    <w:rsid w:val="00C40CCB"/>
    <w:rsid w:val="00C42141"/>
    <w:rsid w:val="00C42EA9"/>
    <w:rsid w:val="00C50A83"/>
    <w:rsid w:val="00C519DC"/>
    <w:rsid w:val="00C53357"/>
    <w:rsid w:val="00C547E1"/>
    <w:rsid w:val="00C55210"/>
    <w:rsid w:val="00C5670D"/>
    <w:rsid w:val="00C60EBC"/>
    <w:rsid w:val="00C610FF"/>
    <w:rsid w:val="00C619FD"/>
    <w:rsid w:val="00C6318C"/>
    <w:rsid w:val="00C64555"/>
    <w:rsid w:val="00C663C5"/>
    <w:rsid w:val="00C70F21"/>
    <w:rsid w:val="00C72008"/>
    <w:rsid w:val="00C73A16"/>
    <w:rsid w:val="00C73D45"/>
    <w:rsid w:val="00C74564"/>
    <w:rsid w:val="00C7735C"/>
    <w:rsid w:val="00C81CDD"/>
    <w:rsid w:val="00C83879"/>
    <w:rsid w:val="00C839A0"/>
    <w:rsid w:val="00C83AEB"/>
    <w:rsid w:val="00C90B4E"/>
    <w:rsid w:val="00C93470"/>
    <w:rsid w:val="00CA0802"/>
    <w:rsid w:val="00CA2690"/>
    <w:rsid w:val="00CA46DA"/>
    <w:rsid w:val="00CA48E8"/>
    <w:rsid w:val="00CA7B4A"/>
    <w:rsid w:val="00CB037D"/>
    <w:rsid w:val="00CB15FD"/>
    <w:rsid w:val="00CB302E"/>
    <w:rsid w:val="00CB37C8"/>
    <w:rsid w:val="00CB48AE"/>
    <w:rsid w:val="00CB6D9B"/>
    <w:rsid w:val="00CB6F4F"/>
    <w:rsid w:val="00CC19C4"/>
    <w:rsid w:val="00CC2EBD"/>
    <w:rsid w:val="00CC571F"/>
    <w:rsid w:val="00CC59EB"/>
    <w:rsid w:val="00CC6753"/>
    <w:rsid w:val="00CC7E7B"/>
    <w:rsid w:val="00CD0C92"/>
    <w:rsid w:val="00CD2962"/>
    <w:rsid w:val="00CD4991"/>
    <w:rsid w:val="00CD5079"/>
    <w:rsid w:val="00CD6855"/>
    <w:rsid w:val="00CD6B2C"/>
    <w:rsid w:val="00CD72AD"/>
    <w:rsid w:val="00CD72FC"/>
    <w:rsid w:val="00CE261D"/>
    <w:rsid w:val="00CE65D8"/>
    <w:rsid w:val="00CE7537"/>
    <w:rsid w:val="00CE77D6"/>
    <w:rsid w:val="00CF168D"/>
    <w:rsid w:val="00CF203D"/>
    <w:rsid w:val="00CF2BB1"/>
    <w:rsid w:val="00CF6087"/>
    <w:rsid w:val="00D03BE2"/>
    <w:rsid w:val="00D11BE8"/>
    <w:rsid w:val="00D12871"/>
    <w:rsid w:val="00D133F3"/>
    <w:rsid w:val="00D16B3E"/>
    <w:rsid w:val="00D23FE5"/>
    <w:rsid w:val="00D24B2A"/>
    <w:rsid w:val="00D30F8F"/>
    <w:rsid w:val="00D31B37"/>
    <w:rsid w:val="00D31E26"/>
    <w:rsid w:val="00D32BF5"/>
    <w:rsid w:val="00D32D5A"/>
    <w:rsid w:val="00D36D36"/>
    <w:rsid w:val="00D4281F"/>
    <w:rsid w:val="00D50341"/>
    <w:rsid w:val="00D51212"/>
    <w:rsid w:val="00D51A56"/>
    <w:rsid w:val="00D53179"/>
    <w:rsid w:val="00D53836"/>
    <w:rsid w:val="00D566A9"/>
    <w:rsid w:val="00D57DF6"/>
    <w:rsid w:val="00D6003F"/>
    <w:rsid w:val="00D606BB"/>
    <w:rsid w:val="00D60B65"/>
    <w:rsid w:val="00D63D41"/>
    <w:rsid w:val="00D63E1E"/>
    <w:rsid w:val="00D7008D"/>
    <w:rsid w:val="00D711E5"/>
    <w:rsid w:val="00D73DA1"/>
    <w:rsid w:val="00D76C1C"/>
    <w:rsid w:val="00D77254"/>
    <w:rsid w:val="00D77564"/>
    <w:rsid w:val="00D775A8"/>
    <w:rsid w:val="00D815AD"/>
    <w:rsid w:val="00D81CEE"/>
    <w:rsid w:val="00D81D1B"/>
    <w:rsid w:val="00D8289A"/>
    <w:rsid w:val="00D84E61"/>
    <w:rsid w:val="00D9031A"/>
    <w:rsid w:val="00D93F52"/>
    <w:rsid w:val="00D9539A"/>
    <w:rsid w:val="00D9609D"/>
    <w:rsid w:val="00DA4677"/>
    <w:rsid w:val="00DB0598"/>
    <w:rsid w:val="00DB240C"/>
    <w:rsid w:val="00DB263D"/>
    <w:rsid w:val="00DB276D"/>
    <w:rsid w:val="00DB358F"/>
    <w:rsid w:val="00DC32CC"/>
    <w:rsid w:val="00DC7B12"/>
    <w:rsid w:val="00DD088E"/>
    <w:rsid w:val="00DD3D19"/>
    <w:rsid w:val="00DD41BA"/>
    <w:rsid w:val="00DD552C"/>
    <w:rsid w:val="00DD7C12"/>
    <w:rsid w:val="00DE3679"/>
    <w:rsid w:val="00DE5A24"/>
    <w:rsid w:val="00DE5E92"/>
    <w:rsid w:val="00DF105C"/>
    <w:rsid w:val="00DF2196"/>
    <w:rsid w:val="00DF3618"/>
    <w:rsid w:val="00DF6A68"/>
    <w:rsid w:val="00E0040F"/>
    <w:rsid w:val="00E01C75"/>
    <w:rsid w:val="00E0365F"/>
    <w:rsid w:val="00E05A61"/>
    <w:rsid w:val="00E061CF"/>
    <w:rsid w:val="00E06B86"/>
    <w:rsid w:val="00E130E5"/>
    <w:rsid w:val="00E141DB"/>
    <w:rsid w:val="00E204BB"/>
    <w:rsid w:val="00E2409F"/>
    <w:rsid w:val="00E245F4"/>
    <w:rsid w:val="00E25BFA"/>
    <w:rsid w:val="00E27ADB"/>
    <w:rsid w:val="00E27D45"/>
    <w:rsid w:val="00E306AB"/>
    <w:rsid w:val="00E31CD7"/>
    <w:rsid w:val="00E31FE5"/>
    <w:rsid w:val="00E328DD"/>
    <w:rsid w:val="00E33622"/>
    <w:rsid w:val="00E343C0"/>
    <w:rsid w:val="00E4340A"/>
    <w:rsid w:val="00E459BB"/>
    <w:rsid w:val="00E45CA7"/>
    <w:rsid w:val="00E47993"/>
    <w:rsid w:val="00E50FB3"/>
    <w:rsid w:val="00E52060"/>
    <w:rsid w:val="00E53718"/>
    <w:rsid w:val="00E54541"/>
    <w:rsid w:val="00E60871"/>
    <w:rsid w:val="00E63689"/>
    <w:rsid w:val="00E6611B"/>
    <w:rsid w:val="00E730F8"/>
    <w:rsid w:val="00E7426B"/>
    <w:rsid w:val="00E7511F"/>
    <w:rsid w:val="00E779F0"/>
    <w:rsid w:val="00E81440"/>
    <w:rsid w:val="00E81AA9"/>
    <w:rsid w:val="00E82A89"/>
    <w:rsid w:val="00E83D24"/>
    <w:rsid w:val="00E8681F"/>
    <w:rsid w:val="00E9491B"/>
    <w:rsid w:val="00E965F3"/>
    <w:rsid w:val="00EA053F"/>
    <w:rsid w:val="00EA30ED"/>
    <w:rsid w:val="00EA4568"/>
    <w:rsid w:val="00EA63EE"/>
    <w:rsid w:val="00EB0888"/>
    <w:rsid w:val="00EB1202"/>
    <w:rsid w:val="00EB198B"/>
    <w:rsid w:val="00EB467C"/>
    <w:rsid w:val="00EB5B95"/>
    <w:rsid w:val="00EC05B6"/>
    <w:rsid w:val="00EC134D"/>
    <w:rsid w:val="00EC4230"/>
    <w:rsid w:val="00ED3B85"/>
    <w:rsid w:val="00ED581C"/>
    <w:rsid w:val="00ED58B0"/>
    <w:rsid w:val="00ED7624"/>
    <w:rsid w:val="00EE1591"/>
    <w:rsid w:val="00EE7092"/>
    <w:rsid w:val="00EE7C91"/>
    <w:rsid w:val="00EF06E9"/>
    <w:rsid w:val="00EF0743"/>
    <w:rsid w:val="00EF0D5F"/>
    <w:rsid w:val="00EF1E66"/>
    <w:rsid w:val="00EF1FC1"/>
    <w:rsid w:val="00EF43F2"/>
    <w:rsid w:val="00EF621D"/>
    <w:rsid w:val="00EF69C0"/>
    <w:rsid w:val="00F02790"/>
    <w:rsid w:val="00F054FC"/>
    <w:rsid w:val="00F07ED9"/>
    <w:rsid w:val="00F1042F"/>
    <w:rsid w:val="00F116DE"/>
    <w:rsid w:val="00F11F89"/>
    <w:rsid w:val="00F1277A"/>
    <w:rsid w:val="00F14C09"/>
    <w:rsid w:val="00F15793"/>
    <w:rsid w:val="00F2378B"/>
    <w:rsid w:val="00F30A2A"/>
    <w:rsid w:val="00F31B42"/>
    <w:rsid w:val="00F31D36"/>
    <w:rsid w:val="00F36EC5"/>
    <w:rsid w:val="00F374BD"/>
    <w:rsid w:val="00F41501"/>
    <w:rsid w:val="00F41B89"/>
    <w:rsid w:val="00F43099"/>
    <w:rsid w:val="00F43530"/>
    <w:rsid w:val="00F4381E"/>
    <w:rsid w:val="00F46164"/>
    <w:rsid w:val="00F56E4C"/>
    <w:rsid w:val="00F62395"/>
    <w:rsid w:val="00F63F03"/>
    <w:rsid w:val="00F65E3C"/>
    <w:rsid w:val="00F66525"/>
    <w:rsid w:val="00F719C2"/>
    <w:rsid w:val="00F73B7E"/>
    <w:rsid w:val="00F84FF5"/>
    <w:rsid w:val="00F8567F"/>
    <w:rsid w:val="00F87B47"/>
    <w:rsid w:val="00F925A7"/>
    <w:rsid w:val="00F9326F"/>
    <w:rsid w:val="00F94584"/>
    <w:rsid w:val="00F96ADF"/>
    <w:rsid w:val="00F96CC3"/>
    <w:rsid w:val="00F97407"/>
    <w:rsid w:val="00FA1B23"/>
    <w:rsid w:val="00FA605B"/>
    <w:rsid w:val="00FA6D7D"/>
    <w:rsid w:val="00FB23C0"/>
    <w:rsid w:val="00FB5BED"/>
    <w:rsid w:val="00FB5EEE"/>
    <w:rsid w:val="00FC1BB8"/>
    <w:rsid w:val="00FC3410"/>
    <w:rsid w:val="00FD082E"/>
    <w:rsid w:val="00FD1BBA"/>
    <w:rsid w:val="00FD2C13"/>
    <w:rsid w:val="00FD6886"/>
    <w:rsid w:val="00FD6B21"/>
    <w:rsid w:val="00FD6E2B"/>
    <w:rsid w:val="00FD7499"/>
    <w:rsid w:val="00FD78E9"/>
    <w:rsid w:val="00FE5EB4"/>
    <w:rsid w:val="00FE70B0"/>
    <w:rsid w:val="00FF21C8"/>
    <w:rsid w:val="00FF2669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4B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Number" w:qFormat="1"/>
    <w:lsdException w:name="Title" w:semiHidden="0" w:uiPriority="10" w:unhideWhenUsed="0" w:qFormat="1"/>
    <w:lsdException w:name="Default Paragraph Font" w:uiPriority="0"/>
    <w:lsdException w:name="Body Text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47D0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2D47D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97845"/>
    <w:pPr>
      <w:keepNext/>
      <w:spacing w:before="240" w:after="60"/>
      <w:outlineLvl w:val="1"/>
    </w:pPr>
    <w:rPr>
      <w:b/>
      <w:bCs/>
      <w:iCs/>
      <w:sz w:val="22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75E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2D47D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2D47D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2D47D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2D47D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2D47D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2D47D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2D47D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2D47D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2D47D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2D47D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2D47D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2D47D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2D47D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2D47D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2D47D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2D47D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2D47D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2D47D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2D47D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2D47D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2D47D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2D47D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2D47D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2D47D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2D47D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2D47D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2D47D0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EC05B6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Textodstavce">
    <w:name w:val="Text odstavce"/>
    <w:basedOn w:val="Normln"/>
    <w:rsid w:val="002D47D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2D47D0"/>
    <w:pPr>
      <w:ind w:left="567" w:hanging="567"/>
    </w:pPr>
  </w:style>
  <w:style w:type="character" w:styleId="slostrnky">
    <w:name w:val="page number"/>
    <w:basedOn w:val="Standardnpsmoodstavce"/>
    <w:semiHidden/>
    <w:rsid w:val="002D47D0"/>
  </w:style>
  <w:style w:type="paragraph" w:styleId="Zpat">
    <w:name w:val="footer"/>
    <w:basedOn w:val="Normln"/>
    <w:link w:val="ZpatChar"/>
    <w:uiPriority w:val="99"/>
    <w:rsid w:val="002D47D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rsid w:val="002D47D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2D47D0"/>
    <w:rPr>
      <w:vertAlign w:val="superscript"/>
    </w:rPr>
  </w:style>
  <w:style w:type="paragraph" w:styleId="Titulek">
    <w:name w:val="caption"/>
    <w:basedOn w:val="Normln"/>
    <w:next w:val="Normln"/>
    <w:qFormat/>
    <w:rsid w:val="002D47D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2D47D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2D47D0"/>
    <w:pPr>
      <w:keepNext/>
      <w:keepLines/>
      <w:spacing w:before="720"/>
      <w:jc w:val="center"/>
    </w:pPr>
  </w:style>
  <w:style w:type="character" w:customStyle="1" w:styleId="NzevChar">
    <w:name w:val="Název Char"/>
    <w:basedOn w:val="Standardnpsmoodstavce"/>
    <w:link w:val="Nzev"/>
    <w:uiPriority w:val="10"/>
    <w:rsid w:val="00EC05B6"/>
    <w:rPr>
      <w:rFonts w:eastAsia="Times New Roman" w:cs="Times New Roman"/>
      <w:b/>
      <w:bCs/>
      <w:sz w:val="32"/>
      <w:szCs w:val="32"/>
    </w:rPr>
  </w:style>
  <w:style w:type="paragraph" w:customStyle="1" w:styleId="VARIANTA">
    <w:name w:val="VARIANTA"/>
    <w:basedOn w:val="Normln"/>
    <w:next w:val="Normln"/>
    <w:rsid w:val="002D47D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2D47D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2D47D0"/>
    <w:rPr>
      <w:b/>
    </w:rPr>
  </w:style>
  <w:style w:type="paragraph" w:customStyle="1" w:styleId="Nadpislnku">
    <w:name w:val="Nadpis článku"/>
    <w:basedOn w:val="lnek"/>
    <w:next w:val="Textodstavce"/>
    <w:link w:val="NadpislnkuChar"/>
    <w:rsid w:val="002D47D0"/>
    <w:rPr>
      <w:b/>
    </w:rPr>
  </w:style>
  <w:style w:type="paragraph" w:styleId="Podtitul">
    <w:name w:val="Subtitle"/>
    <w:basedOn w:val="Normln"/>
    <w:next w:val="Normln"/>
    <w:link w:val="PodtitulChar"/>
    <w:uiPriority w:val="11"/>
    <w:qFormat/>
    <w:rsid w:val="00225AD9"/>
    <w:pPr>
      <w:spacing w:after="60"/>
      <w:jc w:val="center"/>
      <w:outlineLvl w:val="1"/>
    </w:pPr>
    <w:rPr>
      <w:sz w:val="28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25AD9"/>
    <w:rPr>
      <w:sz w:val="28"/>
      <w:szCs w:val="24"/>
    </w:rPr>
  </w:style>
  <w:style w:type="character" w:customStyle="1" w:styleId="lnekChar">
    <w:name w:val="Článek Char"/>
    <w:basedOn w:val="Standardnpsmoodstavce"/>
    <w:link w:val="lnek"/>
    <w:rsid w:val="00685700"/>
    <w:rPr>
      <w:sz w:val="24"/>
    </w:rPr>
  </w:style>
  <w:style w:type="character" w:customStyle="1" w:styleId="NadpislnkuChar">
    <w:name w:val="Nadpis článku Char"/>
    <w:basedOn w:val="lnekChar"/>
    <w:link w:val="Nadpislnku"/>
    <w:rsid w:val="00685700"/>
    <w:rPr>
      <w:b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B97845"/>
    <w:rPr>
      <w:rFonts w:eastAsia="Times New Roman" w:cs="Times New Roman"/>
      <w:b/>
      <w:bCs/>
      <w:iCs/>
      <w:sz w:val="22"/>
      <w:szCs w:val="28"/>
    </w:rPr>
  </w:style>
  <w:style w:type="paragraph" w:styleId="Zkladntextodsazen2">
    <w:name w:val="Body Text Indent 2"/>
    <w:basedOn w:val="Normln"/>
    <w:link w:val="Zkladntextodsazen2Char"/>
    <w:semiHidden/>
    <w:rsid w:val="00CC7E7B"/>
    <w:pPr>
      <w:spacing w:line="288" w:lineRule="auto"/>
      <w:ind w:firstLine="567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C7E7B"/>
    <w:rPr>
      <w:b/>
      <w:sz w:val="24"/>
    </w:rPr>
  </w:style>
  <w:style w:type="paragraph" w:styleId="Zkladntext">
    <w:name w:val="Body Text"/>
    <w:basedOn w:val="Normln"/>
    <w:link w:val="ZkladntextChar"/>
    <w:uiPriority w:val="99"/>
    <w:unhideWhenUsed/>
    <w:qFormat/>
    <w:rsid w:val="0071432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1432B"/>
    <w:rPr>
      <w:sz w:val="24"/>
    </w:rPr>
  </w:style>
  <w:style w:type="character" w:styleId="Zdraznnjemn">
    <w:name w:val="Subtle Emphasis"/>
    <w:basedOn w:val="Standardnpsmoodstavce"/>
    <w:uiPriority w:val="19"/>
    <w:qFormat/>
    <w:rsid w:val="00627DD1"/>
    <w:rPr>
      <w:i/>
      <w:iCs/>
      <w:color w:val="auto"/>
    </w:rPr>
  </w:style>
  <w:style w:type="character" w:styleId="Hypertextovodkaz">
    <w:name w:val="Hyperlink"/>
    <w:basedOn w:val="Standardnpsmoodstavce"/>
    <w:uiPriority w:val="99"/>
    <w:semiHidden/>
    <w:unhideWhenUsed/>
    <w:rsid w:val="00AD452B"/>
    <w:rPr>
      <w:color w:val="0000FF"/>
      <w:u w:val="single"/>
    </w:rPr>
  </w:style>
  <w:style w:type="paragraph" w:styleId="slovanseznam">
    <w:name w:val="List Number"/>
    <w:basedOn w:val="Normln"/>
    <w:uiPriority w:val="99"/>
    <w:unhideWhenUsed/>
    <w:qFormat/>
    <w:rsid w:val="00EC4230"/>
    <w:pPr>
      <w:numPr>
        <w:numId w:val="6"/>
      </w:numPr>
      <w:spacing w:after="120"/>
      <w:ind w:left="357" w:hanging="357"/>
      <w:contextualSpacing/>
    </w:pPr>
  </w:style>
  <w:style w:type="character" w:styleId="Zvraznn">
    <w:name w:val="Emphasis"/>
    <w:basedOn w:val="Standardnpsmoodstavce"/>
    <w:uiPriority w:val="20"/>
    <w:qFormat/>
    <w:rsid w:val="00EF69C0"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722760"/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722760"/>
    <w:rPr>
      <w:i/>
      <w:iCs/>
      <w:color w:val="000000"/>
      <w:sz w:val="24"/>
    </w:rPr>
  </w:style>
  <w:style w:type="character" w:styleId="Siln">
    <w:name w:val="Strong"/>
    <w:basedOn w:val="Standardnpsmoodstavce"/>
    <w:uiPriority w:val="22"/>
    <w:qFormat/>
    <w:rsid w:val="00A3198A"/>
    <w:rPr>
      <w:b/>
      <w:bCs/>
    </w:rPr>
  </w:style>
  <w:style w:type="character" w:customStyle="1" w:styleId="apple-converted-space">
    <w:name w:val="apple-converted-space"/>
    <w:basedOn w:val="Standardnpsmoodstavce"/>
    <w:rsid w:val="00795AEE"/>
  </w:style>
  <w:style w:type="paragraph" w:styleId="Normlnweb">
    <w:name w:val="Normal (Web)"/>
    <w:basedOn w:val="Normln"/>
    <w:uiPriority w:val="99"/>
    <w:unhideWhenUsed/>
    <w:rsid w:val="00E27ADB"/>
    <w:pPr>
      <w:spacing w:before="100" w:beforeAutospacing="1" w:after="100" w:afterAutospacing="1"/>
      <w:jc w:val="left"/>
    </w:pPr>
    <w:rPr>
      <w:szCs w:val="24"/>
    </w:rPr>
  </w:style>
  <w:style w:type="paragraph" w:styleId="Odstavecseseznamem">
    <w:name w:val="List Paragraph"/>
    <w:basedOn w:val="Normln"/>
    <w:uiPriority w:val="34"/>
    <w:qFormat/>
    <w:rsid w:val="00C547E1"/>
    <w:pPr>
      <w:ind w:left="720"/>
      <w:contextualSpacing/>
    </w:pPr>
  </w:style>
  <w:style w:type="paragraph" w:customStyle="1" w:styleId="para">
    <w:name w:val="para"/>
    <w:basedOn w:val="Normln"/>
    <w:rsid w:val="00BF7B00"/>
    <w:pPr>
      <w:spacing w:before="100" w:beforeAutospacing="1" w:after="100" w:afterAutospacing="1"/>
      <w:jc w:val="left"/>
    </w:pPr>
    <w:rPr>
      <w:szCs w:val="24"/>
    </w:rPr>
  </w:style>
  <w:style w:type="paragraph" w:customStyle="1" w:styleId="go">
    <w:name w:val="go"/>
    <w:basedOn w:val="Normln"/>
    <w:rsid w:val="00BF7B00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BF7B00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75E7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1422D"/>
  </w:style>
  <w:style w:type="paragraph" w:styleId="Textbubliny">
    <w:name w:val="Balloon Text"/>
    <w:basedOn w:val="Normln"/>
    <w:link w:val="TextbublinyChar"/>
    <w:uiPriority w:val="99"/>
    <w:semiHidden/>
    <w:unhideWhenUsed/>
    <w:rsid w:val="008E09C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09C6"/>
    <w:rPr>
      <w:rFonts w:ascii="Segoe UI" w:hAnsi="Segoe UI" w:cs="Segoe UI"/>
      <w:sz w:val="18"/>
      <w:szCs w:val="18"/>
    </w:rPr>
  </w:style>
  <w:style w:type="paragraph" w:styleId="Zkladntext3">
    <w:name w:val="Body Text 3"/>
    <w:basedOn w:val="Normln"/>
    <w:link w:val="Zkladntext3Char"/>
    <w:uiPriority w:val="99"/>
    <w:unhideWhenUsed/>
    <w:rsid w:val="00785BF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785BF2"/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D75E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Number" w:qFormat="1"/>
    <w:lsdException w:name="Title" w:semiHidden="0" w:uiPriority="10" w:unhideWhenUsed="0" w:qFormat="1"/>
    <w:lsdException w:name="Default Paragraph Font" w:uiPriority="0"/>
    <w:lsdException w:name="Body Text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47D0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2D47D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97845"/>
    <w:pPr>
      <w:keepNext/>
      <w:spacing w:before="240" w:after="60"/>
      <w:outlineLvl w:val="1"/>
    </w:pPr>
    <w:rPr>
      <w:b/>
      <w:bCs/>
      <w:iCs/>
      <w:sz w:val="22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75E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2D47D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2D47D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2D47D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2D47D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2D47D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2D47D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2D47D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2D47D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2D47D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2D47D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2D47D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2D47D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2D47D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2D47D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2D47D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2D47D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2D47D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2D47D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2D47D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2D47D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2D47D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2D47D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2D47D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2D47D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2D47D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2D47D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2D47D0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EC05B6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Textodstavce">
    <w:name w:val="Text odstavce"/>
    <w:basedOn w:val="Normln"/>
    <w:rsid w:val="002D47D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2D47D0"/>
    <w:pPr>
      <w:ind w:left="567" w:hanging="567"/>
    </w:pPr>
  </w:style>
  <w:style w:type="character" w:styleId="slostrnky">
    <w:name w:val="page number"/>
    <w:basedOn w:val="Standardnpsmoodstavce"/>
    <w:semiHidden/>
    <w:rsid w:val="002D47D0"/>
  </w:style>
  <w:style w:type="paragraph" w:styleId="Zpat">
    <w:name w:val="footer"/>
    <w:basedOn w:val="Normln"/>
    <w:link w:val="ZpatChar"/>
    <w:uiPriority w:val="99"/>
    <w:rsid w:val="002D47D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rsid w:val="002D47D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2D47D0"/>
    <w:rPr>
      <w:vertAlign w:val="superscript"/>
    </w:rPr>
  </w:style>
  <w:style w:type="paragraph" w:styleId="Titulek">
    <w:name w:val="caption"/>
    <w:basedOn w:val="Normln"/>
    <w:next w:val="Normln"/>
    <w:qFormat/>
    <w:rsid w:val="002D47D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2D47D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2D47D0"/>
    <w:pPr>
      <w:keepNext/>
      <w:keepLines/>
      <w:spacing w:before="720"/>
      <w:jc w:val="center"/>
    </w:pPr>
  </w:style>
  <w:style w:type="character" w:customStyle="1" w:styleId="NzevChar">
    <w:name w:val="Název Char"/>
    <w:basedOn w:val="Standardnpsmoodstavce"/>
    <w:link w:val="Nzev"/>
    <w:uiPriority w:val="10"/>
    <w:rsid w:val="00EC05B6"/>
    <w:rPr>
      <w:rFonts w:eastAsia="Times New Roman" w:cs="Times New Roman"/>
      <w:b/>
      <w:bCs/>
      <w:sz w:val="32"/>
      <w:szCs w:val="32"/>
    </w:rPr>
  </w:style>
  <w:style w:type="paragraph" w:customStyle="1" w:styleId="VARIANTA">
    <w:name w:val="VARIANTA"/>
    <w:basedOn w:val="Normln"/>
    <w:next w:val="Normln"/>
    <w:rsid w:val="002D47D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2D47D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2D47D0"/>
    <w:rPr>
      <w:b/>
    </w:rPr>
  </w:style>
  <w:style w:type="paragraph" w:customStyle="1" w:styleId="Nadpislnku">
    <w:name w:val="Nadpis článku"/>
    <w:basedOn w:val="lnek"/>
    <w:next w:val="Textodstavce"/>
    <w:link w:val="NadpislnkuChar"/>
    <w:rsid w:val="002D47D0"/>
    <w:rPr>
      <w:b/>
    </w:rPr>
  </w:style>
  <w:style w:type="paragraph" w:styleId="Podtitul">
    <w:name w:val="Subtitle"/>
    <w:basedOn w:val="Normln"/>
    <w:next w:val="Normln"/>
    <w:link w:val="PodtitulChar"/>
    <w:uiPriority w:val="11"/>
    <w:qFormat/>
    <w:rsid w:val="00225AD9"/>
    <w:pPr>
      <w:spacing w:after="60"/>
      <w:jc w:val="center"/>
      <w:outlineLvl w:val="1"/>
    </w:pPr>
    <w:rPr>
      <w:sz w:val="28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25AD9"/>
    <w:rPr>
      <w:sz w:val="28"/>
      <w:szCs w:val="24"/>
    </w:rPr>
  </w:style>
  <w:style w:type="character" w:customStyle="1" w:styleId="lnekChar">
    <w:name w:val="Článek Char"/>
    <w:basedOn w:val="Standardnpsmoodstavce"/>
    <w:link w:val="lnek"/>
    <w:rsid w:val="00685700"/>
    <w:rPr>
      <w:sz w:val="24"/>
    </w:rPr>
  </w:style>
  <w:style w:type="character" w:customStyle="1" w:styleId="NadpislnkuChar">
    <w:name w:val="Nadpis článku Char"/>
    <w:basedOn w:val="lnekChar"/>
    <w:link w:val="Nadpislnku"/>
    <w:rsid w:val="00685700"/>
    <w:rPr>
      <w:b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B97845"/>
    <w:rPr>
      <w:rFonts w:eastAsia="Times New Roman" w:cs="Times New Roman"/>
      <w:b/>
      <w:bCs/>
      <w:iCs/>
      <w:sz w:val="22"/>
      <w:szCs w:val="28"/>
    </w:rPr>
  </w:style>
  <w:style w:type="paragraph" w:styleId="Zkladntextodsazen2">
    <w:name w:val="Body Text Indent 2"/>
    <w:basedOn w:val="Normln"/>
    <w:link w:val="Zkladntextodsazen2Char"/>
    <w:semiHidden/>
    <w:rsid w:val="00CC7E7B"/>
    <w:pPr>
      <w:spacing w:line="288" w:lineRule="auto"/>
      <w:ind w:firstLine="567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C7E7B"/>
    <w:rPr>
      <w:b/>
      <w:sz w:val="24"/>
    </w:rPr>
  </w:style>
  <w:style w:type="paragraph" w:styleId="Zkladntext">
    <w:name w:val="Body Text"/>
    <w:basedOn w:val="Normln"/>
    <w:link w:val="ZkladntextChar"/>
    <w:uiPriority w:val="99"/>
    <w:unhideWhenUsed/>
    <w:qFormat/>
    <w:rsid w:val="0071432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1432B"/>
    <w:rPr>
      <w:sz w:val="24"/>
    </w:rPr>
  </w:style>
  <w:style w:type="character" w:styleId="Zdraznnjemn">
    <w:name w:val="Subtle Emphasis"/>
    <w:basedOn w:val="Standardnpsmoodstavce"/>
    <w:uiPriority w:val="19"/>
    <w:qFormat/>
    <w:rsid w:val="00627DD1"/>
    <w:rPr>
      <w:i/>
      <w:iCs/>
      <w:color w:val="auto"/>
    </w:rPr>
  </w:style>
  <w:style w:type="character" w:styleId="Hypertextovodkaz">
    <w:name w:val="Hyperlink"/>
    <w:basedOn w:val="Standardnpsmoodstavce"/>
    <w:uiPriority w:val="99"/>
    <w:semiHidden/>
    <w:unhideWhenUsed/>
    <w:rsid w:val="00AD452B"/>
    <w:rPr>
      <w:color w:val="0000FF"/>
      <w:u w:val="single"/>
    </w:rPr>
  </w:style>
  <w:style w:type="paragraph" w:styleId="slovanseznam">
    <w:name w:val="List Number"/>
    <w:basedOn w:val="Normln"/>
    <w:uiPriority w:val="99"/>
    <w:unhideWhenUsed/>
    <w:qFormat/>
    <w:rsid w:val="00EC4230"/>
    <w:pPr>
      <w:numPr>
        <w:numId w:val="6"/>
      </w:numPr>
      <w:spacing w:after="120"/>
      <w:ind w:left="357" w:hanging="357"/>
      <w:contextualSpacing/>
    </w:pPr>
  </w:style>
  <w:style w:type="character" w:styleId="Zvraznn">
    <w:name w:val="Emphasis"/>
    <w:basedOn w:val="Standardnpsmoodstavce"/>
    <w:uiPriority w:val="20"/>
    <w:qFormat/>
    <w:rsid w:val="00EF69C0"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722760"/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722760"/>
    <w:rPr>
      <w:i/>
      <w:iCs/>
      <w:color w:val="000000"/>
      <w:sz w:val="24"/>
    </w:rPr>
  </w:style>
  <w:style w:type="character" w:styleId="Siln">
    <w:name w:val="Strong"/>
    <w:basedOn w:val="Standardnpsmoodstavce"/>
    <w:uiPriority w:val="22"/>
    <w:qFormat/>
    <w:rsid w:val="00A3198A"/>
    <w:rPr>
      <w:b/>
      <w:bCs/>
    </w:rPr>
  </w:style>
  <w:style w:type="character" w:customStyle="1" w:styleId="apple-converted-space">
    <w:name w:val="apple-converted-space"/>
    <w:basedOn w:val="Standardnpsmoodstavce"/>
    <w:rsid w:val="00795AEE"/>
  </w:style>
  <w:style w:type="paragraph" w:styleId="Normlnweb">
    <w:name w:val="Normal (Web)"/>
    <w:basedOn w:val="Normln"/>
    <w:uiPriority w:val="99"/>
    <w:unhideWhenUsed/>
    <w:rsid w:val="00E27ADB"/>
    <w:pPr>
      <w:spacing w:before="100" w:beforeAutospacing="1" w:after="100" w:afterAutospacing="1"/>
      <w:jc w:val="left"/>
    </w:pPr>
    <w:rPr>
      <w:szCs w:val="24"/>
    </w:rPr>
  </w:style>
  <w:style w:type="paragraph" w:styleId="Odstavecseseznamem">
    <w:name w:val="List Paragraph"/>
    <w:basedOn w:val="Normln"/>
    <w:uiPriority w:val="34"/>
    <w:qFormat/>
    <w:rsid w:val="00C547E1"/>
    <w:pPr>
      <w:ind w:left="720"/>
      <w:contextualSpacing/>
    </w:pPr>
  </w:style>
  <w:style w:type="paragraph" w:customStyle="1" w:styleId="para">
    <w:name w:val="para"/>
    <w:basedOn w:val="Normln"/>
    <w:rsid w:val="00BF7B00"/>
    <w:pPr>
      <w:spacing w:before="100" w:beforeAutospacing="1" w:after="100" w:afterAutospacing="1"/>
      <w:jc w:val="left"/>
    </w:pPr>
    <w:rPr>
      <w:szCs w:val="24"/>
    </w:rPr>
  </w:style>
  <w:style w:type="paragraph" w:customStyle="1" w:styleId="go">
    <w:name w:val="go"/>
    <w:basedOn w:val="Normln"/>
    <w:rsid w:val="00BF7B00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BF7B00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75E7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1422D"/>
  </w:style>
  <w:style w:type="paragraph" w:styleId="Textbubliny">
    <w:name w:val="Balloon Text"/>
    <w:basedOn w:val="Normln"/>
    <w:link w:val="TextbublinyChar"/>
    <w:uiPriority w:val="99"/>
    <w:semiHidden/>
    <w:unhideWhenUsed/>
    <w:rsid w:val="008E09C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09C6"/>
    <w:rPr>
      <w:rFonts w:ascii="Segoe UI" w:hAnsi="Segoe UI" w:cs="Segoe UI"/>
      <w:sz w:val="18"/>
      <w:szCs w:val="18"/>
    </w:rPr>
  </w:style>
  <w:style w:type="paragraph" w:styleId="Zkladntext3">
    <w:name w:val="Body Text 3"/>
    <w:basedOn w:val="Normln"/>
    <w:link w:val="Zkladntext3Char"/>
    <w:uiPriority w:val="99"/>
    <w:unhideWhenUsed/>
    <w:rsid w:val="00785BF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785BF2"/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D75E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7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uy%20Peters\Dokumenty\Pr&#225;vo\Spr&#225;vn&#237;%20pr&#225;vo\Prostituce\Vzory\LN_Z&#225;ko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9E229-D9AC-44CC-AE15-0EA8401B5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</Template>
  <TotalTime>4</TotalTime>
  <Pages>3</Pages>
  <Words>515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IVK</Company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IVK BOOK 10</dc:creator>
  <cp:lastModifiedBy>www.obcanskesvobody.cz</cp:lastModifiedBy>
  <cp:revision>5</cp:revision>
  <cp:lastPrinted>2018-05-22T16:14:00Z</cp:lastPrinted>
  <dcterms:created xsi:type="dcterms:W3CDTF">2020-04-05T16:47:00Z</dcterms:created>
  <dcterms:modified xsi:type="dcterms:W3CDTF">2020-04-07T12:32:00Z</dcterms:modified>
</cp:coreProperties>
</file>