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D472CB" w:rsidP="00FC02F9">
      <w:pPr>
        <w:pStyle w:val="PS-slousnesen"/>
      </w:pPr>
      <w:r>
        <w:t>13</w:t>
      </w:r>
      <w:r w:rsidR="005C0459">
        <w:t>1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533CAC">
        <w:t>42</w:t>
      </w:r>
      <w:r>
        <w:t>. schůze</w:t>
      </w:r>
    </w:p>
    <w:p w:rsidR="00FC02F9" w:rsidRDefault="00D472CB" w:rsidP="00FC02F9">
      <w:pPr>
        <w:pStyle w:val="PS-hlavika1"/>
      </w:pPr>
      <w:r>
        <w:t>ze dne 2.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B272AC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5C0459" w:rsidRPr="005C0459">
        <w:rPr>
          <w:b/>
          <w:sz w:val="24"/>
          <w:szCs w:val="24"/>
        </w:rPr>
        <w:t>kterým se předkládá Parlamentu České republiky k vyslovení souhlasu s ratifikací Dohoda o ochraně investic mezi Evropskou unií a jejími členskými státy na jedné straně a Vietnamskou socialistickou republikou na straně druhé, podepsaná dne 25. června 2019 v Lucemburku všemi členskými státy Evropské unie a dne 30. června 2019 v Hanoji za Evropskou unii a Vietnam /sněmovní tisk 609/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276562">
        <w:rPr>
          <w:sz w:val="24"/>
          <w:szCs w:val="24"/>
        </w:rPr>
        <w:t>ryně financí</w:t>
      </w:r>
      <w:r w:rsidR="003C158C">
        <w:rPr>
          <w:sz w:val="24"/>
          <w:szCs w:val="24"/>
        </w:rPr>
        <w:t xml:space="preserve"> Mgr. Ondřeje Landy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E677C6">
        <w:rPr>
          <w:sz w:val="24"/>
          <w:szCs w:val="24"/>
        </w:rPr>
        <w:t xml:space="preserve">Ing. Petra </w:t>
      </w:r>
      <w:proofErr w:type="spellStart"/>
      <w:r w:rsidR="00E677C6">
        <w:rPr>
          <w:sz w:val="24"/>
          <w:szCs w:val="24"/>
        </w:rPr>
        <w:t>Beitla</w:t>
      </w:r>
      <w:proofErr w:type="spellEnd"/>
      <w:r w:rsidR="007771C0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A265EC" w:rsidP="004D2377">
      <w:pPr>
        <w:ind w:left="705"/>
        <w:jc w:val="both"/>
      </w:pPr>
      <w:r>
        <w:rPr>
          <w:rStyle w:val="Siln"/>
          <w:szCs w:val="24"/>
        </w:rPr>
        <w:t>dává souhlas k ratifikaci</w:t>
      </w:r>
      <w:r w:rsidR="001E1364">
        <w:rPr>
          <w:rStyle w:val="Siln"/>
          <w:szCs w:val="24"/>
        </w:rPr>
        <w:t xml:space="preserve"> </w:t>
      </w:r>
      <w:r w:rsidR="005C0459">
        <w:rPr>
          <w:szCs w:val="24"/>
        </w:rPr>
        <w:t>Dohody</w:t>
      </w:r>
      <w:r w:rsidR="005C0459" w:rsidRPr="00D059DE">
        <w:rPr>
          <w:szCs w:val="24"/>
        </w:rPr>
        <w:t xml:space="preserve"> o ochraně investic mezi Evropskou unií a jejími členskými státy na jedné straně a Vietnamskou socialistickou repub</w:t>
      </w:r>
      <w:r w:rsidR="005C0459">
        <w:rPr>
          <w:szCs w:val="24"/>
        </w:rPr>
        <w:t>likou na straně druhé, podepsané</w:t>
      </w:r>
      <w:r w:rsidR="005C0459" w:rsidRPr="00D059DE">
        <w:rPr>
          <w:szCs w:val="24"/>
        </w:rPr>
        <w:t xml:space="preserve"> dne 25. června 2019 v Lucemburku všemi členskými státy Evropské unie a dne 30. června 2019 v Hanoji za Evropskou unii a Vietnam</w:t>
      </w:r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5C1A60">
        <w:t xml:space="preserve"> zpravodaje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270A67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tab/>
      </w:r>
      <w:r w:rsidR="00CE270B">
        <w:tab/>
      </w:r>
      <w:r w:rsidR="00E677C6">
        <w:t>Ing. Petr B e i t l</w:t>
      </w:r>
      <w:r w:rsidR="00B91800">
        <w:t xml:space="preserve"> </w:t>
      </w:r>
      <w:r w:rsidR="00E677C6">
        <w:t xml:space="preserve"> </w:t>
      </w:r>
      <w:proofErr w:type="gramStart"/>
      <w:r w:rsidR="00B91800">
        <w:t>v.r.</w:t>
      </w:r>
      <w:proofErr w:type="gramEnd"/>
      <w:r w:rsidR="005C1A60">
        <w:t xml:space="preserve"> </w:t>
      </w:r>
      <w:r w:rsidR="0029549A">
        <w:t xml:space="preserve"> </w:t>
      </w:r>
      <w:r w:rsidR="00EE4714">
        <w:t xml:space="preserve"> </w:t>
      </w:r>
      <w:r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B91800">
        <w:t xml:space="preserve">   </w:t>
      </w:r>
      <w:r w:rsidR="007A1CC3" w:rsidRPr="007E5B58">
        <w:t xml:space="preserve"> </w:t>
      </w:r>
      <w:r w:rsidR="00533CAC">
        <w:t>Ing. Jiří S t r ý č e k</w:t>
      </w:r>
      <w:r w:rsidR="00B91800">
        <w:t xml:space="preserve">  </w:t>
      </w:r>
      <w:proofErr w:type="gramStart"/>
      <w:r w:rsidR="00B91800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533CAC">
        <w:tab/>
        <w:t xml:space="preserve">                    </w:t>
      </w:r>
      <w:r w:rsidR="00B91800">
        <w:t xml:space="preserve"> </w:t>
      </w:r>
      <w:bookmarkStart w:id="0" w:name="_GoBack"/>
      <w:bookmarkEnd w:id="0"/>
      <w:r w:rsidR="002849F9">
        <w:t>JUDr. Ondřej V e s e l ý</w:t>
      </w:r>
      <w:r w:rsidR="00B91800">
        <w:t xml:space="preserve">  </w:t>
      </w:r>
      <w:proofErr w:type="gramStart"/>
      <w:r w:rsidR="00B91800">
        <w:t>v.r.</w:t>
      </w:r>
      <w:proofErr w:type="gramEnd"/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A33A3"/>
    <w:rsid w:val="000C5278"/>
    <w:rsid w:val="000D0E8D"/>
    <w:rsid w:val="000E3069"/>
    <w:rsid w:val="000E730C"/>
    <w:rsid w:val="00103C04"/>
    <w:rsid w:val="00106842"/>
    <w:rsid w:val="00152782"/>
    <w:rsid w:val="00164819"/>
    <w:rsid w:val="00180E07"/>
    <w:rsid w:val="001B45F3"/>
    <w:rsid w:val="001E1364"/>
    <w:rsid w:val="001E5ADD"/>
    <w:rsid w:val="00230024"/>
    <w:rsid w:val="002377C9"/>
    <w:rsid w:val="0024422A"/>
    <w:rsid w:val="00254049"/>
    <w:rsid w:val="00270A67"/>
    <w:rsid w:val="00272E1B"/>
    <w:rsid w:val="00273B70"/>
    <w:rsid w:val="00276562"/>
    <w:rsid w:val="002835BB"/>
    <w:rsid w:val="002849F9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C158C"/>
    <w:rsid w:val="003D2033"/>
    <w:rsid w:val="003F0595"/>
    <w:rsid w:val="003F38A7"/>
    <w:rsid w:val="00441D8E"/>
    <w:rsid w:val="004A7EDF"/>
    <w:rsid w:val="004B7D84"/>
    <w:rsid w:val="004D2377"/>
    <w:rsid w:val="004E5AD7"/>
    <w:rsid w:val="004F5E29"/>
    <w:rsid w:val="005227BF"/>
    <w:rsid w:val="00533CAC"/>
    <w:rsid w:val="00566A4C"/>
    <w:rsid w:val="005C0459"/>
    <w:rsid w:val="005C1A60"/>
    <w:rsid w:val="005C30D7"/>
    <w:rsid w:val="005C34F1"/>
    <w:rsid w:val="005E094C"/>
    <w:rsid w:val="005F6CAE"/>
    <w:rsid w:val="00620764"/>
    <w:rsid w:val="006823B8"/>
    <w:rsid w:val="006876A5"/>
    <w:rsid w:val="006A0830"/>
    <w:rsid w:val="006D49A8"/>
    <w:rsid w:val="00714B1F"/>
    <w:rsid w:val="007501CA"/>
    <w:rsid w:val="0075419B"/>
    <w:rsid w:val="007707A2"/>
    <w:rsid w:val="007771C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03317"/>
    <w:rsid w:val="00A245FE"/>
    <w:rsid w:val="00A265EC"/>
    <w:rsid w:val="00A46CDA"/>
    <w:rsid w:val="00A837B1"/>
    <w:rsid w:val="00AA0D27"/>
    <w:rsid w:val="00B0568C"/>
    <w:rsid w:val="00B13892"/>
    <w:rsid w:val="00B245FD"/>
    <w:rsid w:val="00B272AC"/>
    <w:rsid w:val="00B43D45"/>
    <w:rsid w:val="00B53E8D"/>
    <w:rsid w:val="00B715B6"/>
    <w:rsid w:val="00B8715B"/>
    <w:rsid w:val="00B91800"/>
    <w:rsid w:val="00BC09E3"/>
    <w:rsid w:val="00BF4D41"/>
    <w:rsid w:val="00C03852"/>
    <w:rsid w:val="00C40BB1"/>
    <w:rsid w:val="00C56014"/>
    <w:rsid w:val="00C5766C"/>
    <w:rsid w:val="00C63334"/>
    <w:rsid w:val="00C86377"/>
    <w:rsid w:val="00CD2293"/>
    <w:rsid w:val="00CD6711"/>
    <w:rsid w:val="00CE20CD"/>
    <w:rsid w:val="00CE270B"/>
    <w:rsid w:val="00CF20C2"/>
    <w:rsid w:val="00D472CB"/>
    <w:rsid w:val="00D62421"/>
    <w:rsid w:val="00D720D0"/>
    <w:rsid w:val="00D76FB3"/>
    <w:rsid w:val="00DB23D4"/>
    <w:rsid w:val="00DB5BB7"/>
    <w:rsid w:val="00DC29E4"/>
    <w:rsid w:val="00E07C99"/>
    <w:rsid w:val="00E120D7"/>
    <w:rsid w:val="00E44BB8"/>
    <w:rsid w:val="00E6506A"/>
    <w:rsid w:val="00E677C6"/>
    <w:rsid w:val="00ED101C"/>
    <w:rsid w:val="00ED15A8"/>
    <w:rsid w:val="00EE4714"/>
    <w:rsid w:val="00EF223E"/>
    <w:rsid w:val="00EF3B15"/>
    <w:rsid w:val="00EF679B"/>
    <w:rsid w:val="00EF6B9D"/>
    <w:rsid w:val="00F50077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C96C"/>
  <w15:docId w15:val="{373207A7-6D26-4ADA-AE2C-E56661C8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9D392-C382-4F08-B024-8A8CE4F76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2020-04-02T11:43:00Z</dcterms:created>
  <dcterms:modified xsi:type="dcterms:W3CDTF">2020-04-02T11:43:00Z</dcterms:modified>
</cp:coreProperties>
</file>