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2849F9" w:rsidP="00FC02F9">
      <w:pPr>
        <w:pStyle w:val="PS-hlavika2"/>
      </w:pPr>
      <w:r>
        <w:t>2020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2947BC" w:rsidP="00FC02F9">
      <w:pPr>
        <w:pStyle w:val="PS-slousnesen"/>
      </w:pPr>
      <w:r>
        <w:t>13</w:t>
      </w:r>
      <w:r w:rsidR="00CD2293">
        <w:t>0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>z</w:t>
      </w:r>
      <w:r w:rsidR="002849F9">
        <w:t>e</w:t>
      </w:r>
      <w:r>
        <w:t xml:space="preserve"> </w:t>
      </w:r>
      <w:r w:rsidR="00533CAC">
        <w:t>42</w:t>
      </w:r>
      <w:r>
        <w:t>. schůze</w:t>
      </w:r>
    </w:p>
    <w:p w:rsidR="00FC02F9" w:rsidRDefault="002947BC" w:rsidP="00FC02F9">
      <w:pPr>
        <w:pStyle w:val="PS-hlavika1"/>
      </w:pPr>
      <w:r>
        <w:t>ze dne 2. dubna</w:t>
      </w:r>
      <w:r w:rsidR="002849F9">
        <w:t xml:space="preserve"> 2020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B26DA" w:rsidRPr="00B272AC" w:rsidRDefault="004A7EDF" w:rsidP="00FB26DA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849F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</w:t>
      </w:r>
      <w:r w:rsidRPr="005C34F1">
        <w:rPr>
          <w:rFonts w:eastAsia="SimSun" w:cs="Mangal"/>
          <w:b/>
          <w:kern w:val="3"/>
          <w:sz w:val="24"/>
          <w:szCs w:val="24"/>
          <w:lang w:eastAsia="zh-CN" w:bidi="hi-IN"/>
        </w:rPr>
        <w:t>,</w:t>
      </w:r>
      <w:r w:rsidRPr="005C34F1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CD2293" w:rsidRPr="00CD2293">
        <w:rPr>
          <w:b/>
          <w:sz w:val="24"/>
          <w:szCs w:val="24"/>
        </w:rPr>
        <w:t>kterým se předkládá Parlamentu České republiky k vyslovení souhlasu s ratifikací Smlouva mezi vládou České republiky a vládou Bangladéšské lidové republiky o zamezení dvojímu zdanění v oboru daní z příjmu a o zabránění daňovému úniku a vyhýbání se daňové povinnosti, která byla podepsána v Praze dne 11. prosince 2019 /sněmovní tisk 686/</w:t>
      </w:r>
    </w:p>
    <w:p w:rsidR="00164819" w:rsidRDefault="00164819" w:rsidP="00FB26DA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B43D45" w:rsidP="00FB26DA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>náměstka minist</w:t>
      </w:r>
      <w:r w:rsidR="00276562">
        <w:rPr>
          <w:sz w:val="24"/>
          <w:szCs w:val="24"/>
        </w:rPr>
        <w:t>ryně financí</w:t>
      </w:r>
      <w:r w:rsidR="005C34F1">
        <w:rPr>
          <w:sz w:val="24"/>
          <w:szCs w:val="24"/>
        </w:rPr>
        <w:t xml:space="preserve"> </w:t>
      </w:r>
      <w:r w:rsidR="00101FEB" w:rsidRPr="00101FEB">
        <w:rPr>
          <w:sz w:val="24"/>
          <w:szCs w:val="24"/>
        </w:rPr>
        <w:t>Ing. Mgr. Stanislava Kouby, PhD.</w:t>
      </w:r>
      <w:r w:rsidR="006D49A8" w:rsidRPr="00101FEB">
        <w:rPr>
          <w:sz w:val="24"/>
          <w:szCs w:val="24"/>
        </w:rPr>
        <w:t>,</w:t>
      </w:r>
      <w:r w:rsidR="006D49A8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E677C6">
        <w:rPr>
          <w:sz w:val="24"/>
          <w:szCs w:val="24"/>
        </w:rPr>
        <w:t xml:space="preserve">Ing. Petra </w:t>
      </w:r>
      <w:proofErr w:type="spellStart"/>
      <w:r w:rsidR="00E677C6">
        <w:rPr>
          <w:sz w:val="24"/>
          <w:szCs w:val="24"/>
        </w:rPr>
        <w:t>Beitla</w:t>
      </w:r>
      <w:proofErr w:type="spellEnd"/>
      <w:r w:rsidR="007771C0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CD2293" w:rsidP="004D2377">
      <w:pPr>
        <w:ind w:left="705"/>
        <w:jc w:val="both"/>
      </w:pPr>
      <w:r>
        <w:rPr>
          <w:rStyle w:val="Siln"/>
          <w:szCs w:val="24"/>
        </w:rPr>
        <w:t>dává souhlas k ratifikaci</w:t>
      </w:r>
      <w:r w:rsidR="001E1364">
        <w:rPr>
          <w:rStyle w:val="Siln"/>
          <w:szCs w:val="24"/>
        </w:rPr>
        <w:t xml:space="preserve"> </w:t>
      </w:r>
      <w:r w:rsidRPr="00CD2293">
        <w:rPr>
          <w:szCs w:val="24"/>
        </w:rPr>
        <w:t>Smlouvy mezi vládou České republiky a vládou Bangladéšské lidové republiky o zamezení dvojímu zdanění v oboru daní z příjmu a o zabránění daňovému úniku a vyhýbání se daňové povinnosti, která byla podepsána v Praze dne 11. prosince 2019</w:t>
      </w:r>
      <w:r w:rsidR="00D62421" w:rsidRPr="007771C0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5C1A60">
        <w:t xml:space="preserve"> zpravodaje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270A67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tab/>
      </w:r>
      <w:r w:rsidR="00CE270B">
        <w:tab/>
      </w:r>
      <w:r w:rsidR="003A2535">
        <w:t xml:space="preserve">  </w:t>
      </w:r>
      <w:r w:rsidR="00E677C6">
        <w:t xml:space="preserve">Ing. Petr B e i t l </w:t>
      </w:r>
      <w:r w:rsidR="003A2535">
        <w:t xml:space="preserve"> </w:t>
      </w:r>
      <w:proofErr w:type="gramStart"/>
      <w:r w:rsidR="003A2535">
        <w:t>v.r.</w:t>
      </w:r>
      <w:proofErr w:type="gramEnd"/>
      <w:r w:rsidR="005C1A60">
        <w:t xml:space="preserve"> </w:t>
      </w:r>
      <w:r w:rsidR="0029549A">
        <w:t xml:space="preserve"> </w:t>
      </w:r>
      <w:r w:rsidR="00EE4714">
        <w:t xml:space="preserve"> </w:t>
      </w:r>
      <w:r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7E5B58">
      <w:pPr>
        <w:spacing w:after="0" w:line="240" w:lineRule="auto"/>
      </w:pPr>
      <w:r w:rsidRPr="007E5B58">
        <w:t xml:space="preserve">         </w:t>
      </w:r>
      <w:r w:rsidR="003A2535">
        <w:t xml:space="preserve">    </w:t>
      </w:r>
      <w:r w:rsidR="00533CAC">
        <w:t>Ing. Jiří S t r ý č e k</w:t>
      </w:r>
      <w:r w:rsidR="003A2535">
        <w:t xml:space="preserve">  </w:t>
      </w:r>
      <w:proofErr w:type="gramStart"/>
      <w:r w:rsidR="003A2535">
        <w:t>v.r.</w:t>
      </w:r>
      <w:proofErr w:type="gramEnd"/>
      <w:r w:rsidR="00CE270B">
        <w:tab/>
      </w:r>
      <w:r>
        <w:rPr>
          <w:color w:val="FFFFFF" w:themeColor="background1"/>
        </w:rPr>
        <w:t xml:space="preserve">…… </w:t>
      </w:r>
      <w:r w:rsidR="003A2535">
        <w:tab/>
        <w:t xml:space="preserve">                    </w:t>
      </w:r>
      <w:bookmarkStart w:id="0" w:name="_GoBack"/>
      <w:bookmarkEnd w:id="0"/>
      <w:r w:rsidR="002849F9">
        <w:t>JUDr. Ondřej V e s e l ý</w:t>
      </w:r>
      <w:r w:rsidR="003A2535">
        <w:t xml:space="preserve">  </w:t>
      </w:r>
      <w:proofErr w:type="gramStart"/>
      <w:r w:rsidR="003A2535">
        <w:t>v.r.</w:t>
      </w:r>
      <w:proofErr w:type="gramEnd"/>
      <w:r w:rsidR="002849F9">
        <w:t xml:space="preserve"> 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20BF4"/>
    <w:rsid w:val="000476E4"/>
    <w:rsid w:val="000539C4"/>
    <w:rsid w:val="000A33A3"/>
    <w:rsid w:val="000C5278"/>
    <w:rsid w:val="000D0E8D"/>
    <w:rsid w:val="000E3069"/>
    <w:rsid w:val="000E730C"/>
    <w:rsid w:val="00101FEB"/>
    <w:rsid w:val="00103C04"/>
    <w:rsid w:val="00106842"/>
    <w:rsid w:val="00152782"/>
    <w:rsid w:val="00164819"/>
    <w:rsid w:val="00180E07"/>
    <w:rsid w:val="001B45F3"/>
    <w:rsid w:val="001E1364"/>
    <w:rsid w:val="001E5ADD"/>
    <w:rsid w:val="00230024"/>
    <w:rsid w:val="002377C9"/>
    <w:rsid w:val="0024422A"/>
    <w:rsid w:val="00254049"/>
    <w:rsid w:val="00270A67"/>
    <w:rsid w:val="00272E1B"/>
    <w:rsid w:val="00273B70"/>
    <w:rsid w:val="00276562"/>
    <w:rsid w:val="002835BB"/>
    <w:rsid w:val="002849F9"/>
    <w:rsid w:val="002947BC"/>
    <w:rsid w:val="0029549A"/>
    <w:rsid w:val="002A2F32"/>
    <w:rsid w:val="002B0FB6"/>
    <w:rsid w:val="002B5251"/>
    <w:rsid w:val="002B60B3"/>
    <w:rsid w:val="002C6BED"/>
    <w:rsid w:val="002F52FE"/>
    <w:rsid w:val="00320803"/>
    <w:rsid w:val="00356011"/>
    <w:rsid w:val="00377253"/>
    <w:rsid w:val="003A2535"/>
    <w:rsid w:val="003D2033"/>
    <w:rsid w:val="003F0595"/>
    <w:rsid w:val="003F38A7"/>
    <w:rsid w:val="00441D8E"/>
    <w:rsid w:val="004A7EDF"/>
    <w:rsid w:val="004B7D84"/>
    <w:rsid w:val="004D2377"/>
    <w:rsid w:val="004E5AD7"/>
    <w:rsid w:val="004F5E29"/>
    <w:rsid w:val="005227BF"/>
    <w:rsid w:val="00533CAC"/>
    <w:rsid w:val="00566A4C"/>
    <w:rsid w:val="005C1A60"/>
    <w:rsid w:val="005C30D7"/>
    <w:rsid w:val="005C34F1"/>
    <w:rsid w:val="005E094C"/>
    <w:rsid w:val="005F6CAE"/>
    <w:rsid w:val="00620764"/>
    <w:rsid w:val="006823B8"/>
    <w:rsid w:val="006876A5"/>
    <w:rsid w:val="006A0830"/>
    <w:rsid w:val="006D49A8"/>
    <w:rsid w:val="00714B1F"/>
    <w:rsid w:val="007501CA"/>
    <w:rsid w:val="0075419B"/>
    <w:rsid w:val="007707A2"/>
    <w:rsid w:val="007771C0"/>
    <w:rsid w:val="007A1CC3"/>
    <w:rsid w:val="007C62DA"/>
    <w:rsid w:val="007D5EE1"/>
    <w:rsid w:val="007E1D0B"/>
    <w:rsid w:val="007E5B58"/>
    <w:rsid w:val="007F4C21"/>
    <w:rsid w:val="00812496"/>
    <w:rsid w:val="00823E88"/>
    <w:rsid w:val="008252C8"/>
    <w:rsid w:val="008255AD"/>
    <w:rsid w:val="00830BFE"/>
    <w:rsid w:val="00893C29"/>
    <w:rsid w:val="008B733E"/>
    <w:rsid w:val="008C2628"/>
    <w:rsid w:val="00903269"/>
    <w:rsid w:val="00917DCF"/>
    <w:rsid w:val="00920D8B"/>
    <w:rsid w:val="00945184"/>
    <w:rsid w:val="009E5DB5"/>
    <w:rsid w:val="00A0221B"/>
    <w:rsid w:val="00A03317"/>
    <w:rsid w:val="00A245FE"/>
    <w:rsid w:val="00A46CDA"/>
    <w:rsid w:val="00A837B1"/>
    <w:rsid w:val="00AA0D27"/>
    <w:rsid w:val="00B0568C"/>
    <w:rsid w:val="00B13892"/>
    <w:rsid w:val="00B245FD"/>
    <w:rsid w:val="00B272AC"/>
    <w:rsid w:val="00B43D45"/>
    <w:rsid w:val="00B53E8D"/>
    <w:rsid w:val="00B715B6"/>
    <w:rsid w:val="00B8715B"/>
    <w:rsid w:val="00BC09E3"/>
    <w:rsid w:val="00BF4D41"/>
    <w:rsid w:val="00C03852"/>
    <w:rsid w:val="00C40BB1"/>
    <w:rsid w:val="00C56014"/>
    <w:rsid w:val="00C5766C"/>
    <w:rsid w:val="00C63334"/>
    <w:rsid w:val="00C86377"/>
    <w:rsid w:val="00CD2293"/>
    <w:rsid w:val="00CD6711"/>
    <w:rsid w:val="00CE20CD"/>
    <w:rsid w:val="00CE270B"/>
    <w:rsid w:val="00CF20C2"/>
    <w:rsid w:val="00D62421"/>
    <w:rsid w:val="00D720D0"/>
    <w:rsid w:val="00D76FB3"/>
    <w:rsid w:val="00DB23D4"/>
    <w:rsid w:val="00DB5BB7"/>
    <w:rsid w:val="00DC29E4"/>
    <w:rsid w:val="00E07C99"/>
    <w:rsid w:val="00E120D7"/>
    <w:rsid w:val="00E44BB8"/>
    <w:rsid w:val="00E6506A"/>
    <w:rsid w:val="00E677C6"/>
    <w:rsid w:val="00ED101C"/>
    <w:rsid w:val="00ED15A8"/>
    <w:rsid w:val="00EE4714"/>
    <w:rsid w:val="00EF223E"/>
    <w:rsid w:val="00EF3B15"/>
    <w:rsid w:val="00EF679B"/>
    <w:rsid w:val="00EF6B9D"/>
    <w:rsid w:val="00F50077"/>
    <w:rsid w:val="00F80303"/>
    <w:rsid w:val="00F97B69"/>
    <w:rsid w:val="00FB26DA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D3D1"/>
  <w15:docId w15:val="{E8D98F56-5893-483A-BDC1-3914000A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65CC5-35CF-49D7-8CCB-8376B4804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2020-04-02T11:42:00Z</dcterms:created>
  <dcterms:modified xsi:type="dcterms:W3CDTF">2020-04-02T11:42:00Z</dcterms:modified>
</cp:coreProperties>
</file>