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2C1448" w:rsidP="000E730C">
      <w:pPr>
        <w:pStyle w:val="PS-hlavika2"/>
      </w:pPr>
      <w:r>
        <w:t>2020</w:t>
      </w:r>
    </w:p>
    <w:p w:rsidR="00DC29E4" w:rsidRDefault="002C1448" w:rsidP="00377253">
      <w:pPr>
        <w:pStyle w:val="PS-hlavika1"/>
      </w:pPr>
      <w:r>
        <w:t>8</w:t>
      </w:r>
      <w:r w:rsidR="00DC29E4">
        <w:t>. volební období</w:t>
      </w:r>
    </w:p>
    <w:p w:rsidR="00DC29E4" w:rsidRDefault="00C1166F" w:rsidP="000E730C">
      <w:pPr>
        <w:pStyle w:val="PS-slousnesen"/>
      </w:pPr>
      <w:r>
        <w:t>108.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807F2" w:rsidP="00377253">
      <w:pPr>
        <w:pStyle w:val="PS-hlavika1"/>
      </w:pPr>
      <w:r>
        <w:t>výboru pro životní prostředí</w:t>
      </w:r>
    </w:p>
    <w:p w:rsidR="00DC29E4" w:rsidRPr="009823D2" w:rsidRDefault="00DC29E4" w:rsidP="00377253">
      <w:pPr>
        <w:pStyle w:val="PS-hlavika1"/>
      </w:pPr>
      <w:r w:rsidRPr="009823D2">
        <w:t>z</w:t>
      </w:r>
      <w:r w:rsidR="00445950" w:rsidRPr="009823D2">
        <w:t> </w:t>
      </w:r>
      <w:r w:rsidR="00136642" w:rsidRPr="009823D2">
        <w:t>2</w:t>
      </w:r>
      <w:r w:rsidR="000F34B6">
        <w:t>4</w:t>
      </w:r>
      <w:r w:rsidR="00445950" w:rsidRPr="009823D2">
        <w:t>.</w:t>
      </w:r>
      <w:r w:rsidRPr="009823D2">
        <w:t xml:space="preserve"> schůze</w:t>
      </w:r>
    </w:p>
    <w:p w:rsidR="00DC29E4" w:rsidRDefault="00DC29E4" w:rsidP="00377253">
      <w:pPr>
        <w:pStyle w:val="PS-hlavika1"/>
      </w:pPr>
      <w:r w:rsidRPr="009823D2">
        <w:t xml:space="preserve">ze dne </w:t>
      </w:r>
      <w:r w:rsidR="000F34B6">
        <w:t>19</w:t>
      </w:r>
      <w:r w:rsidR="00445950" w:rsidRPr="009823D2">
        <w:t xml:space="preserve">. </w:t>
      </w:r>
      <w:r w:rsidR="000F34B6">
        <w:t>února</w:t>
      </w:r>
      <w:r w:rsidR="00AA14F9" w:rsidRPr="009823D2">
        <w:t xml:space="preserve"> 2020</w:t>
      </w:r>
    </w:p>
    <w:p w:rsidR="00DC29E4" w:rsidRPr="00533C5A" w:rsidRDefault="00136642" w:rsidP="00D76FB3">
      <w:pPr>
        <w:pStyle w:val="PS-pedmtusnesen"/>
      </w:pPr>
      <w:r>
        <w:t>k vl</w:t>
      </w:r>
      <w:r w:rsidR="0056403A">
        <w:t>ádní</w:t>
      </w:r>
      <w:r>
        <w:t xml:space="preserve">mu </w:t>
      </w:r>
      <w:r w:rsidR="0056403A">
        <w:t>návrh</w:t>
      </w:r>
      <w:r>
        <w:t>u</w:t>
      </w:r>
      <w:r w:rsidR="0056403A">
        <w:t xml:space="preserve"> zákona, kterým se mění zákon č. </w:t>
      </w:r>
      <w:r w:rsidR="00825ADD">
        <w:t>44/1988</w:t>
      </w:r>
      <w:r w:rsidR="0056403A">
        <w:t xml:space="preserve"> Sb., </w:t>
      </w:r>
      <w:r w:rsidR="007B7E08">
        <w:t xml:space="preserve">o </w:t>
      </w:r>
      <w:r w:rsidR="00825ADD">
        <w:t>ochraně a využití nerostného bohatství (horní zákon)</w:t>
      </w:r>
      <w:r w:rsidR="009C760E">
        <w:t>,</w:t>
      </w:r>
      <w:r w:rsidR="0056403A">
        <w:t xml:space="preserve"> ve znění pozdějších před</w:t>
      </w:r>
      <w:r w:rsidR="007B7E08">
        <w:t>pisů</w:t>
      </w:r>
      <w:r w:rsidR="0029111B">
        <w:t>,</w:t>
      </w:r>
      <w:r w:rsidR="00825ADD">
        <w:t xml:space="preserve"> a další související zákony</w:t>
      </w:r>
      <w:r w:rsidR="0056403A">
        <w:t xml:space="preserve"> </w:t>
      </w:r>
      <w:r w:rsidRPr="00136642">
        <w:rPr>
          <w:b/>
        </w:rPr>
        <w:t xml:space="preserve">/ST </w:t>
      </w:r>
      <w:r w:rsidR="00825ADD">
        <w:rPr>
          <w:b/>
        </w:rPr>
        <w:t>531</w:t>
      </w:r>
      <w:r w:rsidRPr="00136642">
        <w:rPr>
          <w:b/>
        </w:rPr>
        <w:t>/</w:t>
      </w:r>
    </w:p>
    <w:p w:rsidR="00F82394" w:rsidRPr="00C1166F" w:rsidRDefault="00F82394" w:rsidP="00F82394">
      <w:pPr>
        <w:pStyle w:val="PS-uvodnodstavec"/>
        <w:spacing w:after="0"/>
      </w:pPr>
      <w:r w:rsidRPr="00C1166F">
        <w:t xml:space="preserve">Po odůvodnění náměstka ministra průmyslu a obchodu Ing. </w:t>
      </w:r>
      <w:r w:rsidR="009A5D1C">
        <w:t>et. Ing. Reného Neděly</w:t>
      </w:r>
      <w:r w:rsidR="0056743D">
        <w:t xml:space="preserve"> a vystoupení</w:t>
      </w:r>
      <w:r w:rsidR="00A93B99">
        <w:t xml:space="preserve"> předsedy Českého báňského úřadu Ing. Martina Štemberky, Ph.D.,</w:t>
      </w:r>
      <w:r w:rsidR="0056743D">
        <w:t xml:space="preserve"> </w:t>
      </w:r>
      <w:r w:rsidRPr="00C1166F">
        <w:t xml:space="preserve">zpravodajské zprávě </w:t>
      </w:r>
      <w:proofErr w:type="spellStart"/>
      <w:r w:rsidRPr="00C1166F">
        <w:t>posl</w:t>
      </w:r>
      <w:proofErr w:type="spellEnd"/>
      <w:r w:rsidRPr="00C1166F">
        <w:t xml:space="preserve">. </w:t>
      </w:r>
      <w:r w:rsidRPr="00C1166F">
        <w:rPr>
          <w:spacing w:val="-4"/>
        </w:rPr>
        <w:t>Pavla Pustějovského</w:t>
      </w:r>
      <w:r w:rsidRPr="00C1166F">
        <w:t xml:space="preserve"> a po rozpravě</w:t>
      </w:r>
    </w:p>
    <w:p w:rsidR="00F82394" w:rsidRPr="00C1166F" w:rsidRDefault="00F82394" w:rsidP="00F82394">
      <w:pPr>
        <w:pStyle w:val="PS-uvodnodstavec"/>
        <w:spacing w:after="0"/>
        <w:ind w:firstLine="0"/>
      </w:pPr>
    </w:p>
    <w:p w:rsidR="00F82394" w:rsidRPr="00C1166F" w:rsidRDefault="00F82394" w:rsidP="00F82394">
      <w:pPr>
        <w:pStyle w:val="PS-uvodnodstavec"/>
        <w:spacing w:after="0"/>
        <w:ind w:firstLine="0"/>
      </w:pPr>
      <w:r w:rsidRPr="00C1166F">
        <w:t>výbor pro životní prostředí Poslanecké sněmovny Parlamentu ČR</w:t>
      </w:r>
    </w:p>
    <w:p w:rsidR="00F82394" w:rsidRPr="00C1166F" w:rsidRDefault="00F82394" w:rsidP="00F82394">
      <w:pPr>
        <w:pStyle w:val="western"/>
        <w:spacing w:before="0" w:beforeAutospacing="0"/>
      </w:pPr>
    </w:p>
    <w:p w:rsidR="00F82394" w:rsidRPr="00C1166F" w:rsidRDefault="00F82394" w:rsidP="00F82394">
      <w:pPr>
        <w:pStyle w:val="western"/>
        <w:spacing w:before="0" w:beforeAutospacing="0"/>
      </w:pPr>
      <w:r w:rsidRPr="00C1166F">
        <w:t>I.</w:t>
      </w:r>
      <w:r w:rsidRPr="00C1166F">
        <w:tab/>
      </w:r>
      <w:r w:rsidRPr="00C1166F">
        <w:rPr>
          <w:b/>
          <w:bCs/>
          <w:spacing w:val="20"/>
        </w:rPr>
        <w:t>přerušuje</w:t>
      </w:r>
      <w:r w:rsidRPr="00C1166F">
        <w:t xml:space="preserve"> v obecné rozpravě pr</w:t>
      </w:r>
      <w:r w:rsidR="00E9126B" w:rsidRPr="00C1166F">
        <w:t>ojednávání sněmovního tisku 531;</w:t>
      </w:r>
    </w:p>
    <w:p w:rsidR="00F82394" w:rsidRPr="00C1166F" w:rsidRDefault="00F82394" w:rsidP="00F82394">
      <w:pPr>
        <w:pStyle w:val="western"/>
        <w:spacing w:before="0" w:beforeAutospacing="0"/>
      </w:pPr>
    </w:p>
    <w:p w:rsidR="00F82394" w:rsidRPr="00C1166F" w:rsidRDefault="00F82394" w:rsidP="00F82394">
      <w:pPr>
        <w:pStyle w:val="western"/>
        <w:spacing w:before="0" w:beforeAutospacing="0"/>
        <w:ind w:left="703" w:hanging="703"/>
      </w:pPr>
      <w:r w:rsidRPr="00C1166F">
        <w:t xml:space="preserve">II. </w:t>
      </w:r>
      <w:r w:rsidRPr="00C1166F">
        <w:tab/>
      </w:r>
      <w:r w:rsidRPr="00C1166F">
        <w:rPr>
          <w:b/>
          <w:bCs/>
          <w:spacing w:val="20"/>
        </w:rPr>
        <w:t>stanoví</w:t>
      </w:r>
      <w:r w:rsidRPr="00C1166F">
        <w:t xml:space="preserve"> harmonogram projednávání tohoto sněmovního tisku podle návrhu zpravodaje:</w:t>
      </w:r>
    </w:p>
    <w:p w:rsidR="00F82394" w:rsidRPr="00C1166F" w:rsidRDefault="00F82394" w:rsidP="00F82394">
      <w:pPr>
        <w:pStyle w:val="western"/>
        <w:numPr>
          <w:ilvl w:val="0"/>
          <w:numId w:val="15"/>
        </w:numPr>
        <w:spacing w:before="0" w:beforeAutospacing="0"/>
      </w:pPr>
      <w:r w:rsidRPr="00C1166F">
        <w:t>pozměňovací návrhy předat na sekretariát výboru pro životní prostředí</w:t>
      </w:r>
    </w:p>
    <w:p w:rsidR="00F82394" w:rsidRPr="00C1166F" w:rsidRDefault="00F82394" w:rsidP="00F82394">
      <w:pPr>
        <w:pStyle w:val="western"/>
        <w:spacing w:before="0" w:beforeAutospacing="0"/>
        <w:ind w:left="4956"/>
        <w:jc w:val="left"/>
        <w:rPr>
          <w:b/>
          <w:bCs/>
        </w:rPr>
      </w:pPr>
      <w:r w:rsidRPr="00C1166F">
        <w:rPr>
          <w:b/>
          <w:bCs/>
        </w:rPr>
        <w:t xml:space="preserve"> </w:t>
      </w:r>
      <w:r w:rsidR="00CE3EC0" w:rsidRPr="00C1166F">
        <w:rPr>
          <w:b/>
          <w:bCs/>
        </w:rPr>
        <w:t>do pondělí 9</w:t>
      </w:r>
      <w:r w:rsidRPr="00C1166F">
        <w:rPr>
          <w:b/>
          <w:bCs/>
        </w:rPr>
        <w:t>. března 2020 do 12:00 hod.</w:t>
      </w:r>
    </w:p>
    <w:p w:rsidR="00F82394" w:rsidRPr="00C1166F" w:rsidRDefault="00F82394" w:rsidP="00F82394">
      <w:pPr>
        <w:pStyle w:val="western"/>
        <w:spacing w:before="0" w:beforeAutospacing="0"/>
        <w:ind w:left="4956" w:firstLine="708"/>
      </w:pPr>
    </w:p>
    <w:p w:rsidR="00F82394" w:rsidRPr="00C1166F" w:rsidRDefault="00F82394" w:rsidP="00F82394">
      <w:pPr>
        <w:pStyle w:val="western"/>
        <w:numPr>
          <w:ilvl w:val="0"/>
          <w:numId w:val="15"/>
        </w:numPr>
        <w:spacing w:before="0" w:beforeAutospacing="0"/>
      </w:pPr>
      <w:r w:rsidRPr="00C1166F">
        <w:t>tabulkový materiál se zapracovanými pozměňovacími návrhy p</w:t>
      </w:r>
      <w:r w:rsidR="005276A9" w:rsidRPr="00C1166F">
        <w:t>ředá Ministerstvo průmyslu a obchodu ČR</w:t>
      </w:r>
      <w:r w:rsidRPr="00C1166F">
        <w:t xml:space="preserve"> zpět na výbor pro životní prostředí</w:t>
      </w:r>
    </w:p>
    <w:p w:rsidR="00F82394" w:rsidRPr="00C1166F" w:rsidRDefault="00F82394" w:rsidP="00F82394">
      <w:pPr>
        <w:pStyle w:val="western"/>
        <w:spacing w:before="0" w:beforeAutospacing="0"/>
        <w:ind w:left="4956"/>
        <w:rPr>
          <w:b/>
          <w:bCs/>
        </w:rPr>
      </w:pPr>
      <w:r w:rsidRPr="00C1166F">
        <w:rPr>
          <w:b/>
          <w:bCs/>
        </w:rPr>
        <w:t xml:space="preserve"> d</w:t>
      </w:r>
      <w:r w:rsidR="00CE3EC0" w:rsidRPr="00C1166F">
        <w:rPr>
          <w:b/>
          <w:bCs/>
        </w:rPr>
        <w:t>o pátku 13</w:t>
      </w:r>
      <w:r w:rsidRPr="00C1166F">
        <w:rPr>
          <w:b/>
          <w:bCs/>
        </w:rPr>
        <w:t>. března 2020 do 12:00 hod.</w:t>
      </w:r>
    </w:p>
    <w:p w:rsidR="00F82394" w:rsidRPr="00C1166F" w:rsidRDefault="00F82394" w:rsidP="00F82394">
      <w:pPr>
        <w:pStyle w:val="western"/>
        <w:spacing w:before="0" w:beforeAutospacing="0"/>
        <w:ind w:left="4956"/>
        <w:jc w:val="right"/>
      </w:pPr>
    </w:p>
    <w:p w:rsidR="00F82394" w:rsidRPr="00C1166F" w:rsidRDefault="00F82394" w:rsidP="00F82394">
      <w:pPr>
        <w:pStyle w:val="western"/>
        <w:numPr>
          <w:ilvl w:val="0"/>
          <w:numId w:val="15"/>
        </w:numPr>
        <w:spacing w:before="0" w:beforeAutospacing="0"/>
      </w:pPr>
      <w:r w:rsidRPr="00C1166F">
        <w:t>projednání na schůzi výboru pro životní prostředí</w:t>
      </w:r>
    </w:p>
    <w:p w:rsidR="00F82394" w:rsidRDefault="00F82394" w:rsidP="00F82394">
      <w:pPr>
        <w:pStyle w:val="western"/>
        <w:spacing w:before="0" w:beforeAutospacing="0"/>
        <w:ind w:left="4956"/>
        <w:jc w:val="left"/>
      </w:pPr>
      <w:r w:rsidRPr="00C1166F">
        <w:rPr>
          <w:b/>
          <w:bCs/>
        </w:rPr>
        <w:t xml:space="preserve"> ve středu </w:t>
      </w:r>
      <w:r w:rsidR="00CE3EC0" w:rsidRPr="00C1166F">
        <w:rPr>
          <w:b/>
          <w:bCs/>
        </w:rPr>
        <w:t>18.</w:t>
      </w:r>
      <w:r w:rsidRPr="00C1166F">
        <w:rPr>
          <w:b/>
          <w:bCs/>
        </w:rPr>
        <w:t xml:space="preserve"> </w:t>
      </w:r>
      <w:r w:rsidR="00CE3EC0" w:rsidRPr="00C1166F">
        <w:rPr>
          <w:b/>
          <w:bCs/>
        </w:rPr>
        <w:t>března</w:t>
      </w:r>
      <w:r w:rsidRPr="00C1166F">
        <w:rPr>
          <w:b/>
          <w:bCs/>
        </w:rPr>
        <w:t xml:space="preserve"> 2020</w:t>
      </w:r>
      <w:r w:rsidR="00E9126B" w:rsidRPr="00C1166F">
        <w:rPr>
          <w:b/>
          <w:bCs/>
        </w:rPr>
        <w:t>.</w:t>
      </w:r>
      <w:r>
        <w:rPr>
          <w:b/>
          <w:bCs/>
        </w:rPr>
        <w:t xml:space="preserve"> </w:t>
      </w:r>
    </w:p>
    <w:p w:rsidR="00423236" w:rsidRDefault="00423236" w:rsidP="00423236">
      <w:pPr>
        <w:pStyle w:val="PS-uvodnodstavec"/>
        <w:spacing w:after="0"/>
      </w:pPr>
    </w:p>
    <w:p w:rsidR="00423236" w:rsidRDefault="00423236" w:rsidP="00C534F5">
      <w:pPr>
        <w:pStyle w:val="PS-slovanseznam"/>
        <w:numPr>
          <w:ilvl w:val="0"/>
          <w:numId w:val="0"/>
        </w:numPr>
        <w:spacing w:after="0"/>
        <w:ind w:left="357"/>
        <w:jc w:val="left"/>
      </w:pPr>
    </w:p>
    <w:p w:rsidR="00681D1A" w:rsidRDefault="00681D1A" w:rsidP="008A6B2C">
      <w:pPr>
        <w:pStyle w:val="PS-slovanseznam"/>
        <w:numPr>
          <w:ilvl w:val="0"/>
          <w:numId w:val="0"/>
        </w:numPr>
        <w:spacing w:after="0"/>
        <w:ind w:left="357"/>
      </w:pPr>
    </w:p>
    <w:p w:rsidR="00681D1A" w:rsidRDefault="00681D1A" w:rsidP="00681D1A">
      <w:pPr>
        <w:pStyle w:val="PS-slovanseznam"/>
        <w:numPr>
          <w:ilvl w:val="0"/>
          <w:numId w:val="0"/>
        </w:numPr>
        <w:ind w:left="357"/>
      </w:pPr>
    </w:p>
    <w:p w:rsidR="00106842" w:rsidRPr="00106842" w:rsidRDefault="00106842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4965C2">
        <w:rPr>
          <w:rFonts w:ascii="Times New Roman" w:hAnsi="Times New Roman"/>
          <w:sz w:val="24"/>
        </w:rPr>
        <w:t xml:space="preserve">   </w:t>
      </w:r>
      <w:r w:rsidR="00946A69">
        <w:rPr>
          <w:rFonts w:ascii="Times New Roman" w:hAnsi="Times New Roman"/>
          <w:sz w:val="24"/>
        </w:rPr>
        <w:t>Ing. Eva FIALOVÁ</w:t>
      </w:r>
      <w:r w:rsidR="004965C2">
        <w:rPr>
          <w:rFonts w:ascii="Times New Roman" w:hAnsi="Times New Roman"/>
          <w:sz w:val="24"/>
        </w:rPr>
        <w:t xml:space="preserve"> v. r.</w:t>
      </w: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4965C2">
        <w:rPr>
          <w:rFonts w:ascii="Times New Roman" w:hAnsi="Times New Roman"/>
          <w:sz w:val="24"/>
        </w:rPr>
        <w:t xml:space="preserve">   </w:t>
      </w:r>
      <w:r w:rsidR="00ED08B8">
        <w:rPr>
          <w:rFonts w:ascii="Times New Roman" w:hAnsi="Times New Roman"/>
          <w:sz w:val="24"/>
        </w:rPr>
        <w:t>Ing. P</w:t>
      </w:r>
      <w:r w:rsidR="00825ADD">
        <w:rPr>
          <w:rFonts w:ascii="Times New Roman" w:hAnsi="Times New Roman"/>
          <w:sz w:val="24"/>
        </w:rPr>
        <w:t>avel P</w:t>
      </w:r>
      <w:r w:rsidR="00ED08B8">
        <w:rPr>
          <w:rFonts w:ascii="Times New Roman" w:hAnsi="Times New Roman"/>
          <w:sz w:val="24"/>
        </w:rPr>
        <w:t>USTĚJOVSKÝ</w:t>
      </w:r>
      <w:r w:rsidR="004965C2">
        <w:rPr>
          <w:rFonts w:ascii="Times New Roman" w:hAnsi="Times New Roman"/>
          <w:sz w:val="24"/>
        </w:rPr>
        <w:t xml:space="preserve"> v. r.</w:t>
      </w:r>
    </w:p>
    <w:p w:rsidR="00106842" w:rsidRDefault="00106842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254049">
        <w:rPr>
          <w:rFonts w:ascii="Times New Roman" w:hAnsi="Times New Roman"/>
          <w:sz w:val="24"/>
        </w:rPr>
        <w:t>o</w:t>
      </w:r>
      <w:r w:rsidRPr="00106842">
        <w:rPr>
          <w:rFonts w:ascii="Times New Roman" w:hAnsi="Times New Roman"/>
          <w:sz w:val="24"/>
        </w:rPr>
        <w:t>věřovatel</w:t>
      </w:r>
      <w:r w:rsidR="00946A69">
        <w:rPr>
          <w:rFonts w:ascii="Times New Roman" w:hAnsi="Times New Roman"/>
          <w:sz w:val="24"/>
        </w:rPr>
        <w:t>ka</w:t>
      </w: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  <w:t>zpravodaj</w:t>
      </w:r>
    </w:p>
    <w:p w:rsidR="00FE1ADB" w:rsidRDefault="00FE1ADB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FE1ADB" w:rsidRDefault="00FE1ADB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FE1ADB" w:rsidRDefault="00FE1ADB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FE1ADB" w:rsidRPr="00106842" w:rsidRDefault="00FE1ADB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106842" w:rsidRPr="00254049" w:rsidRDefault="00106842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caps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4965C2">
        <w:rPr>
          <w:rFonts w:ascii="Times New Roman" w:hAnsi="Times New Roman"/>
          <w:sz w:val="24"/>
        </w:rPr>
        <w:t xml:space="preserve">   </w:t>
      </w:r>
      <w:bookmarkStart w:id="0" w:name="_GoBack"/>
      <w:bookmarkEnd w:id="0"/>
      <w:r w:rsidR="0056403A" w:rsidRPr="00CA795D">
        <w:rPr>
          <w:rFonts w:ascii="Times New Roman" w:hAnsi="Times New Roman"/>
          <w:sz w:val="24"/>
        </w:rPr>
        <w:t>Ing. Dana BALCAROVÁ</w:t>
      </w:r>
      <w:r w:rsidR="004965C2">
        <w:rPr>
          <w:rFonts w:ascii="Times New Roman" w:hAnsi="Times New Roman"/>
          <w:sz w:val="24"/>
        </w:rPr>
        <w:t xml:space="preserve"> v. r.</w:t>
      </w:r>
    </w:p>
    <w:p w:rsidR="00B715B6" w:rsidRDefault="00106842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B715B6">
        <w:rPr>
          <w:rFonts w:ascii="Times New Roman" w:hAnsi="Times New Roman"/>
          <w:sz w:val="24"/>
        </w:rPr>
        <w:t>p</w:t>
      </w:r>
      <w:r w:rsidR="0056403A">
        <w:rPr>
          <w:rFonts w:ascii="Times New Roman" w:hAnsi="Times New Roman"/>
          <w:sz w:val="24"/>
        </w:rPr>
        <w:t>ředsedkyně</w:t>
      </w: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B4E6877"/>
    <w:multiLevelType w:val="hybridMultilevel"/>
    <w:tmpl w:val="24205904"/>
    <w:lvl w:ilvl="0" w:tplc="488C79F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4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2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787"/>
    <w:rsid w:val="000476E4"/>
    <w:rsid w:val="00063908"/>
    <w:rsid w:val="000C5278"/>
    <w:rsid w:val="000D279B"/>
    <w:rsid w:val="000E730C"/>
    <w:rsid w:val="000F34B6"/>
    <w:rsid w:val="00103C04"/>
    <w:rsid w:val="00106842"/>
    <w:rsid w:val="00132D76"/>
    <w:rsid w:val="00136642"/>
    <w:rsid w:val="001A57AB"/>
    <w:rsid w:val="001B45F3"/>
    <w:rsid w:val="00230024"/>
    <w:rsid w:val="00254049"/>
    <w:rsid w:val="00272E1B"/>
    <w:rsid w:val="0029111B"/>
    <w:rsid w:val="002A2F32"/>
    <w:rsid w:val="002B0FB6"/>
    <w:rsid w:val="002B50B4"/>
    <w:rsid w:val="002B60B3"/>
    <w:rsid w:val="002B6787"/>
    <w:rsid w:val="002B6B98"/>
    <w:rsid w:val="002C1448"/>
    <w:rsid w:val="002C6BED"/>
    <w:rsid w:val="00300D98"/>
    <w:rsid w:val="003430B9"/>
    <w:rsid w:val="00356011"/>
    <w:rsid w:val="00377253"/>
    <w:rsid w:val="003D2033"/>
    <w:rsid w:val="00423236"/>
    <w:rsid w:val="00445950"/>
    <w:rsid w:val="004965C2"/>
    <w:rsid w:val="005227BF"/>
    <w:rsid w:val="005276A9"/>
    <w:rsid w:val="00533B98"/>
    <w:rsid w:val="00533C5A"/>
    <w:rsid w:val="0056403A"/>
    <w:rsid w:val="00566A4C"/>
    <w:rsid w:val="0056743D"/>
    <w:rsid w:val="005807F2"/>
    <w:rsid w:val="005B1D00"/>
    <w:rsid w:val="005C30D7"/>
    <w:rsid w:val="005E094C"/>
    <w:rsid w:val="005F6CAE"/>
    <w:rsid w:val="00620764"/>
    <w:rsid w:val="00681D1A"/>
    <w:rsid w:val="007147B9"/>
    <w:rsid w:val="007B7E08"/>
    <w:rsid w:val="007C62DA"/>
    <w:rsid w:val="007D5EE1"/>
    <w:rsid w:val="007E1D0B"/>
    <w:rsid w:val="00812496"/>
    <w:rsid w:val="00825ADD"/>
    <w:rsid w:val="00830BFE"/>
    <w:rsid w:val="008564EB"/>
    <w:rsid w:val="00893C29"/>
    <w:rsid w:val="008A6B2C"/>
    <w:rsid w:val="00903269"/>
    <w:rsid w:val="00946A69"/>
    <w:rsid w:val="00972999"/>
    <w:rsid w:val="009823D2"/>
    <w:rsid w:val="009A5D1C"/>
    <w:rsid w:val="009C760E"/>
    <w:rsid w:val="00A40895"/>
    <w:rsid w:val="00A46CDA"/>
    <w:rsid w:val="00A93B99"/>
    <w:rsid w:val="00AA0D27"/>
    <w:rsid w:val="00AA14F9"/>
    <w:rsid w:val="00B13892"/>
    <w:rsid w:val="00B53E8D"/>
    <w:rsid w:val="00B715B6"/>
    <w:rsid w:val="00C1166F"/>
    <w:rsid w:val="00C534F5"/>
    <w:rsid w:val="00C56014"/>
    <w:rsid w:val="00CE3EC0"/>
    <w:rsid w:val="00D76FB3"/>
    <w:rsid w:val="00DC29E4"/>
    <w:rsid w:val="00E75AEB"/>
    <w:rsid w:val="00E9126B"/>
    <w:rsid w:val="00ED08B8"/>
    <w:rsid w:val="00ED15A8"/>
    <w:rsid w:val="00EF3B15"/>
    <w:rsid w:val="00EF679B"/>
    <w:rsid w:val="00EF7C71"/>
    <w:rsid w:val="00F82394"/>
    <w:rsid w:val="00FC6A38"/>
    <w:rsid w:val="00FE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688FC"/>
  <w15:chartTrackingRefBased/>
  <w15:docId w15:val="{5D261429-2829-4EE5-9E98-64403B2A7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3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30B9"/>
    <w:rPr>
      <w:rFonts w:ascii="Segoe UI" w:hAnsi="Segoe UI" w:cs="Segoe UI"/>
      <w:sz w:val="18"/>
      <w:szCs w:val="18"/>
      <w:lang w:eastAsia="en-US"/>
    </w:rPr>
  </w:style>
  <w:style w:type="paragraph" w:customStyle="1" w:styleId="western">
    <w:name w:val="western"/>
    <w:basedOn w:val="Normln"/>
    <w:rsid w:val="008A6B2C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9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kova\Documents\Vlastn&#237;%20&#353;ablony%20Office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9A32B-EC23-4C65-9E4A-C873ADD1D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36</TotalTime>
  <Pages>1</Pages>
  <Words>183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Babuská Anna</cp:lastModifiedBy>
  <cp:revision>16</cp:revision>
  <cp:lastPrinted>2020-02-19T15:11:00Z</cp:lastPrinted>
  <dcterms:created xsi:type="dcterms:W3CDTF">2020-02-05T09:07:00Z</dcterms:created>
  <dcterms:modified xsi:type="dcterms:W3CDTF">2020-02-20T09:27:00Z</dcterms:modified>
</cp:coreProperties>
</file>